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7777777"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4F3616AB"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bookmarkStart w:id="5" w:name="_Toc149044732"/>
      <w:bookmarkStart w:id="6" w:name="_Toc159495417"/>
      <w:bookmarkStart w:id="7" w:name="_Toc211602424"/>
      <w:bookmarkStart w:id="8" w:name="_Toc211603236"/>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bookmarkEnd w:id="0"/>
      <w:bookmarkEnd w:id="1"/>
      <w:bookmarkEnd w:id="2"/>
      <w:bookmarkEnd w:id="3"/>
      <w:bookmarkEnd w:id="4"/>
      <w:bookmarkEnd w:id="5"/>
      <w:r w:rsidR="005712C1" w:rsidRPr="00E70B89">
        <w:rPr>
          <w:w w:val="115"/>
          <w:sz w:val="44"/>
          <w:u w:val="thick"/>
          <w:lang w:val="en-US"/>
        </w:rPr>
        <w:t>N</w:t>
      </w:r>
      <w:r w:rsidR="005712C1">
        <w:rPr>
          <w:spacing w:val="28"/>
          <w:w w:val="115"/>
          <w:sz w:val="44"/>
          <w:u w:val="thick"/>
          <w:lang w:val="en-US"/>
        </w:rPr>
        <w:t>1</w:t>
      </w:r>
      <w:bookmarkEnd w:id="6"/>
      <w:r w:rsidR="002063DD">
        <w:rPr>
          <w:spacing w:val="28"/>
          <w:w w:val="115"/>
          <w:sz w:val="44"/>
          <w:u w:val="thick"/>
          <w:lang w:val="en-US"/>
        </w:rPr>
        <w:t>605</w:t>
      </w:r>
      <w:bookmarkEnd w:id="7"/>
      <w:bookmarkEnd w:id="8"/>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32E1C45D"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w:t>
      </w:r>
      <w:r w:rsidR="00884D06" w:rsidRPr="00884D06">
        <w:rPr>
          <w:rFonts w:asciiTheme="minorHAnsi" w:hAnsiTheme="minorHAnsi" w:cstheme="minorHAnsi"/>
          <w:b/>
          <w:w w:val="120"/>
          <w:sz w:val="24"/>
          <w:szCs w:val="24"/>
          <w:lang w:val="en-US"/>
        </w:rPr>
        <w:t xml:space="preserve">on </w:t>
      </w:r>
      <w:r w:rsidR="009863E6" w:rsidRPr="009863E6">
        <w:rPr>
          <w:rFonts w:asciiTheme="minorHAnsi" w:hAnsiTheme="minorHAnsi" w:cstheme="minorHAnsi"/>
          <w:b/>
          <w:w w:val="120"/>
          <w:sz w:val="24"/>
          <w:szCs w:val="24"/>
          <w:lang w:val="en-US"/>
        </w:rPr>
        <w:t>media authenticity and provenance indication with the MPEG Systems technologies</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6C439D7E"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w:t>
      </w:r>
      <w:r w:rsidR="002E0444">
        <w:rPr>
          <w:rFonts w:asciiTheme="minorHAnsi" w:hAnsiTheme="minorHAnsi" w:cstheme="minorHAnsi"/>
          <w:w w:val="125"/>
          <w:sz w:val="24"/>
          <w:szCs w:val="24"/>
          <w:lang w:val="en-US"/>
        </w:rPr>
        <w:t>5</w:t>
      </w:r>
      <w:r w:rsidRPr="00E70B89">
        <w:rPr>
          <w:rFonts w:asciiTheme="minorHAnsi" w:hAnsiTheme="minorHAnsi" w:cstheme="minorHAnsi"/>
          <w:w w:val="125"/>
          <w:sz w:val="24"/>
          <w:szCs w:val="24"/>
          <w:lang w:val="en-US"/>
        </w:rPr>
        <w:t>-</w:t>
      </w:r>
      <w:r w:rsidR="002063DD">
        <w:rPr>
          <w:rFonts w:asciiTheme="minorHAnsi" w:hAnsiTheme="minorHAnsi" w:cstheme="minorHAnsi"/>
          <w:w w:val="125"/>
          <w:sz w:val="24"/>
          <w:szCs w:val="24"/>
          <w:lang w:val="en-US"/>
        </w:rPr>
        <w:t>10</w:t>
      </w:r>
      <w:r w:rsidRPr="00E70B89">
        <w:rPr>
          <w:rFonts w:asciiTheme="minorHAnsi" w:hAnsiTheme="minorHAnsi" w:cstheme="minorHAnsi"/>
          <w:w w:val="125"/>
          <w:sz w:val="24"/>
          <w:szCs w:val="24"/>
          <w:lang w:val="en-US"/>
        </w:rPr>
        <w:t>-</w:t>
      </w:r>
      <w:r w:rsidR="009B1FA2">
        <w:rPr>
          <w:rFonts w:asciiTheme="minorHAnsi" w:hAnsiTheme="minorHAnsi" w:cstheme="minorHAnsi"/>
          <w:w w:val="125"/>
          <w:sz w:val="24"/>
          <w:szCs w:val="24"/>
          <w:lang w:val="en-US"/>
        </w:rPr>
        <w:t>0</w:t>
      </w:r>
      <w:r w:rsidR="002063DD">
        <w:rPr>
          <w:rFonts w:asciiTheme="minorHAnsi" w:hAnsiTheme="minorHAnsi" w:cstheme="minorHAnsi"/>
          <w:w w:val="125"/>
          <w:sz w:val="24"/>
          <w:szCs w:val="24"/>
          <w:lang w:val="en-US"/>
        </w:rPr>
        <w:t>7</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2307DF99"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3C39FC">
        <w:rPr>
          <w:rFonts w:asciiTheme="minorHAnsi" w:hAnsiTheme="minorHAnsi" w:cstheme="minorHAnsi"/>
          <w:w w:val="120"/>
          <w:sz w:val="24"/>
          <w:szCs w:val="24"/>
          <w:lang w:val="en-US"/>
        </w:rPr>
        <w:t>21</w:t>
      </w:r>
      <w:r w:rsidR="00FC13ED">
        <w:rPr>
          <w:rFonts w:asciiTheme="minorHAnsi" w:hAnsiTheme="minorHAnsi" w:cstheme="minorHAnsi"/>
          <w:w w:val="120"/>
          <w:sz w:val="24"/>
          <w:szCs w:val="24"/>
          <w:lang w:val="en-US"/>
        </w:rPr>
        <w:t xml:space="preserve">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39488C">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07A3DA23"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Pr="003226C8">
        <w:rPr>
          <w:rFonts w:ascii="Times New Roman" w:hAnsi="Times New Roman"/>
          <w:lang w:val="en-GB"/>
        </w:rPr>
        <w:t xml:space="preserve"> </w:t>
      </w:r>
      <w:r w:rsidR="005E08BA">
        <w:rPr>
          <w:rFonts w:ascii="Times New Roman" w:eastAsia="SimSun" w:hAnsi="Times New Roman"/>
          <w:b/>
          <w:sz w:val="48"/>
          <w:szCs w:val="24"/>
          <w:lang w:val="en-GB" w:eastAsia="zh-CN"/>
        </w:rPr>
        <w:t>1</w:t>
      </w:r>
      <w:r w:rsidR="002063DD">
        <w:rPr>
          <w:rFonts w:ascii="Times New Roman" w:eastAsia="SimSun" w:hAnsi="Times New Roman"/>
          <w:b/>
          <w:sz w:val="48"/>
          <w:szCs w:val="24"/>
          <w:lang w:val="en-GB" w:eastAsia="zh-CN"/>
        </w:rPr>
        <w:t>631</w:t>
      </w:r>
    </w:p>
    <w:p w14:paraId="7E866735" w14:textId="375B1EB0" w:rsidR="005F44B5" w:rsidRDefault="005F44B5" w:rsidP="00151CC7">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 xml:space="preserve">  </w:t>
      </w:r>
      <w:r w:rsidR="002063DD">
        <w:rPr>
          <w:rFonts w:ascii="Times New Roman" w:eastAsia="SimSun" w:hAnsi="Times New Roman"/>
          <w:b/>
          <w:sz w:val="28"/>
          <w:szCs w:val="24"/>
          <w:lang w:val="en-GB" w:eastAsia="zh-CN"/>
        </w:rPr>
        <w:t>Oct</w:t>
      </w:r>
      <w:r>
        <w:rPr>
          <w:rFonts w:ascii="Times New Roman" w:eastAsia="SimSun" w:hAnsi="Times New Roman"/>
          <w:b/>
          <w:sz w:val="28"/>
          <w:szCs w:val="24"/>
          <w:lang w:val="en-GB" w:eastAsia="zh-CN"/>
        </w:rPr>
        <w:t xml:space="preserve"> 202</w:t>
      </w:r>
      <w:r w:rsidR="00150B4F">
        <w:rPr>
          <w:rFonts w:ascii="Times New Roman" w:eastAsia="SimSun" w:hAnsi="Times New Roman"/>
          <w:b/>
          <w:sz w:val="28"/>
          <w:szCs w:val="24"/>
          <w:lang w:val="en-GB" w:eastAsia="zh-CN"/>
        </w:rPr>
        <w:t xml:space="preserve">5, </w:t>
      </w:r>
      <w:r w:rsidR="002063DD">
        <w:rPr>
          <w:rFonts w:ascii="Times New Roman" w:eastAsia="SimSun" w:hAnsi="Times New Roman"/>
          <w:b/>
          <w:sz w:val="28"/>
          <w:szCs w:val="24"/>
          <w:lang w:val="en-GB" w:eastAsia="zh-CN"/>
        </w:rPr>
        <w:t>Geneva</w:t>
      </w:r>
      <w:r w:rsidR="000A3945">
        <w:rPr>
          <w:rFonts w:ascii="Times New Roman" w:eastAsia="SimSun" w:hAnsi="Times New Roman"/>
          <w:b/>
          <w:sz w:val="28"/>
          <w:szCs w:val="24"/>
          <w:lang w:val="en-GB" w:eastAsia="zh-CN"/>
        </w:rPr>
        <w:t xml:space="preserve">, </w:t>
      </w:r>
      <w:r w:rsidR="002063DD">
        <w:rPr>
          <w:rFonts w:ascii="Times New Roman" w:eastAsia="SimSun" w:hAnsi="Times New Roman"/>
          <w:b/>
          <w:sz w:val="28"/>
          <w:szCs w:val="24"/>
          <w:lang w:val="en-GB" w:eastAsia="zh-CN"/>
        </w:rPr>
        <w:t>CH</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F26320"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1B9A972A" w:rsidR="005F44B5" w:rsidRPr="00E70B89" w:rsidRDefault="009863E6" w:rsidP="00151CC7">
            <w:pPr>
              <w:suppressAutoHyphens/>
              <w:spacing w:after="0"/>
              <w:rPr>
                <w:rFonts w:cstheme="minorHAnsi"/>
                <w:b/>
                <w:lang w:val="en-US"/>
              </w:rPr>
            </w:pPr>
            <w:r>
              <w:rPr>
                <w:rFonts w:cstheme="minorHAnsi"/>
                <w:b/>
                <w:w w:val="120"/>
                <w:lang w:val="en-US"/>
              </w:rPr>
              <w:t xml:space="preserve">Exploration on </w:t>
            </w:r>
            <w:r w:rsidRPr="009863E6">
              <w:rPr>
                <w:rFonts w:cstheme="minorHAnsi"/>
                <w:b/>
                <w:w w:val="120"/>
                <w:lang w:val="en-US"/>
              </w:rPr>
              <w:t>media authenticity and provenance indication with the MPEG Systems technologies</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322747BA" w:rsidR="005F44B5" w:rsidRPr="009D07B3" w:rsidRDefault="009B1FA2" w:rsidP="00151CC7">
            <w:pPr>
              <w:spacing w:after="0"/>
              <w:rPr>
                <w:rFonts w:cstheme="minorHAnsi"/>
                <w:b/>
              </w:rPr>
            </w:pPr>
            <w:r>
              <w:rPr>
                <w:rFonts w:ascii="Book Antiqua" w:hAnsi="Book Antiqua"/>
                <w:b/>
                <w:bCs/>
                <w:color w:val="000000"/>
                <w:szCs w:val="22"/>
              </w:rPr>
              <w:t>25</w:t>
            </w:r>
            <w:r w:rsidR="002063DD">
              <w:rPr>
                <w:rFonts w:ascii="Book Antiqua" w:hAnsi="Book Antiqua"/>
                <w:b/>
                <w:bCs/>
                <w:color w:val="000000"/>
                <w:szCs w:val="22"/>
              </w:rPr>
              <w:t>605</w:t>
            </w:r>
          </w:p>
        </w:tc>
      </w:tr>
    </w:tbl>
    <w:p w14:paraId="55E66E86" w14:textId="77777777" w:rsidR="00FC13ED" w:rsidRDefault="00FC13ED" w:rsidP="00151CC7">
      <w:pPr>
        <w:pStyle w:val="zzSTDTitle"/>
        <w:spacing w:before="0" w:after="0"/>
        <w:rPr>
          <w:noProof/>
          <w:color w:val="auto"/>
          <w:lang w:val="it-IT"/>
        </w:rPr>
      </w:pPr>
    </w:p>
    <w:sdt>
      <w:sdtPr>
        <w:id w:val="374664756"/>
        <w:docPartObj>
          <w:docPartGallery w:val="Table of Contents"/>
          <w:docPartUnique/>
        </w:docPartObj>
      </w:sdtPr>
      <w:sdtEndPr>
        <w:rPr>
          <w:rFonts w:ascii="Cambria" w:eastAsia="MS Mincho" w:hAnsi="Cambria" w:cs="Times New Roman"/>
          <w:b/>
          <w:bCs/>
          <w:noProof/>
          <w:color w:val="auto"/>
          <w:sz w:val="22"/>
          <w:szCs w:val="20"/>
          <w:lang w:val="de-DE" w:eastAsia="ja-JP"/>
        </w:rPr>
      </w:sdtEndPr>
      <w:sdtContent>
        <w:p w14:paraId="6E64F1FA" w14:textId="5DE3E9E3" w:rsidR="00B4153C" w:rsidRPr="00B4153C" w:rsidRDefault="00FC13ED" w:rsidP="00B4153C">
          <w:pPr>
            <w:pStyle w:val="TOCHeading"/>
            <w:rPr>
              <w:b/>
              <w:bCs/>
              <w:color w:val="auto"/>
            </w:rPr>
          </w:pPr>
          <w:r w:rsidRPr="00FC13ED">
            <w:rPr>
              <w:b/>
              <w:bCs/>
              <w:color w:val="auto"/>
            </w:rPr>
            <w:t>Table of Contents</w:t>
          </w:r>
          <w:r w:rsidR="003C39FC">
            <w:tab/>
          </w:r>
          <w:r>
            <w:fldChar w:fldCharType="begin"/>
          </w:r>
          <w:r>
            <w:instrText xml:space="preserve"> TOC \o "1-3" \h \z \u </w:instrText>
          </w:r>
          <w:r>
            <w:fldChar w:fldCharType="separate"/>
          </w:r>
          <w:hyperlink w:anchor="_Toc211603236" w:history="1"/>
        </w:p>
        <w:p w14:paraId="31A3FAA9" w14:textId="7F586DD1"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37" w:history="1">
            <w:r w:rsidRPr="0048054F">
              <w:rPr>
                <w:rStyle w:val="Hyperlink"/>
                <w:noProof/>
                <w:lang w:eastAsia="zh-CN"/>
              </w:rPr>
              <w:t>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Introduction</w:t>
            </w:r>
            <w:r>
              <w:rPr>
                <w:noProof/>
                <w:webHidden/>
              </w:rPr>
              <w:tab/>
            </w:r>
            <w:r>
              <w:rPr>
                <w:noProof/>
                <w:webHidden/>
              </w:rPr>
              <w:fldChar w:fldCharType="begin"/>
            </w:r>
            <w:r>
              <w:rPr>
                <w:noProof/>
                <w:webHidden/>
              </w:rPr>
              <w:instrText xml:space="preserve"> PAGEREF _Toc211603237 \h </w:instrText>
            </w:r>
            <w:r>
              <w:rPr>
                <w:noProof/>
                <w:webHidden/>
              </w:rPr>
            </w:r>
            <w:r>
              <w:rPr>
                <w:noProof/>
                <w:webHidden/>
              </w:rPr>
              <w:fldChar w:fldCharType="separate"/>
            </w:r>
            <w:r>
              <w:rPr>
                <w:noProof/>
                <w:webHidden/>
              </w:rPr>
              <w:t>3</w:t>
            </w:r>
            <w:r>
              <w:rPr>
                <w:noProof/>
                <w:webHidden/>
              </w:rPr>
              <w:fldChar w:fldCharType="end"/>
            </w:r>
          </w:hyperlink>
        </w:p>
        <w:p w14:paraId="7AD3E78E" w14:textId="27D090A2"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38" w:history="1">
            <w:r w:rsidRPr="0048054F">
              <w:rPr>
                <w:rStyle w:val="Hyperlink"/>
                <w:noProof/>
                <w:lang w:eastAsia="zh-CN"/>
              </w:rPr>
              <w:t>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Background</w:t>
            </w:r>
            <w:r>
              <w:rPr>
                <w:noProof/>
                <w:webHidden/>
              </w:rPr>
              <w:tab/>
            </w:r>
            <w:r>
              <w:rPr>
                <w:noProof/>
                <w:webHidden/>
              </w:rPr>
              <w:fldChar w:fldCharType="begin"/>
            </w:r>
            <w:r>
              <w:rPr>
                <w:noProof/>
                <w:webHidden/>
              </w:rPr>
              <w:instrText xml:space="preserve"> PAGEREF _Toc211603238 \h </w:instrText>
            </w:r>
            <w:r>
              <w:rPr>
                <w:noProof/>
                <w:webHidden/>
              </w:rPr>
            </w:r>
            <w:r>
              <w:rPr>
                <w:noProof/>
                <w:webHidden/>
              </w:rPr>
              <w:fldChar w:fldCharType="separate"/>
            </w:r>
            <w:r>
              <w:rPr>
                <w:noProof/>
                <w:webHidden/>
              </w:rPr>
              <w:t>3</w:t>
            </w:r>
            <w:r>
              <w:rPr>
                <w:noProof/>
                <w:webHidden/>
              </w:rPr>
              <w:fldChar w:fldCharType="end"/>
            </w:r>
          </w:hyperlink>
        </w:p>
        <w:p w14:paraId="2E671B56" w14:textId="2278C165"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39" w:history="1">
            <w:r w:rsidRPr="0048054F">
              <w:rPr>
                <w:rStyle w:val="Hyperlink"/>
                <w:noProof/>
                <w:lang w:eastAsia="zh-CN"/>
              </w:rPr>
              <w:t>3</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System level requirements on technologies for multimedia authentication</w:t>
            </w:r>
            <w:r>
              <w:rPr>
                <w:noProof/>
                <w:webHidden/>
              </w:rPr>
              <w:tab/>
            </w:r>
            <w:r>
              <w:rPr>
                <w:noProof/>
                <w:webHidden/>
              </w:rPr>
              <w:fldChar w:fldCharType="begin"/>
            </w:r>
            <w:r>
              <w:rPr>
                <w:noProof/>
                <w:webHidden/>
              </w:rPr>
              <w:instrText xml:space="preserve"> PAGEREF _Toc211603239 \h </w:instrText>
            </w:r>
            <w:r>
              <w:rPr>
                <w:noProof/>
                <w:webHidden/>
              </w:rPr>
            </w:r>
            <w:r>
              <w:rPr>
                <w:noProof/>
                <w:webHidden/>
              </w:rPr>
              <w:fldChar w:fldCharType="separate"/>
            </w:r>
            <w:r>
              <w:rPr>
                <w:noProof/>
                <w:webHidden/>
              </w:rPr>
              <w:t>3</w:t>
            </w:r>
            <w:r>
              <w:rPr>
                <w:noProof/>
                <w:webHidden/>
              </w:rPr>
              <w:fldChar w:fldCharType="end"/>
            </w:r>
          </w:hyperlink>
        </w:p>
        <w:p w14:paraId="449089AF" w14:textId="502E9D07"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40" w:history="1">
            <w:r w:rsidRPr="0048054F">
              <w:rPr>
                <w:rStyle w:val="Hyperlink"/>
                <w:noProof/>
                <w:lang w:eastAsia="zh-CN"/>
              </w:rPr>
              <w:t>4</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Definitions</w:t>
            </w:r>
            <w:r>
              <w:rPr>
                <w:noProof/>
                <w:webHidden/>
              </w:rPr>
              <w:tab/>
            </w:r>
            <w:r>
              <w:rPr>
                <w:noProof/>
                <w:webHidden/>
              </w:rPr>
              <w:fldChar w:fldCharType="begin"/>
            </w:r>
            <w:r>
              <w:rPr>
                <w:noProof/>
                <w:webHidden/>
              </w:rPr>
              <w:instrText xml:space="preserve"> PAGEREF _Toc211603240 \h </w:instrText>
            </w:r>
            <w:r>
              <w:rPr>
                <w:noProof/>
                <w:webHidden/>
              </w:rPr>
            </w:r>
            <w:r>
              <w:rPr>
                <w:noProof/>
                <w:webHidden/>
              </w:rPr>
              <w:fldChar w:fldCharType="separate"/>
            </w:r>
            <w:r>
              <w:rPr>
                <w:noProof/>
                <w:webHidden/>
              </w:rPr>
              <w:t>4</w:t>
            </w:r>
            <w:r>
              <w:rPr>
                <w:noProof/>
                <w:webHidden/>
              </w:rPr>
              <w:fldChar w:fldCharType="end"/>
            </w:r>
          </w:hyperlink>
        </w:p>
        <w:p w14:paraId="77FED770" w14:textId="030D3A6A"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41" w:history="1">
            <w:r w:rsidRPr="0048054F">
              <w:rPr>
                <w:rStyle w:val="Hyperlink"/>
                <w:noProof/>
                <w:lang w:eastAsia="zh-CN"/>
              </w:rPr>
              <w:t>5</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Scope of work</w:t>
            </w:r>
            <w:r>
              <w:rPr>
                <w:noProof/>
                <w:webHidden/>
              </w:rPr>
              <w:tab/>
            </w:r>
            <w:r>
              <w:rPr>
                <w:noProof/>
                <w:webHidden/>
              </w:rPr>
              <w:fldChar w:fldCharType="begin"/>
            </w:r>
            <w:r>
              <w:rPr>
                <w:noProof/>
                <w:webHidden/>
              </w:rPr>
              <w:instrText xml:space="preserve"> PAGEREF _Toc211603241 \h </w:instrText>
            </w:r>
            <w:r>
              <w:rPr>
                <w:noProof/>
                <w:webHidden/>
              </w:rPr>
            </w:r>
            <w:r>
              <w:rPr>
                <w:noProof/>
                <w:webHidden/>
              </w:rPr>
              <w:fldChar w:fldCharType="separate"/>
            </w:r>
            <w:r>
              <w:rPr>
                <w:noProof/>
                <w:webHidden/>
              </w:rPr>
              <w:t>5</w:t>
            </w:r>
            <w:r>
              <w:rPr>
                <w:noProof/>
                <w:webHidden/>
              </w:rPr>
              <w:fldChar w:fldCharType="end"/>
            </w:r>
          </w:hyperlink>
        </w:p>
        <w:p w14:paraId="069BCDDD" w14:textId="1F0D2112"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42" w:history="1">
            <w:r w:rsidRPr="0048054F">
              <w:rPr>
                <w:rStyle w:val="Hyperlink"/>
                <w:noProof/>
                <w:lang w:eastAsia="zh-CN"/>
              </w:rPr>
              <w:t>6</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Producers and receivers</w:t>
            </w:r>
            <w:r>
              <w:rPr>
                <w:noProof/>
                <w:webHidden/>
              </w:rPr>
              <w:tab/>
            </w:r>
            <w:r>
              <w:rPr>
                <w:noProof/>
                <w:webHidden/>
              </w:rPr>
              <w:fldChar w:fldCharType="begin"/>
            </w:r>
            <w:r>
              <w:rPr>
                <w:noProof/>
                <w:webHidden/>
              </w:rPr>
              <w:instrText xml:space="preserve"> PAGEREF _Toc211603242 \h </w:instrText>
            </w:r>
            <w:r>
              <w:rPr>
                <w:noProof/>
                <w:webHidden/>
              </w:rPr>
            </w:r>
            <w:r>
              <w:rPr>
                <w:noProof/>
                <w:webHidden/>
              </w:rPr>
              <w:fldChar w:fldCharType="separate"/>
            </w:r>
            <w:r>
              <w:rPr>
                <w:noProof/>
                <w:webHidden/>
              </w:rPr>
              <w:t>5</w:t>
            </w:r>
            <w:r>
              <w:rPr>
                <w:noProof/>
                <w:webHidden/>
              </w:rPr>
              <w:fldChar w:fldCharType="end"/>
            </w:r>
          </w:hyperlink>
        </w:p>
        <w:p w14:paraId="22355999" w14:textId="6F7A4850"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43" w:history="1">
            <w:r w:rsidRPr="0048054F">
              <w:rPr>
                <w:rStyle w:val="Hyperlink"/>
                <w:noProof/>
                <w:lang w:eastAsia="zh-CN"/>
              </w:rPr>
              <w:t>7</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Use cases</w:t>
            </w:r>
            <w:r>
              <w:rPr>
                <w:noProof/>
                <w:webHidden/>
              </w:rPr>
              <w:tab/>
            </w:r>
            <w:r>
              <w:rPr>
                <w:noProof/>
                <w:webHidden/>
              </w:rPr>
              <w:fldChar w:fldCharType="begin"/>
            </w:r>
            <w:r>
              <w:rPr>
                <w:noProof/>
                <w:webHidden/>
              </w:rPr>
              <w:instrText xml:space="preserve"> PAGEREF _Toc211603243 \h </w:instrText>
            </w:r>
            <w:r>
              <w:rPr>
                <w:noProof/>
                <w:webHidden/>
              </w:rPr>
            </w:r>
            <w:r>
              <w:rPr>
                <w:noProof/>
                <w:webHidden/>
              </w:rPr>
              <w:fldChar w:fldCharType="separate"/>
            </w:r>
            <w:r>
              <w:rPr>
                <w:noProof/>
                <w:webHidden/>
              </w:rPr>
              <w:t>5</w:t>
            </w:r>
            <w:r>
              <w:rPr>
                <w:noProof/>
                <w:webHidden/>
              </w:rPr>
              <w:fldChar w:fldCharType="end"/>
            </w:r>
          </w:hyperlink>
        </w:p>
        <w:p w14:paraId="73BB12E7" w14:textId="2EB85551"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44" w:history="1">
            <w:r w:rsidRPr="0048054F">
              <w:rPr>
                <w:rStyle w:val="Hyperlink"/>
                <w:rFonts w:eastAsia="DengXian"/>
                <w:noProof/>
                <w:lang w:eastAsia="zh-CN"/>
              </w:rPr>
              <w:t>7.1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Misinformation and disinformation</w:t>
            </w:r>
            <w:r>
              <w:rPr>
                <w:noProof/>
                <w:webHidden/>
              </w:rPr>
              <w:tab/>
            </w:r>
            <w:r>
              <w:rPr>
                <w:noProof/>
                <w:webHidden/>
              </w:rPr>
              <w:fldChar w:fldCharType="begin"/>
            </w:r>
            <w:r>
              <w:rPr>
                <w:noProof/>
                <w:webHidden/>
              </w:rPr>
              <w:instrText xml:space="preserve"> PAGEREF _Toc211603244 \h </w:instrText>
            </w:r>
            <w:r>
              <w:rPr>
                <w:noProof/>
                <w:webHidden/>
              </w:rPr>
            </w:r>
            <w:r>
              <w:rPr>
                <w:noProof/>
                <w:webHidden/>
              </w:rPr>
              <w:fldChar w:fldCharType="separate"/>
            </w:r>
            <w:r>
              <w:rPr>
                <w:noProof/>
                <w:webHidden/>
              </w:rPr>
              <w:t>6</w:t>
            </w:r>
            <w:r>
              <w:rPr>
                <w:noProof/>
                <w:webHidden/>
              </w:rPr>
              <w:fldChar w:fldCharType="end"/>
            </w:r>
          </w:hyperlink>
        </w:p>
        <w:p w14:paraId="6AD11D54" w14:textId="56E762E3"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45" w:history="1">
            <w:r w:rsidRPr="0048054F">
              <w:rPr>
                <w:rStyle w:val="Hyperlink"/>
                <w:noProof/>
              </w:rPr>
              <w:t>7.1.1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Deepfake detection by authenticity verification</w:t>
            </w:r>
            <w:r>
              <w:rPr>
                <w:noProof/>
                <w:webHidden/>
              </w:rPr>
              <w:tab/>
            </w:r>
            <w:r>
              <w:rPr>
                <w:noProof/>
                <w:webHidden/>
              </w:rPr>
              <w:fldChar w:fldCharType="begin"/>
            </w:r>
            <w:r>
              <w:rPr>
                <w:noProof/>
                <w:webHidden/>
              </w:rPr>
              <w:instrText xml:space="preserve"> PAGEREF _Toc211603245 \h </w:instrText>
            </w:r>
            <w:r>
              <w:rPr>
                <w:noProof/>
                <w:webHidden/>
              </w:rPr>
            </w:r>
            <w:r>
              <w:rPr>
                <w:noProof/>
                <w:webHidden/>
              </w:rPr>
              <w:fldChar w:fldCharType="separate"/>
            </w:r>
            <w:r>
              <w:rPr>
                <w:noProof/>
                <w:webHidden/>
              </w:rPr>
              <w:t>6</w:t>
            </w:r>
            <w:r>
              <w:rPr>
                <w:noProof/>
                <w:webHidden/>
              </w:rPr>
              <w:fldChar w:fldCharType="end"/>
            </w:r>
          </w:hyperlink>
        </w:p>
        <w:p w14:paraId="735F11A1" w14:textId="1D2A593C"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46" w:history="1">
            <w:r w:rsidRPr="0048054F">
              <w:rPr>
                <w:rStyle w:val="Hyperlink"/>
                <w:rFonts w:eastAsia="DengXian Light"/>
                <w:noProof/>
                <w:lang w:eastAsia="zh-CN"/>
              </w:rPr>
              <w:t>7.1.2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Manipulated media</w:t>
            </w:r>
            <w:r>
              <w:rPr>
                <w:noProof/>
                <w:webHidden/>
              </w:rPr>
              <w:tab/>
            </w:r>
            <w:r>
              <w:rPr>
                <w:noProof/>
                <w:webHidden/>
              </w:rPr>
              <w:fldChar w:fldCharType="begin"/>
            </w:r>
            <w:r>
              <w:rPr>
                <w:noProof/>
                <w:webHidden/>
              </w:rPr>
              <w:instrText xml:space="preserve"> PAGEREF _Toc211603246 \h </w:instrText>
            </w:r>
            <w:r>
              <w:rPr>
                <w:noProof/>
                <w:webHidden/>
              </w:rPr>
            </w:r>
            <w:r>
              <w:rPr>
                <w:noProof/>
                <w:webHidden/>
              </w:rPr>
              <w:fldChar w:fldCharType="separate"/>
            </w:r>
            <w:r>
              <w:rPr>
                <w:noProof/>
                <w:webHidden/>
              </w:rPr>
              <w:t>6</w:t>
            </w:r>
            <w:r>
              <w:rPr>
                <w:noProof/>
                <w:webHidden/>
              </w:rPr>
              <w:fldChar w:fldCharType="end"/>
            </w:r>
          </w:hyperlink>
        </w:p>
        <w:p w14:paraId="21343FE8" w14:textId="3D2D6657"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47" w:history="1">
            <w:r w:rsidRPr="0048054F">
              <w:rPr>
                <w:rStyle w:val="Hyperlink"/>
                <w:noProof/>
              </w:rPr>
              <w:t>7.1.3</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Virtual meeting authentication</w:t>
            </w:r>
            <w:r>
              <w:rPr>
                <w:noProof/>
                <w:webHidden/>
              </w:rPr>
              <w:tab/>
            </w:r>
            <w:r>
              <w:rPr>
                <w:noProof/>
                <w:webHidden/>
              </w:rPr>
              <w:fldChar w:fldCharType="begin"/>
            </w:r>
            <w:r>
              <w:rPr>
                <w:noProof/>
                <w:webHidden/>
              </w:rPr>
              <w:instrText xml:space="preserve"> PAGEREF _Toc211603247 \h </w:instrText>
            </w:r>
            <w:r>
              <w:rPr>
                <w:noProof/>
                <w:webHidden/>
              </w:rPr>
            </w:r>
            <w:r>
              <w:rPr>
                <w:noProof/>
                <w:webHidden/>
              </w:rPr>
              <w:fldChar w:fldCharType="separate"/>
            </w:r>
            <w:r>
              <w:rPr>
                <w:noProof/>
                <w:webHidden/>
              </w:rPr>
              <w:t>6</w:t>
            </w:r>
            <w:r>
              <w:rPr>
                <w:noProof/>
                <w:webHidden/>
              </w:rPr>
              <w:fldChar w:fldCharType="end"/>
            </w:r>
          </w:hyperlink>
        </w:p>
        <w:p w14:paraId="6C8468D7" w14:textId="72A8EE65"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48" w:history="1">
            <w:r w:rsidRPr="0048054F">
              <w:rPr>
                <w:rStyle w:val="Hyperlink"/>
                <w:noProof/>
              </w:rPr>
              <w:t>7.1.4</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Impersonation using video and audio</w:t>
            </w:r>
            <w:r>
              <w:rPr>
                <w:noProof/>
                <w:webHidden/>
              </w:rPr>
              <w:tab/>
            </w:r>
            <w:r>
              <w:rPr>
                <w:noProof/>
                <w:webHidden/>
              </w:rPr>
              <w:fldChar w:fldCharType="begin"/>
            </w:r>
            <w:r>
              <w:rPr>
                <w:noProof/>
                <w:webHidden/>
              </w:rPr>
              <w:instrText xml:space="preserve"> PAGEREF _Toc211603248 \h </w:instrText>
            </w:r>
            <w:r>
              <w:rPr>
                <w:noProof/>
                <w:webHidden/>
              </w:rPr>
            </w:r>
            <w:r>
              <w:rPr>
                <w:noProof/>
                <w:webHidden/>
              </w:rPr>
              <w:fldChar w:fldCharType="separate"/>
            </w:r>
            <w:r>
              <w:rPr>
                <w:noProof/>
                <w:webHidden/>
              </w:rPr>
              <w:t>6</w:t>
            </w:r>
            <w:r>
              <w:rPr>
                <w:noProof/>
                <w:webHidden/>
              </w:rPr>
              <w:fldChar w:fldCharType="end"/>
            </w:r>
          </w:hyperlink>
        </w:p>
        <w:p w14:paraId="2EB6FDD6" w14:textId="6D8DCBD2"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49" w:history="1">
            <w:r w:rsidRPr="0048054F">
              <w:rPr>
                <w:rStyle w:val="Hyperlink"/>
                <w:noProof/>
              </w:rPr>
              <w:t>7.1.5</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Fake news with synthesized audio</w:t>
            </w:r>
            <w:r>
              <w:rPr>
                <w:noProof/>
                <w:webHidden/>
              </w:rPr>
              <w:tab/>
            </w:r>
            <w:r>
              <w:rPr>
                <w:noProof/>
                <w:webHidden/>
              </w:rPr>
              <w:fldChar w:fldCharType="begin"/>
            </w:r>
            <w:r>
              <w:rPr>
                <w:noProof/>
                <w:webHidden/>
              </w:rPr>
              <w:instrText xml:space="preserve"> PAGEREF _Toc211603249 \h </w:instrText>
            </w:r>
            <w:r>
              <w:rPr>
                <w:noProof/>
                <w:webHidden/>
              </w:rPr>
            </w:r>
            <w:r>
              <w:rPr>
                <w:noProof/>
                <w:webHidden/>
              </w:rPr>
              <w:fldChar w:fldCharType="separate"/>
            </w:r>
            <w:r>
              <w:rPr>
                <w:noProof/>
                <w:webHidden/>
              </w:rPr>
              <w:t>6</w:t>
            </w:r>
            <w:r>
              <w:rPr>
                <w:noProof/>
                <w:webHidden/>
              </w:rPr>
              <w:fldChar w:fldCharType="end"/>
            </w:r>
          </w:hyperlink>
        </w:p>
        <w:p w14:paraId="3D34CCCA" w14:textId="3B001D52"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50" w:history="1">
            <w:r w:rsidRPr="0048054F">
              <w:rPr>
                <w:rStyle w:val="Hyperlink"/>
                <w:noProof/>
              </w:rPr>
              <w:t>7.2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Media forgery</w:t>
            </w:r>
            <w:r>
              <w:rPr>
                <w:noProof/>
                <w:webHidden/>
              </w:rPr>
              <w:tab/>
            </w:r>
            <w:r>
              <w:rPr>
                <w:noProof/>
                <w:webHidden/>
              </w:rPr>
              <w:fldChar w:fldCharType="begin"/>
            </w:r>
            <w:r>
              <w:rPr>
                <w:noProof/>
                <w:webHidden/>
              </w:rPr>
              <w:instrText xml:space="preserve"> PAGEREF _Toc211603250 \h </w:instrText>
            </w:r>
            <w:r>
              <w:rPr>
                <w:noProof/>
                <w:webHidden/>
              </w:rPr>
            </w:r>
            <w:r>
              <w:rPr>
                <w:noProof/>
                <w:webHidden/>
              </w:rPr>
              <w:fldChar w:fldCharType="separate"/>
            </w:r>
            <w:r>
              <w:rPr>
                <w:noProof/>
                <w:webHidden/>
              </w:rPr>
              <w:t>6</w:t>
            </w:r>
            <w:r>
              <w:rPr>
                <w:noProof/>
                <w:webHidden/>
              </w:rPr>
              <w:fldChar w:fldCharType="end"/>
            </w:r>
          </w:hyperlink>
        </w:p>
        <w:p w14:paraId="2DA13741" w14:textId="3632999D"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51" w:history="1">
            <w:r w:rsidRPr="0048054F">
              <w:rPr>
                <w:rStyle w:val="Hyperlink"/>
                <w:noProof/>
                <w:lang w:eastAsia="zh-CN"/>
              </w:rPr>
              <w:t>7.2.1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Insurance fraud</w:t>
            </w:r>
            <w:r>
              <w:rPr>
                <w:noProof/>
                <w:webHidden/>
              </w:rPr>
              <w:tab/>
            </w:r>
            <w:r>
              <w:rPr>
                <w:noProof/>
                <w:webHidden/>
              </w:rPr>
              <w:fldChar w:fldCharType="begin"/>
            </w:r>
            <w:r>
              <w:rPr>
                <w:noProof/>
                <w:webHidden/>
              </w:rPr>
              <w:instrText xml:space="preserve"> PAGEREF _Toc211603251 \h </w:instrText>
            </w:r>
            <w:r>
              <w:rPr>
                <w:noProof/>
                <w:webHidden/>
              </w:rPr>
            </w:r>
            <w:r>
              <w:rPr>
                <w:noProof/>
                <w:webHidden/>
              </w:rPr>
              <w:fldChar w:fldCharType="separate"/>
            </w:r>
            <w:r>
              <w:rPr>
                <w:noProof/>
                <w:webHidden/>
              </w:rPr>
              <w:t>6</w:t>
            </w:r>
            <w:r>
              <w:rPr>
                <w:noProof/>
                <w:webHidden/>
              </w:rPr>
              <w:fldChar w:fldCharType="end"/>
            </w:r>
          </w:hyperlink>
        </w:p>
        <w:p w14:paraId="1CD1723C" w14:textId="6DCD1E9D"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52" w:history="1">
            <w:r w:rsidRPr="0048054F">
              <w:rPr>
                <w:rStyle w:val="Hyperlink"/>
                <w:noProof/>
              </w:rPr>
              <w:t>7.2.2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Surveillance footage integrity</w:t>
            </w:r>
            <w:r>
              <w:rPr>
                <w:noProof/>
                <w:webHidden/>
              </w:rPr>
              <w:tab/>
            </w:r>
            <w:r>
              <w:rPr>
                <w:noProof/>
                <w:webHidden/>
              </w:rPr>
              <w:fldChar w:fldCharType="begin"/>
            </w:r>
            <w:r>
              <w:rPr>
                <w:noProof/>
                <w:webHidden/>
              </w:rPr>
              <w:instrText xml:space="preserve"> PAGEREF _Toc211603252 \h </w:instrText>
            </w:r>
            <w:r>
              <w:rPr>
                <w:noProof/>
                <w:webHidden/>
              </w:rPr>
            </w:r>
            <w:r>
              <w:rPr>
                <w:noProof/>
                <w:webHidden/>
              </w:rPr>
              <w:fldChar w:fldCharType="separate"/>
            </w:r>
            <w:r>
              <w:rPr>
                <w:noProof/>
                <w:webHidden/>
              </w:rPr>
              <w:t>6</w:t>
            </w:r>
            <w:r>
              <w:rPr>
                <w:noProof/>
                <w:webHidden/>
              </w:rPr>
              <w:fldChar w:fldCharType="end"/>
            </w:r>
          </w:hyperlink>
        </w:p>
        <w:p w14:paraId="2A18356D" w14:textId="67953190"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53" w:history="1">
            <w:r w:rsidRPr="0048054F">
              <w:rPr>
                <w:rStyle w:val="Hyperlink"/>
                <w:noProof/>
              </w:rPr>
              <w:t>7.2.3</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Audio recordings in investigations</w:t>
            </w:r>
            <w:r>
              <w:rPr>
                <w:noProof/>
                <w:webHidden/>
              </w:rPr>
              <w:tab/>
            </w:r>
            <w:r>
              <w:rPr>
                <w:noProof/>
                <w:webHidden/>
              </w:rPr>
              <w:fldChar w:fldCharType="begin"/>
            </w:r>
            <w:r>
              <w:rPr>
                <w:noProof/>
                <w:webHidden/>
              </w:rPr>
              <w:instrText xml:space="preserve"> PAGEREF _Toc211603253 \h </w:instrText>
            </w:r>
            <w:r>
              <w:rPr>
                <w:noProof/>
                <w:webHidden/>
              </w:rPr>
            </w:r>
            <w:r>
              <w:rPr>
                <w:noProof/>
                <w:webHidden/>
              </w:rPr>
              <w:fldChar w:fldCharType="separate"/>
            </w:r>
            <w:r>
              <w:rPr>
                <w:noProof/>
                <w:webHidden/>
              </w:rPr>
              <w:t>6</w:t>
            </w:r>
            <w:r>
              <w:rPr>
                <w:noProof/>
                <w:webHidden/>
              </w:rPr>
              <w:fldChar w:fldCharType="end"/>
            </w:r>
          </w:hyperlink>
        </w:p>
        <w:p w14:paraId="7DC650F7" w14:textId="20BF5937"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54" w:history="1">
            <w:r w:rsidRPr="0048054F">
              <w:rPr>
                <w:rStyle w:val="Hyperlink"/>
                <w:noProof/>
              </w:rPr>
              <w:t>7.3</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Media creation</w:t>
            </w:r>
            <w:r>
              <w:rPr>
                <w:noProof/>
                <w:webHidden/>
              </w:rPr>
              <w:tab/>
            </w:r>
            <w:r>
              <w:rPr>
                <w:noProof/>
                <w:webHidden/>
              </w:rPr>
              <w:fldChar w:fldCharType="begin"/>
            </w:r>
            <w:r>
              <w:rPr>
                <w:noProof/>
                <w:webHidden/>
              </w:rPr>
              <w:instrText xml:space="preserve"> PAGEREF _Toc211603254 \h </w:instrText>
            </w:r>
            <w:r>
              <w:rPr>
                <w:noProof/>
                <w:webHidden/>
              </w:rPr>
            </w:r>
            <w:r>
              <w:rPr>
                <w:noProof/>
                <w:webHidden/>
              </w:rPr>
              <w:fldChar w:fldCharType="separate"/>
            </w:r>
            <w:r>
              <w:rPr>
                <w:noProof/>
                <w:webHidden/>
              </w:rPr>
              <w:t>7</w:t>
            </w:r>
            <w:r>
              <w:rPr>
                <w:noProof/>
                <w:webHidden/>
              </w:rPr>
              <w:fldChar w:fldCharType="end"/>
            </w:r>
          </w:hyperlink>
        </w:p>
        <w:p w14:paraId="3C1D00AD" w14:textId="703AFF1F"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55" w:history="1">
            <w:r w:rsidRPr="0048054F">
              <w:rPr>
                <w:rStyle w:val="Hyperlink"/>
                <w:noProof/>
                <w:lang w:eastAsia="zh-CN"/>
              </w:rPr>
              <w:t>7.3.1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Authenticity &amp; integrity for media</w:t>
            </w:r>
            <w:r>
              <w:rPr>
                <w:noProof/>
                <w:webHidden/>
              </w:rPr>
              <w:tab/>
            </w:r>
            <w:r>
              <w:rPr>
                <w:noProof/>
                <w:webHidden/>
              </w:rPr>
              <w:fldChar w:fldCharType="begin"/>
            </w:r>
            <w:r>
              <w:rPr>
                <w:noProof/>
                <w:webHidden/>
              </w:rPr>
              <w:instrText xml:space="preserve"> PAGEREF _Toc211603255 \h </w:instrText>
            </w:r>
            <w:r>
              <w:rPr>
                <w:noProof/>
                <w:webHidden/>
              </w:rPr>
            </w:r>
            <w:r>
              <w:rPr>
                <w:noProof/>
                <w:webHidden/>
              </w:rPr>
              <w:fldChar w:fldCharType="separate"/>
            </w:r>
            <w:r>
              <w:rPr>
                <w:noProof/>
                <w:webHidden/>
              </w:rPr>
              <w:t>7</w:t>
            </w:r>
            <w:r>
              <w:rPr>
                <w:noProof/>
                <w:webHidden/>
              </w:rPr>
              <w:fldChar w:fldCharType="end"/>
            </w:r>
          </w:hyperlink>
        </w:p>
        <w:p w14:paraId="3FAFCAE2" w14:textId="798CF227"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56" w:history="1">
            <w:r w:rsidRPr="0048054F">
              <w:rPr>
                <w:rStyle w:val="Hyperlink"/>
                <w:noProof/>
              </w:rPr>
              <w:t>7.3.2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AI-generated content (AIGC)</w:t>
            </w:r>
            <w:r>
              <w:rPr>
                <w:noProof/>
                <w:webHidden/>
              </w:rPr>
              <w:tab/>
            </w:r>
            <w:r>
              <w:rPr>
                <w:noProof/>
                <w:webHidden/>
              </w:rPr>
              <w:fldChar w:fldCharType="begin"/>
            </w:r>
            <w:r>
              <w:rPr>
                <w:noProof/>
                <w:webHidden/>
              </w:rPr>
              <w:instrText xml:space="preserve"> PAGEREF _Toc211603256 \h </w:instrText>
            </w:r>
            <w:r>
              <w:rPr>
                <w:noProof/>
                <w:webHidden/>
              </w:rPr>
            </w:r>
            <w:r>
              <w:rPr>
                <w:noProof/>
                <w:webHidden/>
              </w:rPr>
              <w:fldChar w:fldCharType="separate"/>
            </w:r>
            <w:r>
              <w:rPr>
                <w:noProof/>
                <w:webHidden/>
              </w:rPr>
              <w:t>7</w:t>
            </w:r>
            <w:r>
              <w:rPr>
                <w:noProof/>
                <w:webHidden/>
              </w:rPr>
              <w:fldChar w:fldCharType="end"/>
            </w:r>
          </w:hyperlink>
        </w:p>
        <w:p w14:paraId="5607185E" w14:textId="45D3D0D0"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57" w:history="1">
            <w:r w:rsidRPr="0048054F">
              <w:rPr>
                <w:rStyle w:val="Hyperlink"/>
                <w:noProof/>
              </w:rPr>
              <w:t>7.4</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Media modification</w:t>
            </w:r>
            <w:r>
              <w:rPr>
                <w:noProof/>
                <w:webHidden/>
              </w:rPr>
              <w:tab/>
            </w:r>
            <w:r>
              <w:rPr>
                <w:noProof/>
                <w:webHidden/>
              </w:rPr>
              <w:fldChar w:fldCharType="begin"/>
            </w:r>
            <w:r>
              <w:rPr>
                <w:noProof/>
                <w:webHidden/>
              </w:rPr>
              <w:instrText xml:space="preserve"> PAGEREF _Toc211603257 \h </w:instrText>
            </w:r>
            <w:r>
              <w:rPr>
                <w:noProof/>
                <w:webHidden/>
              </w:rPr>
            </w:r>
            <w:r>
              <w:rPr>
                <w:noProof/>
                <w:webHidden/>
              </w:rPr>
              <w:fldChar w:fldCharType="separate"/>
            </w:r>
            <w:r>
              <w:rPr>
                <w:noProof/>
                <w:webHidden/>
              </w:rPr>
              <w:t>7</w:t>
            </w:r>
            <w:r>
              <w:rPr>
                <w:noProof/>
                <w:webHidden/>
              </w:rPr>
              <w:fldChar w:fldCharType="end"/>
            </w:r>
          </w:hyperlink>
        </w:p>
        <w:p w14:paraId="693EA6F0" w14:textId="669103C5"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58" w:history="1">
            <w:r w:rsidRPr="0048054F">
              <w:rPr>
                <w:rStyle w:val="Hyperlink"/>
                <w:noProof/>
              </w:rPr>
              <w:t>7.4.1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Video and audio editing software</w:t>
            </w:r>
            <w:r>
              <w:rPr>
                <w:noProof/>
                <w:webHidden/>
              </w:rPr>
              <w:tab/>
            </w:r>
            <w:r>
              <w:rPr>
                <w:noProof/>
                <w:webHidden/>
              </w:rPr>
              <w:fldChar w:fldCharType="begin"/>
            </w:r>
            <w:r>
              <w:rPr>
                <w:noProof/>
                <w:webHidden/>
              </w:rPr>
              <w:instrText xml:space="preserve"> PAGEREF _Toc211603258 \h </w:instrText>
            </w:r>
            <w:r>
              <w:rPr>
                <w:noProof/>
                <w:webHidden/>
              </w:rPr>
            </w:r>
            <w:r>
              <w:rPr>
                <w:noProof/>
                <w:webHidden/>
              </w:rPr>
              <w:fldChar w:fldCharType="separate"/>
            </w:r>
            <w:r>
              <w:rPr>
                <w:noProof/>
                <w:webHidden/>
              </w:rPr>
              <w:t>7</w:t>
            </w:r>
            <w:r>
              <w:rPr>
                <w:noProof/>
                <w:webHidden/>
              </w:rPr>
              <w:fldChar w:fldCharType="end"/>
            </w:r>
          </w:hyperlink>
        </w:p>
        <w:p w14:paraId="23972865" w14:textId="19E38BFB"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59" w:history="1">
            <w:r w:rsidRPr="0048054F">
              <w:rPr>
                <w:rStyle w:val="Hyperlink"/>
                <w:noProof/>
              </w:rPr>
              <w:t>7.4.2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Media adaptation during transport</w:t>
            </w:r>
            <w:r>
              <w:rPr>
                <w:noProof/>
                <w:webHidden/>
              </w:rPr>
              <w:tab/>
            </w:r>
            <w:r>
              <w:rPr>
                <w:noProof/>
                <w:webHidden/>
              </w:rPr>
              <w:fldChar w:fldCharType="begin"/>
            </w:r>
            <w:r>
              <w:rPr>
                <w:noProof/>
                <w:webHidden/>
              </w:rPr>
              <w:instrText xml:space="preserve"> PAGEREF _Toc211603259 \h </w:instrText>
            </w:r>
            <w:r>
              <w:rPr>
                <w:noProof/>
                <w:webHidden/>
              </w:rPr>
            </w:r>
            <w:r>
              <w:rPr>
                <w:noProof/>
                <w:webHidden/>
              </w:rPr>
              <w:fldChar w:fldCharType="separate"/>
            </w:r>
            <w:r>
              <w:rPr>
                <w:noProof/>
                <w:webHidden/>
              </w:rPr>
              <w:t>7</w:t>
            </w:r>
            <w:r>
              <w:rPr>
                <w:noProof/>
                <w:webHidden/>
              </w:rPr>
              <w:fldChar w:fldCharType="end"/>
            </w:r>
          </w:hyperlink>
        </w:p>
        <w:p w14:paraId="78F5710C" w14:textId="79948393"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60" w:history="1">
            <w:r w:rsidRPr="0048054F">
              <w:rPr>
                <w:rStyle w:val="Hyperlink"/>
                <w:noProof/>
              </w:rPr>
              <w:t>7.4.3</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Content splicing and ad-insertion</w:t>
            </w:r>
            <w:r>
              <w:rPr>
                <w:noProof/>
                <w:webHidden/>
              </w:rPr>
              <w:tab/>
            </w:r>
            <w:r>
              <w:rPr>
                <w:noProof/>
                <w:webHidden/>
              </w:rPr>
              <w:fldChar w:fldCharType="begin"/>
            </w:r>
            <w:r>
              <w:rPr>
                <w:noProof/>
                <w:webHidden/>
              </w:rPr>
              <w:instrText xml:space="preserve"> PAGEREF _Toc211603260 \h </w:instrText>
            </w:r>
            <w:r>
              <w:rPr>
                <w:noProof/>
                <w:webHidden/>
              </w:rPr>
            </w:r>
            <w:r>
              <w:rPr>
                <w:noProof/>
                <w:webHidden/>
              </w:rPr>
              <w:fldChar w:fldCharType="separate"/>
            </w:r>
            <w:r>
              <w:rPr>
                <w:noProof/>
                <w:webHidden/>
              </w:rPr>
              <w:t>7</w:t>
            </w:r>
            <w:r>
              <w:rPr>
                <w:noProof/>
                <w:webHidden/>
              </w:rPr>
              <w:fldChar w:fldCharType="end"/>
            </w:r>
          </w:hyperlink>
        </w:p>
        <w:p w14:paraId="7AFEC8B3" w14:textId="7EA16FDA"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61" w:history="1">
            <w:r w:rsidRPr="0048054F">
              <w:rPr>
                <w:rStyle w:val="Hyperlink"/>
                <w:rFonts w:ascii="SimSun" w:eastAsia="SimSun" w:hAnsi="SimSun" w:cs="SimSun"/>
                <w:noProof/>
              </w:rPr>
              <w:t>7.4.4</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Video and audio transcoding for streaming</w:t>
            </w:r>
            <w:r>
              <w:rPr>
                <w:noProof/>
                <w:webHidden/>
              </w:rPr>
              <w:tab/>
            </w:r>
            <w:r>
              <w:rPr>
                <w:noProof/>
                <w:webHidden/>
              </w:rPr>
              <w:fldChar w:fldCharType="begin"/>
            </w:r>
            <w:r>
              <w:rPr>
                <w:noProof/>
                <w:webHidden/>
              </w:rPr>
              <w:instrText xml:space="preserve"> PAGEREF _Toc211603261 \h </w:instrText>
            </w:r>
            <w:r>
              <w:rPr>
                <w:noProof/>
                <w:webHidden/>
              </w:rPr>
            </w:r>
            <w:r>
              <w:rPr>
                <w:noProof/>
                <w:webHidden/>
              </w:rPr>
              <w:fldChar w:fldCharType="separate"/>
            </w:r>
            <w:r>
              <w:rPr>
                <w:noProof/>
                <w:webHidden/>
              </w:rPr>
              <w:t>7</w:t>
            </w:r>
            <w:r>
              <w:rPr>
                <w:noProof/>
                <w:webHidden/>
              </w:rPr>
              <w:fldChar w:fldCharType="end"/>
            </w:r>
          </w:hyperlink>
        </w:p>
        <w:p w14:paraId="1B66783C" w14:textId="2DA60DF1"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62" w:history="1">
            <w:r w:rsidRPr="0048054F">
              <w:rPr>
                <w:rStyle w:val="Hyperlink"/>
                <w:noProof/>
              </w:rPr>
              <w:t>7.4.5</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Movie and audio preservation</w:t>
            </w:r>
            <w:r>
              <w:rPr>
                <w:noProof/>
                <w:webHidden/>
              </w:rPr>
              <w:tab/>
            </w:r>
            <w:r>
              <w:rPr>
                <w:noProof/>
                <w:webHidden/>
              </w:rPr>
              <w:fldChar w:fldCharType="begin"/>
            </w:r>
            <w:r>
              <w:rPr>
                <w:noProof/>
                <w:webHidden/>
              </w:rPr>
              <w:instrText xml:space="preserve"> PAGEREF _Toc211603262 \h </w:instrText>
            </w:r>
            <w:r>
              <w:rPr>
                <w:noProof/>
                <w:webHidden/>
              </w:rPr>
            </w:r>
            <w:r>
              <w:rPr>
                <w:noProof/>
                <w:webHidden/>
              </w:rPr>
              <w:fldChar w:fldCharType="separate"/>
            </w:r>
            <w:r>
              <w:rPr>
                <w:noProof/>
                <w:webHidden/>
              </w:rPr>
              <w:t>7</w:t>
            </w:r>
            <w:r>
              <w:rPr>
                <w:noProof/>
                <w:webHidden/>
              </w:rPr>
              <w:fldChar w:fldCharType="end"/>
            </w:r>
          </w:hyperlink>
        </w:p>
        <w:p w14:paraId="451F5D5A" w14:textId="5DF112E5"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63" w:history="1">
            <w:r w:rsidRPr="0048054F">
              <w:rPr>
                <w:rStyle w:val="Hyperlink"/>
                <w:noProof/>
              </w:rPr>
              <w:t>7.5</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Media augmentation and extension</w:t>
            </w:r>
            <w:r>
              <w:rPr>
                <w:noProof/>
                <w:webHidden/>
              </w:rPr>
              <w:tab/>
            </w:r>
            <w:r>
              <w:rPr>
                <w:noProof/>
                <w:webHidden/>
              </w:rPr>
              <w:fldChar w:fldCharType="begin"/>
            </w:r>
            <w:r>
              <w:rPr>
                <w:noProof/>
                <w:webHidden/>
              </w:rPr>
              <w:instrText xml:space="preserve"> PAGEREF _Toc211603263 \h </w:instrText>
            </w:r>
            <w:r>
              <w:rPr>
                <w:noProof/>
                <w:webHidden/>
              </w:rPr>
            </w:r>
            <w:r>
              <w:rPr>
                <w:noProof/>
                <w:webHidden/>
              </w:rPr>
              <w:fldChar w:fldCharType="separate"/>
            </w:r>
            <w:r>
              <w:rPr>
                <w:noProof/>
                <w:webHidden/>
              </w:rPr>
              <w:t>8</w:t>
            </w:r>
            <w:r>
              <w:rPr>
                <w:noProof/>
                <w:webHidden/>
              </w:rPr>
              <w:fldChar w:fldCharType="end"/>
            </w:r>
          </w:hyperlink>
        </w:p>
        <w:p w14:paraId="5F4D3171" w14:textId="25B3AAA0"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64" w:history="1">
            <w:r w:rsidRPr="0048054F">
              <w:rPr>
                <w:rStyle w:val="Hyperlink"/>
                <w:noProof/>
                <w:lang w:eastAsia="zh-CN"/>
              </w:rPr>
              <w:t>7.5.1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Media composition</w:t>
            </w:r>
            <w:r>
              <w:rPr>
                <w:noProof/>
                <w:webHidden/>
              </w:rPr>
              <w:tab/>
            </w:r>
            <w:r>
              <w:rPr>
                <w:noProof/>
                <w:webHidden/>
              </w:rPr>
              <w:fldChar w:fldCharType="begin"/>
            </w:r>
            <w:r>
              <w:rPr>
                <w:noProof/>
                <w:webHidden/>
              </w:rPr>
              <w:instrText xml:space="preserve"> PAGEREF _Toc211603264 \h </w:instrText>
            </w:r>
            <w:r>
              <w:rPr>
                <w:noProof/>
                <w:webHidden/>
              </w:rPr>
            </w:r>
            <w:r>
              <w:rPr>
                <w:noProof/>
                <w:webHidden/>
              </w:rPr>
              <w:fldChar w:fldCharType="separate"/>
            </w:r>
            <w:r>
              <w:rPr>
                <w:noProof/>
                <w:webHidden/>
              </w:rPr>
              <w:t>8</w:t>
            </w:r>
            <w:r>
              <w:rPr>
                <w:noProof/>
                <w:webHidden/>
              </w:rPr>
              <w:fldChar w:fldCharType="end"/>
            </w:r>
          </w:hyperlink>
        </w:p>
        <w:p w14:paraId="2F6E9D89" w14:textId="7EBCCCD8"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65" w:history="1">
            <w:r w:rsidRPr="0048054F">
              <w:rPr>
                <w:rStyle w:val="Hyperlink"/>
                <w:noProof/>
                <w:lang w:eastAsia="zh-CN"/>
              </w:rPr>
              <w:t>7.5.2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Identifying augmented reality (AR) and virtual reality (VR) components</w:t>
            </w:r>
            <w:r>
              <w:rPr>
                <w:noProof/>
                <w:webHidden/>
              </w:rPr>
              <w:tab/>
            </w:r>
            <w:r>
              <w:rPr>
                <w:noProof/>
                <w:webHidden/>
              </w:rPr>
              <w:fldChar w:fldCharType="begin"/>
            </w:r>
            <w:r>
              <w:rPr>
                <w:noProof/>
                <w:webHidden/>
              </w:rPr>
              <w:instrText xml:space="preserve"> PAGEREF _Toc211603265 \h </w:instrText>
            </w:r>
            <w:r>
              <w:rPr>
                <w:noProof/>
                <w:webHidden/>
              </w:rPr>
            </w:r>
            <w:r>
              <w:rPr>
                <w:noProof/>
                <w:webHidden/>
              </w:rPr>
              <w:fldChar w:fldCharType="separate"/>
            </w:r>
            <w:r>
              <w:rPr>
                <w:noProof/>
                <w:webHidden/>
              </w:rPr>
              <w:t>8</w:t>
            </w:r>
            <w:r>
              <w:rPr>
                <w:noProof/>
                <w:webHidden/>
              </w:rPr>
              <w:fldChar w:fldCharType="end"/>
            </w:r>
          </w:hyperlink>
        </w:p>
        <w:p w14:paraId="419E504F" w14:textId="50AA1C01"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66" w:history="1">
            <w:r w:rsidRPr="0048054F">
              <w:rPr>
                <w:rStyle w:val="Hyperlink"/>
                <w:noProof/>
              </w:rPr>
              <w:t>7.6</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General characteristics of the use cases</w:t>
            </w:r>
            <w:r>
              <w:rPr>
                <w:noProof/>
                <w:webHidden/>
              </w:rPr>
              <w:tab/>
            </w:r>
            <w:r>
              <w:rPr>
                <w:noProof/>
                <w:webHidden/>
              </w:rPr>
              <w:fldChar w:fldCharType="begin"/>
            </w:r>
            <w:r>
              <w:rPr>
                <w:noProof/>
                <w:webHidden/>
              </w:rPr>
              <w:instrText xml:space="preserve"> PAGEREF _Toc211603266 \h </w:instrText>
            </w:r>
            <w:r>
              <w:rPr>
                <w:noProof/>
                <w:webHidden/>
              </w:rPr>
            </w:r>
            <w:r>
              <w:rPr>
                <w:noProof/>
                <w:webHidden/>
              </w:rPr>
              <w:fldChar w:fldCharType="separate"/>
            </w:r>
            <w:r>
              <w:rPr>
                <w:noProof/>
                <w:webHidden/>
              </w:rPr>
              <w:t>8</w:t>
            </w:r>
            <w:r>
              <w:rPr>
                <w:noProof/>
                <w:webHidden/>
              </w:rPr>
              <w:fldChar w:fldCharType="end"/>
            </w:r>
          </w:hyperlink>
        </w:p>
        <w:p w14:paraId="717BC1BC" w14:textId="2F11E128"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67" w:history="1">
            <w:r w:rsidRPr="0048054F">
              <w:rPr>
                <w:rStyle w:val="Hyperlink"/>
                <w:noProof/>
                <w:lang w:eastAsia="zh-CN"/>
              </w:rPr>
              <w:t>8</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System level requirements</w:t>
            </w:r>
            <w:r>
              <w:rPr>
                <w:noProof/>
                <w:webHidden/>
              </w:rPr>
              <w:tab/>
            </w:r>
            <w:r>
              <w:rPr>
                <w:noProof/>
                <w:webHidden/>
              </w:rPr>
              <w:fldChar w:fldCharType="begin"/>
            </w:r>
            <w:r>
              <w:rPr>
                <w:noProof/>
                <w:webHidden/>
              </w:rPr>
              <w:instrText xml:space="preserve"> PAGEREF _Toc211603267 \h </w:instrText>
            </w:r>
            <w:r>
              <w:rPr>
                <w:noProof/>
                <w:webHidden/>
              </w:rPr>
            </w:r>
            <w:r>
              <w:rPr>
                <w:noProof/>
                <w:webHidden/>
              </w:rPr>
              <w:fldChar w:fldCharType="separate"/>
            </w:r>
            <w:r>
              <w:rPr>
                <w:noProof/>
                <w:webHidden/>
              </w:rPr>
              <w:t>8</w:t>
            </w:r>
            <w:r>
              <w:rPr>
                <w:noProof/>
                <w:webHidden/>
              </w:rPr>
              <w:fldChar w:fldCharType="end"/>
            </w:r>
          </w:hyperlink>
        </w:p>
        <w:p w14:paraId="33C43DBD" w14:textId="418C6D51"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68" w:history="1">
            <w:r w:rsidRPr="0048054F">
              <w:rPr>
                <w:rStyle w:val="Hyperlink"/>
                <w:noProof/>
              </w:rPr>
              <w:t>8.1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General aspects</w:t>
            </w:r>
            <w:r>
              <w:rPr>
                <w:noProof/>
                <w:webHidden/>
              </w:rPr>
              <w:tab/>
            </w:r>
            <w:r>
              <w:rPr>
                <w:noProof/>
                <w:webHidden/>
              </w:rPr>
              <w:fldChar w:fldCharType="begin"/>
            </w:r>
            <w:r>
              <w:rPr>
                <w:noProof/>
                <w:webHidden/>
              </w:rPr>
              <w:instrText xml:space="preserve"> PAGEREF _Toc211603268 \h </w:instrText>
            </w:r>
            <w:r>
              <w:rPr>
                <w:noProof/>
                <w:webHidden/>
              </w:rPr>
            </w:r>
            <w:r>
              <w:rPr>
                <w:noProof/>
                <w:webHidden/>
              </w:rPr>
              <w:fldChar w:fldCharType="separate"/>
            </w:r>
            <w:r>
              <w:rPr>
                <w:noProof/>
                <w:webHidden/>
              </w:rPr>
              <w:t>8</w:t>
            </w:r>
            <w:r>
              <w:rPr>
                <w:noProof/>
                <w:webHidden/>
              </w:rPr>
              <w:fldChar w:fldCharType="end"/>
            </w:r>
          </w:hyperlink>
        </w:p>
        <w:p w14:paraId="0A8139A1" w14:textId="1F8D5F37"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69" w:history="1">
            <w:r w:rsidRPr="0048054F">
              <w:rPr>
                <w:rStyle w:val="Hyperlink"/>
                <w:noProof/>
              </w:rPr>
              <w:t>8.2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System level specific requirements</w:t>
            </w:r>
            <w:r>
              <w:rPr>
                <w:noProof/>
                <w:webHidden/>
              </w:rPr>
              <w:tab/>
            </w:r>
            <w:r>
              <w:rPr>
                <w:noProof/>
                <w:webHidden/>
              </w:rPr>
              <w:fldChar w:fldCharType="begin"/>
            </w:r>
            <w:r>
              <w:rPr>
                <w:noProof/>
                <w:webHidden/>
              </w:rPr>
              <w:instrText xml:space="preserve"> PAGEREF _Toc211603269 \h </w:instrText>
            </w:r>
            <w:r>
              <w:rPr>
                <w:noProof/>
                <w:webHidden/>
              </w:rPr>
            </w:r>
            <w:r>
              <w:rPr>
                <w:noProof/>
                <w:webHidden/>
              </w:rPr>
              <w:fldChar w:fldCharType="separate"/>
            </w:r>
            <w:r>
              <w:rPr>
                <w:noProof/>
                <w:webHidden/>
              </w:rPr>
              <w:t>9</w:t>
            </w:r>
            <w:r>
              <w:rPr>
                <w:noProof/>
                <w:webHidden/>
              </w:rPr>
              <w:fldChar w:fldCharType="end"/>
            </w:r>
          </w:hyperlink>
        </w:p>
        <w:p w14:paraId="1A8C9149" w14:textId="13C21CC2"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70" w:history="1">
            <w:r w:rsidRPr="0048054F">
              <w:rPr>
                <w:rStyle w:val="Hyperlink"/>
                <w:noProof/>
                <w:lang w:eastAsia="zh-CN"/>
              </w:rPr>
              <w:t>9</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Gap Analysis</w:t>
            </w:r>
            <w:r>
              <w:rPr>
                <w:noProof/>
                <w:webHidden/>
              </w:rPr>
              <w:tab/>
            </w:r>
            <w:r>
              <w:rPr>
                <w:noProof/>
                <w:webHidden/>
              </w:rPr>
              <w:fldChar w:fldCharType="begin"/>
            </w:r>
            <w:r>
              <w:rPr>
                <w:noProof/>
                <w:webHidden/>
              </w:rPr>
              <w:instrText xml:space="preserve"> PAGEREF _Toc211603270 \h </w:instrText>
            </w:r>
            <w:r>
              <w:rPr>
                <w:noProof/>
                <w:webHidden/>
              </w:rPr>
            </w:r>
            <w:r>
              <w:rPr>
                <w:noProof/>
                <w:webHidden/>
              </w:rPr>
              <w:fldChar w:fldCharType="separate"/>
            </w:r>
            <w:r>
              <w:rPr>
                <w:noProof/>
                <w:webHidden/>
              </w:rPr>
              <w:t>10</w:t>
            </w:r>
            <w:r>
              <w:rPr>
                <w:noProof/>
                <w:webHidden/>
              </w:rPr>
              <w:fldChar w:fldCharType="end"/>
            </w:r>
          </w:hyperlink>
        </w:p>
        <w:p w14:paraId="1DAE4F0D" w14:textId="61935C1D"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71" w:history="1">
            <w:r w:rsidRPr="0048054F">
              <w:rPr>
                <w:rStyle w:val="Hyperlink"/>
                <w:noProof/>
              </w:rPr>
              <w:t>9.1.1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m73494 Analysis of systems media authenticity requirements based on MPEG-7 and MPEG-21</w:t>
            </w:r>
            <w:r>
              <w:rPr>
                <w:noProof/>
                <w:webHidden/>
              </w:rPr>
              <w:tab/>
            </w:r>
            <w:r>
              <w:rPr>
                <w:noProof/>
                <w:webHidden/>
              </w:rPr>
              <w:fldChar w:fldCharType="begin"/>
            </w:r>
            <w:r>
              <w:rPr>
                <w:noProof/>
                <w:webHidden/>
              </w:rPr>
              <w:instrText xml:space="preserve"> PAGEREF _Toc211603271 \h </w:instrText>
            </w:r>
            <w:r>
              <w:rPr>
                <w:noProof/>
                <w:webHidden/>
              </w:rPr>
            </w:r>
            <w:r>
              <w:rPr>
                <w:noProof/>
                <w:webHidden/>
              </w:rPr>
              <w:fldChar w:fldCharType="separate"/>
            </w:r>
            <w:r>
              <w:rPr>
                <w:noProof/>
                <w:webHidden/>
              </w:rPr>
              <w:t>10</w:t>
            </w:r>
            <w:r>
              <w:rPr>
                <w:noProof/>
                <w:webHidden/>
              </w:rPr>
              <w:fldChar w:fldCharType="end"/>
            </w:r>
          </w:hyperlink>
        </w:p>
        <w:p w14:paraId="431B5BAC" w14:textId="0CFA914C"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72" w:history="1">
            <w:r w:rsidRPr="0048054F">
              <w:rPr>
                <w:rStyle w:val="Hyperlink"/>
                <w:noProof/>
              </w:rPr>
              <w:t>9.1.2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m73485 Gap analysis of ISOBMFF and DASH to support media authentication requirements</w:t>
            </w:r>
            <w:r>
              <w:rPr>
                <w:noProof/>
                <w:webHidden/>
              </w:rPr>
              <w:tab/>
            </w:r>
            <w:r>
              <w:rPr>
                <w:noProof/>
                <w:webHidden/>
              </w:rPr>
              <w:fldChar w:fldCharType="begin"/>
            </w:r>
            <w:r>
              <w:rPr>
                <w:noProof/>
                <w:webHidden/>
              </w:rPr>
              <w:instrText xml:space="preserve"> PAGEREF _Toc211603272 \h </w:instrText>
            </w:r>
            <w:r>
              <w:rPr>
                <w:noProof/>
                <w:webHidden/>
              </w:rPr>
            </w:r>
            <w:r>
              <w:rPr>
                <w:noProof/>
                <w:webHidden/>
              </w:rPr>
              <w:fldChar w:fldCharType="separate"/>
            </w:r>
            <w:r>
              <w:rPr>
                <w:noProof/>
                <w:webHidden/>
              </w:rPr>
              <w:t>10</w:t>
            </w:r>
            <w:r>
              <w:rPr>
                <w:noProof/>
                <w:webHidden/>
              </w:rPr>
              <w:fldChar w:fldCharType="end"/>
            </w:r>
          </w:hyperlink>
        </w:p>
        <w:p w14:paraId="0B98A6EF" w14:textId="616B2407"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73" w:history="1">
            <w:r w:rsidRPr="0048054F">
              <w:rPr>
                <w:rStyle w:val="Hyperlink"/>
                <w:noProof/>
              </w:rPr>
              <w:t>9.1.3</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m73486 Gap analysis of C2PA to support media authentication requirements in ISOBMFF and DASH</w:t>
            </w:r>
            <w:r>
              <w:rPr>
                <w:noProof/>
                <w:webHidden/>
              </w:rPr>
              <w:tab/>
            </w:r>
            <w:r>
              <w:rPr>
                <w:noProof/>
                <w:webHidden/>
              </w:rPr>
              <w:fldChar w:fldCharType="begin"/>
            </w:r>
            <w:r>
              <w:rPr>
                <w:noProof/>
                <w:webHidden/>
              </w:rPr>
              <w:instrText xml:space="preserve"> PAGEREF _Toc211603273 \h </w:instrText>
            </w:r>
            <w:r>
              <w:rPr>
                <w:noProof/>
                <w:webHidden/>
              </w:rPr>
            </w:r>
            <w:r>
              <w:rPr>
                <w:noProof/>
                <w:webHidden/>
              </w:rPr>
              <w:fldChar w:fldCharType="separate"/>
            </w:r>
            <w:r>
              <w:rPr>
                <w:noProof/>
                <w:webHidden/>
              </w:rPr>
              <w:t>10</w:t>
            </w:r>
            <w:r>
              <w:rPr>
                <w:noProof/>
                <w:webHidden/>
              </w:rPr>
              <w:fldChar w:fldCharType="end"/>
            </w:r>
          </w:hyperlink>
        </w:p>
        <w:p w14:paraId="7A48E34E" w14:textId="7363C33C"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74" w:history="1">
            <w:r w:rsidRPr="0048054F">
              <w:rPr>
                <w:rStyle w:val="Hyperlink"/>
                <w:noProof/>
              </w:rPr>
              <w:t>9.2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m73486 Gap analysis of C2PA to support media authentication requirements in ISOBMFF and DASH</w:t>
            </w:r>
            <w:r>
              <w:rPr>
                <w:noProof/>
                <w:webHidden/>
              </w:rPr>
              <w:tab/>
            </w:r>
            <w:r>
              <w:rPr>
                <w:noProof/>
                <w:webHidden/>
              </w:rPr>
              <w:fldChar w:fldCharType="begin"/>
            </w:r>
            <w:r>
              <w:rPr>
                <w:noProof/>
                <w:webHidden/>
              </w:rPr>
              <w:instrText xml:space="preserve"> PAGEREF _Toc211603274 \h </w:instrText>
            </w:r>
            <w:r>
              <w:rPr>
                <w:noProof/>
                <w:webHidden/>
              </w:rPr>
            </w:r>
            <w:r>
              <w:rPr>
                <w:noProof/>
                <w:webHidden/>
              </w:rPr>
              <w:fldChar w:fldCharType="separate"/>
            </w:r>
            <w:r>
              <w:rPr>
                <w:noProof/>
                <w:webHidden/>
              </w:rPr>
              <w:t>11</w:t>
            </w:r>
            <w:r>
              <w:rPr>
                <w:noProof/>
                <w:webHidden/>
              </w:rPr>
              <w:fldChar w:fldCharType="end"/>
            </w:r>
          </w:hyperlink>
        </w:p>
        <w:p w14:paraId="59452849" w14:textId="712088BB"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75" w:history="1">
            <w:r w:rsidRPr="0048054F">
              <w:rPr>
                <w:rStyle w:val="Hyperlink"/>
                <w:noProof/>
                <w:lang w:eastAsia="zh-CN"/>
              </w:rPr>
              <w:t>10</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Workflows (based on m74553 and m7440)</w:t>
            </w:r>
            <w:r>
              <w:rPr>
                <w:noProof/>
                <w:webHidden/>
              </w:rPr>
              <w:tab/>
            </w:r>
            <w:r>
              <w:rPr>
                <w:noProof/>
                <w:webHidden/>
              </w:rPr>
              <w:fldChar w:fldCharType="begin"/>
            </w:r>
            <w:r>
              <w:rPr>
                <w:noProof/>
                <w:webHidden/>
              </w:rPr>
              <w:instrText xml:space="preserve"> PAGEREF _Toc211603275 \h </w:instrText>
            </w:r>
            <w:r>
              <w:rPr>
                <w:noProof/>
                <w:webHidden/>
              </w:rPr>
            </w:r>
            <w:r>
              <w:rPr>
                <w:noProof/>
                <w:webHidden/>
              </w:rPr>
              <w:fldChar w:fldCharType="separate"/>
            </w:r>
            <w:r>
              <w:rPr>
                <w:noProof/>
                <w:webHidden/>
              </w:rPr>
              <w:t>11</w:t>
            </w:r>
            <w:r>
              <w:rPr>
                <w:noProof/>
                <w:webHidden/>
              </w:rPr>
              <w:fldChar w:fldCharType="end"/>
            </w:r>
          </w:hyperlink>
        </w:p>
        <w:p w14:paraId="4D276996" w14:textId="5B8B8C05"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76" w:history="1">
            <w:r w:rsidRPr="0048054F">
              <w:rPr>
                <w:rStyle w:val="Hyperlink"/>
                <w:noProof/>
                <w:lang w:eastAsia="zh-CN"/>
              </w:rPr>
              <w:t>10.1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Streaming Workflow (m74553)</w:t>
            </w:r>
            <w:r>
              <w:rPr>
                <w:noProof/>
                <w:webHidden/>
              </w:rPr>
              <w:tab/>
            </w:r>
            <w:r>
              <w:rPr>
                <w:noProof/>
                <w:webHidden/>
              </w:rPr>
              <w:fldChar w:fldCharType="begin"/>
            </w:r>
            <w:r>
              <w:rPr>
                <w:noProof/>
                <w:webHidden/>
              </w:rPr>
              <w:instrText xml:space="preserve"> PAGEREF _Toc211603276 \h </w:instrText>
            </w:r>
            <w:r>
              <w:rPr>
                <w:noProof/>
                <w:webHidden/>
              </w:rPr>
            </w:r>
            <w:r>
              <w:rPr>
                <w:noProof/>
                <w:webHidden/>
              </w:rPr>
              <w:fldChar w:fldCharType="separate"/>
            </w:r>
            <w:r>
              <w:rPr>
                <w:noProof/>
                <w:webHidden/>
              </w:rPr>
              <w:t>11</w:t>
            </w:r>
            <w:r>
              <w:rPr>
                <w:noProof/>
                <w:webHidden/>
              </w:rPr>
              <w:fldChar w:fldCharType="end"/>
            </w:r>
          </w:hyperlink>
        </w:p>
        <w:p w14:paraId="7C0A7D00" w14:textId="50268F47"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77" w:history="1">
            <w:r w:rsidRPr="0048054F">
              <w:rPr>
                <w:rStyle w:val="Hyperlink"/>
                <w:noProof/>
                <w:lang w:eastAsia="zh-CN"/>
              </w:rPr>
              <w:t>10.2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File-based workflow (m74553)</w:t>
            </w:r>
            <w:r>
              <w:rPr>
                <w:noProof/>
                <w:webHidden/>
              </w:rPr>
              <w:tab/>
            </w:r>
            <w:r>
              <w:rPr>
                <w:noProof/>
                <w:webHidden/>
              </w:rPr>
              <w:fldChar w:fldCharType="begin"/>
            </w:r>
            <w:r>
              <w:rPr>
                <w:noProof/>
                <w:webHidden/>
              </w:rPr>
              <w:instrText xml:space="preserve"> PAGEREF _Toc211603277 \h </w:instrText>
            </w:r>
            <w:r>
              <w:rPr>
                <w:noProof/>
                <w:webHidden/>
              </w:rPr>
            </w:r>
            <w:r>
              <w:rPr>
                <w:noProof/>
                <w:webHidden/>
              </w:rPr>
              <w:fldChar w:fldCharType="separate"/>
            </w:r>
            <w:r>
              <w:rPr>
                <w:noProof/>
                <w:webHidden/>
              </w:rPr>
              <w:t>12</w:t>
            </w:r>
            <w:r>
              <w:rPr>
                <w:noProof/>
                <w:webHidden/>
              </w:rPr>
              <w:fldChar w:fldCharType="end"/>
            </w:r>
          </w:hyperlink>
        </w:p>
        <w:p w14:paraId="396A5D37" w14:textId="081191A3"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78" w:history="1">
            <w:r w:rsidRPr="0048054F">
              <w:rPr>
                <w:rStyle w:val="Hyperlink"/>
                <w:noProof/>
                <w:lang w:eastAsia="zh-CN"/>
              </w:rPr>
              <w:t>10.3</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Cross authentication in the file-based delivery workflow (m74440)</w:t>
            </w:r>
            <w:r>
              <w:rPr>
                <w:noProof/>
                <w:webHidden/>
              </w:rPr>
              <w:tab/>
            </w:r>
            <w:r>
              <w:rPr>
                <w:noProof/>
                <w:webHidden/>
              </w:rPr>
              <w:fldChar w:fldCharType="begin"/>
            </w:r>
            <w:r>
              <w:rPr>
                <w:noProof/>
                <w:webHidden/>
              </w:rPr>
              <w:instrText xml:space="preserve"> PAGEREF _Toc211603278 \h </w:instrText>
            </w:r>
            <w:r>
              <w:rPr>
                <w:noProof/>
                <w:webHidden/>
              </w:rPr>
            </w:r>
            <w:r>
              <w:rPr>
                <w:noProof/>
                <w:webHidden/>
              </w:rPr>
              <w:fldChar w:fldCharType="separate"/>
            </w:r>
            <w:r>
              <w:rPr>
                <w:noProof/>
                <w:webHidden/>
              </w:rPr>
              <w:t>14</w:t>
            </w:r>
            <w:r>
              <w:rPr>
                <w:noProof/>
                <w:webHidden/>
              </w:rPr>
              <w:fldChar w:fldCharType="end"/>
            </w:r>
          </w:hyperlink>
        </w:p>
        <w:p w14:paraId="4086D654" w14:textId="77195286"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79" w:history="1">
            <w:r w:rsidRPr="0048054F">
              <w:rPr>
                <w:rStyle w:val="Hyperlink"/>
                <w:noProof/>
                <w:lang w:eastAsia="zh-CN"/>
              </w:rPr>
              <w:t>10.4</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Content properties (m74553)</w:t>
            </w:r>
            <w:r>
              <w:rPr>
                <w:noProof/>
                <w:webHidden/>
              </w:rPr>
              <w:tab/>
            </w:r>
            <w:r>
              <w:rPr>
                <w:noProof/>
                <w:webHidden/>
              </w:rPr>
              <w:fldChar w:fldCharType="begin"/>
            </w:r>
            <w:r>
              <w:rPr>
                <w:noProof/>
                <w:webHidden/>
              </w:rPr>
              <w:instrText xml:space="preserve"> PAGEREF _Toc211603279 \h </w:instrText>
            </w:r>
            <w:r>
              <w:rPr>
                <w:noProof/>
                <w:webHidden/>
              </w:rPr>
            </w:r>
            <w:r>
              <w:rPr>
                <w:noProof/>
                <w:webHidden/>
              </w:rPr>
              <w:fldChar w:fldCharType="separate"/>
            </w:r>
            <w:r>
              <w:rPr>
                <w:noProof/>
                <w:webHidden/>
              </w:rPr>
              <w:t>15</w:t>
            </w:r>
            <w:r>
              <w:rPr>
                <w:noProof/>
                <w:webHidden/>
              </w:rPr>
              <w:fldChar w:fldCharType="end"/>
            </w:r>
          </w:hyperlink>
        </w:p>
        <w:p w14:paraId="0FD93C12" w14:textId="3D6EC5B3"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80" w:history="1">
            <w:r w:rsidRPr="0048054F">
              <w:rPr>
                <w:rStyle w:val="Hyperlink"/>
                <w:noProof/>
                <w:lang w:eastAsia="zh-CN"/>
              </w:rPr>
              <w:t>10.5</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Authentication properties (m74553)</w:t>
            </w:r>
            <w:r>
              <w:rPr>
                <w:noProof/>
                <w:webHidden/>
              </w:rPr>
              <w:tab/>
            </w:r>
            <w:r>
              <w:rPr>
                <w:noProof/>
                <w:webHidden/>
              </w:rPr>
              <w:fldChar w:fldCharType="begin"/>
            </w:r>
            <w:r>
              <w:rPr>
                <w:noProof/>
                <w:webHidden/>
              </w:rPr>
              <w:instrText xml:space="preserve"> PAGEREF _Toc211603280 \h </w:instrText>
            </w:r>
            <w:r>
              <w:rPr>
                <w:noProof/>
                <w:webHidden/>
              </w:rPr>
            </w:r>
            <w:r>
              <w:rPr>
                <w:noProof/>
                <w:webHidden/>
              </w:rPr>
              <w:fldChar w:fldCharType="separate"/>
            </w:r>
            <w:r>
              <w:rPr>
                <w:noProof/>
                <w:webHidden/>
              </w:rPr>
              <w:t>15</w:t>
            </w:r>
            <w:r>
              <w:rPr>
                <w:noProof/>
                <w:webHidden/>
              </w:rPr>
              <w:fldChar w:fldCharType="end"/>
            </w:r>
          </w:hyperlink>
        </w:p>
        <w:p w14:paraId="1BE23311" w14:textId="5A0DA4E1"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81" w:history="1">
            <w:r w:rsidRPr="0048054F">
              <w:rPr>
                <w:rStyle w:val="Hyperlink"/>
                <w:noProof/>
                <w:lang w:eastAsia="zh-CN"/>
              </w:rPr>
              <w:t>10.6</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Interfaces (m74553)</w:t>
            </w:r>
            <w:r>
              <w:rPr>
                <w:noProof/>
                <w:webHidden/>
              </w:rPr>
              <w:tab/>
            </w:r>
            <w:r>
              <w:rPr>
                <w:noProof/>
                <w:webHidden/>
              </w:rPr>
              <w:fldChar w:fldCharType="begin"/>
            </w:r>
            <w:r>
              <w:rPr>
                <w:noProof/>
                <w:webHidden/>
              </w:rPr>
              <w:instrText xml:space="preserve"> PAGEREF _Toc211603281 \h </w:instrText>
            </w:r>
            <w:r>
              <w:rPr>
                <w:noProof/>
                <w:webHidden/>
              </w:rPr>
            </w:r>
            <w:r>
              <w:rPr>
                <w:noProof/>
                <w:webHidden/>
              </w:rPr>
              <w:fldChar w:fldCharType="separate"/>
            </w:r>
            <w:r>
              <w:rPr>
                <w:noProof/>
                <w:webHidden/>
              </w:rPr>
              <w:t>15</w:t>
            </w:r>
            <w:r>
              <w:rPr>
                <w:noProof/>
                <w:webHidden/>
              </w:rPr>
              <w:fldChar w:fldCharType="end"/>
            </w:r>
          </w:hyperlink>
        </w:p>
        <w:p w14:paraId="4FCDD350" w14:textId="0ADB6838"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82" w:history="1">
            <w:r w:rsidRPr="0048054F">
              <w:rPr>
                <w:rStyle w:val="Hyperlink"/>
                <w:noProof/>
                <w:lang w:eastAsia="zh-CN"/>
              </w:rPr>
              <w:t>10.7</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Authentication functions (m74553)</w:t>
            </w:r>
            <w:r>
              <w:rPr>
                <w:noProof/>
                <w:webHidden/>
              </w:rPr>
              <w:tab/>
            </w:r>
            <w:r>
              <w:rPr>
                <w:noProof/>
                <w:webHidden/>
              </w:rPr>
              <w:fldChar w:fldCharType="begin"/>
            </w:r>
            <w:r>
              <w:rPr>
                <w:noProof/>
                <w:webHidden/>
              </w:rPr>
              <w:instrText xml:space="preserve"> PAGEREF _Toc211603282 \h </w:instrText>
            </w:r>
            <w:r>
              <w:rPr>
                <w:noProof/>
                <w:webHidden/>
              </w:rPr>
            </w:r>
            <w:r>
              <w:rPr>
                <w:noProof/>
                <w:webHidden/>
              </w:rPr>
              <w:fldChar w:fldCharType="separate"/>
            </w:r>
            <w:r>
              <w:rPr>
                <w:noProof/>
                <w:webHidden/>
              </w:rPr>
              <w:t>16</w:t>
            </w:r>
            <w:r>
              <w:rPr>
                <w:noProof/>
                <w:webHidden/>
              </w:rPr>
              <w:fldChar w:fldCharType="end"/>
            </w:r>
          </w:hyperlink>
        </w:p>
        <w:p w14:paraId="2630907C" w14:textId="30A2068D"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83" w:history="1">
            <w:r w:rsidRPr="0048054F">
              <w:rPr>
                <w:rStyle w:val="Hyperlink"/>
                <w:noProof/>
                <w:lang w:eastAsia="zh-CN"/>
              </w:rPr>
              <w:t>10.7.1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Authentication author</w:t>
            </w:r>
            <w:r>
              <w:rPr>
                <w:noProof/>
                <w:webHidden/>
              </w:rPr>
              <w:tab/>
            </w:r>
            <w:r>
              <w:rPr>
                <w:noProof/>
                <w:webHidden/>
              </w:rPr>
              <w:fldChar w:fldCharType="begin"/>
            </w:r>
            <w:r>
              <w:rPr>
                <w:noProof/>
                <w:webHidden/>
              </w:rPr>
              <w:instrText xml:space="preserve"> PAGEREF _Toc211603283 \h </w:instrText>
            </w:r>
            <w:r>
              <w:rPr>
                <w:noProof/>
                <w:webHidden/>
              </w:rPr>
            </w:r>
            <w:r>
              <w:rPr>
                <w:noProof/>
                <w:webHidden/>
              </w:rPr>
              <w:fldChar w:fldCharType="separate"/>
            </w:r>
            <w:r>
              <w:rPr>
                <w:noProof/>
                <w:webHidden/>
              </w:rPr>
              <w:t>16</w:t>
            </w:r>
            <w:r>
              <w:rPr>
                <w:noProof/>
                <w:webHidden/>
              </w:rPr>
              <w:fldChar w:fldCharType="end"/>
            </w:r>
          </w:hyperlink>
        </w:p>
        <w:p w14:paraId="3023B885" w14:textId="49C9B6EC"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84" w:history="1">
            <w:r w:rsidRPr="0048054F">
              <w:rPr>
                <w:rStyle w:val="Hyperlink"/>
                <w:noProof/>
                <w:lang w:eastAsia="zh-CN"/>
              </w:rPr>
              <w:t>10.7.2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Authentication verifier</w:t>
            </w:r>
            <w:r>
              <w:rPr>
                <w:noProof/>
                <w:webHidden/>
              </w:rPr>
              <w:tab/>
            </w:r>
            <w:r>
              <w:rPr>
                <w:noProof/>
                <w:webHidden/>
              </w:rPr>
              <w:fldChar w:fldCharType="begin"/>
            </w:r>
            <w:r>
              <w:rPr>
                <w:noProof/>
                <w:webHidden/>
              </w:rPr>
              <w:instrText xml:space="preserve"> PAGEREF _Toc211603284 \h </w:instrText>
            </w:r>
            <w:r>
              <w:rPr>
                <w:noProof/>
                <w:webHidden/>
              </w:rPr>
            </w:r>
            <w:r>
              <w:rPr>
                <w:noProof/>
                <w:webHidden/>
              </w:rPr>
              <w:fldChar w:fldCharType="separate"/>
            </w:r>
            <w:r>
              <w:rPr>
                <w:noProof/>
                <w:webHidden/>
              </w:rPr>
              <w:t>16</w:t>
            </w:r>
            <w:r>
              <w:rPr>
                <w:noProof/>
                <w:webHidden/>
              </w:rPr>
              <w:fldChar w:fldCharType="end"/>
            </w:r>
          </w:hyperlink>
        </w:p>
        <w:p w14:paraId="656A8721" w14:textId="4AAE01A2"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85" w:history="1">
            <w:r w:rsidRPr="0048054F">
              <w:rPr>
                <w:rStyle w:val="Hyperlink"/>
                <w:noProof/>
                <w:lang w:eastAsia="zh-CN"/>
              </w:rPr>
              <w:t>10.8</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Interfaces’</w:t>
            </w:r>
            <w:r w:rsidRPr="0048054F">
              <w:rPr>
                <w:rStyle w:val="Hyperlink"/>
                <w:noProof/>
                <w:lang w:eastAsia="zh-CN"/>
              </w:rPr>
              <w:t xml:space="preserve"> features (m74553)</w:t>
            </w:r>
            <w:r>
              <w:rPr>
                <w:noProof/>
                <w:webHidden/>
              </w:rPr>
              <w:tab/>
            </w:r>
            <w:r>
              <w:rPr>
                <w:noProof/>
                <w:webHidden/>
              </w:rPr>
              <w:fldChar w:fldCharType="begin"/>
            </w:r>
            <w:r>
              <w:rPr>
                <w:noProof/>
                <w:webHidden/>
              </w:rPr>
              <w:instrText xml:space="preserve"> PAGEREF _Toc211603285 \h </w:instrText>
            </w:r>
            <w:r>
              <w:rPr>
                <w:noProof/>
                <w:webHidden/>
              </w:rPr>
            </w:r>
            <w:r>
              <w:rPr>
                <w:noProof/>
                <w:webHidden/>
              </w:rPr>
              <w:fldChar w:fldCharType="separate"/>
            </w:r>
            <w:r>
              <w:rPr>
                <w:noProof/>
                <w:webHidden/>
              </w:rPr>
              <w:t>16</w:t>
            </w:r>
            <w:r>
              <w:rPr>
                <w:noProof/>
                <w:webHidden/>
              </w:rPr>
              <w:fldChar w:fldCharType="end"/>
            </w:r>
          </w:hyperlink>
        </w:p>
        <w:p w14:paraId="42CEDB66" w14:textId="50F0F5CB"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86" w:history="1">
            <w:r w:rsidRPr="0048054F">
              <w:rPr>
                <w:rStyle w:val="Hyperlink"/>
                <w:noProof/>
                <w:lang w:eastAsia="zh-CN"/>
              </w:rPr>
              <w:t>10.8.1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AIF-1a</w:t>
            </w:r>
            <w:r>
              <w:rPr>
                <w:noProof/>
                <w:webHidden/>
              </w:rPr>
              <w:tab/>
            </w:r>
            <w:r>
              <w:rPr>
                <w:noProof/>
                <w:webHidden/>
              </w:rPr>
              <w:fldChar w:fldCharType="begin"/>
            </w:r>
            <w:r>
              <w:rPr>
                <w:noProof/>
                <w:webHidden/>
              </w:rPr>
              <w:instrText xml:space="preserve"> PAGEREF _Toc211603286 \h </w:instrText>
            </w:r>
            <w:r>
              <w:rPr>
                <w:noProof/>
                <w:webHidden/>
              </w:rPr>
            </w:r>
            <w:r>
              <w:rPr>
                <w:noProof/>
                <w:webHidden/>
              </w:rPr>
              <w:fldChar w:fldCharType="separate"/>
            </w:r>
            <w:r>
              <w:rPr>
                <w:noProof/>
                <w:webHidden/>
              </w:rPr>
              <w:t>16</w:t>
            </w:r>
            <w:r>
              <w:rPr>
                <w:noProof/>
                <w:webHidden/>
              </w:rPr>
              <w:fldChar w:fldCharType="end"/>
            </w:r>
          </w:hyperlink>
        </w:p>
        <w:p w14:paraId="14C3ACCD" w14:textId="24CB876A"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87" w:history="1">
            <w:r w:rsidRPr="0048054F">
              <w:rPr>
                <w:rStyle w:val="Hyperlink"/>
                <w:noProof/>
                <w:lang w:val="en-US" w:eastAsia="zh-CN"/>
              </w:rPr>
              <w:t>10.8.2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val="en-US" w:eastAsia="zh-CN"/>
              </w:rPr>
              <w:t>AIF-1b</w:t>
            </w:r>
            <w:r>
              <w:rPr>
                <w:noProof/>
                <w:webHidden/>
              </w:rPr>
              <w:tab/>
            </w:r>
            <w:r>
              <w:rPr>
                <w:noProof/>
                <w:webHidden/>
              </w:rPr>
              <w:fldChar w:fldCharType="begin"/>
            </w:r>
            <w:r>
              <w:rPr>
                <w:noProof/>
                <w:webHidden/>
              </w:rPr>
              <w:instrText xml:space="preserve"> PAGEREF _Toc211603287 \h </w:instrText>
            </w:r>
            <w:r>
              <w:rPr>
                <w:noProof/>
                <w:webHidden/>
              </w:rPr>
            </w:r>
            <w:r>
              <w:rPr>
                <w:noProof/>
                <w:webHidden/>
              </w:rPr>
              <w:fldChar w:fldCharType="separate"/>
            </w:r>
            <w:r>
              <w:rPr>
                <w:noProof/>
                <w:webHidden/>
              </w:rPr>
              <w:t>16</w:t>
            </w:r>
            <w:r>
              <w:rPr>
                <w:noProof/>
                <w:webHidden/>
              </w:rPr>
              <w:fldChar w:fldCharType="end"/>
            </w:r>
          </w:hyperlink>
        </w:p>
        <w:p w14:paraId="31C8F8A9" w14:textId="148939EF"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88" w:history="1">
            <w:r w:rsidRPr="0048054F">
              <w:rPr>
                <w:rStyle w:val="Hyperlink"/>
                <w:noProof/>
                <w:lang w:val="en-US" w:eastAsia="zh-CN"/>
              </w:rPr>
              <w:t>10.8.3</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val="en-US" w:eastAsia="zh-CN"/>
              </w:rPr>
              <w:t>AIF-1c</w:t>
            </w:r>
            <w:r>
              <w:rPr>
                <w:noProof/>
                <w:webHidden/>
              </w:rPr>
              <w:tab/>
            </w:r>
            <w:r>
              <w:rPr>
                <w:noProof/>
                <w:webHidden/>
              </w:rPr>
              <w:fldChar w:fldCharType="begin"/>
            </w:r>
            <w:r>
              <w:rPr>
                <w:noProof/>
                <w:webHidden/>
              </w:rPr>
              <w:instrText xml:space="preserve"> PAGEREF _Toc211603288 \h </w:instrText>
            </w:r>
            <w:r>
              <w:rPr>
                <w:noProof/>
                <w:webHidden/>
              </w:rPr>
            </w:r>
            <w:r>
              <w:rPr>
                <w:noProof/>
                <w:webHidden/>
              </w:rPr>
              <w:fldChar w:fldCharType="separate"/>
            </w:r>
            <w:r>
              <w:rPr>
                <w:noProof/>
                <w:webHidden/>
              </w:rPr>
              <w:t>17</w:t>
            </w:r>
            <w:r>
              <w:rPr>
                <w:noProof/>
                <w:webHidden/>
              </w:rPr>
              <w:fldChar w:fldCharType="end"/>
            </w:r>
          </w:hyperlink>
        </w:p>
        <w:p w14:paraId="05F82A1D" w14:textId="26FD5B4F"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89" w:history="1">
            <w:r w:rsidRPr="0048054F">
              <w:rPr>
                <w:rStyle w:val="Hyperlink"/>
                <w:noProof/>
                <w:lang w:val="en-US" w:eastAsia="zh-CN"/>
              </w:rPr>
              <w:t>10.8.4</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val="en-US" w:eastAsia="zh-CN"/>
              </w:rPr>
              <w:t>AIF-2a</w:t>
            </w:r>
            <w:r>
              <w:rPr>
                <w:noProof/>
                <w:webHidden/>
              </w:rPr>
              <w:tab/>
            </w:r>
            <w:r>
              <w:rPr>
                <w:noProof/>
                <w:webHidden/>
              </w:rPr>
              <w:fldChar w:fldCharType="begin"/>
            </w:r>
            <w:r>
              <w:rPr>
                <w:noProof/>
                <w:webHidden/>
              </w:rPr>
              <w:instrText xml:space="preserve"> PAGEREF _Toc211603289 \h </w:instrText>
            </w:r>
            <w:r>
              <w:rPr>
                <w:noProof/>
                <w:webHidden/>
              </w:rPr>
            </w:r>
            <w:r>
              <w:rPr>
                <w:noProof/>
                <w:webHidden/>
              </w:rPr>
              <w:fldChar w:fldCharType="separate"/>
            </w:r>
            <w:r>
              <w:rPr>
                <w:noProof/>
                <w:webHidden/>
              </w:rPr>
              <w:t>17</w:t>
            </w:r>
            <w:r>
              <w:rPr>
                <w:noProof/>
                <w:webHidden/>
              </w:rPr>
              <w:fldChar w:fldCharType="end"/>
            </w:r>
          </w:hyperlink>
        </w:p>
        <w:p w14:paraId="1C744F4A" w14:textId="271C136F"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90" w:history="1">
            <w:r w:rsidRPr="0048054F">
              <w:rPr>
                <w:rStyle w:val="Hyperlink"/>
                <w:noProof/>
                <w:lang w:val="en-US" w:eastAsia="zh-CN"/>
              </w:rPr>
              <w:t>10.8.5</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val="en-US" w:eastAsia="zh-CN"/>
              </w:rPr>
              <w:t>AIF-2b</w:t>
            </w:r>
            <w:r>
              <w:rPr>
                <w:noProof/>
                <w:webHidden/>
              </w:rPr>
              <w:tab/>
            </w:r>
            <w:r>
              <w:rPr>
                <w:noProof/>
                <w:webHidden/>
              </w:rPr>
              <w:fldChar w:fldCharType="begin"/>
            </w:r>
            <w:r>
              <w:rPr>
                <w:noProof/>
                <w:webHidden/>
              </w:rPr>
              <w:instrText xml:space="preserve"> PAGEREF _Toc211603290 \h </w:instrText>
            </w:r>
            <w:r>
              <w:rPr>
                <w:noProof/>
                <w:webHidden/>
              </w:rPr>
            </w:r>
            <w:r>
              <w:rPr>
                <w:noProof/>
                <w:webHidden/>
              </w:rPr>
              <w:fldChar w:fldCharType="separate"/>
            </w:r>
            <w:r>
              <w:rPr>
                <w:noProof/>
                <w:webHidden/>
              </w:rPr>
              <w:t>17</w:t>
            </w:r>
            <w:r>
              <w:rPr>
                <w:noProof/>
                <w:webHidden/>
              </w:rPr>
              <w:fldChar w:fldCharType="end"/>
            </w:r>
          </w:hyperlink>
        </w:p>
        <w:p w14:paraId="35127890" w14:textId="6DB0FD0E"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91" w:history="1">
            <w:r w:rsidRPr="0048054F">
              <w:rPr>
                <w:rStyle w:val="Hyperlink"/>
                <w:noProof/>
                <w:lang w:val="en-US" w:eastAsia="zh-CN"/>
              </w:rPr>
              <w:t>10.8.6</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val="en-US" w:eastAsia="zh-CN"/>
              </w:rPr>
              <w:t>AIF-2c</w:t>
            </w:r>
            <w:r>
              <w:rPr>
                <w:noProof/>
                <w:webHidden/>
              </w:rPr>
              <w:tab/>
            </w:r>
            <w:r>
              <w:rPr>
                <w:noProof/>
                <w:webHidden/>
              </w:rPr>
              <w:fldChar w:fldCharType="begin"/>
            </w:r>
            <w:r>
              <w:rPr>
                <w:noProof/>
                <w:webHidden/>
              </w:rPr>
              <w:instrText xml:space="preserve"> PAGEREF _Toc211603291 \h </w:instrText>
            </w:r>
            <w:r>
              <w:rPr>
                <w:noProof/>
                <w:webHidden/>
              </w:rPr>
            </w:r>
            <w:r>
              <w:rPr>
                <w:noProof/>
                <w:webHidden/>
              </w:rPr>
              <w:fldChar w:fldCharType="separate"/>
            </w:r>
            <w:r>
              <w:rPr>
                <w:noProof/>
                <w:webHidden/>
              </w:rPr>
              <w:t>17</w:t>
            </w:r>
            <w:r>
              <w:rPr>
                <w:noProof/>
                <w:webHidden/>
              </w:rPr>
              <w:fldChar w:fldCharType="end"/>
            </w:r>
          </w:hyperlink>
        </w:p>
        <w:p w14:paraId="20A80C5F" w14:textId="36245B04"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92" w:history="1">
            <w:r w:rsidRPr="0048054F">
              <w:rPr>
                <w:rStyle w:val="Hyperlink"/>
                <w:noProof/>
                <w:lang w:val="en-US" w:eastAsia="zh-CN"/>
              </w:rPr>
              <w:t>10.8.7</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val="en-US" w:eastAsia="zh-CN"/>
              </w:rPr>
              <w:t>AIF-3c</w:t>
            </w:r>
            <w:r>
              <w:rPr>
                <w:noProof/>
                <w:webHidden/>
              </w:rPr>
              <w:tab/>
            </w:r>
            <w:r>
              <w:rPr>
                <w:noProof/>
                <w:webHidden/>
              </w:rPr>
              <w:fldChar w:fldCharType="begin"/>
            </w:r>
            <w:r>
              <w:rPr>
                <w:noProof/>
                <w:webHidden/>
              </w:rPr>
              <w:instrText xml:space="preserve"> PAGEREF _Toc211603292 \h </w:instrText>
            </w:r>
            <w:r>
              <w:rPr>
                <w:noProof/>
                <w:webHidden/>
              </w:rPr>
            </w:r>
            <w:r>
              <w:rPr>
                <w:noProof/>
                <w:webHidden/>
              </w:rPr>
              <w:fldChar w:fldCharType="separate"/>
            </w:r>
            <w:r>
              <w:rPr>
                <w:noProof/>
                <w:webHidden/>
              </w:rPr>
              <w:t>18</w:t>
            </w:r>
            <w:r>
              <w:rPr>
                <w:noProof/>
                <w:webHidden/>
              </w:rPr>
              <w:fldChar w:fldCharType="end"/>
            </w:r>
          </w:hyperlink>
        </w:p>
        <w:p w14:paraId="69EF6D1B" w14:textId="2CCFE888"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93" w:history="1">
            <w:r w:rsidRPr="0048054F">
              <w:rPr>
                <w:rStyle w:val="Hyperlink"/>
                <w:noProof/>
                <w:lang w:eastAsia="zh-CN"/>
              </w:rPr>
              <w:t>11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Potential work items (m74553)</w:t>
            </w:r>
            <w:r>
              <w:rPr>
                <w:noProof/>
                <w:webHidden/>
              </w:rPr>
              <w:tab/>
            </w:r>
            <w:r>
              <w:rPr>
                <w:noProof/>
                <w:webHidden/>
              </w:rPr>
              <w:fldChar w:fldCharType="begin"/>
            </w:r>
            <w:r>
              <w:rPr>
                <w:noProof/>
                <w:webHidden/>
              </w:rPr>
              <w:instrText xml:space="preserve"> PAGEREF _Toc211603293 \h </w:instrText>
            </w:r>
            <w:r>
              <w:rPr>
                <w:noProof/>
                <w:webHidden/>
              </w:rPr>
            </w:r>
            <w:r>
              <w:rPr>
                <w:noProof/>
                <w:webHidden/>
              </w:rPr>
              <w:fldChar w:fldCharType="separate"/>
            </w:r>
            <w:r>
              <w:rPr>
                <w:noProof/>
                <w:webHidden/>
              </w:rPr>
              <w:t>18</w:t>
            </w:r>
            <w:r>
              <w:rPr>
                <w:noProof/>
                <w:webHidden/>
              </w:rPr>
              <w:fldChar w:fldCharType="end"/>
            </w:r>
          </w:hyperlink>
        </w:p>
        <w:p w14:paraId="2139816C" w14:textId="28844FAD"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94" w:history="1">
            <w:r w:rsidRPr="0048054F">
              <w:rPr>
                <w:rStyle w:val="Hyperlink"/>
                <w:noProof/>
                <w:lang w:eastAsia="zh-CN"/>
              </w:rPr>
              <w:t>11.1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ISOBMFF</w:t>
            </w:r>
            <w:r>
              <w:rPr>
                <w:noProof/>
                <w:webHidden/>
              </w:rPr>
              <w:tab/>
            </w:r>
            <w:r>
              <w:rPr>
                <w:noProof/>
                <w:webHidden/>
              </w:rPr>
              <w:fldChar w:fldCharType="begin"/>
            </w:r>
            <w:r>
              <w:rPr>
                <w:noProof/>
                <w:webHidden/>
              </w:rPr>
              <w:instrText xml:space="preserve"> PAGEREF _Toc211603294 \h </w:instrText>
            </w:r>
            <w:r>
              <w:rPr>
                <w:noProof/>
                <w:webHidden/>
              </w:rPr>
            </w:r>
            <w:r>
              <w:rPr>
                <w:noProof/>
                <w:webHidden/>
              </w:rPr>
              <w:fldChar w:fldCharType="separate"/>
            </w:r>
            <w:r>
              <w:rPr>
                <w:noProof/>
                <w:webHidden/>
              </w:rPr>
              <w:t>18</w:t>
            </w:r>
            <w:r>
              <w:rPr>
                <w:noProof/>
                <w:webHidden/>
              </w:rPr>
              <w:fldChar w:fldCharType="end"/>
            </w:r>
          </w:hyperlink>
        </w:p>
        <w:p w14:paraId="3626D331" w14:textId="25247129"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95" w:history="1">
            <w:r w:rsidRPr="0048054F">
              <w:rPr>
                <w:rStyle w:val="Hyperlink"/>
                <w:noProof/>
                <w:lang w:val="en-US" w:eastAsia="zh-CN"/>
              </w:rPr>
              <w:t>11.1.1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val="en-US" w:eastAsia="zh-CN"/>
              </w:rPr>
              <w:t>System-level authentication information in tracks/track fragments</w:t>
            </w:r>
            <w:r>
              <w:rPr>
                <w:noProof/>
                <w:webHidden/>
              </w:rPr>
              <w:tab/>
            </w:r>
            <w:r>
              <w:rPr>
                <w:noProof/>
                <w:webHidden/>
              </w:rPr>
              <w:fldChar w:fldCharType="begin"/>
            </w:r>
            <w:r>
              <w:rPr>
                <w:noProof/>
                <w:webHidden/>
              </w:rPr>
              <w:instrText xml:space="preserve"> PAGEREF _Toc211603295 \h </w:instrText>
            </w:r>
            <w:r>
              <w:rPr>
                <w:noProof/>
                <w:webHidden/>
              </w:rPr>
            </w:r>
            <w:r>
              <w:rPr>
                <w:noProof/>
                <w:webHidden/>
              </w:rPr>
              <w:fldChar w:fldCharType="separate"/>
            </w:r>
            <w:r>
              <w:rPr>
                <w:noProof/>
                <w:webHidden/>
              </w:rPr>
              <w:t>18</w:t>
            </w:r>
            <w:r>
              <w:rPr>
                <w:noProof/>
                <w:webHidden/>
              </w:rPr>
              <w:fldChar w:fldCharType="end"/>
            </w:r>
          </w:hyperlink>
        </w:p>
        <w:p w14:paraId="0A80D92B" w14:textId="1EF5E933"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96" w:history="1">
            <w:r w:rsidRPr="0048054F">
              <w:rPr>
                <w:rStyle w:val="Hyperlink"/>
                <w:noProof/>
                <w:lang w:eastAsia="zh-CN"/>
              </w:rPr>
              <w:t>11.2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Elementary authentication information in tracks</w:t>
            </w:r>
            <w:r>
              <w:rPr>
                <w:noProof/>
                <w:webHidden/>
              </w:rPr>
              <w:tab/>
            </w:r>
            <w:r>
              <w:rPr>
                <w:noProof/>
                <w:webHidden/>
              </w:rPr>
              <w:fldChar w:fldCharType="begin"/>
            </w:r>
            <w:r>
              <w:rPr>
                <w:noProof/>
                <w:webHidden/>
              </w:rPr>
              <w:instrText xml:space="preserve"> PAGEREF _Toc211603296 \h </w:instrText>
            </w:r>
            <w:r>
              <w:rPr>
                <w:noProof/>
                <w:webHidden/>
              </w:rPr>
            </w:r>
            <w:r>
              <w:rPr>
                <w:noProof/>
                <w:webHidden/>
              </w:rPr>
              <w:fldChar w:fldCharType="separate"/>
            </w:r>
            <w:r>
              <w:rPr>
                <w:noProof/>
                <w:webHidden/>
              </w:rPr>
              <w:t>18</w:t>
            </w:r>
            <w:r>
              <w:rPr>
                <w:noProof/>
                <w:webHidden/>
              </w:rPr>
              <w:fldChar w:fldCharType="end"/>
            </w:r>
          </w:hyperlink>
        </w:p>
        <w:p w14:paraId="0C17FC59" w14:textId="2DC747EE"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297" w:history="1">
            <w:r w:rsidRPr="0048054F">
              <w:rPr>
                <w:rStyle w:val="Hyperlink"/>
                <w:noProof/>
                <w:lang w:eastAsia="zh-CN"/>
              </w:rPr>
              <w:t>11.3</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DASH</w:t>
            </w:r>
            <w:r>
              <w:rPr>
                <w:noProof/>
                <w:webHidden/>
              </w:rPr>
              <w:tab/>
            </w:r>
            <w:r>
              <w:rPr>
                <w:noProof/>
                <w:webHidden/>
              </w:rPr>
              <w:fldChar w:fldCharType="begin"/>
            </w:r>
            <w:r>
              <w:rPr>
                <w:noProof/>
                <w:webHidden/>
              </w:rPr>
              <w:instrText xml:space="preserve"> PAGEREF _Toc211603297 \h </w:instrText>
            </w:r>
            <w:r>
              <w:rPr>
                <w:noProof/>
                <w:webHidden/>
              </w:rPr>
            </w:r>
            <w:r>
              <w:rPr>
                <w:noProof/>
                <w:webHidden/>
              </w:rPr>
              <w:fldChar w:fldCharType="separate"/>
            </w:r>
            <w:r>
              <w:rPr>
                <w:noProof/>
                <w:webHidden/>
              </w:rPr>
              <w:t>18</w:t>
            </w:r>
            <w:r>
              <w:rPr>
                <w:noProof/>
                <w:webHidden/>
              </w:rPr>
              <w:fldChar w:fldCharType="end"/>
            </w:r>
          </w:hyperlink>
        </w:p>
        <w:p w14:paraId="0F389EE1" w14:textId="37FE7C7C" w:rsidR="00B4153C" w:rsidRDefault="00B4153C">
          <w:pPr>
            <w:pStyle w:val="TOC3"/>
            <w:rPr>
              <w:rFonts w:asciiTheme="minorHAnsi" w:eastAsiaTheme="minorEastAsia" w:hAnsiTheme="minorHAnsi" w:cstheme="minorBidi"/>
              <w:b w:val="0"/>
              <w:noProof/>
              <w:kern w:val="2"/>
              <w:sz w:val="24"/>
              <w:szCs w:val="24"/>
              <w:lang w:val="en-US" w:eastAsia="en-US"/>
              <w14:ligatures w14:val="standardContextual"/>
            </w:rPr>
          </w:pPr>
          <w:hyperlink w:anchor="_Toc211603298" w:history="1">
            <w:r w:rsidRPr="0048054F">
              <w:rPr>
                <w:rStyle w:val="Hyperlink"/>
                <w:noProof/>
                <w:lang w:val="en-US" w:eastAsia="zh-CN"/>
              </w:rPr>
              <w:t>11.3.1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val="en-US" w:eastAsia="zh-CN"/>
              </w:rPr>
              <w:t>Signaling at the manifest</w:t>
            </w:r>
            <w:r>
              <w:rPr>
                <w:noProof/>
                <w:webHidden/>
              </w:rPr>
              <w:tab/>
            </w:r>
            <w:r>
              <w:rPr>
                <w:noProof/>
                <w:webHidden/>
              </w:rPr>
              <w:fldChar w:fldCharType="begin"/>
            </w:r>
            <w:r>
              <w:rPr>
                <w:noProof/>
                <w:webHidden/>
              </w:rPr>
              <w:instrText xml:space="preserve"> PAGEREF _Toc211603298 \h </w:instrText>
            </w:r>
            <w:r>
              <w:rPr>
                <w:noProof/>
                <w:webHidden/>
              </w:rPr>
            </w:r>
            <w:r>
              <w:rPr>
                <w:noProof/>
                <w:webHidden/>
              </w:rPr>
              <w:fldChar w:fldCharType="separate"/>
            </w:r>
            <w:r>
              <w:rPr>
                <w:noProof/>
                <w:webHidden/>
              </w:rPr>
              <w:t>18</w:t>
            </w:r>
            <w:r>
              <w:rPr>
                <w:noProof/>
                <w:webHidden/>
              </w:rPr>
              <w:fldChar w:fldCharType="end"/>
            </w:r>
          </w:hyperlink>
        </w:p>
        <w:p w14:paraId="0A33C83A" w14:textId="794F6A68"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299" w:history="1">
            <w:r w:rsidRPr="0048054F">
              <w:rPr>
                <w:rStyle w:val="Hyperlink"/>
                <w:noProof/>
                <w:lang w:eastAsia="zh-CN"/>
              </w:rPr>
              <w:t>12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Proposed candidate solutions</w:t>
            </w:r>
            <w:r>
              <w:rPr>
                <w:noProof/>
                <w:webHidden/>
              </w:rPr>
              <w:tab/>
            </w:r>
            <w:r>
              <w:rPr>
                <w:noProof/>
                <w:webHidden/>
              </w:rPr>
              <w:fldChar w:fldCharType="begin"/>
            </w:r>
            <w:r>
              <w:rPr>
                <w:noProof/>
                <w:webHidden/>
              </w:rPr>
              <w:instrText xml:space="preserve"> PAGEREF _Toc211603299 \h </w:instrText>
            </w:r>
            <w:r>
              <w:rPr>
                <w:noProof/>
                <w:webHidden/>
              </w:rPr>
            </w:r>
            <w:r>
              <w:rPr>
                <w:noProof/>
                <w:webHidden/>
              </w:rPr>
              <w:fldChar w:fldCharType="separate"/>
            </w:r>
            <w:r>
              <w:rPr>
                <w:noProof/>
                <w:webHidden/>
              </w:rPr>
              <w:t>19</w:t>
            </w:r>
            <w:r>
              <w:rPr>
                <w:noProof/>
                <w:webHidden/>
              </w:rPr>
              <w:fldChar w:fldCharType="end"/>
            </w:r>
          </w:hyperlink>
        </w:p>
        <w:p w14:paraId="7F950C2B" w14:textId="262CF44D"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300" w:history="1">
            <w:r w:rsidRPr="0048054F">
              <w:rPr>
                <w:rStyle w:val="Hyperlink"/>
                <w:noProof/>
                <w:lang w:eastAsia="zh-CN"/>
              </w:rPr>
              <w:t>12.1</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Media cross authentication signaling in ISOBMFF (m74440)</w:t>
            </w:r>
            <w:r>
              <w:rPr>
                <w:noProof/>
                <w:webHidden/>
              </w:rPr>
              <w:tab/>
            </w:r>
            <w:r>
              <w:rPr>
                <w:noProof/>
                <w:webHidden/>
              </w:rPr>
              <w:fldChar w:fldCharType="begin"/>
            </w:r>
            <w:r>
              <w:rPr>
                <w:noProof/>
                <w:webHidden/>
              </w:rPr>
              <w:instrText xml:space="preserve"> PAGEREF _Toc211603300 \h </w:instrText>
            </w:r>
            <w:r>
              <w:rPr>
                <w:noProof/>
                <w:webHidden/>
              </w:rPr>
            </w:r>
            <w:r>
              <w:rPr>
                <w:noProof/>
                <w:webHidden/>
              </w:rPr>
              <w:fldChar w:fldCharType="separate"/>
            </w:r>
            <w:r>
              <w:rPr>
                <w:noProof/>
                <w:webHidden/>
              </w:rPr>
              <w:t>19</w:t>
            </w:r>
            <w:r>
              <w:rPr>
                <w:noProof/>
                <w:webHidden/>
              </w:rPr>
              <w:fldChar w:fldCharType="end"/>
            </w:r>
          </w:hyperlink>
        </w:p>
        <w:p w14:paraId="1400C92E" w14:textId="46F00AD2" w:rsidR="00B4153C" w:rsidRDefault="00B4153C">
          <w:pPr>
            <w:pStyle w:val="TOC2"/>
            <w:rPr>
              <w:rFonts w:asciiTheme="minorHAnsi" w:eastAsiaTheme="minorEastAsia" w:hAnsiTheme="minorHAnsi" w:cstheme="minorBidi"/>
              <w:b w:val="0"/>
              <w:noProof/>
              <w:kern w:val="2"/>
              <w:sz w:val="24"/>
              <w:szCs w:val="24"/>
              <w:lang w:val="en-US" w:eastAsia="en-US"/>
              <w14:ligatures w14:val="standardContextual"/>
            </w:rPr>
          </w:pPr>
          <w:hyperlink w:anchor="_Toc211603301" w:history="1">
            <w:r w:rsidRPr="0048054F">
              <w:rPr>
                <w:rStyle w:val="Hyperlink"/>
                <w:noProof/>
                <w:lang w:eastAsia="zh-CN"/>
              </w:rPr>
              <w:t>12.2</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Signaling in MPEG-2  TS (m74512)</w:t>
            </w:r>
            <w:r>
              <w:rPr>
                <w:noProof/>
                <w:webHidden/>
              </w:rPr>
              <w:tab/>
            </w:r>
            <w:r>
              <w:rPr>
                <w:noProof/>
                <w:webHidden/>
              </w:rPr>
              <w:fldChar w:fldCharType="begin"/>
            </w:r>
            <w:r>
              <w:rPr>
                <w:noProof/>
                <w:webHidden/>
              </w:rPr>
              <w:instrText xml:space="preserve"> PAGEREF _Toc211603301 \h </w:instrText>
            </w:r>
            <w:r>
              <w:rPr>
                <w:noProof/>
                <w:webHidden/>
              </w:rPr>
            </w:r>
            <w:r>
              <w:rPr>
                <w:noProof/>
                <w:webHidden/>
              </w:rPr>
              <w:fldChar w:fldCharType="separate"/>
            </w:r>
            <w:r>
              <w:rPr>
                <w:noProof/>
                <w:webHidden/>
              </w:rPr>
              <w:t>19</w:t>
            </w:r>
            <w:r>
              <w:rPr>
                <w:noProof/>
                <w:webHidden/>
              </w:rPr>
              <w:fldChar w:fldCharType="end"/>
            </w:r>
          </w:hyperlink>
        </w:p>
        <w:p w14:paraId="7D32B16A" w14:textId="4C62EA5F"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302" w:history="1">
            <w:r w:rsidRPr="0048054F">
              <w:rPr>
                <w:rStyle w:val="Hyperlink"/>
                <w:noProof/>
              </w:rPr>
              <w:t>13</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Discussion</w:t>
            </w:r>
            <w:r>
              <w:rPr>
                <w:rStyle w:val="Hyperlink"/>
                <w:noProof/>
              </w:rPr>
              <w:t>s</w:t>
            </w:r>
            <w:r w:rsidRPr="0048054F">
              <w:rPr>
                <w:rStyle w:val="Hyperlink"/>
                <w:noProof/>
              </w:rPr>
              <w:t xml:space="preserve"> at MPEG152</w:t>
            </w:r>
            <w:r>
              <w:rPr>
                <w:noProof/>
                <w:webHidden/>
              </w:rPr>
              <w:tab/>
            </w:r>
            <w:r>
              <w:rPr>
                <w:noProof/>
                <w:webHidden/>
              </w:rPr>
              <w:fldChar w:fldCharType="begin"/>
            </w:r>
            <w:r>
              <w:rPr>
                <w:noProof/>
                <w:webHidden/>
              </w:rPr>
              <w:instrText xml:space="preserve"> PAGEREF _Toc211603302 \h </w:instrText>
            </w:r>
            <w:r>
              <w:rPr>
                <w:noProof/>
                <w:webHidden/>
              </w:rPr>
            </w:r>
            <w:r>
              <w:rPr>
                <w:noProof/>
                <w:webHidden/>
              </w:rPr>
              <w:fldChar w:fldCharType="separate"/>
            </w:r>
            <w:r>
              <w:rPr>
                <w:noProof/>
                <w:webHidden/>
              </w:rPr>
              <w:t>19</w:t>
            </w:r>
            <w:r>
              <w:rPr>
                <w:noProof/>
                <w:webHidden/>
              </w:rPr>
              <w:fldChar w:fldCharType="end"/>
            </w:r>
          </w:hyperlink>
        </w:p>
        <w:p w14:paraId="1CCD2932" w14:textId="56DF378C"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303" w:history="1">
            <w:r w:rsidRPr="0048054F">
              <w:rPr>
                <w:rStyle w:val="Hyperlink"/>
                <w:noProof/>
              </w:rPr>
              <w:t>14</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rPr>
              <w:t>Recommendation</w:t>
            </w:r>
            <w:r>
              <w:rPr>
                <w:rStyle w:val="Hyperlink"/>
                <w:noProof/>
              </w:rPr>
              <w:t>s</w:t>
            </w:r>
            <w:r>
              <w:rPr>
                <w:noProof/>
                <w:webHidden/>
              </w:rPr>
              <w:tab/>
            </w:r>
            <w:r>
              <w:rPr>
                <w:noProof/>
                <w:webHidden/>
              </w:rPr>
              <w:fldChar w:fldCharType="begin"/>
            </w:r>
            <w:r>
              <w:rPr>
                <w:noProof/>
                <w:webHidden/>
              </w:rPr>
              <w:instrText xml:space="preserve"> PAGEREF _Toc211603303 \h </w:instrText>
            </w:r>
            <w:r>
              <w:rPr>
                <w:noProof/>
                <w:webHidden/>
              </w:rPr>
            </w:r>
            <w:r>
              <w:rPr>
                <w:noProof/>
                <w:webHidden/>
              </w:rPr>
              <w:fldChar w:fldCharType="separate"/>
            </w:r>
            <w:r>
              <w:rPr>
                <w:noProof/>
                <w:webHidden/>
              </w:rPr>
              <w:t>20</w:t>
            </w:r>
            <w:r>
              <w:rPr>
                <w:noProof/>
                <w:webHidden/>
              </w:rPr>
              <w:fldChar w:fldCharType="end"/>
            </w:r>
          </w:hyperlink>
        </w:p>
        <w:p w14:paraId="05B2160B" w14:textId="771A7B70" w:rsidR="00B4153C" w:rsidRDefault="00B4153C">
          <w:pPr>
            <w:pStyle w:val="TOC1"/>
            <w:rPr>
              <w:rFonts w:asciiTheme="minorHAnsi" w:eastAsiaTheme="minorEastAsia" w:hAnsiTheme="minorHAnsi" w:cstheme="minorBidi"/>
              <w:b w:val="0"/>
              <w:noProof/>
              <w:kern w:val="2"/>
              <w:sz w:val="24"/>
              <w:szCs w:val="24"/>
              <w:lang w:val="en-US" w:eastAsia="en-US"/>
              <w14:ligatures w14:val="standardContextual"/>
            </w:rPr>
          </w:pPr>
          <w:hyperlink w:anchor="_Toc211603304" w:history="1">
            <w:r w:rsidRPr="0048054F">
              <w:rPr>
                <w:rStyle w:val="Hyperlink"/>
                <w:noProof/>
                <w:lang w:eastAsia="zh-CN"/>
              </w:rPr>
              <w:t>15</w:t>
            </w:r>
            <w:r>
              <w:rPr>
                <w:rFonts w:asciiTheme="minorHAnsi" w:eastAsiaTheme="minorEastAsia" w:hAnsiTheme="minorHAnsi" w:cstheme="minorBidi"/>
                <w:b w:val="0"/>
                <w:noProof/>
                <w:kern w:val="2"/>
                <w:sz w:val="24"/>
                <w:szCs w:val="24"/>
                <w:lang w:val="en-US" w:eastAsia="en-US"/>
                <w14:ligatures w14:val="standardContextual"/>
              </w:rPr>
              <w:tab/>
            </w:r>
            <w:r w:rsidRPr="0048054F">
              <w:rPr>
                <w:rStyle w:val="Hyperlink"/>
                <w:noProof/>
                <w:lang w:eastAsia="zh-CN"/>
              </w:rPr>
              <w:t>References</w:t>
            </w:r>
            <w:r>
              <w:rPr>
                <w:noProof/>
                <w:webHidden/>
              </w:rPr>
              <w:tab/>
            </w:r>
            <w:r>
              <w:rPr>
                <w:noProof/>
                <w:webHidden/>
              </w:rPr>
              <w:fldChar w:fldCharType="begin"/>
            </w:r>
            <w:r>
              <w:rPr>
                <w:noProof/>
                <w:webHidden/>
              </w:rPr>
              <w:instrText xml:space="preserve"> PAGEREF _Toc211603304 \h </w:instrText>
            </w:r>
            <w:r>
              <w:rPr>
                <w:noProof/>
                <w:webHidden/>
              </w:rPr>
            </w:r>
            <w:r>
              <w:rPr>
                <w:noProof/>
                <w:webHidden/>
              </w:rPr>
              <w:fldChar w:fldCharType="separate"/>
            </w:r>
            <w:r>
              <w:rPr>
                <w:noProof/>
                <w:webHidden/>
              </w:rPr>
              <w:t>20</w:t>
            </w:r>
            <w:r>
              <w:rPr>
                <w:noProof/>
                <w:webHidden/>
              </w:rPr>
              <w:fldChar w:fldCharType="end"/>
            </w:r>
          </w:hyperlink>
        </w:p>
        <w:p w14:paraId="03BEF683" w14:textId="70A87BE5" w:rsidR="00FC13ED" w:rsidRDefault="00FC13ED">
          <w:r>
            <w:rPr>
              <w:b/>
              <w:bCs/>
              <w:noProof/>
            </w:rPr>
            <w:fldChar w:fldCharType="end"/>
          </w:r>
        </w:p>
      </w:sdtContent>
    </w:sdt>
    <w:p w14:paraId="5D9EC629" w14:textId="77777777" w:rsidR="00FC13ED" w:rsidRDefault="00FC13ED">
      <w:pPr>
        <w:spacing w:after="0" w:line="240" w:lineRule="auto"/>
        <w:jc w:val="left"/>
        <w:rPr>
          <w:b/>
          <w:noProof/>
          <w:sz w:val="32"/>
          <w:lang w:val="it-IT"/>
        </w:rPr>
      </w:pPr>
      <w:r>
        <w:rPr>
          <w:noProof/>
          <w:lang w:val="it-IT"/>
        </w:rPr>
        <w:br w:type="page"/>
      </w:r>
    </w:p>
    <w:p w14:paraId="7FA02093" w14:textId="77777777" w:rsidR="00226C5F" w:rsidRPr="00035A04" w:rsidRDefault="00226C5F" w:rsidP="00922ED3">
      <w:pPr>
        <w:pStyle w:val="Heading1"/>
        <w:rPr>
          <w:lang w:eastAsia="zh-CN"/>
        </w:rPr>
      </w:pPr>
      <w:bookmarkStart w:id="9" w:name="_Toc134677539"/>
      <w:bookmarkStart w:id="10" w:name="_Toc134678892"/>
      <w:bookmarkStart w:id="11" w:name="_Toc134679090"/>
      <w:bookmarkStart w:id="12" w:name="_Toc159495418"/>
      <w:bookmarkStart w:id="13" w:name="_Toc211603237"/>
      <w:bookmarkEnd w:id="9"/>
      <w:bookmarkEnd w:id="10"/>
      <w:bookmarkEnd w:id="11"/>
      <w:r>
        <w:rPr>
          <w:lang w:eastAsia="zh-CN"/>
        </w:rPr>
        <w:lastRenderedPageBreak/>
        <w:t>Introduction</w:t>
      </w:r>
      <w:bookmarkEnd w:id="12"/>
      <w:bookmarkEnd w:id="13"/>
    </w:p>
    <w:p w14:paraId="758E7F12" w14:textId="428531DD" w:rsidR="00226C5F" w:rsidRDefault="00226C5F" w:rsidP="00571A97">
      <w:r>
        <w:t xml:space="preserve">This </w:t>
      </w:r>
      <w:r w:rsidR="00D83F1A">
        <w:t>document defines the scope of</w:t>
      </w:r>
      <w:r w:rsidR="00F41B02">
        <w:t xml:space="preserve"> </w:t>
      </w:r>
      <w:r>
        <w:t xml:space="preserve">a </w:t>
      </w:r>
      <w:r w:rsidR="00D83F1A">
        <w:t xml:space="preserve">WG03 </w:t>
      </w:r>
      <w:r>
        <w:t>exploration o</w:t>
      </w:r>
      <w:r w:rsidR="00150B4F">
        <w:t>n media authentication and</w:t>
      </w:r>
      <w:r>
        <w:t xml:space="preserve"> AI-generated/altered content </w:t>
      </w:r>
      <w:r w:rsidR="00150B4F">
        <w:t>marking</w:t>
      </w:r>
      <w:r w:rsidR="00571A97">
        <w:t xml:space="preserve"> in the MPEG Systems standards.</w:t>
      </w:r>
    </w:p>
    <w:p w14:paraId="4ECCB2F9" w14:textId="4FE06053" w:rsidR="00150B4F" w:rsidRDefault="00150B4F" w:rsidP="00150B4F">
      <w:r>
        <w:rPr>
          <w:lang w:eastAsia="zh-CN"/>
        </w:rPr>
        <w:t xml:space="preserve">Media authentication, i.e. verification of the truthfulness of media content, through various means has been the subject of discussion, especially in the light of AI generated and altered content. Various news incidences involving the deepfakes, misinformation and disinformation about politics and elections, and public figures, and even in other popular subjects caused the legal authorities in various countries looking into legal aspects of media authentication and the need to require the means of authentication of a publish content for some applications and distribution platforms. While those activities are moving forward and their impact will be anticipated, the technical means enabling media authentication are highly desired to implement those legal requirements as well as the market needs. </w:t>
      </w:r>
    </w:p>
    <w:p w14:paraId="099C799B" w14:textId="2C012CA9" w:rsidR="00226C5F" w:rsidRDefault="00226C5F" w:rsidP="00922ED3">
      <w:pPr>
        <w:pStyle w:val="Heading1"/>
        <w:rPr>
          <w:lang w:eastAsia="zh-CN"/>
        </w:rPr>
      </w:pPr>
      <w:bookmarkStart w:id="14" w:name="_Toc159495419"/>
      <w:bookmarkStart w:id="15" w:name="_Toc211603238"/>
      <w:r>
        <w:rPr>
          <w:lang w:eastAsia="zh-CN"/>
        </w:rPr>
        <w:t>Background</w:t>
      </w:r>
      <w:bookmarkEnd w:id="15"/>
      <w:r>
        <w:rPr>
          <w:lang w:eastAsia="zh-CN"/>
        </w:rPr>
        <w:t xml:space="preserve"> </w:t>
      </w:r>
      <w:bookmarkEnd w:id="14"/>
    </w:p>
    <w:p w14:paraId="20CC1700" w14:textId="3E26FE44" w:rsidR="007D6B9E" w:rsidRPr="002E0444" w:rsidRDefault="007D6B9E" w:rsidP="002E0444">
      <w:pPr>
        <w:rPr>
          <w:lang w:val="en-CA"/>
        </w:rPr>
      </w:pPr>
      <w:r>
        <w:rPr>
          <w:lang w:val="en-CA"/>
        </w:rPr>
        <w:t xml:space="preserve">The need for media authentication and AI generated/altered content marking has been raising recently. </w:t>
      </w:r>
      <w:r w:rsidR="00150B4F">
        <w:rPr>
          <w:lang w:val="en-CA"/>
        </w:rPr>
        <w:t xml:space="preserve">Legislative works have been started in several jurisdictions that attempt to provide requirements </w:t>
      </w:r>
      <w:r>
        <w:rPr>
          <w:lang w:val="en-CA"/>
        </w:rPr>
        <w:t>for such solutions</w:t>
      </w:r>
      <w:r w:rsidR="002E0444">
        <w:rPr>
          <w:lang w:val="en-CA"/>
        </w:rPr>
        <w:t>.</w:t>
      </w:r>
    </w:p>
    <w:p w14:paraId="1BA88D2F" w14:textId="2EBE36AD" w:rsidR="004219AE" w:rsidRDefault="00150B4F" w:rsidP="00150B4F">
      <w:r w:rsidRPr="00961BAB">
        <w:t xml:space="preserve">The recent standard activities such as C2PA and JPEG TRUST  address some of the needed functionalities for certain media authentication use cases. However, </w:t>
      </w:r>
      <w:r w:rsidR="004219AE">
        <w:t>the ranges of use cases</w:t>
      </w:r>
      <w:r w:rsidR="00C85595">
        <w:t xml:space="preserve"> and application are vast</w:t>
      </w:r>
      <w:r w:rsidR="002E0444">
        <w:t>. The extend of the use cases and application, as well as various delivery schemes are outline in WG02-NXXXX.</w:t>
      </w:r>
      <w:r w:rsidR="00C85595" w:rsidRPr="00C85595">
        <w:t xml:space="preserve"> </w:t>
      </w:r>
    </w:p>
    <w:p w14:paraId="28CCAA26" w14:textId="475D6945" w:rsidR="007441CA" w:rsidRDefault="007D6B9E" w:rsidP="004219AE">
      <w:pPr>
        <w:rPr>
          <w:lang w:eastAsia="zh-CN"/>
        </w:rPr>
      </w:pPr>
      <w:r>
        <w:rPr>
          <w:lang w:eastAsia="zh-CN"/>
        </w:rPr>
        <w:t>In the technical field, the standard organizations and consortia have been recently investigated or started development of standards around media authentication. In MPEG, WG3 with the exploration on marking AI generated/altered media (</w:t>
      </w:r>
      <w:hyperlink r:id="rId10" w:history="1">
        <w:r>
          <w:rPr>
            <w:rStyle w:val="Hyperlink"/>
          </w:rPr>
          <w:t>MDS24619_WG03_N01411</w:t>
        </w:r>
      </w:hyperlink>
      <w:r>
        <w:t>)</w:t>
      </w:r>
      <w:r>
        <w:rPr>
          <w:lang w:eastAsia="zh-CN"/>
        </w:rPr>
        <w:t>, and JVET/WG5 with digital signed SEI messages have been working on this topic (</w:t>
      </w:r>
      <w:r w:rsidR="00275081" w:rsidRPr="00275081">
        <w:t>JVET-AK2006</w:t>
      </w:r>
      <w:r>
        <w:t>)</w:t>
      </w:r>
      <w:r>
        <w:rPr>
          <w:lang w:eastAsia="zh-CN"/>
        </w:rPr>
        <w:t>. Recently, WG</w:t>
      </w:r>
      <w:r w:rsidR="002E0444">
        <w:rPr>
          <w:lang w:eastAsia="zh-CN"/>
        </w:rPr>
        <w:t>02</w:t>
      </w:r>
      <w:r>
        <w:rPr>
          <w:lang w:eastAsia="zh-CN"/>
        </w:rPr>
        <w:t xml:space="preserve"> completed the requirements work on the media authentication (</w:t>
      </w:r>
      <w:r w:rsidRPr="00722DF3">
        <w:rPr>
          <w:sz w:val="20"/>
          <w:lang w:val="fr-FR"/>
        </w:rPr>
        <w:t>WG02_N0</w:t>
      </w:r>
      <w:r w:rsidR="00722DF3" w:rsidRPr="00722DF3">
        <w:rPr>
          <w:sz w:val="20"/>
          <w:lang w:val="fr-FR"/>
        </w:rPr>
        <w:t>427</w:t>
      </w:r>
      <w:r w:rsidRPr="00722DF3">
        <w:rPr>
          <w:lang w:eastAsia="zh-CN"/>
        </w:rPr>
        <w:t>),</w:t>
      </w:r>
      <w:r>
        <w:rPr>
          <w:lang w:eastAsia="zh-CN"/>
        </w:rPr>
        <w:t xml:space="preserve"> with the goal of creating an umbrella media authentication requirement document for the entire MPEG community. This document defines the main use cases and the technical requirement</w:t>
      </w:r>
      <w:r w:rsidR="002E0444">
        <w:rPr>
          <w:lang w:eastAsia="zh-CN"/>
        </w:rPr>
        <w:t>s</w:t>
      </w:r>
      <w:r>
        <w:rPr>
          <w:lang w:eastAsia="zh-CN"/>
        </w:rPr>
        <w:t xml:space="preserve">. </w:t>
      </w:r>
      <w:r w:rsidR="007441CA">
        <w:rPr>
          <w:lang w:eastAsia="zh-CN"/>
        </w:rPr>
        <w:t>Futhermore, contribution m</w:t>
      </w:r>
      <w:r w:rsidR="007441CA" w:rsidRPr="007441CA">
        <w:rPr>
          <w:lang w:eastAsia="zh-CN"/>
        </w:rPr>
        <w:t>71392</w:t>
      </w:r>
      <w:r w:rsidR="007441CA">
        <w:rPr>
          <w:lang w:eastAsia="zh-CN"/>
        </w:rPr>
        <w:t xml:space="preserve"> proposed a</w:t>
      </w:r>
      <w:r w:rsidR="004219AE">
        <w:rPr>
          <w:lang w:eastAsia="zh-CN"/>
        </w:rPr>
        <w:t xml:space="preserve"> subset of </w:t>
      </w:r>
      <w:r w:rsidR="007441CA">
        <w:rPr>
          <w:lang w:eastAsia="zh-CN"/>
        </w:rPr>
        <w:t xml:space="preserve">the WG02_N00413 </w:t>
      </w:r>
      <w:r w:rsidR="004219AE">
        <w:rPr>
          <w:lang w:eastAsia="zh-CN"/>
        </w:rPr>
        <w:t xml:space="preserve">requirements for the MPEG system standards and contribution </w:t>
      </w:r>
      <w:r w:rsidR="004219AE" w:rsidRPr="004219AE">
        <w:rPr>
          <w:lang w:eastAsia="zh-CN"/>
        </w:rPr>
        <w:t>m71125</w:t>
      </w:r>
      <w:r w:rsidR="004219AE">
        <w:rPr>
          <w:lang w:eastAsia="zh-CN"/>
        </w:rPr>
        <w:t xml:space="preserve"> proposed a method for the use of C2PA with MPEG DASH</w:t>
      </w:r>
      <w:r w:rsidR="002E0444">
        <w:rPr>
          <w:lang w:eastAsia="zh-CN"/>
        </w:rPr>
        <w:t xml:space="preserve"> to address some of the requirements.</w:t>
      </w:r>
    </w:p>
    <w:p w14:paraId="6D4F7B9A" w14:textId="77777777" w:rsidR="009B1FA2" w:rsidRDefault="009B1FA2" w:rsidP="009B1FA2">
      <w:pPr>
        <w:widowControl w:val="0"/>
        <w:autoSpaceDE w:val="0"/>
        <w:autoSpaceDN w:val="0"/>
        <w:spacing w:after="0" w:line="240" w:lineRule="auto"/>
        <w:jc w:val="left"/>
        <w:rPr>
          <w:lang w:eastAsia="zh-CN"/>
        </w:rPr>
      </w:pPr>
    </w:p>
    <w:p w14:paraId="6EC5D601" w14:textId="77777777" w:rsidR="009B1FA2" w:rsidRPr="00961BAB" w:rsidRDefault="009B1FA2" w:rsidP="009B1FA2">
      <w:pPr>
        <w:pStyle w:val="Heading1"/>
        <w:rPr>
          <w:lang w:eastAsia="zh-CN"/>
        </w:rPr>
      </w:pPr>
      <w:bookmarkStart w:id="16" w:name="_Hlk193899855"/>
      <w:bookmarkStart w:id="17" w:name="_Hlk181882032"/>
      <w:bookmarkStart w:id="18" w:name="_Toc211603239"/>
      <w:r>
        <w:rPr>
          <w:lang w:eastAsia="zh-CN"/>
        </w:rPr>
        <w:t>System level r</w:t>
      </w:r>
      <w:r w:rsidRPr="007641C6">
        <w:rPr>
          <w:lang w:eastAsia="zh-CN"/>
        </w:rPr>
        <w:t>equirements on technologies for multimedia authenticatio</w:t>
      </w:r>
      <w:bookmarkEnd w:id="16"/>
      <w:r>
        <w:rPr>
          <w:lang w:eastAsia="zh-CN"/>
        </w:rPr>
        <w:t>n</w:t>
      </w:r>
      <w:bookmarkEnd w:id="18"/>
    </w:p>
    <w:p w14:paraId="10262575" w14:textId="77777777" w:rsidR="009B1FA2" w:rsidRPr="00961BAB" w:rsidRDefault="009B1FA2" w:rsidP="009B1FA2">
      <w:r w:rsidRPr="00961BAB">
        <w:t xml:space="preserve">Multimedia content, including text, images, audio, and video, is integral to modern life.  Its reliable exchange is supported globally by ISO/IEC JTC1/SC 29 standards. However, its trustworthy usability is increasingly challenged by sophisticated forgeries and manipulations like AI-driven deepfakes. Since such techniques blur the lines between reality and fabrication, they raise significant cybersecurity and trust issues within digital ecosystems. </w:t>
      </w:r>
    </w:p>
    <w:p w14:paraId="2277BF7D" w14:textId="77777777" w:rsidR="009B1FA2" w:rsidRPr="00961BAB" w:rsidRDefault="009B1FA2" w:rsidP="009B1FA2">
      <w:pPr>
        <w:rPr>
          <w:rFonts w:eastAsia="DengXian"/>
          <w:lang w:eastAsia="zh-CN"/>
        </w:rPr>
      </w:pPr>
      <w:r w:rsidRPr="00961BAB">
        <w:t xml:space="preserve">It is observed that for some of the ISO/IEC JTC1/SC 29 standards like MPEG-D USAC or VVC, no mechanisms for trustworthy verification exist which, on the one hand, can be realized in an independent and self-contained way within these standards but which, on the other hand, can be combined with each other and with other layers of the MPEG-ecosystem. While the first aspect is crucial for applications like independent streaming, the second aspect is important to prevent forgeries via fake combinations of individually verified media assets. </w:t>
      </w:r>
    </w:p>
    <w:p w14:paraId="1CB5D7F2" w14:textId="751C8F37" w:rsidR="009B1FA2" w:rsidRDefault="009B1FA2" w:rsidP="009B1FA2">
      <w:r w:rsidRPr="00961BAB">
        <w:t>In parallel, the rapid evolution of artificial intelligence (AI) technologies</w:t>
      </w:r>
      <w:r w:rsidRPr="00961BAB">
        <w:rPr>
          <w:rFonts w:hint="eastAsia"/>
        </w:rPr>
        <w:t>—</w:t>
      </w:r>
      <w:r w:rsidRPr="00961BAB">
        <w:t>particularly in large language models, image and video generation, and multimodal systems</w:t>
      </w:r>
      <w:r w:rsidRPr="00961BAB">
        <w:rPr>
          <w:rFonts w:hint="eastAsia"/>
        </w:rPr>
        <w:t>—</w:t>
      </w:r>
      <w:r w:rsidRPr="00961BAB">
        <w:t xml:space="preserve">has significantly transformed industries like </w:t>
      </w:r>
      <w:r w:rsidRPr="00961BAB">
        <w:lastRenderedPageBreak/>
        <w:t>entertainment and healthcare by enhancing productivity and creativity. However, this progress has also led to ethical concerns regarding the proliferation of deceptive content. The growing prevalence of AI-generated content underscores the urgent need for novel verification technologies to maintain media authenticity and prevent malicious usage, restoring trust in digital sources.</w:t>
      </w:r>
    </w:p>
    <w:p w14:paraId="74B150C1" w14:textId="63AF2485" w:rsidR="009B1FA2" w:rsidRPr="00961BAB" w:rsidRDefault="009B1FA2" w:rsidP="009B1FA2">
      <w:r>
        <w:t xml:space="preserve">This document captures the subset of requirements defined in </w:t>
      </w:r>
      <w:r w:rsidRPr="00762354">
        <w:t>WG02_N042</w:t>
      </w:r>
      <w:r>
        <w:t xml:space="preserve"> as the system level requirements for the media authentication.</w:t>
      </w:r>
    </w:p>
    <w:p w14:paraId="5173FB44" w14:textId="77777777" w:rsidR="009B1FA2" w:rsidRPr="00961BAB" w:rsidRDefault="009B1FA2" w:rsidP="009B1FA2">
      <w:pPr>
        <w:pStyle w:val="Heading1"/>
        <w:rPr>
          <w:lang w:eastAsia="zh-CN"/>
        </w:rPr>
      </w:pPr>
      <w:bookmarkStart w:id="19" w:name="_Toc211603240"/>
      <w:r w:rsidRPr="00961BAB">
        <w:rPr>
          <w:lang w:eastAsia="zh-CN"/>
        </w:rPr>
        <w:t>Definitions</w:t>
      </w:r>
      <w:bookmarkEnd w:id="19"/>
    </w:p>
    <w:p w14:paraId="697B42FB" w14:textId="77777777" w:rsidR="009B1FA2" w:rsidRPr="00961BAB" w:rsidRDefault="009B1FA2" w:rsidP="009B1FA2">
      <w:pPr>
        <w:rPr>
          <w:lang w:eastAsia="zh-CN"/>
        </w:rPr>
      </w:pPr>
      <w:r w:rsidRPr="00961BAB">
        <w:rPr>
          <w:lang w:eastAsia="zh-CN"/>
        </w:rPr>
        <w:t xml:space="preserve">This section provides the definition </w:t>
      </w:r>
      <w:r>
        <w:rPr>
          <w:lang w:eastAsia="zh-CN"/>
        </w:rPr>
        <w:t>of</w:t>
      </w:r>
      <w:r w:rsidRPr="00961BAB">
        <w:rPr>
          <w:lang w:eastAsia="zh-CN"/>
        </w:rPr>
        <w:t xml:space="preserve"> terms used in this document.</w:t>
      </w:r>
    </w:p>
    <w:tbl>
      <w:tblPr>
        <w:tblStyle w:val="TableGrid"/>
        <w:tblW w:w="0" w:type="auto"/>
        <w:tblLook w:val="04A0" w:firstRow="1" w:lastRow="0" w:firstColumn="1" w:lastColumn="0" w:noHBand="0" w:noVBand="1"/>
      </w:tblPr>
      <w:tblGrid>
        <w:gridCol w:w="2569"/>
        <w:gridCol w:w="6357"/>
      </w:tblGrid>
      <w:tr w:rsidR="009B1FA2" w:rsidRPr="00961BAB" w14:paraId="3BAA6CDD" w14:textId="77777777" w:rsidTr="00CC37CB">
        <w:tc>
          <w:tcPr>
            <w:tcW w:w="2569" w:type="dxa"/>
            <w:tcBorders>
              <w:top w:val="single" w:sz="4" w:space="0" w:color="auto"/>
              <w:left w:val="single" w:sz="4" w:space="0" w:color="auto"/>
              <w:bottom w:val="single" w:sz="4" w:space="0" w:color="auto"/>
              <w:right w:val="single" w:sz="4" w:space="0" w:color="auto"/>
            </w:tcBorders>
            <w:hideMark/>
          </w:tcPr>
          <w:p w14:paraId="38C58AE0" w14:textId="77777777" w:rsidR="009B1FA2" w:rsidRPr="00961BAB" w:rsidRDefault="009B1FA2" w:rsidP="00CC37CB">
            <w:pPr>
              <w:rPr>
                <w:b/>
                <w:lang w:eastAsia="zh-CN"/>
              </w:rPr>
            </w:pPr>
            <w:r w:rsidRPr="00961BAB">
              <w:rPr>
                <w:b/>
                <w:lang w:eastAsia="zh-CN"/>
              </w:rPr>
              <w:t>Media types</w:t>
            </w:r>
          </w:p>
        </w:tc>
        <w:tc>
          <w:tcPr>
            <w:tcW w:w="6357" w:type="dxa"/>
            <w:tcBorders>
              <w:top w:val="single" w:sz="4" w:space="0" w:color="auto"/>
              <w:left w:val="single" w:sz="4" w:space="0" w:color="auto"/>
              <w:bottom w:val="single" w:sz="4" w:space="0" w:color="auto"/>
              <w:right w:val="single" w:sz="4" w:space="0" w:color="auto"/>
            </w:tcBorders>
            <w:hideMark/>
          </w:tcPr>
          <w:p w14:paraId="0D6D783D" w14:textId="77777777" w:rsidR="009B1FA2" w:rsidRPr="00961BAB" w:rsidRDefault="009B1FA2" w:rsidP="00CC37CB">
            <w:pPr>
              <w:rPr>
                <w:lang w:val="en-GB" w:eastAsia="zh-CN"/>
              </w:rPr>
            </w:pPr>
            <w:r w:rsidRPr="00961BAB">
              <w:rPr>
                <w:lang w:val="en-GB" w:eastAsia="zh-CN"/>
              </w:rPr>
              <w:t>Types of media including 2-D and multi-component video and visual (such as graphics and animation), audio, closed caption, and haptics.</w:t>
            </w:r>
          </w:p>
        </w:tc>
      </w:tr>
      <w:tr w:rsidR="009B1FA2" w:rsidRPr="00961BAB" w14:paraId="550A2A48" w14:textId="77777777" w:rsidTr="00CC37CB">
        <w:tc>
          <w:tcPr>
            <w:tcW w:w="2569" w:type="dxa"/>
            <w:tcBorders>
              <w:top w:val="single" w:sz="4" w:space="0" w:color="auto"/>
              <w:left w:val="single" w:sz="4" w:space="0" w:color="auto"/>
              <w:bottom w:val="single" w:sz="4" w:space="0" w:color="auto"/>
              <w:right w:val="single" w:sz="4" w:space="0" w:color="auto"/>
            </w:tcBorders>
          </w:tcPr>
          <w:p w14:paraId="141F36AD" w14:textId="77777777" w:rsidR="009B1FA2" w:rsidRPr="00961BAB" w:rsidRDefault="009B1FA2" w:rsidP="00CC37CB">
            <w:pPr>
              <w:rPr>
                <w:b/>
                <w:lang w:eastAsia="zh-CN"/>
              </w:rPr>
            </w:pPr>
            <w:r w:rsidRPr="00961BAB">
              <w:rPr>
                <w:b/>
                <w:lang w:eastAsia="zh-CN"/>
              </w:rPr>
              <w:t>Media asset</w:t>
            </w:r>
          </w:p>
        </w:tc>
        <w:tc>
          <w:tcPr>
            <w:tcW w:w="6357" w:type="dxa"/>
            <w:tcBorders>
              <w:top w:val="single" w:sz="4" w:space="0" w:color="auto"/>
              <w:left w:val="single" w:sz="4" w:space="0" w:color="auto"/>
              <w:bottom w:val="single" w:sz="4" w:space="0" w:color="auto"/>
              <w:right w:val="single" w:sz="4" w:space="0" w:color="auto"/>
            </w:tcBorders>
          </w:tcPr>
          <w:p w14:paraId="0C813CE7" w14:textId="77777777" w:rsidR="009B1FA2" w:rsidRPr="00961BAB" w:rsidRDefault="009B1FA2" w:rsidP="00CC37CB">
            <w:pPr>
              <w:rPr>
                <w:lang w:val="en-GB" w:eastAsia="zh-CN"/>
              </w:rPr>
            </w:pPr>
            <w:r w:rsidRPr="00961BAB">
              <w:rPr>
                <w:lang w:val="en-GB" w:eastAsia="zh-CN"/>
              </w:rPr>
              <w:t>A media content that may consist of one or more media types, and one or more tracks of each type, which together constitute a media presentation.</w:t>
            </w:r>
          </w:p>
        </w:tc>
      </w:tr>
      <w:tr w:rsidR="009B1FA2" w:rsidRPr="00961BAB" w14:paraId="13DB9974" w14:textId="77777777" w:rsidTr="00CC37CB">
        <w:tc>
          <w:tcPr>
            <w:tcW w:w="2569" w:type="dxa"/>
            <w:tcBorders>
              <w:top w:val="single" w:sz="4" w:space="0" w:color="auto"/>
              <w:left w:val="single" w:sz="4" w:space="0" w:color="auto"/>
              <w:bottom w:val="single" w:sz="4" w:space="0" w:color="auto"/>
              <w:right w:val="single" w:sz="4" w:space="0" w:color="auto"/>
            </w:tcBorders>
          </w:tcPr>
          <w:p w14:paraId="0204E720" w14:textId="77777777" w:rsidR="009B1FA2" w:rsidRPr="00961BAB" w:rsidRDefault="009B1FA2" w:rsidP="00CC37CB">
            <w:pPr>
              <w:rPr>
                <w:b/>
                <w:lang w:eastAsia="zh-CN"/>
              </w:rPr>
            </w:pPr>
            <w:r w:rsidRPr="00961BAB">
              <w:rPr>
                <w:b/>
                <w:lang w:eastAsia="zh-CN"/>
              </w:rPr>
              <w:t>Media asset metadata</w:t>
            </w:r>
          </w:p>
        </w:tc>
        <w:tc>
          <w:tcPr>
            <w:tcW w:w="6357" w:type="dxa"/>
            <w:tcBorders>
              <w:top w:val="single" w:sz="4" w:space="0" w:color="auto"/>
              <w:left w:val="single" w:sz="4" w:space="0" w:color="auto"/>
              <w:bottom w:val="single" w:sz="4" w:space="0" w:color="auto"/>
              <w:right w:val="single" w:sz="4" w:space="0" w:color="auto"/>
            </w:tcBorders>
          </w:tcPr>
          <w:p w14:paraId="1123575F" w14:textId="77777777" w:rsidR="009B1FA2" w:rsidRPr="00961BAB" w:rsidRDefault="009B1FA2" w:rsidP="00CC37CB">
            <w:pPr>
              <w:rPr>
                <w:lang w:val="en-GB" w:eastAsia="zh-CN"/>
              </w:rPr>
            </w:pPr>
            <w:r w:rsidRPr="00961BAB">
              <w:rPr>
                <w:lang w:val="en-GB" w:eastAsia="zh-CN"/>
              </w:rPr>
              <w:t xml:space="preserve">The portion of a media asset that </w:t>
            </w:r>
            <w:r>
              <w:rPr>
                <w:lang w:val="en-GB" w:eastAsia="zh-CN"/>
              </w:rPr>
              <w:t>provides</w:t>
            </w:r>
            <w:r w:rsidRPr="00961BAB">
              <w:rPr>
                <w:lang w:val="en-GB" w:eastAsia="zh-CN"/>
              </w:rPr>
              <w:t xml:space="preserve"> </w:t>
            </w:r>
            <w:r>
              <w:rPr>
                <w:lang w:val="en-GB" w:eastAsia="zh-CN"/>
              </w:rPr>
              <w:t xml:space="preserve">information </w:t>
            </w:r>
            <w:r w:rsidRPr="00961BAB">
              <w:rPr>
                <w:lang w:val="en-GB" w:eastAsia="zh-CN"/>
              </w:rPr>
              <w:t>about the media asset or its content</w:t>
            </w:r>
            <w:r>
              <w:rPr>
                <w:lang w:val="en-GB" w:eastAsia="zh-CN"/>
              </w:rPr>
              <w:t xml:space="preserve"> that is not directly used for rendering the media presentation</w:t>
            </w:r>
            <w:r w:rsidRPr="00961BAB">
              <w:rPr>
                <w:lang w:val="en-GB" w:eastAsia="zh-CN"/>
              </w:rPr>
              <w:t xml:space="preserve">, such as location, creator, annotations or IPR information </w:t>
            </w:r>
            <w:r w:rsidRPr="00961BAB">
              <w:rPr>
                <w:vertAlign w:val="superscript"/>
                <w:lang w:val="en-GB" w:eastAsia="zh-CN"/>
              </w:rPr>
              <w:t>[2]</w:t>
            </w:r>
            <w:r w:rsidRPr="00961BAB">
              <w:rPr>
                <w:lang w:val="en-GB" w:eastAsia="zh-CN"/>
              </w:rPr>
              <w:t>.</w:t>
            </w:r>
          </w:p>
        </w:tc>
      </w:tr>
      <w:tr w:rsidR="009B1FA2" w:rsidRPr="00961BAB" w14:paraId="638D0E1B" w14:textId="77777777" w:rsidTr="00CC37CB">
        <w:tc>
          <w:tcPr>
            <w:tcW w:w="2569" w:type="dxa"/>
            <w:tcBorders>
              <w:top w:val="single" w:sz="4" w:space="0" w:color="auto"/>
              <w:left w:val="single" w:sz="4" w:space="0" w:color="auto"/>
              <w:bottom w:val="single" w:sz="4" w:space="0" w:color="auto"/>
              <w:right w:val="single" w:sz="4" w:space="0" w:color="auto"/>
            </w:tcBorders>
            <w:hideMark/>
          </w:tcPr>
          <w:p w14:paraId="6A9ABB9F" w14:textId="77777777" w:rsidR="009B1FA2" w:rsidRPr="00961BAB" w:rsidRDefault="009B1FA2" w:rsidP="00CC37CB">
            <w:pPr>
              <w:rPr>
                <w:b/>
                <w:lang w:eastAsia="zh-CN"/>
              </w:rPr>
            </w:pPr>
            <w:r w:rsidRPr="00961BAB">
              <w:rPr>
                <w:b/>
                <w:lang w:eastAsia="zh-CN"/>
              </w:rPr>
              <w:t>Media authentication</w:t>
            </w:r>
          </w:p>
        </w:tc>
        <w:tc>
          <w:tcPr>
            <w:tcW w:w="6357" w:type="dxa"/>
            <w:tcBorders>
              <w:top w:val="single" w:sz="4" w:space="0" w:color="auto"/>
              <w:left w:val="single" w:sz="4" w:space="0" w:color="auto"/>
              <w:bottom w:val="single" w:sz="4" w:space="0" w:color="auto"/>
              <w:right w:val="single" w:sz="4" w:space="0" w:color="auto"/>
            </w:tcBorders>
            <w:hideMark/>
          </w:tcPr>
          <w:p w14:paraId="4D1CC3B6" w14:textId="77777777" w:rsidR="009B1FA2" w:rsidRPr="00961BAB" w:rsidRDefault="009B1FA2" w:rsidP="00CC37CB">
            <w:pPr>
              <w:rPr>
                <w:lang w:val="en-GB" w:eastAsia="zh-CN"/>
              </w:rPr>
            </w:pPr>
            <w:r w:rsidRPr="00DC7A32">
              <w:rPr>
                <w:lang w:eastAsia="zh-CN"/>
              </w:rPr>
              <w:t>Process or acti</w:t>
            </w:r>
            <w:r w:rsidRPr="00961BAB">
              <w:rPr>
                <w:lang w:val="en-GB" w:eastAsia="zh-CN"/>
              </w:rPr>
              <w:t>on of </w:t>
            </w:r>
            <w:hyperlink r:id="rId11" w:history="1">
              <w:r w:rsidRPr="00961BAB">
                <w:rPr>
                  <w:lang w:val="en-GB"/>
                </w:rPr>
                <w:t>proving</w:t>
              </w:r>
            </w:hyperlink>
            <w:r w:rsidRPr="00961BAB">
              <w:rPr>
                <w:lang w:val="en-GB" w:eastAsia="zh-CN"/>
              </w:rPr>
              <w:t> or showin</w:t>
            </w:r>
            <w:r w:rsidRPr="00DC7A32">
              <w:rPr>
                <w:lang w:eastAsia="zh-CN"/>
              </w:rPr>
              <w:t>g a media asset being true, genuine, or valid.</w:t>
            </w:r>
          </w:p>
        </w:tc>
      </w:tr>
      <w:tr w:rsidR="009B1FA2" w:rsidRPr="00961BAB" w14:paraId="6BE9450A" w14:textId="77777777" w:rsidTr="00CC37CB">
        <w:tc>
          <w:tcPr>
            <w:tcW w:w="2569" w:type="dxa"/>
            <w:tcBorders>
              <w:top w:val="single" w:sz="4" w:space="0" w:color="auto"/>
              <w:left w:val="single" w:sz="4" w:space="0" w:color="auto"/>
              <w:bottom w:val="single" w:sz="4" w:space="0" w:color="auto"/>
              <w:right w:val="single" w:sz="4" w:space="0" w:color="auto"/>
            </w:tcBorders>
          </w:tcPr>
          <w:p w14:paraId="35631EB7" w14:textId="77777777" w:rsidR="009B1FA2" w:rsidRPr="00961BAB" w:rsidRDefault="009B1FA2" w:rsidP="00CC37CB">
            <w:pPr>
              <w:rPr>
                <w:b/>
                <w:lang w:eastAsia="zh-CN"/>
              </w:rPr>
            </w:pPr>
            <w:r w:rsidRPr="00961BAB">
              <w:rPr>
                <w:b/>
                <w:lang w:eastAsia="zh-CN"/>
              </w:rPr>
              <w:t xml:space="preserve">Media authenticity </w:t>
            </w:r>
          </w:p>
        </w:tc>
        <w:tc>
          <w:tcPr>
            <w:tcW w:w="6357" w:type="dxa"/>
            <w:tcBorders>
              <w:top w:val="single" w:sz="4" w:space="0" w:color="auto"/>
              <w:left w:val="single" w:sz="4" w:space="0" w:color="auto"/>
              <w:bottom w:val="single" w:sz="4" w:space="0" w:color="auto"/>
              <w:right w:val="single" w:sz="4" w:space="0" w:color="auto"/>
            </w:tcBorders>
          </w:tcPr>
          <w:p w14:paraId="369E2474" w14:textId="77777777" w:rsidR="009B1FA2" w:rsidRPr="00762354" w:rsidRDefault="009B1FA2" w:rsidP="00CC37CB">
            <w:pPr>
              <w:rPr>
                <w:rFonts w:asciiTheme="minorBidi" w:hAnsiTheme="minorBidi" w:cstheme="minorBidi"/>
                <w:lang w:val="en-US" w:eastAsia="zh-CN"/>
              </w:rPr>
            </w:pPr>
            <w:r w:rsidRPr="00762354">
              <w:rPr>
                <w:rFonts w:asciiTheme="minorBidi" w:eastAsia="DengXian" w:hAnsiTheme="minorBidi" w:cstheme="minorBidi"/>
              </w:rPr>
              <w:t xml:space="preserve">The truthfulness and reliability of media content, ensuring that it accurately represents the claimed information or events. </w:t>
            </w:r>
          </w:p>
        </w:tc>
      </w:tr>
      <w:tr w:rsidR="009B1FA2" w:rsidRPr="00961BAB" w14:paraId="069325FA" w14:textId="77777777" w:rsidTr="00CC37CB">
        <w:tc>
          <w:tcPr>
            <w:tcW w:w="2569" w:type="dxa"/>
            <w:tcBorders>
              <w:top w:val="single" w:sz="4" w:space="0" w:color="auto"/>
              <w:left w:val="single" w:sz="4" w:space="0" w:color="auto"/>
              <w:bottom w:val="single" w:sz="4" w:space="0" w:color="auto"/>
              <w:right w:val="single" w:sz="4" w:space="0" w:color="auto"/>
            </w:tcBorders>
          </w:tcPr>
          <w:p w14:paraId="6F0A74BC" w14:textId="77777777" w:rsidR="009B1FA2" w:rsidRPr="00961BAB" w:rsidRDefault="009B1FA2" w:rsidP="00CC37CB">
            <w:pPr>
              <w:rPr>
                <w:b/>
                <w:lang w:eastAsia="zh-CN"/>
              </w:rPr>
            </w:pPr>
            <w:r w:rsidRPr="00961BAB">
              <w:rPr>
                <w:b/>
                <w:lang w:eastAsia="zh-CN"/>
              </w:rPr>
              <w:t>Media integrity</w:t>
            </w:r>
          </w:p>
        </w:tc>
        <w:tc>
          <w:tcPr>
            <w:tcW w:w="6357" w:type="dxa"/>
            <w:tcBorders>
              <w:top w:val="single" w:sz="4" w:space="0" w:color="auto"/>
              <w:left w:val="single" w:sz="4" w:space="0" w:color="auto"/>
              <w:bottom w:val="single" w:sz="4" w:space="0" w:color="auto"/>
              <w:right w:val="single" w:sz="4" w:space="0" w:color="auto"/>
            </w:tcBorders>
          </w:tcPr>
          <w:p w14:paraId="7F2D43E8" w14:textId="77777777" w:rsidR="009B1FA2" w:rsidRPr="00762354" w:rsidRDefault="009B1FA2" w:rsidP="00CC37CB">
            <w:pPr>
              <w:rPr>
                <w:rFonts w:asciiTheme="minorBidi" w:eastAsia="DengXian" w:hAnsiTheme="minorBidi" w:cstheme="minorBidi"/>
                <w:lang w:val="en-US"/>
              </w:rPr>
            </w:pPr>
            <w:r w:rsidRPr="00DC7A32">
              <w:rPr>
                <w:rFonts w:asciiTheme="minorBidi" w:eastAsia="DengXian" w:hAnsiTheme="minorBidi" w:cstheme="minorBidi"/>
              </w:rPr>
              <w:t>T</w:t>
            </w:r>
            <w:r w:rsidRPr="00762354">
              <w:rPr>
                <w:rFonts w:asciiTheme="minorBidi" w:eastAsia="DengXian" w:hAnsiTheme="minorBidi" w:cstheme="minorBidi"/>
              </w:rPr>
              <w:t>he preservation of media content in its original state without any unauthorized modifications or corruption during storage or transmission.</w:t>
            </w:r>
          </w:p>
        </w:tc>
      </w:tr>
      <w:tr w:rsidR="009B1FA2" w:rsidRPr="00961BAB" w14:paraId="17BBEB4E" w14:textId="77777777" w:rsidTr="00CC37CB">
        <w:tc>
          <w:tcPr>
            <w:tcW w:w="2569" w:type="dxa"/>
            <w:tcBorders>
              <w:top w:val="single" w:sz="4" w:space="0" w:color="auto"/>
              <w:left w:val="single" w:sz="4" w:space="0" w:color="auto"/>
              <w:bottom w:val="single" w:sz="4" w:space="0" w:color="auto"/>
              <w:right w:val="single" w:sz="4" w:space="0" w:color="auto"/>
            </w:tcBorders>
            <w:hideMark/>
          </w:tcPr>
          <w:p w14:paraId="5624A3B0" w14:textId="77777777" w:rsidR="009B1FA2" w:rsidRPr="00961BAB" w:rsidRDefault="009B1FA2" w:rsidP="00CC37CB">
            <w:pPr>
              <w:rPr>
                <w:b/>
                <w:lang w:eastAsia="zh-CN"/>
              </w:rPr>
            </w:pPr>
            <w:r w:rsidRPr="00961BAB">
              <w:rPr>
                <w:b/>
                <w:lang w:eastAsia="zh-CN"/>
              </w:rPr>
              <w:t>Producer</w:t>
            </w:r>
          </w:p>
        </w:tc>
        <w:tc>
          <w:tcPr>
            <w:tcW w:w="6357" w:type="dxa"/>
            <w:tcBorders>
              <w:top w:val="single" w:sz="4" w:space="0" w:color="auto"/>
              <w:left w:val="single" w:sz="4" w:space="0" w:color="auto"/>
              <w:bottom w:val="single" w:sz="4" w:space="0" w:color="auto"/>
              <w:right w:val="single" w:sz="4" w:space="0" w:color="auto"/>
            </w:tcBorders>
            <w:hideMark/>
          </w:tcPr>
          <w:p w14:paraId="56A875CC" w14:textId="77777777" w:rsidR="009B1FA2" w:rsidRPr="00961BAB" w:rsidRDefault="009B1FA2" w:rsidP="00CC37CB">
            <w:pPr>
              <w:rPr>
                <w:lang w:val="en-GB" w:eastAsia="zh-CN"/>
              </w:rPr>
            </w:pPr>
            <w:r w:rsidRPr="00961BAB">
              <w:rPr>
                <w:lang w:val="en-GB" w:eastAsia="zh-CN"/>
              </w:rPr>
              <w:t>An entity, person or organization that produces, edits, revise</w:t>
            </w:r>
            <w:r>
              <w:rPr>
                <w:lang w:val="en-GB" w:eastAsia="zh-CN"/>
              </w:rPr>
              <w:t>s</w:t>
            </w:r>
            <w:r w:rsidRPr="00961BAB">
              <w:rPr>
                <w:lang w:val="en-GB" w:eastAsia="zh-CN"/>
              </w:rPr>
              <w:t xml:space="preserve"> or manipulate</w:t>
            </w:r>
            <w:r>
              <w:rPr>
                <w:lang w:val="en-GB" w:eastAsia="zh-CN"/>
              </w:rPr>
              <w:t>s</w:t>
            </w:r>
            <w:r w:rsidRPr="00961BAB">
              <w:rPr>
                <w:lang w:val="en-GB" w:eastAsia="zh-CN"/>
              </w:rPr>
              <w:t xml:space="preserve"> a media asset.</w:t>
            </w:r>
          </w:p>
        </w:tc>
      </w:tr>
      <w:tr w:rsidR="009B1FA2" w:rsidRPr="00961BAB" w14:paraId="05B0CFE4" w14:textId="77777777" w:rsidTr="00CC37CB">
        <w:tc>
          <w:tcPr>
            <w:tcW w:w="2569" w:type="dxa"/>
            <w:tcBorders>
              <w:top w:val="single" w:sz="4" w:space="0" w:color="auto"/>
              <w:left w:val="single" w:sz="4" w:space="0" w:color="auto"/>
              <w:bottom w:val="single" w:sz="4" w:space="0" w:color="auto"/>
              <w:right w:val="single" w:sz="4" w:space="0" w:color="auto"/>
            </w:tcBorders>
          </w:tcPr>
          <w:p w14:paraId="1F3EBACC" w14:textId="77777777" w:rsidR="009B1FA2" w:rsidRPr="00961BAB" w:rsidRDefault="009B1FA2" w:rsidP="00CC37CB">
            <w:pPr>
              <w:rPr>
                <w:b/>
                <w:lang w:eastAsia="zh-CN"/>
              </w:rPr>
            </w:pPr>
            <w:r w:rsidRPr="00961BAB">
              <w:rPr>
                <w:b/>
                <w:lang w:eastAsia="zh-CN"/>
              </w:rPr>
              <w:t>Receiver</w:t>
            </w:r>
          </w:p>
        </w:tc>
        <w:tc>
          <w:tcPr>
            <w:tcW w:w="6357" w:type="dxa"/>
            <w:tcBorders>
              <w:top w:val="single" w:sz="4" w:space="0" w:color="auto"/>
              <w:left w:val="single" w:sz="4" w:space="0" w:color="auto"/>
              <w:bottom w:val="single" w:sz="4" w:space="0" w:color="auto"/>
              <w:right w:val="single" w:sz="4" w:space="0" w:color="auto"/>
            </w:tcBorders>
          </w:tcPr>
          <w:p w14:paraId="4490E512" w14:textId="77777777" w:rsidR="009B1FA2" w:rsidRPr="00961BAB" w:rsidRDefault="009B1FA2" w:rsidP="00CC37CB">
            <w:pPr>
              <w:rPr>
                <w:lang w:val="en-GB" w:eastAsia="zh-CN"/>
              </w:rPr>
            </w:pPr>
            <w:r w:rsidRPr="00961BAB">
              <w:rPr>
                <w:lang w:val="en-GB" w:eastAsia="zh-CN"/>
              </w:rPr>
              <w:t xml:space="preserve">An entity, person or organization that receives, retrieves, or streams the content for consumption as the end user or </w:t>
            </w:r>
            <w:r>
              <w:rPr>
                <w:lang w:val="en-GB" w:eastAsia="zh-CN"/>
              </w:rPr>
              <w:t>for the purpose of</w:t>
            </w:r>
            <w:r w:rsidRPr="00961BAB">
              <w:rPr>
                <w:lang w:val="en-GB" w:eastAsia="zh-CN"/>
              </w:rPr>
              <w:t xml:space="preserve"> producing another content.</w:t>
            </w:r>
          </w:p>
        </w:tc>
      </w:tr>
      <w:tr w:rsidR="009B1FA2" w:rsidRPr="00961BAB" w14:paraId="58291894" w14:textId="77777777" w:rsidTr="00CC37CB">
        <w:tc>
          <w:tcPr>
            <w:tcW w:w="2569" w:type="dxa"/>
            <w:tcBorders>
              <w:top w:val="single" w:sz="4" w:space="0" w:color="auto"/>
              <w:left w:val="single" w:sz="4" w:space="0" w:color="auto"/>
              <w:bottom w:val="single" w:sz="4" w:space="0" w:color="auto"/>
              <w:right w:val="single" w:sz="4" w:space="0" w:color="auto"/>
            </w:tcBorders>
          </w:tcPr>
          <w:p w14:paraId="6B2403F7" w14:textId="77777777" w:rsidR="009B1FA2" w:rsidRPr="00961BAB" w:rsidRDefault="009B1FA2" w:rsidP="00CC37CB">
            <w:pPr>
              <w:rPr>
                <w:b/>
                <w:lang w:eastAsia="zh-CN"/>
              </w:rPr>
            </w:pPr>
            <w:r w:rsidRPr="00961BAB">
              <w:rPr>
                <w:b/>
                <w:lang w:eastAsia="zh-CN"/>
              </w:rPr>
              <w:t>Deepfake</w:t>
            </w:r>
          </w:p>
        </w:tc>
        <w:tc>
          <w:tcPr>
            <w:tcW w:w="6357" w:type="dxa"/>
            <w:tcBorders>
              <w:top w:val="single" w:sz="4" w:space="0" w:color="auto"/>
              <w:left w:val="single" w:sz="4" w:space="0" w:color="auto"/>
              <w:bottom w:val="single" w:sz="4" w:space="0" w:color="auto"/>
              <w:right w:val="single" w:sz="4" w:space="0" w:color="auto"/>
            </w:tcBorders>
          </w:tcPr>
          <w:p w14:paraId="5FB90607" w14:textId="77777777" w:rsidR="009B1FA2" w:rsidRPr="00961BAB" w:rsidRDefault="009B1FA2" w:rsidP="00CC37CB">
            <w:pPr>
              <w:rPr>
                <w:lang w:val="en-GB" w:eastAsia="zh-CN"/>
              </w:rPr>
            </w:pPr>
            <w:r>
              <w:rPr>
                <w:lang w:val="en-GB" w:eastAsia="zh-CN"/>
              </w:rPr>
              <w:t>A</w:t>
            </w:r>
            <w:r w:rsidRPr="00961BAB">
              <w:rPr>
                <w:lang w:val="en-GB" w:eastAsia="zh-CN"/>
              </w:rPr>
              <w:t xml:space="preserve"> media (typically of a person or persons) which has been </w:t>
            </w:r>
            <w:hyperlink r:id="rId12" w:history="1">
              <w:r w:rsidRPr="00961BAB">
                <w:rPr>
                  <w:lang w:val="en-GB"/>
                </w:rPr>
                <w:t>digitally</w:t>
              </w:r>
            </w:hyperlink>
            <w:r w:rsidRPr="00961BAB">
              <w:rPr>
                <w:lang w:val="en-GB" w:eastAsia="zh-CN"/>
              </w:rPr>
              <w:t> altered</w:t>
            </w:r>
            <w:r>
              <w:rPr>
                <w:lang w:val="en-GB" w:eastAsia="zh-CN"/>
              </w:rPr>
              <w:t>,</w:t>
            </w:r>
            <w:r w:rsidRPr="00961BAB">
              <w:rPr>
                <w:lang w:val="en-GB" w:eastAsia="zh-CN"/>
              </w:rPr>
              <w:t xml:space="preserve"> typically </w:t>
            </w:r>
            <w:r>
              <w:rPr>
                <w:lang w:val="en-GB" w:eastAsia="zh-CN"/>
              </w:rPr>
              <w:t xml:space="preserve">to be </w:t>
            </w:r>
            <w:r w:rsidRPr="00961BAB">
              <w:rPr>
                <w:lang w:val="en-GB" w:eastAsia="zh-CN"/>
              </w:rPr>
              <w:t>used </w:t>
            </w:r>
            <w:hyperlink r:id="rId13" w:history="1">
              <w:r w:rsidRPr="00961BAB">
                <w:rPr>
                  <w:lang w:val="en-GB"/>
                </w:rPr>
                <w:t>maliciously</w:t>
              </w:r>
            </w:hyperlink>
            <w:r w:rsidRPr="00961BAB">
              <w:rPr>
                <w:lang w:val="en-GB" w:eastAsia="zh-CN"/>
              </w:rPr>
              <w:t> or spread false information.</w:t>
            </w:r>
          </w:p>
        </w:tc>
      </w:tr>
      <w:tr w:rsidR="009B1FA2" w:rsidRPr="00961BAB" w14:paraId="445EBCDF" w14:textId="77777777" w:rsidTr="00CC37CB">
        <w:tc>
          <w:tcPr>
            <w:tcW w:w="2569" w:type="dxa"/>
            <w:tcBorders>
              <w:top w:val="single" w:sz="4" w:space="0" w:color="auto"/>
              <w:left w:val="single" w:sz="4" w:space="0" w:color="auto"/>
              <w:bottom w:val="single" w:sz="4" w:space="0" w:color="auto"/>
              <w:right w:val="single" w:sz="4" w:space="0" w:color="auto"/>
            </w:tcBorders>
          </w:tcPr>
          <w:p w14:paraId="3BA0BE08" w14:textId="77777777" w:rsidR="009B1FA2" w:rsidRPr="00961BAB" w:rsidRDefault="009B1FA2" w:rsidP="00CC37CB">
            <w:pPr>
              <w:rPr>
                <w:b/>
                <w:lang w:eastAsia="zh-CN"/>
              </w:rPr>
            </w:pPr>
            <w:r w:rsidRPr="00961BAB">
              <w:rPr>
                <w:b/>
                <w:lang w:eastAsia="zh-CN"/>
              </w:rPr>
              <w:t>Misinformation</w:t>
            </w:r>
          </w:p>
        </w:tc>
        <w:tc>
          <w:tcPr>
            <w:tcW w:w="6357" w:type="dxa"/>
            <w:tcBorders>
              <w:top w:val="single" w:sz="4" w:space="0" w:color="auto"/>
              <w:left w:val="single" w:sz="4" w:space="0" w:color="auto"/>
              <w:bottom w:val="single" w:sz="4" w:space="0" w:color="auto"/>
              <w:right w:val="single" w:sz="4" w:space="0" w:color="auto"/>
            </w:tcBorders>
          </w:tcPr>
          <w:p w14:paraId="20A711B3" w14:textId="77777777" w:rsidR="009B1FA2" w:rsidRPr="00961BAB" w:rsidRDefault="009B1FA2" w:rsidP="00CC37CB">
            <w:pPr>
              <w:rPr>
                <w:lang w:val="en-GB" w:eastAsia="zh-CN"/>
              </w:rPr>
            </w:pPr>
            <w:r w:rsidRPr="00961BAB">
              <w:rPr>
                <w:lang w:val="en-GB" w:eastAsia="zh-CN"/>
              </w:rPr>
              <w:t xml:space="preserve">Information that is based on reality, used to inflict harm on a person, social group, organization or country </w:t>
            </w:r>
            <w:r w:rsidRPr="00961BAB">
              <w:rPr>
                <w:vertAlign w:val="superscript"/>
                <w:lang w:val="en-GB" w:eastAsia="zh-CN"/>
              </w:rPr>
              <w:t>[1]</w:t>
            </w:r>
            <w:r w:rsidRPr="00961BAB">
              <w:rPr>
                <w:lang w:val="en-GB" w:eastAsia="zh-CN"/>
              </w:rPr>
              <w:t>.</w:t>
            </w:r>
          </w:p>
        </w:tc>
      </w:tr>
      <w:tr w:rsidR="009B1FA2" w:rsidRPr="00961BAB" w14:paraId="43D9AE77" w14:textId="77777777" w:rsidTr="00CC37CB">
        <w:tc>
          <w:tcPr>
            <w:tcW w:w="2569" w:type="dxa"/>
            <w:tcBorders>
              <w:top w:val="single" w:sz="4" w:space="0" w:color="auto"/>
              <w:left w:val="single" w:sz="4" w:space="0" w:color="auto"/>
              <w:bottom w:val="single" w:sz="4" w:space="0" w:color="auto"/>
              <w:right w:val="single" w:sz="4" w:space="0" w:color="auto"/>
            </w:tcBorders>
          </w:tcPr>
          <w:p w14:paraId="01807D60" w14:textId="77777777" w:rsidR="009B1FA2" w:rsidRPr="00961BAB" w:rsidRDefault="009B1FA2" w:rsidP="00CC37CB">
            <w:pPr>
              <w:rPr>
                <w:b/>
                <w:lang w:eastAsia="zh-CN"/>
              </w:rPr>
            </w:pPr>
            <w:r w:rsidRPr="00961BAB">
              <w:rPr>
                <w:b/>
                <w:lang w:eastAsia="zh-CN"/>
              </w:rPr>
              <w:t>Disinformation</w:t>
            </w:r>
          </w:p>
        </w:tc>
        <w:tc>
          <w:tcPr>
            <w:tcW w:w="6357" w:type="dxa"/>
            <w:tcBorders>
              <w:top w:val="single" w:sz="4" w:space="0" w:color="auto"/>
              <w:left w:val="single" w:sz="4" w:space="0" w:color="auto"/>
              <w:bottom w:val="single" w:sz="4" w:space="0" w:color="auto"/>
              <w:right w:val="single" w:sz="4" w:space="0" w:color="auto"/>
            </w:tcBorders>
          </w:tcPr>
          <w:p w14:paraId="39566E7E" w14:textId="77777777" w:rsidR="009B1FA2" w:rsidRPr="00961BAB" w:rsidRDefault="009B1FA2" w:rsidP="00CC37CB">
            <w:pPr>
              <w:rPr>
                <w:lang w:val="en-GB" w:eastAsia="zh-CN"/>
              </w:rPr>
            </w:pPr>
            <w:r w:rsidRPr="00961BAB">
              <w:rPr>
                <w:lang w:val="en-GB" w:eastAsia="zh-CN"/>
              </w:rPr>
              <w:t xml:space="preserve">Information that is false and deliberately created to harm a person, social group, organization or country </w:t>
            </w:r>
            <w:r w:rsidRPr="00961BAB">
              <w:rPr>
                <w:vertAlign w:val="superscript"/>
                <w:lang w:val="en-GB" w:eastAsia="zh-CN"/>
              </w:rPr>
              <w:t>[1]</w:t>
            </w:r>
            <w:r w:rsidRPr="00961BAB">
              <w:rPr>
                <w:lang w:val="en-GB" w:eastAsia="zh-CN"/>
              </w:rPr>
              <w:t>.</w:t>
            </w:r>
          </w:p>
        </w:tc>
      </w:tr>
      <w:tr w:rsidR="009B1FA2" w:rsidRPr="00961BAB" w14:paraId="5A277C6C" w14:textId="77777777" w:rsidTr="00CC37CB">
        <w:trPr>
          <w:trHeight w:val="50"/>
        </w:trPr>
        <w:tc>
          <w:tcPr>
            <w:tcW w:w="2569" w:type="dxa"/>
            <w:tcBorders>
              <w:top w:val="single" w:sz="4" w:space="0" w:color="auto"/>
              <w:left w:val="single" w:sz="4" w:space="0" w:color="auto"/>
              <w:bottom w:val="single" w:sz="4" w:space="0" w:color="auto"/>
              <w:right w:val="single" w:sz="4" w:space="0" w:color="auto"/>
            </w:tcBorders>
          </w:tcPr>
          <w:p w14:paraId="1106F69B" w14:textId="77777777" w:rsidR="009B1FA2" w:rsidRPr="00961BAB" w:rsidRDefault="009B1FA2" w:rsidP="00CC37CB">
            <w:pPr>
              <w:rPr>
                <w:b/>
                <w:lang w:eastAsia="zh-CN"/>
              </w:rPr>
            </w:pPr>
            <w:r w:rsidRPr="00961BAB">
              <w:rPr>
                <w:b/>
                <w:lang w:eastAsia="zh-CN"/>
              </w:rPr>
              <w:lastRenderedPageBreak/>
              <w:t xml:space="preserve">Media </w:t>
            </w:r>
            <w:r>
              <w:rPr>
                <w:b/>
                <w:lang w:eastAsia="zh-CN"/>
              </w:rPr>
              <w:t>f</w:t>
            </w:r>
            <w:r w:rsidRPr="00961BAB">
              <w:rPr>
                <w:b/>
                <w:lang w:eastAsia="zh-CN"/>
              </w:rPr>
              <w:t>orgery</w:t>
            </w:r>
          </w:p>
        </w:tc>
        <w:tc>
          <w:tcPr>
            <w:tcW w:w="6357" w:type="dxa"/>
            <w:tcBorders>
              <w:top w:val="single" w:sz="4" w:space="0" w:color="auto"/>
              <w:left w:val="single" w:sz="4" w:space="0" w:color="auto"/>
              <w:bottom w:val="single" w:sz="4" w:space="0" w:color="auto"/>
              <w:right w:val="single" w:sz="4" w:space="0" w:color="auto"/>
            </w:tcBorders>
          </w:tcPr>
          <w:p w14:paraId="532F56F3" w14:textId="77777777" w:rsidR="009B1FA2" w:rsidRPr="00961BAB" w:rsidRDefault="009B1FA2" w:rsidP="00CC37CB">
            <w:pPr>
              <w:rPr>
                <w:lang w:val="en-GB" w:eastAsia="zh-CN"/>
              </w:rPr>
            </w:pPr>
            <w:r w:rsidRPr="00961BAB">
              <w:rPr>
                <w:lang w:val="en-GB" w:eastAsia="zh-CN"/>
              </w:rPr>
              <w:t>The intentional manipulation, alteration, or creation of digital media—such as images, videos, or audio—with the purpose of misleading or deceiving viewers about the authenticity or truthfulness of the content.</w:t>
            </w:r>
          </w:p>
        </w:tc>
      </w:tr>
      <w:tr w:rsidR="009B1FA2" w:rsidRPr="00961BAB" w14:paraId="22AC66C7" w14:textId="77777777" w:rsidTr="00CC37CB">
        <w:trPr>
          <w:trHeight w:val="50"/>
        </w:trPr>
        <w:tc>
          <w:tcPr>
            <w:tcW w:w="2569" w:type="dxa"/>
            <w:tcBorders>
              <w:top w:val="single" w:sz="4" w:space="0" w:color="auto"/>
              <w:left w:val="single" w:sz="4" w:space="0" w:color="auto"/>
              <w:bottom w:val="single" w:sz="4" w:space="0" w:color="auto"/>
              <w:right w:val="single" w:sz="4" w:space="0" w:color="auto"/>
            </w:tcBorders>
          </w:tcPr>
          <w:p w14:paraId="37DD1466" w14:textId="77777777" w:rsidR="009B1FA2" w:rsidRPr="00961BAB" w:rsidRDefault="009B1FA2" w:rsidP="00CC37CB">
            <w:pPr>
              <w:rPr>
                <w:b/>
                <w:lang w:eastAsia="zh-CN"/>
              </w:rPr>
            </w:pPr>
            <w:r>
              <w:rPr>
                <w:b/>
                <w:lang w:eastAsia="zh-CN"/>
              </w:rPr>
              <w:t>Trust verification</w:t>
            </w:r>
          </w:p>
        </w:tc>
        <w:tc>
          <w:tcPr>
            <w:tcW w:w="6357" w:type="dxa"/>
            <w:tcBorders>
              <w:top w:val="single" w:sz="4" w:space="0" w:color="auto"/>
              <w:left w:val="single" w:sz="4" w:space="0" w:color="auto"/>
              <w:bottom w:val="single" w:sz="4" w:space="0" w:color="auto"/>
              <w:right w:val="single" w:sz="4" w:space="0" w:color="auto"/>
            </w:tcBorders>
          </w:tcPr>
          <w:p w14:paraId="37646CBD" w14:textId="77777777" w:rsidR="009B1FA2" w:rsidRPr="00961BAB" w:rsidRDefault="009B1FA2" w:rsidP="00CC37CB">
            <w:pPr>
              <w:rPr>
                <w:lang w:val="en-GB" w:eastAsia="zh-CN"/>
              </w:rPr>
            </w:pPr>
            <w:r>
              <w:rPr>
                <w:lang w:val="en-GB" w:eastAsia="zh-CN"/>
              </w:rPr>
              <w:t>The process of verifying that the media is produced by a trusted producer.</w:t>
            </w:r>
          </w:p>
        </w:tc>
      </w:tr>
    </w:tbl>
    <w:p w14:paraId="678595E3" w14:textId="798E5BE8" w:rsidR="009B1FA2" w:rsidRPr="00961BAB" w:rsidRDefault="009B1FA2" w:rsidP="009B1FA2">
      <w:pPr>
        <w:pStyle w:val="Heading1"/>
        <w:rPr>
          <w:lang w:eastAsia="zh-CN"/>
        </w:rPr>
      </w:pPr>
      <w:bookmarkStart w:id="20" w:name="_Toc211603241"/>
      <w:r w:rsidRPr="00961BAB">
        <w:rPr>
          <w:lang w:eastAsia="zh-CN"/>
        </w:rPr>
        <w:t>Scope</w:t>
      </w:r>
      <w:r>
        <w:rPr>
          <w:lang w:eastAsia="zh-CN"/>
        </w:rPr>
        <w:t xml:space="preserve"> of work</w:t>
      </w:r>
      <w:bookmarkEnd w:id="20"/>
    </w:p>
    <w:p w14:paraId="04ADC5B7" w14:textId="16A0038A" w:rsidR="009B1FA2" w:rsidRPr="00961BAB" w:rsidRDefault="009B1FA2" w:rsidP="009B1FA2">
      <w:pPr>
        <w:rPr>
          <w:lang w:eastAsia="zh-CN"/>
        </w:rPr>
      </w:pPr>
      <w:r w:rsidRPr="00961BAB">
        <w:rPr>
          <w:rFonts w:eastAsia="DengXian"/>
          <w:lang w:eastAsia="zh-CN"/>
        </w:rPr>
        <w:t xml:space="preserve">The scope of this work is </w:t>
      </w:r>
      <w:r>
        <w:rPr>
          <w:rFonts w:eastAsia="DengXian"/>
          <w:lang w:eastAsia="zh-CN"/>
        </w:rPr>
        <w:t xml:space="preserve">the </w:t>
      </w:r>
      <w:r w:rsidRPr="00961BAB">
        <w:rPr>
          <w:rFonts w:eastAsia="DengXian"/>
          <w:lang w:eastAsia="zh-CN"/>
        </w:rPr>
        <w:t>development and/or enhancement of the specification(s) for</w:t>
      </w:r>
      <w:r>
        <w:rPr>
          <w:rFonts w:eastAsia="DengXian"/>
          <w:lang w:eastAsia="zh-CN"/>
        </w:rPr>
        <w:t xml:space="preserve"> the</w:t>
      </w:r>
      <w:r w:rsidRPr="00961BAB">
        <w:rPr>
          <w:rFonts w:eastAsia="DengXian"/>
          <w:lang w:eastAsia="zh-CN"/>
        </w:rPr>
        <w:t xml:space="preserve"> inclusion of necessary metadata in the system layer streams, for enabling the authentication of the corresponding media assets. During the development of such standards, MPEG</w:t>
      </w:r>
      <w:r>
        <w:rPr>
          <w:rFonts w:eastAsia="DengXian"/>
          <w:lang w:eastAsia="zh-CN"/>
        </w:rPr>
        <w:t xml:space="preserve"> Systems</w:t>
      </w:r>
      <w:r w:rsidRPr="00961BAB">
        <w:rPr>
          <w:rFonts w:eastAsia="DengXian"/>
          <w:lang w:eastAsia="zh-CN"/>
        </w:rPr>
        <w:t xml:space="preserve"> may leverage the existing specifications, when they satisfy parts of the requirements, and develop new metadata </w:t>
      </w:r>
      <w:r>
        <w:rPr>
          <w:rFonts w:eastAsia="DengXian"/>
          <w:lang w:eastAsia="zh-CN"/>
        </w:rPr>
        <w:t xml:space="preserve">formats </w:t>
      </w:r>
      <w:r w:rsidRPr="00961BAB">
        <w:rPr>
          <w:rFonts w:eastAsia="DengXian"/>
          <w:lang w:eastAsia="zh-CN"/>
        </w:rPr>
        <w:t xml:space="preserve">and procedures to fulfill other requirements for addressing the use cases defined in this document. </w:t>
      </w:r>
      <w:r w:rsidRPr="00961BAB">
        <w:rPr>
          <w:lang w:eastAsia="zh-CN"/>
        </w:rPr>
        <w:t xml:space="preserve"> </w:t>
      </w:r>
    </w:p>
    <w:p w14:paraId="1986B0A9" w14:textId="77777777" w:rsidR="009B1FA2" w:rsidRPr="00961BAB" w:rsidRDefault="009B1FA2" w:rsidP="009B1FA2">
      <w:pPr>
        <w:pStyle w:val="Heading1"/>
        <w:rPr>
          <w:lang w:eastAsia="zh-CN"/>
        </w:rPr>
      </w:pPr>
      <w:bookmarkStart w:id="21" w:name="_Toc211603242"/>
      <w:r w:rsidRPr="00961BAB">
        <w:rPr>
          <w:lang w:eastAsia="zh-CN"/>
        </w:rPr>
        <w:t>Producers and receivers</w:t>
      </w:r>
      <w:bookmarkEnd w:id="21"/>
    </w:p>
    <w:p w14:paraId="5F33F931" w14:textId="77777777" w:rsidR="009B1FA2" w:rsidRPr="00961BAB" w:rsidRDefault="009B1FA2" w:rsidP="009B1FA2">
      <w:r w:rsidRPr="00961BAB">
        <w:t>Before discussing the use cases, it is important to note to categorize the producers and receivers of the content that is the subject of media authentication.</w:t>
      </w:r>
    </w:p>
    <w:p w14:paraId="58CBD793" w14:textId="77777777" w:rsidR="009B1FA2" w:rsidRPr="00961BAB" w:rsidRDefault="009B1FA2" w:rsidP="009B1FA2">
      <w:r w:rsidRPr="00961BAB">
        <w:t>The producers of the content can be categorized into two major groups:</w:t>
      </w:r>
    </w:p>
    <w:p w14:paraId="1F19FC3E" w14:textId="77777777" w:rsidR="009B1FA2" w:rsidRPr="00961BAB" w:rsidRDefault="009B1FA2" w:rsidP="00AE5C22">
      <w:pPr>
        <w:numPr>
          <w:ilvl w:val="0"/>
          <w:numId w:val="28"/>
        </w:numPr>
        <w:spacing w:after="0" w:line="240" w:lineRule="auto"/>
      </w:pPr>
      <w:r w:rsidRPr="00961BAB">
        <w:t>Professional producers (PP): The professional organizations and entities that produce the content, such as news agencies and TV networks.</w:t>
      </w:r>
    </w:p>
    <w:p w14:paraId="42EEA832" w14:textId="77777777" w:rsidR="009B1FA2" w:rsidRPr="00961BAB" w:rsidRDefault="009B1FA2" w:rsidP="00AE5C22">
      <w:pPr>
        <w:numPr>
          <w:ilvl w:val="0"/>
          <w:numId w:val="28"/>
        </w:numPr>
        <w:spacing w:after="0" w:line="240" w:lineRule="auto"/>
      </w:pPr>
      <w:r w:rsidRPr="00961BAB">
        <w:t xml:space="preserve">General producers (GP): Individual users that capture or produce content, for instance the social network subscribers who post media content on their account </w:t>
      </w:r>
      <w:r>
        <w:t>o</w:t>
      </w:r>
      <w:r w:rsidRPr="00961BAB">
        <w:t>n any social network.</w:t>
      </w:r>
    </w:p>
    <w:p w14:paraId="58B75F8D" w14:textId="77777777" w:rsidR="009B1FA2" w:rsidRPr="00961BAB" w:rsidRDefault="009B1FA2" w:rsidP="009B1FA2">
      <w:pPr>
        <w:ind w:left="360"/>
      </w:pPr>
    </w:p>
    <w:p w14:paraId="0DD998D1" w14:textId="77777777" w:rsidR="009B1FA2" w:rsidRPr="00961BAB" w:rsidRDefault="009B1FA2" w:rsidP="009B1FA2">
      <w:r w:rsidRPr="00961BAB">
        <w:t xml:space="preserve"> Similarly, the receivers of the media can be grouped into two main categories:</w:t>
      </w:r>
    </w:p>
    <w:p w14:paraId="6FC82F50" w14:textId="77777777" w:rsidR="009B1FA2" w:rsidRPr="00961BAB" w:rsidRDefault="009B1FA2" w:rsidP="00AE5C22">
      <w:pPr>
        <w:numPr>
          <w:ilvl w:val="0"/>
          <w:numId w:val="27"/>
        </w:numPr>
        <w:spacing w:after="0" w:line="240" w:lineRule="auto"/>
      </w:pPr>
      <w:r w:rsidRPr="00961BAB">
        <w:t>General Receiver (GR): A public user usually consumes the media content and is interested in verifying the authenticity of the content. The main task is the authentication and the alternation and editing details of the content is usually not a concern for such user.</w:t>
      </w:r>
    </w:p>
    <w:p w14:paraId="6DCC0267" w14:textId="77777777" w:rsidR="009B1FA2" w:rsidRPr="00961BAB" w:rsidRDefault="009B1FA2" w:rsidP="00AE5C22">
      <w:pPr>
        <w:numPr>
          <w:ilvl w:val="0"/>
          <w:numId w:val="27"/>
        </w:numPr>
        <w:spacing w:after="0" w:line="240" w:lineRule="auto"/>
      </w:pPr>
      <w:r w:rsidRPr="00961BAB">
        <w:t xml:space="preserve">Professional Receiver (PR): A professional user, such as </w:t>
      </w:r>
      <w:r>
        <w:t xml:space="preserve">a </w:t>
      </w:r>
      <w:r w:rsidRPr="00961BAB">
        <w:t>journalist, news agency or authority usually ha</w:t>
      </w:r>
      <w:r>
        <w:t>s</w:t>
      </w:r>
      <w:r w:rsidRPr="00961BAB">
        <w:t xml:space="preserve"> </w:t>
      </w:r>
      <w:r>
        <w:t xml:space="preserve">an </w:t>
      </w:r>
      <w:r w:rsidRPr="00961BAB">
        <w:t>interest in the origin of the content and the various steps of alternation, editing and manipulation the content went through, and the sources who perform such alternation and editing on the content.</w:t>
      </w:r>
    </w:p>
    <w:p w14:paraId="78EEC04E" w14:textId="77777777" w:rsidR="009B1FA2" w:rsidRPr="00961BAB" w:rsidRDefault="009B1FA2" w:rsidP="009B1FA2">
      <w:pPr>
        <w:pStyle w:val="Heading1"/>
        <w:rPr>
          <w:lang w:eastAsia="zh-CN"/>
        </w:rPr>
      </w:pPr>
      <w:bookmarkStart w:id="22" w:name="_Toc211603243"/>
      <w:r w:rsidRPr="00961BAB">
        <w:rPr>
          <w:lang w:eastAsia="zh-CN"/>
        </w:rPr>
        <w:t>Use cases</w:t>
      </w:r>
      <w:bookmarkEnd w:id="22"/>
    </w:p>
    <w:p w14:paraId="7A546B11" w14:textId="77777777" w:rsidR="009B1FA2" w:rsidRPr="00961BAB" w:rsidRDefault="009B1FA2" w:rsidP="009B1FA2">
      <w:r w:rsidRPr="00961BAB">
        <w:t xml:space="preserve">One of the key objectives of this document is to identify use cases that fall under the scope of multimedia authentication and to identify needs for standardization. </w:t>
      </w:r>
    </w:p>
    <w:p w14:paraId="701E5905" w14:textId="77777777" w:rsidR="009B1FA2" w:rsidRPr="00961BAB" w:rsidRDefault="009B1FA2" w:rsidP="009B1FA2">
      <w:r w:rsidRPr="00961BAB">
        <w:t>The following use cases have been identified as relevant.</w:t>
      </w:r>
    </w:p>
    <w:p w14:paraId="4FCD55DF" w14:textId="77777777" w:rsidR="009B1FA2" w:rsidRPr="00961BAB" w:rsidRDefault="009B1FA2" w:rsidP="009B1FA2">
      <w:pPr>
        <w:pStyle w:val="Heading2"/>
        <w:rPr>
          <w:rFonts w:eastAsia="DengXian"/>
          <w:lang w:eastAsia="zh-CN"/>
        </w:rPr>
      </w:pPr>
      <w:bookmarkStart w:id="23" w:name="_Toc211603244"/>
      <w:r w:rsidRPr="00961BAB">
        <w:lastRenderedPageBreak/>
        <w:t>Misinformation and disinformation</w:t>
      </w:r>
      <w:bookmarkEnd w:id="23"/>
      <w:r w:rsidRPr="00961BAB">
        <w:t xml:space="preserve"> </w:t>
      </w:r>
    </w:p>
    <w:p w14:paraId="13642747" w14:textId="77777777" w:rsidR="009B1FA2" w:rsidRPr="00961BAB" w:rsidRDefault="009B1FA2" w:rsidP="00A03732">
      <w:pPr>
        <w:pStyle w:val="Heading3"/>
      </w:pPr>
      <w:bookmarkStart w:id="24" w:name="_Toc211603245"/>
      <w:r w:rsidRPr="00A03732">
        <w:t>Deepfake</w:t>
      </w:r>
      <w:r w:rsidRPr="00961BAB">
        <w:t xml:space="preserve"> detection by authenticity verification</w:t>
      </w:r>
      <w:bookmarkEnd w:id="24"/>
    </w:p>
    <w:p w14:paraId="04438B6A" w14:textId="77777777" w:rsidR="009B1FA2" w:rsidRPr="00961BAB" w:rsidRDefault="009B1FA2" w:rsidP="009B1FA2">
      <w:r w:rsidRPr="00961BAB">
        <w:t>The transfer operation requires confirmation of the identity of the content provider (e.g. in order to determine whether, when a famous person is making questionable claims, the media is genuine and not a deepfake). Generated by PP/GP and used by GR and PR users.</w:t>
      </w:r>
    </w:p>
    <w:p w14:paraId="2E4812F6" w14:textId="77777777" w:rsidR="009B1FA2" w:rsidRPr="00961BAB" w:rsidRDefault="009B1FA2" w:rsidP="00A03732">
      <w:pPr>
        <w:pStyle w:val="Heading3"/>
        <w:rPr>
          <w:rFonts w:eastAsia="DengXian Light"/>
          <w:lang w:eastAsia="zh-CN"/>
        </w:rPr>
      </w:pPr>
      <w:bookmarkStart w:id="25" w:name="_Toc211603246"/>
      <w:r w:rsidRPr="00961BAB">
        <w:t>Manipulated media</w:t>
      </w:r>
      <w:bookmarkEnd w:id="25"/>
    </w:p>
    <w:p w14:paraId="1E0C3CB7" w14:textId="77777777" w:rsidR="009B1FA2" w:rsidRPr="00961BAB" w:rsidRDefault="009B1FA2" w:rsidP="009B1FA2">
      <w:pPr>
        <w:rPr>
          <w:rFonts w:eastAsia="DengXian"/>
          <w:lang w:eastAsia="zh-CN"/>
        </w:rPr>
      </w:pPr>
      <w:r w:rsidRPr="00961BAB">
        <w:rPr>
          <w:lang w:eastAsia="zh-CN"/>
        </w:rPr>
        <w:t xml:space="preserve">A GR user wants to confirm whether media, generated by a PP, has been altered when published (e.g., to confirm the authenticity of a news video that shows an important event or to verify whether an audio attached to a video of some individual actually corresponds to that video and not to an older video of the same individual). </w:t>
      </w:r>
    </w:p>
    <w:p w14:paraId="5681E7AF" w14:textId="77777777" w:rsidR="009B1FA2" w:rsidRPr="00961BAB" w:rsidRDefault="009B1FA2" w:rsidP="00A03732">
      <w:pPr>
        <w:pStyle w:val="Heading3"/>
      </w:pPr>
      <w:bookmarkStart w:id="26" w:name="_Toc211603247"/>
      <w:r w:rsidRPr="00961BAB">
        <w:t xml:space="preserve">Virtual </w:t>
      </w:r>
      <w:r>
        <w:t>m</w:t>
      </w:r>
      <w:r w:rsidRPr="00961BAB">
        <w:t xml:space="preserve">eeting </w:t>
      </w:r>
      <w:r>
        <w:t>a</w:t>
      </w:r>
      <w:r w:rsidRPr="00961BAB">
        <w:t>uthentication</w:t>
      </w:r>
      <w:bookmarkEnd w:id="26"/>
    </w:p>
    <w:p w14:paraId="50A20F0C" w14:textId="77777777" w:rsidR="009B1FA2" w:rsidRPr="00961BAB" w:rsidRDefault="009B1FA2" w:rsidP="009B1FA2">
      <w:pPr>
        <w:rPr>
          <w:lang w:eastAsia="zh-CN"/>
        </w:rPr>
      </w:pPr>
      <w:r w:rsidRPr="00961BAB">
        <w:rPr>
          <w:lang w:eastAsia="zh-CN"/>
        </w:rPr>
        <w:t>In business or legal virtual meetings, participants want to ensure that none of the voices have been altered or synthesized to impersonate key decision-makers.</w:t>
      </w:r>
    </w:p>
    <w:p w14:paraId="74281D77" w14:textId="77777777" w:rsidR="009B1FA2" w:rsidRPr="00961BAB" w:rsidRDefault="009B1FA2" w:rsidP="00A03732">
      <w:pPr>
        <w:pStyle w:val="Heading3"/>
      </w:pPr>
      <w:bookmarkStart w:id="27" w:name="_Toc211603248"/>
      <w:r w:rsidRPr="00961BAB">
        <w:t xml:space="preserve">Impersonation </w:t>
      </w:r>
      <w:r>
        <w:t>u</w:t>
      </w:r>
      <w:r w:rsidRPr="00961BAB">
        <w:t xml:space="preserve">sing </w:t>
      </w:r>
      <w:r>
        <w:t>v</w:t>
      </w:r>
      <w:r w:rsidRPr="00961BAB">
        <w:t xml:space="preserve">ideo and </w:t>
      </w:r>
      <w:r>
        <w:t>a</w:t>
      </w:r>
      <w:r w:rsidRPr="00961BAB">
        <w:t>udio</w:t>
      </w:r>
      <w:bookmarkEnd w:id="27"/>
    </w:p>
    <w:p w14:paraId="41FF63D4" w14:textId="77777777" w:rsidR="009B1FA2" w:rsidRPr="00961BAB" w:rsidRDefault="009B1FA2" w:rsidP="009B1FA2">
      <w:pPr>
        <w:rPr>
          <w:lang w:eastAsia="zh-CN"/>
        </w:rPr>
      </w:pPr>
      <w:r w:rsidRPr="00961BAB">
        <w:rPr>
          <w:lang w:eastAsia="zh-CN"/>
        </w:rPr>
        <w:t>Public figures, celebrities, or business executives are often targeted by fake videos and voiceovers to damage their reputations or impersonate them for malicious purposes. Identifying forged videos or synthesized voices is critical for protecting personal and professional identities. (e.g., A celebrity’s voice is faked in an online interview to make controversial statements. The celebrity needs tools to verify the authenticity of the media to refute the forgery.)</w:t>
      </w:r>
    </w:p>
    <w:p w14:paraId="7DA590C2" w14:textId="77777777" w:rsidR="009B1FA2" w:rsidRPr="00961BAB" w:rsidRDefault="009B1FA2" w:rsidP="00A03732">
      <w:pPr>
        <w:pStyle w:val="Heading3"/>
      </w:pPr>
      <w:bookmarkStart w:id="28" w:name="_Toc211603249"/>
      <w:r w:rsidRPr="00961BAB">
        <w:t xml:space="preserve">Fake </w:t>
      </w:r>
      <w:r>
        <w:t>n</w:t>
      </w:r>
      <w:r w:rsidRPr="00961BAB">
        <w:t xml:space="preserve">ews with </w:t>
      </w:r>
      <w:r>
        <w:t>s</w:t>
      </w:r>
      <w:r w:rsidRPr="00961BAB">
        <w:t xml:space="preserve">ynthesized </w:t>
      </w:r>
      <w:r>
        <w:t>a</w:t>
      </w:r>
      <w:r w:rsidRPr="00961BAB">
        <w:t>udio</w:t>
      </w:r>
      <w:bookmarkEnd w:id="28"/>
    </w:p>
    <w:p w14:paraId="53AF4D06" w14:textId="77777777" w:rsidR="009B1FA2" w:rsidRPr="00961BAB" w:rsidRDefault="009B1FA2" w:rsidP="009B1FA2">
      <w:pPr>
        <w:rPr>
          <w:rFonts w:eastAsia="DengXian"/>
          <w:lang w:eastAsia="zh-CN"/>
        </w:rPr>
      </w:pPr>
      <w:r w:rsidRPr="00961BAB">
        <w:rPr>
          <w:lang w:eastAsia="zh-CN"/>
        </w:rPr>
        <w:t>In media reports, audio can be synthetically generated to fake statements from public figures. Verification of audio source and authenticity is essential to prevent the spread of fake news. (e.g., An audio clip allegedly featuring a famous actor making offensive comments circulates online. Media outlets need to verify the audio’s origin to confirm whether it was artificially generated.)</w:t>
      </w:r>
    </w:p>
    <w:p w14:paraId="072AC469" w14:textId="77777777" w:rsidR="009B1FA2" w:rsidRPr="00961BAB" w:rsidRDefault="009B1FA2" w:rsidP="009B1FA2">
      <w:pPr>
        <w:pStyle w:val="Heading2"/>
      </w:pPr>
      <w:bookmarkStart w:id="29" w:name="_Toc211603250"/>
      <w:r w:rsidRPr="00961BAB">
        <w:t>Media forgery</w:t>
      </w:r>
      <w:bookmarkEnd w:id="29"/>
    </w:p>
    <w:p w14:paraId="0EBDB2D6" w14:textId="77777777" w:rsidR="009B1FA2" w:rsidRPr="00961BAB" w:rsidRDefault="009B1FA2" w:rsidP="00A03732">
      <w:pPr>
        <w:pStyle w:val="Heading3"/>
        <w:rPr>
          <w:lang w:eastAsia="zh-CN"/>
        </w:rPr>
      </w:pPr>
      <w:bookmarkStart w:id="30" w:name="_Toc211603251"/>
      <w:r w:rsidRPr="00961BAB">
        <w:t>Insurance fraud</w:t>
      </w:r>
      <w:bookmarkEnd w:id="30"/>
    </w:p>
    <w:p w14:paraId="1E82622F" w14:textId="77777777" w:rsidR="009B1FA2" w:rsidRPr="00961BAB" w:rsidRDefault="009B1FA2" w:rsidP="009B1FA2">
      <w:pPr>
        <w:spacing w:line="360" w:lineRule="exact"/>
        <w:rPr>
          <w:rFonts w:eastAsia="DengXian"/>
          <w:lang w:eastAsia="zh-CN"/>
        </w:rPr>
      </w:pPr>
      <w:r w:rsidRPr="00961BAB">
        <w:rPr>
          <w:rFonts w:eastAsia="DengXian"/>
          <w:lang w:eastAsia="zh-CN"/>
        </w:rPr>
        <w:t>An insurance company (PR) wants to confirm the authenticity of some media during a claim process (e.g., a video of a car accident), for the content produced by a GP.</w:t>
      </w:r>
    </w:p>
    <w:p w14:paraId="0AFD5F86" w14:textId="77777777" w:rsidR="009B1FA2" w:rsidRPr="00961BAB" w:rsidRDefault="009B1FA2" w:rsidP="00A03732">
      <w:pPr>
        <w:pStyle w:val="Heading3"/>
      </w:pPr>
      <w:bookmarkStart w:id="31" w:name="_Toc211603252"/>
      <w:r w:rsidRPr="00961BAB">
        <w:t xml:space="preserve">Surveillance </w:t>
      </w:r>
      <w:r>
        <w:t>f</w:t>
      </w:r>
      <w:r w:rsidRPr="00961BAB">
        <w:t xml:space="preserve">ootage </w:t>
      </w:r>
      <w:r>
        <w:t>i</w:t>
      </w:r>
      <w:r w:rsidRPr="00961BAB">
        <w:t>ntegrity</w:t>
      </w:r>
      <w:bookmarkEnd w:id="31"/>
    </w:p>
    <w:p w14:paraId="35463EDE" w14:textId="77777777" w:rsidR="009B1FA2" w:rsidRPr="00961BAB" w:rsidRDefault="009B1FA2" w:rsidP="009B1FA2">
      <w:pPr>
        <w:spacing w:line="360" w:lineRule="exact"/>
        <w:rPr>
          <w:rFonts w:eastAsia="DengXian"/>
          <w:lang w:eastAsia="zh-CN"/>
        </w:rPr>
      </w:pPr>
      <w:r w:rsidRPr="00961BAB">
        <w:rPr>
          <w:rFonts w:eastAsia="DengXian"/>
          <w:lang w:eastAsia="zh-CN"/>
        </w:rPr>
        <w:t xml:space="preserve">Security teams and law enforcement </w:t>
      </w:r>
      <w:r>
        <w:rPr>
          <w:rFonts w:eastAsia="DengXian"/>
          <w:lang w:eastAsia="zh-CN"/>
        </w:rPr>
        <w:t xml:space="preserve">(PR) </w:t>
      </w:r>
      <w:r w:rsidRPr="00961BAB">
        <w:rPr>
          <w:rFonts w:eastAsia="DengXian"/>
          <w:lang w:eastAsia="zh-CN"/>
        </w:rPr>
        <w:t xml:space="preserve">must validate that surveillance camera footage </w:t>
      </w:r>
      <w:r>
        <w:rPr>
          <w:rFonts w:eastAsia="DengXian"/>
          <w:lang w:eastAsia="zh-CN"/>
        </w:rPr>
        <w:t xml:space="preserve">(PP/GP) </w:t>
      </w:r>
      <w:r w:rsidRPr="00961BAB">
        <w:rPr>
          <w:rFonts w:eastAsia="DengXian"/>
          <w:lang w:eastAsia="zh-CN"/>
        </w:rPr>
        <w:t xml:space="preserve">has not been tampered with when used in investigations of criminal activities. </w:t>
      </w:r>
    </w:p>
    <w:p w14:paraId="62E6A469" w14:textId="77777777" w:rsidR="009B1FA2" w:rsidRPr="00961BAB" w:rsidRDefault="009B1FA2" w:rsidP="00A03732">
      <w:pPr>
        <w:pStyle w:val="Heading3"/>
      </w:pPr>
      <w:bookmarkStart w:id="32" w:name="_Toc211603253"/>
      <w:r w:rsidRPr="00961BAB">
        <w:t xml:space="preserve">Audio </w:t>
      </w:r>
      <w:r>
        <w:t>r</w:t>
      </w:r>
      <w:r w:rsidRPr="00961BAB">
        <w:t xml:space="preserve">ecordings in </w:t>
      </w:r>
      <w:r>
        <w:t>i</w:t>
      </w:r>
      <w:r w:rsidRPr="00961BAB">
        <w:t>nvestigations</w:t>
      </w:r>
      <w:bookmarkEnd w:id="32"/>
    </w:p>
    <w:p w14:paraId="453E4136" w14:textId="77777777" w:rsidR="009B1FA2" w:rsidRPr="00961BAB" w:rsidRDefault="009B1FA2" w:rsidP="009B1FA2">
      <w:pPr>
        <w:spacing w:line="360" w:lineRule="exact"/>
        <w:rPr>
          <w:rFonts w:eastAsia="DengXian"/>
          <w:lang w:eastAsia="zh-CN"/>
        </w:rPr>
      </w:pPr>
      <w:r w:rsidRPr="00961BAB">
        <w:rPr>
          <w:rFonts w:eastAsia="DengXian"/>
          <w:lang w:eastAsia="zh-CN"/>
        </w:rPr>
        <w:t xml:space="preserve">Investigators </w:t>
      </w:r>
      <w:r>
        <w:rPr>
          <w:rFonts w:eastAsia="DengXian"/>
          <w:lang w:eastAsia="zh-CN"/>
        </w:rPr>
        <w:t xml:space="preserve">(PR) </w:t>
      </w:r>
      <w:r w:rsidRPr="00961BAB">
        <w:rPr>
          <w:rFonts w:eastAsia="DengXian"/>
          <w:lang w:eastAsia="zh-CN"/>
        </w:rPr>
        <w:t xml:space="preserve">want to confirm that audio recordings </w:t>
      </w:r>
      <w:r>
        <w:rPr>
          <w:rFonts w:eastAsia="DengXian"/>
          <w:lang w:eastAsia="zh-CN"/>
        </w:rPr>
        <w:t xml:space="preserve">(PP/GP) </w:t>
      </w:r>
      <w:r w:rsidRPr="00961BAB">
        <w:rPr>
          <w:rFonts w:eastAsia="DengXian"/>
          <w:lang w:eastAsia="zh-CN"/>
        </w:rPr>
        <w:t>used in criminal cases (e.g., wiretaps or interviews) have not been edited or distorted to manipulate the context of the conversation.</w:t>
      </w:r>
    </w:p>
    <w:p w14:paraId="00589222" w14:textId="77777777" w:rsidR="009B1FA2" w:rsidRPr="00961BAB" w:rsidRDefault="009B1FA2" w:rsidP="009B1FA2">
      <w:pPr>
        <w:pStyle w:val="Heading2"/>
      </w:pPr>
      <w:bookmarkStart w:id="33" w:name="_Toc211603254"/>
      <w:r w:rsidRPr="00961BAB">
        <w:lastRenderedPageBreak/>
        <w:t>Media creation</w:t>
      </w:r>
      <w:bookmarkEnd w:id="33"/>
    </w:p>
    <w:p w14:paraId="60EAC9D6" w14:textId="77777777" w:rsidR="009B1FA2" w:rsidRPr="00961BAB" w:rsidRDefault="009B1FA2" w:rsidP="00A03732">
      <w:pPr>
        <w:pStyle w:val="Heading3"/>
        <w:rPr>
          <w:lang w:eastAsia="zh-CN"/>
        </w:rPr>
      </w:pPr>
      <w:bookmarkStart w:id="34" w:name="_Toc211603255"/>
      <w:r w:rsidRPr="00961BAB">
        <w:t>Authenticity &amp; integrity for media</w:t>
      </w:r>
      <w:bookmarkEnd w:id="34"/>
    </w:p>
    <w:p w14:paraId="2A4E0C62" w14:textId="77777777" w:rsidR="009B1FA2" w:rsidRPr="00961BAB" w:rsidRDefault="009B1FA2" w:rsidP="009B1FA2">
      <w:pPr>
        <w:spacing w:line="360" w:lineRule="exact"/>
        <w:rPr>
          <w:rFonts w:eastAsia="DengXian"/>
        </w:rPr>
      </w:pPr>
      <w:r w:rsidRPr="00961BAB">
        <w:rPr>
          <w:rFonts w:eastAsia="DengXian"/>
          <w:lang w:eastAsia="zh-CN"/>
        </w:rPr>
        <w:t xml:space="preserve">Media organizations (PR) want to confirm </w:t>
      </w:r>
      <w:r>
        <w:rPr>
          <w:rFonts w:eastAsia="DengXian"/>
          <w:lang w:eastAsia="zh-CN"/>
        </w:rPr>
        <w:t xml:space="preserve">the </w:t>
      </w:r>
      <w:r w:rsidRPr="00961BAB">
        <w:rPr>
          <w:rFonts w:eastAsia="DengXian"/>
          <w:lang w:eastAsia="zh-CN"/>
        </w:rPr>
        <w:t>authenticity of the received media assets from PP/GP</w:t>
      </w:r>
      <w:r>
        <w:rPr>
          <w:rFonts w:eastAsia="DengXian"/>
          <w:lang w:eastAsia="zh-CN"/>
        </w:rPr>
        <w:t>s</w:t>
      </w:r>
      <w:r w:rsidRPr="00961BAB">
        <w:rPr>
          <w:rFonts w:eastAsia="DengXian"/>
          <w:lang w:eastAsia="zh-CN"/>
        </w:rPr>
        <w:t>.</w:t>
      </w:r>
    </w:p>
    <w:p w14:paraId="0F3DD436" w14:textId="77777777" w:rsidR="009B1FA2" w:rsidRPr="00961BAB" w:rsidRDefault="009B1FA2" w:rsidP="00A03732">
      <w:pPr>
        <w:pStyle w:val="Heading3"/>
      </w:pPr>
      <w:bookmarkStart w:id="35" w:name="_Toc211603256"/>
      <w:r w:rsidRPr="00961BAB">
        <w:t>AI-</w:t>
      </w:r>
      <w:r>
        <w:t>g</w:t>
      </w:r>
      <w:r w:rsidRPr="00961BAB">
        <w:t xml:space="preserve">enerated </w:t>
      </w:r>
      <w:r>
        <w:t>c</w:t>
      </w:r>
      <w:r w:rsidRPr="00961BAB">
        <w:t>ontent (AIGC)</w:t>
      </w:r>
      <w:bookmarkEnd w:id="35"/>
    </w:p>
    <w:p w14:paraId="5202CF77" w14:textId="77777777" w:rsidR="009B1FA2" w:rsidRPr="00961BAB" w:rsidRDefault="009B1FA2" w:rsidP="009B1FA2">
      <w:pPr>
        <w:rPr>
          <w:rFonts w:eastAsia="DengXian"/>
        </w:rPr>
      </w:pPr>
      <w:r w:rsidRPr="00961BAB">
        <w:rPr>
          <w:rFonts w:eastAsia="DengXian"/>
        </w:rPr>
        <w:t>With the rise of AI-generated videos and synthesized audio, receivers (GR) and professionals (PR) alike need to know whether media was created or modified using AI software (PP/GP). Identifying AI-generated content is crucial for transparency. (e.g., Viewers want to verify whether a popular video clip was created using AI or is a genuine, human-created piece of content.)</w:t>
      </w:r>
    </w:p>
    <w:p w14:paraId="50DDFCBE" w14:textId="77777777" w:rsidR="009B1FA2" w:rsidRPr="00961BAB" w:rsidRDefault="009B1FA2" w:rsidP="009B1FA2">
      <w:pPr>
        <w:pStyle w:val="Heading2"/>
      </w:pPr>
      <w:bookmarkStart w:id="36" w:name="_Toc211603257"/>
      <w:r w:rsidRPr="00961BAB">
        <w:t>Media modification</w:t>
      </w:r>
      <w:bookmarkEnd w:id="36"/>
    </w:p>
    <w:p w14:paraId="6F35F02B" w14:textId="77777777" w:rsidR="009B1FA2" w:rsidRPr="00961BAB" w:rsidRDefault="009B1FA2" w:rsidP="00A03732">
      <w:pPr>
        <w:pStyle w:val="Heading3"/>
      </w:pPr>
      <w:bookmarkStart w:id="37" w:name="_Toc211603258"/>
      <w:r w:rsidRPr="00961BAB">
        <w:t xml:space="preserve">Video and </w:t>
      </w:r>
      <w:r>
        <w:t>a</w:t>
      </w:r>
      <w:r w:rsidRPr="00961BAB">
        <w:t xml:space="preserve">udio </w:t>
      </w:r>
      <w:r>
        <w:t>e</w:t>
      </w:r>
      <w:r w:rsidRPr="00961BAB">
        <w:t xml:space="preserve">diting </w:t>
      </w:r>
      <w:r>
        <w:t>s</w:t>
      </w:r>
      <w:r w:rsidRPr="00961BAB">
        <w:t>oftware</w:t>
      </w:r>
      <w:bookmarkEnd w:id="37"/>
    </w:p>
    <w:p w14:paraId="034B9816" w14:textId="77777777" w:rsidR="009B1FA2" w:rsidRPr="00961BAB" w:rsidRDefault="009B1FA2" w:rsidP="009B1FA2">
      <w:pPr>
        <w:rPr>
          <w:rFonts w:eastAsia="DengXian"/>
        </w:rPr>
      </w:pPr>
      <w:r w:rsidRPr="00961BAB">
        <w:rPr>
          <w:rFonts w:eastAsia="DengXian"/>
        </w:rPr>
        <w:t>The extent of editing on video and audio content should be made transparent for the receiver (PR/GR). For example, professional editing tools (PP) used to enhance or alter content should label post-processing details to indicate authenticity. (e.g., A film editor needs to mark the sections of a movie trailer that have been color-corrected and where the audio has been pitch-adjusted for effect.)</w:t>
      </w:r>
    </w:p>
    <w:p w14:paraId="06163E37" w14:textId="77777777" w:rsidR="009B1FA2" w:rsidRPr="00961BAB" w:rsidRDefault="009B1FA2" w:rsidP="00A03732">
      <w:pPr>
        <w:pStyle w:val="Heading3"/>
      </w:pPr>
      <w:bookmarkStart w:id="38" w:name="_Toc211603259"/>
      <w:r w:rsidRPr="00961BAB">
        <w:t>Media adaptation during transport</w:t>
      </w:r>
      <w:bookmarkEnd w:id="38"/>
    </w:p>
    <w:p w14:paraId="1E5D7CA2" w14:textId="77777777" w:rsidR="009B1FA2" w:rsidRPr="00961BAB" w:rsidRDefault="009B1FA2" w:rsidP="009B1FA2">
      <w:r w:rsidRPr="00961BAB">
        <w:t>The throughput of the network might change over time and some techniques may be applied to adapt it to the network conditions while still being able to authenticate the media (e.g., for scalable media codecs some layers might be dropped, or a media stream could be transcoded.) Applicable to both GR and PR.</w:t>
      </w:r>
    </w:p>
    <w:p w14:paraId="03830340" w14:textId="77777777" w:rsidR="009B1FA2" w:rsidRPr="00961BAB" w:rsidRDefault="009B1FA2" w:rsidP="00A03732">
      <w:pPr>
        <w:pStyle w:val="Heading3"/>
      </w:pPr>
      <w:bookmarkStart w:id="39" w:name="_Toc211603260"/>
      <w:r w:rsidRPr="00961BAB">
        <w:t>Content splicing and ad-insertion</w:t>
      </w:r>
      <w:bookmarkEnd w:id="39"/>
    </w:p>
    <w:p w14:paraId="54205F84" w14:textId="77777777" w:rsidR="009B1FA2" w:rsidRPr="00961BAB" w:rsidRDefault="009B1FA2" w:rsidP="009B1FA2">
      <w:pPr>
        <w:rPr>
          <w:rFonts w:eastAsia="DengXian"/>
          <w:lang w:eastAsia="zh-CN"/>
        </w:rPr>
      </w:pPr>
      <w:r w:rsidRPr="00961BAB">
        <w:t>The media might be spliced (e.g. by inserting the advertisement in the main content or added graphics and animation.) The various parts of the original media need to be verifiable for authenticity. Applicable to both GR and PR.</w:t>
      </w:r>
    </w:p>
    <w:p w14:paraId="78FD220E" w14:textId="77777777" w:rsidR="009B1FA2" w:rsidRPr="00961BAB" w:rsidRDefault="009B1FA2" w:rsidP="00A03732">
      <w:pPr>
        <w:pStyle w:val="Heading3"/>
        <w:rPr>
          <w:rFonts w:ascii="SimSun" w:eastAsia="SimSun" w:hAnsi="SimSun" w:cs="SimSun"/>
        </w:rPr>
      </w:pPr>
      <w:bookmarkStart w:id="40" w:name="_Toc211603261"/>
      <w:r w:rsidRPr="00961BAB">
        <w:t xml:space="preserve">Video and </w:t>
      </w:r>
      <w:r>
        <w:t>a</w:t>
      </w:r>
      <w:r w:rsidRPr="00961BAB">
        <w:t xml:space="preserve">udio </w:t>
      </w:r>
      <w:r>
        <w:t>t</w:t>
      </w:r>
      <w:r w:rsidRPr="00961BAB">
        <w:t xml:space="preserve">ranscoding for </w:t>
      </w:r>
      <w:r>
        <w:t>s</w:t>
      </w:r>
      <w:r w:rsidRPr="00961BAB">
        <w:t>treaming</w:t>
      </w:r>
      <w:bookmarkEnd w:id="40"/>
      <w:r w:rsidRPr="00961BAB">
        <w:t xml:space="preserve"> </w:t>
      </w:r>
    </w:p>
    <w:p w14:paraId="2210662E" w14:textId="77777777" w:rsidR="009B1FA2" w:rsidRPr="00961BAB" w:rsidRDefault="009B1FA2" w:rsidP="009B1FA2">
      <w:r w:rsidRPr="00961BAB">
        <w:t xml:space="preserve">Audio and video transcoding during streaming processes </w:t>
      </w:r>
      <w:r>
        <w:t>must</w:t>
      </w:r>
      <w:r w:rsidRPr="00961BAB">
        <w:t xml:space="preserve"> retain authenticity verification, ensuring that the content hasn’t been altered beyond codec adjustments. (e.g., An online streaming platform needs to verify that the transcoding of audio tracks to lower bitrates for mobile devices has not altered the content’s original integrity.)</w:t>
      </w:r>
    </w:p>
    <w:p w14:paraId="6A2CA62F" w14:textId="77777777" w:rsidR="009B1FA2" w:rsidRPr="00961BAB" w:rsidRDefault="009B1FA2" w:rsidP="00A03732">
      <w:pPr>
        <w:pStyle w:val="Heading3"/>
      </w:pPr>
      <w:bookmarkStart w:id="41" w:name="_Toc211603262"/>
      <w:r w:rsidRPr="00961BAB">
        <w:t xml:space="preserve">Movie and </w:t>
      </w:r>
      <w:r>
        <w:t>a</w:t>
      </w:r>
      <w:r w:rsidRPr="00961BAB">
        <w:t xml:space="preserve">udio </w:t>
      </w:r>
      <w:r>
        <w:t>p</w:t>
      </w:r>
      <w:r w:rsidRPr="00961BAB">
        <w:t>reservation</w:t>
      </w:r>
      <w:bookmarkEnd w:id="41"/>
    </w:p>
    <w:p w14:paraId="4DF0511C" w14:textId="77777777" w:rsidR="009B1FA2" w:rsidRPr="00961BAB" w:rsidRDefault="009B1FA2" w:rsidP="009B1FA2">
      <w:pPr>
        <w:rPr>
          <w:rFonts w:eastAsia="DengXian"/>
          <w:lang w:eastAsia="zh-CN"/>
        </w:rPr>
      </w:pPr>
      <w:r w:rsidRPr="00961BAB">
        <w:t>Compression, transcoding, and other preservation processes applied to classic films and audio recordings must be documented to maintain transparency. This ensures that the archived content can be trusted as faithful to the original. (e.g., A film archive wants to keep track of the transcoding steps applied to preserve an old movie for modern viewing formats, while preserving its original quality.)</w:t>
      </w:r>
    </w:p>
    <w:p w14:paraId="17647890" w14:textId="77777777" w:rsidR="009B1FA2" w:rsidRPr="00961BAB" w:rsidRDefault="009B1FA2" w:rsidP="009B1FA2">
      <w:pPr>
        <w:pStyle w:val="Heading2"/>
      </w:pPr>
      <w:bookmarkStart w:id="42" w:name="_Toc211603263"/>
      <w:r w:rsidRPr="00961BAB">
        <w:lastRenderedPageBreak/>
        <w:t>Media augmentation and extension</w:t>
      </w:r>
      <w:bookmarkEnd w:id="42"/>
    </w:p>
    <w:p w14:paraId="0471FA8B" w14:textId="77777777" w:rsidR="009B1FA2" w:rsidRPr="00961BAB" w:rsidRDefault="009B1FA2" w:rsidP="00A03732">
      <w:pPr>
        <w:pStyle w:val="Heading3"/>
        <w:rPr>
          <w:lang w:eastAsia="zh-CN"/>
        </w:rPr>
      </w:pPr>
      <w:bookmarkStart w:id="43" w:name="_Toc211603264"/>
      <w:r w:rsidRPr="00961BAB">
        <w:t>Media composition</w:t>
      </w:r>
      <w:bookmarkEnd w:id="43"/>
    </w:p>
    <w:p w14:paraId="23A54BE3" w14:textId="77777777" w:rsidR="009B1FA2" w:rsidRPr="00961BAB" w:rsidRDefault="009B1FA2" w:rsidP="009B1FA2">
      <w:pPr>
        <w:tabs>
          <w:tab w:val="left" w:pos="360"/>
        </w:tabs>
        <w:rPr>
          <w:rFonts w:eastAsia="DengXian"/>
          <w:lang w:eastAsia="zh-CN"/>
        </w:rPr>
      </w:pPr>
      <w:r w:rsidRPr="00961BAB">
        <w:rPr>
          <w:rFonts w:eastAsia="DengXian"/>
          <w:lang w:eastAsia="zh-CN"/>
        </w:rPr>
        <w:t xml:space="preserve">Judges and police (PR) want to know whether media evidence (GP and/or PP) is synthesized when adjudicating cases (e.g., when an edited video is composed </w:t>
      </w:r>
      <w:r>
        <w:rPr>
          <w:rFonts w:eastAsia="DengXian"/>
          <w:lang w:eastAsia="zh-CN"/>
        </w:rPr>
        <w:t xml:space="preserve">of </w:t>
      </w:r>
      <w:r w:rsidRPr="00961BAB">
        <w:rPr>
          <w:rFonts w:eastAsia="DengXian"/>
          <w:lang w:eastAsia="zh-CN"/>
        </w:rPr>
        <w:t xml:space="preserve">several ones). </w:t>
      </w:r>
    </w:p>
    <w:p w14:paraId="175D0F72" w14:textId="77777777" w:rsidR="009B1FA2" w:rsidRPr="00961BAB" w:rsidRDefault="009B1FA2" w:rsidP="00A03732">
      <w:pPr>
        <w:pStyle w:val="Heading3"/>
        <w:rPr>
          <w:lang w:eastAsia="zh-CN"/>
        </w:rPr>
      </w:pPr>
      <w:bookmarkStart w:id="44" w:name="_Toc211603265"/>
      <w:r w:rsidRPr="00961BAB">
        <w:rPr>
          <w:lang w:eastAsia="zh-CN"/>
        </w:rPr>
        <w:t xml:space="preserve">Identifying </w:t>
      </w:r>
      <w:r>
        <w:rPr>
          <w:lang w:eastAsia="zh-CN"/>
        </w:rPr>
        <w:t>a</w:t>
      </w:r>
      <w:r w:rsidRPr="00961BAB">
        <w:rPr>
          <w:lang w:eastAsia="zh-CN"/>
        </w:rPr>
        <w:t xml:space="preserve">ugmented </w:t>
      </w:r>
      <w:r>
        <w:rPr>
          <w:lang w:eastAsia="zh-CN"/>
        </w:rPr>
        <w:t>r</w:t>
      </w:r>
      <w:r w:rsidRPr="00961BAB">
        <w:rPr>
          <w:lang w:eastAsia="zh-CN"/>
        </w:rPr>
        <w:t xml:space="preserve">eality (AR) and </w:t>
      </w:r>
      <w:r>
        <w:rPr>
          <w:lang w:eastAsia="zh-CN"/>
        </w:rPr>
        <w:t>v</w:t>
      </w:r>
      <w:r w:rsidRPr="00961BAB">
        <w:rPr>
          <w:lang w:eastAsia="zh-CN"/>
        </w:rPr>
        <w:t xml:space="preserve">irtual </w:t>
      </w:r>
      <w:r>
        <w:rPr>
          <w:lang w:eastAsia="zh-CN"/>
        </w:rPr>
        <w:t>r</w:t>
      </w:r>
      <w:r w:rsidRPr="00961BAB">
        <w:rPr>
          <w:lang w:eastAsia="zh-CN"/>
        </w:rPr>
        <w:t>eality (VR) components</w:t>
      </w:r>
      <w:bookmarkEnd w:id="44"/>
    </w:p>
    <w:p w14:paraId="682642EE" w14:textId="77777777" w:rsidR="009B1FA2" w:rsidRPr="00961BAB" w:rsidRDefault="009B1FA2" w:rsidP="009B1FA2">
      <w:pPr>
        <w:tabs>
          <w:tab w:val="left" w:pos="360"/>
        </w:tabs>
        <w:rPr>
          <w:rFonts w:eastAsia="DengXian"/>
          <w:lang w:eastAsia="zh-CN"/>
        </w:rPr>
      </w:pPr>
      <w:r w:rsidRPr="00961BAB">
        <w:rPr>
          <w:rFonts w:eastAsia="DengXian"/>
          <w:lang w:eastAsia="zh-CN"/>
        </w:rPr>
        <w:t xml:space="preserve">In AR and VR content, both video and audio elements may be augmented or generated in real time. Ensuring that these augmented components are clearly distinguished from real-world captures is important for maintaining authenticity. </w:t>
      </w:r>
    </w:p>
    <w:p w14:paraId="1EE29F58" w14:textId="77777777" w:rsidR="009B1FA2" w:rsidRPr="00961BAB" w:rsidRDefault="009B1FA2" w:rsidP="009B1FA2">
      <w:pPr>
        <w:pStyle w:val="Heading2"/>
      </w:pPr>
      <w:bookmarkStart w:id="45" w:name="_Toc211603266"/>
      <w:r w:rsidRPr="00961BAB">
        <w:t>General characteristics of the use cases</w:t>
      </w:r>
      <w:bookmarkEnd w:id="45"/>
    </w:p>
    <w:p w14:paraId="7707C89C" w14:textId="77777777" w:rsidR="009B1FA2" w:rsidRPr="00961BAB" w:rsidRDefault="009B1FA2" w:rsidP="009B1FA2">
      <w:r w:rsidRPr="00961BAB">
        <w:t xml:space="preserve">As can be seen from the described use cases, media authentication typically invokes several media components. </w:t>
      </w:r>
    </w:p>
    <w:p w14:paraId="473304AC" w14:textId="77777777" w:rsidR="009B1FA2" w:rsidRPr="00961BAB" w:rsidRDefault="009B1FA2" w:rsidP="009B1FA2">
      <w:r w:rsidRPr="00961BAB">
        <w:t xml:space="preserve">In a typical use case, a content provider wants to distribute a compressed version of a multimedia asset that consists of a combination of </w:t>
      </w:r>
      <w:r>
        <w:t>one or more</w:t>
      </w:r>
      <w:r w:rsidRPr="00961BAB">
        <w:t xml:space="preserve"> video sequence</w:t>
      </w:r>
      <w:r>
        <w:t>s</w:t>
      </w:r>
      <w:r w:rsidRPr="00961BAB">
        <w:t>, multiple audio streams (in different languages) and multiple caption streams for the respective audio streams. The content is generated and distributed on the fly, for example in a live streaming scenario. Moreover, users across the world may want to consume different versions of the content. For example, some users may want to consume an individual audio stream or the video stream only or they may want to consume specific versions of such media content depending on their available bandwidth, as, for instance, the video at a particular resolution or audio at a particular language or bitrate. As such, joint authentication should be possible for such media combinations.</w:t>
      </w:r>
    </w:p>
    <w:p w14:paraId="43D78F47" w14:textId="77777777" w:rsidR="009B1FA2" w:rsidRPr="00961BAB" w:rsidRDefault="009B1FA2" w:rsidP="009B1FA2">
      <w:r w:rsidRPr="00961BAB">
        <w:t>Furthermore, as discussed in the use cases above, only parts or substreams of the original video or audio streams might be received depending on the available bandwidth, for example by invoking a scalability functionality of the underlying codec.</w:t>
      </w:r>
    </w:p>
    <w:p w14:paraId="065627D3" w14:textId="77777777" w:rsidR="009B1FA2" w:rsidRPr="00961BAB" w:rsidRDefault="009B1FA2" w:rsidP="009B1FA2">
      <w:pPr>
        <w:tabs>
          <w:tab w:val="left" w:pos="3060"/>
        </w:tabs>
      </w:pPr>
      <w:r w:rsidRPr="00961BAB">
        <w:t>In summary, it is the intention of the content provider and of all users that the content provider can be trustworthily identified as the originator of each distributed substream of the media asset and that if multiple substreams are jointly consumed, users can verify their coherence, in order to for example guarantee that an audio stream was indeed intended to be associated to a video stream by the content provider.</w:t>
      </w:r>
    </w:p>
    <w:p w14:paraId="32427C88" w14:textId="77777777" w:rsidR="009B1FA2" w:rsidRPr="00961BAB" w:rsidRDefault="009B1FA2" w:rsidP="009B1FA2">
      <w:pPr>
        <w:tabs>
          <w:tab w:val="left" w:pos="3060"/>
        </w:tabs>
      </w:pPr>
    </w:p>
    <w:p w14:paraId="3BB02DB2" w14:textId="77777777" w:rsidR="009B1FA2" w:rsidRPr="00961BAB" w:rsidRDefault="009B1FA2" w:rsidP="009B1FA2">
      <w:pPr>
        <w:tabs>
          <w:tab w:val="left" w:pos="3060"/>
        </w:tabs>
      </w:pPr>
      <w:r w:rsidRPr="00961BAB">
        <w:t xml:space="preserve">Note: To address the above use cases, the standard requires carriage of embedded data in the media stream(s). Therefore, discovering if a media asset is fake or not, without carriage of the required embedded data is out of </w:t>
      </w:r>
      <w:r>
        <w:t xml:space="preserve">the </w:t>
      </w:r>
      <w:r w:rsidRPr="00961BAB">
        <w:t>scope of the solutions.</w:t>
      </w:r>
    </w:p>
    <w:p w14:paraId="570BF39F" w14:textId="77777777" w:rsidR="009B1FA2" w:rsidRPr="00961BAB" w:rsidRDefault="009B1FA2" w:rsidP="009B1FA2">
      <w:pPr>
        <w:pStyle w:val="Heading1"/>
        <w:rPr>
          <w:lang w:eastAsia="zh-CN"/>
        </w:rPr>
      </w:pPr>
      <w:bookmarkStart w:id="46" w:name="_Toc211603267"/>
      <w:r>
        <w:rPr>
          <w:lang w:eastAsia="zh-CN"/>
        </w:rPr>
        <w:t>System level r</w:t>
      </w:r>
      <w:r w:rsidRPr="00961BAB">
        <w:rPr>
          <w:lang w:eastAsia="zh-CN"/>
        </w:rPr>
        <w:t>equirements</w:t>
      </w:r>
      <w:bookmarkEnd w:id="46"/>
    </w:p>
    <w:p w14:paraId="008E02B1" w14:textId="77777777" w:rsidR="009B1FA2" w:rsidRPr="00961BAB" w:rsidRDefault="009B1FA2" w:rsidP="009B1FA2">
      <w:pPr>
        <w:pStyle w:val="Heading2"/>
      </w:pPr>
      <w:bookmarkStart w:id="47" w:name="_Toc211603268"/>
      <w:r w:rsidRPr="00961BAB">
        <w:rPr>
          <w:lang w:eastAsia="zh-CN"/>
        </w:rPr>
        <w:t>General aspects</w:t>
      </w:r>
      <w:bookmarkEnd w:id="47"/>
    </w:p>
    <w:p w14:paraId="6309F14D" w14:textId="77777777" w:rsidR="009B1FA2" w:rsidRPr="00961BAB" w:rsidRDefault="009B1FA2" w:rsidP="009B1FA2">
      <w:r w:rsidRPr="00961BAB">
        <w:t xml:space="preserve">The requirements listed fall within the scope of metadata embedding and referencing for verifying the media authenticity. </w:t>
      </w:r>
    </w:p>
    <w:p w14:paraId="7F044430" w14:textId="77777777" w:rsidR="009B1FA2" w:rsidRPr="00961BAB" w:rsidRDefault="009B1FA2" w:rsidP="009B1FA2">
      <w:r w:rsidRPr="00961BAB">
        <w:t xml:space="preserve">Solutions need to fulfill generic requirements for media streaming, such as dealing with random access into the streams, dynamic adaptive switching and content splicing. </w:t>
      </w:r>
    </w:p>
    <w:p w14:paraId="0E42EB43" w14:textId="77777777" w:rsidR="009B1FA2" w:rsidRPr="00961BAB" w:rsidRDefault="009B1FA2" w:rsidP="009B1FA2">
      <w:r w:rsidRPr="00961BAB">
        <w:lastRenderedPageBreak/>
        <w:t xml:space="preserve">In order to meet the requirements listed below for a single compressed version of the multimedia asset, it is desirable that the underlying compression standards like MPEG-D USAC or VVC both support a trustworthy verification mechanism </w:t>
      </w:r>
      <w:r>
        <w:t>that</w:t>
      </w:r>
      <w:r w:rsidRPr="00961BAB">
        <w:t xml:space="preserve"> can be carried out independently (supporting important functionalities of the standards) but at the same time link such a verification mechanism to a joint verification method for substreams associated to different media types/codecs. Such a joint verification mechanism may be supported by the relevant media data at the system level. Therefore, requirements are developed that require solutions to be transported in media bitstreams and system streams to enable media authentication. </w:t>
      </w:r>
    </w:p>
    <w:p w14:paraId="38481759" w14:textId="77777777" w:rsidR="009B1FA2" w:rsidRPr="00961BAB" w:rsidRDefault="009B1FA2" w:rsidP="009B1FA2">
      <w:pPr>
        <w:pStyle w:val="Heading2"/>
      </w:pPr>
      <w:bookmarkStart w:id="48" w:name="_Toc211603269"/>
      <w:r>
        <w:rPr>
          <w:lang w:eastAsia="zh-CN"/>
        </w:rPr>
        <w:t>System level s</w:t>
      </w:r>
      <w:r w:rsidRPr="00961BAB">
        <w:rPr>
          <w:lang w:eastAsia="zh-CN"/>
        </w:rPr>
        <w:t>pecific requirements</w:t>
      </w:r>
      <w:bookmarkEnd w:id="48"/>
    </w:p>
    <w:p w14:paraId="40B4790A" w14:textId="77777777" w:rsidR="009B1FA2" w:rsidRPr="00A03732" w:rsidRDefault="009B1FA2" w:rsidP="009B1FA2">
      <w:pPr>
        <w:spacing w:before="100" w:beforeAutospacing="1" w:after="100" w:afterAutospacing="1"/>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Based on the identified use cases, the following requirements have been identified.</w:t>
      </w:r>
    </w:p>
    <w:p w14:paraId="669447F3" w14:textId="77777777" w:rsidR="009B1FA2" w:rsidRPr="00961BAB" w:rsidRDefault="009B1FA2" w:rsidP="00AE5C22">
      <w:pPr>
        <w:numPr>
          <w:ilvl w:val="0"/>
          <w:numId w:val="29"/>
        </w:numPr>
        <w:spacing w:before="100" w:beforeAutospacing="1" w:after="100" w:afterAutospacing="1" w:line="240" w:lineRule="auto"/>
        <w:rPr>
          <w:sz w:val="24"/>
          <w:lang w:eastAsia="zh-CN"/>
        </w:rPr>
      </w:pPr>
      <w:r w:rsidRPr="00961BAB">
        <w:rPr>
          <w:rFonts w:eastAsia="Times New Roman"/>
          <w:lang w:eastAsia="de-DE"/>
        </w:rPr>
        <w:t xml:space="preserve">The solution shall support the verification of media content </w:t>
      </w:r>
      <w:r>
        <w:rPr>
          <w:rFonts w:eastAsia="Times New Roman"/>
          <w:lang w:eastAsia="de-DE"/>
        </w:rPr>
        <w:t>encapulated in ISOBMFF or delivered with MPEG DASH</w:t>
      </w:r>
      <w:r w:rsidRPr="00961BAB">
        <w:rPr>
          <w:rFonts w:eastAsia="Times New Roman"/>
          <w:lang w:eastAsia="de-DE"/>
        </w:rPr>
        <w:t>.</w:t>
      </w:r>
    </w:p>
    <w:p w14:paraId="619934E1" w14:textId="77777777" w:rsidR="009B1FA2" w:rsidRPr="00961BAB" w:rsidRDefault="009B1FA2" w:rsidP="00AE5C22">
      <w:pPr>
        <w:numPr>
          <w:ilvl w:val="0"/>
          <w:numId w:val="29"/>
        </w:numPr>
        <w:spacing w:before="100" w:beforeAutospacing="1" w:after="100" w:afterAutospacing="1" w:line="240" w:lineRule="auto"/>
        <w:rPr>
          <w:sz w:val="24"/>
        </w:rPr>
      </w:pPr>
      <w:r w:rsidRPr="00961BAB">
        <w:rPr>
          <w:rFonts w:eastAsia="Times New Roman"/>
          <w:lang w:eastAsia="de-DE"/>
        </w:rPr>
        <w:t xml:space="preserve">The solutions shall provide means to </w:t>
      </w:r>
      <w:r w:rsidRPr="00961BAB">
        <w:rPr>
          <w:rFonts w:eastAsia="Times New Roman"/>
          <w:b/>
          <w:bCs/>
          <w:lang w:eastAsia="de-DE"/>
        </w:rPr>
        <w:t xml:space="preserve">embed authenticity information </w:t>
      </w:r>
      <w:r w:rsidRPr="00961BAB">
        <w:rPr>
          <w:rFonts w:eastAsia="Times New Roman"/>
          <w:lang w:eastAsia="de-DE"/>
        </w:rPr>
        <w:t xml:space="preserve">into media assets. </w:t>
      </w:r>
    </w:p>
    <w:p w14:paraId="4D8E8264" w14:textId="77777777" w:rsidR="009B1FA2" w:rsidRPr="00762354" w:rsidRDefault="009B1FA2" w:rsidP="00AE5C22">
      <w:pPr>
        <w:numPr>
          <w:ilvl w:val="1"/>
          <w:numId w:val="29"/>
        </w:numPr>
        <w:spacing w:before="100" w:beforeAutospacing="1" w:after="100" w:afterAutospacing="1" w:line="240" w:lineRule="auto"/>
        <w:rPr>
          <w:rFonts w:eastAsia="Times New Roman"/>
          <w:lang w:eastAsia="de-DE"/>
        </w:rPr>
      </w:pPr>
      <w:r w:rsidRPr="00762354">
        <w:rPr>
          <w:rFonts w:eastAsia="Times New Roman"/>
          <w:lang w:eastAsia="de-DE"/>
        </w:rPr>
        <w:t xml:space="preserve">A media asset may consist of several media types and each media type may have one or more </w:t>
      </w:r>
      <w:r>
        <w:rPr>
          <w:rFonts w:eastAsia="Times New Roman"/>
          <w:lang w:eastAsia="de-DE"/>
        </w:rPr>
        <w:t>media tracks and potentially along with the associated DASH manifest</w:t>
      </w:r>
      <w:r w:rsidRPr="00762354">
        <w:rPr>
          <w:rFonts w:eastAsia="Times New Roman"/>
          <w:lang w:eastAsia="de-DE"/>
        </w:rPr>
        <w:t xml:space="preserve">. </w:t>
      </w:r>
      <w:r>
        <w:rPr>
          <w:rFonts w:eastAsia="Times New Roman"/>
          <w:lang w:eastAsia="de-DE"/>
        </w:rPr>
        <w:t xml:space="preserve">One or more media types also may be encapsulated in one media track. </w:t>
      </w:r>
      <w:r w:rsidRPr="00762354">
        <w:rPr>
          <w:rFonts w:eastAsia="Times New Roman"/>
          <w:lang w:eastAsia="de-DE"/>
        </w:rPr>
        <w:t xml:space="preserve">The solutions shall be flexible enough to embed such information at the elementary streams, as well as the system layer(s) to signal the cross-authentication of one or more elementary streams. </w:t>
      </w:r>
    </w:p>
    <w:p w14:paraId="6F2D0A52" w14:textId="77777777" w:rsidR="009B1FA2" w:rsidRPr="00961BAB" w:rsidRDefault="009B1FA2" w:rsidP="00AE5C22">
      <w:pPr>
        <w:numPr>
          <w:ilvl w:val="1"/>
          <w:numId w:val="29"/>
        </w:numPr>
        <w:spacing w:before="100" w:beforeAutospacing="1" w:after="100" w:afterAutospacing="1" w:line="240" w:lineRule="auto"/>
        <w:rPr>
          <w:rFonts w:eastAsia="Times New Roman"/>
          <w:sz w:val="24"/>
          <w:szCs w:val="24"/>
          <w:lang w:eastAsia="de-DE"/>
        </w:rPr>
      </w:pPr>
      <w:r w:rsidRPr="00762354">
        <w:rPr>
          <w:rFonts w:eastAsia="Times New Roman"/>
          <w:lang w:eastAsia="de-DE"/>
        </w:rPr>
        <w:t xml:space="preserve">Trust verification of several media types in separate </w:t>
      </w:r>
      <w:r>
        <w:rPr>
          <w:rFonts w:eastAsia="Times New Roman"/>
          <w:lang w:eastAsia="de-DE"/>
        </w:rPr>
        <w:t>tracks/</w:t>
      </w:r>
      <w:r w:rsidRPr="00762354">
        <w:rPr>
          <w:rFonts w:eastAsia="Times New Roman"/>
          <w:lang w:eastAsia="de-DE"/>
        </w:rPr>
        <w:t>streams shall ensure that the correlation and synchronization between different streams can be verified.</w:t>
      </w:r>
    </w:p>
    <w:p w14:paraId="2DF1DD62" w14:textId="77777777" w:rsidR="009B1FA2" w:rsidRPr="00961BAB" w:rsidRDefault="009B1FA2" w:rsidP="00AE5C22">
      <w:pPr>
        <w:numPr>
          <w:ilvl w:val="0"/>
          <w:numId w:val="29"/>
        </w:numPr>
        <w:spacing w:before="100" w:beforeAutospacing="1" w:after="100" w:afterAutospacing="1" w:line="240" w:lineRule="auto"/>
        <w:rPr>
          <w:rFonts w:eastAsia="Times New Roman"/>
          <w:lang w:eastAsia="de-DE"/>
        </w:rPr>
      </w:pPr>
      <w:r w:rsidRPr="00961BAB">
        <w:rPr>
          <w:rFonts w:eastAsia="DengXian"/>
        </w:rPr>
        <w:t xml:space="preserve">The solution shall </w:t>
      </w:r>
      <w:r w:rsidRPr="00961BAB">
        <w:rPr>
          <w:rFonts w:eastAsia="DengXian"/>
          <w:b/>
        </w:rPr>
        <w:t>support digital signing</w:t>
      </w:r>
      <w:r w:rsidRPr="00961BAB">
        <w:rPr>
          <w:rFonts w:eastAsia="DengXian"/>
        </w:rPr>
        <w:t xml:space="preserve"> of media assets, metadata and content by producer(s) to establish authenticity and integrity of the content </w:t>
      </w:r>
      <w:r w:rsidRPr="00961BAB">
        <w:rPr>
          <w:rFonts w:eastAsia="Times New Roman"/>
          <w:lang w:eastAsia="de-DE"/>
        </w:rPr>
        <w:t xml:space="preserve">by: </w:t>
      </w:r>
    </w:p>
    <w:p w14:paraId="32C6BA2A" w14:textId="77777777" w:rsidR="009B1FA2" w:rsidRPr="00961BAB" w:rsidRDefault="009B1FA2" w:rsidP="00AE5C22">
      <w:pPr>
        <w:numPr>
          <w:ilvl w:val="1"/>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various </w:t>
      </w:r>
      <w:r w:rsidRPr="00961BAB">
        <w:rPr>
          <w:rFonts w:eastAsia="Times New Roman"/>
          <w:b/>
          <w:bCs/>
          <w:lang w:eastAsia="de-DE"/>
        </w:rPr>
        <w:t xml:space="preserve">hashing </w:t>
      </w:r>
      <w:r w:rsidRPr="00961BAB">
        <w:rPr>
          <w:rFonts w:eastAsia="Times New Roman"/>
          <w:lang w:eastAsia="de-DE"/>
        </w:rPr>
        <w:t>methods.</w:t>
      </w:r>
    </w:p>
    <w:p w14:paraId="0CE0B4A1" w14:textId="77777777" w:rsidR="009B1FA2" w:rsidRPr="00961BAB" w:rsidRDefault="009B1FA2" w:rsidP="00AE5C22">
      <w:pPr>
        <w:numPr>
          <w:ilvl w:val="1"/>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w:t>
      </w:r>
      <w:r w:rsidRPr="00961BAB">
        <w:rPr>
          <w:rFonts w:eastAsia="Times New Roman"/>
          <w:b/>
          <w:lang w:eastAsia="de-DE"/>
        </w:rPr>
        <w:t>verification</w:t>
      </w:r>
      <w:r w:rsidRPr="00961BAB">
        <w:rPr>
          <w:rFonts w:eastAsia="Times New Roman"/>
          <w:b/>
          <w:bCs/>
          <w:lang w:eastAsia="de-DE"/>
        </w:rPr>
        <w:t xml:space="preserve"> </w:t>
      </w:r>
      <w:r w:rsidRPr="00961BAB">
        <w:rPr>
          <w:rFonts w:eastAsia="Times New Roman"/>
          <w:lang w:eastAsia="de-DE"/>
        </w:rPr>
        <w:t>of each media component by information embedded in the media component itself.</w:t>
      </w:r>
    </w:p>
    <w:p w14:paraId="237E3006" w14:textId="77777777" w:rsidR="009B1FA2" w:rsidRPr="00961BAB" w:rsidRDefault="009B1FA2" w:rsidP="00AE5C22">
      <w:pPr>
        <w:numPr>
          <w:ilvl w:val="1"/>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Supporting joint </w:t>
      </w:r>
      <w:r w:rsidRPr="00961BAB">
        <w:rPr>
          <w:rFonts w:eastAsia="Times New Roman"/>
          <w:b/>
          <w:lang w:eastAsia="de-DE"/>
        </w:rPr>
        <w:t>verification</w:t>
      </w:r>
      <w:r w:rsidRPr="00961BAB">
        <w:rPr>
          <w:rFonts w:eastAsia="Times New Roman"/>
          <w:b/>
          <w:bCs/>
          <w:lang w:eastAsia="de-DE"/>
        </w:rPr>
        <w:t xml:space="preserve"> </w:t>
      </w:r>
      <w:r w:rsidRPr="00961BAB">
        <w:rPr>
          <w:rFonts w:eastAsia="Times New Roman"/>
          <w:lang w:eastAsia="de-DE"/>
        </w:rPr>
        <w:t xml:space="preserve">of more than one media component associated </w:t>
      </w:r>
      <w:r>
        <w:rPr>
          <w:rFonts w:eastAsia="Times New Roman"/>
          <w:lang w:eastAsia="de-DE"/>
        </w:rPr>
        <w:t>with</w:t>
      </w:r>
      <w:r w:rsidRPr="00961BAB">
        <w:rPr>
          <w:rFonts w:eastAsia="Times New Roman"/>
          <w:lang w:eastAsia="de-DE"/>
        </w:rPr>
        <w:t xml:space="preserve"> each other.</w:t>
      </w:r>
    </w:p>
    <w:p w14:paraId="3B051E1D" w14:textId="77777777" w:rsidR="009B1FA2" w:rsidRPr="00961BAB" w:rsidRDefault="009B1FA2" w:rsidP="00AE5C22">
      <w:pPr>
        <w:numPr>
          <w:ilvl w:val="0"/>
          <w:numId w:val="29"/>
        </w:numPr>
        <w:spacing w:before="100" w:beforeAutospacing="1" w:after="100" w:afterAutospacing="1" w:line="240" w:lineRule="auto"/>
        <w:rPr>
          <w:rFonts w:eastAsia="Times New Roman"/>
          <w:lang w:eastAsia="de-DE"/>
        </w:rPr>
      </w:pPr>
      <w:r w:rsidRPr="00961BAB">
        <w:rPr>
          <w:rFonts w:eastAsia="Times New Roman"/>
          <w:lang w:eastAsia="de-DE"/>
        </w:rPr>
        <w:t xml:space="preserve">The solution shall support </w:t>
      </w:r>
      <w:r>
        <w:rPr>
          <w:rFonts w:eastAsia="Times New Roman"/>
          <w:lang w:eastAsia="de-DE"/>
        </w:rPr>
        <w:t xml:space="preserve">the </w:t>
      </w:r>
      <w:r w:rsidRPr="00961BAB">
        <w:rPr>
          <w:rFonts w:eastAsia="Times New Roman"/>
          <w:lang w:eastAsia="de-DE"/>
        </w:rPr>
        <w:t xml:space="preserve">carriage of the </w:t>
      </w:r>
      <w:r w:rsidRPr="00961BAB">
        <w:rPr>
          <w:rFonts w:eastAsia="Times New Roman"/>
          <w:b/>
          <w:bCs/>
          <w:lang w:eastAsia="de-DE"/>
        </w:rPr>
        <w:t>provenance information</w:t>
      </w:r>
      <w:r>
        <w:rPr>
          <w:rFonts w:eastAsia="Times New Roman"/>
          <w:b/>
          <w:bCs/>
          <w:lang w:eastAsia="de-DE"/>
        </w:rPr>
        <w:t xml:space="preserve"> </w:t>
      </w:r>
      <w:r w:rsidRPr="009B1FA2">
        <w:rPr>
          <w:rFonts w:eastAsia="Times New Roman"/>
          <w:lang w:eastAsia="de-DE"/>
        </w:rPr>
        <w:t>and/or the binding data to the provenance information</w:t>
      </w:r>
      <w:r w:rsidRPr="009B1FA2">
        <w:rPr>
          <w:rFonts w:eastAsia="Times New Roman"/>
          <w:b/>
          <w:bCs/>
          <w:lang w:eastAsia="de-DE"/>
        </w:rPr>
        <w:t xml:space="preserve"> </w:t>
      </w:r>
      <w:r w:rsidRPr="009B1FA2">
        <w:rPr>
          <w:rFonts w:eastAsia="Times New Roman"/>
          <w:lang w:eastAsia="de-DE"/>
        </w:rPr>
        <w:t>with the media content. The solution shall be flexible enough to support various provenance schemes (e.g. schemas required by different regulations).</w:t>
      </w:r>
    </w:p>
    <w:p w14:paraId="4E610066" w14:textId="77777777" w:rsidR="009B1FA2" w:rsidRPr="00A03732" w:rsidRDefault="009B1FA2" w:rsidP="00AE5C22">
      <w:pPr>
        <w:numPr>
          <w:ilvl w:val="0"/>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The solutions shall provide means to allow for </w:t>
      </w:r>
      <w:r w:rsidRPr="00A03732">
        <w:rPr>
          <w:rFonts w:asciiTheme="minorHAnsi" w:eastAsia="Times New Roman" w:hAnsiTheme="minorHAnsi" w:cstheme="minorHAnsi"/>
          <w:b/>
          <w:lang w:eastAsia="de-DE"/>
        </w:rPr>
        <w:t>random access</w:t>
      </w:r>
      <w:r w:rsidRPr="00A03732">
        <w:rPr>
          <w:rFonts w:asciiTheme="minorHAnsi" w:eastAsia="Times New Roman" w:hAnsiTheme="minorHAnsi" w:cstheme="minorHAnsi"/>
          <w:lang w:eastAsia="de-DE"/>
        </w:rPr>
        <w:t xml:space="preserve"> into the media tracks/streams while, at the same time, allowing for </w:t>
      </w:r>
      <w:r w:rsidRPr="00A03732">
        <w:rPr>
          <w:rFonts w:asciiTheme="minorHAnsi" w:eastAsia="Times New Roman" w:hAnsiTheme="minorHAnsi" w:cstheme="minorHAnsi"/>
          <w:b/>
          <w:lang w:eastAsia="de-DE"/>
        </w:rPr>
        <w:t>verification of temporal coherence</w:t>
      </w:r>
      <w:r w:rsidRPr="00A03732">
        <w:rPr>
          <w:rFonts w:asciiTheme="minorHAnsi" w:eastAsia="Times New Roman" w:hAnsiTheme="minorHAnsi" w:cstheme="minorHAnsi"/>
          <w:lang w:eastAsia="de-DE"/>
        </w:rPr>
        <w:t xml:space="preserve"> between random access segments.</w:t>
      </w:r>
    </w:p>
    <w:p w14:paraId="7A5915EE" w14:textId="77777777" w:rsidR="009B1FA2" w:rsidRPr="00A03732" w:rsidRDefault="009B1FA2" w:rsidP="00AE5C22">
      <w:pPr>
        <w:numPr>
          <w:ilvl w:val="0"/>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The solution shall provide means to allow the </w:t>
      </w:r>
      <w:r w:rsidRPr="00A03732">
        <w:rPr>
          <w:rFonts w:asciiTheme="minorHAnsi" w:eastAsia="Times New Roman" w:hAnsiTheme="minorHAnsi" w:cstheme="minorHAnsi"/>
          <w:b/>
          <w:lang w:eastAsia="de-DE"/>
        </w:rPr>
        <w:t>dynamic switching</w:t>
      </w:r>
      <w:r w:rsidRPr="00A03732">
        <w:rPr>
          <w:rFonts w:asciiTheme="minorHAnsi" w:eastAsia="Times New Roman" w:hAnsiTheme="minorHAnsi" w:cstheme="minorHAnsi"/>
          <w:lang w:eastAsia="de-DE"/>
        </w:rPr>
        <w:t xml:space="preserve"> of the media tracks/streams, when applicable, e.g. in the case of streaming, switching between different representations of the same media component shall allow the verification of the media component as a single part of a media asset.</w:t>
      </w:r>
    </w:p>
    <w:p w14:paraId="46AB333D" w14:textId="77777777" w:rsidR="009B1FA2" w:rsidRPr="00A03732" w:rsidRDefault="009B1FA2" w:rsidP="00AE5C22">
      <w:pPr>
        <w:numPr>
          <w:ilvl w:val="0"/>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The solution shall provide the possibility for </w:t>
      </w:r>
      <w:r w:rsidRPr="00A03732">
        <w:rPr>
          <w:rFonts w:asciiTheme="minorHAnsi" w:eastAsia="Times New Roman" w:hAnsiTheme="minorHAnsi" w:cstheme="minorHAnsi"/>
          <w:b/>
          <w:lang w:eastAsia="de-DE"/>
        </w:rPr>
        <w:t>the verification of different time intervals</w:t>
      </w:r>
      <w:r w:rsidRPr="00A03732">
        <w:rPr>
          <w:rFonts w:asciiTheme="minorHAnsi" w:eastAsia="Times New Roman" w:hAnsiTheme="minorHAnsi" w:cstheme="minorHAnsi"/>
          <w:lang w:eastAsia="de-DE"/>
        </w:rPr>
        <w:t xml:space="preserve"> of the media assets, i.e. the authentication of each time interval of a media asset may need to be done independently of the other periods of the media. </w:t>
      </w:r>
    </w:p>
    <w:p w14:paraId="30D974AB" w14:textId="77777777" w:rsidR="009B1FA2" w:rsidRPr="00A03732" w:rsidRDefault="009B1FA2" w:rsidP="00AE5C22">
      <w:pPr>
        <w:numPr>
          <w:ilvl w:val="0"/>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The solution shall allow the verification of media assets that are captured and delivered in real time (i.e. </w:t>
      </w:r>
      <w:r w:rsidRPr="00A03732">
        <w:rPr>
          <w:rFonts w:asciiTheme="minorHAnsi" w:eastAsia="Times New Roman" w:hAnsiTheme="minorHAnsi" w:cstheme="minorHAnsi"/>
          <w:b/>
          <w:lang w:eastAsia="de-DE"/>
        </w:rPr>
        <w:t>live</w:t>
      </w:r>
      <w:r w:rsidRPr="00A03732">
        <w:rPr>
          <w:rFonts w:asciiTheme="minorHAnsi" w:eastAsia="Times New Roman" w:hAnsiTheme="minorHAnsi" w:cstheme="minorHAnsi"/>
          <w:lang w:eastAsia="de-DE"/>
        </w:rPr>
        <w:t xml:space="preserve">) as well as for later delivery (i.e. </w:t>
      </w:r>
      <w:r w:rsidRPr="00A03732">
        <w:rPr>
          <w:rFonts w:asciiTheme="minorHAnsi" w:eastAsia="Times New Roman" w:hAnsiTheme="minorHAnsi" w:cstheme="minorHAnsi"/>
          <w:b/>
          <w:lang w:eastAsia="de-DE"/>
        </w:rPr>
        <w:t>on-demand</w:t>
      </w:r>
      <w:r w:rsidRPr="00A03732">
        <w:rPr>
          <w:rFonts w:asciiTheme="minorHAnsi" w:eastAsia="Times New Roman" w:hAnsiTheme="minorHAnsi" w:cstheme="minorHAnsi"/>
          <w:lang w:eastAsia="de-DE"/>
        </w:rPr>
        <w:t xml:space="preserve">). It should offer configurable latency for the authentication </w:t>
      </w:r>
      <w:r w:rsidRPr="00A03732">
        <w:rPr>
          <w:rFonts w:asciiTheme="minorHAnsi" w:eastAsia="Times New Roman" w:hAnsiTheme="minorHAnsi" w:cstheme="minorHAnsi"/>
          <w:lang w:eastAsia="de-DE"/>
        </w:rPr>
        <w:lastRenderedPageBreak/>
        <w:t>process.</w:t>
      </w:r>
      <w:r w:rsidRPr="00A03732">
        <w:rPr>
          <w:rFonts w:asciiTheme="minorHAnsi" w:eastAsia="DengXian" w:hAnsiTheme="minorHAnsi" w:cstheme="minorHAnsi"/>
          <w:lang w:eastAsia="zh-CN"/>
        </w:rPr>
        <w:t xml:space="preserve"> </w:t>
      </w:r>
      <w:r w:rsidRPr="00A03732">
        <w:rPr>
          <w:rFonts w:asciiTheme="minorHAnsi" w:eastAsia="Times New Roman" w:hAnsiTheme="minorHAnsi" w:cstheme="minorHAnsi"/>
          <w:lang w:eastAsia="de-DE"/>
        </w:rPr>
        <w:t>The viewer shall be able to verify the content as being delivered in real time regardless of whether it was produced in real time or post-processed after production.</w:t>
      </w:r>
    </w:p>
    <w:p w14:paraId="215D7EDE" w14:textId="77777777" w:rsidR="009B1FA2" w:rsidRPr="00A03732" w:rsidRDefault="009B1FA2" w:rsidP="00AE5C22">
      <w:pPr>
        <w:numPr>
          <w:ilvl w:val="0"/>
          <w:numId w:val="29"/>
        </w:numPr>
        <w:spacing w:before="100" w:beforeAutospacing="1" w:after="100" w:afterAutospacing="1" w:line="240" w:lineRule="auto"/>
        <w:jc w:val="left"/>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The solution shall allow the verification of the content distributed via broadcast or other means of one-way distribution where authentication information (e.g. keys) are exchanged via side channels (e.g. using secure on-device storage or other </w:t>
      </w:r>
      <w:r w:rsidRPr="00A03732">
        <w:rPr>
          <w:rFonts w:asciiTheme="minorHAnsi" w:eastAsia="Times New Roman" w:hAnsiTheme="minorHAnsi" w:cstheme="minorHAnsi"/>
          <w:lang w:eastAsia="de-DE"/>
        </w:rPr>
        <w:br/>
        <w:t>“offline” methods).</w:t>
      </w:r>
      <w:r w:rsidRPr="00A03732">
        <w:rPr>
          <w:rFonts w:asciiTheme="minorHAnsi" w:eastAsia="DengXian" w:hAnsiTheme="minorHAnsi" w:cstheme="minorHAnsi"/>
          <w:lang w:eastAsia="zh-CN"/>
        </w:rPr>
        <w:t xml:space="preserve"> </w:t>
      </w:r>
    </w:p>
    <w:p w14:paraId="1AD8CDB6" w14:textId="77777777" w:rsidR="009B1FA2" w:rsidRPr="00A03732" w:rsidRDefault="009B1FA2" w:rsidP="00AE5C22">
      <w:pPr>
        <w:numPr>
          <w:ilvl w:val="0"/>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The solution shall provide means to </w:t>
      </w:r>
      <w:r w:rsidRPr="00A03732">
        <w:rPr>
          <w:rFonts w:asciiTheme="minorHAnsi" w:eastAsia="Times New Roman" w:hAnsiTheme="minorHAnsi" w:cstheme="minorHAnsi"/>
          <w:b/>
          <w:bCs/>
          <w:lang w:eastAsia="de-DE"/>
        </w:rPr>
        <w:t>modify specific parts of the</w:t>
      </w:r>
      <w:r w:rsidRPr="00A03732">
        <w:rPr>
          <w:rFonts w:asciiTheme="minorHAnsi" w:eastAsia="Times New Roman" w:hAnsiTheme="minorHAnsi" w:cstheme="minorHAnsi"/>
          <w:b/>
          <w:lang w:eastAsia="de-DE"/>
        </w:rPr>
        <w:t xml:space="preserve"> media streams</w:t>
      </w:r>
      <w:r w:rsidRPr="00A03732">
        <w:rPr>
          <w:rFonts w:asciiTheme="minorHAnsi" w:eastAsia="Times New Roman" w:hAnsiTheme="minorHAnsi" w:cstheme="minorHAnsi"/>
          <w:lang w:eastAsia="de-DE"/>
        </w:rPr>
        <w:t xml:space="preserve"> while still allowing verification of authenticity for media assets by:</w:t>
      </w:r>
    </w:p>
    <w:p w14:paraId="0A588867" w14:textId="77777777" w:rsidR="009B1FA2" w:rsidRPr="00A03732" w:rsidRDefault="009B1FA2" w:rsidP="00AE5C22">
      <w:pPr>
        <w:numPr>
          <w:ilvl w:val="1"/>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Supporting </w:t>
      </w:r>
      <w:r w:rsidRPr="00A03732">
        <w:rPr>
          <w:rFonts w:asciiTheme="minorHAnsi" w:eastAsia="Times New Roman" w:hAnsiTheme="minorHAnsi" w:cstheme="minorHAnsi"/>
          <w:b/>
          <w:bCs/>
          <w:lang w:eastAsia="de-DE"/>
        </w:rPr>
        <w:t>scalability</w:t>
      </w:r>
      <w:r w:rsidRPr="00A03732">
        <w:rPr>
          <w:rFonts w:asciiTheme="minorHAnsi" w:eastAsia="Times New Roman" w:hAnsiTheme="minorHAnsi" w:cstheme="minorHAnsi"/>
          <w:lang w:eastAsia="de-DE"/>
        </w:rPr>
        <w:t xml:space="preserve"> when codecs allow for it.</w:t>
      </w:r>
    </w:p>
    <w:p w14:paraId="01757D43" w14:textId="77777777" w:rsidR="009B1FA2" w:rsidRPr="00A03732" w:rsidRDefault="009B1FA2" w:rsidP="00AE5C22">
      <w:pPr>
        <w:numPr>
          <w:ilvl w:val="1"/>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Support </w:t>
      </w:r>
      <w:r w:rsidRPr="00A03732">
        <w:rPr>
          <w:rFonts w:asciiTheme="minorHAnsi" w:eastAsia="Times New Roman" w:hAnsiTheme="minorHAnsi" w:cstheme="minorHAnsi"/>
          <w:b/>
          <w:lang w:eastAsia="de-DE"/>
        </w:rPr>
        <w:t>multiple component</w:t>
      </w:r>
      <w:r w:rsidRPr="00A03732">
        <w:rPr>
          <w:rFonts w:asciiTheme="minorHAnsi" w:eastAsia="Times New Roman" w:hAnsiTheme="minorHAnsi" w:cstheme="minorHAnsi"/>
          <w:lang w:eastAsia="de-DE"/>
        </w:rPr>
        <w:t xml:space="preserve"> coding (e.g. multi-view or depth-map, texture, geometry, etc.)</w:t>
      </w:r>
    </w:p>
    <w:p w14:paraId="13531C67" w14:textId="77777777" w:rsidR="009B1FA2" w:rsidRPr="00A03732" w:rsidRDefault="009B1FA2" w:rsidP="00AE5C22">
      <w:pPr>
        <w:numPr>
          <w:ilvl w:val="1"/>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Supporting </w:t>
      </w:r>
      <w:r w:rsidRPr="00A03732">
        <w:rPr>
          <w:rFonts w:asciiTheme="minorHAnsi" w:eastAsia="Times New Roman" w:hAnsiTheme="minorHAnsi" w:cstheme="minorHAnsi"/>
          <w:b/>
          <w:lang w:eastAsia="de-DE"/>
        </w:rPr>
        <w:t>authoring of secondary information and metadata</w:t>
      </w:r>
      <w:r w:rsidRPr="00A03732">
        <w:rPr>
          <w:rFonts w:asciiTheme="minorHAnsi" w:eastAsia="Times New Roman" w:hAnsiTheme="minorHAnsi" w:cstheme="minorHAnsi"/>
          <w:lang w:eastAsia="de-DE"/>
        </w:rPr>
        <w:t xml:space="preserve"> (such as MPEG-H 3D audio user interaction and DRC metadata) in a downstream device.</w:t>
      </w:r>
    </w:p>
    <w:p w14:paraId="76756392" w14:textId="77777777" w:rsidR="009B1FA2" w:rsidRPr="00A03732" w:rsidRDefault="009B1FA2" w:rsidP="00AE5C22">
      <w:pPr>
        <w:numPr>
          <w:ilvl w:val="1"/>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Support for media assets that are stored in single</w:t>
      </w:r>
      <w:r w:rsidRPr="00A03732">
        <w:rPr>
          <w:rFonts w:asciiTheme="minorHAnsi" w:eastAsia="Times New Roman" w:hAnsiTheme="minorHAnsi" w:cstheme="minorHAnsi"/>
          <w:b/>
          <w:lang w:eastAsia="de-DE"/>
        </w:rPr>
        <w:t xml:space="preserve"> or multiple files</w:t>
      </w:r>
      <w:r w:rsidRPr="00A03732">
        <w:rPr>
          <w:rFonts w:asciiTheme="minorHAnsi" w:eastAsia="Times New Roman" w:hAnsiTheme="minorHAnsi" w:cstheme="minorHAnsi"/>
          <w:lang w:eastAsia="de-DE"/>
        </w:rPr>
        <w:t>, where applicable.</w:t>
      </w:r>
    </w:p>
    <w:p w14:paraId="1079E0AD" w14:textId="77777777" w:rsidR="009B1FA2" w:rsidRPr="00A03732" w:rsidRDefault="009B1FA2" w:rsidP="00AE5C22">
      <w:pPr>
        <w:numPr>
          <w:ilvl w:val="1"/>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Support of </w:t>
      </w:r>
      <w:r w:rsidRPr="00A03732">
        <w:rPr>
          <w:rFonts w:asciiTheme="minorHAnsi" w:eastAsia="Times New Roman" w:hAnsiTheme="minorHAnsi" w:cstheme="minorHAnsi"/>
          <w:b/>
          <w:lang w:eastAsia="de-DE"/>
        </w:rPr>
        <w:t>late binding</w:t>
      </w:r>
      <w:r w:rsidRPr="00A03732">
        <w:rPr>
          <w:rFonts w:asciiTheme="minorHAnsi" w:eastAsia="Times New Roman" w:hAnsiTheme="minorHAnsi" w:cstheme="minorHAnsi"/>
          <w:lang w:eastAsia="de-DE"/>
        </w:rPr>
        <w:t xml:space="preserve"> between different media components or media objects.</w:t>
      </w:r>
    </w:p>
    <w:p w14:paraId="2EACF5AF" w14:textId="77777777" w:rsidR="009B1FA2" w:rsidRPr="00A03732" w:rsidRDefault="009B1FA2" w:rsidP="00AE5C22">
      <w:pPr>
        <w:numPr>
          <w:ilvl w:val="0"/>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 xml:space="preserve">The solution should, as much as possible, provide some </w:t>
      </w:r>
      <w:r w:rsidRPr="00A03732">
        <w:rPr>
          <w:rFonts w:asciiTheme="minorHAnsi" w:eastAsia="Times New Roman" w:hAnsiTheme="minorHAnsi" w:cstheme="minorHAnsi"/>
          <w:b/>
          <w:lang w:eastAsia="de-DE"/>
        </w:rPr>
        <w:t>means of robustness</w:t>
      </w:r>
      <w:r w:rsidRPr="00A03732">
        <w:rPr>
          <w:rFonts w:asciiTheme="minorHAnsi" w:eastAsia="Times New Roman" w:hAnsiTheme="minorHAnsi" w:cstheme="minorHAnsi"/>
          <w:lang w:eastAsia="de-DE"/>
        </w:rPr>
        <w:t xml:space="preserve"> against loss such as video frame loss and/or audio dropouts, allowing partial verification of more important parts in cases of partial loss.</w:t>
      </w:r>
    </w:p>
    <w:p w14:paraId="3C5A1430" w14:textId="77777777" w:rsidR="009B1FA2" w:rsidRPr="00A03732" w:rsidRDefault="009B1FA2" w:rsidP="00AE5C22">
      <w:pPr>
        <w:numPr>
          <w:ilvl w:val="0"/>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The solution should provide means to verify different substreams of a media track/stream with different verification and/or hashing methods, where applicable.</w:t>
      </w:r>
    </w:p>
    <w:p w14:paraId="66C55891" w14:textId="77777777" w:rsidR="009B1FA2" w:rsidRPr="00A03732" w:rsidRDefault="009B1FA2" w:rsidP="00AE5C22">
      <w:pPr>
        <w:numPr>
          <w:ilvl w:val="0"/>
          <w:numId w:val="29"/>
        </w:numPr>
        <w:spacing w:before="100" w:beforeAutospacing="1" w:after="100" w:afterAutospacing="1" w:line="240" w:lineRule="auto"/>
        <w:rPr>
          <w:rFonts w:asciiTheme="minorHAnsi" w:eastAsia="Times New Roman" w:hAnsiTheme="minorHAnsi" w:cstheme="minorHAnsi"/>
          <w:lang w:eastAsia="de-DE"/>
        </w:rPr>
      </w:pPr>
      <w:r w:rsidRPr="00A03732">
        <w:rPr>
          <w:rFonts w:asciiTheme="minorHAnsi" w:eastAsia="Times New Roman" w:hAnsiTheme="minorHAnsi" w:cstheme="minorHAnsi"/>
          <w:lang w:eastAsia="de-DE"/>
        </w:rPr>
        <w:t>The solution shall provide means to embed authenticity information into media tracks and/or associated DASH manifestsin a way that does not have a significant impact on the bitrate (average, peak) of the media bitstream as much as possible.</w:t>
      </w:r>
    </w:p>
    <w:p w14:paraId="4526CCC4" w14:textId="0FB4B339" w:rsidR="000A3945" w:rsidRPr="00961BAB" w:rsidRDefault="002F50A5" w:rsidP="000A3945">
      <w:pPr>
        <w:pStyle w:val="Heading1"/>
        <w:rPr>
          <w:lang w:eastAsia="zh-CN"/>
        </w:rPr>
      </w:pPr>
      <w:bookmarkStart w:id="49" w:name="_Hlk181002623"/>
      <w:bookmarkStart w:id="50" w:name="_Toc211603270"/>
      <w:r>
        <w:rPr>
          <w:lang w:eastAsia="zh-CN"/>
        </w:rPr>
        <w:t>Gap Analysis</w:t>
      </w:r>
      <w:bookmarkEnd w:id="50"/>
    </w:p>
    <w:p w14:paraId="7C731717" w14:textId="15C7B566" w:rsidR="009B1FA2" w:rsidRDefault="002F50A5" w:rsidP="002F50A5">
      <w:pPr>
        <w:widowControl w:val="0"/>
        <w:autoSpaceDE w:val="0"/>
        <w:autoSpaceDN w:val="0"/>
        <w:spacing w:after="0" w:line="240" w:lineRule="auto"/>
        <w:jc w:val="left"/>
        <w:rPr>
          <w:lang w:eastAsia="zh-CN"/>
        </w:rPr>
      </w:pPr>
      <w:r>
        <w:rPr>
          <w:lang w:eastAsia="zh-CN"/>
        </w:rPr>
        <w:t>The following</w:t>
      </w:r>
      <w:r w:rsidR="007116B8">
        <w:rPr>
          <w:lang w:eastAsia="zh-CN"/>
        </w:rPr>
        <w:t xml:space="preserve"> is </w:t>
      </w:r>
      <w:r>
        <w:rPr>
          <w:lang w:eastAsia="zh-CN"/>
        </w:rPr>
        <w:t xml:space="preserve">a summary of contributions </w:t>
      </w:r>
      <w:r w:rsidR="00954D0C">
        <w:rPr>
          <w:lang w:eastAsia="zh-CN"/>
        </w:rPr>
        <w:t>discussed at MPEG#151, Daejeon, meeting.</w:t>
      </w:r>
    </w:p>
    <w:p w14:paraId="316E1FC8" w14:textId="4E9C45C2" w:rsidR="00192D70" w:rsidRDefault="00192D70" w:rsidP="00A03732">
      <w:pPr>
        <w:pStyle w:val="Heading3"/>
      </w:pPr>
      <w:r w:rsidRPr="000958DE">
        <w:t> </w:t>
      </w:r>
      <w:r w:rsidR="00A261A6" w:rsidRPr="000958DE">
        <w:t> </w:t>
      </w:r>
      <w:hyperlink r:id="rId14" w:history="1">
        <w:bookmarkStart w:id="51" w:name="_Toc211603271"/>
        <w:r w:rsidR="00A261A6" w:rsidRPr="000958DE">
          <w:rPr>
            <w:rStyle w:val="Hyperlink"/>
          </w:rPr>
          <w:t>m73494 Analysis of systems media authenticity requirements based on MPEG-7 and MPEG-21</w:t>
        </w:r>
        <w:bookmarkEnd w:id="51"/>
      </w:hyperlink>
    </w:p>
    <w:p w14:paraId="67E66531" w14:textId="029FA62A" w:rsidR="00B54F11" w:rsidRPr="00B54F11" w:rsidRDefault="00FE527E" w:rsidP="00B54F11">
      <w:r w:rsidRPr="002D1C34">
        <w:t>MPEG 7 and MPEG 21 need extensions to be useful for media authentication and since they are not widely adopted, it is recommended to start an activity to extend ISOBMFF and DASH independent from them. The assumed scope is not to create a new provenance format but support of carrying provenance information in those standards.</w:t>
      </w:r>
    </w:p>
    <w:p w14:paraId="5DA1E6F8" w14:textId="77777777" w:rsidR="007A62C7" w:rsidRDefault="007A62C7" w:rsidP="00A03732">
      <w:pPr>
        <w:pStyle w:val="Heading3"/>
      </w:pPr>
      <w:hyperlink r:id="rId15" w:history="1">
        <w:bookmarkStart w:id="52" w:name="_Toc211603272"/>
        <w:r w:rsidRPr="000958DE">
          <w:rPr>
            <w:rStyle w:val="Hyperlink"/>
          </w:rPr>
          <w:t>m73485 Gap analysis of ISOBMFF and DASH to support media authentication requirements</w:t>
        </w:r>
        <w:bookmarkEnd w:id="52"/>
      </w:hyperlink>
    </w:p>
    <w:p w14:paraId="2726990E" w14:textId="63089716" w:rsidR="007A62C7" w:rsidRPr="00E23045" w:rsidRDefault="00A261A6" w:rsidP="007A62C7">
      <w:r>
        <w:t>Several</w:t>
      </w:r>
      <w:r w:rsidR="007A62C7" w:rsidRPr="00E23045">
        <w:t xml:space="preserve"> gap</w:t>
      </w:r>
      <w:r>
        <w:t>s are identified</w:t>
      </w:r>
      <w:r w:rsidR="007A62C7" w:rsidRPr="00E23045">
        <w:t xml:space="preserve"> for ISOBMFF and DASH</w:t>
      </w:r>
      <w:r w:rsidR="007A62C7">
        <w:t xml:space="preserve"> by going through the requirements and discussing what needs to be used in ISOBMFF and/or DASH and what is missing.</w:t>
      </w:r>
    </w:p>
    <w:p w14:paraId="0ECA6337" w14:textId="77777777" w:rsidR="007A62C7" w:rsidRDefault="007A62C7" w:rsidP="00A03732">
      <w:pPr>
        <w:pStyle w:val="Heading3"/>
      </w:pPr>
      <w:hyperlink r:id="rId16" w:history="1">
        <w:bookmarkStart w:id="53" w:name="_Toc211603273"/>
        <w:r w:rsidRPr="00090B1C">
          <w:rPr>
            <w:rStyle w:val="Hyperlink"/>
          </w:rPr>
          <w:t>m73486 Gap analysis of C2PA to support media authentication requirements in ISOBMFF and DASH</w:t>
        </w:r>
        <w:bookmarkEnd w:id="53"/>
      </w:hyperlink>
    </w:p>
    <w:p w14:paraId="713F9087" w14:textId="473FE4AE" w:rsidR="007A62C7" w:rsidRDefault="00A261A6" w:rsidP="007A62C7">
      <w:r>
        <w:t>A</w:t>
      </w:r>
      <w:r w:rsidR="007A62C7" w:rsidRPr="00E23045">
        <w:t xml:space="preserve"> gap analysis </w:t>
      </w:r>
      <w:r>
        <w:t>of</w:t>
      </w:r>
      <w:r w:rsidR="007A62C7" w:rsidRPr="00E23045">
        <w:t xml:space="preserve"> </w:t>
      </w:r>
      <w:r w:rsidR="007A62C7">
        <w:t>us</w:t>
      </w:r>
      <w:r>
        <w:t>ing</w:t>
      </w:r>
      <w:r w:rsidR="007A62C7">
        <w:t xml:space="preserve"> of C2PA with ISOBMFF and DASH</w:t>
      </w:r>
      <w:r>
        <w:t xml:space="preserve"> is provided</w:t>
      </w:r>
      <w:r w:rsidR="007A62C7">
        <w:t xml:space="preserve">. There </w:t>
      </w:r>
      <w:r>
        <w:t>were</w:t>
      </w:r>
      <w:r w:rsidR="007A62C7">
        <w:t xml:space="preserve"> different views</w:t>
      </w:r>
      <w:r>
        <w:t xml:space="preserve"> at the meeting on </w:t>
      </w:r>
      <w:r w:rsidR="007A62C7">
        <w:t xml:space="preserve"> how C2PA can be used</w:t>
      </w:r>
      <w:r>
        <w:t xml:space="preserve"> with ISOBMFF and DASH.</w:t>
      </w:r>
    </w:p>
    <w:p w14:paraId="2E9887E0" w14:textId="77777777" w:rsidR="007A62C7" w:rsidRDefault="007A62C7" w:rsidP="00A261A6">
      <w:pPr>
        <w:pStyle w:val="Heading2"/>
      </w:pPr>
      <w:hyperlink r:id="rId17" w:history="1">
        <w:bookmarkStart w:id="54" w:name="_Toc211603274"/>
        <w:r w:rsidRPr="00090B1C">
          <w:rPr>
            <w:rStyle w:val="Hyperlink"/>
          </w:rPr>
          <w:t>m73486 Gap analysis of C2PA to support media authentication requirements in ISOBMFF and DASH</w:t>
        </w:r>
        <w:bookmarkEnd w:id="54"/>
      </w:hyperlink>
    </w:p>
    <w:p w14:paraId="470D8700" w14:textId="77C56641" w:rsidR="007A62C7" w:rsidRDefault="00145E7B" w:rsidP="007A62C7">
      <w:r w:rsidRPr="00145E7B">
        <w:t>C2PA for live streaming has challanges for temporal binding of segments. A solution is proposed based on DSC VSEI and to carry the information at the system layer.</w:t>
      </w:r>
    </w:p>
    <w:p w14:paraId="4BFBDEF8" w14:textId="3D3D6B5F" w:rsidR="001E4596" w:rsidRDefault="001E4596" w:rsidP="001E4596">
      <w:pPr>
        <w:pStyle w:val="Heading1"/>
        <w:rPr>
          <w:lang w:eastAsia="zh-CN"/>
        </w:rPr>
      </w:pPr>
      <w:bookmarkStart w:id="55" w:name="_Toc211603275"/>
      <w:r>
        <w:rPr>
          <w:lang w:eastAsia="zh-CN"/>
        </w:rPr>
        <w:t>Workflows (based on m74553 and m7440)</w:t>
      </w:r>
      <w:bookmarkEnd w:id="55"/>
    </w:p>
    <w:p w14:paraId="56C12753" w14:textId="29FD305E" w:rsidR="001E4596" w:rsidRDefault="001E4596" w:rsidP="001E4596">
      <w:pPr>
        <w:pStyle w:val="Heading2"/>
        <w:rPr>
          <w:lang w:eastAsia="zh-CN"/>
        </w:rPr>
      </w:pPr>
      <w:bookmarkStart w:id="56" w:name="_Toc209530476"/>
      <w:bookmarkStart w:id="57" w:name="_Toc211603276"/>
      <w:r w:rsidRPr="001E4596">
        <w:rPr>
          <w:lang w:eastAsia="zh-CN"/>
        </w:rPr>
        <w:t>Streaming Workflow</w:t>
      </w:r>
      <w:bookmarkEnd w:id="56"/>
      <w:r w:rsidR="00773D05">
        <w:rPr>
          <w:lang w:eastAsia="zh-CN"/>
        </w:rPr>
        <w:t xml:space="preserve"> (m74553)</w:t>
      </w:r>
      <w:bookmarkEnd w:id="57"/>
    </w:p>
    <w:p w14:paraId="37AFFF4B" w14:textId="60034EDC" w:rsidR="005F4EAD" w:rsidRPr="005F4EAD" w:rsidRDefault="005F4EAD" w:rsidP="005F4EAD">
      <w:pPr>
        <w:rPr>
          <w:lang w:val="en-GB" w:eastAsia="zh-CN"/>
        </w:rPr>
      </w:pPr>
      <w:hyperlink r:id="rId18" w:history="1">
        <w:r w:rsidRPr="00D4219E">
          <w:rPr>
            <w:rStyle w:val="Hyperlink"/>
            <w:lang w:val="en-GB" w:eastAsia="zh-CN"/>
          </w:rPr>
          <w:t>https://git.mpeg.expert/MPEG/Systems/explorations/-/issues/32</w:t>
        </w:r>
      </w:hyperlink>
      <w:r>
        <w:rPr>
          <w:lang w:val="en-GB" w:eastAsia="zh-CN"/>
        </w:rPr>
        <w:t xml:space="preserve"> </w:t>
      </w:r>
    </w:p>
    <w:p w14:paraId="4B0E6E06" w14:textId="77777777" w:rsidR="001E4596" w:rsidRPr="001E4596" w:rsidRDefault="001E4596" w:rsidP="001E4596">
      <w:pPr>
        <w:rPr>
          <w:lang w:val="en-GB" w:eastAsia="zh-CN"/>
        </w:rPr>
      </w:pPr>
      <w:r w:rsidRPr="001E4596">
        <w:rPr>
          <w:lang w:val="en-GB" w:eastAsia="zh-CN"/>
        </w:rPr>
        <w:t xml:space="preserve">Figure 1 defines a general end-to-end workflow for media authentication of media streaming applications. </w:t>
      </w:r>
    </w:p>
    <w:p w14:paraId="039FB1FA" w14:textId="08240CDF" w:rsidR="001E4596" w:rsidRPr="001E4596" w:rsidRDefault="001E4596" w:rsidP="001E4596">
      <w:pPr>
        <w:rPr>
          <w:b/>
          <w:lang w:val="en-GB" w:eastAsia="zh-CN"/>
        </w:rPr>
      </w:pPr>
      <w:r w:rsidRPr="001E4596">
        <w:rPr>
          <w:lang w:val="en-US" w:eastAsia="zh-CN"/>
        </w:rPr>
        <mc:AlternateContent>
          <mc:Choice Requires="wpc">
            <w:drawing>
              <wp:inline distT="0" distB="0" distL="0" distR="0" wp14:anchorId="036EAF38" wp14:editId="5ADDC038">
                <wp:extent cx="6438900" cy="3385185"/>
                <wp:effectExtent l="0" t="0" r="0" b="0"/>
                <wp:docPr id="1211386125" name="Canvas 4"/>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pic:pic xmlns:pic="http://schemas.openxmlformats.org/drawingml/2006/picture">
                        <pic:nvPicPr>
                          <pic:cNvPr id="1783989286" name="Picture 102876497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38900" cy="3303383"/>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4D22E64D" id="Canvas 4" o:spid="_x0000_s1026" editas="canvas" style="width:507pt;height:266.55pt;mso-position-horizontal-relative:char;mso-position-vertical-relative:line" coordsize="64389,338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389;height:33851;visibility:visible;mso-wrap-style:square" filled="t">
                  <v:fill o:detectmouseclick="t"/>
                  <v:path o:connecttype="none"/>
                </v:shape>
                <v:shape id="Picture 1028764975" o:spid="_x0000_s1028" type="#_x0000_t75" style="position:absolute;width:64389;height:330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">
                  <v:imagedata r:id="rId20" o:title=""/>
                </v:shape>
                <w10:anchorlock/>
              </v:group>
            </w:pict>
          </mc:Fallback>
        </mc:AlternateContent>
      </w:r>
    </w:p>
    <w:p w14:paraId="207B7679" w14:textId="77777777" w:rsidR="001E4596" w:rsidRPr="001E4596" w:rsidRDefault="001E4596" w:rsidP="001E4596">
      <w:pPr>
        <w:jc w:val="center"/>
        <w:rPr>
          <w:b/>
          <w:lang w:val="en-GB" w:eastAsia="zh-CN"/>
        </w:rPr>
      </w:pPr>
      <w:r w:rsidRPr="001E4596">
        <w:rPr>
          <w:b/>
          <w:lang w:val="en-GB" w:eastAsia="zh-CN"/>
        </w:rPr>
        <w:t>Figure 1: The media authentication workflow for streaming</w:t>
      </w:r>
    </w:p>
    <w:p w14:paraId="3E85C6C0" w14:textId="77777777" w:rsidR="001E4596" w:rsidRPr="001E4596" w:rsidRDefault="001E4596" w:rsidP="001E4596">
      <w:pPr>
        <w:rPr>
          <w:lang w:val="en-US" w:eastAsia="zh-CN"/>
        </w:rPr>
      </w:pPr>
      <w:r w:rsidRPr="001E4596">
        <w:rPr>
          <w:lang w:val="en-US" w:eastAsia="zh-CN"/>
        </w:rPr>
        <w:t>In this figure, the workflow consists of:</w:t>
      </w:r>
    </w:p>
    <w:p w14:paraId="2D267DDB" w14:textId="77777777" w:rsidR="001E4596" w:rsidRPr="001E4596" w:rsidRDefault="001E4596" w:rsidP="001E4596">
      <w:pPr>
        <w:numPr>
          <w:ilvl w:val="0"/>
          <w:numId w:val="31"/>
        </w:numPr>
        <w:rPr>
          <w:lang w:val="en-US" w:eastAsia="zh-CN"/>
        </w:rPr>
      </w:pPr>
      <w:r w:rsidRPr="001E4596">
        <w:rPr>
          <w:lang w:val="en-US" w:eastAsia="zh-CN"/>
        </w:rPr>
        <w:t>Media is captured by the device. Raw authentication information is provided to the authentication creator (AIF-1a).</w:t>
      </w:r>
    </w:p>
    <w:p w14:paraId="38B706B0" w14:textId="77777777" w:rsidR="001E4596" w:rsidRPr="001E4596" w:rsidRDefault="001E4596" w:rsidP="001E4596">
      <w:pPr>
        <w:numPr>
          <w:ilvl w:val="0"/>
          <w:numId w:val="31"/>
        </w:numPr>
        <w:rPr>
          <w:lang w:val="en-US" w:eastAsia="zh-CN"/>
        </w:rPr>
      </w:pPr>
      <w:r w:rsidRPr="001E4596">
        <w:rPr>
          <w:lang w:val="en-US" w:eastAsia="zh-CN"/>
        </w:rPr>
        <w:t>The content is edited, manipulated and mixed with prestored and/or generated content. The provenance information is updated (AIF-1b)</w:t>
      </w:r>
    </w:p>
    <w:p w14:paraId="60885664" w14:textId="77777777" w:rsidR="001E4596" w:rsidRPr="001E4596" w:rsidRDefault="001E4596" w:rsidP="001E4596">
      <w:pPr>
        <w:numPr>
          <w:ilvl w:val="0"/>
          <w:numId w:val="31"/>
        </w:numPr>
        <w:rPr>
          <w:lang w:val="en-US" w:eastAsia="zh-CN"/>
        </w:rPr>
      </w:pPr>
      <w:r w:rsidRPr="001E4596">
        <w:rPr>
          <w:lang w:val="en-US" w:eastAsia="zh-CN"/>
        </w:rPr>
        <w:t>Media is encoded and packaged. The authentication creator runs algorithms on the data (AIF-1c), interacts with the certificate infrastructure if needed (AIF-4a) and includes the authentication metadata in encoded and packaged data (AIF-1c). Optionally, it may include storing some data in the cloud (AIF-4a).</w:t>
      </w:r>
    </w:p>
    <w:p w14:paraId="69672CF7" w14:textId="77777777" w:rsidR="001E4596" w:rsidRPr="001E4596" w:rsidRDefault="001E4596" w:rsidP="001E4596">
      <w:pPr>
        <w:numPr>
          <w:ilvl w:val="0"/>
          <w:numId w:val="31"/>
        </w:numPr>
        <w:rPr>
          <w:lang w:val="en-US" w:eastAsia="zh-CN"/>
        </w:rPr>
      </w:pPr>
      <w:r w:rsidRPr="001E4596">
        <w:rPr>
          <w:lang w:val="en-US" w:eastAsia="zh-CN"/>
        </w:rPr>
        <w:t>Media is provided to the content /service provider.</w:t>
      </w:r>
    </w:p>
    <w:p w14:paraId="3634FC7D" w14:textId="77777777" w:rsidR="001E4596" w:rsidRPr="001E4596" w:rsidRDefault="001E4596" w:rsidP="001E4596">
      <w:pPr>
        <w:numPr>
          <w:ilvl w:val="1"/>
          <w:numId w:val="31"/>
        </w:numPr>
        <w:rPr>
          <w:lang w:val="en-US" w:eastAsia="zh-CN"/>
        </w:rPr>
      </w:pPr>
      <w:r w:rsidRPr="001E4596">
        <w:rPr>
          <w:lang w:val="en-US" w:eastAsia="zh-CN"/>
        </w:rPr>
        <w:lastRenderedPageBreak/>
        <w:t>The content received may be verified by the content/service provider (AIF-2a).</w:t>
      </w:r>
    </w:p>
    <w:p w14:paraId="29C70B72" w14:textId="77777777" w:rsidR="001E4596" w:rsidRPr="001E4596" w:rsidRDefault="001E4596" w:rsidP="001E4596">
      <w:pPr>
        <w:numPr>
          <w:ilvl w:val="1"/>
          <w:numId w:val="31"/>
        </w:numPr>
        <w:rPr>
          <w:lang w:val="en-US" w:eastAsia="zh-CN"/>
        </w:rPr>
      </w:pPr>
      <w:r w:rsidRPr="001E4596">
        <w:rPr>
          <w:lang w:val="en-US" w:eastAsia="zh-CN"/>
        </w:rPr>
        <w:t>The authentication metadata may be removed/redacted by the content/service provider.</w:t>
      </w:r>
    </w:p>
    <w:p w14:paraId="540EEB8E" w14:textId="77777777" w:rsidR="001E4596" w:rsidRPr="001E4596" w:rsidRDefault="001E4596" w:rsidP="001E4596">
      <w:pPr>
        <w:numPr>
          <w:ilvl w:val="0"/>
          <w:numId w:val="31"/>
        </w:numPr>
        <w:rPr>
          <w:lang w:val="en-US" w:eastAsia="zh-CN"/>
        </w:rPr>
      </w:pPr>
      <w:r w:rsidRPr="001E4596">
        <w:rPr>
          <w:lang w:val="en-US" w:eastAsia="zh-CN"/>
        </w:rPr>
        <w:t>The content is edited and revised. It may be manipulated, enhanced or revised and/or combined with other pre-stored or generated content. The provenance information is provided to the authentication manipulation/authoring module along with the provenance information provided at the contribution (AIF-2a). The new parts of the content may have their own provenance information.</w:t>
      </w:r>
    </w:p>
    <w:p w14:paraId="5B6F89F1" w14:textId="77777777" w:rsidR="001E4596" w:rsidRPr="001E4596" w:rsidRDefault="001E4596" w:rsidP="001E4596">
      <w:pPr>
        <w:numPr>
          <w:ilvl w:val="0"/>
          <w:numId w:val="31"/>
        </w:numPr>
        <w:rPr>
          <w:lang w:val="en-US" w:eastAsia="zh-CN"/>
        </w:rPr>
      </w:pPr>
      <w:r w:rsidRPr="001E4596">
        <w:rPr>
          <w:lang w:val="en-US" w:eastAsia="zh-CN"/>
        </w:rPr>
        <w:t>Additional authentication metadata is included during the media packaging and manifest generation (AIF-2b/2c).</w:t>
      </w:r>
    </w:p>
    <w:p w14:paraId="610BB6D8" w14:textId="77777777" w:rsidR="001E4596" w:rsidRPr="001E4596" w:rsidRDefault="001E4596" w:rsidP="001E4596">
      <w:pPr>
        <w:numPr>
          <w:ilvl w:val="0"/>
          <w:numId w:val="32"/>
        </w:numPr>
        <w:rPr>
          <w:lang w:val="en-US" w:eastAsia="zh-CN"/>
        </w:rPr>
      </w:pPr>
      <w:r w:rsidRPr="001E4596">
        <w:rPr>
          <w:lang w:val="en-US" w:eastAsia="zh-CN"/>
        </w:rPr>
        <w:t xml:space="preserve">The media presentation may be repackaged at the network or client side or transmitted by a transmitter. Such operations maintain the authentication metadata for the part of the media originated from the service provider. </w:t>
      </w:r>
    </w:p>
    <w:p w14:paraId="19726393" w14:textId="77777777" w:rsidR="001E4596" w:rsidRPr="001E4596" w:rsidRDefault="001E4596" w:rsidP="001E4596">
      <w:pPr>
        <w:numPr>
          <w:ilvl w:val="1"/>
          <w:numId w:val="32"/>
        </w:numPr>
        <w:rPr>
          <w:lang w:val="en-US" w:eastAsia="zh-CN"/>
        </w:rPr>
      </w:pPr>
      <w:r w:rsidRPr="001E4596">
        <w:rPr>
          <w:lang w:val="en-US" w:eastAsia="zh-CN"/>
        </w:rPr>
        <w:t xml:space="preserve">The inserted content (such as inserted ads) should not </w:t>
      </w:r>
      <w:proofErr w:type="gramStart"/>
      <w:r w:rsidRPr="001E4596">
        <w:rPr>
          <w:lang w:val="en-US" w:eastAsia="zh-CN"/>
        </w:rPr>
        <w:t>impact</w:t>
      </w:r>
      <w:proofErr w:type="gramEnd"/>
      <w:r w:rsidRPr="001E4596">
        <w:rPr>
          <w:lang w:val="en-US" w:eastAsia="zh-CN"/>
        </w:rPr>
        <w:t xml:space="preserve"> the authentication metadata nor the verification of the main content.  </w:t>
      </w:r>
    </w:p>
    <w:p w14:paraId="5462AF7B" w14:textId="77777777" w:rsidR="001E4596" w:rsidRPr="001E4596" w:rsidRDefault="001E4596" w:rsidP="001E4596">
      <w:pPr>
        <w:numPr>
          <w:ilvl w:val="1"/>
          <w:numId w:val="32"/>
        </w:numPr>
        <w:rPr>
          <w:lang w:val="en-US" w:eastAsia="zh-CN"/>
        </w:rPr>
      </w:pPr>
      <w:r w:rsidRPr="001E4596">
        <w:rPr>
          <w:lang w:val="en-US" w:eastAsia="zh-CN"/>
        </w:rPr>
        <w:t>Each inserted content may add its own authentication information.</w:t>
      </w:r>
    </w:p>
    <w:p w14:paraId="68F2DA8C" w14:textId="77777777" w:rsidR="001E4596" w:rsidRPr="001E4596" w:rsidRDefault="001E4596" w:rsidP="001E4596">
      <w:pPr>
        <w:numPr>
          <w:ilvl w:val="1"/>
          <w:numId w:val="32"/>
        </w:numPr>
        <w:rPr>
          <w:lang w:val="en-US" w:eastAsia="zh-CN"/>
        </w:rPr>
      </w:pPr>
      <w:r w:rsidRPr="001E4596">
        <w:rPr>
          <w:lang w:val="en-US" w:eastAsia="zh-CN"/>
        </w:rPr>
        <w:t xml:space="preserve">If the inserted content causes failure in the verification of the main content, it should either </w:t>
      </w:r>
    </w:p>
    <w:p w14:paraId="47B71708" w14:textId="77777777" w:rsidR="001E4596" w:rsidRPr="001E4596" w:rsidRDefault="001E4596" w:rsidP="001E4596">
      <w:pPr>
        <w:numPr>
          <w:ilvl w:val="2"/>
          <w:numId w:val="32"/>
        </w:numPr>
        <w:rPr>
          <w:lang w:val="en-US" w:eastAsia="zh-CN"/>
        </w:rPr>
      </w:pPr>
      <w:r w:rsidRPr="001E4596">
        <w:rPr>
          <w:lang w:val="en-US" w:eastAsia="zh-CN"/>
        </w:rPr>
        <w:t>Remove signaling that the manifest to avoid confusing the player, or</w:t>
      </w:r>
    </w:p>
    <w:p w14:paraId="55FB7681" w14:textId="77777777" w:rsidR="001E4596" w:rsidRPr="001E4596" w:rsidRDefault="001E4596" w:rsidP="001E4596">
      <w:pPr>
        <w:numPr>
          <w:ilvl w:val="2"/>
          <w:numId w:val="32"/>
        </w:numPr>
        <w:rPr>
          <w:lang w:val="en-US" w:eastAsia="zh-CN"/>
        </w:rPr>
      </w:pPr>
      <w:r w:rsidRPr="001E4596">
        <w:rPr>
          <w:lang w:val="en-US" w:eastAsia="zh-CN"/>
        </w:rPr>
        <w:t>Add the new authentication metadata for the combined content.</w:t>
      </w:r>
    </w:p>
    <w:p w14:paraId="2AFE2295" w14:textId="77777777" w:rsidR="001E4596" w:rsidRPr="001E4596" w:rsidRDefault="001E4596" w:rsidP="001E4596">
      <w:pPr>
        <w:numPr>
          <w:ilvl w:val="0"/>
          <w:numId w:val="33"/>
        </w:numPr>
        <w:rPr>
          <w:lang w:val="en-US" w:eastAsia="zh-CN"/>
        </w:rPr>
      </w:pPr>
      <w:r w:rsidRPr="001E4596">
        <w:rPr>
          <w:lang w:val="en-US" w:eastAsia="zh-CN"/>
        </w:rPr>
        <w:t xml:space="preserve">The player/receiver uses the verification module (AIF-3) for media verification through AIF-5. </w:t>
      </w:r>
    </w:p>
    <w:p w14:paraId="7281814C" w14:textId="77777777" w:rsidR="001E4596" w:rsidRPr="001E4596" w:rsidRDefault="001E4596" w:rsidP="001E4596">
      <w:pPr>
        <w:numPr>
          <w:ilvl w:val="1"/>
          <w:numId w:val="33"/>
        </w:numPr>
        <w:rPr>
          <w:lang w:val="en-US" w:eastAsia="zh-CN"/>
        </w:rPr>
      </w:pPr>
      <w:r w:rsidRPr="001E4596">
        <w:rPr>
          <w:lang w:val="en-US" w:eastAsia="zh-CN"/>
        </w:rPr>
        <w:t xml:space="preserve">The player may use the manifest to select the media that can be verified. </w:t>
      </w:r>
    </w:p>
    <w:p w14:paraId="6D4A3246" w14:textId="77777777" w:rsidR="001E4596" w:rsidRPr="001E4596" w:rsidRDefault="001E4596" w:rsidP="001E4596">
      <w:pPr>
        <w:numPr>
          <w:ilvl w:val="1"/>
          <w:numId w:val="33"/>
        </w:numPr>
        <w:rPr>
          <w:lang w:val="en-US" w:eastAsia="zh-CN"/>
        </w:rPr>
      </w:pPr>
      <w:r w:rsidRPr="001E4596">
        <w:rPr>
          <w:lang w:val="en-US" w:eastAsia="zh-CN"/>
        </w:rPr>
        <w:t xml:space="preserve">The verification may occur during the playback of media.  </w:t>
      </w:r>
    </w:p>
    <w:p w14:paraId="50D1A158" w14:textId="66AF9432" w:rsidR="001E4596" w:rsidRDefault="001E4596" w:rsidP="001E4596">
      <w:pPr>
        <w:pStyle w:val="Heading2"/>
        <w:rPr>
          <w:lang w:eastAsia="zh-CN"/>
        </w:rPr>
      </w:pPr>
      <w:bookmarkStart w:id="58" w:name="_Toc209530477"/>
      <w:bookmarkStart w:id="59" w:name="_Toc211603277"/>
      <w:r w:rsidRPr="001E4596">
        <w:rPr>
          <w:lang w:eastAsia="zh-CN"/>
        </w:rPr>
        <w:t>File-based workflow</w:t>
      </w:r>
      <w:bookmarkEnd w:id="58"/>
      <w:r w:rsidR="00773D05">
        <w:rPr>
          <w:lang w:eastAsia="zh-CN"/>
        </w:rPr>
        <w:t xml:space="preserve"> </w:t>
      </w:r>
      <w:r w:rsidR="00773D05">
        <w:rPr>
          <w:lang w:eastAsia="zh-CN"/>
        </w:rPr>
        <w:t>(m74553)</w:t>
      </w:r>
      <w:bookmarkEnd w:id="59"/>
    </w:p>
    <w:p w14:paraId="105C3CF4" w14:textId="26D30C50" w:rsidR="005F4EAD" w:rsidRPr="005F4EAD" w:rsidRDefault="005F4EAD" w:rsidP="005F4EAD">
      <w:pPr>
        <w:rPr>
          <w:lang w:val="en-GB" w:eastAsia="zh-CN"/>
        </w:rPr>
      </w:pPr>
      <w:hyperlink r:id="rId21" w:history="1">
        <w:r w:rsidRPr="00D4219E">
          <w:rPr>
            <w:rStyle w:val="Hyperlink"/>
            <w:lang w:val="en-GB" w:eastAsia="zh-CN"/>
          </w:rPr>
          <w:t>https://git.mpeg.expert/MPEG/Systems/explorations/-/issues/32</w:t>
        </w:r>
      </w:hyperlink>
      <w:r>
        <w:rPr>
          <w:lang w:val="en-GB" w:eastAsia="zh-CN"/>
        </w:rPr>
        <w:t xml:space="preserve"> </w:t>
      </w:r>
    </w:p>
    <w:p w14:paraId="15278217" w14:textId="77777777" w:rsidR="001E4596" w:rsidRPr="001E4596" w:rsidRDefault="001E4596" w:rsidP="001E4596">
      <w:pPr>
        <w:rPr>
          <w:lang w:val="en-GB" w:eastAsia="zh-CN"/>
        </w:rPr>
      </w:pPr>
      <w:r w:rsidRPr="001E4596">
        <w:rPr>
          <w:lang w:val="en-GB" w:eastAsia="zh-CN"/>
        </w:rPr>
        <w:t>Figure 2 describes the workflow for file-based transfer applications.</w:t>
      </w:r>
    </w:p>
    <w:p w14:paraId="27B66D05" w14:textId="2D08C40F" w:rsidR="001E4596" w:rsidRPr="001E4596" w:rsidRDefault="001E4596" w:rsidP="001E4596">
      <w:pPr>
        <w:rPr>
          <w:lang w:val="en-GB" w:eastAsia="zh-CN"/>
        </w:rPr>
      </w:pPr>
      <w:r w:rsidRPr="001E4596">
        <w:rPr>
          <w:lang w:val="en-US" w:eastAsia="zh-CN"/>
        </w:rPr>
        <w:lastRenderedPageBreak/>
        <mc:AlternateContent>
          <mc:Choice Requires="wpc">
            <w:drawing>
              <wp:inline distT="0" distB="0" distL="0" distR="0" wp14:anchorId="48449B29" wp14:editId="7D2C7170">
                <wp:extent cx="6144895" cy="3190240"/>
                <wp:effectExtent l="0" t="0" r="0" b="635"/>
                <wp:docPr id="497350440" name="Canvas 3"/>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FFFFFF"/>
                        </a:solidFill>
                      </wpc:bg>
                      <wpc:whole/>
                      <pic:pic xmlns:pic="http://schemas.openxmlformats.org/drawingml/2006/picture">
                        <pic:nvPicPr>
                          <pic:cNvPr id="1769253841" name="Picture 12479860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44895" cy="3154740"/>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05E9C792" id="Canvas 3" o:spid="_x0000_s1026" editas="canvas" style="width:483.85pt;height:251.2pt;mso-position-horizontal-relative:char;mso-position-vertical-relative:line" coordsize="61448,319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">
                <v:shape id="_x0000_s1027" type="#_x0000_t75" style="position:absolute;width:61448;height:31902;visibility:visible;mso-wrap-style:square" filled="t">
                  <v:fill o:detectmouseclick="t"/>
                  <v:path o:connecttype="none"/>
                </v:shape>
                <v:shape id="Picture 1247986039" o:spid="_x0000_s1028" type="#_x0000_t75" style="position:absolute;width:61448;height:31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">
                  <v:imagedata r:id="rId23" o:title=""/>
                </v:shape>
                <w10:anchorlock/>
              </v:group>
            </w:pict>
          </mc:Fallback>
        </mc:AlternateContent>
      </w:r>
    </w:p>
    <w:p w14:paraId="1C81294B" w14:textId="77777777" w:rsidR="001E4596" w:rsidRPr="001E4596" w:rsidRDefault="001E4596" w:rsidP="001E4596">
      <w:pPr>
        <w:jc w:val="center"/>
        <w:rPr>
          <w:b/>
          <w:lang w:val="en-GB" w:eastAsia="zh-CN"/>
        </w:rPr>
      </w:pPr>
      <w:r w:rsidRPr="001E4596">
        <w:rPr>
          <w:b/>
          <w:lang w:val="en-GB" w:eastAsia="zh-CN"/>
        </w:rPr>
        <w:t>Figure 2: The media authentication workflow for file-based transfer</w:t>
      </w:r>
    </w:p>
    <w:p w14:paraId="2219D8DF" w14:textId="77777777" w:rsidR="001E4596" w:rsidRPr="001E4596" w:rsidRDefault="001E4596" w:rsidP="001E4596">
      <w:pPr>
        <w:rPr>
          <w:lang w:val="en-US" w:eastAsia="zh-CN"/>
        </w:rPr>
      </w:pPr>
      <w:r w:rsidRPr="001E4596">
        <w:rPr>
          <w:lang w:val="en-US" w:eastAsia="zh-CN"/>
        </w:rPr>
        <w:t>In this figure, the workflow consists of:</w:t>
      </w:r>
    </w:p>
    <w:p w14:paraId="54A1A672" w14:textId="77777777" w:rsidR="001E4596" w:rsidRPr="001E4596" w:rsidRDefault="001E4596" w:rsidP="001E4596">
      <w:pPr>
        <w:numPr>
          <w:ilvl w:val="0"/>
          <w:numId w:val="35"/>
        </w:numPr>
        <w:rPr>
          <w:lang w:val="en-US" w:eastAsia="zh-CN"/>
        </w:rPr>
      </w:pPr>
      <w:r w:rsidRPr="001E4596">
        <w:rPr>
          <w:lang w:val="en-US" w:eastAsia="zh-CN"/>
        </w:rPr>
        <w:t>Media is captured by the device. Raw authentication information is provided to the authentication creator (AIF-1a).</w:t>
      </w:r>
    </w:p>
    <w:p w14:paraId="587B4F89" w14:textId="77777777" w:rsidR="001E4596" w:rsidRPr="001E4596" w:rsidRDefault="001E4596" w:rsidP="001E4596">
      <w:pPr>
        <w:numPr>
          <w:ilvl w:val="0"/>
          <w:numId w:val="35"/>
        </w:numPr>
        <w:rPr>
          <w:lang w:val="en-US" w:eastAsia="zh-CN"/>
        </w:rPr>
      </w:pPr>
      <w:r w:rsidRPr="001E4596">
        <w:rPr>
          <w:lang w:val="en-US" w:eastAsia="zh-CN"/>
        </w:rPr>
        <w:t>The content is edited, manipulated and mixed with prestored and/or generated content. The provenance information is updated (AIF-1b)</w:t>
      </w:r>
    </w:p>
    <w:p w14:paraId="0DA718BC" w14:textId="77777777" w:rsidR="001E4596" w:rsidRPr="001E4596" w:rsidRDefault="001E4596" w:rsidP="001E4596">
      <w:pPr>
        <w:numPr>
          <w:ilvl w:val="0"/>
          <w:numId w:val="35"/>
        </w:numPr>
        <w:rPr>
          <w:lang w:val="en-US" w:eastAsia="zh-CN"/>
        </w:rPr>
      </w:pPr>
      <w:r w:rsidRPr="001E4596">
        <w:rPr>
          <w:lang w:val="en-US" w:eastAsia="zh-CN"/>
        </w:rPr>
        <w:t>Media is encoded and packaged into one or multiple files. The authentication creator runs algorithms on the data (AIF-1c), interacts with the certificate infrastructure if needed (AIF-4a) and includes the authentication metadata in encoded and packaged data (AIF-1c). Optionally, it may include storing some data in the cloud (AIF-4a).</w:t>
      </w:r>
    </w:p>
    <w:p w14:paraId="5E6C8F3B" w14:textId="77777777" w:rsidR="001E4596" w:rsidRPr="001E4596" w:rsidRDefault="001E4596" w:rsidP="001E4596">
      <w:pPr>
        <w:numPr>
          <w:ilvl w:val="0"/>
          <w:numId w:val="35"/>
        </w:numPr>
        <w:rPr>
          <w:lang w:val="en-US" w:eastAsia="zh-CN"/>
        </w:rPr>
      </w:pPr>
      <w:r w:rsidRPr="001E4596">
        <w:rPr>
          <w:lang w:val="en-US" w:eastAsia="zh-CN"/>
        </w:rPr>
        <w:t>Media is provided to the content /service provider.</w:t>
      </w:r>
    </w:p>
    <w:p w14:paraId="05BFA759" w14:textId="77777777" w:rsidR="001E4596" w:rsidRPr="001E4596" w:rsidRDefault="001E4596" w:rsidP="001E4596">
      <w:pPr>
        <w:numPr>
          <w:ilvl w:val="1"/>
          <w:numId w:val="35"/>
        </w:numPr>
        <w:rPr>
          <w:lang w:val="en-US" w:eastAsia="zh-CN"/>
        </w:rPr>
      </w:pPr>
      <w:r w:rsidRPr="001E4596">
        <w:rPr>
          <w:lang w:val="en-US" w:eastAsia="zh-CN"/>
        </w:rPr>
        <w:t>The content received may be verified by the content/service provider (AIF-2a).</w:t>
      </w:r>
    </w:p>
    <w:p w14:paraId="2483BDCD" w14:textId="77777777" w:rsidR="001E4596" w:rsidRPr="001E4596" w:rsidRDefault="001E4596" w:rsidP="001E4596">
      <w:pPr>
        <w:numPr>
          <w:ilvl w:val="1"/>
          <w:numId w:val="35"/>
        </w:numPr>
        <w:rPr>
          <w:lang w:val="en-US" w:eastAsia="zh-CN"/>
        </w:rPr>
      </w:pPr>
      <w:r w:rsidRPr="001E4596">
        <w:rPr>
          <w:lang w:val="en-US" w:eastAsia="zh-CN"/>
        </w:rPr>
        <w:t>The authentication metadata may be removed/redacted by the content/service provider.</w:t>
      </w:r>
    </w:p>
    <w:p w14:paraId="6D152B59" w14:textId="77777777" w:rsidR="001E4596" w:rsidRPr="001E4596" w:rsidRDefault="001E4596" w:rsidP="001E4596">
      <w:pPr>
        <w:numPr>
          <w:ilvl w:val="0"/>
          <w:numId w:val="35"/>
        </w:numPr>
        <w:rPr>
          <w:lang w:val="en-US" w:eastAsia="zh-CN"/>
        </w:rPr>
      </w:pPr>
      <w:r w:rsidRPr="001E4596">
        <w:rPr>
          <w:lang w:val="en-US" w:eastAsia="zh-CN"/>
        </w:rPr>
        <w:t>The content is edited and revised. It may be manipulated, enhanced or revised and/or combined with other pre-stored or generated content. The provenance information is provided to the authentication manipulation/authoring module along with the provenance information provided at the contribution (AIF-2a). The new parts of the content may have their own provenance information.</w:t>
      </w:r>
    </w:p>
    <w:p w14:paraId="602CF947" w14:textId="77777777" w:rsidR="001E4596" w:rsidRPr="001E4596" w:rsidRDefault="001E4596" w:rsidP="001E4596">
      <w:pPr>
        <w:numPr>
          <w:ilvl w:val="0"/>
          <w:numId w:val="32"/>
        </w:numPr>
        <w:rPr>
          <w:lang w:val="en-US" w:eastAsia="zh-CN"/>
        </w:rPr>
      </w:pPr>
      <w:r w:rsidRPr="001E4596">
        <w:rPr>
          <w:lang w:val="en-US" w:eastAsia="zh-CN"/>
        </w:rPr>
        <w:t xml:space="preserve">The media presentation may be repackaged at the network or client side or transmitted by a transmitter. Such operations maintain the authentication metadata for the part of the media originated from the service provider. </w:t>
      </w:r>
    </w:p>
    <w:p w14:paraId="3864140D" w14:textId="77777777" w:rsidR="001E4596" w:rsidRPr="001E4596" w:rsidRDefault="001E4596" w:rsidP="001E4596">
      <w:pPr>
        <w:numPr>
          <w:ilvl w:val="1"/>
          <w:numId w:val="32"/>
        </w:numPr>
        <w:rPr>
          <w:lang w:val="en-US" w:eastAsia="zh-CN"/>
        </w:rPr>
      </w:pPr>
      <w:r w:rsidRPr="001E4596">
        <w:rPr>
          <w:lang w:val="en-US" w:eastAsia="zh-CN"/>
        </w:rPr>
        <w:t xml:space="preserve">The inserted content (such as inserted ads) should not </w:t>
      </w:r>
      <w:proofErr w:type="gramStart"/>
      <w:r w:rsidRPr="001E4596">
        <w:rPr>
          <w:lang w:val="en-US" w:eastAsia="zh-CN"/>
        </w:rPr>
        <w:t>impact</w:t>
      </w:r>
      <w:proofErr w:type="gramEnd"/>
      <w:r w:rsidRPr="001E4596">
        <w:rPr>
          <w:lang w:val="en-US" w:eastAsia="zh-CN"/>
        </w:rPr>
        <w:t xml:space="preserve"> the authentication metadata nor the verification of the main content.  </w:t>
      </w:r>
    </w:p>
    <w:p w14:paraId="726208D7" w14:textId="77777777" w:rsidR="001E4596" w:rsidRPr="001E4596" w:rsidRDefault="001E4596" w:rsidP="001E4596">
      <w:pPr>
        <w:numPr>
          <w:ilvl w:val="1"/>
          <w:numId w:val="32"/>
        </w:numPr>
        <w:rPr>
          <w:lang w:val="en-US" w:eastAsia="zh-CN"/>
        </w:rPr>
      </w:pPr>
      <w:r w:rsidRPr="001E4596">
        <w:rPr>
          <w:lang w:val="en-US" w:eastAsia="zh-CN"/>
        </w:rPr>
        <w:lastRenderedPageBreak/>
        <w:t>Each inserted content may add its own authentication information.</w:t>
      </w:r>
    </w:p>
    <w:p w14:paraId="35FA234E" w14:textId="77777777" w:rsidR="001E4596" w:rsidRPr="001E4596" w:rsidRDefault="001E4596" w:rsidP="001E4596">
      <w:pPr>
        <w:numPr>
          <w:ilvl w:val="1"/>
          <w:numId w:val="32"/>
        </w:numPr>
        <w:rPr>
          <w:lang w:val="en-US" w:eastAsia="zh-CN"/>
        </w:rPr>
      </w:pPr>
      <w:r w:rsidRPr="001E4596">
        <w:rPr>
          <w:lang w:val="en-US" w:eastAsia="zh-CN"/>
        </w:rPr>
        <w:t xml:space="preserve">If the inserted content causes failure in the verification of the main content, it should either </w:t>
      </w:r>
    </w:p>
    <w:p w14:paraId="58294346" w14:textId="77777777" w:rsidR="001E4596" w:rsidRPr="001E4596" w:rsidRDefault="001E4596" w:rsidP="001E4596">
      <w:pPr>
        <w:numPr>
          <w:ilvl w:val="2"/>
          <w:numId w:val="32"/>
        </w:numPr>
        <w:rPr>
          <w:lang w:val="en-US" w:eastAsia="zh-CN"/>
        </w:rPr>
      </w:pPr>
      <w:r w:rsidRPr="001E4596">
        <w:rPr>
          <w:lang w:val="en-US" w:eastAsia="zh-CN"/>
        </w:rPr>
        <w:t xml:space="preserve">Remove </w:t>
      </w:r>
      <w:proofErr w:type="spellStart"/>
      <w:r w:rsidRPr="001E4596">
        <w:rPr>
          <w:lang w:val="en-US" w:eastAsia="zh-CN"/>
        </w:rPr>
        <w:t>signalling</w:t>
      </w:r>
      <w:proofErr w:type="spellEnd"/>
      <w:r w:rsidRPr="001E4596">
        <w:rPr>
          <w:lang w:val="en-US" w:eastAsia="zh-CN"/>
        </w:rPr>
        <w:t xml:space="preserve"> that the manifest to avoid confusing the player, or</w:t>
      </w:r>
    </w:p>
    <w:p w14:paraId="4206A966" w14:textId="77777777" w:rsidR="001E4596" w:rsidRPr="001E4596" w:rsidRDefault="001E4596" w:rsidP="001E4596">
      <w:pPr>
        <w:numPr>
          <w:ilvl w:val="2"/>
          <w:numId w:val="32"/>
        </w:numPr>
        <w:rPr>
          <w:lang w:val="en-US" w:eastAsia="zh-CN"/>
        </w:rPr>
      </w:pPr>
      <w:r w:rsidRPr="001E4596">
        <w:rPr>
          <w:lang w:val="en-US" w:eastAsia="zh-CN"/>
        </w:rPr>
        <w:t>Add the new authentication metadata for the combined content.</w:t>
      </w:r>
    </w:p>
    <w:p w14:paraId="149D8726" w14:textId="77777777" w:rsidR="001E4596" w:rsidRPr="001E4596" w:rsidRDefault="001E4596" w:rsidP="001E4596">
      <w:pPr>
        <w:numPr>
          <w:ilvl w:val="0"/>
          <w:numId w:val="33"/>
        </w:numPr>
        <w:rPr>
          <w:lang w:val="en-US" w:eastAsia="zh-CN"/>
        </w:rPr>
      </w:pPr>
      <w:r w:rsidRPr="001E4596">
        <w:rPr>
          <w:lang w:val="en-US" w:eastAsia="zh-CN"/>
        </w:rPr>
        <w:t xml:space="preserve">The player uses the verification module (AIF-3) for media verification through AIF-5. </w:t>
      </w:r>
    </w:p>
    <w:p w14:paraId="7A566F27" w14:textId="77777777" w:rsidR="001E4596" w:rsidRPr="001E4596" w:rsidRDefault="001E4596" w:rsidP="001E4596">
      <w:pPr>
        <w:numPr>
          <w:ilvl w:val="1"/>
          <w:numId w:val="33"/>
        </w:numPr>
        <w:rPr>
          <w:lang w:val="en-US" w:eastAsia="zh-CN"/>
        </w:rPr>
      </w:pPr>
      <w:r w:rsidRPr="001E4596">
        <w:rPr>
          <w:lang w:val="en-US" w:eastAsia="zh-CN"/>
        </w:rPr>
        <w:t xml:space="preserve">The verification may occur during the playback of media.  </w:t>
      </w:r>
    </w:p>
    <w:p w14:paraId="60F32DC4" w14:textId="77777777" w:rsidR="001E4596" w:rsidRDefault="001E4596" w:rsidP="001E4596">
      <w:pPr>
        <w:rPr>
          <w:lang w:val="en-GB" w:eastAsia="zh-CN"/>
        </w:rPr>
      </w:pPr>
      <w:r w:rsidRPr="001E4596">
        <w:rPr>
          <w:lang w:val="en-GB" w:eastAsia="zh-CN"/>
        </w:rPr>
        <w:t>The media authentication interfaces are a subset of the ones identified for the streaming workflow. All interfaces are the same except AIF-2c, which does not exist in this case.</w:t>
      </w:r>
    </w:p>
    <w:p w14:paraId="5347B636" w14:textId="7A07E495" w:rsidR="001E4596" w:rsidRDefault="001E4596" w:rsidP="00773D05">
      <w:pPr>
        <w:pStyle w:val="Heading2"/>
        <w:rPr>
          <w:lang w:eastAsia="zh-CN"/>
        </w:rPr>
      </w:pPr>
      <w:bookmarkStart w:id="60" w:name="_Toc211603278"/>
      <w:r w:rsidRPr="001E4596">
        <w:rPr>
          <w:lang w:eastAsia="zh-CN"/>
        </w:rPr>
        <w:t>Cross authentication in the file-based delivery workflow</w:t>
      </w:r>
      <w:r w:rsidR="00773D05">
        <w:rPr>
          <w:lang w:eastAsia="zh-CN"/>
        </w:rPr>
        <w:t xml:space="preserve"> (m7</w:t>
      </w:r>
      <w:r w:rsidR="005F4EAD">
        <w:rPr>
          <w:lang w:eastAsia="zh-CN"/>
        </w:rPr>
        <w:t>4440</w:t>
      </w:r>
      <w:r w:rsidR="00773D05">
        <w:rPr>
          <w:lang w:eastAsia="zh-CN"/>
        </w:rPr>
        <w:t>)</w:t>
      </w:r>
      <w:bookmarkEnd w:id="60"/>
    </w:p>
    <w:p w14:paraId="2650DB51" w14:textId="13EADD8A" w:rsidR="005F4EAD" w:rsidRPr="005F4EAD" w:rsidRDefault="005F4EAD" w:rsidP="005F4EAD">
      <w:pPr>
        <w:rPr>
          <w:lang w:val="en-GB" w:eastAsia="zh-CN"/>
        </w:rPr>
      </w:pPr>
      <w:hyperlink r:id="rId24" w:history="1">
        <w:r w:rsidRPr="00D4219E">
          <w:rPr>
            <w:rStyle w:val="Hyperlink"/>
            <w:lang w:val="en-GB" w:eastAsia="zh-CN"/>
          </w:rPr>
          <w:t>https://git.mpeg.expert/MPEG/Systems/explorations/-/issues/34</w:t>
        </w:r>
      </w:hyperlink>
      <w:r>
        <w:rPr>
          <w:lang w:val="en-GB" w:eastAsia="zh-CN"/>
        </w:rPr>
        <w:t xml:space="preserve"> </w:t>
      </w:r>
    </w:p>
    <w:p w14:paraId="59095960" w14:textId="763EE035" w:rsidR="00773D05" w:rsidRDefault="00773D05" w:rsidP="00773D05">
      <w:pPr>
        <w:rPr>
          <w:rFonts w:asciiTheme="minorHAnsi" w:eastAsiaTheme="minorEastAsia" w:hAnsiTheme="minorHAnsi" w:cstheme="minorBidi"/>
          <w:lang w:val="en-US" w:eastAsia="en-US"/>
        </w:rPr>
      </w:pPr>
      <w:r>
        <w:fldChar w:fldCharType="begin"/>
      </w:r>
      <w:r>
        <w:instrText xml:space="preserve"> REF _Ref210209837 \h  \* MERGEFORMAT </w:instrText>
      </w:r>
      <w:r>
        <w:fldChar w:fldCharType="separate"/>
      </w:r>
      <w:r>
        <w:t xml:space="preserve">Figure </w:t>
      </w:r>
      <w:r>
        <w:t>3</w:t>
      </w:r>
      <w:r>
        <w:fldChar w:fldCharType="end"/>
      </w:r>
      <w:r>
        <w:t xml:space="preserve"> is the file-based workflow (originally presented in the contribution m73957 </w:t>
      </w:r>
      <w:r>
        <w:rPr>
          <w:highlight w:val="yellow"/>
        </w:rPr>
        <w:fldChar w:fldCharType="begin"/>
      </w:r>
      <w:r>
        <w:instrText xml:space="preserve"> REF _Ref210212371 \r \h </w:instrText>
      </w:r>
      <w:r>
        <w:rPr>
          <w:highlight w:val="yellow"/>
        </w:rPr>
      </w:r>
      <w:r>
        <w:rPr>
          <w:highlight w:val="yellow"/>
        </w:rPr>
        <w:fldChar w:fldCharType="separate"/>
      </w:r>
      <w:r>
        <w:t>[7]</w:t>
      </w:r>
      <w:r>
        <w:rPr>
          <w:highlight w:val="yellow"/>
        </w:rPr>
        <w:fldChar w:fldCharType="end"/>
      </w:r>
      <w:r>
        <w:t>) modified here to highlight where cross-authentication (X-auth) mechanisms may be applied.</w:t>
      </w:r>
    </w:p>
    <w:p w14:paraId="56B68E0B" w14:textId="77777777" w:rsidR="00773D05" w:rsidRDefault="00773D05" w:rsidP="00773D05">
      <w:pPr>
        <w:rPr>
          <w:rFonts w:asciiTheme="minorHAnsi" w:eastAsiaTheme="minorEastAsia" w:hAnsiTheme="minorHAnsi" w:cstheme="minorBidi"/>
        </w:rPr>
      </w:pPr>
    </w:p>
    <w:p w14:paraId="3474117E" w14:textId="15C1CF4B" w:rsidR="00773D05" w:rsidRDefault="00773D05" w:rsidP="00773D05">
      <w:pPr>
        <w:keepNext/>
        <w:rPr>
          <w:rFonts w:ascii="Arial" w:eastAsia="Arial" w:hAnsi="Arial" w:cs="Arial"/>
        </w:rPr>
      </w:pPr>
      <w:r>
        <w:rPr>
          <w:noProof/>
        </w:rPr>
        <w:drawing>
          <wp:inline distT="0" distB="0" distL="0" distR="0" wp14:anchorId="68A14A7B" wp14:editId="4A7EC0E1">
            <wp:extent cx="5695950" cy="2310130"/>
            <wp:effectExtent l="0" t="0" r="0" b="0"/>
            <wp:docPr id="963553573" name="Picture 5" descr="A diagram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3553573" name="Picture 5" descr="A diagram of a computer&#10;&#10;AI-generated content may be incorrec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95950" cy="2310130"/>
                    </a:xfrm>
                    <a:prstGeom prst="rect">
                      <a:avLst/>
                    </a:prstGeom>
                    <a:noFill/>
                    <a:ln>
                      <a:noFill/>
                    </a:ln>
                  </pic:spPr>
                </pic:pic>
              </a:graphicData>
            </a:graphic>
          </wp:inline>
        </w:drawing>
      </w:r>
    </w:p>
    <w:p w14:paraId="63CFCBEA" w14:textId="27FB4659" w:rsidR="00773D05" w:rsidRDefault="00773D05" w:rsidP="00773D05">
      <w:pPr>
        <w:pStyle w:val="Caption"/>
        <w:rPr>
          <w:rFonts w:asciiTheme="minorHAnsi" w:eastAsiaTheme="minorEastAsia" w:hAnsiTheme="minorHAnsi" w:cstheme="minorBidi"/>
        </w:rPr>
      </w:pPr>
      <w:bookmarkStart w:id="61" w:name="_Ref210209837"/>
      <w:r>
        <w:t xml:space="preserve">Figure </w:t>
      </w:r>
      <w:bookmarkEnd w:id="61"/>
      <w:r>
        <w:t>3</w:t>
      </w:r>
      <w:r>
        <w:t xml:space="preserve"> File-based workflow with cross authentication (X-Auth) of different Media types</w:t>
      </w:r>
    </w:p>
    <w:p w14:paraId="5598AD05" w14:textId="729610CA" w:rsidR="00773D05" w:rsidRPr="00773D05" w:rsidRDefault="00773D05" w:rsidP="00773D05">
      <w:pPr>
        <w:rPr>
          <w:rFonts w:ascii="Arial" w:eastAsia="Arial" w:hAnsi="Arial" w:cs="Arial"/>
        </w:rPr>
      </w:pPr>
      <w:r>
        <w:rPr>
          <w:rFonts w:ascii="Arial" w:eastAsia="Arial" w:hAnsi="Arial" w:cs="Arial"/>
          <w:noProof/>
        </w:rPr>
        <mc:AlternateContent>
          <mc:Choice Requires="wpg">
            <w:drawing>
              <wp:anchor distT="0" distB="0" distL="114300" distR="114300" simplePos="0" relativeHeight="251658240" behindDoc="0" locked="0" layoutInCell="1" allowOverlap="1" wp14:anchorId="7129B8BE" wp14:editId="595DFF27">
                <wp:simplePos x="0" y="0"/>
                <wp:positionH relativeFrom="column">
                  <wp:posOffset>10621010</wp:posOffset>
                </wp:positionH>
                <wp:positionV relativeFrom="paragraph">
                  <wp:posOffset>4970145</wp:posOffset>
                </wp:positionV>
                <wp:extent cx="1148715" cy="522605"/>
                <wp:effectExtent l="0" t="0" r="32385" b="0"/>
                <wp:wrapNone/>
                <wp:docPr id="62" name="Group 6">
                  <a:extLst xmlns:a="http://schemas.openxmlformats.org/drawingml/2006/main">
                    <a:ext uri="{FF2B5EF4-FFF2-40B4-BE49-F238E27FC236}">
                      <a16:creationId xmlns:a16="http://schemas.microsoft.com/office/drawing/2014/main" id="{8C50761D-4A26-B635-E91F-9074D18150F6}"/>
                    </a:ext>
                  </a:extLst>
                </wp:docPr>
                <wp:cNvGraphicFramePr/>
                <a:graphic xmlns:a="http://schemas.openxmlformats.org/drawingml/2006/main">
                  <a:graphicData uri="http://schemas.microsoft.com/office/word/2010/wordprocessingGroup">
                    <wpg:wgp>
                      <wpg:cNvGrpSpPr/>
                      <wpg:grpSpPr>
                        <a:xfrm>
                          <a:off x="0" y="0"/>
                          <a:ext cx="1148715" cy="522605"/>
                          <a:chOff x="0" y="0"/>
                          <a:chExt cx="1149291" cy="522605"/>
                        </a:xfrm>
                      </wpg:grpSpPr>
                      <wps:wsp>
                        <wps:cNvPr id="1563708209" name="Straight Connector 1563708209">
                          <a:extLst>
                            <a:ext uri="{FF2B5EF4-FFF2-40B4-BE49-F238E27FC236}">
                              <a16:creationId xmlns:a16="http://schemas.microsoft.com/office/drawing/2014/main" id="{39F86EF3-CFD5-EF04-9E9C-6EBCD7226984}"/>
                            </a:ext>
                          </a:extLst>
                        </wps:cNvPr>
                        <wps:cNvCnPr/>
                        <wps:spPr>
                          <a:xfrm>
                            <a:off x="0" y="175511"/>
                            <a:ext cx="1149291" cy="0"/>
                          </a:xfrm>
                          <a:prstGeom prst="line">
                            <a:avLst/>
                          </a:prstGeom>
                          <a:ln>
                            <a:solidFill>
                              <a:schemeClr val="accent2"/>
                            </a:solidFill>
                          </a:ln>
                        </wps:spPr>
                        <wps:style>
                          <a:lnRef idx="2">
                            <a:schemeClr val="accent1"/>
                          </a:lnRef>
                          <a:fillRef idx="0">
                            <a:schemeClr val="accent1"/>
                          </a:fillRef>
                          <a:effectRef idx="1">
                            <a:schemeClr val="accent1"/>
                          </a:effectRef>
                          <a:fontRef idx="minor">
                            <a:schemeClr val="tx1"/>
                          </a:fontRef>
                        </wps:style>
                        <wps:bodyPr/>
                      </wps:wsp>
                      <wps:wsp>
                        <wps:cNvPr id="1210221957" name="TextBox 63">
                          <a:extLst>
                            <a:ext uri="{FF2B5EF4-FFF2-40B4-BE49-F238E27FC236}">
                              <a16:creationId xmlns:a16="http://schemas.microsoft.com/office/drawing/2014/main" id="{8020EC97-509B-5F27-DA04-D0ECBCCE4A3B}"/>
                            </a:ext>
                          </a:extLst>
                        </wps:cNvPr>
                        <wps:cNvSpPr txBox="1"/>
                        <wps:spPr>
                          <a:xfrm>
                            <a:off x="291115" y="0"/>
                            <a:ext cx="664543" cy="522605"/>
                          </a:xfrm>
                          <a:prstGeom prst="rect">
                            <a:avLst/>
                          </a:prstGeom>
                          <a:solidFill>
                            <a:schemeClr val="bg1"/>
                          </a:solidFill>
                          <a:ln>
                            <a:noFill/>
                          </a:ln>
                        </wps:spPr>
                        <wps:txbx>
                          <w:txbxContent>
                            <w:p w14:paraId="0EB33B76" w14:textId="77777777" w:rsidR="00773D05" w:rsidRDefault="00773D05" w:rsidP="00773D05">
                              <w:pPr>
                                <w:rPr>
                                  <w:rFonts w:asciiTheme="minorHAnsi" w:hAnsi="Calibri" w:cstheme="minorBidi"/>
                                  <w:color w:val="ED7D31" w:themeColor="accent2"/>
                                  <w:kern w:val="24"/>
                                  <w:sz w:val="36"/>
                                  <w:szCs w:val="36"/>
                                </w:rPr>
                              </w:pPr>
                              <w:r>
                                <w:rPr>
                                  <w:rFonts w:asciiTheme="minorHAnsi" w:hAnsi="Calibri" w:cstheme="minorBidi"/>
                                  <w:color w:val="ED7D31" w:themeColor="accent2"/>
                                  <w:kern w:val="24"/>
                                  <w:sz w:val="36"/>
                                  <w:szCs w:val="36"/>
                                </w:rPr>
                                <w:t>AIF-5</w:t>
                              </w:r>
                            </w:p>
                          </w:txbxContent>
                        </wps:txbx>
                        <wps:bodyPr wrap="none" rtlCol="0">
                          <a:spAutoFit/>
                        </wps:bodyPr>
                      </wps:wsp>
                    </wpg:wgp>
                  </a:graphicData>
                </a:graphic>
                <wp14:sizeRelH relativeFrom="page">
                  <wp14:pctWidth>0</wp14:pctWidth>
                </wp14:sizeRelH>
                <wp14:sizeRelV relativeFrom="page">
                  <wp14:pctHeight>0</wp14:pctHeight>
                </wp14:sizeRelV>
              </wp:anchor>
            </w:drawing>
          </mc:Choice>
          <mc:Fallback>
            <w:pict>
              <v:group w14:anchorId="7129B8BE" id="Group 6" o:spid="_x0000_s1027" style="position:absolute;left:0;text-align:left;margin-left:836.3pt;margin-top:391.35pt;width:90.45pt;height:41.15pt;z-index:251658240" coordsize="11492,5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">
                <v:line id="Straight Connector 1563708209" o:spid="_x0000_s1028" style="position:absolute;visibility:visible;mso-wrap-style:square" from="0,1755" to="11492,17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" strokecolor="#ed7d31 [3205]" strokeweight="1pt">
                  <v:stroke joinstyle="miter"/>
                </v:line>
                <v:shape id="TextBox 63" o:spid="_x0000_s1029" type="#_x0000_t202" style="position:absolute;left:2911;width:6645;height:52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" fillcolor="white [3212]" stroked="f">
                  <v:textbox style="mso-fit-shape-to-text:t">
                    <w:txbxContent>
                      <w:p w14:paraId="0EB33B76" w14:textId="77777777" w:rsidR="00773D05" w:rsidRDefault="00773D05" w:rsidP="00773D05">
                        <w:pPr>
                          <w:rPr>
                            <w:rFonts w:asciiTheme="minorHAnsi" w:hAnsi="Calibri" w:cstheme="minorBidi"/>
                            <w:color w:val="ED7D31" w:themeColor="accent2"/>
                            <w:kern w:val="24"/>
                            <w:sz w:val="36"/>
                            <w:szCs w:val="36"/>
                          </w:rPr>
                        </w:pPr>
                        <w:r>
                          <w:rPr>
                            <w:rFonts w:asciiTheme="minorHAnsi" w:hAnsi="Calibri" w:cstheme="minorBidi"/>
                            <w:color w:val="ED7D31" w:themeColor="accent2"/>
                            <w:kern w:val="24"/>
                            <w:sz w:val="36"/>
                            <w:szCs w:val="36"/>
                          </w:rPr>
                          <w:t>AIF-5</w:t>
                        </w:r>
                      </w:p>
                    </w:txbxContent>
                  </v:textbox>
                </v:shape>
              </v:group>
            </w:pict>
          </mc:Fallback>
        </mc:AlternateContent>
      </w:r>
      <w:r>
        <w:t>On the contributor side, media components possibly with different media types (e.g. video, audio tracks, subtitles, etc.) of a media asset are captured (original content), retrieved or generated. Each component is authenticated individually through the AIF-1a and AIF1b interfaces. Once authenticated, all media components with different media types building the media asset are packaged with cross-authentication performed through the AIF-1c interface. The resulting packaged file is then made available to the service provider. There can multiple contributors providing media components with different variants or different media types to the Service provider e.g. different audio tracks, etc.</w:t>
      </w:r>
    </w:p>
    <w:p w14:paraId="5EE3EFD4" w14:textId="020F0ABA" w:rsidR="00773D05" w:rsidRPr="00773D05" w:rsidRDefault="00773D05" w:rsidP="00773D05">
      <w:pPr>
        <w:rPr>
          <w:rFonts w:asciiTheme="minorHAnsi" w:eastAsiaTheme="minorEastAsia" w:hAnsiTheme="minorHAnsi" w:cstheme="minorBidi"/>
        </w:rPr>
      </w:pPr>
      <w:r>
        <w:t>On the service provider side, the packaged file can be edited by modifying existing media types, reusing prestored content or incorporating new ones (possibly from multiple contributors). Similar to contributors, the service provider must ensure cross-authentication of the new packaged file, handled through the AIF-2a and AIF-2b interfaces.</w:t>
      </w:r>
    </w:p>
    <w:p w14:paraId="7B77D9D5" w14:textId="6EC25852" w:rsidR="001E4596" w:rsidRDefault="001E4596" w:rsidP="001E4596">
      <w:pPr>
        <w:pStyle w:val="Heading2"/>
        <w:rPr>
          <w:lang w:eastAsia="zh-CN"/>
        </w:rPr>
      </w:pPr>
      <w:r w:rsidRPr="001E4596">
        <w:rPr>
          <w:lang w:eastAsia="zh-CN"/>
        </w:rPr>
        <w:lastRenderedPageBreak/>
        <w:t xml:space="preserve"> </w:t>
      </w:r>
      <w:bookmarkStart w:id="62" w:name="_Toc209530480"/>
      <w:bookmarkStart w:id="63" w:name="_Toc211603279"/>
      <w:r w:rsidRPr="001E4596">
        <w:rPr>
          <w:lang w:eastAsia="zh-CN"/>
        </w:rPr>
        <w:t>Content properties</w:t>
      </w:r>
      <w:bookmarkEnd w:id="62"/>
      <w:r w:rsidR="00773D05">
        <w:rPr>
          <w:lang w:eastAsia="zh-CN"/>
        </w:rPr>
        <w:t xml:space="preserve"> </w:t>
      </w:r>
      <w:r w:rsidR="00773D05">
        <w:rPr>
          <w:lang w:eastAsia="zh-CN"/>
        </w:rPr>
        <w:t>(m74553)</w:t>
      </w:r>
      <w:bookmarkEnd w:id="63"/>
    </w:p>
    <w:p w14:paraId="1539A8B4" w14:textId="40ACA595" w:rsidR="005F4EAD" w:rsidRPr="005F4EAD" w:rsidRDefault="005F4EAD" w:rsidP="005F4EAD">
      <w:pPr>
        <w:rPr>
          <w:lang w:val="en-GB" w:eastAsia="zh-CN"/>
        </w:rPr>
      </w:pPr>
      <w:hyperlink r:id="rId26" w:history="1">
        <w:r w:rsidRPr="00D4219E">
          <w:rPr>
            <w:rStyle w:val="Hyperlink"/>
            <w:lang w:val="en-GB" w:eastAsia="zh-CN"/>
          </w:rPr>
          <w:t>https://git.mpeg.expert/MPEG/Systems/explorations/-/issues/32</w:t>
        </w:r>
      </w:hyperlink>
      <w:r>
        <w:rPr>
          <w:lang w:val="en-GB" w:eastAsia="zh-CN"/>
        </w:rPr>
        <w:t xml:space="preserve"> </w:t>
      </w:r>
    </w:p>
    <w:p w14:paraId="3FECBCFC" w14:textId="77777777" w:rsidR="001E4596" w:rsidRPr="001E4596" w:rsidRDefault="001E4596" w:rsidP="001E4596">
      <w:pPr>
        <w:rPr>
          <w:lang w:val="en-GB" w:eastAsia="zh-CN"/>
        </w:rPr>
      </w:pPr>
      <w:r w:rsidRPr="001E4596">
        <w:rPr>
          <w:lang w:val="en-GB" w:eastAsia="zh-CN"/>
        </w:rPr>
        <w:t>The following content properties are considered:</w:t>
      </w:r>
    </w:p>
    <w:p w14:paraId="781AEC15" w14:textId="77777777" w:rsidR="001E4596" w:rsidRPr="001E4596" w:rsidRDefault="001E4596" w:rsidP="001E4596">
      <w:pPr>
        <w:numPr>
          <w:ilvl w:val="0"/>
          <w:numId w:val="36"/>
        </w:numPr>
        <w:rPr>
          <w:lang w:val="en-US" w:eastAsia="zh-CN"/>
        </w:rPr>
      </w:pPr>
      <w:r w:rsidRPr="001E4596">
        <w:rPr>
          <w:lang w:val="en-US" w:eastAsia="zh-CN"/>
        </w:rPr>
        <w:t>The content may be produced for on-demand, live or low-latency live consumption.</w:t>
      </w:r>
    </w:p>
    <w:p w14:paraId="3BDFC7FB" w14:textId="77777777" w:rsidR="001E4596" w:rsidRPr="001E4596" w:rsidRDefault="001E4596" w:rsidP="001E4596">
      <w:pPr>
        <w:numPr>
          <w:ilvl w:val="0"/>
          <w:numId w:val="36"/>
        </w:numPr>
        <w:rPr>
          <w:lang w:val="en-US" w:eastAsia="zh-CN"/>
        </w:rPr>
      </w:pPr>
      <w:r w:rsidRPr="001E4596">
        <w:rPr>
          <w:lang w:val="en-US" w:eastAsia="zh-CN"/>
        </w:rPr>
        <w:t>The content may be produced as single or multi-period content by the contributor and further be spliced to multi-period content by the provider.</w:t>
      </w:r>
    </w:p>
    <w:p w14:paraId="1307C6D2" w14:textId="77777777" w:rsidR="001E4596" w:rsidRPr="001E4596" w:rsidRDefault="001E4596" w:rsidP="001E4596">
      <w:pPr>
        <w:numPr>
          <w:ilvl w:val="0"/>
          <w:numId w:val="36"/>
        </w:numPr>
        <w:rPr>
          <w:lang w:val="en-US" w:eastAsia="zh-CN"/>
        </w:rPr>
      </w:pPr>
      <w:r w:rsidRPr="001E4596">
        <w:rPr>
          <w:lang w:val="en-US" w:eastAsia="zh-CN"/>
        </w:rPr>
        <w:t>Time-based events may be added by the contributor or service provider to the content.</w:t>
      </w:r>
    </w:p>
    <w:p w14:paraId="2C632994" w14:textId="77777777" w:rsidR="001E4596" w:rsidRPr="001E4596" w:rsidRDefault="001E4596" w:rsidP="001E4596">
      <w:pPr>
        <w:numPr>
          <w:ilvl w:val="0"/>
          <w:numId w:val="36"/>
        </w:numPr>
        <w:rPr>
          <w:lang w:val="en-US" w:eastAsia="zh-CN"/>
        </w:rPr>
      </w:pPr>
      <w:r w:rsidRPr="001E4596">
        <w:rPr>
          <w:lang w:val="en-US" w:eastAsia="zh-CN"/>
        </w:rPr>
        <w:t>The content may be manipulated by the provider or by the client to be spliced with other content (such as ads). Use cases such as DASH MPD insert event, with dynamic ad duration and early termination, are considered.</w:t>
      </w:r>
    </w:p>
    <w:p w14:paraId="4AEEC2B2" w14:textId="4A0A4A29" w:rsidR="001E4596" w:rsidRDefault="001E4596" w:rsidP="001E4596">
      <w:pPr>
        <w:pStyle w:val="Heading2"/>
        <w:rPr>
          <w:lang w:eastAsia="zh-CN"/>
        </w:rPr>
      </w:pPr>
      <w:bookmarkStart w:id="64" w:name="_Toc209530481"/>
      <w:bookmarkStart w:id="65" w:name="_Toc211603280"/>
      <w:r w:rsidRPr="001E4596">
        <w:rPr>
          <w:lang w:eastAsia="zh-CN"/>
        </w:rPr>
        <w:t>Authentication properties</w:t>
      </w:r>
      <w:bookmarkEnd w:id="64"/>
      <w:r w:rsidR="00773D05">
        <w:rPr>
          <w:lang w:eastAsia="zh-CN"/>
        </w:rPr>
        <w:t xml:space="preserve"> </w:t>
      </w:r>
      <w:r w:rsidR="00773D05">
        <w:rPr>
          <w:lang w:eastAsia="zh-CN"/>
        </w:rPr>
        <w:t>(m74553)</w:t>
      </w:r>
      <w:bookmarkEnd w:id="65"/>
    </w:p>
    <w:p w14:paraId="5330C76F" w14:textId="6B3ADACF" w:rsidR="005F4EAD" w:rsidRPr="005F4EAD" w:rsidRDefault="005F4EAD" w:rsidP="005F4EAD">
      <w:pPr>
        <w:rPr>
          <w:lang w:val="en-GB" w:eastAsia="zh-CN"/>
        </w:rPr>
      </w:pPr>
      <w:hyperlink r:id="rId27" w:history="1">
        <w:r w:rsidRPr="00D4219E">
          <w:rPr>
            <w:rStyle w:val="Hyperlink"/>
            <w:lang w:val="en-GB" w:eastAsia="zh-CN"/>
          </w:rPr>
          <w:t>https://git.mpeg.expert/MPEG/Systems/explorations/-/issues/32</w:t>
        </w:r>
      </w:hyperlink>
      <w:r>
        <w:rPr>
          <w:lang w:val="en-GB" w:eastAsia="zh-CN"/>
        </w:rPr>
        <w:t xml:space="preserve"> </w:t>
      </w:r>
    </w:p>
    <w:p w14:paraId="44AFF736" w14:textId="77777777" w:rsidR="001E4596" w:rsidRPr="001E4596" w:rsidRDefault="001E4596" w:rsidP="001E4596">
      <w:pPr>
        <w:rPr>
          <w:lang w:val="en-GB" w:eastAsia="zh-CN"/>
        </w:rPr>
      </w:pPr>
      <w:r w:rsidRPr="001E4596">
        <w:rPr>
          <w:lang w:val="en-GB" w:eastAsia="zh-CN"/>
        </w:rPr>
        <w:t>The following authentication properties are considered:</w:t>
      </w:r>
    </w:p>
    <w:p w14:paraId="2DABB693" w14:textId="77777777" w:rsidR="001E4596" w:rsidRPr="001E4596" w:rsidRDefault="001E4596" w:rsidP="001E4596">
      <w:pPr>
        <w:numPr>
          <w:ilvl w:val="0"/>
          <w:numId w:val="37"/>
        </w:numPr>
        <w:rPr>
          <w:lang w:val="en-US" w:eastAsia="zh-CN"/>
        </w:rPr>
      </w:pPr>
      <w:r w:rsidRPr="001E4596">
        <w:rPr>
          <w:lang w:val="en-US" w:eastAsia="zh-CN"/>
        </w:rPr>
        <w:t xml:space="preserve">The authentication metadata provides information to verify the content for specific verification periods, i.e. each time interval of the content has authentication metadata. </w:t>
      </w:r>
    </w:p>
    <w:p w14:paraId="2F87E4B8" w14:textId="77777777" w:rsidR="001E4596" w:rsidRPr="001E4596" w:rsidRDefault="001E4596" w:rsidP="001E4596">
      <w:pPr>
        <w:numPr>
          <w:ilvl w:val="1"/>
          <w:numId w:val="38"/>
        </w:numPr>
        <w:rPr>
          <w:lang w:val="en-US" w:eastAsia="zh-CN"/>
        </w:rPr>
      </w:pPr>
      <w:r w:rsidRPr="001E4596">
        <w:rPr>
          <w:lang w:val="en-US" w:eastAsia="zh-CN"/>
        </w:rPr>
        <w:t>Since the content may be produced on-demand, live or in the low-latency case, the media verification periods are defined to enable each use case accordingly.</w:t>
      </w:r>
    </w:p>
    <w:p w14:paraId="0B5E2CFB" w14:textId="77777777" w:rsidR="001E4596" w:rsidRPr="001E4596" w:rsidRDefault="001E4596" w:rsidP="001E4596">
      <w:pPr>
        <w:numPr>
          <w:ilvl w:val="1"/>
          <w:numId w:val="38"/>
        </w:numPr>
        <w:rPr>
          <w:lang w:val="en-US" w:eastAsia="zh-CN"/>
        </w:rPr>
      </w:pPr>
      <w:r w:rsidRPr="001E4596">
        <w:rPr>
          <w:lang w:val="en-US" w:eastAsia="zh-CN"/>
        </w:rPr>
        <w:t>If authentication verification requires insertion of period transition (i.e. changing the period structure), the resulting content shall conform to the DASH standard, including not losing the ad insertion opportunities.</w:t>
      </w:r>
    </w:p>
    <w:p w14:paraId="36F04D42" w14:textId="77777777" w:rsidR="001E4596" w:rsidRPr="001E4596" w:rsidRDefault="001E4596" w:rsidP="001E4596">
      <w:pPr>
        <w:numPr>
          <w:ilvl w:val="1"/>
          <w:numId w:val="38"/>
        </w:numPr>
        <w:rPr>
          <w:lang w:val="en-US" w:eastAsia="zh-CN"/>
        </w:rPr>
      </w:pPr>
      <w:r w:rsidRPr="001E4596">
        <w:rPr>
          <w:lang w:val="en-US" w:eastAsia="zh-CN"/>
        </w:rPr>
        <w:t>Adding ad insertion opportunities shall still allow verification of the content for each verification period intended by the service provider.</w:t>
      </w:r>
    </w:p>
    <w:p w14:paraId="3BD0C008" w14:textId="77777777" w:rsidR="001E4596" w:rsidRPr="001E4596" w:rsidRDefault="001E4596" w:rsidP="001E4596">
      <w:pPr>
        <w:numPr>
          <w:ilvl w:val="1"/>
          <w:numId w:val="38"/>
        </w:numPr>
        <w:rPr>
          <w:lang w:val="en-US" w:eastAsia="zh-CN"/>
        </w:rPr>
      </w:pPr>
      <w:r w:rsidRPr="001E4596">
        <w:rPr>
          <w:lang w:val="en-US" w:eastAsia="zh-CN"/>
        </w:rPr>
        <w:t>A pass-through verifiable content is only possible if the content is contained in one or more periods, marked as “unchangeable”.</w:t>
      </w:r>
    </w:p>
    <w:p w14:paraId="5263D1B1" w14:textId="77777777" w:rsidR="001E4596" w:rsidRPr="001E4596" w:rsidRDefault="001E4596" w:rsidP="001E4596">
      <w:pPr>
        <w:numPr>
          <w:ilvl w:val="1"/>
          <w:numId w:val="38"/>
        </w:numPr>
        <w:rPr>
          <w:lang w:val="en-US" w:eastAsia="zh-CN"/>
        </w:rPr>
      </w:pPr>
      <w:r w:rsidRPr="001E4596">
        <w:rPr>
          <w:lang w:val="en-US" w:eastAsia="zh-CN"/>
        </w:rPr>
        <w:t>Cross-media authentication, i.e. authentication between different tracks or representation of media components, needs to be addressed.</w:t>
      </w:r>
    </w:p>
    <w:p w14:paraId="5A704486" w14:textId="77777777" w:rsidR="001E4596" w:rsidRPr="001E4596" w:rsidRDefault="001E4596" w:rsidP="001E4596">
      <w:pPr>
        <w:numPr>
          <w:ilvl w:val="0"/>
          <w:numId w:val="37"/>
        </w:numPr>
        <w:rPr>
          <w:lang w:val="en-US" w:eastAsia="zh-CN"/>
        </w:rPr>
      </w:pPr>
      <w:r w:rsidRPr="001E4596">
        <w:rPr>
          <w:lang w:val="en-US" w:eastAsia="zh-CN"/>
        </w:rPr>
        <w:t>The manifest and its updates may provide:</w:t>
      </w:r>
    </w:p>
    <w:p w14:paraId="20019EA0" w14:textId="77777777" w:rsidR="001E4596" w:rsidRPr="001E4596" w:rsidRDefault="001E4596" w:rsidP="001E4596">
      <w:pPr>
        <w:numPr>
          <w:ilvl w:val="1"/>
          <w:numId w:val="39"/>
        </w:numPr>
        <w:rPr>
          <w:lang w:val="en-US" w:eastAsia="zh-CN"/>
        </w:rPr>
      </w:pPr>
      <w:r w:rsidRPr="001E4596">
        <w:rPr>
          <w:lang w:val="en-US" w:eastAsia="zh-CN"/>
        </w:rPr>
        <w:t>High-level information about the existence of authentication metadata and their format, and possible playback constraints.</w:t>
      </w:r>
    </w:p>
    <w:p w14:paraId="792F20B6" w14:textId="77777777" w:rsidR="001E4596" w:rsidRPr="001E4596" w:rsidRDefault="001E4596" w:rsidP="001E4596">
      <w:pPr>
        <w:numPr>
          <w:ilvl w:val="1"/>
          <w:numId w:val="39"/>
        </w:numPr>
        <w:rPr>
          <w:lang w:val="en-US" w:eastAsia="zh-CN"/>
        </w:rPr>
      </w:pPr>
      <w:r w:rsidRPr="001E4596">
        <w:rPr>
          <w:lang w:val="en-US" w:eastAsia="zh-CN"/>
        </w:rPr>
        <w:t>The cross-media authentication information, i.e. which tracks are expected to be authenticated together.</w:t>
      </w:r>
    </w:p>
    <w:p w14:paraId="2006D5FD" w14:textId="342E75D2" w:rsidR="001E4596" w:rsidRPr="001E4596" w:rsidRDefault="001E4596" w:rsidP="001E4596">
      <w:pPr>
        <w:pStyle w:val="Heading2"/>
        <w:rPr>
          <w:lang w:eastAsia="zh-CN"/>
        </w:rPr>
      </w:pPr>
      <w:bookmarkStart w:id="66" w:name="_Toc211603281"/>
      <w:r w:rsidRPr="001E4596">
        <w:rPr>
          <w:lang w:eastAsia="zh-CN"/>
        </w:rPr>
        <w:t>Interfaces</w:t>
      </w:r>
      <w:r w:rsidR="00773D05">
        <w:rPr>
          <w:lang w:eastAsia="zh-CN"/>
        </w:rPr>
        <w:t xml:space="preserve"> </w:t>
      </w:r>
      <w:r w:rsidR="00773D05">
        <w:rPr>
          <w:lang w:eastAsia="zh-CN"/>
        </w:rPr>
        <w:t>(m74553)</w:t>
      </w:r>
      <w:bookmarkEnd w:id="66"/>
    </w:p>
    <w:p w14:paraId="414C05BB" w14:textId="77777777" w:rsidR="001E4596" w:rsidRPr="001E4596" w:rsidRDefault="001E4596" w:rsidP="001E4596">
      <w:pPr>
        <w:rPr>
          <w:lang w:val="en-US" w:eastAsia="zh-CN"/>
        </w:rPr>
      </w:pPr>
      <w:r w:rsidRPr="001E4596">
        <w:rPr>
          <w:lang w:val="en-US" w:eastAsia="zh-CN"/>
        </w:rPr>
        <w:t>The following common interfaces are identified in the above workflows:</w:t>
      </w:r>
    </w:p>
    <w:p w14:paraId="1C84A0F7" w14:textId="77777777" w:rsidR="001E4596" w:rsidRPr="001E4596" w:rsidRDefault="001E4596" w:rsidP="001E4596">
      <w:pPr>
        <w:numPr>
          <w:ilvl w:val="0"/>
          <w:numId w:val="40"/>
        </w:numPr>
        <w:rPr>
          <w:lang w:val="en-US" w:eastAsia="zh-CN"/>
        </w:rPr>
      </w:pPr>
      <w:r w:rsidRPr="001E4596">
        <w:rPr>
          <w:lang w:val="en-US" w:eastAsia="zh-CN"/>
        </w:rPr>
        <w:lastRenderedPageBreak/>
        <w:t>AIF-1a: capture provenance data</w:t>
      </w:r>
    </w:p>
    <w:p w14:paraId="271FE8E4" w14:textId="77777777" w:rsidR="001E4596" w:rsidRPr="001E4596" w:rsidRDefault="001E4596" w:rsidP="001E4596">
      <w:pPr>
        <w:numPr>
          <w:ilvl w:val="0"/>
          <w:numId w:val="40"/>
        </w:numPr>
        <w:rPr>
          <w:lang w:val="en-US" w:eastAsia="zh-CN"/>
        </w:rPr>
      </w:pPr>
      <w:r w:rsidRPr="001E4596">
        <w:rPr>
          <w:lang w:val="en-US" w:eastAsia="zh-CN"/>
        </w:rPr>
        <w:t>AIF-1b: authentication data created during editing</w:t>
      </w:r>
    </w:p>
    <w:p w14:paraId="0E363F69" w14:textId="77777777" w:rsidR="001E4596" w:rsidRPr="001E4596" w:rsidRDefault="001E4596" w:rsidP="001E4596">
      <w:pPr>
        <w:numPr>
          <w:ilvl w:val="0"/>
          <w:numId w:val="40"/>
        </w:numPr>
        <w:rPr>
          <w:lang w:val="en-US" w:eastAsia="zh-CN"/>
        </w:rPr>
      </w:pPr>
      <w:r w:rsidRPr="001E4596">
        <w:rPr>
          <w:lang w:val="en-US" w:eastAsia="zh-CN"/>
        </w:rPr>
        <w:t>AIF-1c: authentication data embedding in encoding/packaging</w:t>
      </w:r>
    </w:p>
    <w:p w14:paraId="522B44AF" w14:textId="77777777" w:rsidR="001E4596" w:rsidRPr="001E4596" w:rsidRDefault="001E4596" w:rsidP="001E4596">
      <w:pPr>
        <w:numPr>
          <w:ilvl w:val="0"/>
          <w:numId w:val="40"/>
        </w:numPr>
        <w:rPr>
          <w:lang w:val="en-US" w:eastAsia="zh-CN"/>
        </w:rPr>
      </w:pPr>
      <w:r w:rsidRPr="001E4596">
        <w:rPr>
          <w:lang w:val="en-US" w:eastAsia="zh-CN"/>
        </w:rPr>
        <w:t>AIF-2a: provenance data update during authoring</w:t>
      </w:r>
    </w:p>
    <w:p w14:paraId="60F6C77D" w14:textId="77777777" w:rsidR="001E4596" w:rsidRPr="001E4596" w:rsidRDefault="001E4596" w:rsidP="001E4596">
      <w:pPr>
        <w:numPr>
          <w:ilvl w:val="0"/>
          <w:numId w:val="40"/>
        </w:numPr>
        <w:rPr>
          <w:lang w:val="en-US" w:eastAsia="zh-CN"/>
        </w:rPr>
      </w:pPr>
      <w:r w:rsidRPr="001E4596">
        <w:rPr>
          <w:lang w:val="en-US" w:eastAsia="zh-CN"/>
        </w:rPr>
        <w:t>AIF-2b: authentication data embedding in the media content</w:t>
      </w:r>
    </w:p>
    <w:p w14:paraId="764FDF0C" w14:textId="77777777" w:rsidR="001E4596" w:rsidRPr="001E4596" w:rsidRDefault="001E4596" w:rsidP="001E4596">
      <w:pPr>
        <w:numPr>
          <w:ilvl w:val="0"/>
          <w:numId w:val="40"/>
        </w:numPr>
        <w:rPr>
          <w:lang w:val="en-US" w:eastAsia="zh-CN"/>
        </w:rPr>
      </w:pPr>
      <w:r w:rsidRPr="001E4596">
        <w:rPr>
          <w:lang w:val="en-US" w:eastAsia="zh-CN"/>
        </w:rPr>
        <w:t>AIF-2c: authentication data embedding in manifest/packaging</w:t>
      </w:r>
    </w:p>
    <w:p w14:paraId="712CCAFD" w14:textId="77777777" w:rsidR="001E4596" w:rsidRPr="001E4596" w:rsidRDefault="001E4596" w:rsidP="001E4596">
      <w:pPr>
        <w:numPr>
          <w:ilvl w:val="0"/>
          <w:numId w:val="40"/>
        </w:numPr>
        <w:rPr>
          <w:lang w:val="en-US" w:eastAsia="zh-CN"/>
        </w:rPr>
      </w:pPr>
      <w:r w:rsidRPr="001E4596">
        <w:rPr>
          <w:lang w:val="en-US" w:eastAsia="zh-CN"/>
        </w:rPr>
        <w:t>AIF-3: extraction of authentication data for verification</w:t>
      </w:r>
    </w:p>
    <w:p w14:paraId="5E744106" w14:textId="77777777" w:rsidR="001E4596" w:rsidRPr="001E4596" w:rsidRDefault="001E4596" w:rsidP="001E4596">
      <w:pPr>
        <w:numPr>
          <w:ilvl w:val="0"/>
          <w:numId w:val="40"/>
        </w:numPr>
        <w:rPr>
          <w:lang w:val="en-US" w:eastAsia="zh-CN"/>
        </w:rPr>
      </w:pPr>
      <w:r w:rsidRPr="001E4596">
        <w:rPr>
          <w:lang w:val="en-US" w:eastAsia="zh-CN"/>
        </w:rPr>
        <w:t>AIF-4a/4b: auth. author cloud interface</w:t>
      </w:r>
    </w:p>
    <w:p w14:paraId="2CEF596C" w14:textId="77777777" w:rsidR="001E4596" w:rsidRPr="001E4596" w:rsidRDefault="001E4596" w:rsidP="001E4596">
      <w:pPr>
        <w:numPr>
          <w:ilvl w:val="0"/>
          <w:numId w:val="40"/>
        </w:numPr>
        <w:rPr>
          <w:lang w:val="en-US" w:eastAsia="zh-CN"/>
        </w:rPr>
      </w:pPr>
      <w:r w:rsidRPr="001E4596">
        <w:rPr>
          <w:lang w:val="en-US" w:eastAsia="zh-CN"/>
        </w:rPr>
        <w:t>AIF-5: auth. verifier cloud interface</w:t>
      </w:r>
    </w:p>
    <w:p w14:paraId="27F86C0D" w14:textId="1F773C0C" w:rsidR="001E4596" w:rsidRPr="001E4596" w:rsidRDefault="001E4596" w:rsidP="001E4596">
      <w:pPr>
        <w:pStyle w:val="Heading2"/>
        <w:rPr>
          <w:lang w:eastAsia="zh-CN"/>
        </w:rPr>
      </w:pPr>
      <w:bookmarkStart w:id="67" w:name="_Toc211603282"/>
      <w:r w:rsidRPr="001E4596">
        <w:rPr>
          <w:lang w:eastAsia="zh-CN"/>
        </w:rPr>
        <w:t>Authentication functions</w:t>
      </w:r>
      <w:r w:rsidR="00773D05">
        <w:rPr>
          <w:lang w:eastAsia="zh-CN"/>
        </w:rPr>
        <w:t xml:space="preserve"> </w:t>
      </w:r>
      <w:r w:rsidR="00773D05">
        <w:rPr>
          <w:lang w:eastAsia="zh-CN"/>
        </w:rPr>
        <w:t>(m74553)</w:t>
      </w:r>
      <w:bookmarkEnd w:id="67"/>
    </w:p>
    <w:p w14:paraId="0055EB0B" w14:textId="77777777" w:rsidR="001E4596" w:rsidRPr="001E4596" w:rsidRDefault="001E4596" w:rsidP="00A03732">
      <w:pPr>
        <w:pStyle w:val="Heading3"/>
        <w:rPr>
          <w:lang w:eastAsia="zh-CN"/>
        </w:rPr>
      </w:pPr>
      <w:bookmarkStart w:id="68" w:name="_Toc211603283"/>
      <w:r w:rsidRPr="001E4596">
        <w:rPr>
          <w:lang w:eastAsia="zh-CN"/>
        </w:rPr>
        <w:t>Authentication author</w:t>
      </w:r>
      <w:bookmarkEnd w:id="68"/>
    </w:p>
    <w:p w14:paraId="7B26C0EF" w14:textId="77777777" w:rsidR="001E4596" w:rsidRPr="001E4596" w:rsidRDefault="001E4596" w:rsidP="001E4596">
      <w:pPr>
        <w:numPr>
          <w:ilvl w:val="0"/>
          <w:numId w:val="41"/>
        </w:numPr>
        <w:rPr>
          <w:lang w:val="en-US" w:eastAsia="zh-CN"/>
        </w:rPr>
      </w:pPr>
      <w:r w:rsidRPr="001E4596">
        <w:rPr>
          <w:lang w:val="en-US" w:eastAsia="zh-CN"/>
        </w:rPr>
        <w:t>Validate the previously authenticated media</w:t>
      </w:r>
    </w:p>
    <w:p w14:paraId="18C49D05" w14:textId="77777777" w:rsidR="001E4596" w:rsidRPr="001E4596" w:rsidRDefault="001E4596" w:rsidP="001E4596">
      <w:pPr>
        <w:numPr>
          <w:ilvl w:val="0"/>
          <w:numId w:val="41"/>
        </w:numPr>
        <w:rPr>
          <w:lang w:val="en-US" w:eastAsia="zh-CN"/>
        </w:rPr>
      </w:pPr>
      <w:r w:rsidRPr="001E4596">
        <w:rPr>
          <w:lang w:val="en-US" w:eastAsia="zh-CN"/>
        </w:rPr>
        <w:t>Receive capturing data and create provenance information</w:t>
      </w:r>
    </w:p>
    <w:p w14:paraId="49C884FC" w14:textId="77777777" w:rsidR="001E4596" w:rsidRPr="001E4596" w:rsidRDefault="001E4596" w:rsidP="001E4596">
      <w:pPr>
        <w:numPr>
          <w:ilvl w:val="0"/>
          <w:numId w:val="41"/>
        </w:numPr>
        <w:rPr>
          <w:lang w:val="en-US" w:eastAsia="zh-CN"/>
        </w:rPr>
      </w:pPr>
      <w:r w:rsidRPr="001E4596">
        <w:rPr>
          <w:lang w:val="en-US" w:eastAsia="zh-CN"/>
        </w:rPr>
        <w:t xml:space="preserve">Create and update the provenance information </w:t>
      </w:r>
    </w:p>
    <w:p w14:paraId="2CA28BEB" w14:textId="77777777" w:rsidR="001E4596" w:rsidRPr="001E4596" w:rsidRDefault="001E4596" w:rsidP="001E4596">
      <w:pPr>
        <w:numPr>
          <w:ilvl w:val="0"/>
          <w:numId w:val="41"/>
        </w:numPr>
        <w:rPr>
          <w:lang w:val="en-US" w:eastAsia="zh-CN"/>
        </w:rPr>
      </w:pPr>
      <w:r w:rsidRPr="001E4596">
        <w:rPr>
          <w:lang w:val="en-US" w:eastAsia="zh-CN"/>
        </w:rPr>
        <w:t>Calculation of hashes and signatures.</w:t>
      </w:r>
    </w:p>
    <w:p w14:paraId="72DE7E13" w14:textId="77777777" w:rsidR="001E4596" w:rsidRPr="001E4596" w:rsidRDefault="001E4596" w:rsidP="00A03732">
      <w:pPr>
        <w:pStyle w:val="Heading3"/>
        <w:rPr>
          <w:lang w:eastAsia="zh-CN"/>
        </w:rPr>
      </w:pPr>
      <w:bookmarkStart w:id="69" w:name="_Toc211603284"/>
      <w:r w:rsidRPr="001E4596">
        <w:rPr>
          <w:lang w:eastAsia="zh-CN"/>
        </w:rPr>
        <w:t>Authentication verifier</w:t>
      </w:r>
      <w:bookmarkEnd w:id="69"/>
    </w:p>
    <w:p w14:paraId="5C979896" w14:textId="77777777" w:rsidR="001E4596" w:rsidRPr="001E4596" w:rsidRDefault="001E4596" w:rsidP="001E4596">
      <w:pPr>
        <w:numPr>
          <w:ilvl w:val="0"/>
          <w:numId w:val="41"/>
        </w:numPr>
        <w:rPr>
          <w:lang w:val="en-US" w:eastAsia="zh-CN"/>
        </w:rPr>
      </w:pPr>
      <w:r w:rsidRPr="001E4596">
        <w:rPr>
          <w:lang w:val="en-US" w:eastAsia="zh-CN"/>
        </w:rPr>
        <w:t>Verification of the previously authenticated media</w:t>
      </w:r>
    </w:p>
    <w:p w14:paraId="3EC58BBB" w14:textId="1B1A6A08" w:rsidR="001E4596" w:rsidRPr="001E4596" w:rsidRDefault="001E4596" w:rsidP="001E4596">
      <w:pPr>
        <w:pStyle w:val="Heading2"/>
        <w:rPr>
          <w:lang w:eastAsia="zh-CN"/>
        </w:rPr>
      </w:pPr>
      <w:bookmarkStart w:id="70" w:name="_Toc211603285"/>
      <w:r w:rsidRPr="001E4596">
        <w:t>Interfaces’</w:t>
      </w:r>
      <w:r w:rsidRPr="001E4596">
        <w:rPr>
          <w:lang w:eastAsia="zh-CN"/>
        </w:rPr>
        <w:t xml:space="preserve"> features</w:t>
      </w:r>
      <w:r w:rsidR="00773D05">
        <w:rPr>
          <w:lang w:eastAsia="zh-CN"/>
        </w:rPr>
        <w:t xml:space="preserve"> </w:t>
      </w:r>
      <w:r w:rsidR="00773D05">
        <w:rPr>
          <w:lang w:eastAsia="zh-CN"/>
        </w:rPr>
        <w:t>(m74553)</w:t>
      </w:r>
      <w:bookmarkEnd w:id="70"/>
    </w:p>
    <w:p w14:paraId="3B8E6B96" w14:textId="77777777" w:rsidR="001E4596" w:rsidRPr="001E4596" w:rsidRDefault="001E4596" w:rsidP="00A03732">
      <w:pPr>
        <w:pStyle w:val="Heading3"/>
        <w:rPr>
          <w:lang w:eastAsia="zh-CN"/>
        </w:rPr>
      </w:pPr>
      <w:bookmarkStart w:id="71" w:name="_Toc211603286"/>
      <w:r w:rsidRPr="001E4596">
        <w:rPr>
          <w:lang w:eastAsia="zh-CN"/>
        </w:rPr>
        <w:t>AIF-1a</w:t>
      </w:r>
      <w:bookmarkEnd w:id="71"/>
    </w:p>
    <w:p w14:paraId="61C22D7C" w14:textId="77777777" w:rsidR="001E4596" w:rsidRPr="001E4596" w:rsidRDefault="001E4596" w:rsidP="00A03732">
      <w:pPr>
        <w:pStyle w:val="Heading4"/>
        <w:rPr>
          <w:lang w:eastAsia="zh-CN"/>
        </w:rPr>
      </w:pPr>
      <w:r w:rsidRPr="001E4596">
        <w:rPr>
          <w:lang w:eastAsia="zh-CN"/>
        </w:rPr>
        <w:t>Capture-&gt; Auth. Author</w:t>
      </w:r>
    </w:p>
    <w:p w14:paraId="7157DFA3" w14:textId="77777777" w:rsidR="001E4596" w:rsidRPr="001E4596" w:rsidRDefault="001E4596" w:rsidP="001E4596">
      <w:pPr>
        <w:numPr>
          <w:ilvl w:val="0"/>
          <w:numId w:val="42"/>
        </w:numPr>
        <w:rPr>
          <w:lang w:val="en-US" w:eastAsia="zh-CN"/>
        </w:rPr>
      </w:pPr>
      <w:r w:rsidRPr="001E4596">
        <w:rPr>
          <w:lang w:val="en-US" w:eastAsia="zh-CN"/>
        </w:rPr>
        <w:t>The capturing provides the authentication authoring module with the characteristics of the capture information, such as time, location, and format. This interface is out of the scope of MPEG ISOBMFF and DASH work.</w:t>
      </w:r>
    </w:p>
    <w:p w14:paraId="532B5824" w14:textId="77777777" w:rsidR="001E4596" w:rsidRPr="001E4596" w:rsidRDefault="001E4596" w:rsidP="00A03732">
      <w:pPr>
        <w:pStyle w:val="Heading3"/>
        <w:rPr>
          <w:lang w:val="en-US" w:eastAsia="zh-CN"/>
        </w:rPr>
      </w:pPr>
      <w:bookmarkStart w:id="72" w:name="_Toc211603287"/>
      <w:r w:rsidRPr="001E4596">
        <w:rPr>
          <w:lang w:val="en-US" w:eastAsia="zh-CN"/>
        </w:rPr>
        <w:t>AIF-1b</w:t>
      </w:r>
      <w:bookmarkEnd w:id="72"/>
    </w:p>
    <w:p w14:paraId="40E13485" w14:textId="77777777" w:rsidR="001E4596" w:rsidRPr="001E4596" w:rsidRDefault="001E4596" w:rsidP="00A03732">
      <w:pPr>
        <w:pStyle w:val="Heading4"/>
        <w:rPr>
          <w:lang w:val="en-US" w:eastAsia="zh-CN"/>
        </w:rPr>
      </w:pPr>
      <w:r w:rsidRPr="001E4596">
        <w:rPr>
          <w:lang w:val="en-US" w:eastAsia="zh-CN"/>
        </w:rPr>
        <w:t>Editing-&gt; Auth. Author</w:t>
      </w:r>
    </w:p>
    <w:p w14:paraId="1AA8AB2F" w14:textId="77777777" w:rsidR="001E4596" w:rsidRPr="001E4596" w:rsidRDefault="001E4596" w:rsidP="001E4596">
      <w:pPr>
        <w:numPr>
          <w:ilvl w:val="0"/>
          <w:numId w:val="43"/>
        </w:numPr>
        <w:rPr>
          <w:lang w:val="en-US" w:eastAsia="zh-CN"/>
        </w:rPr>
      </w:pPr>
      <w:r w:rsidRPr="001E4596">
        <w:rPr>
          <w:lang w:val="en-US" w:eastAsia="zh-CN"/>
        </w:rPr>
        <w:t>Provenance information of the generated/prestored content along with its timing information</w:t>
      </w:r>
    </w:p>
    <w:p w14:paraId="53BBEDE2" w14:textId="77777777" w:rsidR="001E4596" w:rsidRPr="001E4596" w:rsidRDefault="001E4596" w:rsidP="00A03732">
      <w:pPr>
        <w:pStyle w:val="Heading3"/>
        <w:rPr>
          <w:lang w:val="en-US" w:eastAsia="zh-CN"/>
        </w:rPr>
      </w:pPr>
      <w:bookmarkStart w:id="73" w:name="_Toc211603288"/>
      <w:r w:rsidRPr="001E4596">
        <w:rPr>
          <w:lang w:val="en-US" w:eastAsia="zh-CN"/>
        </w:rPr>
        <w:lastRenderedPageBreak/>
        <w:t>AIF-1c</w:t>
      </w:r>
      <w:bookmarkEnd w:id="73"/>
    </w:p>
    <w:p w14:paraId="6BA1DFB3" w14:textId="77777777" w:rsidR="001E4596" w:rsidRPr="001E4596" w:rsidRDefault="001E4596" w:rsidP="00A03732">
      <w:pPr>
        <w:pStyle w:val="Heading4"/>
        <w:rPr>
          <w:lang w:val="en-US" w:eastAsia="zh-CN"/>
        </w:rPr>
      </w:pPr>
      <w:r w:rsidRPr="001E4596">
        <w:rPr>
          <w:lang w:val="en-US" w:eastAsia="zh-CN"/>
        </w:rPr>
        <w:t>Encoder/Packager-&gt; Auth. Author</w:t>
      </w:r>
    </w:p>
    <w:p w14:paraId="3C0FC5BF" w14:textId="77777777" w:rsidR="001E4596" w:rsidRPr="001E4596" w:rsidRDefault="001E4596" w:rsidP="001E4596">
      <w:pPr>
        <w:numPr>
          <w:ilvl w:val="0"/>
          <w:numId w:val="43"/>
        </w:numPr>
        <w:rPr>
          <w:lang w:val="en-US" w:eastAsia="zh-CN"/>
        </w:rPr>
      </w:pPr>
      <w:r w:rsidRPr="001E4596">
        <w:rPr>
          <w:lang w:val="en-US" w:eastAsia="zh-CN"/>
        </w:rPr>
        <w:t>Encoded media tracks</w:t>
      </w:r>
    </w:p>
    <w:p w14:paraId="442203A2" w14:textId="77777777" w:rsidR="001E4596" w:rsidRPr="001E4596" w:rsidRDefault="001E4596" w:rsidP="00A03732">
      <w:pPr>
        <w:pStyle w:val="Heading4"/>
        <w:rPr>
          <w:lang w:val="en-US" w:eastAsia="zh-CN"/>
        </w:rPr>
      </w:pPr>
      <w:r w:rsidRPr="001E4596">
        <w:rPr>
          <w:lang w:val="en-US" w:eastAsia="zh-CN"/>
        </w:rPr>
        <w:t>Auth. Author-&gt; Encoder/Packager</w:t>
      </w:r>
    </w:p>
    <w:p w14:paraId="67F2301F" w14:textId="77777777" w:rsidR="001E4596" w:rsidRPr="001E4596" w:rsidRDefault="001E4596" w:rsidP="001E4596">
      <w:pPr>
        <w:numPr>
          <w:ilvl w:val="0"/>
          <w:numId w:val="43"/>
        </w:numPr>
        <w:rPr>
          <w:lang w:val="en-US" w:eastAsia="zh-CN"/>
        </w:rPr>
      </w:pPr>
      <w:r w:rsidRPr="001E4596">
        <w:rPr>
          <w:lang w:val="en-US" w:eastAsia="zh-CN"/>
        </w:rPr>
        <w:t>Provenance information packaged in ISOBMFF boxes</w:t>
      </w:r>
    </w:p>
    <w:p w14:paraId="512D0009" w14:textId="77777777" w:rsidR="001E4596" w:rsidRPr="001E4596" w:rsidRDefault="001E4596" w:rsidP="001E4596">
      <w:pPr>
        <w:numPr>
          <w:ilvl w:val="0"/>
          <w:numId w:val="43"/>
        </w:numPr>
        <w:rPr>
          <w:lang w:val="en-US" w:eastAsia="zh-CN"/>
        </w:rPr>
      </w:pPr>
      <w:r w:rsidRPr="001E4596">
        <w:rPr>
          <w:lang w:val="en-US" w:eastAsia="zh-CN"/>
        </w:rPr>
        <w:t>Signaling authentication in various tracks/track fragments</w:t>
      </w:r>
    </w:p>
    <w:p w14:paraId="46672CE4" w14:textId="77777777" w:rsidR="001E4596" w:rsidRPr="001E4596" w:rsidRDefault="001E4596" w:rsidP="001E4596">
      <w:pPr>
        <w:numPr>
          <w:ilvl w:val="0"/>
          <w:numId w:val="43"/>
        </w:numPr>
        <w:rPr>
          <w:lang w:val="en-US" w:eastAsia="zh-CN"/>
        </w:rPr>
      </w:pPr>
      <w:r w:rsidRPr="001E4596">
        <w:rPr>
          <w:lang w:val="en-US" w:eastAsia="zh-CN"/>
        </w:rPr>
        <w:t>Signaling authentication information in the DASH manifest</w:t>
      </w:r>
    </w:p>
    <w:p w14:paraId="7F31F593" w14:textId="77777777" w:rsidR="001E4596" w:rsidRPr="001E4596" w:rsidRDefault="001E4596" w:rsidP="00A03732">
      <w:pPr>
        <w:pStyle w:val="Heading3"/>
        <w:rPr>
          <w:lang w:val="en-US" w:eastAsia="zh-CN"/>
        </w:rPr>
      </w:pPr>
      <w:bookmarkStart w:id="74" w:name="_Toc211603289"/>
      <w:r w:rsidRPr="001E4596">
        <w:rPr>
          <w:lang w:val="en-US" w:eastAsia="zh-CN"/>
        </w:rPr>
        <w:t>AIF-2a</w:t>
      </w:r>
      <w:bookmarkEnd w:id="74"/>
    </w:p>
    <w:p w14:paraId="3AA704EF" w14:textId="77777777" w:rsidR="001E4596" w:rsidRPr="001E4596" w:rsidRDefault="001E4596" w:rsidP="00A03732">
      <w:pPr>
        <w:pStyle w:val="Heading4"/>
        <w:rPr>
          <w:lang w:val="en-US" w:eastAsia="zh-CN"/>
        </w:rPr>
      </w:pPr>
      <w:r w:rsidRPr="001E4596">
        <w:rPr>
          <w:lang w:val="en-US" w:eastAsia="zh-CN"/>
        </w:rPr>
        <w:t>Encoder/Packager-&gt; Auth. Author</w:t>
      </w:r>
    </w:p>
    <w:p w14:paraId="34751A78" w14:textId="77777777" w:rsidR="001E4596" w:rsidRPr="001E4596" w:rsidRDefault="001E4596" w:rsidP="001E4596">
      <w:pPr>
        <w:numPr>
          <w:ilvl w:val="0"/>
          <w:numId w:val="43"/>
        </w:numPr>
        <w:rPr>
          <w:lang w:val="en-US" w:eastAsia="zh-CN"/>
        </w:rPr>
      </w:pPr>
      <w:r w:rsidRPr="001E4596">
        <w:rPr>
          <w:lang w:val="en-US" w:eastAsia="zh-CN"/>
        </w:rPr>
        <w:t>Authentication information, including provenance information of</w:t>
      </w:r>
    </w:p>
    <w:p w14:paraId="0B8538AD" w14:textId="77777777" w:rsidR="001E4596" w:rsidRPr="001E4596" w:rsidRDefault="001E4596" w:rsidP="001E4596">
      <w:pPr>
        <w:numPr>
          <w:ilvl w:val="1"/>
          <w:numId w:val="43"/>
        </w:numPr>
        <w:rPr>
          <w:lang w:val="en-US" w:eastAsia="zh-CN"/>
        </w:rPr>
      </w:pPr>
      <w:r w:rsidRPr="001E4596">
        <w:rPr>
          <w:lang w:val="en-US" w:eastAsia="zh-CN"/>
        </w:rPr>
        <w:t>Received content</w:t>
      </w:r>
    </w:p>
    <w:p w14:paraId="10DBF87A" w14:textId="77777777" w:rsidR="001E4596" w:rsidRPr="001E4596" w:rsidRDefault="001E4596" w:rsidP="001E4596">
      <w:pPr>
        <w:numPr>
          <w:ilvl w:val="1"/>
          <w:numId w:val="43"/>
        </w:numPr>
        <w:rPr>
          <w:lang w:val="en-US" w:eastAsia="zh-CN"/>
        </w:rPr>
      </w:pPr>
      <w:r w:rsidRPr="001E4596">
        <w:rPr>
          <w:lang w:val="en-US" w:eastAsia="zh-CN"/>
        </w:rPr>
        <w:t>Generated/Prestored content</w:t>
      </w:r>
    </w:p>
    <w:p w14:paraId="61D81990" w14:textId="77777777" w:rsidR="001E4596" w:rsidRPr="001E4596" w:rsidRDefault="001E4596" w:rsidP="00A03732">
      <w:pPr>
        <w:pStyle w:val="Heading4"/>
        <w:rPr>
          <w:lang w:val="en-US" w:eastAsia="zh-CN"/>
        </w:rPr>
      </w:pPr>
      <w:r w:rsidRPr="001E4596">
        <w:rPr>
          <w:lang w:val="en-US" w:eastAsia="zh-CN"/>
        </w:rPr>
        <w:t>Auth. Author-&gt; Encoder/Packager</w:t>
      </w:r>
    </w:p>
    <w:p w14:paraId="3A59A0D3" w14:textId="77777777" w:rsidR="001E4596" w:rsidRPr="001E4596" w:rsidRDefault="001E4596" w:rsidP="001E4596">
      <w:pPr>
        <w:numPr>
          <w:ilvl w:val="0"/>
          <w:numId w:val="43"/>
        </w:numPr>
        <w:rPr>
          <w:lang w:val="en-US" w:eastAsia="zh-CN"/>
        </w:rPr>
      </w:pPr>
      <w:r w:rsidRPr="001E4596">
        <w:rPr>
          <w:lang w:val="en-US" w:eastAsia="zh-CN"/>
        </w:rPr>
        <w:t>Verification results of the received content</w:t>
      </w:r>
    </w:p>
    <w:p w14:paraId="1B7B8DA1" w14:textId="77777777" w:rsidR="001E4596" w:rsidRPr="001E4596" w:rsidRDefault="001E4596" w:rsidP="00A03732">
      <w:pPr>
        <w:pStyle w:val="Heading3"/>
        <w:rPr>
          <w:lang w:val="en-US" w:eastAsia="zh-CN"/>
        </w:rPr>
      </w:pPr>
      <w:bookmarkStart w:id="75" w:name="_Toc211603290"/>
      <w:r w:rsidRPr="001E4596">
        <w:rPr>
          <w:lang w:val="en-US" w:eastAsia="zh-CN"/>
        </w:rPr>
        <w:t>AIF-2b</w:t>
      </w:r>
      <w:bookmarkEnd w:id="75"/>
    </w:p>
    <w:p w14:paraId="6DF51E32" w14:textId="77777777" w:rsidR="001E4596" w:rsidRPr="001E4596" w:rsidRDefault="001E4596" w:rsidP="00A03732">
      <w:pPr>
        <w:pStyle w:val="Heading4"/>
        <w:rPr>
          <w:lang w:val="en-US" w:eastAsia="zh-CN"/>
        </w:rPr>
      </w:pPr>
      <w:r w:rsidRPr="001E4596">
        <w:rPr>
          <w:lang w:val="en-US" w:eastAsia="zh-CN"/>
        </w:rPr>
        <w:t>Encoder/Packager-&gt; Auth. Author</w:t>
      </w:r>
    </w:p>
    <w:p w14:paraId="6F9453A8" w14:textId="77777777" w:rsidR="001E4596" w:rsidRPr="001E4596" w:rsidRDefault="001E4596" w:rsidP="001E4596">
      <w:pPr>
        <w:numPr>
          <w:ilvl w:val="0"/>
          <w:numId w:val="43"/>
        </w:numPr>
        <w:rPr>
          <w:lang w:val="en-US" w:eastAsia="zh-CN"/>
        </w:rPr>
      </w:pPr>
      <w:r w:rsidRPr="001E4596">
        <w:rPr>
          <w:lang w:val="en-US" w:eastAsia="zh-CN"/>
        </w:rPr>
        <w:t>Encoded media tracks</w:t>
      </w:r>
    </w:p>
    <w:p w14:paraId="285A38A9" w14:textId="77777777" w:rsidR="001E4596" w:rsidRPr="001E4596" w:rsidRDefault="001E4596" w:rsidP="00A03732">
      <w:pPr>
        <w:pStyle w:val="Heading4"/>
        <w:rPr>
          <w:lang w:val="en-US" w:eastAsia="zh-CN"/>
        </w:rPr>
      </w:pPr>
      <w:r w:rsidRPr="001E4596">
        <w:rPr>
          <w:lang w:val="en-US" w:eastAsia="zh-CN"/>
        </w:rPr>
        <w:t>Auth. Author-&gt; Encoder/Packager</w:t>
      </w:r>
    </w:p>
    <w:p w14:paraId="283C8323" w14:textId="77777777" w:rsidR="001E4596" w:rsidRPr="001E4596" w:rsidRDefault="001E4596" w:rsidP="001E4596">
      <w:pPr>
        <w:numPr>
          <w:ilvl w:val="0"/>
          <w:numId w:val="43"/>
        </w:numPr>
        <w:rPr>
          <w:lang w:val="en-US" w:eastAsia="zh-CN"/>
        </w:rPr>
      </w:pPr>
      <w:r w:rsidRPr="001E4596">
        <w:rPr>
          <w:lang w:val="en-US" w:eastAsia="zh-CN"/>
        </w:rPr>
        <w:t>Provenance information packaged in ISOBMFF boxes</w:t>
      </w:r>
    </w:p>
    <w:p w14:paraId="347FA417" w14:textId="77777777" w:rsidR="001E4596" w:rsidRPr="001E4596" w:rsidRDefault="001E4596" w:rsidP="001E4596">
      <w:pPr>
        <w:numPr>
          <w:ilvl w:val="0"/>
          <w:numId w:val="43"/>
        </w:numPr>
        <w:rPr>
          <w:lang w:val="en-US" w:eastAsia="zh-CN"/>
        </w:rPr>
      </w:pPr>
      <w:r w:rsidRPr="001E4596">
        <w:rPr>
          <w:lang w:val="en-US" w:eastAsia="zh-CN"/>
        </w:rPr>
        <w:t>Signatures</w:t>
      </w:r>
    </w:p>
    <w:p w14:paraId="1FC6E00C" w14:textId="77777777" w:rsidR="001E4596" w:rsidRPr="001E4596" w:rsidRDefault="001E4596" w:rsidP="001E4596">
      <w:pPr>
        <w:numPr>
          <w:ilvl w:val="0"/>
          <w:numId w:val="43"/>
        </w:numPr>
        <w:rPr>
          <w:lang w:val="en-US" w:eastAsia="zh-CN"/>
        </w:rPr>
      </w:pPr>
      <w:proofErr w:type="spellStart"/>
      <w:r w:rsidRPr="001E4596">
        <w:rPr>
          <w:lang w:val="en-US" w:eastAsia="zh-CN"/>
        </w:rPr>
        <w:t>Signalling</w:t>
      </w:r>
      <w:proofErr w:type="spellEnd"/>
      <w:r w:rsidRPr="001E4596">
        <w:rPr>
          <w:lang w:val="en-US" w:eastAsia="zh-CN"/>
        </w:rPr>
        <w:t xml:space="preserve"> of the authentication in various tracks/track fragments</w:t>
      </w:r>
    </w:p>
    <w:p w14:paraId="7F40AA59" w14:textId="77777777" w:rsidR="001E4596" w:rsidRPr="001E4596" w:rsidRDefault="001E4596" w:rsidP="00A03732">
      <w:pPr>
        <w:pStyle w:val="Heading3"/>
        <w:rPr>
          <w:lang w:val="en-US" w:eastAsia="zh-CN"/>
        </w:rPr>
      </w:pPr>
      <w:bookmarkStart w:id="76" w:name="_Toc211603291"/>
      <w:r w:rsidRPr="001E4596">
        <w:rPr>
          <w:lang w:val="en-US" w:eastAsia="zh-CN"/>
        </w:rPr>
        <w:t>AIF-2c</w:t>
      </w:r>
      <w:bookmarkEnd w:id="76"/>
    </w:p>
    <w:p w14:paraId="6ED40C2B" w14:textId="77777777" w:rsidR="001E4596" w:rsidRPr="001E4596" w:rsidRDefault="001E4596" w:rsidP="00A03732">
      <w:pPr>
        <w:pStyle w:val="Heading4"/>
        <w:rPr>
          <w:lang w:val="en-US" w:eastAsia="zh-CN"/>
        </w:rPr>
      </w:pPr>
      <w:r w:rsidRPr="001E4596">
        <w:rPr>
          <w:lang w:val="en-US" w:eastAsia="zh-CN"/>
        </w:rPr>
        <w:t>Packager-&gt; Auth. Author</w:t>
      </w:r>
    </w:p>
    <w:p w14:paraId="57E3C6EE" w14:textId="77777777" w:rsidR="001E4596" w:rsidRPr="001E4596" w:rsidRDefault="001E4596" w:rsidP="001E4596">
      <w:pPr>
        <w:numPr>
          <w:ilvl w:val="0"/>
          <w:numId w:val="43"/>
        </w:numPr>
        <w:rPr>
          <w:lang w:val="en-US" w:eastAsia="zh-CN"/>
        </w:rPr>
      </w:pPr>
      <w:r w:rsidRPr="001E4596">
        <w:rPr>
          <w:lang w:val="en-US" w:eastAsia="zh-CN"/>
        </w:rPr>
        <w:t>Packaging information</w:t>
      </w:r>
    </w:p>
    <w:p w14:paraId="5853754C" w14:textId="77777777" w:rsidR="001E4596" w:rsidRPr="001E4596" w:rsidRDefault="001E4596" w:rsidP="00A03732">
      <w:pPr>
        <w:pStyle w:val="Heading4"/>
        <w:rPr>
          <w:lang w:val="en-US" w:eastAsia="zh-CN"/>
        </w:rPr>
      </w:pPr>
      <w:r w:rsidRPr="001E4596">
        <w:rPr>
          <w:lang w:val="en-US" w:eastAsia="zh-CN"/>
        </w:rPr>
        <w:t>Auth. Author-&gt; Encoder/Packager</w:t>
      </w:r>
    </w:p>
    <w:p w14:paraId="14C7C079" w14:textId="77777777" w:rsidR="001E4596" w:rsidRPr="001E4596" w:rsidRDefault="001E4596" w:rsidP="001E4596">
      <w:pPr>
        <w:numPr>
          <w:ilvl w:val="0"/>
          <w:numId w:val="43"/>
        </w:numPr>
        <w:rPr>
          <w:lang w:val="en-US" w:eastAsia="zh-CN"/>
        </w:rPr>
      </w:pPr>
      <w:r w:rsidRPr="001E4596">
        <w:rPr>
          <w:lang w:val="en-US" w:eastAsia="zh-CN"/>
        </w:rPr>
        <w:t>Signaling of the authentication information for the DASH manifest</w:t>
      </w:r>
    </w:p>
    <w:p w14:paraId="167E2738" w14:textId="77777777" w:rsidR="001E4596" w:rsidRPr="001E4596" w:rsidRDefault="001E4596" w:rsidP="00A03732">
      <w:pPr>
        <w:pStyle w:val="Heading3"/>
        <w:rPr>
          <w:lang w:val="en-US" w:eastAsia="zh-CN"/>
        </w:rPr>
      </w:pPr>
      <w:bookmarkStart w:id="77" w:name="_Toc211603292"/>
      <w:r w:rsidRPr="001E4596">
        <w:rPr>
          <w:lang w:val="en-US" w:eastAsia="zh-CN"/>
        </w:rPr>
        <w:lastRenderedPageBreak/>
        <w:t>AIF-3c</w:t>
      </w:r>
      <w:bookmarkEnd w:id="77"/>
    </w:p>
    <w:p w14:paraId="00B34153" w14:textId="77777777" w:rsidR="001E4596" w:rsidRPr="001E4596" w:rsidRDefault="001E4596" w:rsidP="00A03732">
      <w:pPr>
        <w:pStyle w:val="Heading4"/>
        <w:rPr>
          <w:lang w:val="en-US" w:eastAsia="zh-CN"/>
        </w:rPr>
      </w:pPr>
      <w:r w:rsidRPr="001E4596">
        <w:rPr>
          <w:lang w:val="en-US" w:eastAsia="zh-CN"/>
        </w:rPr>
        <w:t>DASH Access client-&gt; Auth. Verifier:</w:t>
      </w:r>
    </w:p>
    <w:p w14:paraId="77DDC68B" w14:textId="77777777" w:rsidR="001E4596" w:rsidRPr="001E4596" w:rsidRDefault="001E4596" w:rsidP="001E4596">
      <w:pPr>
        <w:numPr>
          <w:ilvl w:val="0"/>
          <w:numId w:val="43"/>
        </w:numPr>
        <w:rPr>
          <w:lang w:val="en-US" w:eastAsia="zh-CN"/>
        </w:rPr>
      </w:pPr>
      <w:r w:rsidRPr="001E4596">
        <w:rPr>
          <w:lang w:val="en-US" w:eastAsia="zh-CN"/>
        </w:rPr>
        <w:t>Authentication info at manifest for selection</w:t>
      </w:r>
    </w:p>
    <w:p w14:paraId="1216C7F3" w14:textId="77777777" w:rsidR="001E4596" w:rsidRPr="001E4596" w:rsidRDefault="001E4596" w:rsidP="001E4596">
      <w:pPr>
        <w:numPr>
          <w:ilvl w:val="0"/>
          <w:numId w:val="43"/>
        </w:numPr>
        <w:rPr>
          <w:lang w:val="en-US" w:eastAsia="zh-CN"/>
        </w:rPr>
      </w:pPr>
      <w:r w:rsidRPr="001E4596">
        <w:rPr>
          <w:lang w:val="en-US" w:eastAsia="zh-CN"/>
        </w:rPr>
        <w:t>Media tracks/segments for verification</w:t>
      </w:r>
    </w:p>
    <w:p w14:paraId="0F016143" w14:textId="77777777" w:rsidR="001E4596" w:rsidRPr="001E4596" w:rsidRDefault="001E4596" w:rsidP="00A03732">
      <w:pPr>
        <w:pStyle w:val="Heading4"/>
        <w:rPr>
          <w:lang w:val="en-US" w:eastAsia="zh-CN"/>
        </w:rPr>
      </w:pPr>
      <w:r w:rsidRPr="001E4596">
        <w:rPr>
          <w:lang w:val="en-US" w:eastAsia="zh-CN"/>
        </w:rPr>
        <w:t>Auth. Verifier-&gt; DASH Access client</w:t>
      </w:r>
    </w:p>
    <w:p w14:paraId="42FD12B8" w14:textId="77777777" w:rsidR="001E4596" w:rsidRPr="001E4596" w:rsidRDefault="001E4596" w:rsidP="001E4596">
      <w:pPr>
        <w:numPr>
          <w:ilvl w:val="0"/>
          <w:numId w:val="43"/>
        </w:numPr>
        <w:rPr>
          <w:lang w:val="en-US" w:eastAsia="zh-CN"/>
        </w:rPr>
      </w:pPr>
      <w:r w:rsidRPr="001E4596">
        <w:rPr>
          <w:lang w:val="en-US" w:eastAsia="zh-CN"/>
        </w:rPr>
        <w:t>Selection of the adaptation sets that can be verified</w:t>
      </w:r>
    </w:p>
    <w:p w14:paraId="01C3EC59" w14:textId="77777777" w:rsidR="001E4596" w:rsidRPr="001E4596" w:rsidRDefault="001E4596" w:rsidP="001E4596">
      <w:pPr>
        <w:numPr>
          <w:ilvl w:val="0"/>
          <w:numId w:val="43"/>
        </w:numPr>
        <w:rPr>
          <w:lang w:val="en-US" w:eastAsia="zh-CN"/>
        </w:rPr>
      </w:pPr>
      <w:r w:rsidRPr="001E4596">
        <w:rPr>
          <w:lang w:val="en-US" w:eastAsia="zh-CN"/>
        </w:rPr>
        <w:t>Verification results</w:t>
      </w:r>
    </w:p>
    <w:p w14:paraId="45BB1F4A" w14:textId="76228D9F" w:rsidR="00773D05" w:rsidRDefault="00773D05" w:rsidP="00773D05">
      <w:pPr>
        <w:pStyle w:val="Heading1"/>
        <w:rPr>
          <w:lang w:eastAsia="zh-CN"/>
        </w:rPr>
      </w:pPr>
      <w:bookmarkStart w:id="78" w:name="_Toc211603293"/>
      <w:r>
        <w:rPr>
          <w:lang w:eastAsia="zh-CN"/>
        </w:rPr>
        <w:t>Potential work items (</w:t>
      </w:r>
      <w:r>
        <w:rPr>
          <w:lang w:eastAsia="zh-CN"/>
        </w:rPr>
        <w:t>m74553</w:t>
      </w:r>
      <w:r>
        <w:rPr>
          <w:lang w:eastAsia="zh-CN"/>
        </w:rPr>
        <w:t>)</w:t>
      </w:r>
      <w:bookmarkEnd w:id="78"/>
    </w:p>
    <w:p w14:paraId="206DF10A" w14:textId="28F2264A" w:rsidR="005F4EAD" w:rsidRPr="005F4EAD" w:rsidRDefault="005F4EAD" w:rsidP="005F4EAD">
      <w:pPr>
        <w:rPr>
          <w:lang w:eastAsia="zh-CN"/>
        </w:rPr>
      </w:pPr>
      <w:hyperlink r:id="rId28" w:history="1">
        <w:r w:rsidRPr="00D4219E">
          <w:rPr>
            <w:rStyle w:val="Hyperlink"/>
            <w:lang w:val="de-DE" w:eastAsia="zh-CN"/>
          </w:rPr>
          <w:t>https://git.mpeg.expert/MPEG/Systems/explorations/-/issues/32</w:t>
        </w:r>
      </w:hyperlink>
      <w:r>
        <w:rPr>
          <w:lang w:eastAsia="zh-CN"/>
        </w:rPr>
        <w:t xml:space="preserve"> </w:t>
      </w:r>
    </w:p>
    <w:p w14:paraId="67CD74F9" w14:textId="77777777" w:rsidR="00773D05" w:rsidRPr="00773D05" w:rsidRDefault="00773D05" w:rsidP="00773D05">
      <w:pPr>
        <w:pStyle w:val="Heading2"/>
        <w:rPr>
          <w:lang w:eastAsia="zh-CN"/>
        </w:rPr>
      </w:pPr>
      <w:bookmarkStart w:id="79" w:name="_Toc211603294"/>
      <w:r w:rsidRPr="00773D05">
        <w:rPr>
          <w:lang w:eastAsia="zh-CN"/>
        </w:rPr>
        <w:t>ISOBMFF</w:t>
      </w:r>
      <w:bookmarkEnd w:id="79"/>
    </w:p>
    <w:p w14:paraId="500D7003" w14:textId="77777777" w:rsidR="00773D05" w:rsidRPr="00773D05" w:rsidRDefault="00773D05" w:rsidP="00A03732">
      <w:pPr>
        <w:pStyle w:val="Heading3"/>
        <w:rPr>
          <w:lang w:val="en-US" w:eastAsia="zh-CN"/>
        </w:rPr>
      </w:pPr>
      <w:bookmarkStart w:id="80" w:name="_Toc211603295"/>
      <w:r w:rsidRPr="00773D05">
        <w:rPr>
          <w:lang w:val="en-US" w:eastAsia="zh-CN"/>
        </w:rPr>
        <w:t>System-level authentication information in tracks/track fragments</w:t>
      </w:r>
      <w:bookmarkEnd w:id="80"/>
    </w:p>
    <w:p w14:paraId="418F4558" w14:textId="1CA9BF6B" w:rsidR="00773D05" w:rsidRPr="00773D05" w:rsidRDefault="00773D05" w:rsidP="00773D05">
      <w:pPr>
        <w:numPr>
          <w:ilvl w:val="0"/>
          <w:numId w:val="43"/>
        </w:numPr>
        <w:rPr>
          <w:lang w:eastAsia="zh-CN"/>
        </w:rPr>
      </w:pPr>
      <w:r w:rsidRPr="00773D05">
        <w:rPr>
          <w:lang w:eastAsia="zh-CN"/>
        </w:rPr>
        <w:t>There is no standard mechanism to include the authentication metadata for each track/track fragment and cross authentication info (between tracks) in ISOBMFF.</w:t>
      </w:r>
    </w:p>
    <w:p w14:paraId="30641E55" w14:textId="77777777" w:rsidR="00773D05" w:rsidRPr="00773D05" w:rsidRDefault="00773D05" w:rsidP="00773D05">
      <w:pPr>
        <w:numPr>
          <w:ilvl w:val="0"/>
          <w:numId w:val="43"/>
        </w:numPr>
        <w:rPr>
          <w:lang w:val="en-US" w:eastAsia="zh-CN"/>
        </w:rPr>
      </w:pPr>
      <w:r w:rsidRPr="00773D05">
        <w:rPr>
          <w:lang w:eastAsia="zh-CN"/>
        </w:rPr>
        <w:t xml:space="preserve">Currently C2PA uses uudi/udta to include c2pa information (as a JUMBF box). In this case, </w:t>
      </w:r>
      <w:r w:rsidRPr="00773D05">
        <w:rPr>
          <w:lang w:val="en-US" w:eastAsia="zh-CN"/>
        </w:rPr>
        <w:t xml:space="preserve">the cross-authentication information exists in the C2PA manifest. </w:t>
      </w:r>
      <w:r w:rsidRPr="00773D05">
        <w:rPr>
          <w:lang w:eastAsia="zh-CN"/>
        </w:rPr>
        <w:t>Using the ISOBMFF dedicated first-class citizen box to signal the media authentication scheme and its parameters (including C2PA) is a more preferred solution since the discovery and playback of that box would be more universally supported. Such signaling should cover multi-rate encoding of the same media component as well as the cross media component authentication information.</w:t>
      </w:r>
    </w:p>
    <w:p w14:paraId="49BF0509" w14:textId="4B2E8884" w:rsidR="00773D05" w:rsidRPr="00773D05" w:rsidRDefault="00773D05" w:rsidP="00773D05">
      <w:pPr>
        <w:numPr>
          <w:ilvl w:val="0"/>
          <w:numId w:val="43"/>
        </w:numPr>
        <w:rPr>
          <w:lang w:val="en-US" w:eastAsia="zh-CN"/>
        </w:rPr>
      </w:pPr>
      <w:r w:rsidRPr="00773D05">
        <w:rPr>
          <w:lang w:val="en-US" w:eastAsia="zh-CN"/>
        </w:rPr>
        <w:t>Adding a signaling mechanism at the file format level is useful to indicate the authentication information of various tracks and how they are related to each other, enabling a parser to identify the correlation between tracks before invoking the authentication verification and simplify AIF-3.</w:t>
      </w:r>
    </w:p>
    <w:p w14:paraId="4031133F" w14:textId="77777777" w:rsidR="00773D05" w:rsidRPr="00773D05" w:rsidRDefault="00773D05" w:rsidP="00773D05">
      <w:pPr>
        <w:pStyle w:val="Heading2"/>
        <w:rPr>
          <w:lang w:eastAsia="zh-CN"/>
        </w:rPr>
      </w:pPr>
      <w:bookmarkStart w:id="81" w:name="_Toc211603296"/>
      <w:r w:rsidRPr="00773D05">
        <w:rPr>
          <w:lang w:eastAsia="zh-CN"/>
        </w:rPr>
        <w:t>Elementary authentication information in tracks</w:t>
      </w:r>
      <w:bookmarkEnd w:id="81"/>
    </w:p>
    <w:p w14:paraId="35BC1DB9" w14:textId="77777777" w:rsidR="00773D05" w:rsidRPr="00773D05" w:rsidRDefault="00773D05" w:rsidP="00773D05">
      <w:pPr>
        <w:numPr>
          <w:ilvl w:val="0"/>
          <w:numId w:val="43"/>
        </w:numPr>
        <w:rPr>
          <w:lang w:val="en-US" w:eastAsia="zh-CN"/>
        </w:rPr>
      </w:pPr>
      <w:r w:rsidRPr="00773D05">
        <w:rPr>
          <w:lang w:val="en-US" w:eastAsia="zh-CN"/>
        </w:rPr>
        <w:t>There is no standard mechanism to signal the existence of authentication and its characteristics of elementary streams at the track level.</w:t>
      </w:r>
    </w:p>
    <w:p w14:paraId="0CCD00C7" w14:textId="77777777" w:rsidR="00773D05" w:rsidRPr="00773D05" w:rsidRDefault="00773D05" w:rsidP="00773D05">
      <w:pPr>
        <w:numPr>
          <w:ilvl w:val="0"/>
          <w:numId w:val="43"/>
        </w:numPr>
        <w:rPr>
          <w:lang w:val="en-US" w:eastAsia="zh-CN"/>
        </w:rPr>
      </w:pPr>
      <w:r w:rsidRPr="00773D05">
        <w:rPr>
          <w:lang w:val="en-US" w:eastAsia="zh-CN"/>
        </w:rPr>
        <w:t>There is no mechanism of signaling cross-track authentication for elementary authentication information.</w:t>
      </w:r>
    </w:p>
    <w:p w14:paraId="2D69DE19" w14:textId="13DC666F" w:rsidR="00773D05" w:rsidRPr="00773D05" w:rsidRDefault="00773D05" w:rsidP="00773D05">
      <w:pPr>
        <w:numPr>
          <w:ilvl w:val="0"/>
          <w:numId w:val="43"/>
        </w:numPr>
        <w:rPr>
          <w:lang w:val="en-US" w:eastAsia="zh-CN"/>
        </w:rPr>
      </w:pPr>
      <w:r w:rsidRPr="00773D05">
        <w:rPr>
          <w:lang w:val="en-US" w:eastAsia="zh-CN"/>
        </w:rPr>
        <w:t xml:space="preserve">There is no mechanism to tie the elementary stream authentication to the system layer authentication. </w:t>
      </w:r>
    </w:p>
    <w:p w14:paraId="517A1E07" w14:textId="77777777" w:rsidR="00773D05" w:rsidRPr="00773D05" w:rsidRDefault="00773D05" w:rsidP="00773D05">
      <w:pPr>
        <w:pStyle w:val="Heading2"/>
        <w:rPr>
          <w:lang w:eastAsia="zh-CN"/>
        </w:rPr>
      </w:pPr>
      <w:bookmarkStart w:id="82" w:name="_Toc211603297"/>
      <w:r w:rsidRPr="00773D05">
        <w:rPr>
          <w:lang w:eastAsia="zh-CN"/>
        </w:rPr>
        <w:t>DASH</w:t>
      </w:r>
      <w:bookmarkEnd w:id="82"/>
    </w:p>
    <w:p w14:paraId="54DECE2E" w14:textId="77777777" w:rsidR="00773D05" w:rsidRPr="00773D05" w:rsidRDefault="00773D05" w:rsidP="00A03732">
      <w:pPr>
        <w:pStyle w:val="Heading3"/>
        <w:rPr>
          <w:lang w:val="en-US" w:eastAsia="zh-CN"/>
        </w:rPr>
      </w:pPr>
      <w:bookmarkStart w:id="83" w:name="_Toc211603298"/>
      <w:r w:rsidRPr="00773D05">
        <w:rPr>
          <w:lang w:val="en-US" w:eastAsia="zh-CN"/>
        </w:rPr>
        <w:t>Signaling at the manifest</w:t>
      </w:r>
      <w:bookmarkEnd w:id="83"/>
    </w:p>
    <w:p w14:paraId="02989A2C" w14:textId="77777777" w:rsidR="00773D05" w:rsidRPr="00773D05" w:rsidRDefault="00773D05" w:rsidP="00773D05">
      <w:pPr>
        <w:numPr>
          <w:ilvl w:val="0"/>
          <w:numId w:val="43"/>
        </w:numPr>
        <w:rPr>
          <w:lang w:val="en-US" w:eastAsia="zh-CN"/>
        </w:rPr>
      </w:pPr>
      <w:r w:rsidRPr="00773D05">
        <w:rPr>
          <w:lang w:val="en-US" w:eastAsia="zh-CN"/>
        </w:rPr>
        <w:t xml:space="preserve">The DASH standard does not support a standard way to signal the existence of the authentication information in the manifest. The signaling can be used for track selection as well as to simplify the </w:t>
      </w:r>
      <w:r w:rsidRPr="00773D05">
        <w:rPr>
          <w:lang w:val="en-US" w:eastAsia="zh-CN"/>
        </w:rPr>
        <w:lastRenderedPageBreak/>
        <w:t>interaction between the DASH access player and authentication verifier. The signaling can include signaling of the scheme and exposing high-level information of the scheme, as well as the relationship between the media authentication of various adaptation sets.</w:t>
      </w:r>
    </w:p>
    <w:p w14:paraId="24EAE0B7" w14:textId="53D40DC8" w:rsidR="00773D05" w:rsidRDefault="00A03732" w:rsidP="00773D05">
      <w:pPr>
        <w:pStyle w:val="Heading1"/>
        <w:rPr>
          <w:lang w:eastAsia="zh-CN"/>
        </w:rPr>
      </w:pPr>
      <w:bookmarkStart w:id="84" w:name="_Toc211603299"/>
      <w:r>
        <w:rPr>
          <w:lang w:eastAsia="zh-CN"/>
        </w:rPr>
        <w:t>Proposed c</w:t>
      </w:r>
      <w:r w:rsidR="00773D05">
        <w:rPr>
          <w:lang w:eastAsia="zh-CN"/>
        </w:rPr>
        <w:t>andidate solutions</w:t>
      </w:r>
      <w:bookmarkEnd w:id="84"/>
    </w:p>
    <w:p w14:paraId="643F095B" w14:textId="3B438144" w:rsidR="00773D05" w:rsidRDefault="00773D05" w:rsidP="00773D05">
      <w:pPr>
        <w:pStyle w:val="Heading2"/>
        <w:rPr>
          <w:lang w:eastAsia="zh-CN"/>
        </w:rPr>
      </w:pPr>
      <w:bookmarkStart w:id="85" w:name="_Toc211603300"/>
      <w:r>
        <w:rPr>
          <w:lang w:eastAsia="zh-CN"/>
        </w:rPr>
        <w:t xml:space="preserve">Media cross authentication </w:t>
      </w:r>
      <w:proofErr w:type="spellStart"/>
      <w:r>
        <w:rPr>
          <w:lang w:eastAsia="zh-CN"/>
        </w:rPr>
        <w:t>signaling</w:t>
      </w:r>
      <w:proofErr w:type="spellEnd"/>
      <w:r>
        <w:rPr>
          <w:lang w:eastAsia="zh-CN"/>
        </w:rPr>
        <w:t xml:space="preserve"> in ISOBMFF (m</w:t>
      </w:r>
      <w:r w:rsidR="005F4EAD">
        <w:rPr>
          <w:lang w:eastAsia="zh-CN"/>
        </w:rPr>
        <w:t>74440)</w:t>
      </w:r>
      <w:bookmarkEnd w:id="85"/>
    </w:p>
    <w:p w14:paraId="3BA58F98" w14:textId="6C858AEB" w:rsidR="005F4EAD" w:rsidRPr="005F4EAD" w:rsidRDefault="005F4EAD" w:rsidP="005F4EAD">
      <w:pPr>
        <w:rPr>
          <w:lang w:val="en-GB" w:eastAsia="zh-CN"/>
        </w:rPr>
      </w:pPr>
      <w:hyperlink r:id="rId29" w:history="1">
        <w:r w:rsidRPr="00D4219E">
          <w:rPr>
            <w:rStyle w:val="Hyperlink"/>
            <w:lang w:val="en-GB" w:eastAsia="zh-CN"/>
          </w:rPr>
          <w:t>https://git.mpeg.expert/MPEG/Systems/explorations/-/issues/34</w:t>
        </w:r>
      </w:hyperlink>
      <w:r>
        <w:rPr>
          <w:lang w:val="en-GB" w:eastAsia="zh-CN"/>
        </w:rPr>
        <w:t xml:space="preserve"> </w:t>
      </w:r>
    </w:p>
    <w:p w14:paraId="1006EE89" w14:textId="77777777" w:rsidR="00773D05" w:rsidRPr="00773D05" w:rsidRDefault="00773D05" w:rsidP="00773D05">
      <w:pPr>
        <w:rPr>
          <w:lang w:val="en-GB" w:eastAsia="zh-CN"/>
        </w:rPr>
      </w:pPr>
      <w:r w:rsidRPr="00773D05">
        <w:rPr>
          <w:lang w:val="en-GB" w:eastAsia="zh-CN"/>
        </w:rPr>
        <w:t>A first approach may focus on file-based media assets, containing multiple authentic media types as previously described.</w:t>
      </w:r>
    </w:p>
    <w:p w14:paraId="290BFB54" w14:textId="77777777" w:rsidR="00773D05" w:rsidRPr="00773D05" w:rsidRDefault="00773D05" w:rsidP="00773D05">
      <w:pPr>
        <w:rPr>
          <w:lang w:val="en-US" w:eastAsia="zh-CN"/>
        </w:rPr>
      </w:pPr>
      <w:r w:rsidRPr="00773D05">
        <w:rPr>
          <w:lang w:val="en-GB" w:eastAsia="zh-CN"/>
        </w:rPr>
        <w:t xml:space="preserve">This would involve defining </w:t>
      </w:r>
      <w:r w:rsidRPr="00773D05">
        <w:rPr>
          <w:lang w:val="en-US" w:eastAsia="zh-CN"/>
        </w:rPr>
        <w:t>a new file-level container that:</w:t>
      </w:r>
    </w:p>
    <w:p w14:paraId="4BB5965D" w14:textId="77777777" w:rsidR="00773D05" w:rsidRPr="00773D05" w:rsidRDefault="00773D05" w:rsidP="00773D05">
      <w:pPr>
        <w:numPr>
          <w:ilvl w:val="0"/>
          <w:numId w:val="44"/>
        </w:numPr>
        <w:rPr>
          <w:lang w:val="en-GB" w:eastAsia="zh-CN"/>
        </w:rPr>
      </w:pPr>
      <w:r w:rsidRPr="00773D05">
        <w:rPr>
          <w:lang w:val="en-US" w:eastAsia="zh-CN"/>
        </w:rPr>
        <w:t xml:space="preserve">describes the authentic combination of these media types, and </w:t>
      </w:r>
    </w:p>
    <w:p w14:paraId="10564741" w14:textId="77777777" w:rsidR="00773D05" w:rsidRPr="00773D05" w:rsidRDefault="00773D05" w:rsidP="00773D05">
      <w:pPr>
        <w:numPr>
          <w:ilvl w:val="0"/>
          <w:numId w:val="44"/>
        </w:numPr>
        <w:rPr>
          <w:lang w:val="en-GB" w:eastAsia="zh-CN"/>
        </w:rPr>
      </w:pPr>
      <w:r w:rsidRPr="00773D05">
        <w:rPr>
          <w:lang w:val="en-US" w:eastAsia="zh-CN"/>
        </w:rPr>
        <w:t>includes all the information necessary to verify the authenticity of the grouping.</w:t>
      </w:r>
    </w:p>
    <w:p w14:paraId="4573D80C" w14:textId="77777777" w:rsidR="00773D05" w:rsidRDefault="00773D05" w:rsidP="00773D05">
      <w:pPr>
        <w:rPr>
          <w:lang w:val="en-GB" w:eastAsia="zh-CN"/>
        </w:rPr>
      </w:pPr>
      <w:r w:rsidRPr="00773D05">
        <w:rPr>
          <w:lang w:val="en-GB" w:eastAsia="zh-CN"/>
        </w:rPr>
        <w:t xml:space="preserve">As an example, if we consider the ISO Base Media File Format (ISO/IEC 14496-12, see </w:t>
      </w:r>
      <w:r w:rsidRPr="00773D05">
        <w:rPr>
          <w:lang w:val="en-GB" w:eastAsia="zh-CN"/>
        </w:rPr>
        <w:fldChar w:fldCharType="begin"/>
      </w:r>
      <w:r w:rsidRPr="00773D05">
        <w:rPr>
          <w:lang w:val="en-GB" w:eastAsia="zh-CN"/>
        </w:rPr>
        <w:instrText xml:space="preserve"> REF _Ref209518553 \r \h </w:instrText>
      </w:r>
      <w:r w:rsidRPr="00773D05">
        <w:rPr>
          <w:lang w:val="en-GB" w:eastAsia="zh-CN"/>
        </w:rPr>
      </w:r>
      <w:r w:rsidRPr="00773D05">
        <w:rPr>
          <w:lang w:val="en-GB" w:eastAsia="zh-CN"/>
        </w:rPr>
        <w:fldChar w:fldCharType="separate"/>
      </w:r>
      <w:r w:rsidRPr="00773D05">
        <w:rPr>
          <w:lang w:val="en-GB" w:eastAsia="zh-CN"/>
        </w:rPr>
        <w:t>[8]</w:t>
      </w:r>
      <w:r w:rsidRPr="00773D05">
        <w:rPr>
          <w:lang w:val="en-GB" w:eastAsia="zh-CN"/>
        </w:rPr>
        <w:fldChar w:fldCharType="end"/>
      </w:r>
      <w:r w:rsidRPr="00773D05">
        <w:rPr>
          <w:lang w:val="en-GB" w:eastAsia="zh-CN"/>
        </w:rPr>
        <w:t xml:space="preserve">), no such container is specified for authentication purposes. However, a grouping mechanism is already available </w:t>
      </w:r>
      <w:proofErr w:type="gramStart"/>
      <w:r w:rsidRPr="00773D05">
        <w:rPr>
          <w:lang w:val="en-GB" w:eastAsia="zh-CN"/>
        </w:rPr>
        <w:t>through the use of</w:t>
      </w:r>
      <w:proofErr w:type="gramEnd"/>
      <w:r w:rsidRPr="00773D05">
        <w:rPr>
          <w:lang w:val="en-GB" w:eastAsia="zh-CN"/>
        </w:rPr>
        <w:t xml:space="preserve"> </w:t>
      </w:r>
      <w:proofErr w:type="spellStart"/>
      <w:r w:rsidRPr="00773D05">
        <w:rPr>
          <w:lang w:val="en-GB" w:eastAsia="zh-CN"/>
        </w:rPr>
        <w:t>EntityToGroupBox</w:t>
      </w:r>
      <w:proofErr w:type="spellEnd"/>
      <w:r w:rsidRPr="00773D05">
        <w:rPr>
          <w:lang w:val="en-GB" w:eastAsia="zh-CN"/>
        </w:rPr>
        <w:t>, which allows the description of a set of items and/or tracks along with their grouping parameters.</w:t>
      </w:r>
    </w:p>
    <w:p w14:paraId="0E2F688B" w14:textId="77777777" w:rsidR="00773D05" w:rsidRDefault="00773D05" w:rsidP="00773D05">
      <w:pPr>
        <w:pStyle w:val="Code0"/>
      </w:pPr>
      <w:proofErr w:type="gramStart"/>
      <w:r>
        <w:t>aligned(</w:t>
      </w:r>
      <w:proofErr w:type="gramEnd"/>
      <w:r>
        <w:t xml:space="preserve">8) class </w:t>
      </w:r>
      <w:proofErr w:type="spellStart"/>
      <w:proofErr w:type="gramStart"/>
      <w:r>
        <w:t>EntityToGroupBox</w:t>
      </w:r>
      <w:proofErr w:type="spellEnd"/>
      <w:r>
        <w:t>(</w:t>
      </w:r>
      <w:proofErr w:type="spellStart"/>
      <w:proofErr w:type="gramEnd"/>
      <w:r>
        <w:t>grouping_type</w:t>
      </w:r>
      <w:proofErr w:type="spellEnd"/>
      <w:r>
        <w:t>, version, flags)</w:t>
      </w:r>
    </w:p>
    <w:p w14:paraId="4BCA53DE" w14:textId="77777777" w:rsidR="00773D05" w:rsidRDefault="00773D05" w:rsidP="00773D05">
      <w:pPr>
        <w:pStyle w:val="Code0"/>
      </w:pPr>
      <w:r>
        <w:t xml:space="preserve">                 extends </w:t>
      </w:r>
      <w:proofErr w:type="spellStart"/>
      <w:proofErr w:type="gramStart"/>
      <w:r>
        <w:t>FullBox</w:t>
      </w:r>
      <w:proofErr w:type="spellEnd"/>
      <w:r>
        <w:t>(</w:t>
      </w:r>
      <w:proofErr w:type="spellStart"/>
      <w:proofErr w:type="gramEnd"/>
      <w:r>
        <w:t>grouping_type</w:t>
      </w:r>
      <w:proofErr w:type="spellEnd"/>
      <w:r>
        <w:t>, version, flags) {</w:t>
      </w:r>
    </w:p>
    <w:p w14:paraId="2C004E68" w14:textId="77777777" w:rsidR="00773D05" w:rsidRDefault="00773D05" w:rsidP="00773D05">
      <w:pPr>
        <w:pStyle w:val="Code0"/>
      </w:pPr>
      <w:r>
        <w:t xml:space="preserve">    unsigned </w:t>
      </w:r>
      <w:proofErr w:type="gramStart"/>
      <w:r>
        <w:t>int(</w:t>
      </w:r>
      <w:proofErr w:type="gramEnd"/>
      <w:r>
        <w:t xml:space="preserve">32) </w:t>
      </w:r>
      <w:proofErr w:type="spellStart"/>
      <w:r>
        <w:t>group_</w:t>
      </w:r>
      <w:proofErr w:type="gramStart"/>
      <w:r>
        <w:t>id</w:t>
      </w:r>
      <w:proofErr w:type="spellEnd"/>
      <w:r>
        <w:t>;</w:t>
      </w:r>
      <w:proofErr w:type="gramEnd"/>
    </w:p>
    <w:p w14:paraId="22CCAEB2" w14:textId="77777777" w:rsidR="00773D05" w:rsidRDefault="00773D05" w:rsidP="00773D05">
      <w:pPr>
        <w:pStyle w:val="Code0"/>
      </w:pPr>
      <w:r>
        <w:t xml:space="preserve">    unsigned </w:t>
      </w:r>
      <w:proofErr w:type="gramStart"/>
      <w:r>
        <w:t>int(</w:t>
      </w:r>
      <w:proofErr w:type="gramEnd"/>
      <w:r>
        <w:t xml:space="preserve">32) </w:t>
      </w:r>
      <w:proofErr w:type="spellStart"/>
      <w:r>
        <w:t>num_entities_in_</w:t>
      </w:r>
      <w:proofErr w:type="gramStart"/>
      <w:r>
        <w:t>group</w:t>
      </w:r>
      <w:proofErr w:type="spellEnd"/>
      <w:r>
        <w:t>;</w:t>
      </w:r>
      <w:proofErr w:type="gramEnd"/>
    </w:p>
    <w:p w14:paraId="21569E02" w14:textId="77777777" w:rsidR="00773D05" w:rsidRDefault="00773D05" w:rsidP="00773D05">
      <w:pPr>
        <w:pStyle w:val="Code0"/>
      </w:pPr>
      <w:r>
        <w:t xml:space="preserve">    for (</w:t>
      </w:r>
      <w:proofErr w:type="spellStart"/>
      <w:r>
        <w:t>i</w:t>
      </w:r>
      <w:proofErr w:type="spellEnd"/>
      <w:r>
        <w:t xml:space="preserve"> = 0; </w:t>
      </w:r>
      <w:proofErr w:type="spellStart"/>
      <w:r>
        <w:t>i</w:t>
      </w:r>
      <w:proofErr w:type="spellEnd"/>
      <w:r>
        <w:t xml:space="preserve"> &lt; </w:t>
      </w:r>
      <w:proofErr w:type="spellStart"/>
      <w:r>
        <w:t>num_entities_in_group</w:t>
      </w:r>
      <w:proofErr w:type="spellEnd"/>
      <w:r>
        <w:t xml:space="preserve">; </w:t>
      </w:r>
      <w:proofErr w:type="spellStart"/>
      <w:r>
        <w:t>i</w:t>
      </w:r>
      <w:proofErr w:type="spellEnd"/>
      <w:r>
        <w:t>+</w:t>
      </w:r>
      <w:proofErr w:type="gramStart"/>
      <w:r>
        <w:t>+) {</w:t>
      </w:r>
      <w:proofErr w:type="gramEnd"/>
    </w:p>
    <w:p w14:paraId="12F8872C" w14:textId="77777777" w:rsidR="00773D05" w:rsidRDefault="00773D05" w:rsidP="00773D05">
      <w:pPr>
        <w:pStyle w:val="Code0"/>
      </w:pPr>
      <w:r>
        <w:t xml:space="preserve">        unsigned </w:t>
      </w:r>
      <w:proofErr w:type="gramStart"/>
      <w:r>
        <w:t>int(</w:t>
      </w:r>
      <w:proofErr w:type="gramEnd"/>
      <w:r>
        <w:t xml:space="preserve">32) </w:t>
      </w:r>
      <w:proofErr w:type="spellStart"/>
      <w:r>
        <w:t>entity_</w:t>
      </w:r>
      <w:proofErr w:type="gramStart"/>
      <w:r>
        <w:t>id</w:t>
      </w:r>
      <w:proofErr w:type="spellEnd"/>
      <w:r>
        <w:t>;</w:t>
      </w:r>
      <w:proofErr w:type="gramEnd"/>
    </w:p>
    <w:p w14:paraId="636671A8" w14:textId="77777777" w:rsidR="00773D05" w:rsidRDefault="00773D05" w:rsidP="00773D05">
      <w:pPr>
        <w:pStyle w:val="Code0"/>
      </w:pPr>
      <w:r>
        <w:t xml:space="preserve">    }</w:t>
      </w:r>
    </w:p>
    <w:p w14:paraId="6C232F97" w14:textId="77777777" w:rsidR="00773D05" w:rsidRDefault="00773D05" w:rsidP="00773D05">
      <w:pPr>
        <w:pStyle w:val="Code0"/>
      </w:pPr>
      <w:r>
        <w:t xml:space="preserve">    // additional data may be specified depending on </w:t>
      </w:r>
      <w:proofErr w:type="spellStart"/>
      <w:r>
        <w:t>grouping_type</w:t>
      </w:r>
      <w:proofErr w:type="spellEnd"/>
    </w:p>
    <w:p w14:paraId="1CE5B3D6" w14:textId="77777777" w:rsidR="00773D05" w:rsidRDefault="00773D05" w:rsidP="00773D05">
      <w:pPr>
        <w:pStyle w:val="Code0"/>
      </w:pPr>
      <w:r>
        <w:t>}</w:t>
      </w:r>
    </w:p>
    <w:p w14:paraId="78604A96" w14:textId="77777777" w:rsidR="00773D05" w:rsidRPr="00773D05" w:rsidRDefault="00773D05" w:rsidP="00773D05">
      <w:pPr>
        <w:rPr>
          <w:lang w:val="en-GB"/>
        </w:rPr>
      </w:pPr>
      <w:r w:rsidRPr="00773D05">
        <w:rPr>
          <w:lang w:val="en-US"/>
        </w:rPr>
        <w:t>T</w:t>
      </w:r>
      <w:r w:rsidRPr="00773D05">
        <w:rPr>
          <w:lang w:val="en-GB"/>
        </w:rPr>
        <w:t xml:space="preserve">his </w:t>
      </w:r>
      <w:proofErr w:type="spellStart"/>
      <w:r w:rsidRPr="00773D05">
        <w:rPr>
          <w:lang w:val="en-GB"/>
        </w:rPr>
        <w:t>EntityToGroupBox</w:t>
      </w:r>
      <w:proofErr w:type="spellEnd"/>
      <w:r w:rsidRPr="00773D05">
        <w:rPr>
          <w:lang w:val="en-GB"/>
        </w:rPr>
        <w:t xml:space="preserve"> could be extended to explicitly define associations among entities within the file to ensure that this grouping is authentic and reliably verified.</w:t>
      </w:r>
    </w:p>
    <w:p w14:paraId="79E3808E" w14:textId="571945F7" w:rsidR="005F4EAD" w:rsidRDefault="005F4EAD" w:rsidP="005F4EAD">
      <w:pPr>
        <w:pStyle w:val="Heading2"/>
        <w:rPr>
          <w:lang w:eastAsia="zh-CN"/>
        </w:rPr>
      </w:pPr>
      <w:bookmarkStart w:id="86" w:name="_Toc211603301"/>
      <w:proofErr w:type="spellStart"/>
      <w:r>
        <w:rPr>
          <w:lang w:eastAsia="zh-CN"/>
        </w:rPr>
        <w:t>Signaling</w:t>
      </w:r>
      <w:proofErr w:type="spellEnd"/>
      <w:r>
        <w:rPr>
          <w:lang w:eastAsia="zh-CN"/>
        </w:rPr>
        <w:t xml:space="preserve"> in MPEG-</w:t>
      </w:r>
      <w:proofErr w:type="gramStart"/>
      <w:r>
        <w:rPr>
          <w:lang w:eastAsia="zh-CN"/>
        </w:rPr>
        <w:t>2  TS</w:t>
      </w:r>
      <w:proofErr w:type="gramEnd"/>
      <w:r>
        <w:rPr>
          <w:lang w:eastAsia="zh-CN"/>
        </w:rPr>
        <w:t xml:space="preserve"> (m74512)</w:t>
      </w:r>
      <w:bookmarkEnd w:id="86"/>
    </w:p>
    <w:p w14:paraId="6B660DE6" w14:textId="153E2935" w:rsidR="005F4EAD" w:rsidRPr="005F4EAD" w:rsidRDefault="005F4EAD" w:rsidP="005F4EAD">
      <w:pPr>
        <w:rPr>
          <w:lang w:val="en-GB" w:eastAsia="zh-CN"/>
        </w:rPr>
      </w:pPr>
      <w:hyperlink r:id="rId30" w:history="1">
        <w:r w:rsidRPr="00D4219E">
          <w:rPr>
            <w:rStyle w:val="Hyperlink"/>
            <w:lang w:val="en-GB" w:eastAsia="zh-CN"/>
          </w:rPr>
          <w:t>https://git.mpeg.expert/MPEG/Systems/explorations/-/issues/36</w:t>
        </w:r>
      </w:hyperlink>
      <w:r>
        <w:rPr>
          <w:lang w:val="en-GB" w:eastAsia="zh-CN"/>
        </w:rPr>
        <w:t xml:space="preserve"> </w:t>
      </w:r>
    </w:p>
    <w:p w14:paraId="3330D583" w14:textId="6C76F370" w:rsidR="00773D05" w:rsidRDefault="005F4EAD" w:rsidP="00773D05">
      <w:r>
        <w:t xml:space="preserve">M74512 proposes a dedicated descriptor to </w:t>
      </w:r>
      <w:r w:rsidRPr="005F4EAD">
        <w:t>signal information regarding authenticity for a program and its elementary streams within the Program Specific Information (PSI) that is part of a Transport Stream according to ISO/IEC 13818-1 MPEG-2 systems. It suggests specifying a descriptor including fields that support the joint evaluation of authenticity of different elementary streams, i.e. the detection if an authenticated elementary stream was changed or if there is a mismatch between different elementary streams.</w:t>
      </w:r>
      <w:r>
        <w:t xml:space="preserve"> </w:t>
      </w:r>
    </w:p>
    <w:p w14:paraId="3DC2E6CD" w14:textId="457C914E" w:rsidR="00562664" w:rsidRDefault="00562664" w:rsidP="00562664">
      <w:pPr>
        <w:pStyle w:val="Heading1"/>
      </w:pPr>
      <w:bookmarkStart w:id="87" w:name="_Toc211603302"/>
      <w:r>
        <w:t>Discussion</w:t>
      </w:r>
      <w:r w:rsidR="00B4153C">
        <w:t>s</w:t>
      </w:r>
      <w:r>
        <w:t xml:space="preserve"> at MPEG152</w:t>
      </w:r>
      <w:bookmarkEnd w:id="87"/>
    </w:p>
    <w:p w14:paraId="3ECB19E9" w14:textId="749A115F" w:rsidR="00562664" w:rsidRPr="00562664" w:rsidRDefault="00562664" w:rsidP="00562664">
      <w:pPr>
        <w:pStyle w:val="ListParagraph"/>
        <w:numPr>
          <w:ilvl w:val="0"/>
          <w:numId w:val="49"/>
        </w:numPr>
        <w:spacing w:after="0" w:line="240" w:lineRule="auto"/>
        <w:jc w:val="left"/>
        <w:rPr>
          <w:rFonts w:asciiTheme="minorHAnsi" w:eastAsia="Times New Roman" w:hAnsiTheme="minorHAnsi" w:cstheme="minorHAnsi"/>
          <w:sz w:val="24"/>
          <w:szCs w:val="24"/>
          <w:lang w:val="en-US" w:eastAsia="en-US"/>
        </w:rPr>
      </w:pPr>
      <w:r w:rsidRPr="00562664">
        <w:rPr>
          <w:rFonts w:asciiTheme="minorHAnsi" w:eastAsia="Times New Roman" w:hAnsiTheme="minorHAnsi" w:cstheme="minorHAnsi"/>
          <w:sz w:val="24"/>
          <w:szCs w:val="24"/>
          <w:lang w:val="en-US" w:eastAsia="en-US"/>
        </w:rPr>
        <w:t>T</w:t>
      </w:r>
      <w:r w:rsidRPr="00562664">
        <w:rPr>
          <w:rFonts w:asciiTheme="minorHAnsi" w:eastAsia="Times New Roman" w:hAnsiTheme="minorHAnsi" w:cstheme="minorHAnsi"/>
          <w:sz w:val="24"/>
          <w:szCs w:val="24"/>
          <w:lang w:val="en-US" w:eastAsia="en-US"/>
        </w:rPr>
        <w:t xml:space="preserve">here are existing tools that can </w:t>
      </w:r>
      <w:r w:rsidRPr="00562664">
        <w:rPr>
          <w:rFonts w:asciiTheme="minorHAnsi" w:eastAsia="Times New Roman" w:hAnsiTheme="minorHAnsi" w:cstheme="minorHAnsi"/>
          <w:sz w:val="24"/>
          <w:szCs w:val="24"/>
          <w:lang w:val="en-US" w:eastAsia="en-US"/>
        </w:rPr>
        <w:t xml:space="preserve">be </w:t>
      </w:r>
      <w:r w:rsidRPr="00562664">
        <w:rPr>
          <w:rFonts w:asciiTheme="minorHAnsi" w:eastAsia="Times New Roman" w:hAnsiTheme="minorHAnsi" w:cstheme="minorHAnsi"/>
          <w:sz w:val="24"/>
          <w:szCs w:val="24"/>
          <w:lang w:val="en-US" w:eastAsia="en-US"/>
        </w:rPr>
        <w:t>use</w:t>
      </w:r>
      <w:r w:rsidRPr="00562664">
        <w:rPr>
          <w:rFonts w:asciiTheme="minorHAnsi" w:eastAsia="Times New Roman" w:hAnsiTheme="minorHAnsi" w:cstheme="minorHAnsi"/>
          <w:sz w:val="24"/>
          <w:szCs w:val="24"/>
          <w:lang w:val="en-US" w:eastAsia="en-US"/>
        </w:rPr>
        <w:t>d</w:t>
      </w:r>
      <w:r w:rsidRPr="00562664">
        <w:rPr>
          <w:rFonts w:asciiTheme="minorHAnsi" w:eastAsia="Times New Roman" w:hAnsiTheme="minorHAnsi" w:cstheme="minorHAnsi"/>
          <w:sz w:val="24"/>
          <w:szCs w:val="24"/>
          <w:lang w:val="en-US" w:eastAsia="en-US"/>
        </w:rPr>
        <w:t xml:space="preserve">, such as </w:t>
      </w:r>
      <w:proofErr w:type="gramStart"/>
      <w:r w:rsidRPr="00562664">
        <w:rPr>
          <w:rFonts w:asciiTheme="minorHAnsi" w:eastAsia="Times New Roman" w:hAnsiTheme="minorHAnsi" w:cstheme="minorHAnsi"/>
          <w:sz w:val="24"/>
          <w:szCs w:val="24"/>
          <w:lang w:val="en-US" w:eastAsia="en-US"/>
        </w:rPr>
        <w:t>the signaling</w:t>
      </w:r>
      <w:proofErr w:type="gramEnd"/>
      <w:r w:rsidRPr="00562664">
        <w:rPr>
          <w:rFonts w:asciiTheme="minorHAnsi" w:eastAsia="Times New Roman" w:hAnsiTheme="minorHAnsi" w:cstheme="minorHAnsi"/>
          <w:sz w:val="24"/>
          <w:szCs w:val="24"/>
          <w:lang w:val="en-US" w:eastAsia="en-US"/>
        </w:rPr>
        <w:t xml:space="preserve"> SEI prefixes. </w:t>
      </w:r>
    </w:p>
    <w:p w14:paraId="2D641CD8" w14:textId="38192115" w:rsidR="00562664" w:rsidRPr="00562664" w:rsidRDefault="00562664" w:rsidP="00562664">
      <w:pPr>
        <w:pStyle w:val="ListParagraph"/>
        <w:numPr>
          <w:ilvl w:val="0"/>
          <w:numId w:val="49"/>
        </w:numPr>
        <w:rPr>
          <w:rFonts w:asciiTheme="minorHAnsi" w:eastAsia="Times New Roman" w:hAnsiTheme="minorHAnsi" w:cstheme="minorHAnsi"/>
          <w:sz w:val="24"/>
          <w:szCs w:val="24"/>
          <w:lang w:val="en-US" w:eastAsia="en-US"/>
        </w:rPr>
      </w:pPr>
      <w:r w:rsidRPr="00562664">
        <w:rPr>
          <w:rFonts w:asciiTheme="minorHAnsi" w:eastAsia="Times New Roman" w:hAnsiTheme="minorHAnsi" w:cstheme="minorHAnsi"/>
          <w:sz w:val="24"/>
          <w:szCs w:val="24"/>
          <w:lang w:val="en-US" w:eastAsia="en-US"/>
        </w:rPr>
        <w:t>S</w:t>
      </w:r>
      <w:r w:rsidRPr="00562664">
        <w:rPr>
          <w:rFonts w:asciiTheme="minorHAnsi" w:eastAsia="Times New Roman" w:hAnsiTheme="minorHAnsi" w:cstheme="minorHAnsi"/>
          <w:sz w:val="24"/>
          <w:szCs w:val="24"/>
          <w:lang w:val="en-US" w:eastAsia="en-US"/>
        </w:rPr>
        <w:t>pecific mechanism may not be</w:t>
      </w:r>
      <w:r w:rsidR="00B4153C">
        <w:rPr>
          <w:rFonts w:asciiTheme="minorHAnsi" w:eastAsia="Times New Roman" w:hAnsiTheme="minorHAnsi" w:cstheme="minorHAnsi"/>
          <w:sz w:val="24"/>
          <w:szCs w:val="24"/>
          <w:lang w:val="en-US" w:eastAsia="en-US"/>
        </w:rPr>
        <w:t xml:space="preserve"> an</w:t>
      </w:r>
      <w:r w:rsidRPr="00562664">
        <w:rPr>
          <w:rFonts w:asciiTheme="minorHAnsi" w:eastAsia="Times New Roman" w:hAnsiTheme="minorHAnsi" w:cstheme="minorHAnsi"/>
          <w:sz w:val="24"/>
          <w:szCs w:val="24"/>
          <w:lang w:val="en-US" w:eastAsia="en-US"/>
        </w:rPr>
        <w:t xml:space="preserve"> issue, but finding the information in the system layer is important</w:t>
      </w:r>
      <w:r w:rsidRPr="00562664">
        <w:rPr>
          <w:rFonts w:asciiTheme="minorHAnsi" w:eastAsia="Times New Roman" w:hAnsiTheme="minorHAnsi" w:cstheme="minorHAnsi"/>
          <w:sz w:val="24"/>
          <w:szCs w:val="24"/>
          <w:lang w:val="en-US" w:eastAsia="en-US"/>
        </w:rPr>
        <w:t>.</w:t>
      </w:r>
    </w:p>
    <w:p w14:paraId="1A8FC096" w14:textId="313EB038" w:rsidR="00562664" w:rsidRPr="00562664" w:rsidRDefault="00562664" w:rsidP="00562664">
      <w:pPr>
        <w:pStyle w:val="ListParagraph"/>
        <w:numPr>
          <w:ilvl w:val="0"/>
          <w:numId w:val="49"/>
        </w:numPr>
        <w:rPr>
          <w:rFonts w:asciiTheme="minorHAnsi" w:eastAsia="Times New Roman" w:hAnsiTheme="minorHAnsi" w:cstheme="minorHAnsi"/>
          <w:sz w:val="24"/>
          <w:szCs w:val="24"/>
          <w:lang w:val="en-US" w:eastAsia="en-US"/>
        </w:rPr>
      </w:pPr>
      <w:r w:rsidRPr="00562664">
        <w:rPr>
          <w:rFonts w:asciiTheme="minorHAnsi" w:hAnsiTheme="minorHAnsi" w:cstheme="minorHAnsi"/>
        </w:rPr>
        <w:lastRenderedPageBreak/>
        <w:t xml:space="preserve">Understanding the granularity and sequencing of data operation in this context would provide more insights for </w:t>
      </w:r>
      <w:r w:rsidR="00B4153C">
        <w:rPr>
          <w:rFonts w:asciiTheme="minorHAnsi" w:hAnsiTheme="minorHAnsi" w:cstheme="minorHAnsi"/>
        </w:rPr>
        <w:t>the</w:t>
      </w:r>
      <w:r w:rsidRPr="00562664">
        <w:rPr>
          <w:rFonts w:asciiTheme="minorHAnsi" w:hAnsiTheme="minorHAnsi" w:cstheme="minorHAnsi"/>
        </w:rPr>
        <w:t xml:space="preserve"> design goals. </w:t>
      </w:r>
    </w:p>
    <w:p w14:paraId="6D00E67C" w14:textId="0B909A4F" w:rsidR="007A62C7" w:rsidRDefault="007A62C7" w:rsidP="00562664">
      <w:pPr>
        <w:pStyle w:val="Heading1"/>
      </w:pPr>
      <w:bookmarkStart w:id="88" w:name="_Toc211603303"/>
      <w:r>
        <w:t>Recommendation</w:t>
      </w:r>
      <w:bookmarkEnd w:id="88"/>
      <w:r w:rsidR="00B4153C">
        <w:t>s</w:t>
      </w:r>
    </w:p>
    <w:p w14:paraId="14BC5431" w14:textId="629D3B0E" w:rsidR="005F4EAD" w:rsidRDefault="00AE5C22" w:rsidP="00AE5C22">
      <w:r>
        <w:t xml:space="preserve">The </w:t>
      </w:r>
      <w:r w:rsidR="003C39FC">
        <w:t xml:space="preserve">following </w:t>
      </w:r>
      <w:r>
        <w:t>step</w:t>
      </w:r>
      <w:r w:rsidR="00A03732">
        <w:t>s are</w:t>
      </w:r>
      <w:r w:rsidR="003C39FC">
        <w:t xml:space="preserve"> recommended</w:t>
      </w:r>
      <w:r w:rsidR="005F4EAD">
        <w:t>:</w:t>
      </w:r>
    </w:p>
    <w:bookmarkEnd w:id="49"/>
    <w:p w14:paraId="1696E500" w14:textId="06677E54" w:rsidR="005F4EAD" w:rsidRDefault="005F4EAD" w:rsidP="005F4EAD">
      <w:pPr>
        <w:pStyle w:val="ListParagraph"/>
        <w:numPr>
          <w:ilvl w:val="0"/>
          <w:numId w:val="48"/>
        </w:numPr>
      </w:pPr>
      <w:r>
        <w:t xml:space="preserve">Continue the gap analysis of </w:t>
      </w:r>
      <w:r w:rsidRPr="00882467">
        <w:t>the existing MPEG ISOBMFF and DASH standards</w:t>
      </w:r>
      <w:r w:rsidR="00A03732">
        <w:t xml:space="preserve"> to address the requirements in this document.</w:t>
      </w:r>
      <w:r w:rsidRPr="00882467">
        <w:t xml:space="preserve"> </w:t>
      </w:r>
      <w:r>
        <w:t>.</w:t>
      </w:r>
    </w:p>
    <w:p w14:paraId="35DBEDC5" w14:textId="4F9051AF" w:rsidR="005F4EAD" w:rsidRDefault="005F4EAD" w:rsidP="005F4EAD">
      <w:pPr>
        <w:pStyle w:val="ListParagraph"/>
        <w:numPr>
          <w:ilvl w:val="0"/>
          <w:numId w:val="48"/>
        </w:numPr>
      </w:pPr>
      <w:r>
        <w:t>Continue the gap analysis of other MPEG standards and non-MPEG</w:t>
      </w:r>
      <w:r w:rsidRPr="00882467">
        <w:t xml:space="preserve"> standards </w:t>
      </w:r>
      <w:r>
        <w:t>for addressing</w:t>
      </w:r>
      <w:r w:rsidRPr="00882467">
        <w:t xml:space="preserve"> </w:t>
      </w:r>
      <w:r w:rsidR="00A03732">
        <w:t>the</w:t>
      </w:r>
      <w:r w:rsidRPr="00882467">
        <w:t xml:space="preserve"> </w:t>
      </w:r>
      <w:r>
        <w:t>requirements</w:t>
      </w:r>
      <w:r w:rsidR="00A03732">
        <w:t xml:space="preserve"> in this document</w:t>
      </w:r>
      <w:r>
        <w:t xml:space="preserve"> when used in conjunction with </w:t>
      </w:r>
      <w:r w:rsidRPr="00882467">
        <w:t>MPEG ISOBMFF and DASH</w:t>
      </w:r>
      <w:r>
        <w:t>.</w:t>
      </w:r>
      <w:r w:rsidRPr="00882467">
        <w:t xml:space="preserve"> </w:t>
      </w:r>
    </w:p>
    <w:p w14:paraId="513D5DF4" w14:textId="3FB35D3C" w:rsidR="005F4EAD" w:rsidRDefault="005F4EAD" w:rsidP="005F4EAD">
      <w:pPr>
        <w:pStyle w:val="ListParagraph"/>
        <w:numPr>
          <w:ilvl w:val="0"/>
          <w:numId w:val="48"/>
        </w:numPr>
      </w:pPr>
      <w:r>
        <w:t>Define media authenticity workflows for use cases identifying the process by various actors and entities, and required functionalities and interfaces between them.</w:t>
      </w:r>
    </w:p>
    <w:p w14:paraId="3A4A4D1B" w14:textId="3A132F13" w:rsidR="005F4EAD" w:rsidRPr="00484E70" w:rsidRDefault="005F4EAD" w:rsidP="005F4EAD">
      <w:pPr>
        <w:pStyle w:val="ListParagraph"/>
        <w:numPr>
          <w:ilvl w:val="0"/>
          <w:numId w:val="48"/>
        </w:numPr>
      </w:pPr>
      <w:r>
        <w:t>Investigate if each of the following standards requires</w:t>
      </w:r>
      <w:r w:rsidRPr="00484E70">
        <w:t xml:space="preserve"> a generic solution for </w:t>
      </w:r>
      <w:r>
        <w:t>carriage and signaling</w:t>
      </w:r>
      <w:r w:rsidRPr="00484E70">
        <w:t xml:space="preserve"> of the media authentication and provenance metadat</w:t>
      </w:r>
      <w:r w:rsidR="00A03732">
        <w:t>:</w:t>
      </w:r>
    </w:p>
    <w:p w14:paraId="4F7CDB20" w14:textId="77777777" w:rsidR="005F4EAD" w:rsidRDefault="005F4EAD" w:rsidP="00A03732">
      <w:pPr>
        <w:pStyle w:val="ListParagraph"/>
        <w:numPr>
          <w:ilvl w:val="1"/>
          <w:numId w:val="48"/>
        </w:numPr>
      </w:pPr>
      <w:r>
        <w:t>ISOBMFF/CMAF</w:t>
      </w:r>
    </w:p>
    <w:p w14:paraId="03EF3E0F" w14:textId="77777777" w:rsidR="005F4EAD" w:rsidRDefault="005F4EAD" w:rsidP="00A03732">
      <w:pPr>
        <w:pStyle w:val="ListParagraph"/>
        <w:numPr>
          <w:ilvl w:val="1"/>
          <w:numId w:val="48"/>
        </w:numPr>
      </w:pPr>
      <w:r>
        <w:t>DASH</w:t>
      </w:r>
    </w:p>
    <w:p w14:paraId="0C2C7A5A" w14:textId="77777777" w:rsidR="005F4EAD" w:rsidRDefault="005F4EAD" w:rsidP="00A03732">
      <w:pPr>
        <w:pStyle w:val="ListParagraph"/>
        <w:numPr>
          <w:ilvl w:val="1"/>
          <w:numId w:val="48"/>
        </w:numPr>
      </w:pPr>
      <w:r>
        <w:t>MPEG 2TS</w:t>
      </w:r>
    </w:p>
    <w:p w14:paraId="215E8B51" w14:textId="77777777" w:rsidR="005F4EAD" w:rsidRDefault="005F4EAD" w:rsidP="005F4EAD">
      <w:pPr>
        <w:pStyle w:val="ListParagraph"/>
        <w:numPr>
          <w:ilvl w:val="0"/>
          <w:numId w:val="48"/>
        </w:numPr>
      </w:pPr>
      <w:r>
        <w:t>Collaborate with the relevant organizations such as C2PA, EBU and SVTA/DASH-IF on the media authentication</w:t>
      </w:r>
    </w:p>
    <w:p w14:paraId="255B8110" w14:textId="77777777" w:rsidR="009B1FA2" w:rsidRPr="00961BAB" w:rsidRDefault="009B1FA2" w:rsidP="009B1FA2">
      <w:pPr>
        <w:pStyle w:val="Heading1"/>
        <w:rPr>
          <w:lang w:eastAsia="zh-CN"/>
        </w:rPr>
      </w:pPr>
      <w:bookmarkStart w:id="89" w:name="_Toc211603304"/>
      <w:r w:rsidRPr="00961BAB">
        <w:rPr>
          <w:lang w:eastAsia="zh-CN"/>
        </w:rPr>
        <w:t>References</w:t>
      </w:r>
      <w:bookmarkEnd w:id="89"/>
    </w:p>
    <w:p w14:paraId="42731921" w14:textId="77777777" w:rsidR="009B1FA2" w:rsidRPr="00961BAB" w:rsidRDefault="009B1FA2" w:rsidP="00AE5C22">
      <w:pPr>
        <w:numPr>
          <w:ilvl w:val="0"/>
          <w:numId w:val="30"/>
        </w:numPr>
        <w:spacing w:after="0" w:line="360" w:lineRule="exact"/>
        <w:rPr>
          <w:rFonts w:eastAsia="DengXian"/>
        </w:rPr>
      </w:pPr>
      <w:r w:rsidRPr="00961BAB">
        <w:rPr>
          <w:rFonts w:eastAsia="DengXian"/>
        </w:rPr>
        <w:t xml:space="preserve">UNESCO: </w:t>
      </w:r>
      <w:hyperlink r:id="rId31">
        <w:r w:rsidRPr="00961BAB">
          <w:rPr>
            <w:rFonts w:eastAsia="DengXian"/>
          </w:rPr>
          <w:t>https://en.unesco.org/fightfakenews</w:t>
        </w:r>
      </w:hyperlink>
    </w:p>
    <w:p w14:paraId="5497EA6B" w14:textId="77777777" w:rsidR="009B1FA2" w:rsidRPr="00961BAB" w:rsidRDefault="009B1FA2" w:rsidP="00AE5C22">
      <w:pPr>
        <w:numPr>
          <w:ilvl w:val="0"/>
          <w:numId w:val="30"/>
        </w:numPr>
        <w:spacing w:after="0" w:line="360" w:lineRule="exact"/>
        <w:rPr>
          <w:rFonts w:eastAsia="DengXian"/>
        </w:rPr>
      </w:pPr>
      <w:r w:rsidRPr="00961BAB">
        <w:rPr>
          <w:rFonts w:eastAsia="DengXian"/>
        </w:rPr>
        <w:t>ISO/IEC JTC 1/SC 29/WG1, “Use cases and requirements for JPEG Trust”, N100886, Sapporo, 13-19 July 2024.</w:t>
      </w:r>
    </w:p>
    <w:p w14:paraId="6308E622" w14:textId="77777777" w:rsidR="009B1FA2" w:rsidRPr="00961BAB" w:rsidRDefault="009B1FA2" w:rsidP="00AE5C22">
      <w:pPr>
        <w:numPr>
          <w:ilvl w:val="0"/>
          <w:numId w:val="30"/>
        </w:numPr>
        <w:spacing w:after="0" w:line="360" w:lineRule="exact"/>
        <w:jc w:val="left"/>
        <w:rPr>
          <w:rFonts w:eastAsia="DengXian"/>
        </w:rPr>
      </w:pPr>
      <w:r w:rsidRPr="00961BAB">
        <w:rPr>
          <w:rFonts w:eastAsia="DengXian"/>
        </w:rPr>
        <w:t xml:space="preserve">C2PA Technical Specification, </w:t>
      </w:r>
      <w:hyperlink r:id="rId32" w:history="1">
        <w:r w:rsidRPr="00961BAB">
          <w:rPr>
            <w:rFonts w:eastAsia="DengXian"/>
            <w:color w:val="0563C1"/>
            <w:u w:val="single"/>
          </w:rPr>
          <w:t>https://c2pa.org/specifications/specifications/2.1/specs/C2PA_Specification.html</w:t>
        </w:r>
      </w:hyperlink>
    </w:p>
    <w:p w14:paraId="67718954" w14:textId="77777777" w:rsidR="009B1FA2" w:rsidRPr="00961BAB" w:rsidRDefault="009B1FA2" w:rsidP="00AE5C22">
      <w:pPr>
        <w:numPr>
          <w:ilvl w:val="0"/>
          <w:numId w:val="30"/>
        </w:numPr>
        <w:spacing w:after="0" w:line="360" w:lineRule="exact"/>
        <w:jc w:val="left"/>
        <w:rPr>
          <w:rFonts w:eastAsia="DengXian"/>
        </w:rPr>
      </w:pPr>
      <w:r w:rsidRPr="00961BAB">
        <w:rPr>
          <w:rFonts w:eastAsia="DengXian"/>
        </w:rPr>
        <w:t>JPEG Trust, https://jpeg.org/jpegtrust/documentation.html</w:t>
      </w:r>
      <w:bookmarkEnd w:id="17"/>
    </w:p>
    <w:p w14:paraId="60E72E18" w14:textId="77777777" w:rsidR="009B1FA2" w:rsidRPr="00C85595" w:rsidRDefault="009B1FA2" w:rsidP="009B1FA2">
      <w:pPr>
        <w:widowControl w:val="0"/>
        <w:autoSpaceDE w:val="0"/>
        <w:autoSpaceDN w:val="0"/>
        <w:spacing w:after="0" w:line="240" w:lineRule="auto"/>
        <w:jc w:val="left"/>
        <w:rPr>
          <w:lang w:eastAsia="zh-CN"/>
        </w:rPr>
      </w:pPr>
    </w:p>
    <w:sectPr w:rsidR="009B1FA2" w:rsidRPr="00C85595" w:rsidSect="0039488C">
      <w:headerReference w:type="default" r:id="rId33"/>
      <w:footerReference w:type="even" r:id="rId34"/>
      <w:footerReference w:type="default" r:id="rId35"/>
      <w:footerReference w:type="first" r:id="rId36"/>
      <w:type w:val="oddPage"/>
      <w:pgSz w:w="11906" w:h="16838"/>
      <w:pgMar w:top="792" w:right="720" w:bottom="562" w:left="720" w:header="706" w:footer="288" w:gutter="562"/>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AD4B5C" w14:textId="77777777" w:rsidR="000E746F" w:rsidRDefault="000E746F">
      <w:pPr>
        <w:spacing w:after="0" w:line="240" w:lineRule="auto"/>
      </w:pPr>
      <w:r>
        <w:separator/>
      </w:r>
    </w:p>
  </w:endnote>
  <w:endnote w:type="continuationSeparator" w:id="0">
    <w:p w14:paraId="5D3E6732" w14:textId="77777777" w:rsidR="000E746F" w:rsidRDefault="000E7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panose1 w:val="02070409020205020404"/>
    <w:charset w:val="00"/>
    <w:family w:val="auto"/>
    <w:pitch w:val="variable"/>
    <w:sig w:usb0="00000003" w:usb1="00000000" w:usb2="00000000" w:usb3="00000000" w:csb0="00000003" w:csb1="00000000"/>
  </w:font>
  <w:font w:name="Helvetica">
    <w:panose1 w:val="020B0604020202020204"/>
    <w:charset w:val="00"/>
    <w:family w:val="auto"/>
    <w:pitch w:val="variable"/>
    <w:sig w:usb0="E00002FF" w:usb1="5000785B" w:usb2="00000000" w:usb3="00000000" w:csb0="0000019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060FE" w14:textId="77777777" w:rsidR="000E746F" w:rsidRDefault="000E746F">
      <w:pPr>
        <w:spacing w:after="0" w:line="240" w:lineRule="auto"/>
      </w:pPr>
      <w:r>
        <w:separator/>
      </w:r>
    </w:p>
  </w:footnote>
  <w:footnote w:type="continuationSeparator" w:id="0">
    <w:p w14:paraId="5F2212EE" w14:textId="77777777" w:rsidR="000E746F" w:rsidRDefault="000E74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F821B" w14:textId="27A5F4B5" w:rsidR="00895209" w:rsidRPr="003176D3" w:rsidRDefault="00895209" w:rsidP="00CA0707">
    <w:pPr>
      <w:pStyle w:val="Header"/>
      <w:jc w:val="right"/>
      <w:rPr>
        <w:b w:val="0"/>
        <w:lang w:val="en-GB"/>
      </w:rPr>
    </w:pPr>
    <w:r w:rsidRPr="00082AA7">
      <w:rPr>
        <w:lang w:val="en-GB"/>
      </w:rPr>
      <w:t>Exploration on alignment of ISOBMFF/DASH/CMAF terminology, concepts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3D11793"/>
    <w:multiLevelType w:val="hybridMultilevel"/>
    <w:tmpl w:val="5274A186"/>
    <w:lvl w:ilvl="0" w:tplc="05FAC316">
      <w:start w:val="1"/>
      <w:numFmt w:val="bullet"/>
      <w:lvlText w:val="•"/>
      <w:lvlJc w:val="left"/>
      <w:pPr>
        <w:tabs>
          <w:tab w:val="num" w:pos="720"/>
        </w:tabs>
        <w:ind w:left="720" w:hanging="360"/>
      </w:pPr>
      <w:rPr>
        <w:rFonts w:ascii="Arial" w:hAnsi="Arial" w:cs="Times New Roman" w:hint="default"/>
      </w:rPr>
    </w:lvl>
    <w:lvl w:ilvl="1" w:tplc="BB88DFA2">
      <w:start w:val="1"/>
      <w:numFmt w:val="bullet"/>
      <w:lvlText w:val="•"/>
      <w:lvlJc w:val="left"/>
      <w:pPr>
        <w:tabs>
          <w:tab w:val="num" w:pos="1440"/>
        </w:tabs>
        <w:ind w:left="1440" w:hanging="360"/>
      </w:pPr>
      <w:rPr>
        <w:rFonts w:ascii="Arial" w:hAnsi="Arial" w:cs="Times New Roman" w:hint="default"/>
      </w:rPr>
    </w:lvl>
    <w:lvl w:ilvl="2" w:tplc="08A4EBDA">
      <w:start w:val="1"/>
      <w:numFmt w:val="bullet"/>
      <w:lvlText w:val="•"/>
      <w:lvlJc w:val="left"/>
      <w:pPr>
        <w:tabs>
          <w:tab w:val="num" w:pos="2160"/>
        </w:tabs>
        <w:ind w:left="2160" w:hanging="360"/>
      </w:pPr>
      <w:rPr>
        <w:rFonts w:ascii="Arial" w:hAnsi="Arial" w:cs="Times New Roman" w:hint="default"/>
      </w:rPr>
    </w:lvl>
    <w:lvl w:ilvl="3" w:tplc="C9A455DA">
      <w:start w:val="1"/>
      <w:numFmt w:val="bullet"/>
      <w:lvlText w:val="•"/>
      <w:lvlJc w:val="left"/>
      <w:pPr>
        <w:tabs>
          <w:tab w:val="num" w:pos="2880"/>
        </w:tabs>
        <w:ind w:left="2880" w:hanging="360"/>
      </w:pPr>
      <w:rPr>
        <w:rFonts w:ascii="Arial" w:hAnsi="Arial" w:cs="Times New Roman" w:hint="default"/>
      </w:rPr>
    </w:lvl>
    <w:lvl w:ilvl="4" w:tplc="1E5ADB9C">
      <w:start w:val="1"/>
      <w:numFmt w:val="bullet"/>
      <w:lvlText w:val="•"/>
      <w:lvlJc w:val="left"/>
      <w:pPr>
        <w:tabs>
          <w:tab w:val="num" w:pos="3600"/>
        </w:tabs>
        <w:ind w:left="3600" w:hanging="360"/>
      </w:pPr>
      <w:rPr>
        <w:rFonts w:ascii="Arial" w:hAnsi="Arial" w:cs="Times New Roman" w:hint="default"/>
      </w:rPr>
    </w:lvl>
    <w:lvl w:ilvl="5" w:tplc="B2502910">
      <w:start w:val="1"/>
      <w:numFmt w:val="bullet"/>
      <w:lvlText w:val="•"/>
      <w:lvlJc w:val="left"/>
      <w:pPr>
        <w:tabs>
          <w:tab w:val="num" w:pos="4320"/>
        </w:tabs>
        <w:ind w:left="4320" w:hanging="360"/>
      </w:pPr>
      <w:rPr>
        <w:rFonts w:ascii="Arial" w:hAnsi="Arial" w:cs="Times New Roman" w:hint="default"/>
      </w:rPr>
    </w:lvl>
    <w:lvl w:ilvl="6" w:tplc="C22C9C7E">
      <w:start w:val="1"/>
      <w:numFmt w:val="bullet"/>
      <w:lvlText w:val="•"/>
      <w:lvlJc w:val="left"/>
      <w:pPr>
        <w:tabs>
          <w:tab w:val="num" w:pos="5040"/>
        </w:tabs>
        <w:ind w:left="5040" w:hanging="360"/>
      </w:pPr>
      <w:rPr>
        <w:rFonts w:ascii="Arial" w:hAnsi="Arial" w:cs="Times New Roman" w:hint="default"/>
      </w:rPr>
    </w:lvl>
    <w:lvl w:ilvl="7" w:tplc="1846A9BA">
      <w:start w:val="1"/>
      <w:numFmt w:val="bullet"/>
      <w:lvlText w:val="•"/>
      <w:lvlJc w:val="left"/>
      <w:pPr>
        <w:tabs>
          <w:tab w:val="num" w:pos="5760"/>
        </w:tabs>
        <w:ind w:left="5760" w:hanging="360"/>
      </w:pPr>
      <w:rPr>
        <w:rFonts w:ascii="Arial" w:hAnsi="Arial" w:cs="Times New Roman" w:hint="default"/>
      </w:rPr>
    </w:lvl>
    <w:lvl w:ilvl="8" w:tplc="FA1CB4CE">
      <w:start w:val="1"/>
      <w:numFmt w:val="bullet"/>
      <w:lvlText w:val="•"/>
      <w:lvlJc w:val="left"/>
      <w:pPr>
        <w:tabs>
          <w:tab w:val="num" w:pos="6480"/>
        </w:tabs>
        <w:ind w:left="6480" w:hanging="360"/>
      </w:pPr>
      <w:rPr>
        <w:rFonts w:ascii="Arial" w:hAnsi="Arial" w:cs="Times New Roman" w:hint="default"/>
      </w:rPr>
    </w:lvl>
  </w:abstractNum>
  <w:abstractNum w:abstractNumId="9" w15:restartNumberingAfterBreak="0">
    <w:nsid w:val="047F1FD6"/>
    <w:multiLevelType w:val="hybridMultilevel"/>
    <w:tmpl w:val="10086C5C"/>
    <w:lvl w:ilvl="0" w:tplc="7020E85E">
      <w:start w:val="7"/>
      <w:numFmt w:val="decimal"/>
      <w:lvlText w:val="%1."/>
      <w:lvlJc w:val="left"/>
      <w:pPr>
        <w:tabs>
          <w:tab w:val="num" w:pos="720"/>
        </w:tabs>
        <w:ind w:left="720" w:hanging="360"/>
      </w:pPr>
    </w:lvl>
    <w:lvl w:ilvl="1" w:tplc="EB1ACAEC">
      <w:start w:val="1"/>
      <w:numFmt w:val="lowerLetter"/>
      <w:lvlText w:val="%2."/>
      <w:lvlJc w:val="left"/>
      <w:pPr>
        <w:tabs>
          <w:tab w:val="num" w:pos="1440"/>
        </w:tabs>
        <w:ind w:left="1440" w:hanging="360"/>
      </w:pPr>
    </w:lvl>
    <w:lvl w:ilvl="2" w:tplc="6C00DEA8">
      <w:start w:val="1"/>
      <w:numFmt w:val="lowerLetter"/>
      <w:lvlText w:val="%3."/>
      <w:lvlJc w:val="left"/>
      <w:pPr>
        <w:tabs>
          <w:tab w:val="num" w:pos="2160"/>
        </w:tabs>
        <w:ind w:left="2160" w:hanging="360"/>
      </w:pPr>
    </w:lvl>
    <w:lvl w:ilvl="3" w:tplc="7B90C2F6">
      <w:start w:val="1"/>
      <w:numFmt w:val="decimal"/>
      <w:lvlText w:val="%4."/>
      <w:lvlJc w:val="left"/>
      <w:pPr>
        <w:tabs>
          <w:tab w:val="num" w:pos="2880"/>
        </w:tabs>
        <w:ind w:left="2880" w:hanging="360"/>
      </w:pPr>
    </w:lvl>
    <w:lvl w:ilvl="4" w:tplc="DE6A335E">
      <w:start w:val="1"/>
      <w:numFmt w:val="decimal"/>
      <w:lvlText w:val="%5."/>
      <w:lvlJc w:val="left"/>
      <w:pPr>
        <w:tabs>
          <w:tab w:val="num" w:pos="3600"/>
        </w:tabs>
        <w:ind w:left="3600" w:hanging="360"/>
      </w:pPr>
    </w:lvl>
    <w:lvl w:ilvl="5" w:tplc="127430EC">
      <w:start w:val="1"/>
      <w:numFmt w:val="decimal"/>
      <w:lvlText w:val="%6."/>
      <w:lvlJc w:val="left"/>
      <w:pPr>
        <w:tabs>
          <w:tab w:val="num" w:pos="4320"/>
        </w:tabs>
        <w:ind w:left="4320" w:hanging="360"/>
      </w:pPr>
    </w:lvl>
    <w:lvl w:ilvl="6" w:tplc="28B2A554">
      <w:start w:val="1"/>
      <w:numFmt w:val="decimal"/>
      <w:lvlText w:val="%7."/>
      <w:lvlJc w:val="left"/>
      <w:pPr>
        <w:tabs>
          <w:tab w:val="num" w:pos="5040"/>
        </w:tabs>
        <w:ind w:left="5040" w:hanging="360"/>
      </w:pPr>
    </w:lvl>
    <w:lvl w:ilvl="7" w:tplc="21503E4C">
      <w:start w:val="1"/>
      <w:numFmt w:val="decimal"/>
      <w:lvlText w:val="%8."/>
      <w:lvlJc w:val="left"/>
      <w:pPr>
        <w:tabs>
          <w:tab w:val="num" w:pos="5760"/>
        </w:tabs>
        <w:ind w:left="5760" w:hanging="360"/>
      </w:pPr>
    </w:lvl>
    <w:lvl w:ilvl="8" w:tplc="625A6C7E">
      <w:start w:val="1"/>
      <w:numFmt w:val="decimal"/>
      <w:lvlText w:val="%9."/>
      <w:lvlJc w:val="left"/>
      <w:pPr>
        <w:tabs>
          <w:tab w:val="num" w:pos="6480"/>
        </w:tabs>
        <w:ind w:left="6480" w:hanging="360"/>
      </w:pPr>
    </w:lvl>
  </w:abstractNum>
  <w:abstractNum w:abstractNumId="10"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1"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2"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0D674F88"/>
    <w:multiLevelType w:val="hybridMultilevel"/>
    <w:tmpl w:val="93DCEA40"/>
    <w:lvl w:ilvl="0" w:tplc="4882F6AA">
      <w:start w:val="1"/>
      <w:numFmt w:val="bullet"/>
      <w:lvlText w:val="-"/>
      <w:lvlJc w:val="left"/>
      <w:pPr>
        <w:ind w:left="792" w:hanging="360"/>
      </w:pPr>
      <w:rPr>
        <w:rFonts w:ascii="Arial" w:eastAsia="Arial" w:hAnsi="Arial" w:cs="Arial" w:hint="default"/>
      </w:rPr>
    </w:lvl>
    <w:lvl w:ilvl="1" w:tplc="04090003">
      <w:start w:val="1"/>
      <w:numFmt w:val="bullet"/>
      <w:lvlText w:val="o"/>
      <w:lvlJc w:val="left"/>
      <w:pPr>
        <w:ind w:left="1512" w:hanging="360"/>
      </w:pPr>
      <w:rPr>
        <w:rFonts w:ascii="Courier New" w:hAnsi="Courier New" w:cs="Courier New"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Courier New"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Courier New" w:hint="default"/>
      </w:rPr>
    </w:lvl>
    <w:lvl w:ilvl="8" w:tplc="04090005">
      <w:start w:val="1"/>
      <w:numFmt w:val="bullet"/>
      <w:lvlText w:val=""/>
      <w:lvlJc w:val="left"/>
      <w:pPr>
        <w:ind w:left="6552" w:hanging="360"/>
      </w:pPr>
      <w:rPr>
        <w:rFonts w:ascii="Wingdings" w:hAnsi="Wingdings" w:hint="default"/>
      </w:rPr>
    </w:lvl>
  </w:abstractNum>
  <w:abstractNum w:abstractNumId="14" w15:restartNumberingAfterBreak="0">
    <w:nsid w:val="10A712DE"/>
    <w:multiLevelType w:val="hybridMultilevel"/>
    <w:tmpl w:val="E9260F7E"/>
    <w:lvl w:ilvl="0" w:tplc="D7EAAE56">
      <w:start w:val="8"/>
      <w:numFmt w:val="decimal"/>
      <w:lvlText w:val="%1."/>
      <w:lvlJc w:val="left"/>
      <w:pPr>
        <w:tabs>
          <w:tab w:val="num" w:pos="720"/>
        </w:tabs>
        <w:ind w:left="720" w:hanging="360"/>
      </w:pPr>
    </w:lvl>
    <w:lvl w:ilvl="1" w:tplc="912E257C">
      <w:start w:val="1"/>
      <w:numFmt w:val="lowerLetter"/>
      <w:lvlText w:val="%2)"/>
      <w:lvlJc w:val="left"/>
      <w:pPr>
        <w:tabs>
          <w:tab w:val="num" w:pos="1440"/>
        </w:tabs>
        <w:ind w:left="1440" w:hanging="360"/>
      </w:pPr>
    </w:lvl>
    <w:lvl w:ilvl="2" w:tplc="8C2ABD8E">
      <w:start w:val="1"/>
      <w:numFmt w:val="decimal"/>
      <w:lvlText w:val="%3."/>
      <w:lvlJc w:val="left"/>
      <w:pPr>
        <w:tabs>
          <w:tab w:val="num" w:pos="2160"/>
        </w:tabs>
        <w:ind w:left="2160" w:hanging="360"/>
      </w:pPr>
    </w:lvl>
    <w:lvl w:ilvl="3" w:tplc="779CF722">
      <w:start w:val="1"/>
      <w:numFmt w:val="decimal"/>
      <w:lvlText w:val="%4."/>
      <w:lvlJc w:val="left"/>
      <w:pPr>
        <w:tabs>
          <w:tab w:val="num" w:pos="2880"/>
        </w:tabs>
        <w:ind w:left="2880" w:hanging="360"/>
      </w:pPr>
    </w:lvl>
    <w:lvl w:ilvl="4" w:tplc="9C32BE68">
      <w:start w:val="1"/>
      <w:numFmt w:val="decimal"/>
      <w:lvlText w:val="%5."/>
      <w:lvlJc w:val="left"/>
      <w:pPr>
        <w:tabs>
          <w:tab w:val="num" w:pos="3600"/>
        </w:tabs>
        <w:ind w:left="3600" w:hanging="360"/>
      </w:pPr>
    </w:lvl>
    <w:lvl w:ilvl="5" w:tplc="150A5F10">
      <w:start w:val="1"/>
      <w:numFmt w:val="decimal"/>
      <w:lvlText w:val="%6."/>
      <w:lvlJc w:val="left"/>
      <w:pPr>
        <w:tabs>
          <w:tab w:val="num" w:pos="4320"/>
        </w:tabs>
        <w:ind w:left="4320" w:hanging="360"/>
      </w:pPr>
    </w:lvl>
    <w:lvl w:ilvl="6" w:tplc="5060D62C">
      <w:start w:val="1"/>
      <w:numFmt w:val="decimal"/>
      <w:lvlText w:val="%7."/>
      <w:lvlJc w:val="left"/>
      <w:pPr>
        <w:tabs>
          <w:tab w:val="num" w:pos="5040"/>
        </w:tabs>
        <w:ind w:left="5040" w:hanging="360"/>
      </w:pPr>
    </w:lvl>
    <w:lvl w:ilvl="7" w:tplc="D4900F96">
      <w:start w:val="1"/>
      <w:numFmt w:val="decimal"/>
      <w:lvlText w:val="%8."/>
      <w:lvlJc w:val="left"/>
      <w:pPr>
        <w:tabs>
          <w:tab w:val="num" w:pos="5760"/>
        </w:tabs>
        <w:ind w:left="5760" w:hanging="360"/>
      </w:pPr>
    </w:lvl>
    <w:lvl w:ilvl="8" w:tplc="47201E16">
      <w:start w:val="1"/>
      <w:numFmt w:val="decimal"/>
      <w:lvlText w:val="%9."/>
      <w:lvlJc w:val="left"/>
      <w:pPr>
        <w:tabs>
          <w:tab w:val="num" w:pos="6480"/>
        </w:tabs>
        <w:ind w:left="6480" w:hanging="360"/>
      </w:pPr>
    </w:lvl>
  </w:abstractNum>
  <w:abstractNum w:abstractNumId="15" w15:restartNumberingAfterBreak="0">
    <w:nsid w:val="17D459F6"/>
    <w:multiLevelType w:val="hybridMultilevel"/>
    <w:tmpl w:val="48F0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EE3FA8"/>
    <w:multiLevelType w:val="hybridMultilevel"/>
    <w:tmpl w:val="BC349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D65CF8"/>
    <w:multiLevelType w:val="hybridMultilevel"/>
    <w:tmpl w:val="1CC87B64"/>
    <w:lvl w:ilvl="0" w:tplc="FFFFFFFF">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1C4778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5100AF4"/>
    <w:multiLevelType w:val="hybridMultilevel"/>
    <w:tmpl w:val="5E708516"/>
    <w:lvl w:ilvl="0" w:tplc="F2A89682">
      <w:start w:val="1"/>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7E366B1"/>
    <w:multiLevelType w:val="hybridMultilevel"/>
    <w:tmpl w:val="B09A9D1A"/>
    <w:lvl w:ilvl="0" w:tplc="733AED52">
      <w:start w:val="1"/>
      <w:numFmt w:val="decimal"/>
      <w:lvlText w:val="%1."/>
      <w:lvlJc w:val="left"/>
      <w:pPr>
        <w:tabs>
          <w:tab w:val="num" w:pos="720"/>
        </w:tabs>
        <w:ind w:left="720" w:hanging="360"/>
      </w:pPr>
    </w:lvl>
    <w:lvl w:ilvl="1" w:tplc="1ACC8E3E">
      <w:start w:val="1"/>
      <w:numFmt w:val="decimal"/>
      <w:lvlText w:val="%2."/>
      <w:lvlJc w:val="left"/>
      <w:pPr>
        <w:tabs>
          <w:tab w:val="num" w:pos="1440"/>
        </w:tabs>
        <w:ind w:left="1440" w:hanging="360"/>
      </w:pPr>
    </w:lvl>
    <w:lvl w:ilvl="2" w:tplc="4664EBD0">
      <w:start w:val="1"/>
      <w:numFmt w:val="decimal"/>
      <w:lvlText w:val="%3."/>
      <w:lvlJc w:val="left"/>
      <w:pPr>
        <w:tabs>
          <w:tab w:val="num" w:pos="2160"/>
        </w:tabs>
        <w:ind w:left="2160" w:hanging="360"/>
      </w:pPr>
    </w:lvl>
    <w:lvl w:ilvl="3" w:tplc="11BA7556">
      <w:start w:val="1"/>
      <w:numFmt w:val="decimal"/>
      <w:lvlText w:val="%4."/>
      <w:lvlJc w:val="left"/>
      <w:pPr>
        <w:tabs>
          <w:tab w:val="num" w:pos="2880"/>
        </w:tabs>
        <w:ind w:left="2880" w:hanging="360"/>
      </w:pPr>
    </w:lvl>
    <w:lvl w:ilvl="4" w:tplc="F432A5E4">
      <w:start w:val="1"/>
      <w:numFmt w:val="decimal"/>
      <w:lvlText w:val="%5."/>
      <w:lvlJc w:val="left"/>
      <w:pPr>
        <w:tabs>
          <w:tab w:val="num" w:pos="3600"/>
        </w:tabs>
        <w:ind w:left="3600" w:hanging="360"/>
      </w:pPr>
    </w:lvl>
    <w:lvl w:ilvl="5" w:tplc="B726B708">
      <w:start w:val="1"/>
      <w:numFmt w:val="decimal"/>
      <w:lvlText w:val="%6."/>
      <w:lvlJc w:val="left"/>
      <w:pPr>
        <w:tabs>
          <w:tab w:val="num" w:pos="4320"/>
        </w:tabs>
        <w:ind w:left="4320" w:hanging="360"/>
      </w:pPr>
    </w:lvl>
    <w:lvl w:ilvl="6" w:tplc="552AA94C">
      <w:start w:val="1"/>
      <w:numFmt w:val="decimal"/>
      <w:lvlText w:val="%7."/>
      <w:lvlJc w:val="left"/>
      <w:pPr>
        <w:tabs>
          <w:tab w:val="num" w:pos="5040"/>
        </w:tabs>
        <w:ind w:left="5040" w:hanging="360"/>
      </w:pPr>
    </w:lvl>
    <w:lvl w:ilvl="7" w:tplc="5AD62A04">
      <w:start w:val="1"/>
      <w:numFmt w:val="decimal"/>
      <w:lvlText w:val="%8."/>
      <w:lvlJc w:val="left"/>
      <w:pPr>
        <w:tabs>
          <w:tab w:val="num" w:pos="5760"/>
        </w:tabs>
        <w:ind w:left="5760" w:hanging="360"/>
      </w:pPr>
    </w:lvl>
    <w:lvl w:ilvl="8" w:tplc="522E0EC6">
      <w:start w:val="1"/>
      <w:numFmt w:val="decimal"/>
      <w:lvlText w:val="%9."/>
      <w:lvlJc w:val="left"/>
      <w:pPr>
        <w:tabs>
          <w:tab w:val="num" w:pos="6480"/>
        </w:tabs>
        <w:ind w:left="6480" w:hanging="360"/>
      </w:pPr>
    </w:lvl>
  </w:abstractNum>
  <w:abstractNum w:abstractNumId="21"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0D0504"/>
    <w:multiLevelType w:val="multilevel"/>
    <w:tmpl w:val="59CC402C"/>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33AC7EB8"/>
    <w:multiLevelType w:val="multilevel"/>
    <w:tmpl w:val="B9AA36CA"/>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24"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5"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399953B0"/>
    <w:multiLevelType w:val="hybridMultilevel"/>
    <w:tmpl w:val="7D640320"/>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start w:val="1"/>
      <w:numFmt w:val="bullet"/>
      <w:lvlText w:val=""/>
      <w:lvlJc w:val="left"/>
      <w:pPr>
        <w:ind w:left="4680" w:hanging="360"/>
      </w:pPr>
      <w:rPr>
        <w:rFonts w:ascii="Symbol" w:hAnsi="Symbol" w:hint="default"/>
      </w:rPr>
    </w:lvl>
    <w:lvl w:ilvl="7" w:tplc="10090003">
      <w:start w:val="1"/>
      <w:numFmt w:val="bullet"/>
      <w:lvlText w:val="o"/>
      <w:lvlJc w:val="left"/>
      <w:pPr>
        <w:ind w:left="5400" w:hanging="360"/>
      </w:pPr>
      <w:rPr>
        <w:rFonts w:ascii="Courier New" w:hAnsi="Courier New" w:cs="Courier New" w:hint="default"/>
      </w:rPr>
    </w:lvl>
    <w:lvl w:ilvl="8" w:tplc="10090005">
      <w:start w:val="1"/>
      <w:numFmt w:val="bullet"/>
      <w:lvlText w:val=""/>
      <w:lvlJc w:val="left"/>
      <w:pPr>
        <w:ind w:left="6120" w:hanging="360"/>
      </w:pPr>
      <w:rPr>
        <w:rFonts w:ascii="Wingdings" w:hAnsi="Wingdings" w:hint="default"/>
      </w:rPr>
    </w:lvl>
  </w:abstractNum>
  <w:abstractNum w:abstractNumId="27"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553350DC"/>
    <w:multiLevelType w:val="hybridMultilevel"/>
    <w:tmpl w:val="47920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32" w15:restartNumberingAfterBreak="0">
    <w:nsid w:val="56E567CB"/>
    <w:multiLevelType w:val="hybridMultilevel"/>
    <w:tmpl w:val="2A5205D4"/>
    <w:lvl w:ilvl="0" w:tplc="DF1613F6">
      <w:start w:val="1"/>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9FF580C"/>
    <w:multiLevelType w:val="hybridMultilevel"/>
    <w:tmpl w:val="256AB9CA"/>
    <w:lvl w:ilvl="0" w:tplc="1A9E8FF8">
      <w:start w:val="1"/>
      <w:numFmt w:val="bullet"/>
      <w:lvlText w:val="•"/>
      <w:lvlJc w:val="left"/>
      <w:pPr>
        <w:tabs>
          <w:tab w:val="num" w:pos="720"/>
        </w:tabs>
        <w:ind w:left="720" w:hanging="360"/>
      </w:pPr>
      <w:rPr>
        <w:rFonts w:ascii="Arial" w:hAnsi="Arial" w:cs="Times New Roman" w:hint="default"/>
      </w:rPr>
    </w:lvl>
    <w:lvl w:ilvl="1" w:tplc="A1EA104A">
      <w:start w:val="1"/>
      <w:numFmt w:val="bullet"/>
      <w:lvlText w:val="•"/>
      <w:lvlJc w:val="left"/>
      <w:pPr>
        <w:tabs>
          <w:tab w:val="num" w:pos="1440"/>
        </w:tabs>
        <w:ind w:left="1440" w:hanging="360"/>
      </w:pPr>
      <w:rPr>
        <w:rFonts w:ascii="Arial" w:hAnsi="Arial" w:cs="Times New Roman" w:hint="default"/>
      </w:rPr>
    </w:lvl>
    <w:lvl w:ilvl="2" w:tplc="61AA4420">
      <w:start w:val="1"/>
      <w:numFmt w:val="bullet"/>
      <w:lvlText w:val="•"/>
      <w:lvlJc w:val="left"/>
      <w:pPr>
        <w:tabs>
          <w:tab w:val="num" w:pos="2160"/>
        </w:tabs>
        <w:ind w:left="2160" w:hanging="360"/>
      </w:pPr>
      <w:rPr>
        <w:rFonts w:ascii="Arial" w:hAnsi="Arial" w:cs="Times New Roman" w:hint="default"/>
      </w:rPr>
    </w:lvl>
    <w:lvl w:ilvl="3" w:tplc="CCBAB636">
      <w:start w:val="1"/>
      <w:numFmt w:val="bullet"/>
      <w:lvlText w:val="•"/>
      <w:lvlJc w:val="left"/>
      <w:pPr>
        <w:tabs>
          <w:tab w:val="num" w:pos="2880"/>
        </w:tabs>
        <w:ind w:left="2880" w:hanging="360"/>
      </w:pPr>
      <w:rPr>
        <w:rFonts w:ascii="Arial" w:hAnsi="Arial" w:cs="Times New Roman" w:hint="default"/>
      </w:rPr>
    </w:lvl>
    <w:lvl w:ilvl="4" w:tplc="B2C252CC">
      <w:start w:val="1"/>
      <w:numFmt w:val="bullet"/>
      <w:lvlText w:val="•"/>
      <w:lvlJc w:val="left"/>
      <w:pPr>
        <w:tabs>
          <w:tab w:val="num" w:pos="3600"/>
        </w:tabs>
        <w:ind w:left="3600" w:hanging="360"/>
      </w:pPr>
      <w:rPr>
        <w:rFonts w:ascii="Arial" w:hAnsi="Arial" w:cs="Times New Roman" w:hint="default"/>
      </w:rPr>
    </w:lvl>
    <w:lvl w:ilvl="5" w:tplc="ACE68232">
      <w:start w:val="1"/>
      <w:numFmt w:val="bullet"/>
      <w:lvlText w:val="•"/>
      <w:lvlJc w:val="left"/>
      <w:pPr>
        <w:tabs>
          <w:tab w:val="num" w:pos="4320"/>
        </w:tabs>
        <w:ind w:left="4320" w:hanging="360"/>
      </w:pPr>
      <w:rPr>
        <w:rFonts w:ascii="Arial" w:hAnsi="Arial" w:cs="Times New Roman" w:hint="default"/>
      </w:rPr>
    </w:lvl>
    <w:lvl w:ilvl="6" w:tplc="2780D25E">
      <w:start w:val="1"/>
      <w:numFmt w:val="bullet"/>
      <w:lvlText w:val="•"/>
      <w:lvlJc w:val="left"/>
      <w:pPr>
        <w:tabs>
          <w:tab w:val="num" w:pos="5040"/>
        </w:tabs>
        <w:ind w:left="5040" w:hanging="360"/>
      </w:pPr>
      <w:rPr>
        <w:rFonts w:ascii="Arial" w:hAnsi="Arial" w:cs="Times New Roman" w:hint="default"/>
      </w:rPr>
    </w:lvl>
    <w:lvl w:ilvl="7" w:tplc="FD5C7D24">
      <w:start w:val="1"/>
      <w:numFmt w:val="bullet"/>
      <w:lvlText w:val="•"/>
      <w:lvlJc w:val="left"/>
      <w:pPr>
        <w:tabs>
          <w:tab w:val="num" w:pos="5760"/>
        </w:tabs>
        <w:ind w:left="5760" w:hanging="360"/>
      </w:pPr>
      <w:rPr>
        <w:rFonts w:ascii="Arial" w:hAnsi="Arial" w:cs="Times New Roman" w:hint="default"/>
      </w:rPr>
    </w:lvl>
    <w:lvl w:ilvl="8" w:tplc="60E22782">
      <w:start w:val="1"/>
      <w:numFmt w:val="bullet"/>
      <w:lvlText w:val="•"/>
      <w:lvlJc w:val="left"/>
      <w:pPr>
        <w:tabs>
          <w:tab w:val="num" w:pos="6480"/>
        </w:tabs>
        <w:ind w:left="6480" w:hanging="360"/>
      </w:pPr>
      <w:rPr>
        <w:rFonts w:ascii="Arial" w:hAnsi="Arial" w:cs="Times New Roman" w:hint="default"/>
      </w:rPr>
    </w:lvl>
  </w:abstractNum>
  <w:abstractNum w:abstractNumId="34" w15:restartNumberingAfterBreak="0">
    <w:nsid w:val="5B476C53"/>
    <w:multiLevelType w:val="hybridMultilevel"/>
    <w:tmpl w:val="EA847ABE"/>
    <w:lvl w:ilvl="0" w:tplc="4D5C14BC">
      <w:start w:val="1"/>
      <w:numFmt w:val="decimal"/>
      <w:lvlText w:val="%1."/>
      <w:lvlJc w:val="left"/>
      <w:pPr>
        <w:tabs>
          <w:tab w:val="num" w:pos="720"/>
        </w:tabs>
        <w:ind w:left="720" w:hanging="360"/>
      </w:pPr>
    </w:lvl>
    <w:lvl w:ilvl="1" w:tplc="DD50EA1E">
      <w:start w:val="1"/>
      <w:numFmt w:val="decimal"/>
      <w:lvlText w:val="%2."/>
      <w:lvlJc w:val="left"/>
      <w:pPr>
        <w:tabs>
          <w:tab w:val="num" w:pos="1440"/>
        </w:tabs>
        <w:ind w:left="1440" w:hanging="360"/>
      </w:pPr>
    </w:lvl>
    <w:lvl w:ilvl="2" w:tplc="465242B6">
      <w:start w:val="1"/>
      <w:numFmt w:val="decimal"/>
      <w:lvlText w:val="%3."/>
      <w:lvlJc w:val="left"/>
      <w:pPr>
        <w:tabs>
          <w:tab w:val="num" w:pos="2160"/>
        </w:tabs>
        <w:ind w:left="2160" w:hanging="360"/>
      </w:pPr>
    </w:lvl>
    <w:lvl w:ilvl="3" w:tplc="B532C6F6">
      <w:start w:val="1"/>
      <w:numFmt w:val="decimal"/>
      <w:lvlText w:val="%4."/>
      <w:lvlJc w:val="left"/>
      <w:pPr>
        <w:tabs>
          <w:tab w:val="num" w:pos="2880"/>
        </w:tabs>
        <w:ind w:left="2880" w:hanging="360"/>
      </w:pPr>
    </w:lvl>
    <w:lvl w:ilvl="4" w:tplc="59D48160">
      <w:start w:val="1"/>
      <w:numFmt w:val="decimal"/>
      <w:lvlText w:val="%5."/>
      <w:lvlJc w:val="left"/>
      <w:pPr>
        <w:tabs>
          <w:tab w:val="num" w:pos="3600"/>
        </w:tabs>
        <w:ind w:left="3600" w:hanging="360"/>
      </w:pPr>
    </w:lvl>
    <w:lvl w:ilvl="5" w:tplc="B8ECC860">
      <w:start w:val="1"/>
      <w:numFmt w:val="decimal"/>
      <w:lvlText w:val="%6."/>
      <w:lvlJc w:val="left"/>
      <w:pPr>
        <w:tabs>
          <w:tab w:val="num" w:pos="4320"/>
        </w:tabs>
        <w:ind w:left="4320" w:hanging="360"/>
      </w:pPr>
    </w:lvl>
    <w:lvl w:ilvl="6" w:tplc="BBE28458">
      <w:start w:val="1"/>
      <w:numFmt w:val="decimal"/>
      <w:lvlText w:val="%7."/>
      <w:lvlJc w:val="left"/>
      <w:pPr>
        <w:tabs>
          <w:tab w:val="num" w:pos="5040"/>
        </w:tabs>
        <w:ind w:left="5040" w:hanging="360"/>
      </w:pPr>
    </w:lvl>
    <w:lvl w:ilvl="7" w:tplc="B8004B42">
      <w:start w:val="1"/>
      <w:numFmt w:val="decimal"/>
      <w:lvlText w:val="%8."/>
      <w:lvlJc w:val="left"/>
      <w:pPr>
        <w:tabs>
          <w:tab w:val="num" w:pos="5760"/>
        </w:tabs>
        <w:ind w:left="5760" w:hanging="360"/>
      </w:pPr>
    </w:lvl>
    <w:lvl w:ilvl="8" w:tplc="B6B25A2E">
      <w:start w:val="1"/>
      <w:numFmt w:val="decimal"/>
      <w:lvlText w:val="%9."/>
      <w:lvlJc w:val="left"/>
      <w:pPr>
        <w:tabs>
          <w:tab w:val="num" w:pos="6480"/>
        </w:tabs>
        <w:ind w:left="6480" w:hanging="360"/>
      </w:pPr>
    </w:lvl>
  </w:abstractNum>
  <w:abstractNum w:abstractNumId="35"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6"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37"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683C1012"/>
    <w:multiLevelType w:val="hybridMultilevel"/>
    <w:tmpl w:val="6B7001D6"/>
    <w:lvl w:ilvl="0" w:tplc="5E7C1EC2">
      <w:start w:val="1"/>
      <w:numFmt w:val="decimal"/>
      <w:lvlText w:val="[%1]"/>
      <w:lvlJc w:val="left"/>
      <w:pPr>
        <w:ind w:left="53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0" w15:restartNumberingAfterBreak="0">
    <w:nsid w:val="69FE1527"/>
    <w:multiLevelType w:val="hybridMultilevel"/>
    <w:tmpl w:val="EA847AB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6B8B7210"/>
    <w:multiLevelType w:val="hybridMultilevel"/>
    <w:tmpl w:val="F01C0812"/>
    <w:lvl w:ilvl="0" w:tplc="FFFFFFFF">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6FAD0A7E"/>
    <w:multiLevelType w:val="hybridMultilevel"/>
    <w:tmpl w:val="66345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941B81"/>
    <w:multiLevelType w:val="hybridMultilevel"/>
    <w:tmpl w:val="D014340C"/>
    <w:lvl w:ilvl="0" w:tplc="04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45"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6" w15:restartNumberingAfterBreak="0">
    <w:nsid w:val="7523152A"/>
    <w:multiLevelType w:val="hybridMultilevel"/>
    <w:tmpl w:val="3362B236"/>
    <w:lvl w:ilvl="0" w:tplc="326CDB0A">
      <w:start w:val="1"/>
      <w:numFmt w:val="decimal"/>
      <w:lvlText w:val="%1."/>
      <w:lvlJc w:val="left"/>
      <w:pPr>
        <w:tabs>
          <w:tab w:val="num" w:pos="720"/>
        </w:tabs>
        <w:ind w:left="720" w:hanging="360"/>
      </w:pPr>
    </w:lvl>
    <w:lvl w:ilvl="1" w:tplc="CD5CD9EE">
      <w:start w:val="1"/>
      <w:numFmt w:val="decimal"/>
      <w:lvlText w:val="%2."/>
      <w:lvlJc w:val="left"/>
      <w:pPr>
        <w:tabs>
          <w:tab w:val="num" w:pos="1440"/>
        </w:tabs>
        <w:ind w:left="1440" w:hanging="360"/>
      </w:pPr>
    </w:lvl>
    <w:lvl w:ilvl="2" w:tplc="FFA62B74">
      <w:start w:val="1"/>
      <w:numFmt w:val="decimal"/>
      <w:lvlText w:val="%3."/>
      <w:lvlJc w:val="left"/>
      <w:pPr>
        <w:tabs>
          <w:tab w:val="num" w:pos="2160"/>
        </w:tabs>
        <w:ind w:left="2160" w:hanging="360"/>
      </w:pPr>
    </w:lvl>
    <w:lvl w:ilvl="3" w:tplc="4EEC369C">
      <w:start w:val="1"/>
      <w:numFmt w:val="decimal"/>
      <w:lvlText w:val="%4."/>
      <w:lvlJc w:val="left"/>
      <w:pPr>
        <w:tabs>
          <w:tab w:val="num" w:pos="2880"/>
        </w:tabs>
        <w:ind w:left="2880" w:hanging="360"/>
      </w:pPr>
    </w:lvl>
    <w:lvl w:ilvl="4" w:tplc="795AE82A">
      <w:start w:val="1"/>
      <w:numFmt w:val="decimal"/>
      <w:lvlText w:val="%5."/>
      <w:lvlJc w:val="left"/>
      <w:pPr>
        <w:tabs>
          <w:tab w:val="num" w:pos="3600"/>
        </w:tabs>
        <w:ind w:left="3600" w:hanging="360"/>
      </w:pPr>
    </w:lvl>
    <w:lvl w:ilvl="5" w:tplc="463E4AEC">
      <w:start w:val="1"/>
      <w:numFmt w:val="decimal"/>
      <w:lvlText w:val="%6."/>
      <w:lvlJc w:val="left"/>
      <w:pPr>
        <w:tabs>
          <w:tab w:val="num" w:pos="4320"/>
        </w:tabs>
        <w:ind w:left="4320" w:hanging="360"/>
      </w:pPr>
    </w:lvl>
    <w:lvl w:ilvl="6" w:tplc="9C529290">
      <w:start w:val="1"/>
      <w:numFmt w:val="decimal"/>
      <w:lvlText w:val="%7."/>
      <w:lvlJc w:val="left"/>
      <w:pPr>
        <w:tabs>
          <w:tab w:val="num" w:pos="5040"/>
        </w:tabs>
        <w:ind w:left="5040" w:hanging="360"/>
      </w:pPr>
    </w:lvl>
    <w:lvl w:ilvl="7" w:tplc="2E920AD8">
      <w:start w:val="1"/>
      <w:numFmt w:val="decimal"/>
      <w:lvlText w:val="%8."/>
      <w:lvlJc w:val="left"/>
      <w:pPr>
        <w:tabs>
          <w:tab w:val="num" w:pos="5760"/>
        </w:tabs>
        <w:ind w:left="5760" w:hanging="360"/>
      </w:pPr>
    </w:lvl>
    <w:lvl w:ilvl="8" w:tplc="3F4EF032">
      <w:start w:val="1"/>
      <w:numFmt w:val="decimal"/>
      <w:lvlText w:val="%9."/>
      <w:lvlJc w:val="left"/>
      <w:pPr>
        <w:tabs>
          <w:tab w:val="num" w:pos="6480"/>
        </w:tabs>
        <w:ind w:left="6480" w:hanging="360"/>
      </w:pPr>
    </w:lvl>
  </w:abstractNum>
  <w:abstractNum w:abstractNumId="47" w15:restartNumberingAfterBreak="0">
    <w:nsid w:val="77B111A2"/>
    <w:multiLevelType w:val="hybridMultilevel"/>
    <w:tmpl w:val="70FAA3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num w:numId="1" w16cid:durableId="1263804780">
    <w:abstractNumId w:val="6"/>
  </w:num>
  <w:num w:numId="2" w16cid:durableId="208035575">
    <w:abstractNumId w:val="0"/>
  </w:num>
  <w:num w:numId="3" w16cid:durableId="925457130">
    <w:abstractNumId w:val="12"/>
  </w:num>
  <w:num w:numId="4" w16cid:durableId="920142524">
    <w:abstractNumId w:val="1"/>
  </w:num>
  <w:num w:numId="5" w16cid:durableId="283460034">
    <w:abstractNumId w:val="29"/>
  </w:num>
  <w:num w:numId="6" w16cid:durableId="211384199">
    <w:abstractNumId w:val="36"/>
  </w:num>
  <w:num w:numId="7" w16cid:durableId="1966499313">
    <w:abstractNumId w:val="11"/>
  </w:num>
  <w:num w:numId="8" w16cid:durableId="947203498">
    <w:abstractNumId w:val="4"/>
  </w:num>
  <w:num w:numId="9" w16cid:durableId="446849270">
    <w:abstractNumId w:val="7"/>
  </w:num>
  <w:num w:numId="10" w16cid:durableId="422267272">
    <w:abstractNumId w:val="35"/>
  </w:num>
  <w:num w:numId="11" w16cid:durableId="1328170998">
    <w:abstractNumId w:val="23"/>
  </w:num>
  <w:num w:numId="12" w16cid:durableId="4132782">
    <w:abstractNumId w:val="5"/>
  </w:num>
  <w:num w:numId="13" w16cid:durableId="1950817527">
    <w:abstractNumId w:val="3"/>
  </w:num>
  <w:num w:numId="14" w16cid:durableId="493883358">
    <w:abstractNumId w:val="2"/>
  </w:num>
  <w:num w:numId="15" w16cid:durableId="1177041252">
    <w:abstractNumId w:val="25"/>
  </w:num>
  <w:num w:numId="16" w16cid:durableId="1374774301">
    <w:abstractNumId w:val="45"/>
  </w:num>
  <w:num w:numId="17" w16cid:durableId="1371145527">
    <w:abstractNumId w:val="31"/>
  </w:num>
  <w:num w:numId="18" w16cid:durableId="440340318">
    <w:abstractNumId w:val="21"/>
  </w:num>
  <w:num w:numId="19" w16cid:durableId="1990210892">
    <w:abstractNumId w:val="24"/>
  </w:num>
  <w:num w:numId="20" w16cid:durableId="1348753117">
    <w:abstractNumId w:val="10"/>
  </w:num>
  <w:num w:numId="21" w16cid:durableId="1913466114">
    <w:abstractNumId w:val="37"/>
  </w:num>
  <w:num w:numId="22" w16cid:durableId="334461294">
    <w:abstractNumId w:val="44"/>
  </w:num>
  <w:num w:numId="23" w16cid:durableId="1910265437">
    <w:abstractNumId w:val="28"/>
  </w:num>
  <w:num w:numId="24" w16cid:durableId="761875885">
    <w:abstractNumId w:val="38"/>
  </w:num>
  <w:num w:numId="25" w16cid:durableId="11112470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1623786">
    <w:abstractNumId w:val="42"/>
  </w:num>
  <w:num w:numId="27" w16cid:durableId="1896113850">
    <w:abstractNumId w:val="30"/>
  </w:num>
  <w:num w:numId="28" w16cid:durableId="1326973909">
    <w:abstractNumId w:val="15"/>
  </w:num>
  <w:num w:numId="29" w16cid:durableId="2134014004">
    <w:abstractNumId w:val="18"/>
  </w:num>
  <w:num w:numId="30" w16cid:durableId="173493955">
    <w:abstractNumId w:val="39"/>
  </w:num>
  <w:num w:numId="31" w16cid:durableId="74738173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8950445">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8379843">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28427714">
    <w:abstractNumId w:val="33"/>
    <w:lvlOverride w:ilvl="0"/>
    <w:lvlOverride w:ilvl="1"/>
    <w:lvlOverride w:ilvl="2"/>
    <w:lvlOverride w:ilvl="3"/>
    <w:lvlOverride w:ilvl="4"/>
    <w:lvlOverride w:ilvl="5"/>
    <w:lvlOverride w:ilvl="6"/>
    <w:lvlOverride w:ilvl="7"/>
    <w:lvlOverride w:ilvl="8"/>
  </w:num>
  <w:num w:numId="35" w16cid:durableId="185823140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408118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6058355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895529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745249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99305501">
    <w:abstractNumId w:val="8"/>
    <w:lvlOverride w:ilvl="0"/>
    <w:lvlOverride w:ilvl="1"/>
    <w:lvlOverride w:ilvl="2"/>
    <w:lvlOverride w:ilvl="3"/>
    <w:lvlOverride w:ilvl="4"/>
    <w:lvlOverride w:ilvl="5"/>
    <w:lvlOverride w:ilvl="6"/>
    <w:lvlOverride w:ilvl="7"/>
    <w:lvlOverride w:ilvl="8"/>
  </w:num>
  <w:num w:numId="41" w16cid:durableId="1629779428">
    <w:abstractNumId w:val="13"/>
    <w:lvlOverride w:ilvl="0"/>
    <w:lvlOverride w:ilvl="1"/>
    <w:lvlOverride w:ilvl="2"/>
    <w:lvlOverride w:ilvl="3"/>
    <w:lvlOverride w:ilvl="4"/>
    <w:lvlOverride w:ilvl="5"/>
    <w:lvlOverride w:ilvl="6"/>
    <w:lvlOverride w:ilvl="7"/>
    <w:lvlOverride w:ilvl="8"/>
  </w:num>
  <w:num w:numId="42" w16cid:durableId="50467407">
    <w:abstractNumId w:val="32"/>
    <w:lvlOverride w:ilvl="0"/>
    <w:lvlOverride w:ilvl="1"/>
    <w:lvlOverride w:ilvl="2"/>
    <w:lvlOverride w:ilvl="3"/>
    <w:lvlOverride w:ilvl="4"/>
    <w:lvlOverride w:ilvl="5"/>
    <w:lvlOverride w:ilvl="6"/>
    <w:lvlOverride w:ilvl="7"/>
    <w:lvlOverride w:ilvl="8"/>
  </w:num>
  <w:num w:numId="43" w16cid:durableId="1241255959">
    <w:abstractNumId w:val="19"/>
    <w:lvlOverride w:ilvl="0"/>
    <w:lvlOverride w:ilvl="1"/>
    <w:lvlOverride w:ilvl="2"/>
    <w:lvlOverride w:ilvl="3"/>
    <w:lvlOverride w:ilvl="4"/>
    <w:lvlOverride w:ilvl="5"/>
    <w:lvlOverride w:ilvl="6"/>
    <w:lvlOverride w:ilvl="7"/>
    <w:lvlOverride w:ilvl="8"/>
  </w:num>
  <w:num w:numId="44" w16cid:durableId="1363632511">
    <w:abstractNumId w:val="26"/>
    <w:lvlOverride w:ilvl="0"/>
    <w:lvlOverride w:ilvl="1"/>
    <w:lvlOverride w:ilvl="2"/>
    <w:lvlOverride w:ilvl="3"/>
    <w:lvlOverride w:ilvl="4"/>
    <w:lvlOverride w:ilvl="5"/>
    <w:lvlOverride w:ilvl="6"/>
    <w:lvlOverride w:ilvl="7"/>
    <w:lvlOverride w:ilvl="8"/>
  </w:num>
  <w:num w:numId="45" w16cid:durableId="1601522291">
    <w:abstractNumId w:val="43"/>
  </w:num>
  <w:num w:numId="46" w16cid:durableId="775758116">
    <w:abstractNumId w:val="22"/>
  </w:num>
  <w:num w:numId="47" w16cid:durableId="133332719">
    <w:abstractNumId w:val="13"/>
  </w:num>
  <w:num w:numId="48" w16cid:durableId="693463406">
    <w:abstractNumId w:val="47"/>
  </w:num>
  <w:num w:numId="49" w16cid:durableId="1204555316">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defaultTabStop w:val="40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6B77"/>
    <w:rsid w:val="00016C85"/>
    <w:rsid w:val="0001728A"/>
    <w:rsid w:val="000179FC"/>
    <w:rsid w:val="00017AE3"/>
    <w:rsid w:val="00020EE7"/>
    <w:rsid w:val="00021F3F"/>
    <w:rsid w:val="000230C2"/>
    <w:rsid w:val="000236DC"/>
    <w:rsid w:val="00025868"/>
    <w:rsid w:val="00031B48"/>
    <w:rsid w:val="00032559"/>
    <w:rsid w:val="00032692"/>
    <w:rsid w:val="00040B41"/>
    <w:rsid w:val="00042695"/>
    <w:rsid w:val="0004316D"/>
    <w:rsid w:val="00043B22"/>
    <w:rsid w:val="00043D51"/>
    <w:rsid w:val="00045ED7"/>
    <w:rsid w:val="00050F62"/>
    <w:rsid w:val="00053C34"/>
    <w:rsid w:val="0005720D"/>
    <w:rsid w:val="000576E5"/>
    <w:rsid w:val="0005774B"/>
    <w:rsid w:val="00057BF8"/>
    <w:rsid w:val="0006120E"/>
    <w:rsid w:val="000639AA"/>
    <w:rsid w:val="00065EBA"/>
    <w:rsid w:val="00066195"/>
    <w:rsid w:val="000666C5"/>
    <w:rsid w:val="00066DCE"/>
    <w:rsid w:val="0007108F"/>
    <w:rsid w:val="00071392"/>
    <w:rsid w:val="00072483"/>
    <w:rsid w:val="00072D94"/>
    <w:rsid w:val="000755D2"/>
    <w:rsid w:val="000763BC"/>
    <w:rsid w:val="0007671D"/>
    <w:rsid w:val="000829AA"/>
    <w:rsid w:val="00082AA7"/>
    <w:rsid w:val="000846FA"/>
    <w:rsid w:val="00085B2E"/>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3945"/>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C7673"/>
    <w:rsid w:val="000D0236"/>
    <w:rsid w:val="000D0781"/>
    <w:rsid w:val="000D2DB2"/>
    <w:rsid w:val="000D4A75"/>
    <w:rsid w:val="000D4BEE"/>
    <w:rsid w:val="000D565D"/>
    <w:rsid w:val="000D579D"/>
    <w:rsid w:val="000D6127"/>
    <w:rsid w:val="000D6775"/>
    <w:rsid w:val="000D6BBC"/>
    <w:rsid w:val="000E119D"/>
    <w:rsid w:val="000E1C15"/>
    <w:rsid w:val="000E1CB9"/>
    <w:rsid w:val="000E1D3A"/>
    <w:rsid w:val="000E30E0"/>
    <w:rsid w:val="000E6BBA"/>
    <w:rsid w:val="000E746F"/>
    <w:rsid w:val="000F23C1"/>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5EAC"/>
    <w:rsid w:val="00126C32"/>
    <w:rsid w:val="00126E04"/>
    <w:rsid w:val="00127D91"/>
    <w:rsid w:val="00131431"/>
    <w:rsid w:val="00131AA7"/>
    <w:rsid w:val="00131C31"/>
    <w:rsid w:val="001333AB"/>
    <w:rsid w:val="00135F90"/>
    <w:rsid w:val="00136E7C"/>
    <w:rsid w:val="00142C08"/>
    <w:rsid w:val="00142ED2"/>
    <w:rsid w:val="00143BBD"/>
    <w:rsid w:val="00144233"/>
    <w:rsid w:val="0014455D"/>
    <w:rsid w:val="00144BD1"/>
    <w:rsid w:val="001450E9"/>
    <w:rsid w:val="00145E7B"/>
    <w:rsid w:val="00146846"/>
    <w:rsid w:val="00146F61"/>
    <w:rsid w:val="0014714D"/>
    <w:rsid w:val="00147D4B"/>
    <w:rsid w:val="00150527"/>
    <w:rsid w:val="00150B4F"/>
    <w:rsid w:val="00151CC7"/>
    <w:rsid w:val="00153826"/>
    <w:rsid w:val="0015391F"/>
    <w:rsid w:val="0016064B"/>
    <w:rsid w:val="00160A65"/>
    <w:rsid w:val="0016207A"/>
    <w:rsid w:val="00162518"/>
    <w:rsid w:val="00163DDF"/>
    <w:rsid w:val="0016421C"/>
    <w:rsid w:val="0017122E"/>
    <w:rsid w:val="00171986"/>
    <w:rsid w:val="00172218"/>
    <w:rsid w:val="001769D1"/>
    <w:rsid w:val="00176BF2"/>
    <w:rsid w:val="00176CA4"/>
    <w:rsid w:val="00177B2F"/>
    <w:rsid w:val="00177F7C"/>
    <w:rsid w:val="00180EDF"/>
    <w:rsid w:val="001869F9"/>
    <w:rsid w:val="00190C28"/>
    <w:rsid w:val="00190C6C"/>
    <w:rsid w:val="00191724"/>
    <w:rsid w:val="00191E99"/>
    <w:rsid w:val="00192D16"/>
    <w:rsid w:val="00192D70"/>
    <w:rsid w:val="001951EE"/>
    <w:rsid w:val="001971D8"/>
    <w:rsid w:val="001A0936"/>
    <w:rsid w:val="001A7F25"/>
    <w:rsid w:val="001B4AD2"/>
    <w:rsid w:val="001B4BE7"/>
    <w:rsid w:val="001B502A"/>
    <w:rsid w:val="001B6870"/>
    <w:rsid w:val="001B7094"/>
    <w:rsid w:val="001C11B4"/>
    <w:rsid w:val="001C2E1E"/>
    <w:rsid w:val="001C2F29"/>
    <w:rsid w:val="001C2FAB"/>
    <w:rsid w:val="001C6036"/>
    <w:rsid w:val="001C69ED"/>
    <w:rsid w:val="001C7D30"/>
    <w:rsid w:val="001D0F4E"/>
    <w:rsid w:val="001D235A"/>
    <w:rsid w:val="001D273A"/>
    <w:rsid w:val="001D27B6"/>
    <w:rsid w:val="001D2C20"/>
    <w:rsid w:val="001D393C"/>
    <w:rsid w:val="001D7259"/>
    <w:rsid w:val="001E4470"/>
    <w:rsid w:val="001E4596"/>
    <w:rsid w:val="001E4BEB"/>
    <w:rsid w:val="001E5397"/>
    <w:rsid w:val="001F0933"/>
    <w:rsid w:val="001F1469"/>
    <w:rsid w:val="001F25CB"/>
    <w:rsid w:val="001F4009"/>
    <w:rsid w:val="001F4349"/>
    <w:rsid w:val="001F5225"/>
    <w:rsid w:val="001F7B9A"/>
    <w:rsid w:val="00200DD0"/>
    <w:rsid w:val="002027A3"/>
    <w:rsid w:val="00203367"/>
    <w:rsid w:val="002063DD"/>
    <w:rsid w:val="00206B72"/>
    <w:rsid w:val="00207702"/>
    <w:rsid w:val="00207DC4"/>
    <w:rsid w:val="00211897"/>
    <w:rsid w:val="002146AF"/>
    <w:rsid w:val="00214D06"/>
    <w:rsid w:val="002160BC"/>
    <w:rsid w:val="002228D7"/>
    <w:rsid w:val="0022370D"/>
    <w:rsid w:val="00224438"/>
    <w:rsid w:val="002244D3"/>
    <w:rsid w:val="00224CF4"/>
    <w:rsid w:val="00226C5F"/>
    <w:rsid w:val="00231C6A"/>
    <w:rsid w:val="00231F16"/>
    <w:rsid w:val="002331B3"/>
    <w:rsid w:val="00233291"/>
    <w:rsid w:val="00233A4A"/>
    <w:rsid w:val="002348D9"/>
    <w:rsid w:val="00236440"/>
    <w:rsid w:val="0023645D"/>
    <w:rsid w:val="00236462"/>
    <w:rsid w:val="00237B19"/>
    <w:rsid w:val="00241C04"/>
    <w:rsid w:val="00242D1F"/>
    <w:rsid w:val="0024387C"/>
    <w:rsid w:val="00247560"/>
    <w:rsid w:val="00263F0A"/>
    <w:rsid w:val="00264184"/>
    <w:rsid w:val="0026461D"/>
    <w:rsid w:val="0026507C"/>
    <w:rsid w:val="00265FA4"/>
    <w:rsid w:val="00271FD5"/>
    <w:rsid w:val="0027222E"/>
    <w:rsid w:val="00274646"/>
    <w:rsid w:val="00275081"/>
    <w:rsid w:val="00277096"/>
    <w:rsid w:val="002771A2"/>
    <w:rsid w:val="0027793F"/>
    <w:rsid w:val="00277A51"/>
    <w:rsid w:val="00277D03"/>
    <w:rsid w:val="002800CC"/>
    <w:rsid w:val="002824C1"/>
    <w:rsid w:val="0028269E"/>
    <w:rsid w:val="002829B7"/>
    <w:rsid w:val="00283501"/>
    <w:rsid w:val="00285B05"/>
    <w:rsid w:val="00285BF5"/>
    <w:rsid w:val="00287A34"/>
    <w:rsid w:val="00287E27"/>
    <w:rsid w:val="00290C68"/>
    <w:rsid w:val="00290CFA"/>
    <w:rsid w:val="00293A72"/>
    <w:rsid w:val="00296B8D"/>
    <w:rsid w:val="002A175F"/>
    <w:rsid w:val="002A1F7F"/>
    <w:rsid w:val="002A37A2"/>
    <w:rsid w:val="002A3B7C"/>
    <w:rsid w:val="002A56F4"/>
    <w:rsid w:val="002A5A02"/>
    <w:rsid w:val="002A6245"/>
    <w:rsid w:val="002A6513"/>
    <w:rsid w:val="002A6B83"/>
    <w:rsid w:val="002A77A3"/>
    <w:rsid w:val="002B380D"/>
    <w:rsid w:val="002B5848"/>
    <w:rsid w:val="002B7CF5"/>
    <w:rsid w:val="002C286B"/>
    <w:rsid w:val="002C5B2E"/>
    <w:rsid w:val="002C6FC7"/>
    <w:rsid w:val="002D01D3"/>
    <w:rsid w:val="002D1D52"/>
    <w:rsid w:val="002D2A98"/>
    <w:rsid w:val="002D313C"/>
    <w:rsid w:val="002D3CCC"/>
    <w:rsid w:val="002D3D17"/>
    <w:rsid w:val="002D6112"/>
    <w:rsid w:val="002D73F1"/>
    <w:rsid w:val="002E0444"/>
    <w:rsid w:val="002E1729"/>
    <w:rsid w:val="002E28F8"/>
    <w:rsid w:val="002E3DAD"/>
    <w:rsid w:val="002E5503"/>
    <w:rsid w:val="002E5D78"/>
    <w:rsid w:val="002E5E1D"/>
    <w:rsid w:val="002E61B2"/>
    <w:rsid w:val="002F0749"/>
    <w:rsid w:val="002F12F0"/>
    <w:rsid w:val="002F4BB7"/>
    <w:rsid w:val="002F50A5"/>
    <w:rsid w:val="002F7E76"/>
    <w:rsid w:val="002F7E89"/>
    <w:rsid w:val="003018E6"/>
    <w:rsid w:val="00301F02"/>
    <w:rsid w:val="00302EC4"/>
    <w:rsid w:val="00310EC8"/>
    <w:rsid w:val="003121DA"/>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515E1"/>
    <w:rsid w:val="00351856"/>
    <w:rsid w:val="00351C45"/>
    <w:rsid w:val="003536B9"/>
    <w:rsid w:val="00353B04"/>
    <w:rsid w:val="003550A9"/>
    <w:rsid w:val="00357EE5"/>
    <w:rsid w:val="003615D9"/>
    <w:rsid w:val="0036185D"/>
    <w:rsid w:val="0036281A"/>
    <w:rsid w:val="003645EA"/>
    <w:rsid w:val="00364650"/>
    <w:rsid w:val="00365A8B"/>
    <w:rsid w:val="003665A2"/>
    <w:rsid w:val="00366A03"/>
    <w:rsid w:val="003742F2"/>
    <w:rsid w:val="00375F6F"/>
    <w:rsid w:val="003771CE"/>
    <w:rsid w:val="003810BE"/>
    <w:rsid w:val="00381D19"/>
    <w:rsid w:val="0038296D"/>
    <w:rsid w:val="00383CC8"/>
    <w:rsid w:val="00384189"/>
    <w:rsid w:val="00384FFC"/>
    <w:rsid w:val="00385559"/>
    <w:rsid w:val="00386F2F"/>
    <w:rsid w:val="00390AFB"/>
    <w:rsid w:val="00390D53"/>
    <w:rsid w:val="00392F9F"/>
    <w:rsid w:val="003939F5"/>
    <w:rsid w:val="00393CBE"/>
    <w:rsid w:val="0039488C"/>
    <w:rsid w:val="00394A72"/>
    <w:rsid w:val="00394DC6"/>
    <w:rsid w:val="0039565D"/>
    <w:rsid w:val="00397BDB"/>
    <w:rsid w:val="003A06E7"/>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70B6"/>
    <w:rsid w:val="003C0566"/>
    <w:rsid w:val="003C2B15"/>
    <w:rsid w:val="003C39FC"/>
    <w:rsid w:val="003C405D"/>
    <w:rsid w:val="003C68CC"/>
    <w:rsid w:val="003D30BE"/>
    <w:rsid w:val="003D3855"/>
    <w:rsid w:val="003D3EC6"/>
    <w:rsid w:val="003D4134"/>
    <w:rsid w:val="003E075D"/>
    <w:rsid w:val="003E1EF7"/>
    <w:rsid w:val="003E3D36"/>
    <w:rsid w:val="003E6D28"/>
    <w:rsid w:val="003F00CC"/>
    <w:rsid w:val="003F1EB2"/>
    <w:rsid w:val="003F2FF2"/>
    <w:rsid w:val="003F3AB6"/>
    <w:rsid w:val="003F56AB"/>
    <w:rsid w:val="003F66B0"/>
    <w:rsid w:val="003F69CD"/>
    <w:rsid w:val="00402A52"/>
    <w:rsid w:val="00404B87"/>
    <w:rsid w:val="004062A1"/>
    <w:rsid w:val="00406D26"/>
    <w:rsid w:val="004071B4"/>
    <w:rsid w:val="00407E69"/>
    <w:rsid w:val="0041164C"/>
    <w:rsid w:val="0041320F"/>
    <w:rsid w:val="00415B5A"/>
    <w:rsid w:val="00416869"/>
    <w:rsid w:val="00417654"/>
    <w:rsid w:val="0042019B"/>
    <w:rsid w:val="004219AE"/>
    <w:rsid w:val="00421EF0"/>
    <w:rsid w:val="00422E7C"/>
    <w:rsid w:val="00424A6E"/>
    <w:rsid w:val="004272E9"/>
    <w:rsid w:val="00427984"/>
    <w:rsid w:val="00427B86"/>
    <w:rsid w:val="00430480"/>
    <w:rsid w:val="004308D4"/>
    <w:rsid w:val="00431F8B"/>
    <w:rsid w:val="0043212E"/>
    <w:rsid w:val="0043308D"/>
    <w:rsid w:val="00433122"/>
    <w:rsid w:val="00433582"/>
    <w:rsid w:val="004345D6"/>
    <w:rsid w:val="004358A3"/>
    <w:rsid w:val="00435964"/>
    <w:rsid w:val="004442FD"/>
    <w:rsid w:val="00445CF9"/>
    <w:rsid w:val="004460EC"/>
    <w:rsid w:val="00446BE6"/>
    <w:rsid w:val="004509AF"/>
    <w:rsid w:val="00450EAB"/>
    <w:rsid w:val="00454554"/>
    <w:rsid w:val="00460BF1"/>
    <w:rsid w:val="00461817"/>
    <w:rsid w:val="00461D8C"/>
    <w:rsid w:val="00464806"/>
    <w:rsid w:val="004661A2"/>
    <w:rsid w:val="004678AE"/>
    <w:rsid w:val="00470136"/>
    <w:rsid w:val="004728B0"/>
    <w:rsid w:val="004738CA"/>
    <w:rsid w:val="00473C11"/>
    <w:rsid w:val="00477669"/>
    <w:rsid w:val="00480080"/>
    <w:rsid w:val="004825D1"/>
    <w:rsid w:val="00483A18"/>
    <w:rsid w:val="00484320"/>
    <w:rsid w:val="004854D2"/>
    <w:rsid w:val="0049035D"/>
    <w:rsid w:val="00494258"/>
    <w:rsid w:val="00494E75"/>
    <w:rsid w:val="00496853"/>
    <w:rsid w:val="00497DC9"/>
    <w:rsid w:val="004A1162"/>
    <w:rsid w:val="004A1AC1"/>
    <w:rsid w:val="004A373D"/>
    <w:rsid w:val="004A545C"/>
    <w:rsid w:val="004A5C4D"/>
    <w:rsid w:val="004A6AF4"/>
    <w:rsid w:val="004A6FC9"/>
    <w:rsid w:val="004A7234"/>
    <w:rsid w:val="004A78F0"/>
    <w:rsid w:val="004A7A0C"/>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4D6F"/>
    <w:rsid w:val="004E7AD0"/>
    <w:rsid w:val="004E7E34"/>
    <w:rsid w:val="004F1ADB"/>
    <w:rsid w:val="004F309E"/>
    <w:rsid w:val="004F40DC"/>
    <w:rsid w:val="004F5D95"/>
    <w:rsid w:val="004F60CE"/>
    <w:rsid w:val="004F6C69"/>
    <w:rsid w:val="004F744F"/>
    <w:rsid w:val="004F756F"/>
    <w:rsid w:val="0050021C"/>
    <w:rsid w:val="00500710"/>
    <w:rsid w:val="00501CA0"/>
    <w:rsid w:val="00503F9D"/>
    <w:rsid w:val="00507ADF"/>
    <w:rsid w:val="00507F6B"/>
    <w:rsid w:val="005108CF"/>
    <w:rsid w:val="00515ECD"/>
    <w:rsid w:val="00520109"/>
    <w:rsid w:val="00521E30"/>
    <w:rsid w:val="0052235F"/>
    <w:rsid w:val="00522437"/>
    <w:rsid w:val="005251E9"/>
    <w:rsid w:val="00525A62"/>
    <w:rsid w:val="00526684"/>
    <w:rsid w:val="0053036D"/>
    <w:rsid w:val="005307E9"/>
    <w:rsid w:val="00530CA0"/>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45F4F"/>
    <w:rsid w:val="00553B54"/>
    <w:rsid w:val="00554AC0"/>
    <w:rsid w:val="00555654"/>
    <w:rsid w:val="0055672E"/>
    <w:rsid w:val="00556C65"/>
    <w:rsid w:val="00557493"/>
    <w:rsid w:val="005577A8"/>
    <w:rsid w:val="00557D32"/>
    <w:rsid w:val="00560835"/>
    <w:rsid w:val="005608F1"/>
    <w:rsid w:val="00562664"/>
    <w:rsid w:val="005637C7"/>
    <w:rsid w:val="00564AED"/>
    <w:rsid w:val="00566AAC"/>
    <w:rsid w:val="00567541"/>
    <w:rsid w:val="0057006F"/>
    <w:rsid w:val="00570639"/>
    <w:rsid w:val="005708AF"/>
    <w:rsid w:val="005712C1"/>
    <w:rsid w:val="00571922"/>
    <w:rsid w:val="00571A97"/>
    <w:rsid w:val="005732E7"/>
    <w:rsid w:val="00573F99"/>
    <w:rsid w:val="00577519"/>
    <w:rsid w:val="005776A3"/>
    <w:rsid w:val="00577EBA"/>
    <w:rsid w:val="0058141B"/>
    <w:rsid w:val="00581CD7"/>
    <w:rsid w:val="00583518"/>
    <w:rsid w:val="005840F7"/>
    <w:rsid w:val="00586FDD"/>
    <w:rsid w:val="005872CC"/>
    <w:rsid w:val="00593A8F"/>
    <w:rsid w:val="00593F35"/>
    <w:rsid w:val="005969D6"/>
    <w:rsid w:val="00597733"/>
    <w:rsid w:val="005A1C97"/>
    <w:rsid w:val="005A1FEE"/>
    <w:rsid w:val="005A319F"/>
    <w:rsid w:val="005A42FD"/>
    <w:rsid w:val="005B090C"/>
    <w:rsid w:val="005B09A8"/>
    <w:rsid w:val="005B0D4B"/>
    <w:rsid w:val="005B0D72"/>
    <w:rsid w:val="005B2AE0"/>
    <w:rsid w:val="005B6CBD"/>
    <w:rsid w:val="005C095D"/>
    <w:rsid w:val="005C1F57"/>
    <w:rsid w:val="005C7CFA"/>
    <w:rsid w:val="005D0725"/>
    <w:rsid w:val="005D20F4"/>
    <w:rsid w:val="005D33C6"/>
    <w:rsid w:val="005D4A80"/>
    <w:rsid w:val="005D4B51"/>
    <w:rsid w:val="005D6CD3"/>
    <w:rsid w:val="005D6D32"/>
    <w:rsid w:val="005D7012"/>
    <w:rsid w:val="005D7D07"/>
    <w:rsid w:val="005E0267"/>
    <w:rsid w:val="005E08BA"/>
    <w:rsid w:val="005E115D"/>
    <w:rsid w:val="005E28DB"/>
    <w:rsid w:val="005E2A15"/>
    <w:rsid w:val="005E34FA"/>
    <w:rsid w:val="005E4251"/>
    <w:rsid w:val="005E6340"/>
    <w:rsid w:val="005F0261"/>
    <w:rsid w:val="005F0D0E"/>
    <w:rsid w:val="005F366D"/>
    <w:rsid w:val="005F3700"/>
    <w:rsid w:val="005F44B5"/>
    <w:rsid w:val="005F4AD9"/>
    <w:rsid w:val="005F4EAD"/>
    <w:rsid w:val="005F50E8"/>
    <w:rsid w:val="00600CAD"/>
    <w:rsid w:val="0060351A"/>
    <w:rsid w:val="006036B4"/>
    <w:rsid w:val="0060480E"/>
    <w:rsid w:val="00611A32"/>
    <w:rsid w:val="00614AEE"/>
    <w:rsid w:val="00614ECE"/>
    <w:rsid w:val="00617FCB"/>
    <w:rsid w:val="0062246C"/>
    <w:rsid w:val="006237CD"/>
    <w:rsid w:val="00624AA1"/>
    <w:rsid w:val="00624CF4"/>
    <w:rsid w:val="006251E6"/>
    <w:rsid w:val="006259EB"/>
    <w:rsid w:val="00626418"/>
    <w:rsid w:val="00626F89"/>
    <w:rsid w:val="0063045F"/>
    <w:rsid w:val="00630B27"/>
    <w:rsid w:val="006329E9"/>
    <w:rsid w:val="006329FE"/>
    <w:rsid w:val="006336B4"/>
    <w:rsid w:val="00634FA6"/>
    <w:rsid w:val="006351BF"/>
    <w:rsid w:val="00635B97"/>
    <w:rsid w:val="00640410"/>
    <w:rsid w:val="00640B70"/>
    <w:rsid w:val="00641491"/>
    <w:rsid w:val="00645599"/>
    <w:rsid w:val="00645A4F"/>
    <w:rsid w:val="00645CF0"/>
    <w:rsid w:val="006467AC"/>
    <w:rsid w:val="00650009"/>
    <w:rsid w:val="006507FC"/>
    <w:rsid w:val="006509BB"/>
    <w:rsid w:val="006511B6"/>
    <w:rsid w:val="00652AAA"/>
    <w:rsid w:val="00652EA0"/>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415A"/>
    <w:rsid w:val="006754C3"/>
    <w:rsid w:val="00675607"/>
    <w:rsid w:val="006764A1"/>
    <w:rsid w:val="006806F3"/>
    <w:rsid w:val="00680AE7"/>
    <w:rsid w:val="00681109"/>
    <w:rsid w:val="00686485"/>
    <w:rsid w:val="00686A27"/>
    <w:rsid w:val="006911F1"/>
    <w:rsid w:val="00692EA4"/>
    <w:rsid w:val="006933E0"/>
    <w:rsid w:val="006A1D01"/>
    <w:rsid w:val="006A3DE7"/>
    <w:rsid w:val="006A4CFA"/>
    <w:rsid w:val="006A4E4B"/>
    <w:rsid w:val="006A667B"/>
    <w:rsid w:val="006A6A12"/>
    <w:rsid w:val="006A7B3A"/>
    <w:rsid w:val="006B0076"/>
    <w:rsid w:val="006B0FB2"/>
    <w:rsid w:val="006B23B7"/>
    <w:rsid w:val="006B3C64"/>
    <w:rsid w:val="006B5C6E"/>
    <w:rsid w:val="006B7E38"/>
    <w:rsid w:val="006C0090"/>
    <w:rsid w:val="006C03C3"/>
    <w:rsid w:val="006C52CD"/>
    <w:rsid w:val="006D2976"/>
    <w:rsid w:val="006D3126"/>
    <w:rsid w:val="006D4B14"/>
    <w:rsid w:val="006D55FB"/>
    <w:rsid w:val="006D5CF8"/>
    <w:rsid w:val="006D6343"/>
    <w:rsid w:val="006D66D3"/>
    <w:rsid w:val="006D67C7"/>
    <w:rsid w:val="006D736C"/>
    <w:rsid w:val="006D7420"/>
    <w:rsid w:val="006D7626"/>
    <w:rsid w:val="006E00D3"/>
    <w:rsid w:val="006E01C4"/>
    <w:rsid w:val="006E2587"/>
    <w:rsid w:val="006E523B"/>
    <w:rsid w:val="006E6055"/>
    <w:rsid w:val="006E6B74"/>
    <w:rsid w:val="006F1F72"/>
    <w:rsid w:val="006F28AA"/>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6B8"/>
    <w:rsid w:val="00711F29"/>
    <w:rsid w:val="00712508"/>
    <w:rsid w:val="0071266B"/>
    <w:rsid w:val="00713675"/>
    <w:rsid w:val="00713934"/>
    <w:rsid w:val="007143B8"/>
    <w:rsid w:val="0071445F"/>
    <w:rsid w:val="007156F7"/>
    <w:rsid w:val="00715AB5"/>
    <w:rsid w:val="00720910"/>
    <w:rsid w:val="00722DF3"/>
    <w:rsid w:val="00723907"/>
    <w:rsid w:val="0072572E"/>
    <w:rsid w:val="00726025"/>
    <w:rsid w:val="007269CD"/>
    <w:rsid w:val="0073004F"/>
    <w:rsid w:val="0073013A"/>
    <w:rsid w:val="00730F80"/>
    <w:rsid w:val="00731A1E"/>
    <w:rsid w:val="00731D5D"/>
    <w:rsid w:val="00734431"/>
    <w:rsid w:val="007348AB"/>
    <w:rsid w:val="00735C95"/>
    <w:rsid w:val="007374C5"/>
    <w:rsid w:val="007424A8"/>
    <w:rsid w:val="00742955"/>
    <w:rsid w:val="007441CA"/>
    <w:rsid w:val="007462EF"/>
    <w:rsid w:val="007463FB"/>
    <w:rsid w:val="0075218E"/>
    <w:rsid w:val="0075243E"/>
    <w:rsid w:val="00754185"/>
    <w:rsid w:val="00754AB4"/>
    <w:rsid w:val="00754BD1"/>
    <w:rsid w:val="00756FF1"/>
    <w:rsid w:val="00762D31"/>
    <w:rsid w:val="00763725"/>
    <w:rsid w:val="00764740"/>
    <w:rsid w:val="00766007"/>
    <w:rsid w:val="00770BBD"/>
    <w:rsid w:val="00771CA5"/>
    <w:rsid w:val="00773D05"/>
    <w:rsid w:val="00776A03"/>
    <w:rsid w:val="00777D57"/>
    <w:rsid w:val="00780782"/>
    <w:rsid w:val="00780915"/>
    <w:rsid w:val="00781C1D"/>
    <w:rsid w:val="00781F5A"/>
    <w:rsid w:val="007824A6"/>
    <w:rsid w:val="007827D4"/>
    <w:rsid w:val="0078362C"/>
    <w:rsid w:val="00784C4E"/>
    <w:rsid w:val="007854AA"/>
    <w:rsid w:val="00786782"/>
    <w:rsid w:val="00786DFB"/>
    <w:rsid w:val="00787DF9"/>
    <w:rsid w:val="007907B0"/>
    <w:rsid w:val="007908F5"/>
    <w:rsid w:val="007912EC"/>
    <w:rsid w:val="0079184C"/>
    <w:rsid w:val="00793DDB"/>
    <w:rsid w:val="007948E8"/>
    <w:rsid w:val="007A3959"/>
    <w:rsid w:val="007A5016"/>
    <w:rsid w:val="007A5BEA"/>
    <w:rsid w:val="007A62C7"/>
    <w:rsid w:val="007A68D3"/>
    <w:rsid w:val="007A6E77"/>
    <w:rsid w:val="007A7A38"/>
    <w:rsid w:val="007B090F"/>
    <w:rsid w:val="007B1F48"/>
    <w:rsid w:val="007B2E23"/>
    <w:rsid w:val="007B5774"/>
    <w:rsid w:val="007C18FD"/>
    <w:rsid w:val="007C238B"/>
    <w:rsid w:val="007C3379"/>
    <w:rsid w:val="007C61C4"/>
    <w:rsid w:val="007D05AE"/>
    <w:rsid w:val="007D08F8"/>
    <w:rsid w:val="007D0E90"/>
    <w:rsid w:val="007D1002"/>
    <w:rsid w:val="007D2323"/>
    <w:rsid w:val="007D34B2"/>
    <w:rsid w:val="007D6951"/>
    <w:rsid w:val="007D6985"/>
    <w:rsid w:val="007D6B9E"/>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47B4"/>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360"/>
    <w:rsid w:val="008304C6"/>
    <w:rsid w:val="0083109C"/>
    <w:rsid w:val="0083166B"/>
    <w:rsid w:val="00831DFF"/>
    <w:rsid w:val="00833391"/>
    <w:rsid w:val="00833E6F"/>
    <w:rsid w:val="008351B5"/>
    <w:rsid w:val="00836AD6"/>
    <w:rsid w:val="00837624"/>
    <w:rsid w:val="00840592"/>
    <w:rsid w:val="008412E6"/>
    <w:rsid w:val="0084281E"/>
    <w:rsid w:val="00842859"/>
    <w:rsid w:val="0084569F"/>
    <w:rsid w:val="008456C6"/>
    <w:rsid w:val="00845923"/>
    <w:rsid w:val="00847030"/>
    <w:rsid w:val="0085000B"/>
    <w:rsid w:val="0085141A"/>
    <w:rsid w:val="00851AEE"/>
    <w:rsid w:val="00851F3B"/>
    <w:rsid w:val="0085299B"/>
    <w:rsid w:val="00853509"/>
    <w:rsid w:val="0085503F"/>
    <w:rsid w:val="00857180"/>
    <w:rsid w:val="0086061B"/>
    <w:rsid w:val="008616D5"/>
    <w:rsid w:val="0086243A"/>
    <w:rsid w:val="008628A4"/>
    <w:rsid w:val="008642A3"/>
    <w:rsid w:val="00866373"/>
    <w:rsid w:val="00867F9E"/>
    <w:rsid w:val="00871F35"/>
    <w:rsid w:val="00873230"/>
    <w:rsid w:val="00874144"/>
    <w:rsid w:val="00874511"/>
    <w:rsid w:val="0087462F"/>
    <w:rsid w:val="00876328"/>
    <w:rsid w:val="0087655A"/>
    <w:rsid w:val="008772A2"/>
    <w:rsid w:val="0088067E"/>
    <w:rsid w:val="00881D77"/>
    <w:rsid w:val="008842D7"/>
    <w:rsid w:val="00884596"/>
    <w:rsid w:val="008847C4"/>
    <w:rsid w:val="00884D06"/>
    <w:rsid w:val="008854E9"/>
    <w:rsid w:val="0088627B"/>
    <w:rsid w:val="008869B6"/>
    <w:rsid w:val="008879C3"/>
    <w:rsid w:val="00890502"/>
    <w:rsid w:val="00891230"/>
    <w:rsid w:val="00891783"/>
    <w:rsid w:val="00892278"/>
    <w:rsid w:val="00893BE6"/>
    <w:rsid w:val="00894E5B"/>
    <w:rsid w:val="00894E76"/>
    <w:rsid w:val="00895209"/>
    <w:rsid w:val="008A1CA3"/>
    <w:rsid w:val="008A3B2C"/>
    <w:rsid w:val="008A4227"/>
    <w:rsid w:val="008A42BC"/>
    <w:rsid w:val="008B0621"/>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2379"/>
    <w:rsid w:val="008D5239"/>
    <w:rsid w:val="008D5A2A"/>
    <w:rsid w:val="008D6841"/>
    <w:rsid w:val="008D7D10"/>
    <w:rsid w:val="008E1A98"/>
    <w:rsid w:val="008E4696"/>
    <w:rsid w:val="008E4AE2"/>
    <w:rsid w:val="008E4C5F"/>
    <w:rsid w:val="008E60FC"/>
    <w:rsid w:val="008E6A28"/>
    <w:rsid w:val="008E7284"/>
    <w:rsid w:val="008F06F7"/>
    <w:rsid w:val="008F187E"/>
    <w:rsid w:val="008F3CD7"/>
    <w:rsid w:val="008F5DAD"/>
    <w:rsid w:val="008F6426"/>
    <w:rsid w:val="008F6E9D"/>
    <w:rsid w:val="008F77E9"/>
    <w:rsid w:val="008F7EFF"/>
    <w:rsid w:val="00900CA5"/>
    <w:rsid w:val="009016A3"/>
    <w:rsid w:val="00902DFF"/>
    <w:rsid w:val="00904AD4"/>
    <w:rsid w:val="009055FB"/>
    <w:rsid w:val="0090603C"/>
    <w:rsid w:val="00906E7C"/>
    <w:rsid w:val="00907271"/>
    <w:rsid w:val="00910D0D"/>
    <w:rsid w:val="00912412"/>
    <w:rsid w:val="0091395E"/>
    <w:rsid w:val="0091403E"/>
    <w:rsid w:val="00915A93"/>
    <w:rsid w:val="009160D8"/>
    <w:rsid w:val="00921458"/>
    <w:rsid w:val="00922ED3"/>
    <w:rsid w:val="00924673"/>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47292"/>
    <w:rsid w:val="00952137"/>
    <w:rsid w:val="00953953"/>
    <w:rsid w:val="00954D0C"/>
    <w:rsid w:val="00954D56"/>
    <w:rsid w:val="00955D4E"/>
    <w:rsid w:val="009602B1"/>
    <w:rsid w:val="00965434"/>
    <w:rsid w:val="00965EB7"/>
    <w:rsid w:val="0097086B"/>
    <w:rsid w:val="00971633"/>
    <w:rsid w:val="00974469"/>
    <w:rsid w:val="00975889"/>
    <w:rsid w:val="00980F21"/>
    <w:rsid w:val="0098128E"/>
    <w:rsid w:val="009817A5"/>
    <w:rsid w:val="00981BE2"/>
    <w:rsid w:val="0098263D"/>
    <w:rsid w:val="0098589B"/>
    <w:rsid w:val="00986345"/>
    <w:rsid w:val="009863E6"/>
    <w:rsid w:val="009866B7"/>
    <w:rsid w:val="00986A85"/>
    <w:rsid w:val="00991F8E"/>
    <w:rsid w:val="00993857"/>
    <w:rsid w:val="00993F46"/>
    <w:rsid w:val="00995FE4"/>
    <w:rsid w:val="009A0D70"/>
    <w:rsid w:val="009A110F"/>
    <w:rsid w:val="009A1651"/>
    <w:rsid w:val="009A2952"/>
    <w:rsid w:val="009A37B4"/>
    <w:rsid w:val="009A390E"/>
    <w:rsid w:val="009A41F5"/>
    <w:rsid w:val="009A4C40"/>
    <w:rsid w:val="009A56F3"/>
    <w:rsid w:val="009A6B6E"/>
    <w:rsid w:val="009A6F0C"/>
    <w:rsid w:val="009B1676"/>
    <w:rsid w:val="009B19AB"/>
    <w:rsid w:val="009B1ED6"/>
    <w:rsid w:val="009B1FA2"/>
    <w:rsid w:val="009B2B7D"/>
    <w:rsid w:val="009B2D31"/>
    <w:rsid w:val="009B5C78"/>
    <w:rsid w:val="009B76B8"/>
    <w:rsid w:val="009B772C"/>
    <w:rsid w:val="009C158E"/>
    <w:rsid w:val="009C1BBF"/>
    <w:rsid w:val="009C2E1C"/>
    <w:rsid w:val="009C42CA"/>
    <w:rsid w:val="009C5A36"/>
    <w:rsid w:val="009D045E"/>
    <w:rsid w:val="009D13AD"/>
    <w:rsid w:val="009D1C29"/>
    <w:rsid w:val="009D2BFE"/>
    <w:rsid w:val="009D2C3C"/>
    <w:rsid w:val="009D5CD9"/>
    <w:rsid w:val="009D6658"/>
    <w:rsid w:val="009D787A"/>
    <w:rsid w:val="009D7DE6"/>
    <w:rsid w:val="009E11C3"/>
    <w:rsid w:val="009E320C"/>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3732"/>
    <w:rsid w:val="00A05293"/>
    <w:rsid w:val="00A05A4D"/>
    <w:rsid w:val="00A07AC4"/>
    <w:rsid w:val="00A07F47"/>
    <w:rsid w:val="00A1439D"/>
    <w:rsid w:val="00A14F8F"/>
    <w:rsid w:val="00A150E1"/>
    <w:rsid w:val="00A16BBA"/>
    <w:rsid w:val="00A173AD"/>
    <w:rsid w:val="00A17B23"/>
    <w:rsid w:val="00A21D01"/>
    <w:rsid w:val="00A237A2"/>
    <w:rsid w:val="00A261A6"/>
    <w:rsid w:val="00A26E6B"/>
    <w:rsid w:val="00A2757D"/>
    <w:rsid w:val="00A27595"/>
    <w:rsid w:val="00A27719"/>
    <w:rsid w:val="00A3153F"/>
    <w:rsid w:val="00A3268D"/>
    <w:rsid w:val="00A33D9C"/>
    <w:rsid w:val="00A34E3C"/>
    <w:rsid w:val="00A355BC"/>
    <w:rsid w:val="00A3770E"/>
    <w:rsid w:val="00A377F0"/>
    <w:rsid w:val="00A37E42"/>
    <w:rsid w:val="00A418A8"/>
    <w:rsid w:val="00A41CC8"/>
    <w:rsid w:val="00A469B5"/>
    <w:rsid w:val="00A46B8F"/>
    <w:rsid w:val="00A47BD9"/>
    <w:rsid w:val="00A47EAD"/>
    <w:rsid w:val="00A50268"/>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5B4"/>
    <w:rsid w:val="00A7790F"/>
    <w:rsid w:val="00A802AE"/>
    <w:rsid w:val="00A802EB"/>
    <w:rsid w:val="00A855C5"/>
    <w:rsid w:val="00A859AA"/>
    <w:rsid w:val="00A86D40"/>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D07AF"/>
    <w:rsid w:val="00AD1D56"/>
    <w:rsid w:val="00AD48CC"/>
    <w:rsid w:val="00AD57E1"/>
    <w:rsid w:val="00AD6470"/>
    <w:rsid w:val="00AD7109"/>
    <w:rsid w:val="00AD77A7"/>
    <w:rsid w:val="00AE0B10"/>
    <w:rsid w:val="00AE18B5"/>
    <w:rsid w:val="00AE38D3"/>
    <w:rsid w:val="00AE5881"/>
    <w:rsid w:val="00AE5C22"/>
    <w:rsid w:val="00AF1862"/>
    <w:rsid w:val="00AF259C"/>
    <w:rsid w:val="00AF44AF"/>
    <w:rsid w:val="00AF4E2B"/>
    <w:rsid w:val="00AF6426"/>
    <w:rsid w:val="00AF768D"/>
    <w:rsid w:val="00B02D6A"/>
    <w:rsid w:val="00B03419"/>
    <w:rsid w:val="00B038F4"/>
    <w:rsid w:val="00B0451A"/>
    <w:rsid w:val="00B04832"/>
    <w:rsid w:val="00B06968"/>
    <w:rsid w:val="00B06F52"/>
    <w:rsid w:val="00B07A29"/>
    <w:rsid w:val="00B107E6"/>
    <w:rsid w:val="00B11486"/>
    <w:rsid w:val="00B12A8D"/>
    <w:rsid w:val="00B13437"/>
    <w:rsid w:val="00B162D6"/>
    <w:rsid w:val="00B17210"/>
    <w:rsid w:val="00B17398"/>
    <w:rsid w:val="00B219E1"/>
    <w:rsid w:val="00B23E5E"/>
    <w:rsid w:val="00B24170"/>
    <w:rsid w:val="00B242DC"/>
    <w:rsid w:val="00B250D7"/>
    <w:rsid w:val="00B25FDD"/>
    <w:rsid w:val="00B26C48"/>
    <w:rsid w:val="00B276F1"/>
    <w:rsid w:val="00B27A7C"/>
    <w:rsid w:val="00B379FA"/>
    <w:rsid w:val="00B403E1"/>
    <w:rsid w:val="00B4153C"/>
    <w:rsid w:val="00B44550"/>
    <w:rsid w:val="00B46D4C"/>
    <w:rsid w:val="00B471C6"/>
    <w:rsid w:val="00B4728E"/>
    <w:rsid w:val="00B50EBA"/>
    <w:rsid w:val="00B51B3D"/>
    <w:rsid w:val="00B5432D"/>
    <w:rsid w:val="00B54F11"/>
    <w:rsid w:val="00B57044"/>
    <w:rsid w:val="00B57064"/>
    <w:rsid w:val="00B6077C"/>
    <w:rsid w:val="00B637D0"/>
    <w:rsid w:val="00B65AC5"/>
    <w:rsid w:val="00B66056"/>
    <w:rsid w:val="00B718D5"/>
    <w:rsid w:val="00B72F27"/>
    <w:rsid w:val="00B7338E"/>
    <w:rsid w:val="00B741D5"/>
    <w:rsid w:val="00B7539F"/>
    <w:rsid w:val="00B7584A"/>
    <w:rsid w:val="00B75A9E"/>
    <w:rsid w:val="00B7601D"/>
    <w:rsid w:val="00B77CCF"/>
    <w:rsid w:val="00B80022"/>
    <w:rsid w:val="00B80BBF"/>
    <w:rsid w:val="00B80C4E"/>
    <w:rsid w:val="00B8357F"/>
    <w:rsid w:val="00B84656"/>
    <w:rsid w:val="00B860B5"/>
    <w:rsid w:val="00B860F8"/>
    <w:rsid w:val="00B8647A"/>
    <w:rsid w:val="00B86607"/>
    <w:rsid w:val="00B927C6"/>
    <w:rsid w:val="00B933A2"/>
    <w:rsid w:val="00B935C1"/>
    <w:rsid w:val="00B93849"/>
    <w:rsid w:val="00B94355"/>
    <w:rsid w:val="00B9471D"/>
    <w:rsid w:val="00B94A13"/>
    <w:rsid w:val="00BA1CFE"/>
    <w:rsid w:val="00BA1E31"/>
    <w:rsid w:val="00BA3524"/>
    <w:rsid w:val="00BA4F02"/>
    <w:rsid w:val="00BB0EFF"/>
    <w:rsid w:val="00BB4218"/>
    <w:rsid w:val="00BB431F"/>
    <w:rsid w:val="00BB5955"/>
    <w:rsid w:val="00BB5A9F"/>
    <w:rsid w:val="00BB5FA0"/>
    <w:rsid w:val="00BB6DDA"/>
    <w:rsid w:val="00BC007D"/>
    <w:rsid w:val="00BC04AB"/>
    <w:rsid w:val="00BC17C7"/>
    <w:rsid w:val="00BC2809"/>
    <w:rsid w:val="00BC2DEA"/>
    <w:rsid w:val="00BC3ED1"/>
    <w:rsid w:val="00BC4CDF"/>
    <w:rsid w:val="00BC5813"/>
    <w:rsid w:val="00BD00CD"/>
    <w:rsid w:val="00BD0582"/>
    <w:rsid w:val="00BD250E"/>
    <w:rsid w:val="00BD48F5"/>
    <w:rsid w:val="00BE0BDE"/>
    <w:rsid w:val="00BE11A8"/>
    <w:rsid w:val="00BE1E50"/>
    <w:rsid w:val="00BE1F44"/>
    <w:rsid w:val="00BE4C0A"/>
    <w:rsid w:val="00BE6BC3"/>
    <w:rsid w:val="00BE7D48"/>
    <w:rsid w:val="00BF1CF3"/>
    <w:rsid w:val="00BF3372"/>
    <w:rsid w:val="00BF4881"/>
    <w:rsid w:val="00BF4A81"/>
    <w:rsid w:val="00BF565C"/>
    <w:rsid w:val="00BF5DD5"/>
    <w:rsid w:val="00C038F0"/>
    <w:rsid w:val="00C03F76"/>
    <w:rsid w:val="00C0512B"/>
    <w:rsid w:val="00C05D41"/>
    <w:rsid w:val="00C1056D"/>
    <w:rsid w:val="00C10B8C"/>
    <w:rsid w:val="00C110B6"/>
    <w:rsid w:val="00C115BA"/>
    <w:rsid w:val="00C11600"/>
    <w:rsid w:val="00C130AF"/>
    <w:rsid w:val="00C13558"/>
    <w:rsid w:val="00C15EBB"/>
    <w:rsid w:val="00C1678E"/>
    <w:rsid w:val="00C172E0"/>
    <w:rsid w:val="00C23988"/>
    <w:rsid w:val="00C25B89"/>
    <w:rsid w:val="00C25C05"/>
    <w:rsid w:val="00C27F57"/>
    <w:rsid w:val="00C30467"/>
    <w:rsid w:val="00C31546"/>
    <w:rsid w:val="00C32209"/>
    <w:rsid w:val="00C42F44"/>
    <w:rsid w:val="00C44995"/>
    <w:rsid w:val="00C45476"/>
    <w:rsid w:val="00C5146B"/>
    <w:rsid w:val="00C51B2C"/>
    <w:rsid w:val="00C53623"/>
    <w:rsid w:val="00C54835"/>
    <w:rsid w:val="00C559B2"/>
    <w:rsid w:val="00C5786E"/>
    <w:rsid w:val="00C62C50"/>
    <w:rsid w:val="00C64357"/>
    <w:rsid w:val="00C646FB"/>
    <w:rsid w:val="00C65511"/>
    <w:rsid w:val="00C67652"/>
    <w:rsid w:val="00C70CE8"/>
    <w:rsid w:val="00C7386A"/>
    <w:rsid w:val="00C75BBA"/>
    <w:rsid w:val="00C773D8"/>
    <w:rsid w:val="00C81724"/>
    <w:rsid w:val="00C8393C"/>
    <w:rsid w:val="00C83F5D"/>
    <w:rsid w:val="00C84101"/>
    <w:rsid w:val="00C84D90"/>
    <w:rsid w:val="00C85118"/>
    <w:rsid w:val="00C85595"/>
    <w:rsid w:val="00C9176B"/>
    <w:rsid w:val="00C9257E"/>
    <w:rsid w:val="00C93105"/>
    <w:rsid w:val="00C93123"/>
    <w:rsid w:val="00CA0485"/>
    <w:rsid w:val="00CA0707"/>
    <w:rsid w:val="00CA2958"/>
    <w:rsid w:val="00CA3735"/>
    <w:rsid w:val="00CA3A82"/>
    <w:rsid w:val="00CA45ED"/>
    <w:rsid w:val="00CB0148"/>
    <w:rsid w:val="00CB3253"/>
    <w:rsid w:val="00CB3E9E"/>
    <w:rsid w:val="00CB4448"/>
    <w:rsid w:val="00CB53E4"/>
    <w:rsid w:val="00CB62F7"/>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1B98"/>
    <w:rsid w:val="00CF1D41"/>
    <w:rsid w:val="00CF2242"/>
    <w:rsid w:val="00CF35B8"/>
    <w:rsid w:val="00CF47D9"/>
    <w:rsid w:val="00CF554D"/>
    <w:rsid w:val="00CF57A6"/>
    <w:rsid w:val="00D02381"/>
    <w:rsid w:val="00D035A3"/>
    <w:rsid w:val="00D04C63"/>
    <w:rsid w:val="00D05A1F"/>
    <w:rsid w:val="00D05CA7"/>
    <w:rsid w:val="00D06D1D"/>
    <w:rsid w:val="00D07CF4"/>
    <w:rsid w:val="00D1021C"/>
    <w:rsid w:val="00D10ED3"/>
    <w:rsid w:val="00D1107F"/>
    <w:rsid w:val="00D1123B"/>
    <w:rsid w:val="00D11DF8"/>
    <w:rsid w:val="00D17544"/>
    <w:rsid w:val="00D22882"/>
    <w:rsid w:val="00D22FB7"/>
    <w:rsid w:val="00D27D1E"/>
    <w:rsid w:val="00D30E7F"/>
    <w:rsid w:val="00D310C5"/>
    <w:rsid w:val="00D338C2"/>
    <w:rsid w:val="00D358B6"/>
    <w:rsid w:val="00D35E02"/>
    <w:rsid w:val="00D37704"/>
    <w:rsid w:val="00D37718"/>
    <w:rsid w:val="00D37B1A"/>
    <w:rsid w:val="00D46F1F"/>
    <w:rsid w:val="00D4792D"/>
    <w:rsid w:val="00D50EE1"/>
    <w:rsid w:val="00D5380B"/>
    <w:rsid w:val="00D53BAF"/>
    <w:rsid w:val="00D5725A"/>
    <w:rsid w:val="00D57951"/>
    <w:rsid w:val="00D6115B"/>
    <w:rsid w:val="00D62E3B"/>
    <w:rsid w:val="00D65A89"/>
    <w:rsid w:val="00D67756"/>
    <w:rsid w:val="00D743B0"/>
    <w:rsid w:val="00D75219"/>
    <w:rsid w:val="00D759D5"/>
    <w:rsid w:val="00D82582"/>
    <w:rsid w:val="00D826DD"/>
    <w:rsid w:val="00D83942"/>
    <w:rsid w:val="00D83F1A"/>
    <w:rsid w:val="00D841F4"/>
    <w:rsid w:val="00D85241"/>
    <w:rsid w:val="00D85891"/>
    <w:rsid w:val="00D85A5F"/>
    <w:rsid w:val="00D86504"/>
    <w:rsid w:val="00D900B5"/>
    <w:rsid w:val="00D906F4"/>
    <w:rsid w:val="00D91AAA"/>
    <w:rsid w:val="00D9338B"/>
    <w:rsid w:val="00D93D76"/>
    <w:rsid w:val="00D968AB"/>
    <w:rsid w:val="00DA1B05"/>
    <w:rsid w:val="00DA301B"/>
    <w:rsid w:val="00DA7A97"/>
    <w:rsid w:val="00DB1901"/>
    <w:rsid w:val="00DB3623"/>
    <w:rsid w:val="00DB5562"/>
    <w:rsid w:val="00DC0C3F"/>
    <w:rsid w:val="00DC39E3"/>
    <w:rsid w:val="00DC3A30"/>
    <w:rsid w:val="00DC3C03"/>
    <w:rsid w:val="00DC5C08"/>
    <w:rsid w:val="00DD14B7"/>
    <w:rsid w:val="00DD1992"/>
    <w:rsid w:val="00DE0704"/>
    <w:rsid w:val="00DE1F73"/>
    <w:rsid w:val="00DE2931"/>
    <w:rsid w:val="00DE4F1A"/>
    <w:rsid w:val="00DE6C96"/>
    <w:rsid w:val="00DF09E4"/>
    <w:rsid w:val="00DF1334"/>
    <w:rsid w:val="00DF48A5"/>
    <w:rsid w:val="00DF4BBE"/>
    <w:rsid w:val="00DF7318"/>
    <w:rsid w:val="00DF7691"/>
    <w:rsid w:val="00E007A7"/>
    <w:rsid w:val="00E02027"/>
    <w:rsid w:val="00E024AD"/>
    <w:rsid w:val="00E04368"/>
    <w:rsid w:val="00E04FE9"/>
    <w:rsid w:val="00E05B53"/>
    <w:rsid w:val="00E0674A"/>
    <w:rsid w:val="00E072E2"/>
    <w:rsid w:val="00E1086F"/>
    <w:rsid w:val="00E112E3"/>
    <w:rsid w:val="00E12EA4"/>
    <w:rsid w:val="00E13BB4"/>
    <w:rsid w:val="00E1609C"/>
    <w:rsid w:val="00E17282"/>
    <w:rsid w:val="00E17753"/>
    <w:rsid w:val="00E20A8E"/>
    <w:rsid w:val="00E210A0"/>
    <w:rsid w:val="00E21BBD"/>
    <w:rsid w:val="00E2237C"/>
    <w:rsid w:val="00E237E7"/>
    <w:rsid w:val="00E240E5"/>
    <w:rsid w:val="00E25494"/>
    <w:rsid w:val="00E2557A"/>
    <w:rsid w:val="00E332AD"/>
    <w:rsid w:val="00E41256"/>
    <w:rsid w:val="00E416F2"/>
    <w:rsid w:val="00E41822"/>
    <w:rsid w:val="00E42FF9"/>
    <w:rsid w:val="00E44245"/>
    <w:rsid w:val="00E44682"/>
    <w:rsid w:val="00E47095"/>
    <w:rsid w:val="00E47430"/>
    <w:rsid w:val="00E50E09"/>
    <w:rsid w:val="00E5146B"/>
    <w:rsid w:val="00E5188F"/>
    <w:rsid w:val="00E52355"/>
    <w:rsid w:val="00E5373D"/>
    <w:rsid w:val="00E54004"/>
    <w:rsid w:val="00E5505A"/>
    <w:rsid w:val="00E5579F"/>
    <w:rsid w:val="00E55D2D"/>
    <w:rsid w:val="00E56D2B"/>
    <w:rsid w:val="00E56D4D"/>
    <w:rsid w:val="00E603F4"/>
    <w:rsid w:val="00E64175"/>
    <w:rsid w:val="00E66546"/>
    <w:rsid w:val="00E70107"/>
    <w:rsid w:val="00E70B89"/>
    <w:rsid w:val="00E72564"/>
    <w:rsid w:val="00E7384E"/>
    <w:rsid w:val="00E74AE4"/>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58D"/>
    <w:rsid w:val="00EF501A"/>
    <w:rsid w:val="00EF657F"/>
    <w:rsid w:val="00EF69FD"/>
    <w:rsid w:val="00EF7D3A"/>
    <w:rsid w:val="00EF7ED7"/>
    <w:rsid w:val="00F01797"/>
    <w:rsid w:val="00F01E84"/>
    <w:rsid w:val="00F027DC"/>
    <w:rsid w:val="00F02952"/>
    <w:rsid w:val="00F029DD"/>
    <w:rsid w:val="00F0502C"/>
    <w:rsid w:val="00F06316"/>
    <w:rsid w:val="00F07716"/>
    <w:rsid w:val="00F12AD8"/>
    <w:rsid w:val="00F12DCB"/>
    <w:rsid w:val="00F16A17"/>
    <w:rsid w:val="00F2042B"/>
    <w:rsid w:val="00F21754"/>
    <w:rsid w:val="00F24374"/>
    <w:rsid w:val="00F25385"/>
    <w:rsid w:val="00F26320"/>
    <w:rsid w:val="00F30BF0"/>
    <w:rsid w:val="00F32FD0"/>
    <w:rsid w:val="00F34604"/>
    <w:rsid w:val="00F3506E"/>
    <w:rsid w:val="00F35135"/>
    <w:rsid w:val="00F366D6"/>
    <w:rsid w:val="00F36C63"/>
    <w:rsid w:val="00F40336"/>
    <w:rsid w:val="00F40C7E"/>
    <w:rsid w:val="00F415A8"/>
    <w:rsid w:val="00F41B02"/>
    <w:rsid w:val="00F420C2"/>
    <w:rsid w:val="00F439AA"/>
    <w:rsid w:val="00F45809"/>
    <w:rsid w:val="00F46B8B"/>
    <w:rsid w:val="00F47BFD"/>
    <w:rsid w:val="00F51575"/>
    <w:rsid w:val="00F537BA"/>
    <w:rsid w:val="00F53E72"/>
    <w:rsid w:val="00F54A5D"/>
    <w:rsid w:val="00F56277"/>
    <w:rsid w:val="00F56AA0"/>
    <w:rsid w:val="00F60FA4"/>
    <w:rsid w:val="00F61053"/>
    <w:rsid w:val="00F6148E"/>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88D"/>
    <w:rsid w:val="00F9190B"/>
    <w:rsid w:val="00F92832"/>
    <w:rsid w:val="00F92BB8"/>
    <w:rsid w:val="00F9338B"/>
    <w:rsid w:val="00F94440"/>
    <w:rsid w:val="00F95F2C"/>
    <w:rsid w:val="00FA0F52"/>
    <w:rsid w:val="00FA197F"/>
    <w:rsid w:val="00FA1B9C"/>
    <w:rsid w:val="00FA3807"/>
    <w:rsid w:val="00FA3DBC"/>
    <w:rsid w:val="00FA4BDC"/>
    <w:rsid w:val="00FA5433"/>
    <w:rsid w:val="00FA5612"/>
    <w:rsid w:val="00FA5B95"/>
    <w:rsid w:val="00FA73F3"/>
    <w:rsid w:val="00FB08AF"/>
    <w:rsid w:val="00FB18E5"/>
    <w:rsid w:val="00FB3AA5"/>
    <w:rsid w:val="00FB3C45"/>
    <w:rsid w:val="00FB5CC4"/>
    <w:rsid w:val="00FB787F"/>
    <w:rsid w:val="00FC13ED"/>
    <w:rsid w:val="00FC1821"/>
    <w:rsid w:val="00FC2929"/>
    <w:rsid w:val="00FC3290"/>
    <w:rsid w:val="00FC36A9"/>
    <w:rsid w:val="00FC49DA"/>
    <w:rsid w:val="00FC4F75"/>
    <w:rsid w:val="00FC680E"/>
    <w:rsid w:val="00FD0884"/>
    <w:rsid w:val="00FD14F5"/>
    <w:rsid w:val="00FD1EE3"/>
    <w:rsid w:val="00FD415C"/>
    <w:rsid w:val="00FD562B"/>
    <w:rsid w:val="00FD5B79"/>
    <w:rsid w:val="00FD6165"/>
    <w:rsid w:val="00FD707A"/>
    <w:rsid w:val="00FE14CE"/>
    <w:rsid w:val="00FE1809"/>
    <w:rsid w:val="00FE1A01"/>
    <w:rsid w:val="00FE3470"/>
    <w:rsid w:val="00FE35CB"/>
    <w:rsid w:val="00FE527E"/>
    <w:rsid w:val="00FE580A"/>
    <w:rsid w:val="00FE79CE"/>
    <w:rsid w:val="00FF0EC6"/>
    <w:rsid w:val="00FF6AB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uiPriority="35"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uiPriority w:val="9"/>
    <w:qFormat/>
    <w:rsid w:val="00F95F2C"/>
    <w:pPr>
      <w:keepNext/>
      <w:numPr>
        <w:numId w:val="11"/>
      </w:numPr>
      <w:tabs>
        <w:tab w:val="left" w:pos="936"/>
        <w:tab w:val="left" w:pos="1138"/>
        <w:tab w:val="left" w:pos="1354"/>
      </w:tabs>
      <w:suppressAutoHyphens/>
      <w:spacing w:before="270" w:line="270" w:lineRule="exact"/>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
    <w:basedOn w:val="Heading1"/>
    <w:next w:val="Normal"/>
    <w:link w:val="Heading2Char"/>
    <w:uiPriority w:val="9"/>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
    <w:basedOn w:val="Heading1"/>
    <w:next w:val="Normal"/>
    <w:autoRedefine/>
    <w:uiPriority w:val="9"/>
    <w:qFormat/>
    <w:rsid w:val="00A03732"/>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uiPriority w:val="9"/>
    <w:qFormat/>
    <w:rsid w:val="00A03732"/>
    <w:pPr>
      <w:numPr>
        <w:ilvl w:val="3"/>
      </w:numPr>
      <w:tabs>
        <w:tab w:val="clear" w:pos="936"/>
        <w:tab w:val="clear" w:pos="1138"/>
        <w:tab w:val="clear" w:pos="1354"/>
        <w:tab w:val="left" w:pos="940"/>
        <w:tab w:val="left" w:pos="1140"/>
        <w:tab w:val="left" w:pos="1360"/>
      </w:tabs>
      <w:ind w:left="0"/>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uiPriority w:val="9"/>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uiPriority w:val="9"/>
    <w:qFormat/>
    <w:rsid w:val="00F56AA0"/>
    <w:pPr>
      <w:numPr>
        <w:ilvl w:val="5"/>
      </w:numPr>
      <w:outlineLvl w:val="5"/>
    </w:pPr>
  </w:style>
  <w:style w:type="paragraph" w:styleId="Heading7">
    <w:name w:val="heading 7"/>
    <w:aliases w:val="Bulleted list,L7"/>
    <w:basedOn w:val="Heading6"/>
    <w:next w:val="Normal"/>
    <w:uiPriority w:val="9"/>
    <w:qFormat/>
    <w:rsid w:val="00F56AA0"/>
    <w:pPr>
      <w:numPr>
        <w:ilvl w:val="6"/>
      </w:numPr>
      <w:outlineLvl w:val="6"/>
    </w:pPr>
  </w:style>
  <w:style w:type="paragraph" w:styleId="Heading8">
    <w:name w:val="heading 8"/>
    <w:aliases w:val="Legal Level 1.1.1.,Center Bold,Table Heading,Table"/>
    <w:basedOn w:val="Heading6"/>
    <w:next w:val="Normal"/>
    <w:uiPriority w:val="9"/>
    <w:qFormat/>
    <w:rsid w:val="00F56AA0"/>
    <w:pPr>
      <w:numPr>
        <w:ilvl w:val="7"/>
      </w:numPr>
      <w:outlineLvl w:val="7"/>
    </w:pPr>
  </w:style>
  <w:style w:type="paragraph" w:styleId="Heading9">
    <w:name w:val="heading 9"/>
    <w:aliases w:val="Figure Heading,FH,Titre 10"/>
    <w:basedOn w:val="Heading6"/>
    <w:next w:val="Normal"/>
    <w:uiPriority w:val="9"/>
    <w:qFormat/>
    <w:rsid w:val="00F56AA0"/>
    <w:pPr>
      <w:numPr>
        <w:ilvl w:val="8"/>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3"/>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3"/>
      </w:numPr>
      <w:tabs>
        <w:tab w:val="left" w:pos="640"/>
      </w:tabs>
      <w:spacing w:line="250" w:lineRule="exact"/>
    </w:pPr>
    <w:rPr>
      <w:sz w:val="22"/>
    </w:rPr>
  </w:style>
  <w:style w:type="paragraph" w:customStyle="1" w:styleId="a4">
    <w:name w:val="a4"/>
    <w:basedOn w:val="Heading4"/>
    <w:next w:val="Normal"/>
    <w:rsid w:val="00F56AA0"/>
    <w:pPr>
      <w:numPr>
        <w:numId w:val="3"/>
      </w:numPr>
      <w:tabs>
        <w:tab w:val="clear" w:pos="940"/>
        <w:tab w:val="clear" w:pos="1140"/>
        <w:tab w:val="clear" w:pos="1360"/>
        <w:tab w:val="left" w:pos="880"/>
      </w:tabs>
    </w:pPr>
  </w:style>
  <w:style w:type="paragraph" w:customStyle="1" w:styleId="a5">
    <w:name w:val="a5"/>
    <w:basedOn w:val="Heading5"/>
    <w:next w:val="Normal"/>
    <w:rsid w:val="00F56AA0"/>
    <w:pPr>
      <w:numPr>
        <w:numId w:val="3"/>
      </w:numPr>
      <w:tabs>
        <w:tab w:val="left" w:pos="1140"/>
        <w:tab w:val="left" w:pos="1360"/>
      </w:tabs>
    </w:pPr>
  </w:style>
  <w:style w:type="paragraph" w:customStyle="1" w:styleId="a6">
    <w:name w:val="a6"/>
    <w:basedOn w:val="Heading6"/>
    <w:next w:val="Normal"/>
    <w:rsid w:val="00F56AA0"/>
    <w:pPr>
      <w:numPr>
        <w:numId w:val="3"/>
      </w:numPr>
      <w:tabs>
        <w:tab w:val="left" w:pos="1140"/>
        <w:tab w:val="left" w:pos="1360"/>
      </w:tabs>
    </w:pPr>
  </w:style>
  <w:style w:type="paragraph" w:customStyle="1" w:styleId="ANNEX">
    <w:name w:val="ANNEX"/>
    <w:basedOn w:val="Normal"/>
    <w:next w:val="Normal"/>
    <w:rsid w:val="00F56AA0"/>
    <w:pPr>
      <w:keepNext/>
      <w:pageBreakBefore/>
      <w:numPr>
        <w:numId w:val="3"/>
      </w:numPr>
      <w:spacing w:after="760" w:line="310" w:lineRule="exact"/>
      <w:jc w:val="center"/>
      <w:outlineLvl w:val="0"/>
    </w:pPr>
    <w:rPr>
      <w:b/>
      <w:sz w:val="28"/>
    </w:rPr>
  </w:style>
  <w:style w:type="paragraph" w:customStyle="1" w:styleId="ANNEXN">
    <w:name w:val="ANNEXN"/>
    <w:basedOn w:val="ANNEX"/>
    <w:next w:val="Normal"/>
    <w:rsid w:val="00F56AA0"/>
    <w:pPr>
      <w:numPr>
        <w:numId w:val="19"/>
      </w:numPr>
    </w:pPr>
  </w:style>
  <w:style w:type="paragraph" w:customStyle="1" w:styleId="ANNEXZ">
    <w:name w:val="ANNEXZ"/>
    <w:basedOn w:val="ANNEX"/>
    <w:next w:val="Normal"/>
    <w:rsid w:val="00F56AA0"/>
    <w:pPr>
      <w:numPr>
        <w:numId w:val="6"/>
      </w:numPr>
    </w:pPr>
  </w:style>
  <w:style w:type="paragraph" w:customStyle="1" w:styleId="Bibliography1">
    <w:name w:val="Bibliography1"/>
    <w:basedOn w:val="Normal"/>
    <w:rsid w:val="00F56AA0"/>
    <w:pPr>
      <w:numPr>
        <w:numId w:val="7"/>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uiPriority w:val="35"/>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2"/>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3"/>
      </w:numPr>
    </w:pPr>
  </w:style>
  <w:style w:type="paragraph" w:styleId="ListBullet5">
    <w:name w:val="List Bullet 5"/>
    <w:basedOn w:val="Normal"/>
    <w:autoRedefine/>
    <w:rsid w:val="00F56AA0"/>
    <w:pPr>
      <w:numPr>
        <w:numId w:val="14"/>
      </w:numPr>
    </w:pPr>
  </w:style>
  <w:style w:type="paragraph" w:styleId="ListContinue">
    <w:name w:val="List Continue"/>
    <w:aliases w:val="list 1,list-1"/>
    <w:basedOn w:val="Normal"/>
    <w:rsid w:val="00F56AA0"/>
    <w:pPr>
      <w:numPr>
        <w:numId w:val="15"/>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6"/>
      </w:numPr>
      <w:tabs>
        <w:tab w:val="left" w:pos="400"/>
      </w:tabs>
    </w:pPr>
  </w:style>
  <w:style w:type="paragraph" w:styleId="ListNumber2">
    <w:name w:val="List Number 2"/>
    <w:basedOn w:val="Normal"/>
    <w:rsid w:val="00F56AA0"/>
    <w:pPr>
      <w:numPr>
        <w:ilvl w:val="1"/>
        <w:numId w:val="16"/>
      </w:numPr>
      <w:tabs>
        <w:tab w:val="left" w:pos="800"/>
      </w:tabs>
    </w:pPr>
  </w:style>
  <w:style w:type="paragraph" w:styleId="ListNumber3">
    <w:name w:val="List Number 3"/>
    <w:basedOn w:val="Normal"/>
    <w:rsid w:val="00F56AA0"/>
    <w:pPr>
      <w:numPr>
        <w:ilvl w:val="2"/>
        <w:numId w:val="16"/>
      </w:numPr>
      <w:tabs>
        <w:tab w:val="left" w:pos="1200"/>
      </w:tabs>
    </w:pPr>
  </w:style>
  <w:style w:type="paragraph" w:styleId="ListNumber4">
    <w:name w:val="List Number 4"/>
    <w:basedOn w:val="Normal"/>
    <w:rsid w:val="00F56AA0"/>
    <w:pPr>
      <w:numPr>
        <w:ilvl w:val="3"/>
        <w:numId w:val="16"/>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19"/>
      </w:numPr>
    </w:pPr>
  </w:style>
  <w:style w:type="paragraph" w:customStyle="1" w:styleId="na3">
    <w:name w:val="na3"/>
    <w:basedOn w:val="a3"/>
    <w:next w:val="Normal"/>
    <w:rsid w:val="00F56AA0"/>
    <w:pPr>
      <w:numPr>
        <w:numId w:val="19"/>
      </w:numPr>
    </w:pPr>
  </w:style>
  <w:style w:type="paragraph" w:customStyle="1" w:styleId="na4">
    <w:name w:val="na4"/>
    <w:basedOn w:val="a4"/>
    <w:next w:val="Normal"/>
    <w:rsid w:val="00F56AA0"/>
    <w:pPr>
      <w:numPr>
        <w:numId w:val="19"/>
      </w:numPr>
      <w:tabs>
        <w:tab w:val="left" w:pos="1060"/>
      </w:tabs>
    </w:pPr>
  </w:style>
  <w:style w:type="paragraph" w:customStyle="1" w:styleId="na5">
    <w:name w:val="na5"/>
    <w:basedOn w:val="a5"/>
    <w:next w:val="Normal"/>
    <w:rsid w:val="00F56AA0"/>
    <w:pPr>
      <w:numPr>
        <w:numId w:val="19"/>
      </w:numPr>
    </w:pPr>
  </w:style>
  <w:style w:type="paragraph" w:customStyle="1" w:styleId="na6">
    <w:name w:val="na6"/>
    <w:basedOn w:val="a6"/>
    <w:next w:val="Normal"/>
    <w:rsid w:val="00F56AA0"/>
    <w:pPr>
      <w:numPr>
        <w:numId w:val="19"/>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F56AA0"/>
    <w:pPr>
      <w:spacing w:before="240" w:after="60"/>
      <w:jc w:val="center"/>
      <w:outlineLvl w:val="0"/>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2"/>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0"/>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3"/>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4"/>
      </w:numPr>
      <w:tabs>
        <w:tab w:val="clear" w:pos="1800"/>
        <w:tab w:val="num" w:pos="720"/>
      </w:tabs>
      <w:spacing w:before="60" w:after="60"/>
    </w:pPr>
    <w:rPr>
      <w:b/>
    </w:rPr>
  </w:style>
  <w:style w:type="paragraph" w:customStyle="1" w:styleId="sp2">
    <w:name w:val="sp2"/>
    <w:basedOn w:val="Normal"/>
    <w:rsid w:val="00F56AA0"/>
    <w:pPr>
      <w:widowControl w:val="0"/>
      <w:numPr>
        <w:numId w:val="21"/>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4"/>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5"/>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9"/>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8"/>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uiPriority w:val="99"/>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uiPriority w:val="99"/>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7"/>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18"/>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2"/>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0"/>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aliases w:val="numbered,Paragraphe de liste1,Bulletr List Paragraph,列出段落,列出段落1,Bullet List,FooterText,List Paragraph1,List Paragraph2,List Paragraph21,List Paragraph11,Parágrafo da Lista1,Párrafo de lista1,リスト段落1,Listeafsnit1,Listenabsatz,リスト段落,Plan,Fo"/>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uiPriority w:val="39"/>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aliases w:val="numbered Char,Paragraphe de liste1 Char,Bulletr List Paragraph Char,列出段落 Char,列出段落1 Char,Bullet List Char,FooterText Char,List Paragraph1 Char,List Paragraph2 Char,List Paragraph21 Char,List Paragraph11 Char,Parágrafo da Lista1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F44B5"/>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25"/>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 w:type="character" w:customStyle="1" w:styleId="CodeChar0">
    <w:name w:val="Code Char"/>
    <w:basedOn w:val="DefaultParagraphFont"/>
    <w:link w:val="Code0"/>
    <w:locked/>
    <w:rsid w:val="00773D05"/>
    <w:rPr>
      <w:rFonts w:ascii="Courier New" w:eastAsia="Calibri" w:hAnsi="Courier New" w:cs="Courier New"/>
      <w:sz w:val="16"/>
      <w:shd w:val="clear" w:color="auto" w:fill="E7E6E6" w:themeFill="background2"/>
    </w:rPr>
  </w:style>
  <w:style w:type="paragraph" w:customStyle="1" w:styleId="Code0">
    <w:name w:val="Code"/>
    <w:basedOn w:val="Normal"/>
    <w:link w:val="CodeChar0"/>
    <w:qFormat/>
    <w:rsid w:val="00773D05"/>
    <w:pPr>
      <w:pBdr>
        <w:top w:val="single" w:sz="4" w:space="1" w:color="auto"/>
        <w:left w:val="single" w:sz="4" w:space="4" w:color="auto"/>
        <w:bottom w:val="single" w:sz="4" w:space="1" w:color="auto"/>
        <w:right w:val="single" w:sz="4" w:space="4" w:color="auto"/>
      </w:pBdr>
      <w:shd w:val="clear" w:color="auto" w:fill="E7E6E6" w:themeFill="background2"/>
      <w:spacing w:after="0" w:line="240" w:lineRule="auto"/>
      <w:jc w:val="left"/>
    </w:pPr>
    <w:rPr>
      <w:rFonts w:ascii="Courier New" w:eastAsia="Calibri" w:hAnsi="Courier New" w:cs="Courier New"/>
      <w:sz w:val="16"/>
      <w:lang w:val="en-US" w:eastAsia="en-US"/>
    </w:rPr>
  </w:style>
  <w:style w:type="character" w:styleId="UnresolvedMention">
    <w:name w:val="Unresolved Mention"/>
    <w:basedOn w:val="DefaultParagraphFont"/>
    <w:uiPriority w:val="99"/>
    <w:semiHidden/>
    <w:unhideWhenUsed/>
    <w:rsid w:val="005F4EAD"/>
    <w:rPr>
      <w:color w:val="605E5C"/>
      <w:shd w:val="clear" w:color="auto" w:fill="E1DFDD"/>
    </w:rPr>
  </w:style>
  <w:style w:type="paragraph" w:styleId="TOCHeading">
    <w:name w:val="TOC Heading"/>
    <w:basedOn w:val="Heading1"/>
    <w:next w:val="Normal"/>
    <w:uiPriority w:val="39"/>
    <w:unhideWhenUsed/>
    <w:qFormat/>
    <w:rsid w:val="00FC13ED"/>
    <w:pPr>
      <w:keepLines/>
      <w:numPr>
        <w:numId w:val="0"/>
      </w:numPr>
      <w:tabs>
        <w:tab w:val="clear" w:pos="936"/>
        <w:tab w:val="clear" w:pos="1138"/>
        <w:tab w:val="clear" w:pos="1354"/>
      </w:tabs>
      <w:suppressAutoHyphens w:val="0"/>
      <w:spacing w:before="240" w:after="0" w:line="259" w:lineRule="auto"/>
      <w:outlineLvl w:val="9"/>
    </w:pPr>
    <w:rPr>
      <w:rFonts w:asciiTheme="majorHAnsi" w:eastAsiaTheme="majorEastAsia" w:hAnsiTheme="majorHAnsi" w:cstheme="majorBidi"/>
      <w:b w:val="0"/>
      <w:color w:val="2F5496"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18484">
      <w:bodyDiv w:val="1"/>
      <w:marLeft w:val="0"/>
      <w:marRight w:val="0"/>
      <w:marTop w:val="0"/>
      <w:marBottom w:val="0"/>
      <w:divBdr>
        <w:top w:val="none" w:sz="0" w:space="0" w:color="auto"/>
        <w:left w:val="none" w:sz="0" w:space="0" w:color="auto"/>
        <w:bottom w:val="none" w:sz="0" w:space="0" w:color="auto"/>
        <w:right w:val="none" w:sz="0" w:space="0" w:color="auto"/>
      </w:divBdr>
    </w:div>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19313665">
      <w:bodyDiv w:val="1"/>
      <w:marLeft w:val="0"/>
      <w:marRight w:val="0"/>
      <w:marTop w:val="0"/>
      <w:marBottom w:val="0"/>
      <w:divBdr>
        <w:top w:val="none" w:sz="0" w:space="0" w:color="auto"/>
        <w:left w:val="none" w:sz="0" w:space="0" w:color="auto"/>
        <w:bottom w:val="none" w:sz="0" w:space="0" w:color="auto"/>
        <w:right w:val="none" w:sz="0" w:space="0" w:color="auto"/>
      </w:divBdr>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38454844">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491412523">
      <w:bodyDiv w:val="1"/>
      <w:marLeft w:val="0"/>
      <w:marRight w:val="0"/>
      <w:marTop w:val="0"/>
      <w:marBottom w:val="0"/>
      <w:divBdr>
        <w:top w:val="none" w:sz="0" w:space="0" w:color="auto"/>
        <w:left w:val="none" w:sz="0" w:space="0" w:color="auto"/>
        <w:bottom w:val="none" w:sz="0" w:space="0" w:color="auto"/>
        <w:right w:val="none" w:sz="0" w:space="0" w:color="auto"/>
      </w:divBdr>
    </w:div>
    <w:div w:id="580140484">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47173327">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793256239">
      <w:bodyDiv w:val="1"/>
      <w:marLeft w:val="0"/>
      <w:marRight w:val="0"/>
      <w:marTop w:val="0"/>
      <w:marBottom w:val="0"/>
      <w:divBdr>
        <w:top w:val="none" w:sz="0" w:space="0" w:color="auto"/>
        <w:left w:val="none" w:sz="0" w:space="0" w:color="auto"/>
        <w:bottom w:val="none" w:sz="0" w:space="0" w:color="auto"/>
        <w:right w:val="none" w:sz="0" w:space="0" w:color="auto"/>
      </w:divBdr>
    </w:div>
    <w:div w:id="858157552">
      <w:bodyDiv w:val="1"/>
      <w:marLeft w:val="0"/>
      <w:marRight w:val="0"/>
      <w:marTop w:val="0"/>
      <w:marBottom w:val="0"/>
      <w:divBdr>
        <w:top w:val="none" w:sz="0" w:space="0" w:color="auto"/>
        <w:left w:val="none" w:sz="0" w:space="0" w:color="auto"/>
        <w:bottom w:val="none" w:sz="0" w:space="0" w:color="auto"/>
        <w:right w:val="none" w:sz="0" w:space="0" w:color="auto"/>
      </w:divBdr>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959529861">
      <w:bodyDiv w:val="1"/>
      <w:marLeft w:val="0"/>
      <w:marRight w:val="0"/>
      <w:marTop w:val="0"/>
      <w:marBottom w:val="0"/>
      <w:divBdr>
        <w:top w:val="none" w:sz="0" w:space="0" w:color="auto"/>
        <w:left w:val="none" w:sz="0" w:space="0" w:color="auto"/>
        <w:bottom w:val="none" w:sz="0" w:space="0" w:color="auto"/>
        <w:right w:val="none" w:sz="0" w:space="0" w:color="auto"/>
      </w:divBdr>
    </w:div>
    <w:div w:id="985204954">
      <w:bodyDiv w:val="1"/>
      <w:marLeft w:val="0"/>
      <w:marRight w:val="0"/>
      <w:marTop w:val="0"/>
      <w:marBottom w:val="0"/>
      <w:divBdr>
        <w:top w:val="none" w:sz="0" w:space="0" w:color="auto"/>
        <w:left w:val="none" w:sz="0" w:space="0" w:color="auto"/>
        <w:bottom w:val="none" w:sz="0" w:space="0" w:color="auto"/>
        <w:right w:val="none" w:sz="0" w:space="0" w:color="auto"/>
      </w:divBdr>
    </w:div>
    <w:div w:id="1003165313">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095244222">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19059506">
      <w:bodyDiv w:val="1"/>
      <w:marLeft w:val="0"/>
      <w:marRight w:val="0"/>
      <w:marTop w:val="0"/>
      <w:marBottom w:val="0"/>
      <w:divBdr>
        <w:top w:val="none" w:sz="0" w:space="0" w:color="auto"/>
        <w:left w:val="none" w:sz="0" w:space="0" w:color="auto"/>
        <w:bottom w:val="none" w:sz="0" w:space="0" w:color="auto"/>
        <w:right w:val="none" w:sz="0" w:space="0" w:color="auto"/>
      </w:divBdr>
    </w:div>
    <w:div w:id="111983838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46435808">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195924597">
      <w:bodyDiv w:val="1"/>
      <w:marLeft w:val="0"/>
      <w:marRight w:val="0"/>
      <w:marTop w:val="0"/>
      <w:marBottom w:val="0"/>
      <w:divBdr>
        <w:top w:val="none" w:sz="0" w:space="0" w:color="auto"/>
        <w:left w:val="none" w:sz="0" w:space="0" w:color="auto"/>
        <w:bottom w:val="none" w:sz="0" w:space="0" w:color="auto"/>
        <w:right w:val="none" w:sz="0" w:space="0" w:color="auto"/>
      </w:divBdr>
    </w:div>
    <w:div w:id="1201094547">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46266866">
      <w:bodyDiv w:val="1"/>
      <w:marLeft w:val="0"/>
      <w:marRight w:val="0"/>
      <w:marTop w:val="0"/>
      <w:marBottom w:val="0"/>
      <w:divBdr>
        <w:top w:val="none" w:sz="0" w:space="0" w:color="auto"/>
        <w:left w:val="none" w:sz="0" w:space="0" w:color="auto"/>
        <w:bottom w:val="none" w:sz="0" w:space="0" w:color="auto"/>
        <w:right w:val="none" w:sz="0" w:space="0" w:color="auto"/>
      </w:divBdr>
    </w:div>
    <w:div w:id="1456678743">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41239661">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11663240">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43540921">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779376258">
      <w:bodyDiv w:val="1"/>
      <w:marLeft w:val="0"/>
      <w:marRight w:val="0"/>
      <w:marTop w:val="0"/>
      <w:marBottom w:val="0"/>
      <w:divBdr>
        <w:top w:val="none" w:sz="0" w:space="0" w:color="auto"/>
        <w:left w:val="none" w:sz="0" w:space="0" w:color="auto"/>
        <w:bottom w:val="none" w:sz="0" w:space="0" w:color="auto"/>
        <w:right w:val="none" w:sz="0" w:space="0" w:color="auto"/>
      </w:divBdr>
    </w:div>
    <w:div w:id="1815677686">
      <w:bodyDiv w:val="1"/>
      <w:marLeft w:val="0"/>
      <w:marRight w:val="0"/>
      <w:marTop w:val="0"/>
      <w:marBottom w:val="0"/>
      <w:divBdr>
        <w:top w:val="none" w:sz="0" w:space="0" w:color="auto"/>
        <w:left w:val="none" w:sz="0" w:space="0" w:color="auto"/>
        <w:bottom w:val="none" w:sz="0" w:space="0" w:color="auto"/>
        <w:right w:val="none" w:sz="0" w:space="0" w:color="auto"/>
      </w:divBdr>
    </w:div>
    <w:div w:id="1822692601">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897007916">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1957827450">
      <w:bodyDiv w:val="1"/>
      <w:marLeft w:val="0"/>
      <w:marRight w:val="0"/>
      <w:marTop w:val="0"/>
      <w:marBottom w:val="0"/>
      <w:divBdr>
        <w:top w:val="none" w:sz="0" w:space="0" w:color="auto"/>
        <w:left w:val="none" w:sz="0" w:space="0" w:color="auto"/>
        <w:bottom w:val="none" w:sz="0" w:space="0" w:color="auto"/>
        <w:right w:val="none" w:sz="0" w:space="0" w:color="auto"/>
      </w:divBdr>
    </w:div>
    <w:div w:id="1960839822">
      <w:bodyDiv w:val="1"/>
      <w:marLeft w:val="0"/>
      <w:marRight w:val="0"/>
      <w:marTop w:val="0"/>
      <w:marBottom w:val="0"/>
      <w:divBdr>
        <w:top w:val="none" w:sz="0" w:space="0" w:color="auto"/>
        <w:left w:val="none" w:sz="0" w:space="0" w:color="auto"/>
        <w:bottom w:val="none" w:sz="0" w:space="0" w:color="auto"/>
        <w:right w:val="none" w:sz="0" w:space="0" w:color="auto"/>
      </w:divBdr>
    </w:div>
    <w:div w:id="1975789828">
      <w:bodyDiv w:val="1"/>
      <w:marLeft w:val="0"/>
      <w:marRight w:val="0"/>
      <w:marTop w:val="0"/>
      <w:marBottom w:val="0"/>
      <w:divBdr>
        <w:top w:val="none" w:sz="0" w:space="0" w:color="auto"/>
        <w:left w:val="none" w:sz="0" w:space="0" w:color="auto"/>
        <w:bottom w:val="none" w:sz="0" w:space="0" w:color="auto"/>
        <w:right w:val="none" w:sz="0" w:space="0" w:color="auto"/>
      </w:divBdr>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com/search?sca_esv=71781198cf3ca03a&amp;rlz=1C1CHBF_enUS1016US1016&amp;sxsrf=ADLYWIK2o7dlmbtt2RDTfiSeIrS4_NnG_A:1729373489161&amp;q=maliciously&amp;si=ACC90nwZrNcJVJVL0KSmGGq5Ka2YzdAOXs1-nVE-OfCJgXAgbaBnD8mDsOeQoymcOjTjynmXCPjz9Id67ji7EUdpaHX8GVqOgYBnBCf6vsH1SvR7P4DfqQg%3D&amp;expnd=1&amp;sa=X&amp;ved=2ahUKEwiUn4WkspuJAxVuE0QIHfiyHW4QyecJegQINxAO" TargetMode="External"/><Relationship Id="rId18" Type="http://schemas.openxmlformats.org/officeDocument/2006/relationships/hyperlink" Target="https://git.mpeg.expert/MPEG/Systems/explorations/-/issues/32" TargetMode="External"/><Relationship Id="rId26" Type="http://schemas.openxmlformats.org/officeDocument/2006/relationships/hyperlink" Target="https://git.mpeg.expert/MPEG/Systems/explorations/-/issues/32" TargetMode="External"/><Relationship Id="rId3" Type="http://schemas.openxmlformats.org/officeDocument/2006/relationships/styles" Target="styles.xml"/><Relationship Id="rId21" Type="http://schemas.openxmlformats.org/officeDocument/2006/relationships/hyperlink" Target="https://git.mpeg.expert/MPEG/Systems/explorations/-/issues/32"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google.com/search?sca_esv=71781198cf3ca03a&amp;rlz=1C1CHBF_enUS1016US1016&amp;sxsrf=ADLYWIK2o7dlmbtt2RDTfiSeIrS4_NnG_A:1729373489161&amp;q=digitally&amp;si=ACC90nxMSPeZfdJJjQgDsdZJuFuJvXSi0C4w3Vlu-HaJn-nOAP71qiZLqzap8O_x_dvhi0y7XKx3XxUnCS03SqKntBE2CzJtmdTWg6CZY486wUITjcpAeg4%3D&amp;expnd=1&amp;sa=X&amp;ved=2ahUKEwiUn4WkspuJAxVuE0QIHfiyHW4QyecJegQINxAN" TargetMode="External"/><Relationship Id="rId17" Type="http://schemas.openxmlformats.org/officeDocument/2006/relationships/hyperlink" Target="https://git.mpeg.expert/MPEG/Systems/explorations/-/issues/25" TargetMode="External"/><Relationship Id="rId25" Type="http://schemas.openxmlformats.org/officeDocument/2006/relationships/image" Target="media/image6.png"/><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git.mpeg.expert/MPEG/Systems/explorations/-/issues/25" TargetMode="External"/><Relationship Id="rId20" Type="http://schemas.openxmlformats.org/officeDocument/2006/relationships/image" Target="media/image3.png"/><Relationship Id="rId29" Type="http://schemas.openxmlformats.org/officeDocument/2006/relationships/hyperlink" Target="https://git.mpeg.expert/MPEG/Systems/explorations/-/issues/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search?sca_esv=71781198cf3ca03a&amp;rlz=1C1CHBF_enUS1016US1016&amp;sxsrf=ADLYWILlsILEvg3RBGHmBlNCn1xM3mL01w:1729371772807&amp;q=proving&amp;si=ACC90nwUEXg6u2vxy-araGkF9MAxeRxk9DoJIfEkC9933Hcmp8WvZHiAjZdwrzjI8qcF6Z7q-dVFsTO4mdGea_Jcsf7a5MJRWqPjVS3DsvE5G2v28qtPB5g%3D&amp;expnd=1&amp;sa=X&amp;ved=2ahUKEwiLqM_xq5uJAxXvEkQIHQiWJp4QyecJegQIIBAO" TargetMode="External"/><Relationship Id="rId24" Type="http://schemas.openxmlformats.org/officeDocument/2006/relationships/hyperlink" Target="https://git.mpeg.expert/MPEG/Systems/explorations/-/issues/34" TargetMode="External"/><Relationship Id="rId32" Type="http://schemas.openxmlformats.org/officeDocument/2006/relationships/hyperlink" Target="https://c2pa.org/specifications/specifications/2.1/specs/C2PA_Specification.htm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git.mpeg.expert/MPEG/Systems/explorations/-/issues/23" TargetMode="External"/><Relationship Id="rId23" Type="http://schemas.openxmlformats.org/officeDocument/2006/relationships/image" Target="media/image5.png"/><Relationship Id="rId28" Type="http://schemas.openxmlformats.org/officeDocument/2006/relationships/hyperlink" Target="https://git.mpeg.expert/MPEG/Systems/explorations/-/issues/32" TargetMode="External"/><Relationship Id="rId36" Type="http://schemas.openxmlformats.org/officeDocument/2006/relationships/footer" Target="footer3.xml"/><Relationship Id="rId10" Type="http://schemas.openxmlformats.org/officeDocument/2006/relationships/hyperlink" Target="https://dms.mpeg.expert/doc_end_user/documents/148_Kemer/wg11/MDS24619_WG03_N01411.zip" TargetMode="External"/><Relationship Id="rId19" Type="http://schemas.openxmlformats.org/officeDocument/2006/relationships/image" Target="media/image2.png"/><Relationship Id="rId31" Type="http://schemas.openxmlformats.org/officeDocument/2006/relationships/hyperlink" Target="https://en.unesco.org/fightfakenews"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git.mpeg.expert/MPEG/Systems/explorations/-/issues/24" TargetMode="External"/><Relationship Id="rId22" Type="http://schemas.openxmlformats.org/officeDocument/2006/relationships/image" Target="media/image4.png"/><Relationship Id="rId27" Type="http://schemas.openxmlformats.org/officeDocument/2006/relationships/hyperlink" Target="https://git.mpeg.expert/MPEG/Systems/explorations/-/issues/32" TargetMode="External"/><Relationship Id="rId30" Type="http://schemas.openxmlformats.org/officeDocument/2006/relationships/hyperlink" Target="https://git.mpeg.expert/MPEG/Systems/explorations/-/issues/36" TargetMode="External"/><Relationship Id="rId35"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Template>
  <TotalTime>26</TotalTime>
  <Pages>21</Pages>
  <Words>6794</Words>
  <Characters>41717</Characters>
  <Application>Microsoft Office Word</Application>
  <DocSecurity>0</DocSecurity>
  <Lines>1303</Lines>
  <Paragraphs>782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afnor</Company>
  <LinksUpToDate>false</LinksUpToDate>
  <CharactersWithSpaces>47729</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Sodagar, Iraj</cp:lastModifiedBy>
  <cp:revision>4</cp:revision>
  <cp:lastPrinted>2019-10-09T15:37:00Z</cp:lastPrinted>
  <dcterms:created xsi:type="dcterms:W3CDTF">2025-10-17T21:04:00Z</dcterms:created>
  <dcterms:modified xsi:type="dcterms:W3CDTF">2025-10-17T21:22:00Z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