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1F06FEB4" w:rsidR="00CB798F" w:rsidRPr="008E1BE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E1BEB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E1BE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D0667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1311</w:t>
      </w:r>
      <w:r w:rsidR="004C352E" w:rsidRPr="008E1BE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E1BEB" w:rsidRDefault="00CB798F">
      <w:pPr>
        <w:rPr>
          <w:b/>
          <w:sz w:val="20"/>
          <w:lang w:val="en-GB"/>
        </w:rPr>
      </w:pPr>
    </w:p>
    <w:p w14:paraId="1C7F2D41" w14:textId="3CA79274" w:rsidR="00CB798F" w:rsidRPr="008E1BEB" w:rsidRDefault="00CB798F">
      <w:pPr>
        <w:rPr>
          <w:b/>
          <w:sz w:val="20"/>
          <w:lang w:val="en-GB"/>
        </w:rPr>
      </w:pPr>
    </w:p>
    <w:p w14:paraId="55F7DB2C" w14:textId="25F357F6" w:rsidR="00CB798F" w:rsidRPr="008E1BEB" w:rsidRDefault="00E843CE">
      <w:pPr>
        <w:spacing w:before="3"/>
        <w:rPr>
          <w:b/>
          <w:sz w:val="23"/>
          <w:lang w:val="en-GB"/>
        </w:rPr>
      </w:pPr>
      <w:r w:rsidRPr="008E1BE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E1BE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51F485F" w:rsidR="00CB798F" w:rsidRPr="008E1BE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D06670">
        <w:rPr>
          <w:rFonts w:ascii="Times New Roman" w:hAnsi="Times New Roman" w:cs="Times New Roman"/>
          <w:snapToGrid w:val="0"/>
          <w:lang w:val="en-GB"/>
        </w:rPr>
        <w:t>WD of ISO/IEC 23090-13 2nd edition Video Decoding Interface for Immersive Media</w: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E1BE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CAC3745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0667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2024-07-19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1A29AE95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0667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E1BE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E1BE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4F7E2DCB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E1BE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8E1BE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E1BE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999E00D" w:rsidR="00385C5D" w:rsidRPr="008E1BE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D0667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1311</w:t>
      </w:r>
      <w:r w:rsidR="004C352E"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4615309" w:rsidR="00954B0D" w:rsidRPr="008E1BEB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D06670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2024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137A8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E1BE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521A50" w:rsidR="00954B0D" w:rsidRPr="008E1BEB" w:rsidRDefault="00D433A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0667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23090-13 2nd edition Video Decoding Interface for Immersive Media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E1BE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E1BE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E1BE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E1BE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F3F84F7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0667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24157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A31E023" w14:textId="77DA65D0" w:rsidR="00553F6E" w:rsidRDefault="00D433AA" w:rsidP="00553F6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text of the </w:t>
      </w:r>
      <w:r w:rsidRPr="00D433AA">
        <w:rPr>
          <w:rFonts w:ascii="Times New Roman" w:hAnsi="Times New Roman" w:cs="Times New Roman"/>
          <w:sz w:val="24"/>
          <w:lang w:val="en-GB"/>
        </w:rPr>
        <w:t xml:space="preserve">WD of ISO/IEC 23090-13 2nd edition Video decoding interface for immersive media </w:t>
      </w:r>
      <w:r>
        <w:rPr>
          <w:rFonts w:ascii="Times New Roman" w:hAnsi="Times New Roman" w:cs="Times New Roman"/>
          <w:sz w:val="24"/>
          <w:lang w:val="en-GB"/>
        </w:rPr>
        <w:t>is attached.</w:t>
      </w: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2D946B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8"/>
      <w:footerReference w:type="default" r:id="rId1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1786A" w14:textId="77777777" w:rsidR="00145098" w:rsidRDefault="00145098" w:rsidP="009E784A">
      <w:r>
        <w:separator/>
      </w:r>
    </w:p>
  </w:endnote>
  <w:endnote w:type="continuationSeparator" w:id="0">
    <w:p w14:paraId="15C6EF5F" w14:textId="77777777" w:rsidR="00145098" w:rsidRDefault="00145098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2219" w14:textId="77777777" w:rsidR="00BD4DC4" w:rsidRDefault="00BD4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69F18" w14:textId="77777777" w:rsidR="00BD4DC4" w:rsidRDefault="00BD4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6B3E8" w14:textId="77777777" w:rsidR="00BD4DC4" w:rsidRDefault="00BD4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12244B" w:rsidRPr="00E0681D" w:rsidRDefault="0012244B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9DD48" w14:textId="77777777" w:rsidR="00145098" w:rsidRDefault="00145098" w:rsidP="009E784A">
      <w:r>
        <w:separator/>
      </w:r>
    </w:p>
  </w:footnote>
  <w:footnote w:type="continuationSeparator" w:id="0">
    <w:p w14:paraId="3D6CD4CE" w14:textId="77777777" w:rsidR="00145098" w:rsidRDefault="00145098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12662" w14:textId="77777777" w:rsidR="00BD4DC4" w:rsidRDefault="00BD4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76A35" w14:textId="77777777" w:rsidR="00BD4DC4" w:rsidRDefault="00BD4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511A" w14:textId="77777777" w:rsidR="00BD4DC4" w:rsidRDefault="00BD4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12244B" w:rsidRPr="00E0681D" w:rsidRDefault="0012244B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7D22DC"/>
    <w:multiLevelType w:val="hybridMultilevel"/>
    <w:tmpl w:val="0C1C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447909">
    <w:abstractNumId w:val="0"/>
  </w:num>
  <w:num w:numId="2" w16cid:durableId="254556790">
    <w:abstractNumId w:val="1"/>
  </w:num>
  <w:num w:numId="3" w16cid:durableId="119610895">
    <w:abstractNumId w:val="2"/>
  </w:num>
  <w:num w:numId="4" w16cid:durableId="52117332">
    <w:abstractNumId w:val="4"/>
  </w:num>
  <w:num w:numId="5" w16cid:durableId="474369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3C99"/>
    <w:rsid w:val="000968DA"/>
    <w:rsid w:val="000C78E6"/>
    <w:rsid w:val="000E7D99"/>
    <w:rsid w:val="0012244B"/>
    <w:rsid w:val="00137A85"/>
    <w:rsid w:val="00145098"/>
    <w:rsid w:val="0017051E"/>
    <w:rsid w:val="0018563E"/>
    <w:rsid w:val="00195FF0"/>
    <w:rsid w:val="00196997"/>
    <w:rsid w:val="001E18A9"/>
    <w:rsid w:val="002202DE"/>
    <w:rsid w:val="00227CC2"/>
    <w:rsid w:val="00263789"/>
    <w:rsid w:val="003226C8"/>
    <w:rsid w:val="00373AD1"/>
    <w:rsid w:val="00385C5D"/>
    <w:rsid w:val="003B0FC6"/>
    <w:rsid w:val="003F4C08"/>
    <w:rsid w:val="00407997"/>
    <w:rsid w:val="00494C8F"/>
    <w:rsid w:val="004C352E"/>
    <w:rsid w:val="004E459B"/>
    <w:rsid w:val="004E45B6"/>
    <w:rsid w:val="004F34B8"/>
    <w:rsid w:val="004F5473"/>
    <w:rsid w:val="00540DEA"/>
    <w:rsid w:val="00553F6E"/>
    <w:rsid w:val="005612C2"/>
    <w:rsid w:val="005B5B07"/>
    <w:rsid w:val="005C2A51"/>
    <w:rsid w:val="005F2FF2"/>
    <w:rsid w:val="00622C6C"/>
    <w:rsid w:val="0063127E"/>
    <w:rsid w:val="00651912"/>
    <w:rsid w:val="006D1598"/>
    <w:rsid w:val="006F7B3C"/>
    <w:rsid w:val="007B7792"/>
    <w:rsid w:val="007F537F"/>
    <w:rsid w:val="00804D88"/>
    <w:rsid w:val="00805670"/>
    <w:rsid w:val="00827179"/>
    <w:rsid w:val="00857110"/>
    <w:rsid w:val="00877A0D"/>
    <w:rsid w:val="00881CCB"/>
    <w:rsid w:val="008E1BE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03507"/>
    <w:rsid w:val="00B10D58"/>
    <w:rsid w:val="00B208EE"/>
    <w:rsid w:val="00B24CCE"/>
    <w:rsid w:val="00B62642"/>
    <w:rsid w:val="00B720BC"/>
    <w:rsid w:val="00B975B9"/>
    <w:rsid w:val="00BA60FC"/>
    <w:rsid w:val="00BC1590"/>
    <w:rsid w:val="00BD4DC4"/>
    <w:rsid w:val="00BF7E6E"/>
    <w:rsid w:val="00C00EE5"/>
    <w:rsid w:val="00C35646"/>
    <w:rsid w:val="00C955C7"/>
    <w:rsid w:val="00C960DC"/>
    <w:rsid w:val="00CB798F"/>
    <w:rsid w:val="00CD36BE"/>
    <w:rsid w:val="00CF1629"/>
    <w:rsid w:val="00D06670"/>
    <w:rsid w:val="00D30652"/>
    <w:rsid w:val="00D433AA"/>
    <w:rsid w:val="00D437AA"/>
    <w:rsid w:val="00D44A0A"/>
    <w:rsid w:val="00D709E9"/>
    <w:rsid w:val="00DE37E9"/>
    <w:rsid w:val="00E320F0"/>
    <w:rsid w:val="00E565AB"/>
    <w:rsid w:val="00E73531"/>
    <w:rsid w:val="00E843CE"/>
    <w:rsid w:val="00E9507F"/>
    <w:rsid w:val="00E965CC"/>
    <w:rsid w:val="00EA12EF"/>
    <w:rsid w:val="00EF2D59"/>
    <w:rsid w:val="00F03F9B"/>
    <w:rsid w:val="00F1471E"/>
    <w:rsid w:val="00F419DA"/>
    <w:rsid w:val="00F73309"/>
    <w:rsid w:val="00FE6EA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5339ede2a996349d7bd8882d3bc846b7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7fd825336fb0cf9c16c17a10bd5f305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2D2A5C-2BF7-47EF-B8F9-45985396D5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CB9E56-B3B2-4F06-B617-8B7C1A78A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4EFC5E-6A4F-498F-8FCC-11681DF05447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29579ab-57a9-4bef-bc1b-2624410c5e1c"/>
    <ds:schemaRef ds:uri="c872df49-ebad-488d-a324-025e4f6ab3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1012</Characters>
  <Application>Microsoft Office Word</Application>
  <DocSecurity>0</DocSecurity>
  <Lines>50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23090-13 2nd edition Video Decoding Interface for Immersive Media</vt:lpstr>
      <vt:lpstr/>
    </vt:vector>
  </TitlesOfParts>
  <Manager/>
  <Company/>
  <LinksUpToDate>false</LinksUpToDate>
  <CharactersWithSpaces>1144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23090-13 2nd edition Video Decoding Interface for Immersive Media</dc:title>
  <dc:subject/>
  <dc:creator>Emmanuel Thomas</dc:creator>
  <cp:keywords/>
  <dc:description/>
  <cp:lastModifiedBy>Emmanuel Thomas</cp:lastModifiedBy>
  <cp:revision>26</cp:revision>
  <dcterms:created xsi:type="dcterms:W3CDTF">2023-05-08T13:26:00Z</dcterms:created>
  <dcterms:modified xsi:type="dcterms:W3CDTF">2024-07-19T07:45:00Z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1311</vt:lpwstr>
  </property>
  <property fmtid="{D5CDD505-2E9C-101B-9397-08002B2CF9AE}" pid="3" name="MDMSNumber">
    <vt:lpwstr>24157</vt:lpwstr>
  </property>
  <property fmtid="{D5CDD505-2E9C-101B-9397-08002B2CF9AE}" pid="4" name="MSIP_Label_83bcef13-7cac-433f-ba1d-47a323951816_Enabled">
    <vt:lpwstr>true</vt:lpwstr>
  </property>
  <property fmtid="{D5CDD505-2E9C-101B-9397-08002B2CF9AE}" pid="5" name="MSIP_Label_83bcef13-7cac-433f-ba1d-47a323951816_SetDate">
    <vt:lpwstr>2023-04-28T06:50:17Z</vt:lpwstr>
  </property>
  <property fmtid="{D5CDD505-2E9C-101B-9397-08002B2CF9AE}" pid="6" name="MSIP_Label_83bcef13-7cac-433f-ba1d-47a323951816_Method">
    <vt:lpwstr>Privileged</vt:lpwstr>
  </property>
  <property fmtid="{D5CDD505-2E9C-101B-9397-08002B2CF9AE}" pid="7" name="MSIP_Label_83bcef13-7cac-433f-ba1d-47a323951816_Name">
    <vt:lpwstr>MTK_Unclassified</vt:lpwstr>
  </property>
  <property fmtid="{D5CDD505-2E9C-101B-9397-08002B2CF9AE}" pid="8" name="MSIP_Label_83bcef13-7cac-433f-ba1d-47a323951816_SiteId">
    <vt:lpwstr>a7687ede-7a6b-4ef6-bace-642f677fbe31</vt:lpwstr>
  </property>
  <property fmtid="{D5CDD505-2E9C-101B-9397-08002B2CF9AE}" pid="9" name="MSIP_Label_83bcef13-7cac-433f-ba1d-47a323951816_ActionId">
    <vt:lpwstr>78629f8e-7de3-4e31-9536-097aa7813d15</vt:lpwstr>
  </property>
  <property fmtid="{D5CDD505-2E9C-101B-9397-08002B2CF9AE}" pid="10" name="MSIP_Label_83bcef13-7cac-433f-ba1d-47a323951816_ContentBits">
    <vt:lpwstr>0</vt:lpwstr>
  </property>
  <property fmtid="{D5CDD505-2E9C-101B-9397-08002B2CF9AE}" pid="11" name="ContentTypeId">
    <vt:lpwstr>0x010100598371A9B2F58942932503DC52E58014</vt:lpwstr>
  </property>
  <property fmtid="{D5CDD505-2E9C-101B-9397-08002B2CF9AE}" pid="12" name="MediaServiceImageTags">
    <vt:lpwstr/>
  </property>
</Properties>
</file>