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_Toc163837199 \h </w:instrText>
        </w:r>
        <w:r w:rsidR="00464BAD">
          <w:rPr>
            <w:noProof/>
            <w:webHidden/>
          </w:rPr>
        </w:r>
        <w:r w:rsidR="00464BAD">
          <w:rPr>
            <w:noProof/>
            <w:webHidden/>
          </w:rPr>
          <w:fldChar w:fldCharType="separate"/>
        </w:r>
        <w:r w:rsidR="00464BAD">
          <w:rPr>
            <w:noProof/>
            <w:webHidden/>
          </w:rPr>
          <w:t>viii</w:t>
        </w:r>
        <w:r w:rsidR="00464BAD">
          <w:rPr>
            <w:noProof/>
            <w:webHidden/>
          </w:rPr>
          <w:fldChar w:fldCharType="end"/>
        </w:r>
      </w:hyperlink>
    </w:p>
    <w:p w14:paraId="2A189AA1" w14:textId="38BC6D85"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00464BAD" w:rsidRPr="00A5572F">
          <w:rPr>
            <w:rStyle w:val="Hyperlink"/>
            <w:noProof/>
            <w:lang w:val="en-US"/>
          </w:rPr>
          <w:t>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Scope</w:t>
        </w:r>
        <w:r w:rsidR="00464BAD">
          <w:rPr>
            <w:noProof/>
            <w:webHidden/>
          </w:rPr>
          <w:tab/>
        </w:r>
        <w:r w:rsidR="00464BAD">
          <w:rPr>
            <w:noProof/>
            <w:webHidden/>
          </w:rPr>
          <w:fldChar w:fldCharType="begin"/>
        </w:r>
        <w:r w:rsidR="00464BAD">
          <w:rPr>
            <w:noProof/>
            <w:webHidden/>
          </w:rPr>
          <w:instrText xml:space="preserve"> PAGEREF _Toc163837200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0CF0E297" w14:textId="2829644E"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00464BAD" w:rsidRPr="00A5572F">
          <w:rPr>
            <w:rStyle w:val="Hyperlink"/>
            <w:noProof/>
            <w:lang w:val="en-US"/>
          </w:rPr>
          <w:t>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Normative references</w:t>
        </w:r>
        <w:r w:rsidR="00464BAD">
          <w:rPr>
            <w:noProof/>
            <w:webHidden/>
          </w:rPr>
          <w:tab/>
        </w:r>
        <w:r w:rsidR="00464BAD">
          <w:rPr>
            <w:noProof/>
            <w:webHidden/>
          </w:rPr>
          <w:fldChar w:fldCharType="begin"/>
        </w:r>
        <w:r w:rsidR="00464BAD">
          <w:rPr>
            <w:noProof/>
            <w:webHidden/>
          </w:rPr>
          <w:instrText xml:space="preserve"> PAGEREF _Toc163837201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10317501" w14:textId="4F57CD51"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00464BAD" w:rsidRPr="00A5572F">
          <w:rPr>
            <w:rStyle w:val="Hyperlink"/>
            <w:noProof/>
            <w:lang w:val="en-US"/>
          </w:rPr>
          <w:t>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Terms and definitions</w:t>
        </w:r>
        <w:r w:rsidR="00464BAD">
          <w:rPr>
            <w:noProof/>
            <w:webHidden/>
          </w:rPr>
          <w:tab/>
        </w:r>
        <w:r w:rsidR="00464BAD">
          <w:rPr>
            <w:noProof/>
            <w:webHidden/>
          </w:rPr>
          <w:fldChar w:fldCharType="begin"/>
        </w:r>
        <w:r w:rsidR="00464BAD">
          <w:rPr>
            <w:noProof/>
            <w:webHidden/>
          </w:rPr>
          <w:instrText xml:space="preserve"> PAGEREF _Toc163837202 \h </w:instrText>
        </w:r>
        <w:r w:rsidR="00464BAD">
          <w:rPr>
            <w:noProof/>
            <w:webHidden/>
          </w:rPr>
        </w:r>
        <w:r w:rsidR="00464BAD">
          <w:rPr>
            <w:noProof/>
            <w:webHidden/>
          </w:rPr>
          <w:fldChar w:fldCharType="separate"/>
        </w:r>
        <w:r w:rsidR="00464BAD">
          <w:rPr>
            <w:noProof/>
            <w:webHidden/>
          </w:rPr>
          <w:t>1</w:t>
        </w:r>
        <w:r w:rsidR="00464BAD">
          <w:rPr>
            <w:noProof/>
            <w:webHidden/>
          </w:rPr>
          <w:fldChar w:fldCharType="end"/>
        </w:r>
      </w:hyperlink>
    </w:p>
    <w:p w14:paraId="5462590A" w14:textId="09076DE9"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00464BAD" w:rsidRPr="00A5572F">
          <w:rPr>
            <w:rStyle w:val="Hyperlink"/>
            <w:noProof/>
            <w:lang w:val="en-US"/>
          </w:rPr>
          <w:t>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Abbreviated terms</w:t>
        </w:r>
        <w:r w:rsidR="00464BAD">
          <w:rPr>
            <w:noProof/>
            <w:webHidden/>
          </w:rPr>
          <w:tab/>
        </w:r>
        <w:r w:rsidR="00464BAD">
          <w:rPr>
            <w:noProof/>
            <w:webHidden/>
          </w:rPr>
          <w:fldChar w:fldCharType="begin"/>
        </w:r>
        <w:r w:rsidR="00464BAD">
          <w:rPr>
            <w:noProof/>
            <w:webHidden/>
          </w:rPr>
          <w:instrText xml:space="preserve"> PAGEREF _Toc163837203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BFEBEE1" w14:textId="13863169"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00464BAD" w:rsidRPr="00A5572F">
          <w:rPr>
            <w:rStyle w:val="Hyperlink"/>
            <w:noProof/>
            <w:lang w:val="en-US"/>
          </w:rPr>
          <w:t>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decoding engine</w:t>
        </w:r>
        <w:r w:rsidR="00464BAD">
          <w:rPr>
            <w:noProof/>
            <w:webHidden/>
          </w:rPr>
          <w:tab/>
        </w:r>
        <w:r w:rsidR="00464BAD">
          <w:rPr>
            <w:noProof/>
            <w:webHidden/>
          </w:rPr>
          <w:fldChar w:fldCharType="begin"/>
        </w:r>
        <w:r w:rsidR="00464BAD">
          <w:rPr>
            <w:noProof/>
            <w:webHidden/>
          </w:rPr>
          <w:instrText xml:space="preserve"> PAGEREF _Toc163837204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56EDAD4E" w14:textId="735B1FF0"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00464BAD" w:rsidRPr="00A5572F">
          <w:rPr>
            <w:rStyle w:val="Hyperlink"/>
            <w:noProof/>
            <w:lang w:val="en-US"/>
          </w:rPr>
          <w:t>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_Toc163837205 \h </w:instrText>
        </w:r>
        <w:r w:rsidR="00464BAD">
          <w:rPr>
            <w:noProof/>
            <w:webHidden/>
          </w:rPr>
        </w:r>
        <w:r w:rsidR="00464BAD">
          <w:rPr>
            <w:noProof/>
            <w:webHidden/>
          </w:rPr>
          <w:fldChar w:fldCharType="separate"/>
        </w:r>
        <w:r w:rsidR="00464BAD">
          <w:rPr>
            <w:noProof/>
            <w:webHidden/>
          </w:rPr>
          <w:t>2</w:t>
        </w:r>
        <w:r w:rsidR="00464BAD">
          <w:rPr>
            <w:noProof/>
            <w:webHidden/>
          </w:rPr>
          <w:fldChar w:fldCharType="end"/>
        </w:r>
      </w:hyperlink>
    </w:p>
    <w:p w14:paraId="771E74EE" w14:textId="3690402B"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00464BAD" w:rsidRPr="00A5572F">
          <w:rPr>
            <w:rStyle w:val="Hyperlink"/>
            <w:noProof/>
            <w:lang w:val="en-US"/>
          </w:rPr>
          <w:t>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 video decoding interface</w:t>
        </w:r>
        <w:r w:rsidR="00464BAD">
          <w:rPr>
            <w:noProof/>
            <w:webHidden/>
          </w:rPr>
          <w:tab/>
        </w:r>
        <w:r w:rsidR="00464BAD">
          <w:rPr>
            <w:noProof/>
            <w:webHidden/>
          </w:rPr>
          <w:fldChar w:fldCharType="begin"/>
        </w:r>
        <w:r w:rsidR="00464BAD">
          <w:rPr>
            <w:noProof/>
            <w:webHidden/>
          </w:rPr>
          <w:instrText xml:space="preserve"> PAGEREF _Toc163837206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6678C85E" w14:textId="3B3448BF"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00464BAD" w:rsidRPr="00A5572F">
          <w:rPr>
            <w:rStyle w:val="Hyperlink"/>
            <w:noProof/>
            <w:lang w:val="en-US"/>
          </w:rPr>
          <w:t>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Output video decoding interface</w:t>
        </w:r>
        <w:r w:rsidR="00464BAD">
          <w:rPr>
            <w:noProof/>
            <w:webHidden/>
          </w:rPr>
          <w:tab/>
        </w:r>
        <w:r w:rsidR="00464BAD">
          <w:rPr>
            <w:noProof/>
            <w:webHidden/>
          </w:rPr>
          <w:fldChar w:fldCharType="begin"/>
        </w:r>
        <w:r w:rsidR="00464BAD">
          <w:rPr>
            <w:noProof/>
            <w:webHidden/>
          </w:rPr>
          <w:instrText xml:space="preserve"> PAGEREF _Toc163837207 \h </w:instrText>
        </w:r>
        <w:r w:rsidR="00464BAD">
          <w:rPr>
            <w:noProof/>
            <w:webHidden/>
          </w:rPr>
        </w:r>
        <w:r w:rsidR="00464BAD">
          <w:rPr>
            <w:noProof/>
            <w:webHidden/>
          </w:rPr>
          <w:fldChar w:fldCharType="separate"/>
        </w:r>
        <w:r w:rsidR="00464BAD">
          <w:rPr>
            <w:noProof/>
            <w:webHidden/>
          </w:rPr>
          <w:t>4</w:t>
        </w:r>
        <w:r w:rsidR="00464BAD">
          <w:rPr>
            <w:noProof/>
            <w:webHidden/>
          </w:rPr>
          <w:fldChar w:fldCharType="end"/>
        </w:r>
      </w:hyperlink>
    </w:p>
    <w:p w14:paraId="42ABAC5E" w14:textId="4442A775"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00464BAD" w:rsidRPr="00A5572F">
          <w:rPr>
            <w:rStyle w:val="Hyperlink"/>
            <w:noProof/>
            <w:lang w:val="en-US"/>
          </w:rPr>
          <w:t>5.4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Control interface to the Video Decoding Interface</w:t>
        </w:r>
        <w:r w:rsidR="00464BAD">
          <w:rPr>
            <w:noProof/>
            <w:webHidden/>
          </w:rPr>
          <w:tab/>
        </w:r>
        <w:r w:rsidR="00464BAD">
          <w:rPr>
            <w:noProof/>
            <w:webHidden/>
          </w:rPr>
          <w:fldChar w:fldCharType="begin"/>
        </w:r>
        <w:r w:rsidR="00464BAD">
          <w:rPr>
            <w:noProof/>
            <w:webHidden/>
          </w:rPr>
          <w:instrText xml:space="preserve"> PAGEREF _Toc163837208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4F007368" w14:textId="4B07242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00464BAD" w:rsidRPr="00A5572F">
          <w:rPr>
            <w:rStyle w:val="Hyperlink"/>
            <w:noProof/>
            <w:lang w:val="en-US"/>
          </w:rPr>
          <w:t>5.4.1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Functions</w:t>
        </w:r>
        <w:r w:rsidR="00464BAD">
          <w:rPr>
            <w:noProof/>
            <w:webHidden/>
          </w:rPr>
          <w:tab/>
        </w:r>
        <w:r w:rsidR="00464BAD">
          <w:rPr>
            <w:noProof/>
            <w:webHidden/>
          </w:rPr>
          <w:fldChar w:fldCharType="begin"/>
        </w:r>
        <w:r w:rsidR="00464BAD">
          <w:rPr>
            <w:noProof/>
            <w:webHidden/>
          </w:rPr>
          <w:instrText xml:space="preserve"> PAGEREF _Toc163837209 \h </w:instrText>
        </w:r>
        <w:r w:rsidR="00464BAD">
          <w:rPr>
            <w:noProof/>
            <w:webHidden/>
          </w:rPr>
        </w:r>
        <w:r w:rsidR="00464BAD">
          <w:rPr>
            <w:noProof/>
            <w:webHidden/>
          </w:rPr>
          <w:fldChar w:fldCharType="separate"/>
        </w:r>
        <w:r w:rsidR="00464BAD">
          <w:rPr>
            <w:noProof/>
            <w:webHidden/>
          </w:rPr>
          <w:t>5</w:t>
        </w:r>
        <w:r w:rsidR="00464BAD">
          <w:rPr>
            <w:noProof/>
            <w:webHidden/>
          </w:rPr>
          <w:fldChar w:fldCharType="end"/>
        </w:r>
      </w:hyperlink>
    </w:p>
    <w:p w14:paraId="5F582DC7" w14:textId="326CE375"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00464BAD" w:rsidRPr="00A5572F">
          <w:rPr>
            <w:rStyle w:val="Hyperlink"/>
            <w:noProof/>
            <w:lang w:val="en-US"/>
          </w:rPr>
          <w:t>5.5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decoding engine instantiations</w:t>
        </w:r>
        <w:r w:rsidR="00464BAD">
          <w:rPr>
            <w:noProof/>
            <w:webHidden/>
          </w:rPr>
          <w:tab/>
        </w:r>
        <w:r w:rsidR="00464BAD">
          <w:rPr>
            <w:noProof/>
            <w:webHidden/>
          </w:rPr>
          <w:fldChar w:fldCharType="begin"/>
        </w:r>
        <w:r w:rsidR="00464BAD">
          <w:rPr>
            <w:noProof/>
            <w:webHidden/>
          </w:rPr>
          <w:instrText xml:space="preserve"> PAGEREF _Toc163837210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4E112B1" w14:textId="2E231E33"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00464BAD" w:rsidRPr="00A5572F">
          <w:rPr>
            <w:rStyle w:val="Hyperlink"/>
            <w:noProof/>
            <w:lang w:val="en-US"/>
          </w:rPr>
          <w:t>5.5.1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OpenMAX™ integration layer (OpenMAX IL)</w:t>
        </w:r>
        <w:r w:rsidR="00464BAD">
          <w:rPr>
            <w:noProof/>
            <w:webHidden/>
          </w:rPr>
          <w:tab/>
        </w:r>
        <w:r w:rsidR="00464BAD">
          <w:rPr>
            <w:noProof/>
            <w:webHidden/>
          </w:rPr>
          <w:fldChar w:fldCharType="begin"/>
        </w:r>
        <w:r w:rsidR="00464BAD">
          <w:rPr>
            <w:noProof/>
            <w:webHidden/>
          </w:rPr>
          <w:instrText xml:space="preserve"> PAGEREF _Toc163837211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5997039D" w14:textId="14422BCC"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00464BAD" w:rsidRPr="00A5572F">
          <w:rPr>
            <w:rStyle w:val="Hyperlink"/>
            <w:noProof/>
            <w:lang w:val="en-US"/>
          </w:rPr>
          <w:t>5.5.2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on Vulkan</w:t>
        </w:r>
        <w:r w:rsidR="00464BAD" w:rsidRPr="00A5572F">
          <w:rPr>
            <w:rStyle w:val="Hyperlink"/>
            <w:noProof/>
            <w:vertAlign w:val="superscript"/>
            <w:lang w:val="en-US"/>
          </w:rPr>
          <w:t>®</w:t>
        </w:r>
        <w:r w:rsidR="00464BAD" w:rsidRPr="00A5572F">
          <w:rPr>
            <w:rStyle w:val="Hyperlink"/>
            <w:noProof/>
            <w:lang w:val="en-US"/>
          </w:rPr>
          <w:t xml:space="preserve"> Video</w:t>
        </w:r>
        <w:r w:rsidR="00464BAD">
          <w:rPr>
            <w:noProof/>
            <w:webHidden/>
          </w:rPr>
          <w:tab/>
        </w:r>
        <w:r w:rsidR="00464BAD">
          <w:rPr>
            <w:noProof/>
            <w:webHidden/>
          </w:rPr>
          <w:fldChar w:fldCharType="begin"/>
        </w:r>
        <w:r w:rsidR="00464BAD">
          <w:rPr>
            <w:noProof/>
            <w:webHidden/>
          </w:rPr>
          <w:instrText xml:space="preserve"> PAGEREF _Toc163837212 \h </w:instrText>
        </w:r>
        <w:r w:rsidR="00464BAD">
          <w:rPr>
            <w:noProof/>
            <w:webHidden/>
          </w:rPr>
        </w:r>
        <w:r w:rsidR="00464BAD">
          <w:rPr>
            <w:noProof/>
            <w:webHidden/>
          </w:rPr>
          <w:fldChar w:fldCharType="separate"/>
        </w:r>
        <w:r w:rsidR="00464BAD">
          <w:rPr>
            <w:noProof/>
            <w:webHidden/>
          </w:rPr>
          <w:t>10</w:t>
        </w:r>
        <w:r w:rsidR="00464BAD">
          <w:rPr>
            <w:noProof/>
            <w:webHidden/>
          </w:rPr>
          <w:fldChar w:fldCharType="end"/>
        </w:r>
      </w:hyperlink>
    </w:p>
    <w:p w14:paraId="11728CC8" w14:textId="3E358F87"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00464BAD" w:rsidRPr="00A5572F">
          <w:rPr>
            <w:rStyle w:val="Hyperlink"/>
            <w:noProof/>
            <w:lang w:val="en-US"/>
          </w:rPr>
          <w:t>5.5.3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Informative mapping</w:t>
        </w:r>
        <w:r w:rsidR="00464BAD">
          <w:rPr>
            <w:noProof/>
            <w:webHidden/>
          </w:rPr>
          <w:tab/>
        </w:r>
        <w:r w:rsidR="00464BAD">
          <w:rPr>
            <w:noProof/>
            <w:webHidden/>
          </w:rPr>
          <w:fldChar w:fldCharType="begin"/>
        </w:r>
        <w:r w:rsidR="00464BAD">
          <w:rPr>
            <w:noProof/>
            <w:webHidden/>
          </w:rPr>
          <w:instrText xml:space="preserve"> PAGEREF _Toc163837213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728F99F6" w14:textId="1514DBF7"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00464BAD" w:rsidRPr="00A5572F">
          <w:rPr>
            <w:rStyle w:val="Hyperlink"/>
            <w:noProof/>
          </w:rPr>
          <w:t>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VDI systems decoder model</w:t>
        </w:r>
        <w:r w:rsidR="00464BAD">
          <w:rPr>
            <w:noProof/>
            <w:webHidden/>
          </w:rPr>
          <w:tab/>
        </w:r>
        <w:r w:rsidR="00464BAD">
          <w:rPr>
            <w:noProof/>
            <w:webHidden/>
          </w:rPr>
          <w:fldChar w:fldCharType="begin"/>
        </w:r>
        <w:r w:rsidR="00464BAD">
          <w:rPr>
            <w:noProof/>
            <w:webHidden/>
          </w:rPr>
          <w:instrText xml:space="preserve"> PAGEREF _Toc163837214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A12733F" w14:textId="7478DB6D"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00464BAD" w:rsidRPr="00A5572F">
          <w:rPr>
            <w:rStyle w:val="Hyperlink"/>
            <w:noProof/>
          </w:rPr>
          <w:t>6.1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Introduction</w:t>
        </w:r>
        <w:r w:rsidR="00464BAD">
          <w:rPr>
            <w:noProof/>
            <w:webHidden/>
          </w:rPr>
          <w:tab/>
        </w:r>
        <w:r w:rsidR="00464BAD">
          <w:rPr>
            <w:noProof/>
            <w:webHidden/>
          </w:rPr>
          <w:fldChar w:fldCharType="begin"/>
        </w:r>
        <w:r w:rsidR="00464BAD">
          <w:rPr>
            <w:noProof/>
            <w:webHidden/>
          </w:rPr>
          <w:instrText xml:space="preserve"> PAGEREF _Toc163837215 \h </w:instrText>
        </w:r>
        <w:r w:rsidR="00464BAD">
          <w:rPr>
            <w:noProof/>
            <w:webHidden/>
          </w:rPr>
        </w:r>
        <w:r w:rsidR="00464BAD">
          <w:rPr>
            <w:noProof/>
            <w:webHidden/>
          </w:rPr>
          <w:fldChar w:fldCharType="separate"/>
        </w:r>
        <w:r w:rsidR="00464BAD">
          <w:rPr>
            <w:noProof/>
            <w:webHidden/>
          </w:rPr>
          <w:t>14</w:t>
        </w:r>
        <w:r w:rsidR="00464BAD">
          <w:rPr>
            <w:noProof/>
            <w:webHidden/>
          </w:rPr>
          <w:fldChar w:fldCharType="end"/>
        </w:r>
      </w:hyperlink>
    </w:p>
    <w:p w14:paraId="00DBFB8D" w14:textId="54ACEB76"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00464BAD" w:rsidRPr="00A5572F">
          <w:rPr>
            <w:rStyle w:val="Hyperlink"/>
            <w:noProof/>
          </w:rPr>
          <w:t>6.2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Concepts of the VDI systems decoder model</w:t>
        </w:r>
        <w:r w:rsidR="00464BAD">
          <w:rPr>
            <w:noProof/>
            <w:webHidden/>
          </w:rPr>
          <w:tab/>
        </w:r>
        <w:r w:rsidR="00464BAD">
          <w:rPr>
            <w:noProof/>
            <w:webHidden/>
          </w:rPr>
          <w:fldChar w:fldCharType="begin"/>
        </w:r>
        <w:r w:rsidR="00464BAD">
          <w:rPr>
            <w:noProof/>
            <w:webHidden/>
          </w:rPr>
          <w:instrText xml:space="preserve"> PAGEREF _Toc163837216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124E0487" w14:textId="2EEA3928"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00464BAD" w:rsidRPr="00A5572F">
          <w:rPr>
            <w:rStyle w:val="Hyperlink"/>
            <w:noProof/>
          </w:rPr>
          <w:t>6.2.1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General</w:t>
        </w:r>
        <w:r w:rsidR="00464BAD">
          <w:rPr>
            <w:noProof/>
            <w:webHidden/>
          </w:rPr>
          <w:tab/>
        </w:r>
        <w:r w:rsidR="00464BAD">
          <w:rPr>
            <w:noProof/>
            <w:webHidden/>
          </w:rPr>
          <w:fldChar w:fldCharType="begin"/>
        </w:r>
        <w:r w:rsidR="00464BAD">
          <w:rPr>
            <w:noProof/>
            <w:webHidden/>
          </w:rPr>
          <w:instrText xml:space="preserve"> PAGEREF _Toc163837217 \h </w:instrText>
        </w:r>
        <w:r w:rsidR="00464BAD">
          <w:rPr>
            <w:noProof/>
            <w:webHidden/>
          </w:rPr>
        </w:r>
        <w:r w:rsidR="00464BAD">
          <w:rPr>
            <w:noProof/>
            <w:webHidden/>
          </w:rPr>
          <w:fldChar w:fldCharType="separate"/>
        </w:r>
        <w:r w:rsidR="00464BAD">
          <w:rPr>
            <w:noProof/>
            <w:webHidden/>
          </w:rPr>
          <w:t>15</w:t>
        </w:r>
        <w:r w:rsidR="00464BAD">
          <w:rPr>
            <w:noProof/>
            <w:webHidden/>
          </w:rPr>
          <w:fldChar w:fldCharType="end"/>
        </w:r>
      </w:hyperlink>
    </w:p>
    <w:p w14:paraId="56105A47" w14:textId="685B3B17"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00464BAD" w:rsidRPr="00A5572F">
          <w:rPr>
            <w:rStyle w:val="Hyperlink"/>
            <w:noProof/>
          </w:rPr>
          <w:t>6.2.2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w:t>
        </w:r>
        <w:r w:rsidR="00464BAD">
          <w:rPr>
            <w:noProof/>
            <w:webHidden/>
          </w:rPr>
          <w:tab/>
        </w:r>
        <w:r w:rsidR="00464BAD">
          <w:rPr>
            <w:noProof/>
            <w:webHidden/>
          </w:rPr>
          <w:fldChar w:fldCharType="begin"/>
        </w:r>
        <w:r w:rsidR="00464BAD">
          <w:rPr>
            <w:noProof/>
            <w:webHidden/>
          </w:rPr>
          <w:instrText xml:space="preserve"> PAGEREF _Toc163837218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C6433B7" w14:textId="44700E36"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00464BAD" w:rsidRPr="00A5572F">
          <w:rPr>
            <w:rStyle w:val="Hyperlink"/>
            <w:noProof/>
          </w:rPr>
          <w:t>6.2.3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Media stream interface</w:t>
        </w:r>
        <w:r w:rsidR="00464BAD">
          <w:rPr>
            <w:noProof/>
            <w:webHidden/>
          </w:rPr>
          <w:tab/>
        </w:r>
        <w:r w:rsidR="00464BAD">
          <w:rPr>
            <w:noProof/>
            <w:webHidden/>
          </w:rPr>
          <w:fldChar w:fldCharType="begin"/>
        </w:r>
        <w:r w:rsidR="00464BAD">
          <w:rPr>
            <w:noProof/>
            <w:webHidden/>
          </w:rPr>
          <w:instrText xml:space="preserve"> PAGEREF _Toc163837219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B20D470" w14:textId="1135BD16"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00464BAD" w:rsidRPr="00A5572F">
          <w:rPr>
            <w:rStyle w:val="Hyperlink"/>
            <w:noProof/>
          </w:rPr>
          <w:t>6.2.4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Input formatter</w:t>
        </w:r>
        <w:r w:rsidR="00464BAD">
          <w:rPr>
            <w:noProof/>
            <w:webHidden/>
          </w:rPr>
          <w:tab/>
        </w:r>
        <w:r w:rsidR="00464BAD">
          <w:rPr>
            <w:noProof/>
            <w:webHidden/>
          </w:rPr>
          <w:fldChar w:fldCharType="begin"/>
        </w:r>
        <w:r w:rsidR="00464BAD">
          <w:rPr>
            <w:noProof/>
            <w:webHidden/>
          </w:rPr>
          <w:instrText xml:space="preserve"> PAGEREF _Toc163837220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582A82C" w14:textId="5E257DA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00464BAD" w:rsidRPr="00A5572F">
          <w:rPr>
            <w:rStyle w:val="Hyperlink"/>
            <w:noProof/>
          </w:rPr>
          <w:t>6.2.5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Access Units (AU)</w:t>
        </w:r>
        <w:r w:rsidR="00464BAD">
          <w:rPr>
            <w:noProof/>
            <w:webHidden/>
          </w:rPr>
          <w:tab/>
        </w:r>
        <w:r w:rsidR="00464BAD">
          <w:rPr>
            <w:noProof/>
            <w:webHidden/>
          </w:rPr>
          <w:fldChar w:fldCharType="begin"/>
        </w:r>
        <w:r w:rsidR="00464BAD">
          <w:rPr>
            <w:noProof/>
            <w:webHidden/>
          </w:rPr>
          <w:instrText xml:space="preserve"> PAGEREF _Toc163837221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307A97DF" w14:textId="3D7245C3"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00464BAD" w:rsidRPr="00A5572F">
          <w:rPr>
            <w:rStyle w:val="Hyperlink"/>
            <w:noProof/>
          </w:rPr>
          <w:t>6.2.6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Buffer (DB)</w:t>
        </w:r>
        <w:r w:rsidR="00464BAD">
          <w:rPr>
            <w:noProof/>
            <w:webHidden/>
          </w:rPr>
          <w:tab/>
        </w:r>
        <w:r w:rsidR="00464BAD">
          <w:rPr>
            <w:noProof/>
            <w:webHidden/>
          </w:rPr>
          <w:fldChar w:fldCharType="begin"/>
        </w:r>
        <w:r w:rsidR="00464BAD">
          <w:rPr>
            <w:noProof/>
            <w:webHidden/>
          </w:rPr>
          <w:instrText xml:space="preserve"> PAGEREF _Toc163837222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A211176" w14:textId="24676091"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00464BAD" w:rsidRPr="00A5572F">
          <w:rPr>
            <w:rStyle w:val="Hyperlink"/>
            <w:noProof/>
          </w:rPr>
          <w:t>6.2.7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Streams (ES)</w:t>
        </w:r>
        <w:r w:rsidR="00464BAD">
          <w:rPr>
            <w:noProof/>
            <w:webHidden/>
          </w:rPr>
          <w:tab/>
        </w:r>
        <w:r w:rsidR="00464BAD">
          <w:rPr>
            <w:noProof/>
            <w:webHidden/>
          </w:rPr>
          <w:fldChar w:fldCharType="begin"/>
        </w:r>
        <w:r w:rsidR="00464BAD">
          <w:rPr>
            <w:noProof/>
            <w:webHidden/>
          </w:rPr>
          <w:instrText xml:space="preserve"> PAGEREF _Toc163837223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11A7D8B3" w14:textId="4B111D2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00464BAD" w:rsidRPr="00A5572F">
          <w:rPr>
            <w:rStyle w:val="Hyperlink"/>
            <w:noProof/>
          </w:rPr>
          <w:t>6.2.8</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Elementary Stream Interface (ESI)</w:t>
        </w:r>
        <w:r w:rsidR="00464BAD">
          <w:rPr>
            <w:noProof/>
            <w:webHidden/>
          </w:rPr>
          <w:tab/>
        </w:r>
        <w:r w:rsidR="00464BAD">
          <w:rPr>
            <w:noProof/>
            <w:webHidden/>
          </w:rPr>
          <w:fldChar w:fldCharType="begin"/>
        </w:r>
        <w:r w:rsidR="00464BAD">
          <w:rPr>
            <w:noProof/>
            <w:webHidden/>
          </w:rPr>
          <w:instrText xml:space="preserve"> PAGEREF _Toc163837224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6F311607" w14:textId="2A9849B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00464BAD" w:rsidRPr="00A5572F">
          <w:rPr>
            <w:rStyle w:val="Hyperlink"/>
            <w:noProof/>
          </w:rPr>
          <w:t>6.2.9</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Decoder</w:t>
        </w:r>
        <w:r w:rsidR="00464BAD">
          <w:rPr>
            <w:noProof/>
            <w:webHidden/>
          </w:rPr>
          <w:tab/>
        </w:r>
        <w:r w:rsidR="00464BAD">
          <w:rPr>
            <w:noProof/>
            <w:webHidden/>
          </w:rPr>
          <w:fldChar w:fldCharType="begin"/>
        </w:r>
        <w:r w:rsidR="00464BAD">
          <w:rPr>
            <w:noProof/>
            <w:webHidden/>
          </w:rPr>
          <w:instrText xml:space="preserve"> PAGEREF _Toc163837225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492703ED" w14:textId="22643C6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00464BAD" w:rsidRPr="00A5572F">
          <w:rPr>
            <w:rStyle w:val="Hyperlink"/>
            <w:noProof/>
          </w:rPr>
          <w:t>6.2.10</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Units (CU)</w:t>
        </w:r>
        <w:r w:rsidR="00464BAD">
          <w:rPr>
            <w:noProof/>
            <w:webHidden/>
          </w:rPr>
          <w:tab/>
        </w:r>
        <w:r w:rsidR="00464BAD">
          <w:rPr>
            <w:noProof/>
            <w:webHidden/>
          </w:rPr>
          <w:fldChar w:fldCharType="begin"/>
        </w:r>
        <w:r w:rsidR="00464BAD">
          <w:rPr>
            <w:noProof/>
            <w:webHidden/>
          </w:rPr>
          <w:instrText xml:space="preserve"> PAGEREF _Toc163837226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78CE7ED3" w14:textId="609E7D61"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00464BAD" w:rsidRPr="00A5572F">
          <w:rPr>
            <w:rStyle w:val="Hyperlink"/>
            <w:noProof/>
          </w:rPr>
          <w:t>6.2.11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Memory (CM)</w:t>
        </w:r>
        <w:r w:rsidR="00464BAD">
          <w:rPr>
            <w:noProof/>
            <w:webHidden/>
          </w:rPr>
          <w:tab/>
        </w:r>
        <w:r w:rsidR="00464BAD">
          <w:rPr>
            <w:noProof/>
            <w:webHidden/>
          </w:rPr>
          <w:fldChar w:fldCharType="begin"/>
        </w:r>
        <w:r w:rsidR="00464BAD">
          <w:rPr>
            <w:noProof/>
            <w:webHidden/>
          </w:rPr>
          <w:instrText xml:space="preserve"> PAGEREF _Toc163837227 \h </w:instrText>
        </w:r>
        <w:r w:rsidR="00464BAD">
          <w:rPr>
            <w:noProof/>
            <w:webHidden/>
          </w:rPr>
        </w:r>
        <w:r w:rsidR="00464BAD">
          <w:rPr>
            <w:noProof/>
            <w:webHidden/>
          </w:rPr>
          <w:fldChar w:fldCharType="separate"/>
        </w:r>
        <w:r w:rsidR="00464BAD">
          <w:rPr>
            <w:noProof/>
            <w:webHidden/>
          </w:rPr>
          <w:t>16</w:t>
        </w:r>
        <w:r w:rsidR="00464BAD">
          <w:rPr>
            <w:noProof/>
            <w:webHidden/>
          </w:rPr>
          <w:fldChar w:fldCharType="end"/>
        </w:r>
      </w:hyperlink>
    </w:p>
    <w:p w14:paraId="24E45BCA" w14:textId="2CDBAD25"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00464BAD" w:rsidRPr="00A5572F">
          <w:rPr>
            <w:rStyle w:val="Hyperlink"/>
            <w:noProof/>
          </w:rPr>
          <w:t>6.2.12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Compositor</w:t>
        </w:r>
        <w:r w:rsidR="00464BAD">
          <w:rPr>
            <w:noProof/>
            <w:webHidden/>
          </w:rPr>
          <w:tab/>
        </w:r>
        <w:r w:rsidR="00464BAD">
          <w:rPr>
            <w:noProof/>
            <w:webHidden/>
          </w:rPr>
          <w:fldChar w:fldCharType="begin"/>
        </w:r>
        <w:r w:rsidR="00464BAD">
          <w:rPr>
            <w:noProof/>
            <w:webHidden/>
          </w:rPr>
          <w:instrText xml:space="preserve"> PAGEREF _Toc163837228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67A22707" w14:textId="5F45592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00464BAD" w:rsidRPr="00A5572F">
          <w:rPr>
            <w:rStyle w:val="Hyperlink"/>
            <w:noProof/>
          </w:rPr>
          <w:t>6.2.13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Object Time Base (OTB)</w:t>
        </w:r>
        <w:r w:rsidR="00464BAD">
          <w:rPr>
            <w:noProof/>
            <w:webHidden/>
          </w:rPr>
          <w:tab/>
        </w:r>
        <w:r w:rsidR="00464BAD">
          <w:rPr>
            <w:noProof/>
            <w:webHidden/>
          </w:rPr>
          <w:fldChar w:fldCharType="begin"/>
        </w:r>
        <w:r w:rsidR="00464BAD">
          <w:rPr>
            <w:noProof/>
            <w:webHidden/>
          </w:rPr>
          <w:instrText xml:space="preserve"> PAGEREF _Toc163837229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52C01ECB" w14:textId="118A03B2"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00464BAD" w:rsidRPr="00A5572F">
          <w:rPr>
            <w:rStyle w:val="Hyperlink"/>
            <w:noProof/>
          </w:rPr>
          <w:t>6.2.14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Decoding Time Stamp (DTS)</w:t>
        </w:r>
        <w:r w:rsidR="00464BAD">
          <w:rPr>
            <w:noProof/>
            <w:webHidden/>
          </w:rPr>
          <w:tab/>
        </w:r>
        <w:r w:rsidR="00464BAD">
          <w:rPr>
            <w:noProof/>
            <w:webHidden/>
          </w:rPr>
          <w:fldChar w:fldCharType="begin"/>
        </w:r>
        <w:r w:rsidR="00464BAD">
          <w:rPr>
            <w:noProof/>
            <w:webHidden/>
          </w:rPr>
          <w:instrText xml:space="preserve"> PAGEREF _Toc163837230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2F6A3720" w14:textId="5F7E609A"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00464BAD" w:rsidRPr="00A5572F">
          <w:rPr>
            <w:rStyle w:val="Hyperlink"/>
            <w:noProof/>
          </w:rPr>
          <w:t>6.2.15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Composition Time Stamp (CTS)</w:t>
        </w:r>
        <w:r w:rsidR="00464BAD">
          <w:rPr>
            <w:noProof/>
            <w:webHidden/>
          </w:rPr>
          <w:tab/>
        </w:r>
        <w:r w:rsidR="00464BAD">
          <w:rPr>
            <w:noProof/>
            <w:webHidden/>
          </w:rPr>
          <w:fldChar w:fldCharType="begin"/>
        </w:r>
        <w:r w:rsidR="00464BAD">
          <w:rPr>
            <w:noProof/>
            <w:webHidden/>
          </w:rPr>
          <w:instrText xml:space="preserve"> PAGEREF _Toc163837231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18D19740" w14:textId="75262D6C"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00464BAD" w:rsidRPr="00A5572F">
          <w:rPr>
            <w:rStyle w:val="Hyperlink"/>
            <w:noProof/>
          </w:rPr>
          <w:t>6.3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rPr>
          <w:t>Timing model</w:t>
        </w:r>
        <w:r w:rsidR="00464BAD">
          <w:rPr>
            <w:noProof/>
            <w:webHidden/>
          </w:rPr>
          <w:tab/>
        </w:r>
        <w:r w:rsidR="00464BAD">
          <w:rPr>
            <w:noProof/>
            <w:webHidden/>
          </w:rPr>
          <w:fldChar w:fldCharType="begin"/>
        </w:r>
        <w:r w:rsidR="00464BAD">
          <w:rPr>
            <w:noProof/>
            <w:webHidden/>
          </w:rPr>
          <w:instrText xml:space="preserve"> PAGEREF _Toc163837232 \h </w:instrText>
        </w:r>
        <w:r w:rsidR="00464BAD">
          <w:rPr>
            <w:noProof/>
            <w:webHidden/>
          </w:rPr>
        </w:r>
        <w:r w:rsidR="00464BAD">
          <w:rPr>
            <w:noProof/>
            <w:webHidden/>
          </w:rPr>
          <w:fldChar w:fldCharType="separate"/>
        </w:r>
        <w:r w:rsidR="00464BAD">
          <w:rPr>
            <w:noProof/>
            <w:webHidden/>
          </w:rPr>
          <w:t>17</w:t>
        </w:r>
        <w:r w:rsidR="00464BAD">
          <w:rPr>
            <w:noProof/>
            <w:webHidden/>
          </w:rPr>
          <w:fldChar w:fldCharType="end"/>
        </w:r>
      </w:hyperlink>
    </w:p>
    <w:p w14:paraId="3BA436CF" w14:textId="573A6B4C"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00464BAD" w:rsidRPr="00A5572F">
          <w:rPr>
            <w:rStyle w:val="Hyperlink"/>
            <w:noProof/>
            <w:lang w:val="en-US"/>
          </w:rPr>
          <w:t>7</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Video decoder interface</w:t>
        </w:r>
        <w:r w:rsidR="00464BAD">
          <w:rPr>
            <w:noProof/>
            <w:webHidden/>
          </w:rPr>
          <w:tab/>
        </w:r>
        <w:r w:rsidR="00464BAD">
          <w:rPr>
            <w:noProof/>
            <w:webHidden/>
          </w:rPr>
          <w:fldChar w:fldCharType="begin"/>
        </w:r>
        <w:r w:rsidR="00464BAD">
          <w:rPr>
            <w:noProof/>
            <w:webHidden/>
          </w:rPr>
          <w:instrText xml:space="preserve"> PAGEREF _Toc163837233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25D784C2" w14:textId="41692E42"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00464BAD" w:rsidRPr="00A5572F">
          <w:rPr>
            <w:rStyle w:val="Hyperlink"/>
            <w:noProof/>
            <w:lang w:val="en-US"/>
          </w:rPr>
          <w:t>7.1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_Toc163837234 \h </w:instrText>
        </w:r>
        <w:r w:rsidR="00464BAD">
          <w:rPr>
            <w:noProof/>
            <w:webHidden/>
          </w:rPr>
        </w:r>
        <w:r w:rsidR="00464BAD">
          <w:rPr>
            <w:noProof/>
            <w:webHidden/>
          </w:rPr>
          <w:fldChar w:fldCharType="separate"/>
        </w:r>
        <w:r w:rsidR="00464BAD">
          <w:rPr>
            <w:noProof/>
            <w:webHidden/>
          </w:rPr>
          <w:t>18</w:t>
        </w:r>
        <w:r w:rsidR="00464BAD">
          <w:rPr>
            <w:noProof/>
            <w:webHidden/>
          </w:rPr>
          <w:fldChar w:fldCharType="end"/>
        </w:r>
      </w:hyperlink>
    </w:p>
    <w:p w14:paraId="580CCCFC" w14:textId="4A72D26F"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00464BAD" w:rsidRPr="00A5572F">
          <w:rPr>
            <w:rStyle w:val="Hyperlink"/>
            <w:noProof/>
            <w:lang w:val="en-US"/>
          </w:rPr>
          <w:t>7.2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Operations on input media streams</w:t>
        </w:r>
        <w:r w:rsidR="00464BAD">
          <w:rPr>
            <w:noProof/>
            <w:webHidden/>
          </w:rPr>
          <w:tab/>
        </w:r>
        <w:r w:rsidR="00464BAD">
          <w:rPr>
            <w:noProof/>
            <w:webHidden/>
          </w:rPr>
          <w:fldChar w:fldCharType="begin"/>
        </w:r>
        <w:r w:rsidR="00464BAD">
          <w:rPr>
            <w:noProof/>
            <w:webHidden/>
          </w:rPr>
          <w:instrText xml:space="preserve"> PAGEREF _Toc163837235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E20B676" w14:textId="1A502706"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00464BAD" w:rsidRPr="00A5572F">
          <w:rPr>
            <w:rStyle w:val="Hyperlink"/>
            <w:noProof/>
            <w:lang w:val="en-US"/>
          </w:rPr>
          <w:t>7.2.1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_Toc163837236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804C1AE" w14:textId="23A3AD9A"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00464BAD" w:rsidRPr="00A5572F">
          <w:rPr>
            <w:rStyle w:val="Hyperlink"/>
            <w:noProof/>
            <w:lang w:val="en-US"/>
          </w:rPr>
          <w:t>7.2.2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Concepts</w:t>
        </w:r>
        <w:r w:rsidR="00464BAD">
          <w:rPr>
            <w:noProof/>
            <w:webHidden/>
          </w:rPr>
          <w:tab/>
        </w:r>
        <w:r w:rsidR="00464BAD">
          <w:rPr>
            <w:noProof/>
            <w:webHidden/>
          </w:rPr>
          <w:fldChar w:fldCharType="begin"/>
        </w:r>
        <w:r w:rsidR="00464BAD">
          <w:rPr>
            <w:noProof/>
            <w:webHidden/>
          </w:rPr>
          <w:instrText xml:space="preserve"> PAGEREF _Toc163837237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798710F1" w14:textId="672DCCB3"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00464BAD" w:rsidRPr="00A5572F">
          <w:rPr>
            <w:rStyle w:val="Hyperlink"/>
            <w:noProof/>
            <w:lang w:val="en-US"/>
          </w:rPr>
          <w:t>7.2.3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Filtering by video object identifier</w:t>
        </w:r>
        <w:r w:rsidR="00464BAD">
          <w:rPr>
            <w:noProof/>
            <w:webHidden/>
          </w:rPr>
          <w:tab/>
        </w:r>
        <w:r w:rsidR="00464BAD">
          <w:rPr>
            <w:noProof/>
            <w:webHidden/>
          </w:rPr>
          <w:fldChar w:fldCharType="begin"/>
        </w:r>
        <w:r w:rsidR="00464BAD">
          <w:rPr>
            <w:noProof/>
            <w:webHidden/>
          </w:rPr>
          <w:instrText xml:space="preserve"> PAGEREF _Toc163837238 \h </w:instrText>
        </w:r>
        <w:r w:rsidR="00464BAD">
          <w:rPr>
            <w:noProof/>
            <w:webHidden/>
          </w:rPr>
        </w:r>
        <w:r w:rsidR="00464BAD">
          <w:rPr>
            <w:noProof/>
            <w:webHidden/>
          </w:rPr>
          <w:fldChar w:fldCharType="separate"/>
        </w:r>
        <w:r w:rsidR="00464BAD">
          <w:rPr>
            <w:noProof/>
            <w:webHidden/>
          </w:rPr>
          <w:t>19</w:t>
        </w:r>
        <w:r w:rsidR="00464BAD">
          <w:rPr>
            <w:noProof/>
            <w:webHidden/>
          </w:rPr>
          <w:fldChar w:fldCharType="end"/>
        </w:r>
      </w:hyperlink>
    </w:p>
    <w:p w14:paraId="4DA1DA7F" w14:textId="38DF7F3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00464BAD" w:rsidRPr="00A5572F">
          <w:rPr>
            <w:rStyle w:val="Hyperlink"/>
            <w:noProof/>
            <w:lang w:val="en-US"/>
          </w:rPr>
          <w:t>7.2.4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Inserting video objects</w:t>
        </w:r>
        <w:r w:rsidR="00464BAD">
          <w:rPr>
            <w:noProof/>
            <w:webHidden/>
          </w:rPr>
          <w:tab/>
        </w:r>
        <w:r w:rsidR="00464BAD">
          <w:rPr>
            <w:noProof/>
            <w:webHidden/>
          </w:rPr>
          <w:fldChar w:fldCharType="begin"/>
        </w:r>
        <w:r w:rsidR="00464BAD">
          <w:rPr>
            <w:noProof/>
            <w:webHidden/>
          </w:rPr>
          <w:instrText xml:space="preserve"> PAGEREF _Toc163837239 \h </w:instrText>
        </w:r>
        <w:r w:rsidR="00464BAD">
          <w:rPr>
            <w:noProof/>
            <w:webHidden/>
          </w:rPr>
        </w:r>
        <w:r w:rsidR="00464BAD">
          <w:rPr>
            <w:noProof/>
            <w:webHidden/>
          </w:rPr>
          <w:fldChar w:fldCharType="separate"/>
        </w:r>
        <w:r w:rsidR="00464BAD">
          <w:rPr>
            <w:noProof/>
            <w:webHidden/>
          </w:rPr>
          <w:t>20</w:t>
        </w:r>
        <w:r w:rsidR="00464BAD">
          <w:rPr>
            <w:noProof/>
            <w:webHidden/>
          </w:rPr>
          <w:fldChar w:fldCharType="end"/>
        </w:r>
      </w:hyperlink>
    </w:p>
    <w:p w14:paraId="5548182C" w14:textId="439A8EF8"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00464BAD" w:rsidRPr="00A5572F">
          <w:rPr>
            <w:rStyle w:val="Hyperlink"/>
            <w:noProof/>
            <w:lang w:val="en-US"/>
          </w:rPr>
          <w:t>7.2.5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two video objects</w:t>
        </w:r>
        <w:r w:rsidR="00464BAD">
          <w:rPr>
            <w:noProof/>
            <w:webHidden/>
          </w:rPr>
          <w:tab/>
        </w:r>
        <w:r w:rsidR="00464BAD">
          <w:rPr>
            <w:noProof/>
            <w:webHidden/>
          </w:rPr>
          <w:fldChar w:fldCharType="begin"/>
        </w:r>
        <w:r w:rsidR="00464BAD">
          <w:rPr>
            <w:noProof/>
            <w:webHidden/>
          </w:rPr>
          <w:instrText xml:space="preserve"> PAGEREF _Toc163837240 \h </w:instrText>
        </w:r>
        <w:r w:rsidR="00464BAD">
          <w:rPr>
            <w:noProof/>
            <w:webHidden/>
          </w:rPr>
        </w:r>
        <w:r w:rsidR="00464BAD">
          <w:rPr>
            <w:noProof/>
            <w:webHidden/>
          </w:rPr>
          <w:fldChar w:fldCharType="separate"/>
        </w:r>
        <w:r w:rsidR="00464BAD">
          <w:rPr>
            <w:noProof/>
            <w:webHidden/>
          </w:rPr>
          <w:t>22</w:t>
        </w:r>
        <w:r w:rsidR="00464BAD">
          <w:rPr>
            <w:noProof/>
            <w:webHidden/>
          </w:rPr>
          <w:fldChar w:fldCharType="end"/>
        </w:r>
      </w:hyperlink>
    </w:p>
    <w:p w14:paraId="49D42840" w14:textId="643EACD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00464BAD" w:rsidRPr="00A5572F">
          <w:rPr>
            <w:rStyle w:val="Hyperlink"/>
            <w:noProof/>
            <w:lang w:val="en-US"/>
          </w:rPr>
          <w:t>7.2.6</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Stacking two video objects</w:t>
        </w:r>
        <w:r w:rsidR="00464BAD">
          <w:rPr>
            <w:noProof/>
            <w:webHidden/>
          </w:rPr>
          <w:tab/>
        </w:r>
        <w:r w:rsidR="00464BAD">
          <w:rPr>
            <w:noProof/>
            <w:webHidden/>
          </w:rPr>
          <w:fldChar w:fldCharType="begin"/>
        </w:r>
        <w:r w:rsidR="00464BAD">
          <w:rPr>
            <w:noProof/>
            <w:webHidden/>
          </w:rPr>
          <w:instrText xml:space="preserve"> PAGEREF _Toc163837241 \h </w:instrText>
        </w:r>
        <w:r w:rsidR="00464BAD">
          <w:rPr>
            <w:noProof/>
            <w:webHidden/>
          </w:rPr>
        </w:r>
        <w:r w:rsidR="00464BAD">
          <w:rPr>
            <w:noProof/>
            <w:webHidden/>
          </w:rPr>
          <w:fldChar w:fldCharType="separate"/>
        </w:r>
        <w:r w:rsidR="00464BAD">
          <w:rPr>
            <w:noProof/>
            <w:webHidden/>
          </w:rPr>
          <w:t>23</w:t>
        </w:r>
        <w:r w:rsidR="00464BAD">
          <w:rPr>
            <w:noProof/>
            <w:webHidden/>
          </w:rPr>
          <w:fldChar w:fldCharType="end"/>
        </w:r>
      </w:hyperlink>
    </w:p>
    <w:p w14:paraId="6B18F80A" w14:textId="0822BE87"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00464BAD" w:rsidRPr="00A5572F">
          <w:rPr>
            <w:rStyle w:val="Hyperlink"/>
            <w:noProof/>
            <w:lang w:val="en-US"/>
          </w:rPr>
          <w:t>7.3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23008-2 high efficiency video coding (HEVC)</w:t>
        </w:r>
        <w:r w:rsidR="00464BAD">
          <w:rPr>
            <w:noProof/>
            <w:webHidden/>
          </w:rPr>
          <w:tab/>
        </w:r>
        <w:r w:rsidR="00464BAD">
          <w:rPr>
            <w:noProof/>
            <w:webHidden/>
          </w:rPr>
          <w:fldChar w:fldCharType="begin"/>
        </w:r>
        <w:r w:rsidR="00464BAD">
          <w:rPr>
            <w:noProof/>
            <w:webHidden/>
          </w:rPr>
          <w:instrText xml:space="preserve"> PAGEREF _Toc163837242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37F07AD7" w14:textId="7425A437"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00464BAD" w:rsidRPr="00A5572F">
          <w:rPr>
            <w:rStyle w:val="Hyperlink"/>
            <w:noProof/>
            <w:lang w:val="en-US"/>
          </w:rPr>
          <w:t>7.3.1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_Toc163837243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1FA55077" w14:textId="75A56333"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00464BAD" w:rsidRPr="00A5572F">
          <w:rPr>
            <w:rStyle w:val="Hyperlink"/>
            <w:noProof/>
            <w:lang w:val="en-US"/>
          </w:rPr>
          <w:t>7.3.2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_Toc163837244 \h </w:instrText>
        </w:r>
        <w:r w:rsidR="00464BAD">
          <w:rPr>
            <w:noProof/>
            <w:webHidden/>
          </w:rPr>
        </w:r>
        <w:r w:rsidR="00464BAD">
          <w:rPr>
            <w:noProof/>
            <w:webHidden/>
          </w:rPr>
          <w:fldChar w:fldCharType="separate"/>
        </w:r>
        <w:r w:rsidR="00464BAD">
          <w:rPr>
            <w:noProof/>
            <w:webHidden/>
          </w:rPr>
          <w:t>24</w:t>
        </w:r>
        <w:r w:rsidR="00464BAD">
          <w:rPr>
            <w:noProof/>
            <w:webHidden/>
          </w:rPr>
          <w:fldChar w:fldCharType="end"/>
        </w:r>
      </w:hyperlink>
    </w:p>
    <w:p w14:paraId="240CAE36" w14:textId="15A77721"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00464BAD" w:rsidRPr="00A5572F">
          <w:rPr>
            <w:rStyle w:val="Hyperlink"/>
            <w:noProof/>
            <w:lang w:val="en-US"/>
          </w:rPr>
          <w:t>7.4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Layer-based instantiation for ISO/IEC 23090-3 versatile video coding (VVC)</w:t>
        </w:r>
        <w:r w:rsidR="00464BAD">
          <w:rPr>
            <w:noProof/>
            <w:webHidden/>
          </w:rPr>
          <w:tab/>
        </w:r>
        <w:r w:rsidR="00464BAD">
          <w:rPr>
            <w:noProof/>
            <w:webHidden/>
          </w:rPr>
          <w:fldChar w:fldCharType="begin"/>
        </w:r>
        <w:r w:rsidR="00464BAD">
          <w:rPr>
            <w:noProof/>
            <w:webHidden/>
          </w:rPr>
          <w:instrText xml:space="preserve"> PAGEREF _Toc163837245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15842450" w14:textId="4C3AE418"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00464BAD" w:rsidRPr="00A5572F">
          <w:rPr>
            <w:rStyle w:val="Hyperlink"/>
            <w:noProof/>
            <w:lang w:val="en-US"/>
          </w:rPr>
          <w:t>7.4.1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_Toc163837246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0971CA9C" w14:textId="5CE744E9"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00464BAD" w:rsidRPr="00A5572F">
          <w:rPr>
            <w:rStyle w:val="Hyperlink"/>
            <w:noProof/>
            <w:lang w:val="en-US"/>
          </w:rPr>
          <w:t>7.4.2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 constraints</w:t>
        </w:r>
        <w:r w:rsidR="00464BAD">
          <w:rPr>
            <w:noProof/>
            <w:webHidden/>
          </w:rPr>
          <w:tab/>
        </w:r>
        <w:r w:rsidR="00464BAD">
          <w:rPr>
            <w:noProof/>
            <w:webHidden/>
          </w:rPr>
          <w:fldChar w:fldCharType="begin"/>
        </w:r>
        <w:r w:rsidR="00464BAD">
          <w:rPr>
            <w:noProof/>
            <w:webHidden/>
          </w:rPr>
          <w:instrText xml:space="preserve"> PAGEREF _Toc163837247 \h </w:instrText>
        </w:r>
        <w:r w:rsidR="00464BAD">
          <w:rPr>
            <w:noProof/>
            <w:webHidden/>
          </w:rPr>
        </w:r>
        <w:r w:rsidR="00464BAD">
          <w:rPr>
            <w:noProof/>
            <w:webHidden/>
          </w:rPr>
          <w:fldChar w:fldCharType="separate"/>
        </w:r>
        <w:r w:rsidR="00464BAD">
          <w:rPr>
            <w:noProof/>
            <w:webHidden/>
          </w:rPr>
          <w:t>25</w:t>
        </w:r>
        <w:r w:rsidR="00464BAD">
          <w:rPr>
            <w:noProof/>
            <w:webHidden/>
          </w:rPr>
          <w:fldChar w:fldCharType="end"/>
        </w:r>
      </w:hyperlink>
    </w:p>
    <w:p w14:paraId="6D768954" w14:textId="6458BEF3" w:rsidR="00464BAD" w:rsidRDefault="0041442B">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00464BAD" w:rsidRPr="00A5572F">
          <w:rPr>
            <w:rStyle w:val="Hyperlink"/>
            <w:noProof/>
            <w:lang w:val="en-US"/>
          </w:rPr>
          <w:t>7.5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Slice-based instantiation for ISO/IEC 23094-1 essential video coding (EVC)</w:t>
        </w:r>
        <w:r w:rsidR="00464BAD">
          <w:rPr>
            <w:noProof/>
            <w:webHidden/>
          </w:rPr>
          <w:tab/>
        </w:r>
        <w:r w:rsidR="00464BAD">
          <w:rPr>
            <w:noProof/>
            <w:webHidden/>
          </w:rPr>
          <w:fldChar w:fldCharType="begin"/>
        </w:r>
        <w:r w:rsidR="00464BAD">
          <w:rPr>
            <w:noProof/>
            <w:webHidden/>
          </w:rPr>
          <w:instrText xml:space="preserve"> PAGEREF _Toc163837248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77F405E" w14:textId="64EC7B1C"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00464BAD" w:rsidRPr="00A5572F">
          <w:rPr>
            <w:rStyle w:val="Hyperlink"/>
            <w:noProof/>
            <w:lang w:val="en-US"/>
          </w:rPr>
          <w:t>7.5.1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_Toc163837249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67D542DE" w14:textId="2B24FAED" w:rsidR="00464BAD" w:rsidRDefault="0041442B">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00464BAD" w:rsidRPr="00A5572F">
          <w:rPr>
            <w:rStyle w:val="Hyperlink"/>
            <w:noProof/>
            <w:lang w:val="en-US"/>
          </w:rPr>
          <w:t>7.5.2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and elementary streams constraints</w:t>
        </w:r>
        <w:r w:rsidR="00464BAD">
          <w:rPr>
            <w:noProof/>
            <w:webHidden/>
          </w:rPr>
          <w:tab/>
        </w:r>
        <w:r w:rsidR="00464BAD">
          <w:rPr>
            <w:noProof/>
            <w:webHidden/>
          </w:rPr>
          <w:fldChar w:fldCharType="begin"/>
        </w:r>
        <w:r w:rsidR="00464BAD">
          <w:rPr>
            <w:noProof/>
            <w:webHidden/>
          </w:rPr>
          <w:instrText xml:space="preserve"> PAGEREF _Toc163837250 \h </w:instrText>
        </w:r>
        <w:r w:rsidR="00464BAD">
          <w:rPr>
            <w:noProof/>
            <w:webHidden/>
          </w:rPr>
        </w:r>
        <w:r w:rsidR="00464BAD">
          <w:rPr>
            <w:noProof/>
            <w:webHidden/>
          </w:rPr>
          <w:fldChar w:fldCharType="separate"/>
        </w:r>
        <w:r w:rsidR="00464BAD">
          <w:rPr>
            <w:noProof/>
            <w:webHidden/>
          </w:rPr>
          <w:t>27</w:t>
        </w:r>
        <w:r w:rsidR="00464BAD">
          <w:rPr>
            <w:noProof/>
            <w:webHidden/>
          </w:rPr>
          <w:fldChar w:fldCharType="end"/>
        </w:r>
      </w:hyperlink>
    </w:p>
    <w:p w14:paraId="7B732E10" w14:textId="75859BB1"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00464BAD" w:rsidRPr="00A5572F">
          <w:rPr>
            <w:rStyle w:val="Hyperlink"/>
            <w:noProof/>
            <w:lang w:val="en-US"/>
          </w:rPr>
          <w:t>Annex A (normative)  Control interface IDL definition</w:t>
        </w:r>
        <w:r w:rsidR="00464BAD">
          <w:rPr>
            <w:noProof/>
            <w:webHidden/>
          </w:rPr>
          <w:tab/>
        </w:r>
        <w:r w:rsidR="00464BAD">
          <w:rPr>
            <w:noProof/>
            <w:webHidden/>
          </w:rPr>
          <w:fldChar w:fldCharType="begin"/>
        </w:r>
        <w:r w:rsidR="00464BAD">
          <w:rPr>
            <w:noProof/>
            <w:webHidden/>
          </w:rPr>
          <w:instrText xml:space="preserve"> PAGEREF _Toc163837251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CBB1FD7" w14:textId="037AE7F1"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00464BAD" w:rsidRPr="00A5572F">
          <w:rPr>
            <w:rStyle w:val="Hyperlink"/>
            <w:noProof/>
            <w:lang w:val="en-US"/>
          </w:rPr>
          <w:t>A.1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_Toc163837252 \h </w:instrText>
        </w:r>
        <w:r w:rsidR="00464BAD">
          <w:rPr>
            <w:noProof/>
            <w:webHidden/>
          </w:rPr>
        </w:r>
        <w:r w:rsidR="00464BAD">
          <w:rPr>
            <w:noProof/>
            <w:webHidden/>
          </w:rPr>
          <w:fldChar w:fldCharType="separate"/>
        </w:r>
        <w:r w:rsidR="00464BAD">
          <w:rPr>
            <w:noProof/>
            <w:webHidden/>
          </w:rPr>
          <w:t>30</w:t>
        </w:r>
        <w:r w:rsidR="00464BAD">
          <w:rPr>
            <w:noProof/>
            <w:webHidden/>
          </w:rPr>
          <w:fldChar w:fldCharType="end"/>
        </w:r>
      </w:hyperlink>
    </w:p>
    <w:p w14:paraId="01C130AF" w14:textId="379487E0"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00464BAD" w:rsidRPr="00A5572F">
          <w:rPr>
            <w:rStyle w:val="Hyperlink"/>
            <w:noProof/>
            <w:lang w:val="en-US"/>
          </w:rPr>
          <w:t>Annex B (informative)  OpenMAX IL VDI extension header</w:t>
        </w:r>
        <w:r w:rsidR="00464BAD">
          <w:rPr>
            <w:noProof/>
            <w:webHidden/>
          </w:rPr>
          <w:tab/>
        </w:r>
        <w:r w:rsidR="00464BAD">
          <w:rPr>
            <w:noProof/>
            <w:webHidden/>
          </w:rPr>
          <w:fldChar w:fldCharType="begin"/>
        </w:r>
        <w:r w:rsidR="00464BAD">
          <w:rPr>
            <w:noProof/>
            <w:webHidden/>
          </w:rPr>
          <w:instrText xml:space="preserve"> PAGEREF _Toc163837253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6B75582D" w14:textId="326AFC84"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00464BAD" w:rsidRPr="00A5572F">
          <w:rPr>
            <w:rStyle w:val="Hyperlink"/>
            <w:noProof/>
            <w:lang w:val="en-US"/>
          </w:rPr>
          <w:t>B.1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_Toc163837254 \h </w:instrText>
        </w:r>
        <w:r w:rsidR="00464BAD">
          <w:rPr>
            <w:noProof/>
            <w:webHidden/>
          </w:rPr>
        </w:r>
        <w:r w:rsidR="00464BAD">
          <w:rPr>
            <w:noProof/>
            <w:webHidden/>
          </w:rPr>
          <w:fldChar w:fldCharType="separate"/>
        </w:r>
        <w:r w:rsidR="00464BAD">
          <w:rPr>
            <w:noProof/>
            <w:webHidden/>
          </w:rPr>
          <w:t>31</w:t>
        </w:r>
        <w:r w:rsidR="00464BAD">
          <w:rPr>
            <w:noProof/>
            <w:webHidden/>
          </w:rPr>
          <w:fldChar w:fldCharType="end"/>
        </w:r>
      </w:hyperlink>
    </w:p>
    <w:p w14:paraId="0FC4B5CE" w14:textId="4FC58C7B"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00464BAD" w:rsidRPr="00A5572F">
          <w:rPr>
            <w:rStyle w:val="Hyperlink"/>
            <w:noProof/>
            <w:lang w:val="fr-CH"/>
          </w:rPr>
          <w:t xml:space="preserve">Annex C (normative)  Supplemental </w:t>
        </w:r>
        <w:r w:rsidR="00464BAD" w:rsidRPr="00A5572F">
          <w:rPr>
            <w:rStyle w:val="Hyperlink"/>
            <w:noProof/>
          </w:rPr>
          <w:t>enhancement</w:t>
        </w:r>
        <w:r w:rsidR="00464BAD" w:rsidRPr="00A5572F">
          <w:rPr>
            <w:rStyle w:val="Hyperlink"/>
            <w:noProof/>
            <w:lang w:val="fr-CH"/>
          </w:rPr>
          <w:t xml:space="preserve"> information (SEI) syntax and semantics</w:t>
        </w:r>
        <w:r w:rsidR="00464BAD">
          <w:rPr>
            <w:noProof/>
            <w:webHidden/>
          </w:rPr>
          <w:tab/>
        </w:r>
        <w:r w:rsidR="00464BAD">
          <w:rPr>
            <w:noProof/>
            <w:webHidden/>
          </w:rPr>
          <w:fldChar w:fldCharType="begin"/>
        </w:r>
        <w:r w:rsidR="00464BAD">
          <w:rPr>
            <w:noProof/>
            <w:webHidden/>
          </w:rPr>
          <w:instrText xml:space="preserve"> PAGEREF _Toc163837255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87F6932" w14:textId="28C2E821"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00464BAD" w:rsidRPr="00A5572F">
          <w:rPr>
            <w:rStyle w:val="Hyperlink"/>
            <w:noProof/>
            <w:lang w:val="en-US"/>
          </w:rPr>
          <w:t>C.1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VDI SEI envelope</w:t>
        </w:r>
        <w:r w:rsidR="00464BAD">
          <w:rPr>
            <w:noProof/>
            <w:webHidden/>
          </w:rPr>
          <w:tab/>
        </w:r>
        <w:r w:rsidR="00464BAD">
          <w:rPr>
            <w:noProof/>
            <w:webHidden/>
          </w:rPr>
          <w:fldChar w:fldCharType="begin"/>
        </w:r>
        <w:r w:rsidR="00464BAD">
          <w:rPr>
            <w:noProof/>
            <w:webHidden/>
          </w:rPr>
          <w:instrText xml:space="preserve"> PAGEREF _Toc163837256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1AF34FF9" w14:textId="21CA0D80"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00464BAD" w:rsidRPr="00A5572F">
          <w:rPr>
            <w:rStyle w:val="Hyperlink"/>
            <w:noProof/>
            <w:lang w:val="en-US"/>
          </w:rPr>
          <w:t>C.2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Independent layer info SEI message</w:t>
        </w:r>
        <w:r w:rsidR="00464BAD">
          <w:rPr>
            <w:noProof/>
            <w:webHidden/>
          </w:rPr>
          <w:tab/>
        </w:r>
        <w:r w:rsidR="00464BAD">
          <w:rPr>
            <w:noProof/>
            <w:webHidden/>
          </w:rPr>
          <w:fldChar w:fldCharType="begin"/>
        </w:r>
        <w:r w:rsidR="00464BAD">
          <w:rPr>
            <w:noProof/>
            <w:webHidden/>
          </w:rPr>
          <w:instrText xml:space="preserve"> PAGEREF _Toc163837257 \h </w:instrText>
        </w:r>
        <w:r w:rsidR="00464BAD">
          <w:rPr>
            <w:noProof/>
            <w:webHidden/>
          </w:rPr>
        </w:r>
        <w:r w:rsidR="00464BAD">
          <w:rPr>
            <w:noProof/>
            <w:webHidden/>
          </w:rPr>
          <w:fldChar w:fldCharType="separate"/>
        </w:r>
        <w:r w:rsidR="00464BAD">
          <w:rPr>
            <w:noProof/>
            <w:webHidden/>
          </w:rPr>
          <w:t>32</w:t>
        </w:r>
        <w:r w:rsidR="00464BAD">
          <w:rPr>
            <w:noProof/>
            <w:webHidden/>
          </w:rPr>
          <w:fldChar w:fldCharType="end"/>
        </w:r>
      </w:hyperlink>
    </w:p>
    <w:p w14:paraId="034FCEC4" w14:textId="6133B00E"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00464BAD" w:rsidRPr="00A5572F">
          <w:rPr>
            <w:rStyle w:val="Hyperlink"/>
            <w:noProof/>
            <w:lang w:val="en-US"/>
          </w:rPr>
          <w:t>C.3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Examples of video object positioning</w:t>
        </w:r>
        <w:r w:rsidR="00464BAD">
          <w:rPr>
            <w:noProof/>
            <w:webHidden/>
          </w:rPr>
          <w:tab/>
        </w:r>
        <w:r w:rsidR="00464BAD">
          <w:rPr>
            <w:noProof/>
            <w:webHidden/>
          </w:rPr>
          <w:fldChar w:fldCharType="begin"/>
        </w:r>
        <w:r w:rsidR="00464BAD">
          <w:rPr>
            <w:noProof/>
            <w:webHidden/>
          </w:rPr>
          <w:instrText xml:space="preserve"> PAGEREF _Toc163837258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27BBD75F" w14:textId="1002035F"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00464BAD" w:rsidRPr="00A5572F">
          <w:rPr>
            <w:rStyle w:val="Hyperlink"/>
            <w:noProof/>
            <w:lang w:val="en-US"/>
          </w:rPr>
          <w:t>C.3.1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w:t>
        </w:r>
        <w:r w:rsidR="00464BAD">
          <w:rPr>
            <w:noProof/>
            <w:webHidden/>
          </w:rPr>
          <w:tab/>
        </w:r>
        <w:r w:rsidR="00464BAD">
          <w:rPr>
            <w:noProof/>
            <w:webHidden/>
          </w:rPr>
          <w:fldChar w:fldCharType="begin"/>
        </w:r>
        <w:r w:rsidR="00464BAD">
          <w:rPr>
            <w:noProof/>
            <w:webHidden/>
          </w:rPr>
          <w:instrText xml:space="preserve"> PAGEREF _Toc163837259 \h </w:instrText>
        </w:r>
        <w:r w:rsidR="00464BAD">
          <w:rPr>
            <w:noProof/>
            <w:webHidden/>
          </w:rPr>
        </w:r>
        <w:r w:rsidR="00464BAD">
          <w:rPr>
            <w:noProof/>
            <w:webHidden/>
          </w:rPr>
          <w:fldChar w:fldCharType="separate"/>
        </w:r>
        <w:r w:rsidR="00464BAD">
          <w:rPr>
            <w:noProof/>
            <w:webHidden/>
          </w:rPr>
          <w:t>35</w:t>
        </w:r>
        <w:r w:rsidR="00464BAD">
          <w:rPr>
            <w:noProof/>
            <w:webHidden/>
          </w:rPr>
          <w:fldChar w:fldCharType="end"/>
        </w:r>
      </w:hyperlink>
    </w:p>
    <w:p w14:paraId="6C422AC2" w14:textId="1DE9EE67"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00464BAD" w:rsidRPr="00A5572F">
          <w:rPr>
            <w:rStyle w:val="Hyperlink"/>
            <w:noProof/>
            <w:lang w:val="en-US"/>
          </w:rPr>
          <w:t>C.3.2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Appending and stacking</w:t>
        </w:r>
        <w:r w:rsidR="00464BAD">
          <w:rPr>
            <w:noProof/>
            <w:webHidden/>
          </w:rPr>
          <w:tab/>
        </w:r>
        <w:r w:rsidR="00464BAD">
          <w:rPr>
            <w:noProof/>
            <w:webHidden/>
          </w:rPr>
          <w:fldChar w:fldCharType="begin"/>
        </w:r>
        <w:r w:rsidR="00464BAD">
          <w:rPr>
            <w:noProof/>
            <w:webHidden/>
          </w:rPr>
          <w:instrText xml:space="preserve"> PAGEREF _Toc163837260 \h </w:instrText>
        </w:r>
        <w:r w:rsidR="00464BAD">
          <w:rPr>
            <w:noProof/>
            <w:webHidden/>
          </w:rPr>
        </w:r>
        <w:r w:rsidR="00464BAD">
          <w:rPr>
            <w:noProof/>
            <w:webHidden/>
          </w:rPr>
          <w:fldChar w:fldCharType="separate"/>
        </w:r>
        <w:r w:rsidR="00464BAD">
          <w:rPr>
            <w:noProof/>
            <w:webHidden/>
          </w:rPr>
          <w:t>36</w:t>
        </w:r>
        <w:r w:rsidR="00464BAD">
          <w:rPr>
            <w:noProof/>
            <w:webHidden/>
          </w:rPr>
          <w:fldChar w:fldCharType="end"/>
        </w:r>
      </w:hyperlink>
    </w:p>
    <w:p w14:paraId="416F3DC0" w14:textId="63A25003"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00464BAD" w:rsidRPr="00A5572F">
          <w:rPr>
            <w:rStyle w:val="Hyperlink"/>
            <w:noProof/>
            <w:lang w:val="en-US"/>
          </w:rPr>
          <w:t>Annex D (informative)  Example implementations of input formatting operations</w:t>
        </w:r>
        <w:r w:rsidR="00464BAD">
          <w:rPr>
            <w:noProof/>
            <w:webHidden/>
          </w:rPr>
          <w:tab/>
        </w:r>
        <w:r w:rsidR="00464BAD">
          <w:rPr>
            <w:noProof/>
            <w:webHidden/>
          </w:rPr>
          <w:fldChar w:fldCharType="begin"/>
        </w:r>
        <w:r w:rsidR="00464BAD">
          <w:rPr>
            <w:noProof/>
            <w:webHidden/>
          </w:rPr>
          <w:instrText xml:space="preserve"> PAGEREF _Toc163837261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63A0D088" w14:textId="2CF6CC57"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00464BAD" w:rsidRPr="00A5572F">
          <w:rPr>
            <w:rStyle w:val="Hyperlink"/>
            <w:noProof/>
            <w:lang w:val="en-US"/>
          </w:rPr>
          <w:t>D.1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General</w:t>
        </w:r>
        <w:r w:rsidR="00464BAD">
          <w:rPr>
            <w:noProof/>
            <w:webHidden/>
          </w:rPr>
          <w:tab/>
        </w:r>
        <w:r w:rsidR="00464BAD">
          <w:rPr>
            <w:noProof/>
            <w:webHidden/>
          </w:rPr>
          <w:fldChar w:fldCharType="begin"/>
        </w:r>
        <w:r w:rsidR="00464BAD">
          <w:rPr>
            <w:noProof/>
            <w:webHidden/>
          </w:rPr>
          <w:instrText xml:space="preserve"> PAGEREF _Toc163837262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2B6CCCD2" w14:textId="63233F4B"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00464BAD" w:rsidRPr="00A5572F">
          <w:rPr>
            <w:rStyle w:val="Hyperlink"/>
            <w:noProof/>
            <w:lang w:val="en-US"/>
          </w:rPr>
          <w:t>D.2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application control</w:t>
        </w:r>
        <w:r w:rsidR="00464BAD">
          <w:rPr>
            <w:noProof/>
            <w:webHidden/>
          </w:rPr>
          <w:tab/>
        </w:r>
        <w:r w:rsidR="00464BAD">
          <w:rPr>
            <w:noProof/>
            <w:webHidden/>
          </w:rPr>
          <w:fldChar w:fldCharType="begin"/>
        </w:r>
        <w:r w:rsidR="00464BAD">
          <w:rPr>
            <w:noProof/>
            <w:webHidden/>
          </w:rPr>
          <w:instrText xml:space="preserve"> PAGEREF _Toc163837263 \h </w:instrText>
        </w:r>
        <w:r w:rsidR="00464BAD">
          <w:rPr>
            <w:noProof/>
            <w:webHidden/>
          </w:rPr>
        </w:r>
        <w:r w:rsidR="00464BAD">
          <w:rPr>
            <w:noProof/>
            <w:webHidden/>
          </w:rPr>
          <w:fldChar w:fldCharType="separate"/>
        </w:r>
        <w:r w:rsidR="00464BAD">
          <w:rPr>
            <w:noProof/>
            <w:webHidden/>
          </w:rPr>
          <w:t>39</w:t>
        </w:r>
        <w:r w:rsidR="00464BAD">
          <w:rPr>
            <w:noProof/>
            <w:webHidden/>
          </w:rPr>
          <w:fldChar w:fldCharType="end"/>
        </w:r>
      </w:hyperlink>
    </w:p>
    <w:p w14:paraId="07FA5ED9" w14:textId="600538B7"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00464BAD" w:rsidRPr="00A5572F">
          <w:rPr>
            <w:rStyle w:val="Hyperlink"/>
            <w:noProof/>
            <w:lang w:val="en-US"/>
          </w:rPr>
          <w:t>D.3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Creating a 2-by-2 video mosaic via SEI control</w:t>
        </w:r>
        <w:r w:rsidR="00464BAD">
          <w:rPr>
            <w:noProof/>
            <w:webHidden/>
          </w:rPr>
          <w:tab/>
        </w:r>
        <w:r w:rsidR="00464BAD">
          <w:rPr>
            <w:noProof/>
            <w:webHidden/>
          </w:rPr>
          <w:fldChar w:fldCharType="begin"/>
        </w:r>
        <w:r w:rsidR="00464BAD">
          <w:rPr>
            <w:noProof/>
            <w:webHidden/>
          </w:rPr>
          <w:instrText xml:space="preserve"> PAGEREF _Toc163837264 \h </w:instrText>
        </w:r>
        <w:r w:rsidR="00464BAD">
          <w:rPr>
            <w:noProof/>
            <w:webHidden/>
          </w:rPr>
        </w:r>
        <w:r w:rsidR="00464BAD">
          <w:rPr>
            <w:noProof/>
            <w:webHidden/>
          </w:rPr>
          <w:fldChar w:fldCharType="separate"/>
        </w:r>
        <w:r w:rsidR="00464BAD">
          <w:rPr>
            <w:noProof/>
            <w:webHidden/>
          </w:rPr>
          <w:t>42</w:t>
        </w:r>
        <w:r w:rsidR="00464BAD">
          <w:rPr>
            <w:noProof/>
            <w:webHidden/>
          </w:rPr>
          <w:fldChar w:fldCharType="end"/>
        </w:r>
      </w:hyperlink>
    </w:p>
    <w:p w14:paraId="2B15540B" w14:textId="657DDD08"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00464BAD" w:rsidRPr="00A5572F">
          <w:rPr>
            <w:rStyle w:val="Hyperlink"/>
            <w:noProof/>
            <w:lang w:val="en-US"/>
          </w:rPr>
          <w:t>Annex E (informative)  Brief description of OpenMAX IL functions</w:t>
        </w:r>
        <w:r w:rsidR="00464BAD">
          <w:rPr>
            <w:noProof/>
            <w:webHidden/>
          </w:rPr>
          <w:tab/>
        </w:r>
        <w:r w:rsidR="00464BAD">
          <w:rPr>
            <w:noProof/>
            <w:webHidden/>
          </w:rPr>
          <w:fldChar w:fldCharType="begin"/>
        </w:r>
        <w:r w:rsidR="00464BAD">
          <w:rPr>
            <w:noProof/>
            <w:webHidden/>
          </w:rPr>
          <w:instrText xml:space="preserve"> PAGEREF _Toc163837265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6C460016" w14:textId="4A9C606A"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00464BAD" w:rsidRPr="00A5572F">
          <w:rPr>
            <w:rStyle w:val="Hyperlink"/>
            <w:noProof/>
            <w:lang w:val="en-US"/>
          </w:rPr>
          <w:t>E.1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engine control interface</w:t>
        </w:r>
        <w:r w:rsidR="00464BAD">
          <w:rPr>
            <w:noProof/>
            <w:webHidden/>
          </w:rPr>
          <w:tab/>
        </w:r>
        <w:r w:rsidR="00464BAD">
          <w:rPr>
            <w:noProof/>
            <w:webHidden/>
          </w:rPr>
          <w:fldChar w:fldCharType="begin"/>
        </w:r>
        <w:r w:rsidR="00464BAD">
          <w:rPr>
            <w:noProof/>
            <w:webHidden/>
          </w:rPr>
          <w:instrText xml:space="preserve"> PAGEREF _Toc163837266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47E40E1" w14:textId="1C64029B"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00464BAD" w:rsidRPr="00A5572F">
          <w:rPr>
            <w:rStyle w:val="Hyperlink"/>
            <w:noProof/>
            <w:lang w:val="en-US"/>
          </w:rPr>
          <w:t>E.1.1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OMX_Init() and OMX_Deinit()</w:t>
        </w:r>
        <w:r w:rsidR="00464BAD">
          <w:rPr>
            <w:noProof/>
            <w:webHidden/>
          </w:rPr>
          <w:tab/>
        </w:r>
        <w:r w:rsidR="00464BAD">
          <w:rPr>
            <w:noProof/>
            <w:webHidden/>
          </w:rPr>
          <w:fldChar w:fldCharType="begin"/>
        </w:r>
        <w:r w:rsidR="00464BAD">
          <w:rPr>
            <w:noProof/>
            <w:webHidden/>
          </w:rPr>
          <w:instrText xml:space="preserve"> PAGEREF _Toc163837267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0A8BDF5E" w14:textId="54CE734E"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00464BAD" w:rsidRPr="00A5572F">
          <w:rPr>
            <w:rStyle w:val="Hyperlink"/>
            <w:noProof/>
            <w:lang w:val="en-US"/>
          </w:rPr>
          <w:t>E.1.2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OMX_GetHandle() and OMX_FreeHandle()</w:t>
        </w:r>
        <w:r w:rsidR="00464BAD">
          <w:rPr>
            <w:noProof/>
            <w:webHidden/>
          </w:rPr>
          <w:tab/>
        </w:r>
        <w:r w:rsidR="00464BAD">
          <w:rPr>
            <w:noProof/>
            <w:webHidden/>
          </w:rPr>
          <w:fldChar w:fldCharType="begin"/>
        </w:r>
        <w:r w:rsidR="00464BAD">
          <w:rPr>
            <w:noProof/>
            <w:webHidden/>
          </w:rPr>
          <w:instrText xml:space="preserve"> PAGEREF _Toc163837268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3304D4A5" w14:textId="10C47437"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00464BAD" w:rsidRPr="00A5572F">
          <w:rPr>
            <w:rStyle w:val="Hyperlink"/>
            <w:noProof/>
            <w:lang w:val="en-US"/>
          </w:rPr>
          <w:t>E.1.3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OMX_SetupTunnel() and OMX_TeardownTunnel()</w:t>
        </w:r>
        <w:r w:rsidR="00464BAD">
          <w:rPr>
            <w:noProof/>
            <w:webHidden/>
          </w:rPr>
          <w:tab/>
        </w:r>
        <w:r w:rsidR="00464BAD">
          <w:rPr>
            <w:noProof/>
            <w:webHidden/>
          </w:rPr>
          <w:fldChar w:fldCharType="begin"/>
        </w:r>
        <w:r w:rsidR="00464BAD">
          <w:rPr>
            <w:noProof/>
            <w:webHidden/>
          </w:rPr>
          <w:instrText xml:space="preserve"> PAGEREF _Toc163837269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B5E79F5" w14:textId="47DD9BB0"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00464BAD" w:rsidRPr="00A5572F">
          <w:rPr>
            <w:rStyle w:val="Hyperlink"/>
            <w:noProof/>
            <w:lang w:val="en-US"/>
          </w:rPr>
          <w:t>E.2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Decoder instance interface</w:t>
        </w:r>
        <w:r w:rsidR="00464BAD">
          <w:rPr>
            <w:noProof/>
            <w:webHidden/>
          </w:rPr>
          <w:tab/>
        </w:r>
        <w:r w:rsidR="00464BAD">
          <w:rPr>
            <w:noProof/>
            <w:webHidden/>
          </w:rPr>
          <w:fldChar w:fldCharType="begin"/>
        </w:r>
        <w:r w:rsidR="00464BAD">
          <w:rPr>
            <w:noProof/>
            <w:webHidden/>
          </w:rPr>
          <w:instrText xml:space="preserve"> PAGEREF _Toc163837270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527998CD" w14:textId="063DAFDA"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00464BAD" w:rsidRPr="00A5572F">
          <w:rPr>
            <w:rStyle w:val="Hyperlink"/>
            <w:noProof/>
            <w:lang w:val="en-US"/>
          </w:rPr>
          <w:t>E.2.1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Methods</w:t>
        </w:r>
        <w:r w:rsidR="00464BAD">
          <w:rPr>
            <w:noProof/>
            <w:webHidden/>
          </w:rPr>
          <w:tab/>
        </w:r>
        <w:r w:rsidR="00464BAD">
          <w:rPr>
            <w:noProof/>
            <w:webHidden/>
          </w:rPr>
          <w:fldChar w:fldCharType="begin"/>
        </w:r>
        <w:r w:rsidR="00464BAD">
          <w:rPr>
            <w:noProof/>
            <w:webHidden/>
          </w:rPr>
          <w:instrText xml:space="preserve"> PAGEREF _Toc163837271 \h </w:instrText>
        </w:r>
        <w:r w:rsidR="00464BAD">
          <w:rPr>
            <w:noProof/>
            <w:webHidden/>
          </w:rPr>
        </w:r>
        <w:r w:rsidR="00464BAD">
          <w:rPr>
            <w:noProof/>
            <w:webHidden/>
          </w:rPr>
          <w:fldChar w:fldCharType="separate"/>
        </w:r>
        <w:r w:rsidR="00464BAD">
          <w:rPr>
            <w:noProof/>
            <w:webHidden/>
          </w:rPr>
          <w:t>43</w:t>
        </w:r>
        <w:r w:rsidR="00464BAD">
          <w:rPr>
            <w:noProof/>
            <w:webHidden/>
          </w:rPr>
          <w:fldChar w:fldCharType="end"/>
        </w:r>
      </w:hyperlink>
    </w:p>
    <w:p w14:paraId="1DE7C06C" w14:textId="6BE5285A"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00464BAD" w:rsidRPr="00A5572F">
          <w:rPr>
            <w:rStyle w:val="Hyperlink"/>
            <w:noProof/>
            <w:lang w:val="en-US"/>
          </w:rPr>
          <w:t>E.2.2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Media input and output interface</w:t>
        </w:r>
        <w:r w:rsidR="00464BAD">
          <w:rPr>
            <w:noProof/>
            <w:webHidden/>
          </w:rPr>
          <w:tab/>
        </w:r>
        <w:r w:rsidR="00464BAD">
          <w:rPr>
            <w:noProof/>
            <w:webHidden/>
          </w:rPr>
          <w:fldChar w:fldCharType="begin"/>
        </w:r>
        <w:r w:rsidR="00464BAD">
          <w:rPr>
            <w:noProof/>
            <w:webHidden/>
          </w:rPr>
          <w:instrText xml:space="preserve"> PAGEREF _Toc163837272 \h </w:instrText>
        </w:r>
        <w:r w:rsidR="00464BAD">
          <w:rPr>
            <w:noProof/>
            <w:webHidden/>
          </w:rPr>
        </w:r>
        <w:r w:rsidR="00464BAD">
          <w:rPr>
            <w:noProof/>
            <w:webHidden/>
          </w:rPr>
          <w:fldChar w:fldCharType="separate"/>
        </w:r>
        <w:r w:rsidR="00464BAD">
          <w:rPr>
            <w:noProof/>
            <w:webHidden/>
          </w:rPr>
          <w:t>44</w:t>
        </w:r>
        <w:r w:rsidR="00464BAD">
          <w:rPr>
            <w:noProof/>
            <w:webHidden/>
          </w:rPr>
          <w:fldChar w:fldCharType="end"/>
        </w:r>
      </w:hyperlink>
    </w:p>
    <w:p w14:paraId="5ECDC1CE" w14:textId="46D73B9A"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00464BAD" w:rsidRPr="00A5572F">
          <w:rPr>
            <w:rStyle w:val="Hyperlink"/>
            <w:noProof/>
            <w:lang w:val="en-US"/>
          </w:rPr>
          <w:t>E.2.3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Format of the OpenMAX IL buffer header</w:t>
        </w:r>
        <w:r w:rsidR="00464BAD">
          <w:rPr>
            <w:noProof/>
            <w:webHidden/>
          </w:rPr>
          <w:tab/>
        </w:r>
        <w:r w:rsidR="00464BAD">
          <w:rPr>
            <w:noProof/>
            <w:webHidden/>
          </w:rPr>
          <w:fldChar w:fldCharType="begin"/>
        </w:r>
        <w:r w:rsidR="00464BAD">
          <w:rPr>
            <w:noProof/>
            <w:webHidden/>
          </w:rPr>
          <w:instrText xml:space="preserve"> PAGEREF _Toc163837273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1690DC1F" w14:textId="0399D759"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00464BAD" w:rsidRPr="00A5572F">
          <w:rPr>
            <w:rStyle w:val="Hyperlink"/>
            <w:noProof/>
            <w:lang w:val="en-US"/>
          </w:rPr>
          <w:t>E.2.4</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Buffer flags defined in OpenMAX IL</w:t>
        </w:r>
        <w:r w:rsidR="00464BAD">
          <w:rPr>
            <w:noProof/>
            <w:webHidden/>
          </w:rPr>
          <w:tab/>
        </w:r>
        <w:r w:rsidR="00464BAD">
          <w:rPr>
            <w:noProof/>
            <w:webHidden/>
          </w:rPr>
          <w:fldChar w:fldCharType="begin"/>
        </w:r>
        <w:r w:rsidR="00464BAD">
          <w:rPr>
            <w:noProof/>
            <w:webHidden/>
          </w:rPr>
          <w:instrText xml:space="preserve"> PAGEREF _Toc163837274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4E595466" w14:textId="2DDB2BA3"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00464BAD" w:rsidRPr="00A5572F">
          <w:rPr>
            <w:rStyle w:val="Hyperlink"/>
            <w:rFonts w:eastAsia="Times New Roman"/>
            <w:noProof/>
            <w:lang w:val="en-US"/>
          </w:rPr>
          <w:t>E.2.5</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Input/Output from/into GPU</w:t>
        </w:r>
        <w:r w:rsidR="00464BAD">
          <w:rPr>
            <w:noProof/>
            <w:webHidden/>
          </w:rPr>
          <w:tab/>
        </w:r>
        <w:r w:rsidR="00464BAD">
          <w:rPr>
            <w:noProof/>
            <w:webHidden/>
          </w:rPr>
          <w:fldChar w:fldCharType="begin"/>
        </w:r>
        <w:r w:rsidR="00464BAD">
          <w:rPr>
            <w:noProof/>
            <w:webHidden/>
          </w:rPr>
          <w:instrText xml:space="preserve"> PAGEREF _Toc163837275 \h </w:instrText>
        </w:r>
        <w:r w:rsidR="00464BAD">
          <w:rPr>
            <w:noProof/>
            <w:webHidden/>
          </w:rPr>
        </w:r>
        <w:r w:rsidR="00464BAD">
          <w:rPr>
            <w:noProof/>
            <w:webHidden/>
          </w:rPr>
          <w:fldChar w:fldCharType="separate"/>
        </w:r>
        <w:r w:rsidR="00464BAD">
          <w:rPr>
            <w:noProof/>
            <w:webHidden/>
          </w:rPr>
          <w:t>45</w:t>
        </w:r>
        <w:r w:rsidR="00464BAD">
          <w:rPr>
            <w:noProof/>
            <w:webHidden/>
          </w:rPr>
          <w:fldChar w:fldCharType="end"/>
        </w:r>
      </w:hyperlink>
    </w:p>
    <w:p w14:paraId="54079D4D" w14:textId="53DEE0FC"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00464BAD" w:rsidRPr="00A5572F">
          <w:rPr>
            <w:rStyle w:val="Hyperlink"/>
            <w:noProof/>
            <w:lang w:val="en-US"/>
          </w:rPr>
          <w:t>Annex F (informative)  Mapping on media source extensions (MSE)</w:t>
        </w:r>
        <w:r w:rsidR="00464BAD">
          <w:rPr>
            <w:noProof/>
            <w:webHidden/>
          </w:rPr>
          <w:tab/>
        </w:r>
        <w:r w:rsidR="00464BAD">
          <w:rPr>
            <w:noProof/>
            <w:webHidden/>
          </w:rPr>
          <w:fldChar w:fldCharType="begin"/>
        </w:r>
        <w:r w:rsidR="00464BAD">
          <w:rPr>
            <w:noProof/>
            <w:webHidden/>
          </w:rPr>
          <w:instrText xml:space="preserve"> PAGEREF _Toc163837276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432A816B" w14:textId="2CF8DB32"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00464BAD" w:rsidRPr="00A5572F">
          <w:rPr>
            <w:rStyle w:val="Hyperlink"/>
            <w:noProof/>
            <w:lang w:val="en-US"/>
          </w:rPr>
          <w:t>F.1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Overview</w:t>
        </w:r>
        <w:r w:rsidR="00464BAD">
          <w:rPr>
            <w:noProof/>
            <w:webHidden/>
          </w:rPr>
          <w:tab/>
        </w:r>
        <w:r w:rsidR="00464BAD">
          <w:rPr>
            <w:noProof/>
            <w:webHidden/>
          </w:rPr>
          <w:fldChar w:fldCharType="begin"/>
        </w:r>
        <w:r w:rsidR="00464BAD">
          <w:rPr>
            <w:noProof/>
            <w:webHidden/>
          </w:rPr>
          <w:instrText xml:space="preserve"> PAGEREF _Toc163837277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50B3B5AB" w14:textId="0D4E8B7E"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00464BAD" w:rsidRPr="00A5572F">
          <w:rPr>
            <w:rStyle w:val="Hyperlink"/>
            <w:noProof/>
            <w:lang w:val="en-US"/>
          </w:rPr>
          <w:t>F.2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Mapping of VDI functions</w:t>
        </w:r>
        <w:r w:rsidR="00464BAD">
          <w:rPr>
            <w:noProof/>
            <w:webHidden/>
          </w:rPr>
          <w:tab/>
        </w:r>
        <w:r w:rsidR="00464BAD">
          <w:rPr>
            <w:noProof/>
            <w:webHidden/>
          </w:rPr>
          <w:fldChar w:fldCharType="begin"/>
        </w:r>
        <w:r w:rsidR="00464BAD">
          <w:rPr>
            <w:noProof/>
            <w:webHidden/>
          </w:rPr>
          <w:instrText xml:space="preserve"> PAGEREF _Toc163837278 \h </w:instrText>
        </w:r>
        <w:r w:rsidR="00464BAD">
          <w:rPr>
            <w:noProof/>
            <w:webHidden/>
          </w:rPr>
        </w:r>
        <w:r w:rsidR="00464BAD">
          <w:rPr>
            <w:noProof/>
            <w:webHidden/>
          </w:rPr>
          <w:fldChar w:fldCharType="separate"/>
        </w:r>
        <w:r w:rsidR="00464BAD">
          <w:rPr>
            <w:noProof/>
            <w:webHidden/>
          </w:rPr>
          <w:t>46</w:t>
        </w:r>
        <w:r w:rsidR="00464BAD">
          <w:rPr>
            <w:noProof/>
            <w:webHidden/>
          </w:rPr>
          <w:fldChar w:fldCharType="end"/>
        </w:r>
      </w:hyperlink>
    </w:p>
    <w:p w14:paraId="194D4C1F" w14:textId="74871F4D"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00464BAD" w:rsidRPr="00A5572F">
          <w:rPr>
            <w:rStyle w:val="Hyperlink"/>
            <w:noProof/>
            <w:lang w:val="en-US"/>
          </w:rPr>
          <w:t>Annex G (normative)  Levels</w:t>
        </w:r>
        <w:r w:rsidR="00464BAD">
          <w:rPr>
            <w:noProof/>
            <w:webHidden/>
          </w:rPr>
          <w:tab/>
        </w:r>
        <w:r w:rsidR="00464BAD">
          <w:rPr>
            <w:noProof/>
            <w:webHidden/>
          </w:rPr>
          <w:fldChar w:fldCharType="begin"/>
        </w:r>
        <w:r w:rsidR="00464BAD">
          <w:rPr>
            <w:noProof/>
            <w:webHidden/>
          </w:rPr>
          <w:instrText xml:space="preserve"> PAGEREF _Toc163837279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456E036C" w14:textId="4A6F2DF3"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00464BAD" w:rsidRPr="00A5572F">
          <w:rPr>
            <w:rStyle w:val="Hyperlink"/>
            <w:noProof/>
            <w:lang w:val="en-US"/>
          </w:rPr>
          <w:t>G.1</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Introduction</w:t>
        </w:r>
        <w:r w:rsidR="00464BAD">
          <w:rPr>
            <w:noProof/>
            <w:webHidden/>
          </w:rPr>
          <w:tab/>
        </w:r>
        <w:r w:rsidR="00464BAD">
          <w:rPr>
            <w:noProof/>
            <w:webHidden/>
          </w:rPr>
          <w:fldChar w:fldCharType="begin"/>
        </w:r>
        <w:r w:rsidR="00464BAD">
          <w:rPr>
            <w:noProof/>
            <w:webHidden/>
          </w:rPr>
          <w:instrText xml:space="preserve"> PAGEREF _Toc163837280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28862EFC" w14:textId="1C51632F"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00464BAD" w:rsidRPr="00A5572F">
          <w:rPr>
            <w:rStyle w:val="Hyperlink"/>
            <w:noProof/>
            <w:lang w:val="en-US"/>
          </w:rPr>
          <w:t>G.2</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Definitions</w:t>
        </w:r>
        <w:r w:rsidR="00464BAD">
          <w:rPr>
            <w:noProof/>
            <w:webHidden/>
          </w:rPr>
          <w:tab/>
        </w:r>
        <w:r w:rsidR="00464BAD">
          <w:rPr>
            <w:noProof/>
            <w:webHidden/>
          </w:rPr>
          <w:fldChar w:fldCharType="begin"/>
        </w:r>
        <w:r w:rsidR="00464BAD">
          <w:rPr>
            <w:noProof/>
            <w:webHidden/>
          </w:rPr>
          <w:instrText xml:space="preserve"> PAGEREF _Toc163837281 \h </w:instrText>
        </w:r>
        <w:r w:rsidR="00464BAD">
          <w:rPr>
            <w:noProof/>
            <w:webHidden/>
          </w:rPr>
        </w:r>
        <w:r w:rsidR="00464BAD">
          <w:rPr>
            <w:noProof/>
            <w:webHidden/>
          </w:rPr>
          <w:fldChar w:fldCharType="separate"/>
        </w:r>
        <w:r w:rsidR="00464BAD">
          <w:rPr>
            <w:noProof/>
            <w:webHidden/>
          </w:rPr>
          <w:t>48</w:t>
        </w:r>
        <w:r w:rsidR="00464BAD">
          <w:rPr>
            <w:noProof/>
            <w:webHidden/>
          </w:rPr>
          <w:fldChar w:fldCharType="end"/>
        </w:r>
      </w:hyperlink>
    </w:p>
    <w:p w14:paraId="3EC550D7" w14:textId="498AB760"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00464BAD" w:rsidRPr="00A5572F">
          <w:rPr>
            <w:rStyle w:val="Hyperlink"/>
            <w:noProof/>
            <w:lang w:val="en-US"/>
          </w:rPr>
          <w:t>G.3</w:t>
        </w:r>
        <w:r w:rsidR="00464BAD">
          <w:rPr>
            <w:rFonts w:asciiTheme="minorHAnsi" w:eastAsiaTheme="minorEastAsia" w:hAnsiTheme="minorHAnsi" w:cstheme="minorBidi"/>
            <w:b w:val="0"/>
            <w:noProof/>
            <w:kern w:val="2"/>
            <w:sz w:val="24"/>
            <w:szCs w:val="24"/>
            <w:lang w:val="en-NL" w:eastAsia="zh-CN"/>
            <w14:ligatures w14:val="standardContextual"/>
          </w:rPr>
          <w:tab/>
        </w:r>
        <w:r w:rsidR="00464BAD" w:rsidRPr="00A5572F">
          <w:rPr>
            <w:rStyle w:val="Hyperlink"/>
            <w:noProof/>
            <w:lang w:val="en-US"/>
          </w:rPr>
          <w:t>Level limits</w:t>
        </w:r>
        <w:r w:rsidR="00464BAD">
          <w:rPr>
            <w:noProof/>
            <w:webHidden/>
          </w:rPr>
          <w:tab/>
        </w:r>
        <w:r w:rsidR="00464BAD">
          <w:rPr>
            <w:noProof/>
            <w:webHidden/>
          </w:rPr>
          <w:fldChar w:fldCharType="begin"/>
        </w:r>
        <w:r w:rsidR="00464BAD">
          <w:rPr>
            <w:noProof/>
            <w:webHidden/>
          </w:rPr>
          <w:instrText xml:space="preserve"> PAGEREF _Toc163837282 \h </w:instrText>
        </w:r>
        <w:r w:rsidR="00464BAD">
          <w:rPr>
            <w:noProof/>
            <w:webHidden/>
          </w:rPr>
        </w:r>
        <w:r w:rsidR="00464BAD">
          <w:rPr>
            <w:noProof/>
            <w:webHidden/>
          </w:rPr>
          <w:fldChar w:fldCharType="separate"/>
        </w:r>
        <w:r w:rsidR="00464BAD">
          <w:rPr>
            <w:noProof/>
            <w:webHidden/>
          </w:rPr>
          <w:t>49</w:t>
        </w:r>
        <w:r w:rsidR="00464BAD">
          <w:rPr>
            <w:noProof/>
            <w:webHidden/>
          </w:rPr>
          <w:fldChar w:fldCharType="end"/>
        </w:r>
      </w:hyperlink>
    </w:p>
    <w:p w14:paraId="32BB1309" w14:textId="1FDFBDDA" w:rsidR="00464BAD" w:rsidRDefault="0041442B">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00464BAD" w:rsidRPr="00A5572F">
          <w:rPr>
            <w:rStyle w:val="Hyperlink"/>
            <w:noProof/>
            <w:lang w:val="en-US"/>
          </w:rPr>
          <w:t>Bibliography</w:t>
        </w:r>
        <w:r w:rsidR="00464BAD">
          <w:rPr>
            <w:noProof/>
            <w:webHidden/>
          </w:rPr>
          <w:tab/>
        </w:r>
        <w:r w:rsidR="00464BAD">
          <w:rPr>
            <w:noProof/>
            <w:webHidden/>
          </w:rPr>
          <w:fldChar w:fldCharType="begin"/>
        </w:r>
        <w:r w:rsidR="00464BAD">
          <w:rPr>
            <w:noProof/>
            <w:webHidden/>
          </w:rPr>
          <w:instrText xml:space="preserve"> PAGEREF _Toc163837283 \h </w:instrText>
        </w:r>
        <w:r w:rsidR="00464BAD">
          <w:rPr>
            <w:noProof/>
            <w:webHidden/>
          </w:rPr>
        </w:r>
        <w:r w:rsidR="00464BAD">
          <w:rPr>
            <w:noProof/>
            <w:webHidden/>
          </w:rPr>
          <w:fldChar w:fldCharType="separate"/>
        </w:r>
        <w:r w:rsidR="00464BAD">
          <w:rPr>
            <w:noProof/>
            <w:webHidden/>
          </w:rPr>
          <w:t>50</w:t>
        </w:r>
        <w:r w:rsidR="00464BAD">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04A7B387" w14:textId="77777777" w:rsidR="00A82843" w:rsidRDefault="00A82843" w:rsidP="004C5DBD">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34F9E9F1" w14:textId="2A2B8B2F" w:rsidR="00017A05" w:rsidRPr="001854F3" w:rsidRDefault="00017A05" w:rsidP="00017A05">
      <w:pPr>
        <w:rPr>
          <w:i/>
          <w:color w:val="0070C0"/>
          <w:lang w:val="en-US"/>
        </w:rPr>
        <w:sectPr w:rsidR="00017A05" w:rsidRPr="001854F3"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63837200"/>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63837201"/>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163837202"/>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proofErr w:type="spellStart"/>
      <w:r w:rsidR="009A0AA9" w:rsidRPr="001854F3">
        <w:rPr>
          <w:lang w:val="en-US"/>
        </w:rPr>
        <w:t>substream</w:t>
      </w:r>
      <w:proofErr w:type="spellEnd"/>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163837203"/>
      <w:bookmarkStart w:id="150" w:name="_Toc35379824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49"/>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163837204"/>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163837205"/>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163837206"/>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16383720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16383720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163837209"/>
      <w:r w:rsidRPr="001854F3">
        <w:rPr>
          <w:lang w:val="en-US"/>
        </w:rPr>
        <w:t>Functions</w:t>
      </w:r>
      <w:bookmarkEnd w:id="219"/>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488167D0">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proofErr w:type="spellStart"/>
      <w:r w:rsidRPr="001854F3">
        <w:rPr>
          <w:lang w:val="en-US"/>
        </w:rPr>
        <w:t>queryCurrentAggregateCapabilities</w:t>
      </w:r>
      <w:proofErr w:type="spellEnd"/>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proofErr w:type="spellStart"/>
      <w:r w:rsidR="00B125E9" w:rsidRPr="001854F3">
        <w:rPr>
          <w:rFonts w:ascii="Courier New" w:hAnsi="Courier New" w:cs="Courier New"/>
          <w:sz w:val="20"/>
          <w:szCs w:val="20"/>
          <w:lang w:val="en-US" w:eastAsia="ja-JP"/>
        </w:rPr>
        <w:t>queryCurrentAggregateCapabilities</w:t>
      </w:r>
      <w:proofErr w:type="spellEnd"/>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proofErr w:type="spellStart"/>
      <w:r w:rsidR="00353E22" w:rsidRPr="001854F3">
        <w:rPr>
          <w:rFonts w:ascii="Courier New" w:hAnsi="Courier New" w:cs="Courier New"/>
          <w:sz w:val="20"/>
          <w:szCs w:val="20"/>
          <w:lang w:val="en-US" w:eastAsia="ja-JP"/>
        </w:rPr>
        <w:t>AggregateCapabilities</w:t>
      </w:r>
      <w:proofErr w:type="spellEnd"/>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proofErr w:type="spellStart"/>
      <w:r w:rsidR="00D9367A" w:rsidRPr="001854F3">
        <w:rPr>
          <w:rFonts w:ascii="Courier New" w:hAnsi="Courier New" w:cs="Courier New"/>
          <w:sz w:val="20"/>
          <w:szCs w:val="20"/>
          <w:lang w:val="en-US" w:eastAsia="ja-JP"/>
        </w:rPr>
        <w:t>queryCurrentAggregateCapabilities</w:t>
      </w:r>
      <w:proofErr w:type="spellEnd"/>
      <w:r w:rsidR="00D9367A" w:rsidRPr="001854F3">
        <w:rPr>
          <w:rFonts w:ascii="Courier New" w:hAnsi="Courier New" w:cs="Courier New"/>
          <w:sz w:val="20"/>
          <w:szCs w:val="20"/>
          <w:lang w:val="en-US" w:eastAsia="ja-JP"/>
        </w:rPr>
        <w:t>()</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proofErr w:type="spellStart"/>
      <w:r w:rsidR="00357790" w:rsidRPr="001854F3">
        <w:rPr>
          <w:rFonts w:ascii="Courier New" w:hAnsi="Courier New" w:cs="Courier New"/>
          <w:sz w:val="20"/>
          <w:szCs w:val="20"/>
          <w:lang w:val="en-US"/>
        </w:rPr>
        <w:t>component_name</w:t>
      </w:r>
      <w:proofErr w:type="spellEnd"/>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proofErr w:type="spellStart"/>
      <w:r w:rsidR="00156680" w:rsidRPr="001854F3">
        <w:rPr>
          <w:rFonts w:ascii="Courier New" w:hAnsi="Courier New" w:cs="Courier New"/>
          <w:sz w:val="20"/>
          <w:szCs w:val="20"/>
          <w:lang w:val="en-US"/>
        </w:rPr>
        <w:t>max_instances</w:t>
      </w:r>
      <w:proofErr w:type="spellEnd"/>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proofErr w:type="spellStart"/>
      <w:r w:rsidR="005B314F" w:rsidRPr="001854F3">
        <w:rPr>
          <w:rFonts w:ascii="Courier New" w:hAnsi="Courier New" w:cs="Courier New"/>
          <w:sz w:val="20"/>
          <w:szCs w:val="20"/>
          <w:lang w:val="en-US"/>
        </w:rPr>
        <w:t>buffer_memory</w:t>
      </w:r>
      <w:proofErr w:type="spellEnd"/>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proofErr w:type="spellStart"/>
      <w:r w:rsidR="0029481E" w:rsidRPr="001854F3">
        <w:rPr>
          <w:rFonts w:ascii="Courier New" w:hAnsi="Courier New" w:cs="Courier New"/>
          <w:sz w:val="20"/>
          <w:szCs w:val="20"/>
          <w:lang w:val="en-US"/>
        </w:rPr>
        <w:t>max_samples_second</w:t>
      </w:r>
      <w:proofErr w:type="spellEnd"/>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proofErr w:type="spellStart"/>
      <w:r w:rsidR="00B15033" w:rsidRPr="001854F3">
        <w:rPr>
          <w:rFonts w:ascii="Courier New" w:hAnsi="Courier New" w:cs="Courier New"/>
          <w:sz w:val="20"/>
          <w:szCs w:val="20"/>
          <w:lang w:val="en-US"/>
        </w:rPr>
        <w:t>max_performance_point</w:t>
      </w:r>
      <w:proofErr w:type="spellEnd"/>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lastRenderedPageBreak/>
        <w:t>picture_rate</w:t>
      </w:r>
      <w:proofErr w:type="spellEnd"/>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t>bit_depth</w:t>
      </w:r>
      <w:proofErr w:type="spellEnd"/>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proofErr w:type="spellStart"/>
      <w:r w:rsidRPr="00B7454A">
        <w:rPr>
          <w:rFonts w:ascii="Courier New" w:hAnsi="Courier New" w:cs="Courier New"/>
          <w:sz w:val="20"/>
          <w:szCs w:val="20"/>
          <w:lang w:val="en-US"/>
        </w:rPr>
        <w:t>chroma_format</w:t>
      </w:r>
      <w:proofErr w:type="spellEnd"/>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proofErr w:type="spellStart"/>
      <w:r w:rsidRPr="001854F3">
        <w:rPr>
          <w:lang w:val="en-US"/>
        </w:rPr>
        <w:t>getInstance</w:t>
      </w:r>
      <w:proofErr w:type="spellEnd"/>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proofErr w:type="spellStart"/>
      <w:r w:rsidR="009764D0" w:rsidRPr="001854F3">
        <w:rPr>
          <w:rFonts w:ascii="Courier New" w:hAnsi="Courier New" w:cs="Courier New"/>
          <w:sz w:val="20"/>
          <w:szCs w:val="20"/>
          <w:lang w:val="en-US" w:eastAsia="ja-JP"/>
        </w:rPr>
        <w:t>getInstance</w:t>
      </w:r>
      <w:proofErr w:type="spellEnd"/>
      <w:r w:rsidR="009764D0" w:rsidRPr="001854F3">
        <w:rPr>
          <w:rFonts w:ascii="Courier New" w:hAnsi="Courier New" w:cs="Courier New"/>
          <w:sz w:val="20"/>
          <w:szCs w:val="20"/>
          <w:lang w:val="en-US" w:eastAsia="ja-JP"/>
        </w:rPr>
        <w:t>()</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proofErr w:type="spellStart"/>
      <w:r w:rsidR="009764D0" w:rsidRPr="001854F3">
        <w:rPr>
          <w:rFonts w:ascii="Courier New" w:hAnsi="Courier New" w:cs="Courier New"/>
          <w:sz w:val="20"/>
          <w:szCs w:val="20"/>
          <w:lang w:val="en-US" w:eastAsia="ja-JP"/>
        </w:rPr>
        <w:t>ErrorAllocation</w:t>
      </w:r>
      <w:proofErr w:type="spellEnd"/>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proofErr w:type="spellStart"/>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proofErr w:type="spellEnd"/>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proofErr w:type="spellStart"/>
      <w:r w:rsidRPr="001854F3">
        <w:rPr>
          <w:rFonts w:ascii="Courier New" w:hAnsi="Courier New" w:cs="Courier New"/>
          <w:sz w:val="20"/>
          <w:szCs w:val="20"/>
          <w:lang w:val="en-US"/>
        </w:rPr>
        <w:t>group_id</w:t>
      </w:r>
      <w:proofErr w:type="spellEnd"/>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proofErr w:type="spellStart"/>
      <w:r w:rsidRPr="001854F3">
        <w:rPr>
          <w:lang w:val="en-US"/>
        </w:rPr>
        <w:t>setConfig</w:t>
      </w:r>
      <w:proofErr w:type="spellEnd"/>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proofErr w:type="spellStart"/>
      <w:r w:rsidR="00B67649" w:rsidRPr="001854F3">
        <w:rPr>
          <w:rFonts w:ascii="Courier New" w:hAnsi="Courier New" w:cs="Courier New"/>
          <w:sz w:val="20"/>
          <w:szCs w:val="20"/>
          <w:lang w:val="en-US" w:eastAsia="ja-JP"/>
        </w:rPr>
        <w:t>setConfig</w:t>
      </w:r>
      <w:proofErr w:type="spellEnd"/>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proofErr w:type="spellStart"/>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proofErr w:type="spellEnd"/>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proofErr w:type="spellStart"/>
      <w:r w:rsidR="00F06795" w:rsidRPr="001854F3">
        <w:rPr>
          <w:rFonts w:ascii="Courier New" w:hAnsi="Courier New" w:cs="Courier New"/>
          <w:sz w:val="20"/>
          <w:szCs w:val="20"/>
          <w:lang w:val="en-US" w:eastAsia="ja-JP"/>
        </w:rPr>
        <w:t>ConfigDataParameters</w:t>
      </w:r>
      <w:proofErr w:type="spellEnd"/>
      <w:r w:rsidR="00325059" w:rsidRPr="001854F3">
        <w:rPr>
          <w:lang w:val="en-US"/>
        </w:rPr>
        <w:t xml:space="preserve"> </w:t>
      </w:r>
      <w:r w:rsidR="00F06795" w:rsidRPr="001854F3">
        <w:rPr>
          <w:lang w:val="en-US"/>
        </w:rPr>
        <w:t xml:space="preserve">structure and the </w:t>
      </w:r>
      <w:proofErr w:type="spellStart"/>
      <w:r w:rsidR="00F06795" w:rsidRPr="001854F3">
        <w:rPr>
          <w:rFonts w:ascii="Courier New" w:hAnsi="Courier New" w:cs="Courier New"/>
          <w:sz w:val="20"/>
          <w:szCs w:val="20"/>
          <w:lang w:val="en-US" w:eastAsia="ja-JP"/>
        </w:rPr>
        <w:t>ConfigParameters</w:t>
      </w:r>
      <w:proofErr w:type="spellEnd"/>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SampleFormat</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SampleType</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proofErr w:type="spellStart"/>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proofErr w:type="spellEnd"/>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sample_format</w:t>
      </w:r>
      <w:proofErr w:type="spellEnd"/>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sample_type</w:t>
      </w:r>
      <w:proofErr w:type="spellEnd"/>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line_stride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buffer_offset</w:t>
      </w:r>
      <w:proofErr w:type="spellEnd"/>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proofErr w:type="spellStart"/>
      <w:r w:rsidRPr="00AE36B5">
        <w:rPr>
          <w:rFonts w:ascii="Courier New" w:hAnsi="Courier New" w:cs="Courier New"/>
          <w:sz w:val="20"/>
          <w:szCs w:val="20"/>
          <w:lang w:val="en-US"/>
        </w:rPr>
        <w:t>output_buffer_handle</w:t>
      </w:r>
      <w:proofErr w:type="spellEnd"/>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proofErr w:type="spellStart"/>
      <w:r w:rsidRPr="001854F3">
        <w:rPr>
          <w:lang w:val="en-US"/>
        </w:rPr>
        <w:lastRenderedPageBreak/>
        <w:t>getParemeter</w:t>
      </w:r>
      <w:proofErr w:type="spellEnd"/>
      <w:r w:rsidR="00772A43" w:rsidRPr="001854F3">
        <w:rPr>
          <w:lang w:val="en-US"/>
        </w:rPr>
        <w:t>()</w:t>
      </w:r>
      <w:r w:rsidRPr="001854F3">
        <w:rPr>
          <w:lang w:val="en-US"/>
        </w:rPr>
        <w:t xml:space="preserve"> and </w:t>
      </w:r>
      <w:proofErr w:type="spellStart"/>
      <w:r w:rsidRPr="001854F3">
        <w:rPr>
          <w:lang w:val="en-US"/>
        </w:rPr>
        <w:t>setParameter</w:t>
      </w:r>
      <w:proofErr w:type="spellEnd"/>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proofErr w:type="spellStart"/>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proofErr w:type="spellEnd"/>
      <w:r w:rsidR="004077FC" w:rsidRPr="001854F3">
        <w:rPr>
          <w:rFonts w:ascii="Courier New" w:hAnsi="Courier New" w:cs="Courier New"/>
          <w:sz w:val="20"/>
          <w:szCs w:val="20"/>
          <w:lang w:val="en-US" w:eastAsia="ja-JP"/>
        </w:rPr>
        <w:t>()</w:t>
      </w:r>
      <w:r w:rsidR="004077FC" w:rsidRPr="001854F3">
        <w:rPr>
          <w:lang w:val="en-US"/>
        </w:rPr>
        <w:t xml:space="preserve"> and </w:t>
      </w:r>
      <w:proofErr w:type="spellStart"/>
      <w:r w:rsidR="004077FC" w:rsidRPr="001854F3">
        <w:rPr>
          <w:rFonts w:ascii="Courier New" w:hAnsi="Courier New" w:cs="Courier New"/>
          <w:sz w:val="20"/>
          <w:szCs w:val="20"/>
          <w:lang w:val="en-US" w:eastAsia="ja-JP"/>
        </w:rPr>
        <w:t>setParemeter</w:t>
      </w:r>
      <w:proofErr w:type="spellEnd"/>
      <w:r w:rsidR="004077FC" w:rsidRPr="001854F3">
        <w:rPr>
          <w:rFonts w:ascii="Courier New" w:hAnsi="Courier New" w:cs="Courier New"/>
          <w:sz w:val="20"/>
          <w:szCs w:val="20"/>
          <w:lang w:val="en-US" w:eastAsia="ja-JP"/>
        </w:rPr>
        <w:t>()</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proofErr w:type="spellStart"/>
      <w:r w:rsidR="004077FC" w:rsidRPr="001854F3">
        <w:rPr>
          <w:rFonts w:ascii="Courier New" w:hAnsi="Courier New" w:cs="Courier New"/>
          <w:sz w:val="20"/>
          <w:szCs w:val="20"/>
          <w:lang w:val="en-US" w:eastAsia="ja-JP"/>
        </w:rPr>
        <w:t>ErrorParameter</w:t>
      </w:r>
      <w:proofErr w:type="spellEnd"/>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proofErr w:type="spellStart"/>
      <w:r w:rsidR="00D86D29" w:rsidRPr="001854F3">
        <w:rPr>
          <w:rFonts w:ascii="Courier New" w:hAnsi="Courier New" w:cs="Courier New"/>
          <w:sz w:val="20"/>
          <w:szCs w:val="20"/>
          <w:lang w:val="en-US" w:eastAsia="ja-JP"/>
        </w:rPr>
        <w:t>ExtParameters</w:t>
      </w:r>
      <w:proofErr w:type="spellEnd"/>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49176104" w14:textId="77777777" w:rsidR="00BF3F07" w:rsidRPr="009E17B4" w:rsidRDefault="00BF3F07" w:rsidP="006B3569">
            <w:pPr>
              <w:pStyle w:val="Code"/>
              <w:rPr>
                <w:b w:val="0"/>
                <w:bCs w:val="0"/>
              </w:rPr>
            </w:pPr>
            <w:r w:rsidRPr="009E17B4">
              <w:t xml:space="preserve">        PARAM_MAX_OFFTIME_JITTER</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093A1C8F" w14:textId="1712B7F7" w:rsidR="000B73DB" w:rsidRDefault="001B3159">
            <w:pPr>
              <w:pStyle w:val="Code"/>
            </w:pPr>
            <w:r>
              <w:rPr>
                <w:b w:val="0"/>
                <w:bCs w:val="0"/>
              </w:rPr>
              <w:tab/>
            </w:r>
            <w:r w:rsidR="000B73DB" w:rsidRPr="009E17B4">
              <w:t>};</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t>Definition</w:t>
      </w:r>
      <w:bookmarkEnd w:id="225"/>
    </w:p>
    <w:p w14:paraId="77B73B36" w14:textId="7397ECE5" w:rsidR="00A7071B" w:rsidRPr="001854F3" w:rsidRDefault="00A7071B" w:rsidP="00A7071B">
      <w:pPr>
        <w:rPr>
          <w:lang w:val="en-US"/>
        </w:rPr>
      </w:pPr>
      <w:r w:rsidRPr="001854F3">
        <w:rPr>
          <w:lang w:val="en-US"/>
        </w:rPr>
        <w:t xml:space="preserve">The </w:t>
      </w:r>
      <w:proofErr w:type="spellStart"/>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proofErr w:type="spellEnd"/>
      <w:r w:rsidR="00D86D29" w:rsidRPr="001854F3">
        <w:rPr>
          <w:rFonts w:ascii="Courier New" w:hAnsi="Courier New" w:cs="Courier New"/>
          <w:sz w:val="20"/>
          <w:szCs w:val="20"/>
          <w:lang w:val="en-US"/>
        </w:rPr>
        <w:t>()</w:t>
      </w:r>
      <w:r w:rsidRPr="001854F3">
        <w:rPr>
          <w:lang w:val="en-US"/>
        </w:rPr>
        <w:t xml:space="preserve"> and </w:t>
      </w:r>
      <w:proofErr w:type="spellStart"/>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proofErr w:type="spellEnd"/>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w:t>
      </w:r>
      <w:r w:rsidR="00DD37EC">
        <w:rPr>
          <w:lang w:val="en-US"/>
        </w:rPr>
        <w:lastRenderedPageBreak/>
        <w:t>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w:t>
      </w:r>
      <w:proofErr w:type="spellStart"/>
      <w:r w:rsidR="00512B84">
        <w:rPr>
          <w:lang w:val="en-US"/>
        </w:rPr>
        <w:t>substream</w:t>
      </w:r>
      <w:proofErr w:type="spellEnd"/>
      <w:r w:rsidR="00512B84">
        <w:rPr>
          <w:lang w:val="en-US"/>
        </w:rPr>
        <w:t xml:space="preserve"> is provided as part of the </w:t>
      </w:r>
      <w:proofErr w:type="spellStart"/>
      <w:r w:rsidR="00512B84" w:rsidRPr="00AE36B5">
        <w:rPr>
          <w:rFonts w:ascii="Courier New" w:hAnsi="Courier New" w:cs="Courier New"/>
          <w:sz w:val="20"/>
          <w:szCs w:val="20"/>
          <w:lang w:val="en-US" w:eastAsia="ja-JP"/>
        </w:rPr>
        <w:t>SubframeOutput</w:t>
      </w:r>
      <w:proofErr w:type="spellEnd"/>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proofErr w:type="spellStart"/>
      <w:r w:rsidR="00BE5F37" w:rsidRPr="00AE36B5">
        <w:rPr>
          <w:rFonts w:ascii="Courier New" w:hAnsi="Courier New" w:cs="Courier New"/>
          <w:sz w:val="20"/>
          <w:szCs w:val="20"/>
          <w:lang w:val="en-US" w:eastAsia="ja-JP"/>
        </w:rPr>
        <w:t>MetadataCallback</w:t>
      </w:r>
      <w:proofErr w:type="spellEnd"/>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proofErr w:type="spellStart"/>
      <w:r w:rsidR="009E2EAA" w:rsidRPr="00AE36B5">
        <w:rPr>
          <w:rFonts w:ascii="Courier New" w:hAnsi="Courier New" w:cs="Courier New"/>
          <w:sz w:val="20"/>
          <w:szCs w:val="20"/>
          <w:lang w:val="en-US" w:eastAsia="ja-JP"/>
        </w:rPr>
        <w:t>CropWindow</w:t>
      </w:r>
      <w:proofErr w:type="spellEnd"/>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Pr="001854F3"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proofErr w:type="spellStart"/>
      <w:r w:rsidR="00B07184" w:rsidRPr="00AE36B5">
        <w:rPr>
          <w:rFonts w:ascii="Courier New" w:hAnsi="Courier New" w:cs="Courier New"/>
          <w:sz w:val="20"/>
          <w:szCs w:val="20"/>
          <w:lang w:val="en-US" w:eastAsia="ja-JP"/>
        </w:rPr>
        <w:t>MaxOfftimeJitter</w:t>
      </w:r>
      <w:proofErr w:type="spellEnd"/>
      <w:r w:rsidR="00B07184">
        <w:rPr>
          <w:lang w:val="en-US"/>
        </w:rPr>
        <w:t xml:space="preserve"> structure.</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163837210"/>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163837211"/>
      <w:r w:rsidRPr="001854F3">
        <w:rPr>
          <w:lang w:val="en-US"/>
        </w:rPr>
        <w:t>Mapping o</w:t>
      </w:r>
      <w:r w:rsidR="00753D12" w:rsidRPr="001854F3">
        <w:rPr>
          <w:lang w:val="en-US"/>
        </w:rPr>
        <w:t>n</w:t>
      </w:r>
      <w:r w:rsidRPr="001854F3">
        <w:rPr>
          <w:lang w:val="en-US"/>
        </w:rPr>
        <w:t xml:space="preserve"> </w:t>
      </w:r>
      <w:proofErr w:type="spellStart"/>
      <w:r w:rsidR="00000045" w:rsidRPr="001854F3">
        <w:rPr>
          <w:lang w:val="en-US"/>
        </w:rPr>
        <w:t>OpenMAX</w:t>
      </w:r>
      <w:proofErr w:type="spellEnd"/>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w:t>
      </w:r>
      <w:proofErr w:type="spellStart"/>
      <w:r w:rsidR="007C4F8F" w:rsidRPr="001854F3">
        <w:rPr>
          <w:lang w:val="en-US"/>
        </w:rPr>
        <w:t>OpenMAX</w:t>
      </w:r>
      <w:proofErr w:type="spellEnd"/>
      <w:r w:rsidR="007C4F8F" w:rsidRPr="001854F3">
        <w:rPr>
          <w:lang w:val="en-US"/>
        </w:rPr>
        <w:t xml:space="preserve">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w:t>
      </w:r>
      <w:proofErr w:type="spellStart"/>
      <w:r w:rsidRPr="001854F3">
        <w:rPr>
          <w:lang w:val="en-US" w:eastAsia="ja-JP"/>
        </w:rPr>
        <w:t>OpenMAX</w:t>
      </w:r>
      <w:proofErr w:type="spellEnd"/>
      <w:r w:rsidRPr="001854F3">
        <w:rPr>
          <w:lang w:val="en-US" w:eastAsia="ja-JP"/>
        </w:rPr>
        <w:t xml:space="preserve">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proofErr w:type="spellStart"/>
      <w:r w:rsidR="002332FC" w:rsidRPr="001854F3">
        <w:rPr>
          <w:lang w:val="en-US" w:eastAsia="ja-JP"/>
        </w:rPr>
        <w:t>OpenMAX</w:t>
      </w:r>
      <w:proofErr w:type="spellEnd"/>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w:t>
      </w:r>
      <w:proofErr w:type="spellStart"/>
      <w:r w:rsidR="006E7972" w:rsidRPr="001854F3">
        <w:rPr>
          <w:lang w:val="en-US" w:eastAsia="ja-JP"/>
        </w:rPr>
        <w:t>OpenMAX</w:t>
      </w:r>
      <w:proofErr w:type="spellEnd"/>
      <w:r w:rsidR="006E7972" w:rsidRPr="001854F3">
        <w:rPr>
          <w:lang w:val="en-US" w:eastAsia="ja-JP"/>
        </w:rPr>
        <w:t xml:space="preserve">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w:t>
      </w:r>
      <w:proofErr w:type="spellStart"/>
      <w:r w:rsidRPr="001854F3">
        <w:rPr>
          <w:lang w:val="en-US" w:eastAsia="ja-JP"/>
        </w:rPr>
        <w:t>OpenMAX</w:t>
      </w:r>
      <w:proofErr w:type="spellEnd"/>
      <w:r w:rsidRPr="001854F3">
        <w:rPr>
          <w:lang w:val="en-US" w:eastAsia="ja-JP"/>
        </w:rPr>
        <w:t xml:space="preserve">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163837212"/>
      <w:r w:rsidRPr="003B5482">
        <w:rPr>
          <w:lang w:val="en-US"/>
        </w:rPr>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232" w:name="_Ref101880945"/>
      <w:r w:rsidRPr="004C2209">
        <w:lastRenderedPageBreak/>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proofErr w:type="spellStart"/>
            <w:r w:rsidRPr="004C2209">
              <w:rPr>
                <w:b/>
                <w:lang w:eastAsia="ja-JP"/>
              </w:rPr>
              <w:t>queryCurrent</w:t>
            </w:r>
            <w:proofErr w:type="spellEnd"/>
            <w:r w:rsidRPr="004C2209">
              <w:rPr>
                <w:b/>
                <w:lang w:eastAsia="ja-JP"/>
              </w:rPr>
              <w:br/>
            </w:r>
            <w:proofErr w:type="spellStart"/>
            <w:r w:rsidRPr="004C2209">
              <w:rPr>
                <w:b/>
                <w:lang w:eastAsia="ja-JP"/>
              </w:rPr>
              <w:t>AggregateCapabilities</w:t>
            </w:r>
            <w:proofErr w:type="spellEnd"/>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proofErr w:type="spellStart"/>
            <w:r w:rsidRPr="003B5482">
              <w:rPr>
                <w:rFonts w:ascii="Courier New" w:hAnsi="Courier New" w:cs="Courier New"/>
              </w:rPr>
              <w:t>vkGetPhysicalDeviceCurrentVideoCapabilitiesMPEG</w:t>
            </w:r>
            <w:proofErr w:type="spellEnd"/>
            <w:r w:rsidRPr="003B5482">
              <w:rPr>
                <w:rFonts w:ascii="Courier New" w:hAnsi="Courier New" w:cs="Courier New"/>
              </w:rPr>
              <w:t>()</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proofErr w:type="spellStart"/>
            <w:r w:rsidRPr="004C2209">
              <w:rPr>
                <w:b/>
                <w:lang w:eastAsia="ja-JP"/>
              </w:rPr>
              <w:t>getInstance</w:t>
            </w:r>
            <w:proofErr w:type="spellEnd"/>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proofErr w:type="spellStart"/>
            <w:r w:rsidRPr="003B5482">
              <w:rPr>
                <w:rFonts w:ascii="Courier New" w:hAnsi="Courier New" w:cs="Courier New"/>
              </w:rPr>
              <w:t>VkVideoSessionCreateInfoKHR</w:t>
            </w:r>
            <w:proofErr w:type="spellEnd"/>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proofErr w:type="spellStart"/>
            <w:r w:rsidRPr="003B5482">
              <w:rPr>
                <w:rFonts w:ascii="Courier New" w:hAnsi="Courier New" w:cs="Courier New"/>
              </w:rPr>
              <w:t>vkCreateVideoSessionKHR</w:t>
            </w:r>
            <w:proofErr w:type="spellEnd"/>
            <w:r w:rsidRPr="003B5482">
              <w:rPr>
                <w:rFonts w:ascii="Courier New" w:hAnsi="Courier New" w:cs="Courier New"/>
              </w:rPr>
              <w:t>()</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proofErr w:type="spellStart"/>
            <w:r w:rsidRPr="004C2209">
              <w:rPr>
                <w:b/>
                <w:lang w:eastAsia="ja-JP"/>
              </w:rPr>
              <w:t>setConfig</w:t>
            </w:r>
            <w:proofErr w:type="spellEnd"/>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proofErr w:type="spellStart"/>
            <w:r w:rsidRPr="003B5482">
              <w:rPr>
                <w:rFonts w:ascii="Courier New" w:hAnsi="Courier New" w:cs="Courier New"/>
              </w:rPr>
              <w:t>VkVideoSessionCreateInfoKHR</w:t>
            </w:r>
            <w:proofErr w:type="spellEnd"/>
            <w:r w:rsidRPr="00D8260E">
              <w:t xml:space="preserve"> and </w:t>
            </w:r>
            <w:proofErr w:type="spellStart"/>
            <w:r w:rsidRPr="003B5482">
              <w:rPr>
                <w:rFonts w:ascii="Courier New" w:hAnsi="Courier New" w:cs="Courier New"/>
              </w:rPr>
              <w:t>VkVideoPictureResourceKHR</w:t>
            </w:r>
            <w:proofErr w:type="spellEnd"/>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proofErr w:type="spellStart"/>
            <w:r w:rsidRPr="004C2209">
              <w:rPr>
                <w:b/>
                <w:bCs/>
              </w:rPr>
              <w:t>getParameter</w:t>
            </w:r>
            <w:proofErr w:type="spellEnd"/>
            <w:r w:rsidRPr="004C2209">
              <w:t xml:space="preserve"> and </w:t>
            </w:r>
            <w:proofErr w:type="spellStart"/>
            <w:r w:rsidRPr="004C2209">
              <w:rPr>
                <w:b/>
                <w:bCs/>
              </w:rPr>
              <w:t>setParameter</w:t>
            </w:r>
            <w:proofErr w:type="spellEnd"/>
          </w:p>
        </w:tc>
        <w:tc>
          <w:tcPr>
            <w:tcW w:w="3911" w:type="pct"/>
          </w:tcPr>
          <w:p w14:paraId="1EE0DDA9" w14:textId="77777777" w:rsidR="004C2054" w:rsidRPr="004C2209" w:rsidRDefault="004C2054" w:rsidP="00012BE2">
            <w:pPr>
              <w:jc w:val="left"/>
            </w:pPr>
            <w:r w:rsidRPr="004C2209">
              <w:t xml:space="preserve">New </w:t>
            </w:r>
            <w:proofErr w:type="spellStart"/>
            <w:r w:rsidRPr="00445719">
              <w:rPr>
                <w:rFonts w:ascii="Courier New" w:hAnsi="Courier New" w:cs="Courier New"/>
              </w:rPr>
              <w:t>VkVideoSessionOutputParameterMPEG</w:t>
            </w:r>
            <w:proofErr w:type="spellEnd"/>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proofErr w:type="spellStart"/>
      <w:r w:rsidRPr="001225B9">
        <w:t>vkGetPhysicalDeviceCurrentVideoCapabilitiesMPEG</w:t>
      </w:r>
      <w:bookmarkEnd w:id="233"/>
      <w:proofErr w:type="spellEnd"/>
      <w:r>
        <w:t>() function</w:t>
      </w:r>
      <w:bookmarkEnd w:id="234"/>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proofErr w:type="spellStart"/>
      <w:r w:rsidRPr="00D97602">
        <w:rPr>
          <w:rFonts w:ascii="Courier New" w:hAnsi="Courier New" w:cs="Courier New"/>
        </w:rPr>
        <w:t>vkGetPhysicalDeviceVideoCapabilitiesKHR</w:t>
      </w:r>
      <w:proofErr w:type="spellEnd"/>
      <w:r>
        <w:rPr>
          <w:rFonts w:ascii="Courier New" w:hAnsi="Courier New" w:cs="Courier New"/>
        </w:rPr>
        <w:t>()</w:t>
      </w:r>
      <w:r>
        <w:t xml:space="preserve">. Similar to this function, the VDI VK mapping defines the </w:t>
      </w:r>
      <w:proofErr w:type="spellStart"/>
      <w:r w:rsidRPr="003B5482">
        <w:rPr>
          <w:rFonts w:ascii="Courier New" w:hAnsi="Courier New" w:cs="Courier New"/>
        </w:rPr>
        <w:t>vkGetPhysicalDeviceCurrentVideoCapabilitiesMPEG</w:t>
      </w:r>
      <w:proofErr w:type="spellEnd"/>
      <w:r>
        <w:rPr>
          <w:rFonts w:ascii="Courier New" w:hAnsi="Courier New" w:cs="Courier New"/>
        </w:rPr>
        <w:t>()</w:t>
      </w:r>
      <w:r>
        <w:t xml:space="preserve">function. In contrast to the </w:t>
      </w:r>
      <w:proofErr w:type="spellStart"/>
      <w:r w:rsidRPr="00D97602">
        <w:rPr>
          <w:rFonts w:ascii="Courier New" w:hAnsi="Courier New" w:cs="Courier New"/>
        </w:rPr>
        <w:t>vkGetPhysicalDeviceVideoCapabilitiesKHR</w:t>
      </w:r>
      <w:proofErr w:type="spellEnd"/>
      <w:r>
        <w:rPr>
          <w:rFonts w:ascii="Courier New" w:hAnsi="Courier New" w:cs="Courier New"/>
        </w:rPr>
        <w:t>()</w:t>
      </w:r>
      <w:r w:rsidRPr="003B5482">
        <w:t xml:space="preserve"> fun</w:t>
      </w:r>
      <w:r>
        <w:t>c</w:t>
      </w:r>
      <w:r w:rsidRPr="003B5482">
        <w:t>tion,</w:t>
      </w:r>
      <w:r>
        <w:t xml:space="preserve"> the </w:t>
      </w:r>
      <w:proofErr w:type="spellStart"/>
      <w:r w:rsidRPr="00445719">
        <w:rPr>
          <w:rFonts w:ascii="Courier New" w:hAnsi="Courier New" w:cs="Courier New"/>
        </w:rPr>
        <w:t>vkGetPhysicalDeviceCurrentVideoCapabilitiesMPEG</w:t>
      </w:r>
      <w:proofErr w:type="spellEnd"/>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proofErr w:type="spellStart"/>
      <w:r w:rsidRPr="003B5482">
        <w:rPr>
          <w:rFonts w:ascii="Courier New" w:hAnsi="Courier New" w:cs="Courier New"/>
        </w:rPr>
        <w:t>physicalDevice</w:t>
      </w:r>
      <w:proofErr w:type="spellEnd"/>
      <w:r w:rsidRPr="003B5482">
        <w:t xml:space="preserve"> </w:t>
      </w:r>
      <w:r>
        <w:t>is the physical device whose video decode or encode capabilities are to be queried.</w:t>
      </w:r>
    </w:p>
    <w:p w14:paraId="7AC6DC33" w14:textId="77777777" w:rsidR="004C2054" w:rsidRDefault="004C2054" w:rsidP="004C2054">
      <w:proofErr w:type="spellStart"/>
      <w:r w:rsidRPr="003B5482">
        <w:rPr>
          <w:rFonts w:ascii="Courier New" w:hAnsi="Courier New" w:cs="Courier New"/>
        </w:rPr>
        <w:t>pVideoProfile</w:t>
      </w:r>
      <w:proofErr w:type="spellEnd"/>
      <w:r>
        <w:t xml:space="preserve"> is a pointer to a </w:t>
      </w:r>
      <w:proofErr w:type="spellStart"/>
      <w:r w:rsidRPr="003B5482">
        <w:rPr>
          <w:rFonts w:ascii="Courier New" w:hAnsi="Courier New" w:cs="Courier New"/>
        </w:rPr>
        <w:t>VkVideoProfileKHR</w:t>
      </w:r>
      <w:proofErr w:type="spellEnd"/>
      <w:r>
        <w:t xml:space="preserve"> structure with a chained codec-operation specific video profile structure.</w:t>
      </w:r>
    </w:p>
    <w:p w14:paraId="39FA85A4" w14:textId="77777777" w:rsidR="004C2054" w:rsidRDefault="004C2054" w:rsidP="004C2054">
      <w:proofErr w:type="spellStart"/>
      <w:r w:rsidRPr="003B5482">
        <w:rPr>
          <w:rFonts w:ascii="Courier New" w:hAnsi="Courier New" w:cs="Courier New"/>
        </w:rPr>
        <w:t>pCapabilities</w:t>
      </w:r>
      <w:proofErr w:type="spellEnd"/>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lastRenderedPageBreak/>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proofErr w:type="spellStart"/>
      <w:r w:rsidRPr="003B5482">
        <w:rPr>
          <w:rFonts w:ascii="Courier New" w:hAnsi="Courier New" w:cs="Courier New"/>
        </w:rPr>
        <w:t>sType</w:t>
      </w:r>
      <w:proofErr w:type="spellEnd"/>
      <w:r>
        <w:t xml:space="preserve"> </w:t>
      </w:r>
      <w:r w:rsidRPr="00D304F7">
        <w:t>is the type of this structure.</w:t>
      </w:r>
    </w:p>
    <w:p w14:paraId="0B4607A1" w14:textId="77777777" w:rsidR="004C2054" w:rsidRDefault="004C2054" w:rsidP="004C2054">
      <w:proofErr w:type="spellStart"/>
      <w:r w:rsidRPr="003B5482">
        <w:rPr>
          <w:rFonts w:ascii="Courier New" w:hAnsi="Courier New" w:cs="Courier New"/>
        </w:rPr>
        <w:t>pNext</w:t>
      </w:r>
      <w:proofErr w:type="spellEnd"/>
      <w:r>
        <w:t xml:space="preserve"> </w:t>
      </w:r>
      <w:r w:rsidRPr="00D304F7">
        <w:t>is NULL or a pointer to a structure extending this structure.</w:t>
      </w:r>
    </w:p>
    <w:p w14:paraId="189F5779" w14:textId="374B0D04" w:rsidR="004C2054" w:rsidRDefault="004C2054" w:rsidP="004C2054">
      <w:proofErr w:type="spellStart"/>
      <w:r w:rsidRPr="003B5482">
        <w:rPr>
          <w:rFonts w:ascii="Courier New" w:hAnsi="Courier New" w:cs="Courier New"/>
        </w:rPr>
        <w:t>maxInstances</w:t>
      </w:r>
      <w:proofErr w:type="spellEnd"/>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proofErr w:type="spellStart"/>
      <w:r w:rsidRPr="003B5482">
        <w:rPr>
          <w:rFonts w:ascii="Courier New" w:hAnsi="Courier New" w:cs="Courier New"/>
        </w:rPr>
        <w:t>bufferMemory</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proofErr w:type="spellStart"/>
      <w:r w:rsidRPr="003B5482">
        <w:rPr>
          <w:rFonts w:ascii="Courier New" w:hAnsi="Courier New" w:cs="Courier New"/>
        </w:rPr>
        <w:t>maxSamplesSecond</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proofErr w:type="spellStart"/>
      <w:r w:rsidRPr="003B5482">
        <w:rPr>
          <w:rFonts w:ascii="Courier New" w:hAnsi="Courier New" w:cs="Courier New"/>
        </w:rPr>
        <w:t>maxPerformancePoint</w:t>
      </w:r>
      <w:proofErr w:type="spellEnd"/>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proofErr w:type="spellStart"/>
      <w:r w:rsidRPr="003B5482">
        <w:rPr>
          <w:rFonts w:ascii="Courier New" w:hAnsi="Courier New" w:cs="Courier New"/>
        </w:rPr>
        <w:t>VkCurrentVideoCapabilitiesMPEG</w:t>
      </w:r>
      <w:proofErr w:type="spellEnd"/>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2A0BB1ED"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1DB58CBE" w14:textId="6CB11700" w:rsidR="004C2054" w:rsidRDefault="004C2054" w:rsidP="004C2054">
      <w:proofErr w:type="spellStart"/>
      <w:r w:rsidRPr="003B5482">
        <w:rPr>
          <w:rFonts w:ascii="Courier New" w:hAnsi="Courier New" w:cs="Courier New"/>
        </w:rPr>
        <w:t>pictureRate</w:t>
      </w:r>
      <w:proofErr w:type="spellEnd"/>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proofErr w:type="spellStart"/>
      <w:r w:rsidRPr="003B5482">
        <w:rPr>
          <w:rFonts w:ascii="Courier New" w:hAnsi="Courier New" w:cs="Courier New"/>
        </w:rPr>
        <w:lastRenderedPageBreak/>
        <w:t>bit</w:t>
      </w:r>
      <w:r>
        <w:rPr>
          <w:rFonts w:ascii="Courier New" w:hAnsi="Courier New" w:cs="Courier New"/>
        </w:rPr>
        <w:t>D</w:t>
      </w:r>
      <w:r w:rsidRPr="003B5482">
        <w:rPr>
          <w:rFonts w:ascii="Courier New" w:hAnsi="Courier New" w:cs="Courier New"/>
        </w:rPr>
        <w:t>epth</w:t>
      </w:r>
      <w:proofErr w:type="spellEnd"/>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proofErr w:type="spellStart"/>
      <w:r w:rsidRPr="003B5482">
        <w:t>VkVideoSessionCreateInfoGroupingMPEG</w:t>
      </w:r>
      <w:proofErr w:type="spellEnd"/>
      <w:r w:rsidRPr="003B5482">
        <w:t xml:space="preserve">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proofErr w:type="spellStart"/>
      <w:r w:rsidRPr="003B5482">
        <w:rPr>
          <w:rFonts w:ascii="Courier New" w:hAnsi="Courier New" w:cs="Courier New"/>
        </w:rPr>
        <w:t>VkVideoSessionCreateInfoGroupingMPEG</w:t>
      </w:r>
      <w:proofErr w:type="spellEnd"/>
      <w:r w:rsidRPr="004C2209">
        <w:t xml:space="preserve"> </w:t>
      </w:r>
      <w:r>
        <w:t xml:space="preserve">structure allows to attach a group identifier to a video decoding instance created via the VK Video API. This structure </w:t>
      </w:r>
      <w:r w:rsidRPr="004C2209">
        <w:t xml:space="preserve">extends the </w:t>
      </w:r>
      <w:proofErr w:type="spellStart"/>
      <w:r w:rsidRPr="003B5482">
        <w:rPr>
          <w:rFonts w:ascii="Courier New" w:hAnsi="Courier New" w:cs="Courier New"/>
        </w:rPr>
        <w:t>VkVideoSessionCreateInfoKHR</w:t>
      </w:r>
      <w:proofErr w:type="spellEnd"/>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5BC51615"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proofErr w:type="spellStart"/>
      <w:r w:rsidRPr="004C2209">
        <w:rPr>
          <w:rFonts w:eastAsia="Calibri"/>
        </w:rPr>
        <w:t>VkVideoSessionOutputParameterMPEG</w:t>
      </w:r>
      <w:proofErr w:type="spellEnd"/>
      <w:r w:rsidRPr="004C2209">
        <w:rPr>
          <w:rFonts w:eastAsia="Calibri"/>
        </w:rPr>
        <w:t xml:space="preserve">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proofErr w:type="spellStart"/>
      <w:r w:rsidRPr="003B5482">
        <w:rPr>
          <w:rFonts w:ascii="Courier New" w:hAnsi="Courier New" w:cs="Courier New"/>
        </w:rPr>
        <w:t>VkVideoSessionOutputParameterMPEG</w:t>
      </w:r>
      <w:proofErr w:type="spellEnd"/>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489E0A6E"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proofErr w:type="spellStart"/>
      <w:r w:rsidRPr="003B5482">
        <w:rPr>
          <w:rFonts w:ascii="Courier New" w:hAnsi="Courier New" w:cs="Courier New"/>
        </w:rPr>
        <w:t>partialOutput</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proofErr w:type="spellStart"/>
      <w:r w:rsidRPr="003B5482">
        <w:rPr>
          <w:rFonts w:ascii="Courier New" w:hAnsi="Courier New" w:cs="Courier New"/>
        </w:rPr>
        <w:t>subframeCount</w:t>
      </w:r>
      <w:proofErr w:type="spellEnd"/>
      <w:r w:rsidRPr="009E17B4">
        <w:t xml:space="preserve"> and</w:t>
      </w:r>
      <w:r>
        <w:rPr>
          <w:rFonts w:ascii="Courier New" w:hAnsi="Courier New" w:cs="Courier New"/>
        </w:rPr>
        <w:t xml:space="preserve"> </w:t>
      </w:r>
      <w:proofErr w:type="spellStart"/>
      <w:r w:rsidRPr="003B5482">
        <w:rPr>
          <w:rFonts w:ascii="Courier New" w:hAnsi="Courier New" w:cs="Courier New"/>
        </w:rPr>
        <w:t>pSubframeOutput</w:t>
      </w:r>
      <w:proofErr w:type="spellEnd"/>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proofErr w:type="spellStart"/>
      <w:r w:rsidRPr="003B5482">
        <w:rPr>
          <w:rFonts w:ascii="Courier New" w:hAnsi="Courier New" w:cs="Courier New"/>
        </w:rPr>
        <w:lastRenderedPageBreak/>
        <w:t>outputCrop</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proofErr w:type="spellStart"/>
      <w:r w:rsidRPr="003B5482">
        <w:rPr>
          <w:rFonts w:ascii="Courier New" w:hAnsi="Courier New" w:cs="Courier New"/>
        </w:rPr>
        <w:t>pOutputCropWindow</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proofErr w:type="spellStart"/>
      <w:r w:rsidRPr="003B5482">
        <w:rPr>
          <w:rFonts w:ascii="Courier New" w:hAnsi="Courier New" w:cs="Courier New"/>
        </w:rPr>
        <w:t>maxOfftimeJitter</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proofErr w:type="spellStart"/>
      <w:r w:rsidRPr="003B5482">
        <w:rPr>
          <w:rFonts w:ascii="Courier New" w:hAnsi="Courier New" w:cs="Courier New"/>
        </w:rPr>
        <w:t>pMetadataCallback</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163837213"/>
      <w:r w:rsidRPr="001854F3">
        <w:rPr>
          <w:lang w:val="en-US"/>
        </w:rPr>
        <w:t>Informative mapping</w:t>
      </w:r>
      <w:bookmarkEnd w:id="237"/>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Toc163837214"/>
      <w:bookmarkStart w:id="493" w:name="_Ref77779795"/>
      <w:bookmarkStart w:id="494" w:name="_Ref7777980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2"/>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163837215"/>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lastRenderedPageBreak/>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163837217"/>
      <w:r>
        <w:t>General</w:t>
      </w:r>
      <w:bookmarkEnd w:id="516"/>
      <w:bookmarkEnd w:id="517"/>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163837218"/>
      <w:bookmarkStart w:id="520" w:name="_Toc417360726"/>
      <w:bookmarkStart w:id="521" w:name="_Ref419967181"/>
      <w:bookmarkStart w:id="522" w:name="_Toc420104525"/>
      <w:bookmarkStart w:id="523" w:name="_Toc504564965"/>
      <w:bookmarkStart w:id="524" w:name="_Toc37220794"/>
      <w:bookmarkStart w:id="525" w:name="_Toc68346597"/>
      <w:r w:rsidRPr="003109C6">
        <w:t xml:space="preserve">Media </w:t>
      </w:r>
      <w:r>
        <w:t>s</w:t>
      </w:r>
      <w:r w:rsidRPr="003109C6">
        <w:t>tream</w:t>
      </w:r>
      <w:bookmarkEnd w:id="518"/>
      <w:bookmarkEnd w:id="519"/>
    </w:p>
    <w:p w14:paraId="6E76B53A" w14:textId="77777777" w:rsidR="00D2240C" w:rsidRPr="003109C6" w:rsidRDefault="00D2240C" w:rsidP="00D2240C">
      <w:pPr>
        <w:pStyle w:val="Heading3"/>
        <w:numPr>
          <w:ilvl w:val="2"/>
          <w:numId w:val="1"/>
        </w:numPr>
      </w:pPr>
      <w:bookmarkStart w:id="526" w:name="_Toc120279155"/>
      <w:bookmarkStart w:id="527" w:name="_Toc163837219"/>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163837220"/>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163837221"/>
      <w:r w:rsidRPr="003109C6">
        <w:t>Access Units (AU)</w:t>
      </w:r>
      <w:bookmarkEnd w:id="520"/>
      <w:bookmarkEnd w:id="521"/>
      <w:bookmarkEnd w:id="522"/>
      <w:bookmarkEnd w:id="523"/>
      <w:bookmarkEnd w:id="524"/>
      <w:bookmarkEnd w:id="525"/>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163837222"/>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163837223"/>
      <w:r w:rsidRPr="003109C6">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163837224"/>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163837225"/>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163837226"/>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lastRenderedPageBreak/>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163837227"/>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163837228"/>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163837229"/>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163837230"/>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163837231"/>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163837232"/>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lastRenderedPageBreak/>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163837233"/>
      <w:r w:rsidRPr="001854F3">
        <w:rPr>
          <w:lang w:val="en-US"/>
        </w:rPr>
        <w:t>Video decoder interface</w:t>
      </w:r>
      <w:bookmarkEnd w:id="493"/>
      <w:bookmarkEnd w:id="494"/>
      <w:bookmarkEnd w:id="601"/>
    </w:p>
    <w:p w14:paraId="07DF5256" w14:textId="3FFEFB71" w:rsidR="00440C0E" w:rsidRDefault="000C01A9" w:rsidP="009E17B4">
      <w:pPr>
        <w:pStyle w:val="Heading2"/>
        <w:rPr>
          <w:lang w:val="en-US"/>
        </w:rPr>
      </w:pPr>
      <w:bookmarkStart w:id="602" w:name="_Toc163837234"/>
      <w:r>
        <w:rPr>
          <w:lang w:val="en-US"/>
        </w:rPr>
        <w:t>General</w:t>
      </w:r>
      <w:bookmarkEnd w:id="602"/>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lastRenderedPageBreak/>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163837236"/>
      <w:r w:rsidRPr="001854F3">
        <w:rPr>
          <w:lang w:val="en-US"/>
        </w:rPr>
        <w:t>General</w:t>
      </w:r>
      <w:bookmarkEnd w:id="605"/>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16383723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proofErr w:type="spellStart"/>
      <w:r w:rsidRPr="001854F3">
        <w:rPr>
          <w:lang w:val="en-US" w:eastAsia="ja-JP"/>
        </w:rPr>
        <w:t>MediaStream</w:t>
      </w:r>
      <w:proofErr w:type="spellEnd"/>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proofErr w:type="spellStart"/>
      <w:r w:rsidRPr="001854F3">
        <w:rPr>
          <w:lang w:val="en-US" w:eastAsia="ja-JP"/>
        </w:rPr>
        <w:t>ElementaryStream</w:t>
      </w:r>
      <w:proofErr w:type="spellEnd"/>
      <w:r w:rsidRPr="001854F3">
        <w:rPr>
          <w:lang w:val="en-US" w:eastAsia="ja-JP"/>
        </w:rPr>
        <w:tab/>
        <w:t>a type of elementary stream</w:t>
      </w:r>
    </w:p>
    <w:p w14:paraId="0FB335D6" w14:textId="4C488F0C" w:rsidR="00F947B5" w:rsidRPr="001854F3" w:rsidRDefault="00F947B5" w:rsidP="00F947B5">
      <w:pPr>
        <w:rPr>
          <w:lang w:val="en-US" w:eastAsia="ja-JP"/>
        </w:rPr>
      </w:pPr>
      <w:proofErr w:type="spellStart"/>
      <w:r w:rsidRPr="001854F3">
        <w:rPr>
          <w:lang w:val="en-US" w:eastAsia="ja-JP"/>
        </w:rPr>
        <w:t>AccessUnit</w:t>
      </w:r>
      <w:proofErr w:type="spellEnd"/>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proofErr w:type="spellStart"/>
      <w:r w:rsidRPr="001854F3">
        <w:rPr>
          <w:lang w:val="en-US" w:eastAsia="ja-JP"/>
        </w:rPr>
        <w:t>VideoObjectIdentifier</w:t>
      </w:r>
      <w:proofErr w:type="spellEnd"/>
      <w:r w:rsidRPr="001854F3">
        <w:rPr>
          <w:lang w:val="en-US" w:eastAsia="ja-JP"/>
        </w:rPr>
        <w:tab/>
        <w:t>a type of video object identifier</w:t>
      </w:r>
    </w:p>
    <w:p w14:paraId="02617E54" w14:textId="4675EA17" w:rsidR="00F947B5" w:rsidRPr="001854F3" w:rsidRDefault="00F947B5" w:rsidP="00F27E41">
      <w:pPr>
        <w:rPr>
          <w:lang w:val="en-US"/>
        </w:rPr>
      </w:pPr>
      <w:proofErr w:type="spellStart"/>
      <w:r w:rsidRPr="001854F3">
        <w:rPr>
          <w:lang w:val="en-US" w:eastAsia="ja-JP"/>
        </w:rPr>
        <w:t>VideoObjectSample</w:t>
      </w:r>
      <w:proofErr w:type="spellEnd"/>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163837238"/>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proofErr w:type="spellStart"/>
      <w:r w:rsidR="002D3BF5" w:rsidRPr="001854F3">
        <w:rPr>
          <w:lang w:val="en-US"/>
        </w:rPr>
        <w:t>i-th</w:t>
      </w:r>
      <w:proofErr w:type="spellEnd"/>
      <w:r w:rsidR="002D3BF5" w:rsidRPr="001854F3">
        <w:rPr>
          <w:lang w:val="en-US"/>
        </w:rPr>
        <w:t xml:space="preserve">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w:t>
      </w:r>
      <w:r w:rsidR="00A30736" w:rsidRPr="001854F3">
        <w:rPr>
          <w:lang w:val="en-US"/>
        </w:rPr>
        <w:lastRenderedPageBreak/>
        <w:t xml:space="preserve">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163837239"/>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w:t>
      </w:r>
      <w:proofErr w:type="spellStart"/>
      <w:r w:rsidR="0012304C" w:rsidRPr="001854F3">
        <w:rPr>
          <w:lang w:val="en-US"/>
        </w:rPr>
        <w:t>i-th</w:t>
      </w:r>
      <w:proofErr w:type="spellEnd"/>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proofErr w:type="spellStart"/>
      <w:r w:rsidR="007A20DE" w:rsidRPr="001854F3">
        <w:rPr>
          <w:lang w:val="en-US"/>
        </w:rPr>
        <w:t>i-th</w:t>
      </w:r>
      <w:proofErr w:type="spellEnd"/>
      <w:r w:rsidR="007A20DE" w:rsidRPr="001854F3">
        <w:rPr>
          <w:lang w:val="en-US"/>
        </w:rPr>
        <w:t xml:space="preserve">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proofErr w:type="spellStart"/>
      <w:r w:rsidR="007A20DE" w:rsidRPr="001854F3">
        <w:rPr>
          <w:lang w:val="en-US"/>
        </w:rPr>
        <w:t>i-th</w:t>
      </w:r>
      <w:proofErr w:type="spellEnd"/>
      <w:r w:rsidR="007A20DE" w:rsidRPr="001854F3">
        <w:rPr>
          <w:lang w:val="en-US"/>
        </w:rPr>
        <w:t xml:space="preserve">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lastRenderedPageBreak/>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163837240"/>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w:t>
      </w:r>
      <w:r w:rsidR="005607FE" w:rsidRPr="001854F3">
        <w:rPr>
          <w:lang w:val="en-US"/>
        </w:rPr>
        <w:t>is</w:t>
      </w:r>
      <w:r w:rsidRPr="001854F3">
        <w:rPr>
          <w:lang w:val="en-US"/>
        </w:rPr>
        <w:t xml:space="preserve"> </w:t>
      </w:r>
      <w:proofErr w:type="spellStart"/>
      <w:r w:rsidRPr="001854F3">
        <w:rPr>
          <w:lang w:val="en-US"/>
        </w:rPr>
        <w:t>i-th</w:t>
      </w:r>
      <w:proofErr w:type="spellEnd"/>
      <w:r w:rsidRPr="001854F3">
        <w:rPr>
          <w:lang w:val="en-US"/>
        </w:rPr>
        <w:t xml:space="preserve">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163837241"/>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this </w:t>
      </w:r>
      <w:proofErr w:type="spellStart"/>
      <w:r w:rsidRPr="001854F3">
        <w:rPr>
          <w:lang w:val="en-US"/>
        </w:rPr>
        <w:t>i-th</w:t>
      </w:r>
      <w:proofErr w:type="spellEnd"/>
      <w:r w:rsidRPr="001854F3">
        <w:rPr>
          <w:lang w:val="en-US"/>
        </w:rPr>
        <w:t xml:space="preserve">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163837242"/>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163837243"/>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proofErr w:type="spellStart"/>
            <w:r w:rsidRPr="001854F3">
              <w:rPr>
                <w:lang w:val="en-US"/>
              </w:rPr>
              <w:t>VideoObjectIdentifier</w:t>
            </w:r>
            <w:proofErr w:type="spellEnd"/>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proofErr w:type="spellStart"/>
            <w:r w:rsidRPr="001854F3">
              <w:rPr>
                <w:lang w:val="en-US"/>
              </w:rPr>
              <w:t>VideoObjectSample</w:t>
            </w:r>
            <w:proofErr w:type="spellEnd"/>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163837244"/>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proofErr w:type="spellStart"/>
      <w:r w:rsidRPr="00012BE2">
        <w:rPr>
          <w:rFonts w:ascii="Courier New" w:eastAsia="SimSun" w:hAnsi="Courier New" w:cs="Courier New"/>
          <w:bCs/>
          <w:sz w:val="20"/>
          <w:szCs w:val="20"/>
          <w:lang w:eastAsia="zh-CN"/>
        </w:rPr>
        <w:t>dependent_slice_segments_enabled_flag</w:t>
      </w:r>
      <w:proofErr w:type="spellEnd"/>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general_progressive_source_flag</w:t>
      </w:r>
      <w:proofErr w:type="spellEnd"/>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lastRenderedPageBreak/>
        <w:t>general_frame_only_constraint_flag</w:t>
      </w:r>
      <w:proofErr w:type="spellEnd"/>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general_interlaced_source_flag</w:t>
      </w:r>
      <w:proofErr w:type="spellEnd"/>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163837246"/>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proofErr w:type="spellStart"/>
            <w:r w:rsidRPr="001854F3">
              <w:rPr>
                <w:lang w:val="en-US"/>
              </w:rPr>
              <w:t>Video</w:t>
            </w:r>
            <w:r w:rsidR="00C77AAC" w:rsidRPr="001854F3">
              <w:rPr>
                <w:lang w:val="en-US"/>
              </w:rPr>
              <w:t>ObjectIdentifier</w:t>
            </w:r>
            <w:proofErr w:type="spellEnd"/>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proofErr w:type="spellStart"/>
            <w:r w:rsidRPr="009E17B4">
              <w:rPr>
                <w:rFonts w:ascii="Courier New" w:eastAsia="SimSun" w:hAnsi="Courier New" w:cs="Courier New"/>
                <w:bCs/>
                <w:sz w:val="20"/>
                <w:szCs w:val="20"/>
                <w:lang w:eastAsia="zh-CN"/>
              </w:rPr>
              <w:t>nuh_layer_id</w:t>
            </w:r>
            <w:proofErr w:type="spellEnd"/>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proofErr w:type="spellStart"/>
            <w:r w:rsidRPr="001854F3">
              <w:rPr>
                <w:lang w:val="en-US"/>
              </w:rPr>
              <w:t>Video</w:t>
            </w:r>
            <w:r w:rsidR="00C77AAC" w:rsidRPr="001854F3">
              <w:rPr>
                <w:lang w:val="en-US"/>
              </w:rPr>
              <w:t>ObjectSample</w:t>
            </w:r>
            <w:proofErr w:type="spellEnd"/>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proofErr w:type="spellStart"/>
      <w:r w:rsidR="000951C0" w:rsidRPr="009E17B4">
        <w:rPr>
          <w:rFonts w:ascii="Courier New" w:eastAsia="SimSun" w:hAnsi="Courier New" w:cs="Courier New"/>
          <w:bCs/>
          <w:sz w:val="20"/>
          <w:szCs w:val="20"/>
          <w:lang w:eastAsia="zh-CN"/>
        </w:rPr>
        <w:t>vps_all_independent_layers_flag</w:t>
      </w:r>
      <w:proofErr w:type="spellEnd"/>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proofErr w:type="spellStart"/>
      <w:r w:rsidRPr="009E17B4">
        <w:rPr>
          <w:rFonts w:ascii="Courier New" w:eastAsia="SimSun" w:hAnsi="Courier New" w:cs="Courier New"/>
          <w:bCs/>
          <w:sz w:val="20"/>
          <w:szCs w:val="20"/>
          <w:lang w:eastAsia="zh-CN"/>
        </w:rPr>
        <w:t>sh_picture_header_in_slice_header_flag</w:t>
      </w:r>
      <w:proofErr w:type="spellEnd"/>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and this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w:t>
      </w:r>
      <w:proofErr w:type="spellStart"/>
      <w:r>
        <w:t>i-th</w:t>
      </w:r>
      <w:proofErr w:type="spellEnd"/>
      <w:r>
        <w:t xml:space="preserve">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 xml:space="preserve">the </w:t>
      </w:r>
      <w:proofErr w:type="spellStart"/>
      <w:r w:rsidR="00D736EF">
        <w:t>i-th</w:t>
      </w:r>
      <w:proofErr w:type="spellEnd"/>
      <w:r w:rsidR="00D736EF">
        <w:t xml:space="preserve">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 xml:space="preserve">of the </w:t>
      </w:r>
      <w:proofErr w:type="spellStart"/>
      <w:r w:rsidR="00CB20F1">
        <w:t>i-th</w:t>
      </w:r>
      <w:proofErr w:type="spellEnd"/>
      <w:r w:rsidR="00CB20F1">
        <w:t xml:space="preserve">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 xml:space="preserve">the </w:t>
      </w:r>
      <w:proofErr w:type="spellStart"/>
      <w:r w:rsidR="000C2E9D">
        <w:t>i-th</w:t>
      </w:r>
      <w:proofErr w:type="spellEnd"/>
      <w:r w:rsidR="000C2E9D">
        <w:t xml:space="preserve">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boundary_identifier_east</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boundary_identifier_west</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boundary_identifier_south</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boundary_identifier_north</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3"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3"/>
    </w:p>
    <w:p w14:paraId="6C593E8B" w14:textId="77777777" w:rsidR="00305EA1" w:rsidRPr="001854F3" w:rsidRDefault="00305EA1" w:rsidP="00305EA1">
      <w:pPr>
        <w:pStyle w:val="Heading3"/>
        <w:rPr>
          <w:lang w:val="en-US"/>
        </w:rPr>
      </w:pPr>
      <w:bookmarkStart w:id="684" w:name="_Toc39851657"/>
      <w:bookmarkStart w:id="685" w:name="_Toc163837249"/>
      <w:r w:rsidRPr="001854F3">
        <w:rPr>
          <w:lang w:val="en-US"/>
        </w:rPr>
        <w:t>General</w:t>
      </w:r>
      <w:bookmarkEnd w:id="684"/>
      <w:bookmarkEnd w:id="685"/>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686"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686"/>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proofErr w:type="spellStart"/>
            <w:r w:rsidRPr="001854F3">
              <w:rPr>
                <w:lang w:val="en-US"/>
              </w:rPr>
              <w:t>ElementaryStream</w:t>
            </w:r>
            <w:proofErr w:type="spellEnd"/>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proofErr w:type="spellStart"/>
            <w:r w:rsidRPr="001854F3">
              <w:rPr>
                <w:lang w:val="en-US"/>
              </w:rPr>
              <w:t>AccessUnit</w:t>
            </w:r>
            <w:proofErr w:type="spellEnd"/>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proofErr w:type="spellStart"/>
            <w:r w:rsidRPr="001854F3">
              <w:rPr>
                <w:lang w:val="en-US"/>
              </w:rPr>
              <w:t>Video</w:t>
            </w:r>
            <w:r w:rsidR="00305EA1" w:rsidRPr="001854F3">
              <w:rPr>
                <w:lang w:val="en-US"/>
              </w:rPr>
              <w:t>ObjectIdentifier</w:t>
            </w:r>
            <w:proofErr w:type="spellEnd"/>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proofErr w:type="spellStart"/>
            <w:r w:rsidRPr="001854F3">
              <w:rPr>
                <w:lang w:val="en-US"/>
              </w:rPr>
              <w:t>VideoObjectSample</w:t>
            </w:r>
            <w:proofErr w:type="spellEnd"/>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87" w:name="_Toc163837250"/>
      <w:r w:rsidRPr="001854F3">
        <w:rPr>
          <w:lang w:val="en-US"/>
        </w:rPr>
        <w:t>Media and e</w:t>
      </w:r>
      <w:r w:rsidR="00305EA1" w:rsidRPr="001854F3">
        <w:rPr>
          <w:lang w:val="en-US"/>
        </w:rPr>
        <w:t>lementary streams constraints</w:t>
      </w:r>
      <w:bookmarkEnd w:id="687"/>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or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w:t>
      </w:r>
      <w:proofErr w:type="spellStart"/>
      <w:r>
        <w:t>i-th</w:t>
      </w:r>
      <w:proofErr w:type="spellEnd"/>
      <w:r>
        <w:t xml:space="preserve">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w:t>
      </w:r>
      <w:proofErr w:type="spellStart"/>
      <w:r w:rsidR="00B2438F">
        <w:t>i-th</w:t>
      </w:r>
      <w:proofErr w:type="spellEnd"/>
      <w:r w:rsidR="00B2438F">
        <w:t xml:space="preserve">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 xml:space="preserve">of the </w:t>
      </w:r>
      <w:proofErr w:type="spellStart"/>
      <w:r w:rsidR="007D120B">
        <w:t>i-th</w:t>
      </w:r>
      <w:proofErr w:type="spellEnd"/>
      <w:r w:rsidR="007D120B">
        <w:t xml:space="preserve">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w:t>
      </w:r>
      <w:proofErr w:type="spellStart"/>
      <w:r w:rsidR="00F91FDE">
        <w:t>i-th</w:t>
      </w:r>
      <w:proofErr w:type="spellEnd"/>
      <w:r w:rsidR="00F91FDE">
        <w:t xml:space="preserve">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688" w:name="_Toc72927184"/>
      <w:bookmarkStart w:id="689" w:name="_Toc72927274"/>
      <w:bookmarkStart w:id="690" w:name="_Toc450303222"/>
      <w:bookmarkStart w:id="691" w:name="_Toc9996972"/>
      <w:bookmarkStart w:id="692" w:name="_Toc438968655"/>
      <w:bookmarkStart w:id="693" w:name="_Toc443461103"/>
      <w:bookmarkStart w:id="694" w:name="_Toc353342675"/>
      <w:bookmarkStart w:id="695" w:name="_Toc443470372"/>
      <w:bookmarkStart w:id="696" w:name="_Toc450303224"/>
      <w:bookmarkStart w:id="697" w:name="_Toc9996979"/>
      <w:bookmarkStart w:id="698" w:name="_Toc353342679"/>
      <w:bookmarkEnd w:id="150"/>
      <w:bookmarkEnd w:id="688"/>
      <w:bookmarkEnd w:id="689"/>
      <w:r w:rsidRPr="001854F3">
        <w:rPr>
          <w:lang w:val="en-US"/>
        </w:rPr>
        <w:lastRenderedPageBreak/>
        <w:br/>
      </w:r>
      <w:bookmarkStart w:id="699" w:name="_Toc485815087"/>
      <w:bookmarkStart w:id="700" w:name="_Ref125558057"/>
      <w:bookmarkStart w:id="701" w:name="_Toc163837251"/>
      <w:r w:rsidRPr="001854F3">
        <w:rPr>
          <w:b w:val="0"/>
          <w:lang w:val="en-US"/>
        </w:rPr>
        <w:t>(normative)</w:t>
      </w:r>
      <w:bookmarkEnd w:id="690"/>
      <w:bookmarkEnd w:id="691"/>
      <w:bookmarkEnd w:id="692"/>
      <w:bookmarkEnd w:id="693"/>
      <w:bookmarkEnd w:id="694"/>
      <w:r w:rsidRPr="001854F3">
        <w:rPr>
          <w:lang w:val="en-US"/>
        </w:rPr>
        <w:br/>
      </w:r>
      <w:r w:rsidRPr="001854F3">
        <w:rPr>
          <w:lang w:val="en-US"/>
        </w:rPr>
        <w:br/>
      </w:r>
      <w:bookmarkEnd w:id="699"/>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0"/>
      <w:bookmarkEnd w:id="701"/>
    </w:p>
    <w:p w14:paraId="36BDD6F6" w14:textId="5AA610E0" w:rsidR="00254C5E" w:rsidRPr="001854F3" w:rsidRDefault="00254C5E" w:rsidP="00254C5E">
      <w:pPr>
        <w:pStyle w:val="a2"/>
        <w:numPr>
          <w:ilvl w:val="1"/>
          <w:numId w:val="7"/>
        </w:numPr>
        <w:rPr>
          <w:lang w:val="en-US"/>
        </w:rPr>
      </w:pPr>
      <w:bookmarkStart w:id="702" w:name="_Toc163837252"/>
      <w:r w:rsidRPr="001854F3">
        <w:rPr>
          <w:lang w:val="en-US"/>
        </w:rPr>
        <w:t>General</w:t>
      </w:r>
      <w:bookmarkEnd w:id="702"/>
    </w:p>
    <w:p w14:paraId="591DA562" w14:textId="40F68F39" w:rsidR="00BA3886" w:rsidRPr="001854F3" w:rsidRDefault="00254C5E" w:rsidP="00254C5E">
      <w:pPr>
        <w:rPr>
          <w:lang w:val="en-US" w:eastAsia="ja-JP"/>
        </w:rPr>
      </w:pPr>
      <w:bookmarkStart w:id="703"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4" w:name="_Toc125562556"/>
      <w:bookmarkStart w:id="705" w:name="_Toc125621505"/>
      <w:bookmarkStart w:id="706" w:name="_Toc133355055"/>
      <w:bookmarkStart w:id="707" w:name="_Toc125562557"/>
      <w:bookmarkStart w:id="708" w:name="_Toc125621506"/>
      <w:bookmarkStart w:id="709" w:name="_Toc133355056"/>
      <w:bookmarkStart w:id="710" w:name="_Toc125562558"/>
      <w:bookmarkStart w:id="711" w:name="_Toc125621507"/>
      <w:bookmarkStart w:id="712" w:name="_Toc133355057"/>
      <w:bookmarkStart w:id="713" w:name="_Toc125562559"/>
      <w:bookmarkStart w:id="714" w:name="_Toc125621508"/>
      <w:bookmarkStart w:id="715" w:name="_Toc133355058"/>
      <w:bookmarkStart w:id="716" w:name="_Toc125562667"/>
      <w:bookmarkStart w:id="717" w:name="_Toc125621616"/>
      <w:bookmarkStart w:id="718" w:name="_Toc133355166"/>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1854F3">
        <w:rPr>
          <w:lang w:val="en-US"/>
        </w:rPr>
        <w:lastRenderedPageBreak/>
        <w:br/>
      </w:r>
      <w:bookmarkStart w:id="719" w:name="_Ref77856243"/>
      <w:bookmarkStart w:id="720"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r>
      <w:proofErr w:type="spellStart"/>
      <w:r w:rsidRPr="001854F3">
        <w:rPr>
          <w:lang w:val="en-US"/>
        </w:rPr>
        <w:t>OpenMAX</w:t>
      </w:r>
      <w:proofErr w:type="spellEnd"/>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19"/>
      <w:bookmarkEnd w:id="720"/>
    </w:p>
    <w:p w14:paraId="29828CC4" w14:textId="77777777" w:rsidR="00813578" w:rsidRPr="001854F3" w:rsidRDefault="00813578" w:rsidP="00813578">
      <w:pPr>
        <w:pStyle w:val="a2"/>
        <w:numPr>
          <w:ilvl w:val="1"/>
          <w:numId w:val="7"/>
        </w:numPr>
        <w:rPr>
          <w:lang w:val="en-US"/>
        </w:rPr>
      </w:pPr>
      <w:bookmarkStart w:id="721" w:name="_Toc163837254"/>
      <w:r w:rsidRPr="001854F3">
        <w:rPr>
          <w:lang w:val="en-US"/>
        </w:rPr>
        <w:t>General</w:t>
      </w:r>
      <w:bookmarkEnd w:id="721"/>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2" w:name="_Toc125562670"/>
      <w:bookmarkStart w:id="723" w:name="_Toc125621619"/>
      <w:bookmarkStart w:id="724" w:name="_Toc133355169"/>
      <w:bookmarkStart w:id="725" w:name="_Toc125562671"/>
      <w:bookmarkStart w:id="726" w:name="_Toc125621620"/>
      <w:bookmarkStart w:id="727" w:name="_Toc133355170"/>
      <w:bookmarkStart w:id="728" w:name="_Toc125562672"/>
      <w:bookmarkStart w:id="729" w:name="_Toc125621621"/>
      <w:bookmarkStart w:id="730" w:name="_Toc133355171"/>
      <w:bookmarkStart w:id="731" w:name="_Toc125562673"/>
      <w:bookmarkStart w:id="732" w:name="_Toc125621622"/>
      <w:bookmarkStart w:id="733" w:name="_Toc133355172"/>
      <w:bookmarkStart w:id="734" w:name="_Toc125562676"/>
      <w:bookmarkStart w:id="735" w:name="_Toc125621625"/>
      <w:bookmarkStart w:id="736" w:name="_Toc133355175"/>
      <w:bookmarkStart w:id="737" w:name="_Toc77770864"/>
      <w:bookmarkStart w:id="738" w:name="_Toc77776404"/>
      <w:bookmarkStart w:id="739" w:name="_Toc77776538"/>
      <w:bookmarkStart w:id="740" w:name="_Toc77776670"/>
      <w:bookmarkStart w:id="741" w:name="_Toc77782201"/>
      <w:bookmarkStart w:id="742" w:name="_Toc77782806"/>
      <w:bookmarkStart w:id="743" w:name="_Toc77785594"/>
      <w:bookmarkStart w:id="744" w:name="_Toc77850591"/>
      <w:bookmarkStart w:id="745" w:name="_Toc77850732"/>
      <w:bookmarkStart w:id="746" w:name="_Toc77850873"/>
      <w:bookmarkStart w:id="747" w:name="_Toc77770865"/>
      <w:bookmarkStart w:id="748" w:name="_Toc77776405"/>
      <w:bookmarkStart w:id="749" w:name="_Toc77776539"/>
      <w:bookmarkStart w:id="750" w:name="_Toc77776671"/>
      <w:bookmarkStart w:id="751" w:name="_Toc77782202"/>
      <w:bookmarkStart w:id="752" w:name="_Toc77782807"/>
      <w:bookmarkStart w:id="753" w:name="_Toc77785595"/>
      <w:bookmarkStart w:id="754" w:name="_Toc77850592"/>
      <w:bookmarkStart w:id="755" w:name="_Toc77850733"/>
      <w:bookmarkStart w:id="756" w:name="_Toc77850874"/>
      <w:bookmarkStart w:id="757" w:name="_Toc77770866"/>
      <w:bookmarkStart w:id="758" w:name="_Toc77776406"/>
      <w:bookmarkStart w:id="759" w:name="_Toc77776540"/>
      <w:bookmarkStart w:id="760" w:name="_Toc77776672"/>
      <w:bookmarkStart w:id="761" w:name="_Toc77782203"/>
      <w:bookmarkStart w:id="762" w:name="_Toc77782808"/>
      <w:bookmarkStart w:id="763" w:name="_Toc77785596"/>
      <w:bookmarkStart w:id="764" w:name="_Toc77850593"/>
      <w:bookmarkStart w:id="765" w:name="_Toc77850734"/>
      <w:bookmarkStart w:id="766" w:name="_Toc77850875"/>
      <w:bookmarkStart w:id="767" w:name="_Toc77770867"/>
      <w:bookmarkStart w:id="768" w:name="_Toc77776407"/>
      <w:bookmarkStart w:id="769" w:name="_Toc77776541"/>
      <w:bookmarkStart w:id="770" w:name="_Toc77776673"/>
      <w:bookmarkStart w:id="771" w:name="_Toc77782204"/>
      <w:bookmarkStart w:id="772" w:name="_Toc77782809"/>
      <w:bookmarkStart w:id="773" w:name="_Toc77785597"/>
      <w:bookmarkStart w:id="774" w:name="_Toc77850594"/>
      <w:bookmarkStart w:id="775" w:name="_Toc77850735"/>
      <w:bookmarkStart w:id="776" w:name="_Toc77850876"/>
      <w:bookmarkStart w:id="777" w:name="_Toc77770868"/>
      <w:bookmarkStart w:id="778" w:name="_Toc77776408"/>
      <w:bookmarkStart w:id="779" w:name="_Toc77776542"/>
      <w:bookmarkStart w:id="780" w:name="_Toc77776674"/>
      <w:bookmarkStart w:id="781" w:name="_Toc77782205"/>
      <w:bookmarkStart w:id="782" w:name="_Toc77782810"/>
      <w:bookmarkStart w:id="783" w:name="_Toc77785598"/>
      <w:bookmarkStart w:id="784" w:name="_Toc77850595"/>
      <w:bookmarkStart w:id="785" w:name="_Toc77850736"/>
      <w:bookmarkStart w:id="786" w:name="_Toc77850877"/>
      <w:bookmarkStart w:id="787" w:name="_Toc77770869"/>
      <w:bookmarkStart w:id="788" w:name="_Toc77776409"/>
      <w:bookmarkStart w:id="789" w:name="_Toc77776543"/>
      <w:bookmarkStart w:id="790" w:name="_Toc77776675"/>
      <w:bookmarkStart w:id="791" w:name="_Toc77782206"/>
      <w:bookmarkStart w:id="792" w:name="_Toc77782811"/>
      <w:bookmarkStart w:id="793" w:name="_Toc77785599"/>
      <w:bookmarkStart w:id="794" w:name="_Toc77850596"/>
      <w:bookmarkStart w:id="795" w:name="_Toc77850737"/>
      <w:bookmarkStart w:id="796" w:name="_Toc77850878"/>
      <w:bookmarkStart w:id="797" w:name="_Toc77770870"/>
      <w:bookmarkStart w:id="798" w:name="_Toc77776410"/>
      <w:bookmarkStart w:id="799" w:name="_Toc77776544"/>
      <w:bookmarkStart w:id="800" w:name="_Toc77776676"/>
      <w:bookmarkStart w:id="801" w:name="_Toc77782207"/>
      <w:bookmarkStart w:id="802" w:name="_Toc77782812"/>
      <w:bookmarkStart w:id="803" w:name="_Toc77785600"/>
      <w:bookmarkStart w:id="804" w:name="_Toc77850597"/>
      <w:bookmarkStart w:id="805" w:name="_Toc77850738"/>
      <w:bookmarkStart w:id="806" w:name="_Toc77850879"/>
      <w:bookmarkStart w:id="807" w:name="_Toc77770871"/>
      <w:bookmarkStart w:id="808" w:name="_Toc77776411"/>
      <w:bookmarkStart w:id="809" w:name="_Toc77776545"/>
      <w:bookmarkStart w:id="810" w:name="_Toc77776677"/>
      <w:bookmarkStart w:id="811" w:name="_Toc77782208"/>
      <w:bookmarkStart w:id="812" w:name="_Toc77782813"/>
      <w:bookmarkStart w:id="813" w:name="_Toc77785601"/>
      <w:bookmarkStart w:id="814" w:name="_Toc77850598"/>
      <w:bookmarkStart w:id="815" w:name="_Toc77850739"/>
      <w:bookmarkStart w:id="816" w:name="_Toc77850880"/>
      <w:bookmarkStart w:id="817" w:name="_Toc77770872"/>
      <w:bookmarkStart w:id="818" w:name="_Toc77776412"/>
      <w:bookmarkStart w:id="819" w:name="_Toc77776546"/>
      <w:bookmarkStart w:id="820" w:name="_Toc77776678"/>
      <w:bookmarkStart w:id="821" w:name="_Toc77782209"/>
      <w:bookmarkStart w:id="822" w:name="_Toc77782814"/>
      <w:bookmarkStart w:id="823" w:name="_Toc77785602"/>
      <w:bookmarkStart w:id="824" w:name="_Toc77850599"/>
      <w:bookmarkStart w:id="825" w:name="_Toc77850740"/>
      <w:bookmarkStart w:id="826" w:name="_Toc77850881"/>
      <w:bookmarkStart w:id="827" w:name="_Toc77770873"/>
      <w:bookmarkStart w:id="828" w:name="_Toc77776413"/>
      <w:bookmarkStart w:id="829" w:name="_Toc77776547"/>
      <w:bookmarkStart w:id="830" w:name="_Toc77776679"/>
      <w:bookmarkStart w:id="831" w:name="_Toc77782210"/>
      <w:bookmarkStart w:id="832" w:name="_Toc77782815"/>
      <w:bookmarkStart w:id="833" w:name="_Toc77785603"/>
      <w:bookmarkStart w:id="834" w:name="_Toc77850600"/>
      <w:bookmarkStart w:id="835" w:name="_Toc77850741"/>
      <w:bookmarkStart w:id="836" w:name="_Toc77850882"/>
      <w:bookmarkStart w:id="837" w:name="_Toc77770874"/>
      <w:bookmarkStart w:id="838" w:name="_Toc77776414"/>
      <w:bookmarkStart w:id="839" w:name="_Toc77776548"/>
      <w:bookmarkStart w:id="840" w:name="_Toc77776680"/>
      <w:bookmarkStart w:id="841" w:name="_Toc77782211"/>
      <w:bookmarkStart w:id="842" w:name="_Toc77782816"/>
      <w:bookmarkStart w:id="843" w:name="_Toc77785604"/>
      <w:bookmarkStart w:id="844" w:name="_Toc77850601"/>
      <w:bookmarkStart w:id="845" w:name="_Toc77850742"/>
      <w:bookmarkStart w:id="846" w:name="_Toc77850883"/>
      <w:bookmarkStart w:id="847" w:name="_Toc77770875"/>
      <w:bookmarkStart w:id="848" w:name="_Toc77776415"/>
      <w:bookmarkStart w:id="849" w:name="_Toc77776549"/>
      <w:bookmarkStart w:id="850" w:name="_Toc77776681"/>
      <w:bookmarkStart w:id="851" w:name="_Toc77782212"/>
      <w:bookmarkStart w:id="852" w:name="_Toc77782817"/>
      <w:bookmarkStart w:id="853" w:name="_Toc77785605"/>
      <w:bookmarkStart w:id="854" w:name="_Toc77850602"/>
      <w:bookmarkStart w:id="855" w:name="_Toc77850743"/>
      <w:bookmarkStart w:id="856" w:name="_Toc77850884"/>
      <w:bookmarkStart w:id="857" w:name="_Toc77770876"/>
      <w:bookmarkStart w:id="858" w:name="_Toc77776416"/>
      <w:bookmarkStart w:id="859" w:name="_Toc77776550"/>
      <w:bookmarkStart w:id="860" w:name="_Toc77776682"/>
      <w:bookmarkStart w:id="861" w:name="_Toc77782213"/>
      <w:bookmarkStart w:id="862" w:name="_Toc77782818"/>
      <w:bookmarkStart w:id="863" w:name="_Toc77785606"/>
      <w:bookmarkStart w:id="864" w:name="_Toc77850603"/>
      <w:bookmarkStart w:id="865" w:name="_Toc77850744"/>
      <w:bookmarkStart w:id="866" w:name="_Toc77850885"/>
      <w:bookmarkStart w:id="867" w:name="_Toc77770877"/>
      <w:bookmarkStart w:id="868" w:name="_Toc77776417"/>
      <w:bookmarkStart w:id="869" w:name="_Toc77776551"/>
      <w:bookmarkStart w:id="870" w:name="_Toc77776683"/>
      <w:bookmarkStart w:id="871" w:name="_Toc77782214"/>
      <w:bookmarkStart w:id="872" w:name="_Toc77782819"/>
      <w:bookmarkStart w:id="873" w:name="_Toc77785607"/>
      <w:bookmarkStart w:id="874" w:name="_Toc77850604"/>
      <w:bookmarkStart w:id="875" w:name="_Toc77850745"/>
      <w:bookmarkStart w:id="876" w:name="_Toc77850886"/>
      <w:bookmarkStart w:id="877" w:name="_Toc77770878"/>
      <w:bookmarkStart w:id="878" w:name="_Toc77776418"/>
      <w:bookmarkStart w:id="879" w:name="_Toc77776552"/>
      <w:bookmarkStart w:id="880" w:name="_Toc77776684"/>
      <w:bookmarkStart w:id="881" w:name="_Toc77782215"/>
      <w:bookmarkStart w:id="882" w:name="_Toc77782820"/>
      <w:bookmarkStart w:id="883" w:name="_Toc77785608"/>
      <w:bookmarkStart w:id="884" w:name="_Toc77850605"/>
      <w:bookmarkStart w:id="885" w:name="_Toc77850746"/>
      <w:bookmarkStart w:id="886" w:name="_Toc77850887"/>
      <w:bookmarkStart w:id="887" w:name="_Toc77770879"/>
      <w:bookmarkStart w:id="888" w:name="_Toc77776419"/>
      <w:bookmarkStart w:id="889" w:name="_Toc77776553"/>
      <w:bookmarkStart w:id="890" w:name="_Toc77776685"/>
      <w:bookmarkStart w:id="891" w:name="_Toc77782216"/>
      <w:bookmarkStart w:id="892" w:name="_Toc77782821"/>
      <w:bookmarkStart w:id="893" w:name="_Toc77785609"/>
      <w:bookmarkStart w:id="894" w:name="_Toc77850606"/>
      <w:bookmarkStart w:id="895" w:name="_Toc77850747"/>
      <w:bookmarkStart w:id="896" w:name="_Toc77850888"/>
      <w:bookmarkStart w:id="897" w:name="_Toc77770880"/>
      <w:bookmarkStart w:id="898" w:name="_Toc77776420"/>
      <w:bookmarkStart w:id="899" w:name="_Toc77776554"/>
      <w:bookmarkStart w:id="900" w:name="_Toc77776686"/>
      <w:bookmarkStart w:id="901" w:name="_Toc77782217"/>
      <w:bookmarkStart w:id="902" w:name="_Toc77782822"/>
      <w:bookmarkStart w:id="903" w:name="_Toc77785610"/>
      <w:bookmarkStart w:id="904" w:name="_Toc77850607"/>
      <w:bookmarkStart w:id="905" w:name="_Toc77850748"/>
      <w:bookmarkStart w:id="906" w:name="_Toc77850889"/>
      <w:bookmarkStart w:id="907" w:name="_Toc77770881"/>
      <w:bookmarkStart w:id="908" w:name="_Toc77776421"/>
      <w:bookmarkStart w:id="909" w:name="_Toc77776555"/>
      <w:bookmarkStart w:id="910" w:name="_Toc77776687"/>
      <w:bookmarkStart w:id="911" w:name="_Toc77782218"/>
      <w:bookmarkStart w:id="912" w:name="_Toc77782823"/>
      <w:bookmarkStart w:id="913" w:name="_Toc77785611"/>
      <w:bookmarkStart w:id="914" w:name="_Toc77850608"/>
      <w:bookmarkStart w:id="915" w:name="_Toc77850749"/>
      <w:bookmarkStart w:id="916" w:name="_Toc77850890"/>
      <w:bookmarkStart w:id="917" w:name="_Toc77770882"/>
      <w:bookmarkStart w:id="918" w:name="_Toc77776422"/>
      <w:bookmarkStart w:id="919" w:name="_Toc77776556"/>
      <w:bookmarkStart w:id="920" w:name="_Toc77776688"/>
      <w:bookmarkStart w:id="921" w:name="_Toc77782219"/>
      <w:bookmarkStart w:id="922" w:name="_Toc77782824"/>
      <w:bookmarkStart w:id="923" w:name="_Toc77785612"/>
      <w:bookmarkStart w:id="924" w:name="_Toc77850609"/>
      <w:bookmarkStart w:id="925" w:name="_Toc77850750"/>
      <w:bookmarkStart w:id="926" w:name="_Toc77850891"/>
      <w:bookmarkStart w:id="927" w:name="_Toc77770883"/>
      <w:bookmarkStart w:id="928" w:name="_Toc77776423"/>
      <w:bookmarkStart w:id="929" w:name="_Toc77776557"/>
      <w:bookmarkStart w:id="930" w:name="_Toc77776689"/>
      <w:bookmarkStart w:id="931" w:name="_Toc77782220"/>
      <w:bookmarkStart w:id="932" w:name="_Toc77782825"/>
      <w:bookmarkStart w:id="933" w:name="_Toc77785613"/>
      <w:bookmarkStart w:id="934" w:name="_Toc77850610"/>
      <w:bookmarkStart w:id="935" w:name="_Toc77850751"/>
      <w:bookmarkStart w:id="936" w:name="_Toc77850892"/>
      <w:bookmarkStart w:id="937" w:name="_Toc77770884"/>
      <w:bookmarkStart w:id="938" w:name="_Toc77776424"/>
      <w:bookmarkStart w:id="939" w:name="_Toc77776558"/>
      <w:bookmarkStart w:id="940" w:name="_Toc77776690"/>
      <w:bookmarkStart w:id="941" w:name="_Toc77782221"/>
      <w:bookmarkStart w:id="942" w:name="_Toc77782826"/>
      <w:bookmarkStart w:id="943" w:name="_Toc77785614"/>
      <w:bookmarkStart w:id="944" w:name="_Toc77850611"/>
      <w:bookmarkStart w:id="945" w:name="_Toc77850752"/>
      <w:bookmarkStart w:id="946" w:name="_Toc77850893"/>
      <w:bookmarkStart w:id="947" w:name="_Toc77770885"/>
      <w:bookmarkStart w:id="948" w:name="_Toc77776425"/>
      <w:bookmarkStart w:id="949" w:name="_Toc77776559"/>
      <w:bookmarkStart w:id="950" w:name="_Toc77776691"/>
      <w:bookmarkStart w:id="951" w:name="_Toc77782222"/>
      <w:bookmarkStart w:id="952" w:name="_Toc77782827"/>
      <w:bookmarkStart w:id="953" w:name="_Toc77785615"/>
      <w:bookmarkStart w:id="954" w:name="_Toc77850612"/>
      <w:bookmarkStart w:id="955" w:name="_Toc77850753"/>
      <w:bookmarkStart w:id="956" w:name="_Toc77850894"/>
      <w:bookmarkStart w:id="957" w:name="_Toc77770886"/>
      <w:bookmarkStart w:id="958" w:name="_Toc77776426"/>
      <w:bookmarkStart w:id="959" w:name="_Toc77776560"/>
      <w:bookmarkStart w:id="960" w:name="_Toc77776692"/>
      <w:bookmarkStart w:id="961" w:name="_Toc77782223"/>
      <w:bookmarkStart w:id="962" w:name="_Toc77782828"/>
      <w:bookmarkStart w:id="963" w:name="_Toc77785616"/>
      <w:bookmarkStart w:id="964" w:name="_Toc77850613"/>
      <w:bookmarkStart w:id="965" w:name="_Toc77850754"/>
      <w:bookmarkStart w:id="966" w:name="_Toc77850895"/>
      <w:bookmarkStart w:id="967" w:name="_Toc77770887"/>
      <w:bookmarkStart w:id="968" w:name="_Toc77776427"/>
      <w:bookmarkStart w:id="969" w:name="_Toc77776561"/>
      <w:bookmarkStart w:id="970" w:name="_Toc77776693"/>
      <w:bookmarkStart w:id="971" w:name="_Toc77782224"/>
      <w:bookmarkStart w:id="972" w:name="_Toc77782829"/>
      <w:bookmarkStart w:id="973" w:name="_Toc77785617"/>
      <w:bookmarkStart w:id="974" w:name="_Toc77850614"/>
      <w:bookmarkStart w:id="975" w:name="_Toc77850755"/>
      <w:bookmarkStart w:id="976" w:name="_Toc77850896"/>
      <w:bookmarkStart w:id="977" w:name="_Toc77770888"/>
      <w:bookmarkStart w:id="978" w:name="_Toc77776428"/>
      <w:bookmarkStart w:id="979" w:name="_Toc77776562"/>
      <w:bookmarkStart w:id="980" w:name="_Toc77776694"/>
      <w:bookmarkStart w:id="981" w:name="_Toc77782225"/>
      <w:bookmarkStart w:id="982" w:name="_Toc77782830"/>
      <w:bookmarkStart w:id="983" w:name="_Toc77785618"/>
      <w:bookmarkStart w:id="984" w:name="_Toc77850615"/>
      <w:bookmarkStart w:id="985" w:name="_Toc77850756"/>
      <w:bookmarkStart w:id="986" w:name="_Toc77850897"/>
      <w:bookmarkStart w:id="987" w:name="_Toc77770889"/>
      <w:bookmarkStart w:id="988" w:name="_Toc77776429"/>
      <w:bookmarkStart w:id="989" w:name="_Toc77776563"/>
      <w:bookmarkStart w:id="990" w:name="_Toc77776695"/>
      <w:bookmarkStart w:id="991" w:name="_Toc77782226"/>
      <w:bookmarkStart w:id="992" w:name="_Toc77782831"/>
      <w:bookmarkStart w:id="993" w:name="_Toc77785619"/>
      <w:bookmarkStart w:id="994" w:name="_Toc77850616"/>
      <w:bookmarkStart w:id="995" w:name="_Toc77850757"/>
      <w:bookmarkStart w:id="996" w:name="_Toc77850898"/>
      <w:bookmarkStart w:id="997" w:name="_Toc77770890"/>
      <w:bookmarkStart w:id="998" w:name="_Toc77776430"/>
      <w:bookmarkStart w:id="999" w:name="_Toc77776564"/>
      <w:bookmarkStart w:id="1000" w:name="_Toc77776696"/>
      <w:bookmarkStart w:id="1001" w:name="_Toc77782227"/>
      <w:bookmarkStart w:id="1002" w:name="_Toc77782832"/>
      <w:bookmarkStart w:id="1003" w:name="_Toc77785620"/>
      <w:bookmarkStart w:id="1004" w:name="_Toc77850617"/>
      <w:bookmarkStart w:id="1005" w:name="_Toc77850758"/>
      <w:bookmarkStart w:id="1006" w:name="_Toc77850899"/>
      <w:bookmarkStart w:id="1007" w:name="_Toc77770891"/>
      <w:bookmarkStart w:id="1008" w:name="_Toc77776431"/>
      <w:bookmarkStart w:id="1009" w:name="_Toc77776565"/>
      <w:bookmarkStart w:id="1010" w:name="_Toc77776697"/>
      <w:bookmarkStart w:id="1011" w:name="_Toc77782228"/>
      <w:bookmarkStart w:id="1012" w:name="_Toc77782833"/>
      <w:bookmarkStart w:id="1013" w:name="_Toc77785621"/>
      <w:bookmarkStart w:id="1014" w:name="_Toc77850618"/>
      <w:bookmarkStart w:id="1015" w:name="_Toc77850759"/>
      <w:bookmarkStart w:id="1016" w:name="_Toc77850900"/>
      <w:bookmarkStart w:id="1017" w:name="_Toc77770892"/>
      <w:bookmarkStart w:id="1018" w:name="_Toc77776432"/>
      <w:bookmarkStart w:id="1019" w:name="_Toc77776566"/>
      <w:bookmarkStart w:id="1020" w:name="_Toc77776698"/>
      <w:bookmarkStart w:id="1021" w:name="_Toc77782229"/>
      <w:bookmarkStart w:id="1022" w:name="_Toc77782834"/>
      <w:bookmarkStart w:id="1023" w:name="_Toc77785622"/>
      <w:bookmarkStart w:id="1024" w:name="_Toc77850619"/>
      <w:bookmarkStart w:id="1025" w:name="_Toc77850760"/>
      <w:bookmarkStart w:id="1026" w:name="_Toc77850901"/>
      <w:bookmarkStart w:id="1027" w:name="_Toc77770893"/>
      <w:bookmarkStart w:id="1028" w:name="_Toc77776433"/>
      <w:bookmarkStart w:id="1029" w:name="_Toc77776567"/>
      <w:bookmarkStart w:id="1030" w:name="_Toc77776699"/>
      <w:bookmarkStart w:id="1031" w:name="_Toc77782230"/>
      <w:bookmarkStart w:id="1032" w:name="_Toc77782835"/>
      <w:bookmarkStart w:id="1033" w:name="_Toc77785623"/>
      <w:bookmarkStart w:id="1034" w:name="_Toc77850620"/>
      <w:bookmarkStart w:id="1035" w:name="_Toc77850761"/>
      <w:bookmarkStart w:id="1036" w:name="_Toc77850902"/>
      <w:bookmarkStart w:id="1037" w:name="_Toc77770894"/>
      <w:bookmarkStart w:id="1038" w:name="_Toc77776434"/>
      <w:bookmarkStart w:id="1039" w:name="_Toc77776568"/>
      <w:bookmarkStart w:id="1040" w:name="_Toc77776700"/>
      <w:bookmarkStart w:id="1041" w:name="_Toc77782231"/>
      <w:bookmarkStart w:id="1042" w:name="_Toc77782836"/>
      <w:bookmarkStart w:id="1043" w:name="_Toc77785624"/>
      <w:bookmarkStart w:id="1044" w:name="_Toc77850621"/>
      <w:bookmarkStart w:id="1045" w:name="_Toc77850762"/>
      <w:bookmarkStart w:id="1046" w:name="_Toc7785090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0C7E3C">
        <w:rPr>
          <w:lang w:val="en-US"/>
        </w:rPr>
        <w:lastRenderedPageBreak/>
        <w:br/>
      </w:r>
      <w:bookmarkStart w:id="1047"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proofErr w:type="spellStart"/>
      <w:r w:rsidR="00FD4C42" w:rsidRPr="009E17B4">
        <w:rPr>
          <w:lang w:val="fr-CH"/>
        </w:rPr>
        <w:t>Supplemental</w:t>
      </w:r>
      <w:proofErr w:type="spellEnd"/>
      <w:r w:rsidR="00FD4C42" w:rsidRPr="009E17B4">
        <w:rPr>
          <w:lang w:val="fr-CH"/>
        </w:rPr>
        <w:t xml:space="preserve">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 xml:space="preserve">nformation (SEI) </w:t>
      </w:r>
      <w:proofErr w:type="spellStart"/>
      <w:r w:rsidR="00FD4C42" w:rsidRPr="009E17B4">
        <w:rPr>
          <w:lang w:val="fr-CH"/>
        </w:rPr>
        <w:t>syntax</w:t>
      </w:r>
      <w:proofErr w:type="spellEnd"/>
      <w:r w:rsidR="00FD4C42" w:rsidRPr="009E17B4">
        <w:rPr>
          <w:lang w:val="fr-CH"/>
        </w:rPr>
        <w:t xml:space="preserve"> and </w:t>
      </w:r>
      <w:proofErr w:type="spellStart"/>
      <w:r w:rsidR="00FD4C42" w:rsidRPr="009E17B4">
        <w:rPr>
          <w:lang w:val="fr-CH"/>
        </w:rPr>
        <w:t>semantics</w:t>
      </w:r>
      <w:bookmarkEnd w:id="1047"/>
      <w:proofErr w:type="spellEnd"/>
    </w:p>
    <w:p w14:paraId="3DACF585" w14:textId="6607901E" w:rsidR="00AC69D4" w:rsidRPr="001854F3" w:rsidRDefault="00AC69D4" w:rsidP="001854F3">
      <w:pPr>
        <w:pStyle w:val="a2"/>
        <w:rPr>
          <w:lang w:val="en-US"/>
        </w:rPr>
      </w:pPr>
      <w:bookmarkStart w:id="1048" w:name="_Toc93704673"/>
      <w:bookmarkStart w:id="1049" w:name="_Toc93704736"/>
      <w:bookmarkStart w:id="1050" w:name="_Toc93704805"/>
      <w:bookmarkStart w:id="1051" w:name="_Toc93704674"/>
      <w:bookmarkStart w:id="1052" w:name="_Toc93704737"/>
      <w:bookmarkStart w:id="1053" w:name="_Toc93704806"/>
      <w:bookmarkStart w:id="1054" w:name="_Ref77931661"/>
      <w:bookmarkStart w:id="1055" w:name="_Toc163837256"/>
      <w:bookmarkStart w:id="1056" w:name="_Hlk43849934"/>
      <w:bookmarkEnd w:id="1048"/>
      <w:bookmarkEnd w:id="1049"/>
      <w:bookmarkEnd w:id="1050"/>
      <w:bookmarkEnd w:id="1051"/>
      <w:bookmarkEnd w:id="1052"/>
      <w:bookmarkEnd w:id="1053"/>
      <w:r w:rsidRPr="001854F3">
        <w:rPr>
          <w:lang w:val="en-US"/>
        </w:rPr>
        <w:t>VDI SEI envelope</w:t>
      </w:r>
      <w:bookmarkEnd w:id="1054"/>
      <w:bookmarkEnd w:id="1055"/>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57" w:name="_Ref125561864"/>
      <w:r w:rsidRPr="001854F3">
        <w:rPr>
          <w:lang w:val="en-US"/>
        </w:rPr>
        <w:t>Syntax of VDI SEI envelope</w:t>
      </w:r>
      <w:bookmarkEnd w:id="1057"/>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w:t>
            </w:r>
            <w:proofErr w:type="spellStart"/>
            <w:r w:rsidRPr="001854F3">
              <w:rPr>
                <w:rFonts w:ascii="Courier New" w:hAnsi="Courier New" w:cs="Courier New"/>
                <w:sz w:val="18"/>
                <w:szCs w:val="18"/>
                <w:lang w:val="en-US"/>
              </w:rPr>
              <w:t>vdi_sub_type</w:t>
            </w:r>
            <w:proofErr w:type="spellEnd"/>
            <w:r w:rsidRPr="001854F3">
              <w:rPr>
                <w:rFonts w:ascii="Courier New" w:hAnsi="Courier New" w:cs="Courier New"/>
                <w:sz w:val="18"/>
                <w:szCs w:val="18"/>
                <w:lang w:val="en-US"/>
              </w:rPr>
              <w:t xml:space="preserv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independent_layer_info</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reserved_message</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58" w:name="_Toc163837257"/>
      <w:r w:rsidRPr="00F969B3">
        <w:rPr>
          <w:lang w:val="en-US"/>
        </w:rPr>
        <w:t xml:space="preserve">Independent layer info SEI </w:t>
      </w:r>
      <w:bookmarkStart w:id="1059" w:name="_Toc317198890"/>
      <w:bookmarkStart w:id="1060" w:name="_Ref326742485"/>
      <w:bookmarkStart w:id="1061" w:name="_Ref398995954"/>
      <w:bookmarkStart w:id="1062" w:name="_Ref399007802"/>
      <w:bookmarkStart w:id="1063" w:name="_Toc415476026"/>
      <w:bookmarkStart w:id="1064" w:name="_Toc423599301"/>
      <w:bookmarkStart w:id="1065" w:name="_Toc423601805"/>
      <w:bookmarkStart w:id="1066" w:name="_Toc501130267"/>
      <w:bookmarkStart w:id="1067" w:name="_Toc503777971"/>
      <w:bookmarkStart w:id="1068" w:name="_Ref5833787"/>
      <w:bookmarkStart w:id="1069" w:name="_Toc15254065"/>
      <w:bookmarkStart w:id="1070" w:name="_Toc33624388"/>
      <w:bookmarkEnd w:id="1056"/>
      <w:r w:rsidR="00470C76" w:rsidRPr="00F969B3">
        <w:rPr>
          <w:lang w:val="en-US"/>
        </w:rPr>
        <w:t>message</w:t>
      </w:r>
      <w:bookmarkEnd w:id="1058"/>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59"/>
      <w:bookmarkEnd w:id="1060"/>
      <w:bookmarkEnd w:id="1061"/>
      <w:bookmarkEnd w:id="1062"/>
      <w:bookmarkEnd w:id="1063"/>
      <w:bookmarkEnd w:id="1064"/>
      <w:bookmarkEnd w:id="1065"/>
      <w:bookmarkEnd w:id="1066"/>
      <w:bookmarkEnd w:id="1067"/>
      <w:bookmarkEnd w:id="1068"/>
      <w:bookmarkEnd w:id="1069"/>
      <w:bookmarkEnd w:id="1070"/>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1" w:name="_Ref125561913"/>
      <w:r w:rsidRPr="001854F3">
        <w:rPr>
          <w:lang w:val="en-US"/>
        </w:rPr>
        <w:t xml:space="preserve">Syntax of independent layer info SEI </w:t>
      </w:r>
      <w:r w:rsidR="00470C76" w:rsidRPr="001854F3">
        <w:rPr>
          <w:lang w:val="en-US"/>
        </w:rPr>
        <w:t>message</w:t>
      </w:r>
      <w:bookmarkEnd w:id="107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072" w:name="_Hlk36854764"/>
            <w:bookmarkStart w:id="1073" w:name="_Hlk37283238"/>
            <w:bookmarkStart w:id="1074"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75" w:name="_Ref125561949"/>
      <w:r w:rsidRPr="001854F3">
        <w:rPr>
          <w:lang w:val="en-US"/>
        </w:rPr>
        <w:t>Representation of where the boundaries are on the layers</w:t>
      </w:r>
      <w:bookmarkEnd w:id="1075"/>
    </w:p>
    <w:bookmarkEnd w:id="1072"/>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3"/>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4"/>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076" w:name="_Toc163837258"/>
      <w:r w:rsidRPr="001854F3">
        <w:rPr>
          <w:noProof/>
          <w:lang w:val="en-US"/>
        </w:rPr>
        <w:t>Examples of video object positioning</w:t>
      </w:r>
      <w:bookmarkEnd w:id="1076"/>
    </w:p>
    <w:p w14:paraId="04E1CEF6" w14:textId="77777777" w:rsidR="006D32A1" w:rsidRPr="001854F3" w:rsidRDefault="006D32A1" w:rsidP="001854F3">
      <w:pPr>
        <w:pStyle w:val="a3"/>
        <w:rPr>
          <w:noProof/>
          <w:lang w:val="en-US"/>
        </w:rPr>
      </w:pPr>
      <w:bookmarkStart w:id="1077" w:name="_Toc163837259"/>
      <w:r w:rsidRPr="001854F3">
        <w:rPr>
          <w:noProof/>
          <w:lang w:val="en-US"/>
        </w:rPr>
        <w:t>Appending</w:t>
      </w:r>
      <w:bookmarkEnd w:id="1077"/>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78" w:name="_Ref93701618"/>
      <w:r>
        <w:rPr>
          <w:lang w:val="en-US"/>
        </w:rPr>
        <w:t>Properties of layer 0 and layer 1</w:t>
      </w:r>
      <w:bookmarkEnd w:id="1078"/>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79" w:name="_Ref93701790"/>
      <w:r>
        <w:rPr>
          <w:lang w:val="en-US"/>
        </w:rPr>
        <w:t>Connect</w:t>
      </w:r>
      <w:r w:rsidR="00096745">
        <w:rPr>
          <w:lang w:val="en-US"/>
        </w:rPr>
        <w:t>ed</w:t>
      </w:r>
      <w:r>
        <w:rPr>
          <w:lang w:val="en-US"/>
        </w:rPr>
        <w:t xml:space="preserve"> map of layer 0 and layer 1</w:t>
      </w:r>
      <w:bookmarkEnd w:id="1079"/>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0" w:name="_Ref93701690"/>
      <w:r>
        <w:rPr>
          <w:lang w:val="en-US"/>
        </w:rPr>
        <w:t>Properties of the final output pictures</w:t>
      </w:r>
      <w:bookmarkEnd w:id="1080"/>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081" w:name="_Toc163837260"/>
      <w:r>
        <w:rPr>
          <w:noProof/>
          <w:lang w:val="en-US"/>
        </w:rPr>
        <w:t>Appending and s</w:t>
      </w:r>
      <w:r w:rsidR="006D32A1" w:rsidRPr="001854F3">
        <w:rPr>
          <w:noProof/>
          <w:lang w:val="en-US"/>
        </w:rPr>
        <w:t>tacking</w:t>
      </w:r>
      <w:bookmarkEnd w:id="1081"/>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2" w:name="_Ref93702568"/>
      <w:r>
        <w:rPr>
          <w:lang w:val="en-US"/>
        </w:rPr>
        <w:t>Properties of layer 0, layer 1 and layer 2</w:t>
      </w:r>
      <w:bookmarkEnd w:id="1082"/>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3" w:name="_Ref93702543"/>
      <w:r w:rsidRPr="00240556">
        <w:rPr>
          <w:lang w:val="en-US"/>
        </w:rPr>
        <w:t>Connect</w:t>
      </w:r>
      <w:r w:rsidR="00913043">
        <w:rPr>
          <w:lang w:val="en-US"/>
        </w:rPr>
        <w:t>ed</w:t>
      </w:r>
      <w:r w:rsidRPr="00240556">
        <w:rPr>
          <w:lang w:val="en-US"/>
        </w:rPr>
        <w:t xml:space="preserve"> map of layer 0 and layer 1</w:t>
      </w:r>
      <w:bookmarkEnd w:id="1083"/>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4" w:name="_Ref93702521"/>
      <w:r>
        <w:rPr>
          <w:lang w:val="en-US"/>
        </w:rPr>
        <w:t>Properties of the final output pictures</w:t>
      </w:r>
      <w:bookmarkEnd w:id="1084"/>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lastRenderedPageBreak/>
        <w:br w:type="page"/>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085" w:name="_Ref133359003"/>
      <w:bookmarkStart w:id="1086" w:name="_Toc163837261"/>
      <w:r w:rsidRPr="001854F3">
        <w:rPr>
          <w:b w:val="0"/>
          <w:lang w:val="en-US"/>
        </w:rPr>
        <w:t>(informative)</w:t>
      </w:r>
      <w:r w:rsidRPr="001854F3">
        <w:rPr>
          <w:lang w:val="en-US"/>
        </w:rPr>
        <w:br/>
      </w:r>
      <w:r w:rsidRPr="001854F3">
        <w:rPr>
          <w:lang w:val="en-US"/>
        </w:rPr>
        <w:br/>
        <w:t>Example implementations of input formatting operations</w:t>
      </w:r>
      <w:bookmarkEnd w:id="1085"/>
      <w:bookmarkEnd w:id="1086"/>
    </w:p>
    <w:p w14:paraId="3F26A12F" w14:textId="34A08737" w:rsidR="009F12C1" w:rsidRPr="001854F3" w:rsidRDefault="009F12C1" w:rsidP="001854F3">
      <w:pPr>
        <w:pStyle w:val="a2"/>
        <w:rPr>
          <w:lang w:val="en-US"/>
        </w:rPr>
      </w:pPr>
      <w:bookmarkStart w:id="1087" w:name="_Toc163837262"/>
      <w:r w:rsidRPr="001854F3">
        <w:rPr>
          <w:lang w:val="en-US"/>
        </w:rPr>
        <w:t>General</w:t>
      </w:r>
      <w:bookmarkEnd w:id="1087"/>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88" w:name="_Ref96597641"/>
      <w:bookmarkStart w:id="1089"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88"/>
      <w:bookmarkEnd w:id="1089"/>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0"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0"/>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091"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091"/>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092"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092"/>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093"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093"/>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094"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094"/>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095" w:name="_Ref72846178"/>
      <w:bookmarkStart w:id="1096"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proofErr w:type="spellStart"/>
      <w:r w:rsidR="002332FC" w:rsidRPr="001854F3">
        <w:rPr>
          <w:lang w:val="en-US"/>
        </w:rPr>
        <w:t>OpenMAX</w:t>
      </w:r>
      <w:proofErr w:type="spellEnd"/>
      <w:r w:rsidR="003F347B" w:rsidRPr="001854F3">
        <w:rPr>
          <w:lang w:val="en-US"/>
        </w:rPr>
        <w:t xml:space="preserve"> IL functions</w:t>
      </w:r>
      <w:bookmarkEnd w:id="1095"/>
      <w:bookmarkEnd w:id="1096"/>
    </w:p>
    <w:p w14:paraId="770ED607" w14:textId="7BEA5E06" w:rsidR="002F184F" w:rsidRPr="001854F3" w:rsidRDefault="002F184F" w:rsidP="003736E9">
      <w:pPr>
        <w:pStyle w:val="a2"/>
        <w:rPr>
          <w:lang w:val="en-US"/>
        </w:rPr>
      </w:pPr>
      <w:bookmarkStart w:id="1097"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097"/>
    </w:p>
    <w:p w14:paraId="6C4AE7A7" w14:textId="4E65E3B0" w:rsidR="003736E9" w:rsidRPr="001854F3" w:rsidRDefault="003736E9" w:rsidP="00661684">
      <w:pPr>
        <w:pStyle w:val="a3"/>
        <w:rPr>
          <w:lang w:val="en-US"/>
        </w:rPr>
      </w:pPr>
      <w:bookmarkStart w:id="1098" w:name="_Toc163837267"/>
      <w:proofErr w:type="spellStart"/>
      <w:r w:rsidRPr="001854F3">
        <w:rPr>
          <w:lang w:val="en-US"/>
        </w:rPr>
        <w:t>OMX_Init</w:t>
      </w:r>
      <w:proofErr w:type="spellEnd"/>
      <w:r w:rsidR="000F16F0" w:rsidRPr="001854F3">
        <w:rPr>
          <w:lang w:val="en-US"/>
        </w:rPr>
        <w:t>()</w:t>
      </w:r>
      <w:r w:rsidRPr="001854F3">
        <w:rPr>
          <w:lang w:val="en-US"/>
        </w:rPr>
        <w:t xml:space="preserve"> and </w:t>
      </w:r>
      <w:proofErr w:type="spellStart"/>
      <w:r w:rsidRPr="001854F3">
        <w:rPr>
          <w:lang w:val="en-US"/>
        </w:rPr>
        <w:t>OMX_Deinit</w:t>
      </w:r>
      <w:proofErr w:type="spellEnd"/>
      <w:r w:rsidR="000F16F0" w:rsidRPr="001854F3">
        <w:rPr>
          <w:lang w:val="en-US"/>
        </w:rPr>
        <w:t>()</w:t>
      </w:r>
      <w:bookmarkEnd w:id="1098"/>
    </w:p>
    <w:p w14:paraId="10A5ED87" w14:textId="6BA55685" w:rsidR="003736E9" w:rsidRPr="001854F3" w:rsidRDefault="003736E9" w:rsidP="003736E9">
      <w:pPr>
        <w:rPr>
          <w:lang w:val="en-US"/>
        </w:rPr>
      </w:pPr>
      <w:r w:rsidRPr="001854F3">
        <w:rPr>
          <w:lang w:val="en-US"/>
        </w:rPr>
        <w:t xml:space="preserve">Each </w:t>
      </w:r>
      <w:proofErr w:type="spellStart"/>
      <w:r w:rsidR="002332FC" w:rsidRPr="001854F3">
        <w:rPr>
          <w:lang w:val="en-US"/>
        </w:rPr>
        <w:t>OpenMAX</w:t>
      </w:r>
      <w:proofErr w:type="spellEnd"/>
      <w:r w:rsidRPr="001854F3">
        <w:rPr>
          <w:lang w:val="en-US"/>
        </w:rPr>
        <w:t xml:space="preserve"> IL client needs to call this method as their first call into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proofErr w:type="spellStart"/>
      <w:r w:rsidRPr="001854F3">
        <w:rPr>
          <w:rFonts w:ascii="Courier New" w:hAnsi="Courier New" w:cs="Courier New"/>
          <w:sz w:val="20"/>
          <w:szCs w:val="20"/>
          <w:lang w:val="en-US"/>
        </w:rPr>
        <w:t>OMX_Deinit</w:t>
      </w:r>
      <w:proofErr w:type="spellEnd"/>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w:t>
      </w:r>
      <w:proofErr w:type="spellStart"/>
      <w:r w:rsidRPr="001854F3">
        <w:rPr>
          <w:rFonts w:ascii="Courier New" w:hAnsi="Courier New" w:cs="Courier New"/>
          <w:sz w:val="20"/>
          <w:szCs w:val="20"/>
          <w:lang w:val="en-US"/>
        </w:rPr>
        <w:t>vendor_name</w:t>
      </w:r>
      <w:proofErr w:type="spellEnd"/>
      <w:r w:rsidRPr="001854F3">
        <w:rPr>
          <w:rFonts w:ascii="Courier New" w:hAnsi="Courier New" w:cs="Courier New"/>
          <w:sz w:val="20"/>
          <w:szCs w:val="20"/>
          <w:lang w:val="en-US"/>
        </w:rPr>
        <w:t>&gt;.&lt;</w:t>
      </w:r>
      <w:proofErr w:type="spellStart"/>
      <w:r w:rsidRPr="001854F3">
        <w:rPr>
          <w:rFonts w:ascii="Courier New" w:hAnsi="Courier New" w:cs="Courier New"/>
          <w:sz w:val="20"/>
          <w:szCs w:val="20"/>
          <w:lang w:val="en-US"/>
        </w:rPr>
        <w:t>vendor_specified_convention</w:t>
      </w:r>
      <w:proofErr w:type="spellEnd"/>
      <w:r w:rsidRPr="001854F3">
        <w:rPr>
          <w:rFonts w:ascii="Courier New" w:hAnsi="Courier New" w:cs="Courier New"/>
          <w:sz w:val="20"/>
          <w:szCs w:val="20"/>
          <w:lang w:val="en-US"/>
        </w:rPr>
        <w:t>&gt;</w:t>
      </w:r>
      <w:r w:rsidRPr="001854F3">
        <w:rPr>
          <w:lang w:val="en-US"/>
        </w:rPr>
        <w:t xml:space="preserve">. Once the instance is no longer needed, the </w:t>
      </w:r>
      <w:proofErr w:type="spellStart"/>
      <w:r w:rsidRPr="001854F3">
        <w:rPr>
          <w:rFonts w:ascii="Courier New" w:hAnsi="Courier New" w:cs="Courier New"/>
          <w:sz w:val="20"/>
          <w:szCs w:val="20"/>
          <w:lang w:val="en-US"/>
        </w:rPr>
        <w:t>OMX_FreeHandle</w:t>
      </w:r>
      <w:proofErr w:type="spellEnd"/>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099" w:name="_Toc163837268"/>
      <w:proofErr w:type="spellStart"/>
      <w:r w:rsidRPr="001854F3">
        <w:rPr>
          <w:lang w:val="en-US"/>
        </w:rPr>
        <w:t>OMX_GetHandle</w:t>
      </w:r>
      <w:proofErr w:type="spellEnd"/>
      <w:r w:rsidR="000F16F0" w:rsidRPr="001854F3">
        <w:rPr>
          <w:lang w:val="en-US"/>
        </w:rPr>
        <w:t>()</w:t>
      </w:r>
      <w:r w:rsidRPr="001854F3">
        <w:rPr>
          <w:lang w:val="en-US"/>
        </w:rPr>
        <w:t xml:space="preserve"> and </w:t>
      </w:r>
      <w:proofErr w:type="spellStart"/>
      <w:r w:rsidRPr="001854F3">
        <w:rPr>
          <w:lang w:val="en-US"/>
        </w:rPr>
        <w:t>OMX_FreeHandle</w:t>
      </w:r>
      <w:proofErr w:type="spellEnd"/>
      <w:r w:rsidR="000F16F0" w:rsidRPr="001854F3">
        <w:rPr>
          <w:lang w:val="en-US"/>
        </w:rPr>
        <w:t>()</w:t>
      </w:r>
      <w:bookmarkEnd w:id="1099"/>
    </w:p>
    <w:p w14:paraId="125B038F" w14:textId="774A7C3C"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OMX_GetHandle</w:t>
      </w:r>
      <w:proofErr w:type="spellEnd"/>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AL is the interface that will be used by the application to perform media playback and processing. However,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0" w:name="_Toc163837269"/>
      <w:proofErr w:type="spellStart"/>
      <w:r w:rsidRPr="001854F3">
        <w:rPr>
          <w:lang w:val="en-US"/>
        </w:rPr>
        <w:t>OMX_SetupTunnel</w:t>
      </w:r>
      <w:proofErr w:type="spellEnd"/>
      <w:r w:rsidR="000F16F0" w:rsidRPr="001854F3">
        <w:rPr>
          <w:lang w:val="en-US"/>
        </w:rPr>
        <w:t>()</w:t>
      </w:r>
      <w:r w:rsidRPr="001854F3">
        <w:rPr>
          <w:lang w:val="en-US"/>
        </w:rPr>
        <w:t xml:space="preserve"> and </w:t>
      </w:r>
      <w:proofErr w:type="spellStart"/>
      <w:r w:rsidRPr="001854F3">
        <w:rPr>
          <w:lang w:val="en-US"/>
        </w:rPr>
        <w:t>OMX_TeardownTunnel</w:t>
      </w:r>
      <w:proofErr w:type="spellEnd"/>
      <w:r w:rsidR="000F16F0" w:rsidRPr="001854F3">
        <w:rPr>
          <w:lang w:val="en-US"/>
        </w:rPr>
        <w:t>()</w:t>
      </w:r>
      <w:bookmarkEnd w:id="1100"/>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proofErr w:type="spellStart"/>
      <w:r w:rsidRPr="001854F3">
        <w:rPr>
          <w:rFonts w:ascii="Courier New" w:hAnsi="Courier New" w:cs="Courier New"/>
          <w:sz w:val="20"/>
          <w:szCs w:val="20"/>
          <w:lang w:val="en-US"/>
        </w:rPr>
        <w:t>OMX_SetupTunnel</w:t>
      </w:r>
      <w:proofErr w:type="spellEnd"/>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1854F3">
        <w:rPr>
          <w:rFonts w:ascii="Courier New" w:hAnsi="Courier New" w:cs="Courier New"/>
          <w:sz w:val="20"/>
          <w:szCs w:val="20"/>
          <w:lang w:val="en-US"/>
        </w:rPr>
        <w:t>OMX_TeardownTunnel</w:t>
      </w:r>
      <w:proofErr w:type="spellEnd"/>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01"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01"/>
    </w:p>
    <w:p w14:paraId="4806A652" w14:textId="77777777" w:rsidR="003736E9" w:rsidRPr="001854F3" w:rsidRDefault="003736E9" w:rsidP="00661684">
      <w:pPr>
        <w:pStyle w:val="a3"/>
        <w:rPr>
          <w:lang w:val="en-US"/>
        </w:rPr>
      </w:pPr>
      <w:bookmarkStart w:id="1102" w:name="_Toc163837271"/>
      <w:r w:rsidRPr="001854F3">
        <w:rPr>
          <w:lang w:val="en-US"/>
        </w:rPr>
        <w:t>Methods</w:t>
      </w:r>
      <w:bookmarkEnd w:id="1102"/>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proofErr w:type="spellStart"/>
      <w:r w:rsidRPr="001854F3">
        <w:rPr>
          <w:rFonts w:ascii="Courier New" w:hAnsi="Courier New" w:cs="Courier New"/>
          <w:sz w:val="20"/>
          <w:szCs w:val="20"/>
          <w:lang w:val="en-US"/>
        </w:rPr>
        <w:t>OMX_AllocateBuffer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OMX_UseBuffer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and </w:t>
      </w:r>
      <w:proofErr w:type="spellStart"/>
      <w:r w:rsidRPr="001854F3">
        <w:rPr>
          <w:rFonts w:ascii="Courier New" w:hAnsi="Courier New" w:cs="Courier New"/>
          <w:sz w:val="20"/>
          <w:szCs w:val="20"/>
          <w:lang w:val="en-US"/>
        </w:rPr>
        <w:t>OMX_FreeBuffer</w:t>
      </w:r>
      <w:proofErr w:type="spellEnd"/>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2BB7E2B8">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03" w:name="_Ref85710113"/>
      <w:r w:rsidRPr="001854F3">
        <w:rPr>
          <w:lang w:val="en-US"/>
        </w:rPr>
        <w:t>Example of connected components and the buffer usage</w:t>
      </w:r>
      <w:bookmarkEnd w:id="1103"/>
    </w:p>
    <w:p w14:paraId="3EE6D5DB" w14:textId="4EAA053A"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OMX_SetConfig</w:t>
      </w:r>
      <w:proofErr w:type="spellEnd"/>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04"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04"/>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proofErr w:type="spellStart"/>
      <w:r w:rsidRPr="001854F3">
        <w:rPr>
          <w:rFonts w:ascii="Courier New" w:hAnsi="Courier New" w:cs="Courier New"/>
          <w:sz w:val="20"/>
          <w:szCs w:val="20"/>
          <w:lang w:val="en-US"/>
        </w:rPr>
        <w:t>pBuffer</w:t>
      </w:r>
      <w:proofErr w:type="spellEnd"/>
      <w:r w:rsidRPr="001854F3">
        <w:rPr>
          <w:lang w:val="en-US"/>
        </w:rPr>
        <w:t xml:space="preserve">, an offset inside that buffer </w:t>
      </w:r>
      <w:proofErr w:type="spellStart"/>
      <w:r w:rsidRPr="001854F3">
        <w:rPr>
          <w:rFonts w:ascii="Courier New" w:hAnsi="Courier New" w:cs="Courier New"/>
          <w:sz w:val="20"/>
          <w:szCs w:val="20"/>
          <w:lang w:val="en-US"/>
        </w:rPr>
        <w:t>nOffset</w:t>
      </w:r>
      <w:proofErr w:type="spellEnd"/>
      <w:r w:rsidRPr="001854F3">
        <w:rPr>
          <w:lang w:val="en-US"/>
        </w:rPr>
        <w:t xml:space="preserve">, and the length of that buffer </w:t>
      </w:r>
      <w:proofErr w:type="spellStart"/>
      <w:r w:rsidRPr="001854F3">
        <w:rPr>
          <w:rFonts w:ascii="Courier New" w:hAnsi="Courier New" w:cs="Courier New"/>
          <w:sz w:val="20"/>
          <w:szCs w:val="20"/>
          <w:lang w:val="en-US"/>
        </w:rPr>
        <w:t>nFilledLen</w:t>
      </w:r>
      <w:proofErr w:type="spellEnd"/>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05" w:name="_Ref85710154"/>
      <w:r w:rsidRPr="001854F3">
        <w:rPr>
          <w:lang w:val="en-US"/>
        </w:rPr>
        <w:t>Port configuration example</w:t>
      </w:r>
      <w:bookmarkEnd w:id="1105"/>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proofErr w:type="spellStart"/>
      <w:r w:rsidRPr="001854F3">
        <w:rPr>
          <w:rFonts w:ascii="Courier New" w:hAnsi="Courier New" w:cs="Courier New"/>
          <w:sz w:val="20"/>
          <w:szCs w:val="20"/>
          <w:lang w:val="en-US"/>
        </w:rPr>
        <w:t>nTimestamp</w:t>
      </w:r>
      <w:proofErr w:type="spellEnd"/>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1854F3">
        <w:rPr>
          <w:rFonts w:ascii="Courier New" w:hAnsi="Courier New" w:cs="Courier New"/>
          <w:sz w:val="20"/>
          <w:szCs w:val="20"/>
          <w:lang w:val="en-US"/>
        </w:rPr>
        <w:lastRenderedPageBreak/>
        <w:t>nTimestamp</w:t>
      </w:r>
      <w:proofErr w:type="spellEnd"/>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06" w:name="_Ref120263369"/>
      <w:bookmarkStart w:id="1107" w:name="_Toc120279211"/>
      <w:bookmarkStart w:id="1108" w:name="_Toc163837273"/>
      <w:r w:rsidRPr="001854F3">
        <w:rPr>
          <w:lang w:val="en-US"/>
        </w:rPr>
        <w:t xml:space="preserve">Format of the </w:t>
      </w:r>
      <w:proofErr w:type="spellStart"/>
      <w:r w:rsidRPr="001854F3">
        <w:rPr>
          <w:lang w:val="en-US"/>
        </w:rPr>
        <w:t>OpenMAX</w:t>
      </w:r>
      <w:proofErr w:type="spellEnd"/>
      <w:r w:rsidRPr="001854F3">
        <w:rPr>
          <w:lang w:val="en-US"/>
        </w:rPr>
        <w:t xml:space="preserve"> IL buffer header</w:t>
      </w:r>
      <w:bookmarkEnd w:id="1106"/>
      <w:bookmarkEnd w:id="1107"/>
      <w:bookmarkEnd w:id="1108"/>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09" w:name="_Toc125562696"/>
      <w:bookmarkStart w:id="1110" w:name="_Toc125621645"/>
      <w:bookmarkStart w:id="1111" w:name="_Toc133355195"/>
      <w:bookmarkStart w:id="1112" w:name="_Toc125562697"/>
      <w:bookmarkStart w:id="1113" w:name="_Toc125621646"/>
      <w:bookmarkStart w:id="1114" w:name="_Toc133355196"/>
      <w:bookmarkStart w:id="1115" w:name="_Toc125562719"/>
      <w:bookmarkStart w:id="1116" w:name="_Toc125621668"/>
      <w:bookmarkStart w:id="1117" w:name="_Toc133355218"/>
      <w:bookmarkStart w:id="1118" w:name="_Toc125562720"/>
      <w:bookmarkStart w:id="1119" w:name="_Toc125621669"/>
      <w:bookmarkStart w:id="1120" w:name="_Toc133355219"/>
      <w:bookmarkStart w:id="1121" w:name="_Toc77782846"/>
      <w:bookmarkStart w:id="1122" w:name="_Toc77785634"/>
      <w:bookmarkStart w:id="1123" w:name="_Toc77850631"/>
      <w:bookmarkStart w:id="1124" w:name="_Toc77850772"/>
      <w:bookmarkStart w:id="1125" w:name="_Toc77850913"/>
      <w:bookmarkStart w:id="1126" w:name="_Ref120263322"/>
      <w:bookmarkStart w:id="1127" w:name="_Toc120279212"/>
      <w:bookmarkStart w:id="1128" w:name="_Toc163837274"/>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1854F3">
        <w:rPr>
          <w:lang w:val="en-US"/>
        </w:rPr>
        <w:t xml:space="preserve">Buffer flags defined in </w:t>
      </w:r>
      <w:proofErr w:type="spellStart"/>
      <w:r w:rsidRPr="001854F3">
        <w:rPr>
          <w:lang w:val="en-US"/>
        </w:rPr>
        <w:t>OpenMAX</w:t>
      </w:r>
      <w:proofErr w:type="spellEnd"/>
      <w:r w:rsidRPr="001854F3">
        <w:rPr>
          <w:lang w:val="en-US"/>
        </w:rPr>
        <w:t xml:space="preserve"> IL</w:t>
      </w:r>
      <w:bookmarkEnd w:id="1126"/>
      <w:bookmarkEnd w:id="1127"/>
      <w:bookmarkEnd w:id="1128"/>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29" w:name="_Toc163837275"/>
      <w:r w:rsidRPr="001854F3">
        <w:rPr>
          <w:lang w:val="en-US"/>
        </w:rPr>
        <w:t>Input/Output from/into GPU</w:t>
      </w:r>
      <w:bookmarkEnd w:id="1129"/>
    </w:p>
    <w:p w14:paraId="6947A18A" w14:textId="7C0235A3" w:rsidR="00627D90" w:rsidRPr="001854F3" w:rsidRDefault="002332FC" w:rsidP="000A2CD2">
      <w:pPr>
        <w:rPr>
          <w:lang w:val="en-US"/>
        </w:rPr>
      </w:pP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components. It is up to the component to implement the </w:t>
      </w:r>
      <w:proofErr w:type="spellStart"/>
      <w:r w:rsidR="003736E9" w:rsidRPr="001854F3">
        <w:rPr>
          <w:rFonts w:ascii="Courier New" w:hAnsi="Courier New" w:cs="Courier New"/>
          <w:sz w:val="20"/>
          <w:szCs w:val="20"/>
          <w:lang w:val="en-US"/>
        </w:rPr>
        <w:t>OMX_UseEGLImage</w:t>
      </w:r>
      <w:proofErr w:type="spellEnd"/>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130" w:name="_Ref85722100"/>
      <w:bookmarkStart w:id="1131"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0"/>
      <w:bookmarkEnd w:id="1131"/>
    </w:p>
    <w:p w14:paraId="20E5C20A" w14:textId="13C50106" w:rsidR="00627D90" w:rsidRPr="001854F3" w:rsidRDefault="003613FE" w:rsidP="000A2CD2">
      <w:pPr>
        <w:pStyle w:val="a2"/>
        <w:rPr>
          <w:lang w:val="en-US"/>
        </w:rPr>
      </w:pPr>
      <w:bookmarkStart w:id="1132" w:name="_Toc85722005"/>
      <w:bookmarkEnd w:id="1132"/>
      <w:r>
        <w:rPr>
          <w:lang w:val="en-US"/>
        </w:rPr>
        <w:tab/>
      </w:r>
      <w:bookmarkStart w:id="1133" w:name="_Toc163837277"/>
      <w:r w:rsidR="00627D90" w:rsidRPr="001854F3">
        <w:rPr>
          <w:lang w:val="en-US"/>
        </w:rPr>
        <w:t>Overview</w:t>
      </w:r>
      <w:bookmarkEnd w:id="1133"/>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 may have one or more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Applications append media segments to the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34"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proofErr w:type="spellStart"/>
            <w:r w:rsidRPr="00012BE2">
              <w:rPr>
                <w:rFonts w:ascii="Courier New" w:hAnsi="Courier New" w:cs="Courier New"/>
                <w:sz w:val="20"/>
              </w:rPr>
              <w:t>MediaSource</w:t>
            </w:r>
            <w:proofErr w:type="spellEnd"/>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proofErr w:type="spellStart"/>
            <w:r w:rsidRPr="00012BE2">
              <w:rPr>
                <w:rFonts w:ascii="Courier New" w:hAnsi="Courier New" w:cs="Courier New"/>
                <w:sz w:val="20"/>
              </w:rPr>
              <w:t>SourceBuffer</w:t>
            </w:r>
            <w:proofErr w:type="spellEnd"/>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proofErr w:type="spellStart"/>
            <w:r w:rsidRPr="00012BE2">
              <w:rPr>
                <w:rFonts w:ascii="Courier New" w:hAnsi="Courier New" w:cs="Courier New"/>
                <w:sz w:val="20"/>
              </w:rPr>
              <w:t>TrackBuffer</w:t>
            </w:r>
            <w:proofErr w:type="spellEnd"/>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34"/>
    </w:p>
    <w:p w14:paraId="7C716CFF" w14:textId="35503638" w:rsidR="00627D90" w:rsidRPr="001854F3" w:rsidRDefault="00F24A3C" w:rsidP="000A2CD2">
      <w:pPr>
        <w:pStyle w:val="a2"/>
        <w:rPr>
          <w:lang w:val="en-US"/>
        </w:rPr>
      </w:pPr>
      <w:r>
        <w:rPr>
          <w:lang w:val="en-US"/>
        </w:rPr>
        <w:lastRenderedPageBreak/>
        <w:tab/>
      </w:r>
      <w:bookmarkStart w:id="1135" w:name="_Toc163837278"/>
      <w:r w:rsidR="00627D90" w:rsidRPr="001854F3">
        <w:rPr>
          <w:lang w:val="en-US"/>
        </w:rPr>
        <w:t>Mapping of VDI functions</w:t>
      </w:r>
      <w:bookmarkEnd w:id="1135"/>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36" w:name="_Ref96597834"/>
      <w:r w:rsidRPr="001854F3">
        <w:rPr>
          <w:lang w:val="en-US"/>
        </w:rPr>
        <w:t>Possible mapping of VDI onto MSE</w:t>
      </w:r>
      <w:bookmarkEnd w:id="1136"/>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proofErr w:type="spellStart"/>
            <w:r w:rsidRPr="001854F3">
              <w:rPr>
                <w:rFonts w:ascii="Courier New" w:hAnsi="Courier New" w:cs="Courier New"/>
                <w:sz w:val="20"/>
                <w:lang w:val="en-US"/>
              </w:rPr>
              <w:t>queryCurrentAggregate</w:t>
            </w:r>
            <w:proofErr w:type="spellEnd"/>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MediaSource.queryCurrentAggregate</w:t>
            </w:r>
            <w:proofErr w:type="spellEnd"/>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getInstance</w:t>
            </w:r>
            <w:proofErr w:type="spellEnd"/>
            <w:r w:rsidRPr="001854F3">
              <w:rPr>
                <w:rFonts w:ascii="Courier New" w:hAnsi="Courier New" w:cs="Courier New"/>
                <w:sz w:val="20"/>
                <w:lang w:val="en-US"/>
              </w:rPr>
              <w:t>()</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MediaSource.addSourceBuffer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setConfig</w:t>
            </w:r>
            <w:proofErr w:type="spellEnd"/>
            <w:r w:rsidRPr="001854F3">
              <w:rPr>
                <w:rFonts w:ascii="Courier New" w:hAnsi="Courier New" w:cs="Courier New"/>
                <w:sz w:val="20"/>
                <w:lang w:val="en-US"/>
              </w:rPr>
              <w:t>()</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VideoTrack.setConfig</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proofErr w:type="spellStart"/>
            <w:r w:rsidRPr="001854F3">
              <w:rPr>
                <w:sz w:val="20"/>
                <w:lang w:val="en-US"/>
              </w:rPr>
              <w:t>VideoTrack</w:t>
            </w:r>
            <w:proofErr w:type="spellEnd"/>
            <w:r w:rsidRPr="001854F3">
              <w:rPr>
                <w:sz w:val="20"/>
                <w:lang w:val="en-US"/>
              </w:rPr>
              <w:t xml:space="preserve"> and </w:t>
            </w:r>
            <w:proofErr w:type="spellStart"/>
            <w:r w:rsidRPr="001854F3">
              <w:rPr>
                <w:sz w:val="20"/>
                <w:lang w:val="en-US"/>
              </w:rPr>
              <w:t>AudioTrack</w:t>
            </w:r>
            <w:proofErr w:type="spellEnd"/>
            <w:r w:rsidRPr="001854F3">
              <w:rPr>
                <w:sz w:val="20"/>
                <w:lang w:val="en-US"/>
              </w:rPr>
              <w:t xml:space="preserve">, </w:t>
            </w: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w:t>
            </w:r>
            <w:proofErr w:type="spellStart"/>
            <w:r w:rsidRPr="001854F3">
              <w:rPr>
                <w:rFonts w:eastAsia="Times New Roman"/>
                <w:sz w:val="18"/>
                <w:szCs w:val="18"/>
                <w:lang w:val="en-US"/>
              </w:rPr>
              <w:t>A</w:t>
            </w:r>
            <w:proofErr w:type="spellEnd"/>
            <w:r w:rsidRPr="001854F3">
              <w:rPr>
                <w:rFonts w:eastAsia="Times New Roman"/>
                <w:sz w:val="18"/>
                <w:szCs w:val="18"/>
                <w:lang w:val="en-US"/>
              </w:rPr>
              <w:t xml:space="preserve"> new method of the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w:t>
            </w:r>
            <w:proofErr w:type="spellStart"/>
            <w:r w:rsidRPr="001854F3">
              <w:rPr>
                <w:rFonts w:eastAsia="Times New Roman"/>
                <w:sz w:val="18"/>
                <w:szCs w:val="18"/>
                <w:lang w:val="en-US"/>
              </w:rPr>
              <w:t>VideoTracks</w:t>
            </w:r>
            <w:proofErr w:type="spellEnd"/>
            <w:r w:rsidRPr="001854F3">
              <w:rPr>
                <w:rFonts w:eastAsia="Times New Roman"/>
                <w:sz w:val="18"/>
                <w:szCs w:val="18"/>
                <w:lang w:val="en-US"/>
              </w:rPr>
              <w:t xml:space="preserve">, that belong to the same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are considered alternatives and only one is decoded and presented. When creating a new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 group identifier for each track type may be provided. This grouping applies across all currently instantiated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and </w:t>
            </w:r>
            <w:proofErr w:type="spellStart"/>
            <w:r w:rsidRPr="001854F3">
              <w:rPr>
                <w:rFonts w:eastAsia="Times New Roman"/>
                <w:sz w:val="18"/>
                <w:szCs w:val="18"/>
                <w:lang w:val="en-US"/>
              </w:rPr>
              <w:t>AudioTrack</w:t>
            </w:r>
            <w:proofErr w:type="spellEnd"/>
            <w:r w:rsidRPr="001854F3">
              <w:rPr>
                <w:rFonts w:eastAsia="Times New Roman"/>
                <w:sz w:val="18"/>
                <w:szCs w:val="18"/>
                <w:lang w:val="en-US"/>
              </w:rPr>
              <w:t xml:space="preserve">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proofErr w:type="spellStart"/>
      <w:r w:rsidRPr="001854F3">
        <w:rPr>
          <w:rFonts w:ascii="Courier New" w:hAnsi="Courier New" w:cs="Courier New"/>
          <w:sz w:val="20"/>
          <w:szCs w:val="20"/>
          <w:lang w:val="en-US" w:eastAsia="ja-JP"/>
        </w:rPr>
        <w:t>gl.createBuffer</w:t>
      </w:r>
      <w:proofErr w:type="spellEnd"/>
      <w:r w:rsidRPr="001854F3">
        <w:rPr>
          <w:rFonts w:ascii="Courier New" w:hAnsi="Courier New" w:cs="Courier New"/>
          <w:sz w:val="20"/>
          <w:szCs w:val="20"/>
          <w:lang w:val="en-US" w:eastAsia="ja-JP"/>
        </w:rPr>
        <w:t>()</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1137"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37"/>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38" w:name="_Toc163837280"/>
      <w:r w:rsidRPr="00C92775">
        <w:rPr>
          <w:lang w:val="en-US"/>
        </w:rPr>
        <w:t>Introduction</w:t>
      </w:r>
      <w:bookmarkEnd w:id="1138"/>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39" w:name="_Toc163837281"/>
      <w:r>
        <w:rPr>
          <w:lang w:val="en-US"/>
        </w:rPr>
        <w:t>Definitions</w:t>
      </w:r>
      <w:bookmarkEnd w:id="1139"/>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40" w:name="_Toc163837282"/>
      <w:r>
        <w:rPr>
          <w:lang w:val="en-US"/>
        </w:rPr>
        <w:lastRenderedPageBreak/>
        <w:t>Level</w:t>
      </w:r>
      <w:r w:rsidR="000801F4">
        <w:rPr>
          <w:lang w:val="en-US"/>
        </w:rPr>
        <w:t xml:space="preserve"> limits</w:t>
      </w:r>
      <w:bookmarkEnd w:id="1140"/>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 xml:space="preserve">Max aggregated luma picture size </w:t>
            </w:r>
            <w:proofErr w:type="spellStart"/>
            <w:r w:rsidRPr="0001524B">
              <w:rPr>
                <w:rFonts w:eastAsia="Calibri"/>
                <w:b/>
                <w:sz w:val="20"/>
              </w:rPr>
              <w:t>MaxAggLumaPs</w:t>
            </w:r>
            <w:proofErr w:type="spellEnd"/>
            <w:r w:rsidRPr="0001524B">
              <w:rPr>
                <w:rFonts w:eastAsia="Calibri"/>
                <w:b/>
                <w:sz w:val="20"/>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bit rate </w:t>
            </w:r>
            <w:proofErr w:type="spellStart"/>
            <w:r w:rsidRPr="0001524B">
              <w:rPr>
                <w:rFonts w:eastAsia="Calibri"/>
                <w:b/>
                <w:sz w:val="20"/>
              </w:rPr>
              <w:t>MaxAggBR</w:t>
            </w:r>
            <w:proofErr w:type="spellEnd"/>
            <w:r w:rsidRPr="0001524B">
              <w:rPr>
                <w:rFonts w:eastAsia="Calibri"/>
                <w:b/>
                <w:sz w:val="20"/>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41" w:name="_Toc163837283"/>
      <w:r w:rsidRPr="001854F3">
        <w:rPr>
          <w:lang w:val="en-US"/>
        </w:rPr>
        <w:lastRenderedPageBreak/>
        <w:t>Bibliography</w:t>
      </w:r>
      <w:bookmarkEnd w:id="695"/>
      <w:bookmarkEnd w:id="696"/>
      <w:bookmarkEnd w:id="697"/>
      <w:bookmarkEnd w:id="698"/>
      <w:bookmarkEnd w:id="1141"/>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42" w:name="_Ref72850930"/>
      <w:bookmarkEnd w:id="0"/>
      <w:proofErr w:type="spellStart"/>
      <w:r w:rsidRPr="001854F3">
        <w:rPr>
          <w:lang w:val="en-US"/>
        </w:rPr>
        <w:t>OpenMAX</w:t>
      </w:r>
      <w:proofErr w:type="spellEnd"/>
      <w:r w:rsidRPr="001854F3">
        <w:rPr>
          <w:lang w:val="en-US"/>
        </w:rPr>
        <w:t>™ Integration Layer Application Programming Interface Specification Version 1.1.2, The Khronos Group Inc.</w:t>
      </w:r>
      <w:bookmarkEnd w:id="1142"/>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2CA70FE8" w:rsidR="005E5320" w:rsidRPr="006E50E0" w:rsidRDefault="0041442B"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6A0BF51A" w:rsidR="005E5320" w:rsidRPr="00151316" w:rsidRDefault="0041442B"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4"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3"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6"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2"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3"/>
  </w:num>
  <w:num w:numId="2" w16cid:durableId="1649166991">
    <w:abstractNumId w:val="23"/>
  </w:num>
  <w:num w:numId="3" w16cid:durableId="2043968755">
    <w:abstractNumId w:val="23"/>
  </w:num>
  <w:num w:numId="4" w16cid:durableId="1668751339">
    <w:abstractNumId w:val="23"/>
  </w:num>
  <w:num w:numId="5" w16cid:durableId="1203128935">
    <w:abstractNumId w:val="23"/>
  </w:num>
  <w:num w:numId="6" w16cid:durableId="648481782">
    <w:abstractNumId w:val="23"/>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3"/>
  </w:num>
  <w:num w:numId="14" w16cid:durableId="684600882">
    <w:abstractNumId w:val="48"/>
  </w:num>
  <w:num w:numId="15" w16cid:durableId="1322778985">
    <w:abstractNumId w:val="20"/>
  </w:num>
  <w:num w:numId="16" w16cid:durableId="1441493893">
    <w:abstractNumId w:val="13"/>
  </w:num>
  <w:num w:numId="17" w16cid:durableId="1350521487">
    <w:abstractNumId w:val="53"/>
  </w:num>
  <w:num w:numId="18" w16cid:durableId="731391110">
    <w:abstractNumId w:val="22"/>
  </w:num>
  <w:num w:numId="19" w16cid:durableId="191698740">
    <w:abstractNumId w:val="26"/>
  </w:num>
  <w:num w:numId="20" w16cid:durableId="462889286">
    <w:abstractNumId w:val="1"/>
  </w:num>
  <w:num w:numId="21" w16cid:durableId="1497333607">
    <w:abstractNumId w:val="10"/>
  </w:num>
  <w:num w:numId="22" w16cid:durableId="777021033">
    <w:abstractNumId w:val="24"/>
  </w:num>
  <w:num w:numId="23" w16cid:durableId="128935239">
    <w:abstractNumId w:val="8"/>
  </w:num>
  <w:num w:numId="24" w16cid:durableId="175926497">
    <w:abstractNumId w:val="9"/>
  </w:num>
  <w:num w:numId="25" w16cid:durableId="1310552300">
    <w:abstractNumId w:val="23"/>
  </w:num>
  <w:num w:numId="26" w16cid:durableId="21245788">
    <w:abstractNumId w:val="4"/>
  </w:num>
  <w:num w:numId="27" w16cid:durableId="283116226">
    <w:abstractNumId w:val="38"/>
  </w:num>
  <w:num w:numId="28" w16cid:durableId="18751452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2"/>
  </w:num>
  <w:num w:numId="31" w16cid:durableId="194580824">
    <w:abstractNumId w:val="31"/>
  </w:num>
  <w:num w:numId="32" w16cid:durableId="707149365">
    <w:abstractNumId w:val="3"/>
  </w:num>
  <w:num w:numId="33" w16cid:durableId="983511011">
    <w:abstractNumId w:val="2"/>
  </w:num>
  <w:num w:numId="34" w16cid:durableId="939948437">
    <w:abstractNumId w:val="30"/>
  </w:num>
  <w:num w:numId="35" w16cid:durableId="406920740">
    <w:abstractNumId w:val="54"/>
  </w:num>
  <w:num w:numId="36" w16cid:durableId="1102653745">
    <w:abstractNumId w:val="40"/>
  </w:num>
  <w:num w:numId="37" w16cid:durableId="1310130470">
    <w:abstractNumId w:val="18"/>
  </w:num>
  <w:num w:numId="38" w16cid:durableId="510148609">
    <w:abstractNumId w:val="28"/>
  </w:num>
  <w:num w:numId="39" w16cid:durableId="1753043714">
    <w:abstractNumId w:val="16"/>
  </w:num>
  <w:num w:numId="40" w16cid:durableId="1764840860">
    <w:abstractNumId w:val="32"/>
  </w:num>
  <w:num w:numId="41" w16cid:durableId="1641766887">
    <w:abstractNumId w:val="6"/>
  </w:num>
  <w:num w:numId="42" w16cid:durableId="462776987">
    <w:abstractNumId w:val="51"/>
  </w:num>
  <w:num w:numId="43" w16cid:durableId="251014519">
    <w:abstractNumId w:val="5"/>
  </w:num>
  <w:num w:numId="44" w16cid:durableId="311954839">
    <w:abstractNumId w:val="41"/>
  </w:num>
  <w:num w:numId="45" w16cid:durableId="1682122852">
    <w:abstractNumId w:val="21"/>
  </w:num>
  <w:num w:numId="46" w16cid:durableId="2129079644">
    <w:abstractNumId w:val="50"/>
  </w:num>
  <w:num w:numId="47" w16cid:durableId="74792628">
    <w:abstractNumId w:val="45"/>
  </w:num>
  <w:num w:numId="48" w16cid:durableId="2043629681">
    <w:abstractNumId w:val="14"/>
  </w:num>
  <w:num w:numId="49" w16cid:durableId="2018195109">
    <w:abstractNumId w:val="44"/>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29"/>
  </w:num>
  <w:num w:numId="58" w16cid:durableId="1063064040">
    <w:abstractNumId w:val="19"/>
  </w:num>
  <w:num w:numId="59" w16cid:durableId="976102697">
    <w:abstractNumId w:val="19"/>
    <w:lvlOverride w:ilvl="0">
      <w:startOverride w:val="1"/>
    </w:lvlOverride>
  </w:num>
  <w:num w:numId="60" w16cid:durableId="1203400483">
    <w:abstractNumId w:val="27"/>
  </w:num>
  <w:num w:numId="61" w16cid:durableId="909464761">
    <w:abstractNumId w:val="23"/>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8"/>
    <w:lvlOverride w:ilvl="0">
      <w:startOverride w:val="1"/>
    </w:lvlOverride>
  </w:num>
  <w:num w:numId="75" w16cid:durableId="520361626">
    <w:abstractNumId w:val="28"/>
  </w:num>
  <w:num w:numId="76" w16cid:durableId="552931392">
    <w:abstractNumId w:val="28"/>
    <w:lvlOverride w:ilvl="0">
      <w:startOverride w:val="1"/>
    </w:lvlOverride>
  </w:num>
  <w:num w:numId="77" w16cid:durableId="50663043">
    <w:abstractNumId w:val="28"/>
  </w:num>
  <w:num w:numId="78" w16cid:durableId="391931787">
    <w:abstractNumId w:val="4"/>
  </w:num>
  <w:num w:numId="79" w16cid:durableId="127626471">
    <w:abstractNumId w:val="4"/>
  </w:num>
  <w:num w:numId="80" w16cid:durableId="1181353107">
    <w:abstractNumId w:val="4"/>
  </w:num>
  <w:num w:numId="81" w16cid:durableId="836308001">
    <w:abstractNumId w:val="23"/>
  </w:num>
  <w:num w:numId="82" w16cid:durableId="1376734657">
    <w:abstractNumId w:val="23"/>
  </w:num>
  <w:num w:numId="83" w16cid:durableId="803422837">
    <w:abstractNumId w:val="23"/>
  </w:num>
  <w:num w:numId="84" w16cid:durableId="435684687">
    <w:abstractNumId w:val="23"/>
  </w:num>
  <w:num w:numId="85" w16cid:durableId="247736346">
    <w:abstractNumId w:val="23"/>
  </w:num>
  <w:num w:numId="86" w16cid:durableId="1259682063">
    <w:abstractNumId w:val="23"/>
  </w:num>
  <w:num w:numId="87" w16cid:durableId="917177280">
    <w:abstractNumId w:val="23"/>
  </w:num>
  <w:num w:numId="88" w16cid:durableId="1972057285">
    <w:abstractNumId w:val="23"/>
  </w:num>
  <w:num w:numId="89" w16cid:durableId="750346253">
    <w:abstractNumId w:val="23"/>
  </w:num>
  <w:num w:numId="90" w16cid:durableId="793905092">
    <w:abstractNumId w:val="23"/>
  </w:num>
  <w:num w:numId="91" w16cid:durableId="1412659256">
    <w:abstractNumId w:val="23"/>
  </w:num>
  <w:num w:numId="92" w16cid:durableId="495614573">
    <w:abstractNumId w:val="23"/>
  </w:num>
  <w:num w:numId="93" w16cid:durableId="995381114">
    <w:abstractNumId w:val="23"/>
  </w:num>
  <w:num w:numId="94" w16cid:durableId="1141079216">
    <w:abstractNumId w:val="23"/>
  </w:num>
  <w:num w:numId="95" w16cid:durableId="1336693358">
    <w:abstractNumId w:val="23"/>
  </w:num>
  <w:num w:numId="96" w16cid:durableId="1324745022">
    <w:abstractNumId w:val="23"/>
  </w:num>
  <w:num w:numId="97" w16cid:durableId="319580867">
    <w:abstractNumId w:val="23"/>
  </w:num>
  <w:num w:numId="98" w16cid:durableId="129901835">
    <w:abstractNumId w:val="23"/>
  </w:num>
  <w:num w:numId="99" w16cid:durableId="59210730">
    <w:abstractNumId w:val="23"/>
  </w:num>
  <w:num w:numId="100" w16cid:durableId="1004671211">
    <w:abstractNumId w:val="23"/>
  </w:num>
  <w:num w:numId="101" w16cid:durableId="73626999">
    <w:abstractNumId w:val="23"/>
  </w:num>
  <w:num w:numId="102" w16cid:durableId="909537237">
    <w:abstractNumId w:val="23"/>
  </w:num>
  <w:num w:numId="103" w16cid:durableId="1424841773">
    <w:abstractNumId w:val="23"/>
  </w:num>
  <w:num w:numId="104" w16cid:durableId="2050758803">
    <w:abstractNumId w:val="23"/>
  </w:num>
  <w:num w:numId="105" w16cid:durableId="762265293">
    <w:abstractNumId w:val="23"/>
  </w:num>
  <w:num w:numId="106" w16cid:durableId="1354919185">
    <w:abstractNumId w:val="23"/>
  </w:num>
  <w:num w:numId="107" w16cid:durableId="947784079">
    <w:abstractNumId w:val="23"/>
  </w:num>
  <w:num w:numId="108" w16cid:durableId="315424784">
    <w:abstractNumId w:val="23"/>
  </w:num>
  <w:num w:numId="109" w16cid:durableId="1102413793">
    <w:abstractNumId w:val="23"/>
  </w:num>
  <w:num w:numId="110" w16cid:durableId="1750034336">
    <w:abstractNumId w:val="17"/>
  </w:num>
  <w:num w:numId="111" w16cid:durableId="686175349">
    <w:abstractNumId w:val="34"/>
  </w:num>
  <w:num w:numId="112" w16cid:durableId="1013530208">
    <w:abstractNumId w:val="55"/>
  </w:num>
  <w:num w:numId="113" w16cid:durableId="918178395">
    <w:abstractNumId w:val="37"/>
  </w:num>
  <w:num w:numId="114" w16cid:durableId="264315443">
    <w:abstractNumId w:val="52"/>
  </w:num>
  <w:num w:numId="115" w16cid:durableId="927545874">
    <w:abstractNumId w:val="0"/>
  </w:num>
  <w:num w:numId="116" w16cid:durableId="1382249299">
    <w:abstractNumId w:val="23"/>
  </w:num>
  <w:num w:numId="117" w16cid:durableId="1336419832">
    <w:abstractNumId w:val="47"/>
  </w:num>
  <w:num w:numId="118" w16cid:durableId="725490111">
    <w:abstractNumId w:val="43"/>
  </w:num>
  <w:num w:numId="119" w16cid:durableId="400250050">
    <w:abstractNumId w:val="56"/>
  </w:num>
  <w:num w:numId="120" w16cid:durableId="104464399">
    <w:abstractNumId w:val="46"/>
  </w:num>
  <w:num w:numId="121" w16cid:durableId="474303394">
    <w:abstractNumId w:val="35"/>
  </w:num>
  <w:num w:numId="122" w16cid:durableId="1828979279">
    <w:abstractNumId w:val="25"/>
  </w:num>
  <w:num w:numId="123" w16cid:durableId="1488937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6"/>
  </w:num>
  <w:num w:numId="127" w16cid:durableId="942955254">
    <w:abstractNumId w:val="3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mirrorMargins/>
  <w:bordersDoNotSurroundHeader/>
  <w:bordersDoNotSurroundFooter/>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42B"/>
    <w:rsid w:val="004146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CF"/>
    <w:rsid w:val="005F409E"/>
    <w:rsid w:val="005F65DF"/>
    <w:rsid w:val="005F772F"/>
    <w:rsid w:val="005F7783"/>
    <w:rsid w:val="005F7819"/>
    <w:rsid w:val="00600F85"/>
    <w:rsid w:val="00604CFC"/>
    <w:rsid w:val="0060582F"/>
    <w:rsid w:val="00605FEC"/>
    <w:rsid w:val="00606A7F"/>
    <w:rsid w:val="00610D56"/>
    <w:rsid w:val="00611061"/>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3.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D3DFED6B-BBB5-406A-A089-160E98EBC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55</Pages>
  <Words>14090</Words>
  <Characters>80318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468</cp:revision>
  <dcterms:created xsi:type="dcterms:W3CDTF">2022-02-14T16:03:00Z</dcterms:created>
  <dcterms:modified xsi:type="dcterms:W3CDTF">2024-04-26T14:05:00Z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