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666AEA76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E94D5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1215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083ED269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E94D5A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 MP4 file format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7F048E61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E94D5A">
        <w:rPr>
          <w:rFonts w:ascii="Times New Roman" w:hAnsi="Times New Roman"/>
          <w:noProof/>
          <w:snapToGrid w:val="0"/>
          <w:sz w:val="24"/>
          <w:szCs w:val="24"/>
          <w:lang w:val="en-GB"/>
        </w:rPr>
        <w:t>2024-04-26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3DE6DBF8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E94D5A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589362ED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6D29AE1F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E94D5A">
        <w:rPr>
          <w:rFonts w:ascii="Times New Roman" w:eastAsia="SimSun" w:hAnsi="Times New Roman"/>
          <w:b/>
          <w:sz w:val="48"/>
          <w:szCs w:val="24"/>
          <w:lang w:val="en-GB" w:eastAsia="zh-CN"/>
        </w:rPr>
        <w:t>1215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7CB25413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E94D5A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April 2024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AC2EBA">
        <w:rPr>
          <w:rFonts w:ascii="Times New Roman" w:eastAsia="SimSun" w:hAnsi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47010361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E94D5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 MP4 file format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3FB74E73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E94D5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23825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231046CB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2B0CF8F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670DD46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0F76CD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1224"/>
    <w:rsid w:val="00AC2EBA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452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4D5A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6</TotalTime>
  <Pages>3</Pages>
  <Words>400</Words>
  <Characters>3102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 MP4 file format</vt:lpstr>
    </vt:vector>
  </TitlesOfParts>
  <Manager/>
  <Company/>
  <LinksUpToDate>false</LinksUpToDate>
  <CharactersWithSpaces>3496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 MP4 file format</dc:title>
  <dc:subject/>
  <dc:creator>Miska Hannuksela</dc:creator>
  <cp:keywords/>
  <dc:description/>
  <cp:lastModifiedBy>Miska Hannuksela 3</cp:lastModifiedBy>
  <cp:revision>4</cp:revision>
  <dcterms:created xsi:type="dcterms:W3CDTF">2024-04-26T06:41:00Z</dcterms:created>
  <dcterms:modified xsi:type="dcterms:W3CDTF">2024-04-26T06:46:00Z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23825</vt:lpwstr>
  </property>
  <property fmtid="{D5CDD505-2E9C-101B-9397-08002B2CF9AE}" pid="3" name="WGNumber">
    <vt:lpwstr>1215</vt:lpwstr>
  </property>
</Properties>
</file>