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4F2D5F94" w:rsidR="00CB798F" w:rsidRPr="00D04C15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D04C15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D04C15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067363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1203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D04C15" w:rsidRDefault="00CB798F">
      <w:pPr>
        <w:rPr>
          <w:b/>
          <w:sz w:val="20"/>
          <w:lang w:val="en-GB"/>
        </w:rPr>
      </w:pPr>
    </w:p>
    <w:p w14:paraId="1C7F2D41" w14:textId="3CA79274" w:rsidR="00CB798F" w:rsidRPr="00D04C15" w:rsidRDefault="00CB798F">
      <w:pPr>
        <w:rPr>
          <w:b/>
          <w:sz w:val="20"/>
          <w:lang w:val="en-GB"/>
        </w:rPr>
      </w:pPr>
    </w:p>
    <w:p w14:paraId="55F7DB2C" w14:textId="25F357F6" w:rsidR="00CB798F" w:rsidRPr="00D04C15" w:rsidRDefault="00E843CE">
      <w:pPr>
        <w:spacing w:before="3"/>
        <w:rPr>
          <w:b/>
          <w:sz w:val="23"/>
          <w:lang w:val="en-GB"/>
        </w:rPr>
      </w:pPr>
      <w:r w:rsidRPr="00D04C15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D04C15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1907F5F1" w:rsidR="00CB798F" w:rsidRPr="00D04C15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067363">
        <w:rPr>
          <w:rFonts w:ascii="Times New Roman" w:hAnsi="Times New Roman" w:cs="Times New Roman"/>
          <w:snapToGrid w:val="0"/>
          <w:lang w:val="en-GB"/>
        </w:rPr>
        <w:t>Potential improvement of ISO/IEC 2nd DIS 14496-12 8th edition ISO base media file format</w: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D04C15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2B2F56F7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350C79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2024-0</w:t>
      </w:r>
      <w:r w:rsidR="00C86336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6</w:t>
      </w:r>
      <w:r w:rsidR="00350C79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-</w:t>
      </w:r>
      <w:r w:rsidR="00C86336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28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4DB9B0A7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067363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D04C15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D04C15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7D1DAE4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D04C15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0" w:history="1">
        <w:r w:rsidR="000C78E6" w:rsidRPr="00D04C15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D04C15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4A3A18E0" w:rsidR="00385C5D" w:rsidRPr="00D04C15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067363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1203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242E6E83" w:rsidR="00954B0D" w:rsidRPr="00D04C15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350C79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May 2024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F833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Rennes, FR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D04C15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59FEC5E" w:rsidR="00954B0D" w:rsidRPr="00D04C15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06736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Potential improvement of ISO/IEC 2nd DIS 14496-12 8th edition ISO base media file format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D04C15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D04C15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D04C15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D04C15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54FE2EA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06736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23813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5044D79A" w:rsidR="00BA60FC" w:rsidRDefault="00000301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</w:rPr>
        <w:t>The attachment contains the</w:t>
      </w:r>
      <w:r w:rsidR="00D808F9">
        <w:rPr>
          <w:rFonts w:ascii="Times New Roman" w:hAnsi="Times New Roman" w:cs="Times New Roman"/>
          <w:sz w:val="24"/>
        </w:rPr>
        <w:t xml:space="preserve"> p</w:t>
      </w:r>
      <w:r w:rsidR="00D808F9" w:rsidRPr="00D808F9">
        <w:rPr>
          <w:rFonts w:ascii="Times New Roman" w:hAnsi="Times New Roman" w:cs="Times New Roman"/>
          <w:sz w:val="24"/>
        </w:rPr>
        <w:t>otential improvement of ISO/IEC 2nd DIS 14496-12 8th edition ISO base media file format</w:t>
      </w:r>
      <w:r w:rsidR="00D808F9">
        <w:rPr>
          <w:rFonts w:ascii="Times New Roman" w:hAnsi="Times New Roman" w:cs="Times New Roman"/>
          <w:sz w:val="24"/>
        </w:rPr>
        <w:t>.</w:t>
      </w:r>
    </w:p>
    <w:p w14:paraId="2E3E7174" w14:textId="233871FA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E7ACC" w14:textId="77777777" w:rsidR="008B7D3F" w:rsidRDefault="008B7D3F" w:rsidP="009E784A">
      <w:r>
        <w:separator/>
      </w:r>
    </w:p>
  </w:endnote>
  <w:endnote w:type="continuationSeparator" w:id="0">
    <w:p w14:paraId="5EFBA9DD" w14:textId="77777777" w:rsidR="008B7D3F" w:rsidRDefault="008B7D3F" w:rsidP="009E784A">
      <w:r>
        <w:continuationSeparator/>
      </w:r>
    </w:p>
  </w:endnote>
  <w:endnote w:type="continuationNotice" w:id="1">
    <w:p w14:paraId="4458E1A4" w14:textId="77777777" w:rsidR="008B7D3F" w:rsidRDefault="008B7D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4A69B8" w:rsidRPr="00E0681D" w:rsidRDefault="004A69B8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46F9E" w14:textId="77777777" w:rsidR="008B7D3F" w:rsidRDefault="008B7D3F" w:rsidP="009E784A">
      <w:r>
        <w:separator/>
      </w:r>
    </w:p>
  </w:footnote>
  <w:footnote w:type="continuationSeparator" w:id="0">
    <w:p w14:paraId="2CCBCD99" w14:textId="77777777" w:rsidR="008B7D3F" w:rsidRDefault="008B7D3F" w:rsidP="009E784A">
      <w:r>
        <w:continuationSeparator/>
      </w:r>
    </w:p>
  </w:footnote>
  <w:footnote w:type="continuationNotice" w:id="1">
    <w:p w14:paraId="584EAB95" w14:textId="77777777" w:rsidR="008B7D3F" w:rsidRDefault="008B7D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4A69B8" w:rsidRPr="00E0681D" w:rsidRDefault="004A69B8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1539295">
    <w:abstractNumId w:val="0"/>
  </w:num>
  <w:num w:numId="2" w16cid:durableId="1376392460">
    <w:abstractNumId w:val="1"/>
  </w:num>
  <w:num w:numId="3" w16cid:durableId="1386371719">
    <w:abstractNumId w:val="2"/>
  </w:num>
  <w:num w:numId="4" w16cid:durableId="1737973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301"/>
    <w:rsid w:val="000338F1"/>
    <w:rsid w:val="00067363"/>
    <w:rsid w:val="000968DA"/>
    <w:rsid w:val="000C78E6"/>
    <w:rsid w:val="0017051E"/>
    <w:rsid w:val="0018563E"/>
    <w:rsid w:val="00195FF0"/>
    <w:rsid w:val="00196997"/>
    <w:rsid w:val="001A0AC6"/>
    <w:rsid w:val="001E18A9"/>
    <w:rsid w:val="00263789"/>
    <w:rsid w:val="002750DB"/>
    <w:rsid w:val="002C37F9"/>
    <w:rsid w:val="003226C8"/>
    <w:rsid w:val="00350C79"/>
    <w:rsid w:val="00385C5D"/>
    <w:rsid w:val="003B0FC6"/>
    <w:rsid w:val="003F4C08"/>
    <w:rsid w:val="004A455B"/>
    <w:rsid w:val="004A69B8"/>
    <w:rsid w:val="004C352E"/>
    <w:rsid w:val="004E45B6"/>
    <w:rsid w:val="004F5473"/>
    <w:rsid w:val="00540DEA"/>
    <w:rsid w:val="005612C2"/>
    <w:rsid w:val="005C2A51"/>
    <w:rsid w:val="005F4C96"/>
    <w:rsid w:val="00622C6C"/>
    <w:rsid w:val="00622D5D"/>
    <w:rsid w:val="0063127E"/>
    <w:rsid w:val="00651912"/>
    <w:rsid w:val="006E1D7A"/>
    <w:rsid w:val="007868B4"/>
    <w:rsid w:val="007F537F"/>
    <w:rsid w:val="00804D88"/>
    <w:rsid w:val="00805670"/>
    <w:rsid w:val="00827179"/>
    <w:rsid w:val="00881CCB"/>
    <w:rsid w:val="008904D8"/>
    <w:rsid w:val="008B7D3F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A225A1"/>
    <w:rsid w:val="00B0343E"/>
    <w:rsid w:val="00B04FC4"/>
    <w:rsid w:val="00B10D58"/>
    <w:rsid w:val="00B24CCE"/>
    <w:rsid w:val="00B27B57"/>
    <w:rsid w:val="00B31C3D"/>
    <w:rsid w:val="00B62642"/>
    <w:rsid w:val="00BA60FC"/>
    <w:rsid w:val="00BC1590"/>
    <w:rsid w:val="00C00EE5"/>
    <w:rsid w:val="00C86336"/>
    <w:rsid w:val="00C955C7"/>
    <w:rsid w:val="00CB798F"/>
    <w:rsid w:val="00CD36BE"/>
    <w:rsid w:val="00CF1629"/>
    <w:rsid w:val="00D04C15"/>
    <w:rsid w:val="00D437AA"/>
    <w:rsid w:val="00D56740"/>
    <w:rsid w:val="00D709E9"/>
    <w:rsid w:val="00D808F9"/>
    <w:rsid w:val="00DA2647"/>
    <w:rsid w:val="00E320F0"/>
    <w:rsid w:val="00E565AB"/>
    <w:rsid w:val="00E843CE"/>
    <w:rsid w:val="00E9507F"/>
    <w:rsid w:val="00E965CC"/>
    <w:rsid w:val="00EA12EF"/>
    <w:rsid w:val="00EF2D59"/>
    <w:rsid w:val="00EF30B7"/>
    <w:rsid w:val="00F03F9B"/>
    <w:rsid w:val="00F40C31"/>
    <w:rsid w:val="00F419DA"/>
    <w:rsid w:val="00F73309"/>
    <w:rsid w:val="00F8330D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yperlink" Target="https://isotc.iso.org/livelink/livelink/open/jtc1sc29wg3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5339ede2a996349d7bd8882d3bc846b7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7fd825336fb0cf9c16c17a10bd5f3059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498459-FD63-4117-BAC3-4FCBF85683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47A2D2-4148-4DFA-9B08-3F02E0193F26}"/>
</file>

<file path=customXml/itemProps3.xml><?xml version="1.0" encoding="utf-8"?>
<ds:datastoreItem xmlns:ds="http://schemas.openxmlformats.org/officeDocument/2006/customXml" ds:itemID="{7008CE46-B6AA-4728-975C-BD7E5F76DD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Potential improvement of ISO/IEC 2nd DIS 14496-12 8th edition ISO base media file format</vt:lpstr>
      <vt:lpstr/>
    </vt:vector>
  </TitlesOfParts>
  <Manager/>
  <Company/>
  <LinksUpToDate>false</LinksUpToDate>
  <CharactersWithSpaces>1209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Potential improvement of ISO/IEC 2nd DIS 14496-12 8th edition ISO base media file format</dc:title>
  <dc:subject/>
  <dc:creator>Cyril Concolato;Stephan.Schreiner@dolby.com</dc:creator>
  <cp:keywords/>
  <dc:description/>
  <cp:lastModifiedBy>Emmanuel Thomas</cp:lastModifiedBy>
  <cp:revision>25</cp:revision>
  <dcterms:created xsi:type="dcterms:W3CDTF">2022-04-24T16:44:00Z</dcterms:created>
  <dcterms:modified xsi:type="dcterms:W3CDTF">2024-06-28T09:25:00Z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1203</vt:lpwstr>
  </property>
  <property fmtid="{D5CDD505-2E9C-101B-9397-08002B2CF9AE}" pid="3" name="MDMSNumber">
    <vt:lpwstr>23813</vt:lpwstr>
  </property>
  <property fmtid="{D5CDD505-2E9C-101B-9397-08002B2CF9AE}" pid="4" name="ContentTypeId">
    <vt:lpwstr>0x010100598371A9B2F58942932503DC52E58014</vt:lpwstr>
  </property>
</Properties>
</file>