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F44B5" w14:paraId="33B6D6AE" w14:textId="77777777" w:rsidTr="007F11E1">
        <w:tc>
          <w:tcPr>
            <w:tcW w:w="3678" w:type="dxa"/>
          </w:tcPr>
          <w:p w14:paraId="1023E631" w14:textId="77777777" w:rsidR="005F44B5" w:rsidRPr="00337E96" w:rsidRDefault="005F44B5" w:rsidP="007F11E1">
            <w:pPr>
              <w:rPr>
                <w:rFonts w:ascii="Arial" w:hAnsi="Arial" w:cs="Arial"/>
                <w:b/>
                <w:spacing w:val="-7"/>
                <w:w w:val="90"/>
                <w:sz w:val="25"/>
                <w:szCs w:val="25"/>
              </w:rPr>
            </w:pPr>
          </w:p>
        </w:tc>
        <w:tc>
          <w:tcPr>
            <w:tcW w:w="6946" w:type="dxa"/>
          </w:tcPr>
          <w:p w14:paraId="4C42A4BD" w14:textId="77777777" w:rsidR="005F44B5" w:rsidRPr="00337E96" w:rsidRDefault="005F44B5" w:rsidP="007F11E1">
            <w:pPr>
              <w:tabs>
                <w:tab w:val="left" w:pos="2062"/>
              </w:tabs>
              <w:rPr>
                <w:rFonts w:ascii="Arial" w:hAnsi="Arial" w:cs="Arial"/>
                <w:spacing w:val="-6"/>
                <w:w w:val="90"/>
                <w:sz w:val="25"/>
                <w:szCs w:val="25"/>
              </w:rPr>
            </w:pPr>
          </w:p>
        </w:tc>
      </w:tr>
    </w:tbl>
    <w:p w14:paraId="085699E5" w14:textId="3BE3CFF6" w:rsidR="005F44B5" w:rsidRPr="00E70B89" w:rsidRDefault="005F44B5" w:rsidP="005F44B5">
      <w:pPr>
        <w:pStyle w:val="Title"/>
        <w:tabs>
          <w:tab w:val="left" w:pos="4589"/>
        </w:tabs>
        <w:jc w:val="right"/>
        <w:rPr>
          <w:sz w:val="44"/>
          <w:lang w:val="en-US"/>
        </w:rPr>
      </w:pPr>
      <w:bookmarkStart w:id="0" w:name="_Toc129026842"/>
      <w:bookmarkStart w:id="1" w:name="_Toc129028544"/>
      <w:bookmarkStart w:id="2" w:name="_Toc134677538"/>
      <w:bookmarkStart w:id="3" w:name="_Toc134678891"/>
      <w:bookmarkStart w:id="4" w:name="_Toc134679089"/>
      <w:bookmarkStart w:id="5" w:name="_Toc149044732"/>
      <w:bookmarkStart w:id="6" w:name="_Toc159495417"/>
      <w:r w:rsidRPr="004F5473">
        <w:rPr>
          <w:rFonts w:eastAsiaTheme="minorHAnsi"/>
          <w:noProof/>
          <w:lang w:val="en-US" w:eastAsia="en-US"/>
        </w:rPr>
        <w:drawing>
          <wp:anchor distT="0" distB="0" distL="114300" distR="114300" simplePos="0" relativeHeight="251657216" behindDoc="0" locked="0" layoutInCell="1" allowOverlap="1" wp14:anchorId="46709102" wp14:editId="6777D12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B89">
        <w:rPr>
          <w:rFonts w:ascii="Times New Roman"/>
          <w:b w:val="0"/>
          <w:lang w:val="en-US"/>
        </w:rPr>
        <w:t xml:space="preserve">             </w:t>
      </w:r>
      <w:r w:rsidRPr="00E70B89">
        <w:rPr>
          <w:rFonts w:ascii="Times New Roman"/>
          <w:b w:val="0"/>
          <w:u w:val="thick"/>
          <w:lang w:val="en-US"/>
        </w:rPr>
        <w:t xml:space="preserve">                   </w:t>
      </w:r>
      <w:r w:rsidRPr="00E70B89">
        <w:rPr>
          <w:w w:val="115"/>
          <w:u w:val="thick"/>
          <w:lang w:val="en-US"/>
        </w:rPr>
        <w:t>ISO/IEC JTC 1/SC</w:t>
      </w:r>
      <w:r w:rsidRPr="00E70B89">
        <w:rPr>
          <w:spacing w:val="-25"/>
          <w:w w:val="115"/>
          <w:u w:val="thick"/>
          <w:lang w:val="en-US"/>
        </w:rPr>
        <w:t xml:space="preserve"> </w:t>
      </w:r>
      <w:r w:rsidRPr="00E70B89">
        <w:rPr>
          <w:w w:val="115"/>
          <w:u w:val="thick"/>
          <w:lang w:val="en-US"/>
        </w:rPr>
        <w:t xml:space="preserve">29/WG 03 </w:t>
      </w:r>
      <w:bookmarkEnd w:id="0"/>
      <w:bookmarkEnd w:id="1"/>
      <w:bookmarkEnd w:id="2"/>
      <w:bookmarkEnd w:id="3"/>
      <w:bookmarkEnd w:id="4"/>
      <w:bookmarkEnd w:id="5"/>
      <w:r w:rsidR="005712C1" w:rsidRPr="00E70B89">
        <w:rPr>
          <w:w w:val="115"/>
          <w:sz w:val="44"/>
          <w:u w:val="thick"/>
          <w:lang w:val="en-US"/>
        </w:rPr>
        <w:t>N</w:t>
      </w:r>
      <w:r w:rsidR="005712C1">
        <w:rPr>
          <w:spacing w:val="28"/>
          <w:w w:val="115"/>
          <w:sz w:val="44"/>
          <w:u w:val="thick"/>
          <w:lang w:val="en-US"/>
        </w:rPr>
        <w:t>1</w:t>
      </w:r>
      <w:r w:rsidR="005712C1">
        <w:rPr>
          <w:spacing w:val="28"/>
          <w:w w:val="115"/>
          <w:sz w:val="44"/>
          <w:u w:val="thick"/>
          <w:lang w:val="en-US"/>
        </w:rPr>
        <w:t>173</w:t>
      </w:r>
      <w:bookmarkEnd w:id="6"/>
    </w:p>
    <w:p w14:paraId="7D5AA102" w14:textId="77777777" w:rsidR="005F44B5" w:rsidRPr="00E70B89" w:rsidRDefault="005F44B5" w:rsidP="005F44B5">
      <w:pPr>
        <w:rPr>
          <w:b/>
          <w:sz w:val="20"/>
          <w:lang w:val="en-US"/>
        </w:rPr>
      </w:pPr>
    </w:p>
    <w:p w14:paraId="18DFBA1F" w14:textId="77777777" w:rsidR="005F44B5" w:rsidRPr="00E70B89" w:rsidRDefault="005F44B5" w:rsidP="005F44B5">
      <w:pPr>
        <w:rPr>
          <w:b/>
          <w:sz w:val="20"/>
          <w:lang w:val="en-US"/>
        </w:rPr>
      </w:pPr>
    </w:p>
    <w:p w14:paraId="59F3FC6B" w14:textId="67E77CAE" w:rsidR="005F44B5" w:rsidRPr="00E70B89" w:rsidRDefault="00207702" w:rsidP="005F44B5">
      <w:pPr>
        <w:spacing w:before="3"/>
        <w:rPr>
          <w:b/>
          <w:sz w:val="23"/>
          <w:lang w:val="en-US"/>
        </w:rPr>
      </w:pPr>
      <w:r>
        <w:rPr>
          <w:noProof/>
          <w:lang w:val="en-US" w:eastAsia="en-US"/>
        </w:rPr>
        <mc:AlternateContent>
          <mc:Choice Requires="wps">
            <w:drawing>
              <wp:anchor distT="0" distB="0" distL="0" distR="0" simplePos="0" relativeHeight="251655680" behindDoc="1" locked="0" layoutInCell="1" allowOverlap="1" wp14:anchorId="3004BCB8" wp14:editId="26A6CBDC">
                <wp:simplePos x="0" y="0"/>
                <wp:positionH relativeFrom="page">
                  <wp:posOffset>706120</wp:posOffset>
                </wp:positionH>
                <wp:positionV relativeFrom="paragraph">
                  <wp:posOffset>199390</wp:posOffset>
                </wp:positionV>
                <wp:extent cx="6155055" cy="829310"/>
                <wp:effectExtent l="0" t="0" r="0" b="8890"/>
                <wp:wrapTopAndBottom/>
                <wp:docPr id="57" name="Textfeld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4BCB8" id="_x0000_t202" coordsize="21600,21600" o:spt="202" path="m,l,21600r21600,l21600,xe">
                <v:stroke joinstyle="miter"/>
                <v:path gradientshapeok="t" o:connecttype="rect"/>
              </v:shapetype>
              <v:shape id="Textfeld 57" o:spid="_x0000_s1026" type="#_x0000_t202" style="position:absolute;left:0;text-align:left;margin-left:55.6pt;margin-top:15.7pt;width:484.65pt;height:65.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v:textbox>
                <w10:wrap type="topAndBottom" anchorx="page"/>
              </v:shape>
            </w:pict>
          </mc:Fallback>
        </mc:AlternateContent>
      </w:r>
    </w:p>
    <w:p w14:paraId="002787D1" w14:textId="77777777" w:rsidR="005F44B5" w:rsidRPr="00E70B89" w:rsidRDefault="005F44B5" w:rsidP="005F44B5">
      <w:pPr>
        <w:rPr>
          <w:b/>
          <w:sz w:val="20"/>
          <w:lang w:val="en-US"/>
        </w:rPr>
      </w:pPr>
    </w:p>
    <w:p w14:paraId="07920278" w14:textId="77777777" w:rsidR="005F44B5" w:rsidRPr="00E70B89" w:rsidRDefault="005F44B5" w:rsidP="005F44B5">
      <w:pPr>
        <w:rPr>
          <w:rFonts w:asciiTheme="minorHAnsi" w:hAnsiTheme="minorHAnsi" w:cstheme="minorHAnsi"/>
          <w:b/>
          <w:sz w:val="24"/>
          <w:szCs w:val="24"/>
          <w:lang w:val="en-US"/>
        </w:rPr>
      </w:pPr>
    </w:p>
    <w:p w14:paraId="07756926" w14:textId="77777777" w:rsidR="005F44B5" w:rsidRPr="00E70B89" w:rsidRDefault="005F44B5" w:rsidP="00151CC7">
      <w:pPr>
        <w:tabs>
          <w:tab w:val="left" w:pos="3099"/>
        </w:tabs>
        <w:spacing w:before="103"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Document</w:t>
      </w:r>
      <w:r w:rsidRPr="00E70B89">
        <w:rPr>
          <w:rFonts w:asciiTheme="minorHAnsi" w:hAnsiTheme="minorHAnsi" w:cstheme="minorHAnsi"/>
          <w:b/>
          <w:spacing w:val="14"/>
          <w:w w:val="120"/>
          <w:sz w:val="24"/>
          <w:szCs w:val="24"/>
          <w:lang w:val="en-US"/>
        </w:rPr>
        <w:t xml:space="preserve"> </w:t>
      </w:r>
      <w:r w:rsidRPr="00E70B89">
        <w:rPr>
          <w:rFonts w:asciiTheme="minorHAnsi" w:hAnsiTheme="minorHAnsi" w:cstheme="minorHAnsi"/>
          <w:b/>
          <w:w w:val="120"/>
          <w:sz w:val="24"/>
          <w:szCs w:val="24"/>
          <w:lang w:val="en-US"/>
        </w:rPr>
        <w:t>type:</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Output Document</w:t>
      </w:r>
    </w:p>
    <w:p w14:paraId="3E4F9775" w14:textId="77777777" w:rsidR="005F44B5" w:rsidRPr="00E70B89" w:rsidRDefault="005F44B5" w:rsidP="00151CC7">
      <w:pPr>
        <w:spacing w:before="1" w:after="0"/>
        <w:rPr>
          <w:rFonts w:asciiTheme="minorHAnsi" w:hAnsiTheme="minorHAnsi" w:cstheme="minorHAnsi"/>
          <w:sz w:val="24"/>
          <w:szCs w:val="24"/>
          <w:lang w:val="en-US"/>
        </w:rPr>
      </w:pPr>
    </w:p>
    <w:p w14:paraId="0E724B16" w14:textId="6A10B53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Title:</w:t>
      </w:r>
      <w:r w:rsidRPr="00E70B89">
        <w:rPr>
          <w:rFonts w:asciiTheme="minorHAnsi" w:hAnsiTheme="minorHAnsi" w:cstheme="minorHAnsi"/>
          <w:b/>
          <w:w w:val="120"/>
          <w:sz w:val="24"/>
          <w:szCs w:val="24"/>
          <w:lang w:val="en-US"/>
        </w:rPr>
        <w:tab/>
        <w:t xml:space="preserve">Exploration </w:t>
      </w:r>
      <w:r w:rsidR="00884D06" w:rsidRPr="00884D06">
        <w:rPr>
          <w:rFonts w:asciiTheme="minorHAnsi" w:hAnsiTheme="minorHAnsi" w:cstheme="minorHAnsi"/>
          <w:b/>
          <w:w w:val="120"/>
          <w:sz w:val="24"/>
          <w:szCs w:val="24"/>
          <w:lang w:val="en-US"/>
        </w:rPr>
        <w:t xml:space="preserve">on indicating AI generated/altered content using the MPEG Systems technologies  </w:t>
      </w:r>
    </w:p>
    <w:p w14:paraId="51B746EF" w14:textId="77777777" w:rsidR="005F44B5" w:rsidRPr="00E70B89" w:rsidRDefault="005F44B5" w:rsidP="00151CC7">
      <w:pPr>
        <w:spacing w:before="6" w:after="0"/>
        <w:rPr>
          <w:rFonts w:asciiTheme="minorHAnsi" w:hAnsiTheme="minorHAnsi" w:cstheme="minorHAnsi"/>
          <w:sz w:val="24"/>
          <w:szCs w:val="24"/>
          <w:lang w:val="en-US"/>
        </w:rPr>
      </w:pPr>
    </w:p>
    <w:p w14:paraId="7F2924A6"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w w:val="120"/>
          <w:sz w:val="24"/>
          <w:szCs w:val="24"/>
          <w:lang w:val="en-US"/>
        </w:rPr>
      </w:pPr>
      <w:r w:rsidRPr="00E70B89">
        <w:rPr>
          <w:rFonts w:asciiTheme="minorHAnsi" w:hAnsiTheme="minorHAnsi" w:cstheme="minorHAnsi"/>
          <w:b/>
          <w:w w:val="120"/>
          <w:sz w:val="24"/>
          <w:szCs w:val="24"/>
          <w:lang w:val="en-US"/>
        </w:rPr>
        <w:t>Status:</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Approved</w:t>
      </w:r>
    </w:p>
    <w:p w14:paraId="686FEEBC"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p>
    <w:p w14:paraId="29269B02" w14:textId="77777777" w:rsidR="005F44B5" w:rsidRPr="00E70B89" w:rsidRDefault="005F44B5" w:rsidP="00151CC7">
      <w:pPr>
        <w:tabs>
          <w:tab w:val="left" w:pos="3099"/>
        </w:tabs>
        <w:spacing w:after="0"/>
        <w:ind w:left="104"/>
        <w:rPr>
          <w:rFonts w:asciiTheme="minorHAnsi" w:hAnsiTheme="minorHAnsi" w:cstheme="minorHAnsi"/>
          <w:b/>
          <w:w w:val="125"/>
          <w:sz w:val="24"/>
          <w:szCs w:val="24"/>
          <w:lang w:val="en-US"/>
        </w:rPr>
      </w:pPr>
    </w:p>
    <w:p w14:paraId="4915671B" w14:textId="0A5C25B6"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5"/>
          <w:sz w:val="24"/>
          <w:szCs w:val="24"/>
          <w:lang w:val="en-US"/>
        </w:rPr>
        <w:t>Date</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of</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document:</w:t>
      </w:r>
      <w:r w:rsidRPr="00E70B89">
        <w:rPr>
          <w:rFonts w:asciiTheme="minorHAnsi" w:hAnsiTheme="minorHAnsi" w:cstheme="minorHAnsi"/>
          <w:b/>
          <w:w w:val="125"/>
          <w:sz w:val="24"/>
          <w:szCs w:val="24"/>
          <w:lang w:val="en-US"/>
        </w:rPr>
        <w:tab/>
      </w:r>
      <w:r w:rsidRPr="00E70B89">
        <w:rPr>
          <w:rFonts w:asciiTheme="minorHAnsi" w:hAnsiTheme="minorHAnsi" w:cstheme="minorHAnsi"/>
          <w:w w:val="125"/>
          <w:sz w:val="24"/>
          <w:szCs w:val="24"/>
          <w:lang w:val="en-US"/>
        </w:rPr>
        <w:t>202</w:t>
      </w:r>
      <w:r w:rsidR="00085B2E">
        <w:rPr>
          <w:rFonts w:asciiTheme="minorHAnsi" w:hAnsiTheme="minorHAnsi" w:cstheme="minorHAnsi"/>
          <w:w w:val="125"/>
          <w:sz w:val="24"/>
          <w:szCs w:val="24"/>
          <w:lang w:val="en-US"/>
        </w:rPr>
        <w:t>4</w:t>
      </w:r>
      <w:r w:rsidRPr="00E70B89">
        <w:rPr>
          <w:rFonts w:asciiTheme="minorHAnsi" w:hAnsiTheme="minorHAnsi" w:cstheme="minorHAnsi"/>
          <w:w w:val="125"/>
          <w:sz w:val="24"/>
          <w:szCs w:val="24"/>
          <w:lang w:val="en-US"/>
        </w:rPr>
        <w:t>-</w:t>
      </w:r>
      <w:r w:rsidR="00085B2E">
        <w:rPr>
          <w:rFonts w:asciiTheme="minorHAnsi" w:hAnsiTheme="minorHAnsi" w:cstheme="minorHAnsi"/>
          <w:w w:val="125"/>
          <w:sz w:val="24"/>
          <w:szCs w:val="24"/>
          <w:lang w:val="en-US"/>
        </w:rPr>
        <w:t>1</w:t>
      </w:r>
      <w:r w:rsidRPr="00E70B89">
        <w:rPr>
          <w:rFonts w:asciiTheme="minorHAnsi" w:hAnsiTheme="minorHAnsi" w:cstheme="minorHAnsi"/>
          <w:w w:val="125"/>
          <w:sz w:val="24"/>
          <w:szCs w:val="24"/>
          <w:lang w:val="en-US"/>
        </w:rPr>
        <w:t>-</w:t>
      </w:r>
      <w:r w:rsidR="00085B2E">
        <w:rPr>
          <w:rFonts w:asciiTheme="minorHAnsi" w:hAnsiTheme="minorHAnsi" w:cstheme="minorHAnsi"/>
          <w:w w:val="125"/>
          <w:sz w:val="24"/>
          <w:szCs w:val="24"/>
          <w:lang w:val="en-US"/>
        </w:rPr>
        <w:t>2</w:t>
      </w:r>
      <w:r w:rsidR="00884D06">
        <w:rPr>
          <w:rFonts w:asciiTheme="minorHAnsi" w:hAnsiTheme="minorHAnsi" w:cstheme="minorHAnsi"/>
          <w:w w:val="125"/>
          <w:sz w:val="24"/>
          <w:szCs w:val="24"/>
          <w:lang w:val="en-US"/>
        </w:rPr>
        <w:t>6</w:t>
      </w:r>
    </w:p>
    <w:p w14:paraId="5521464E" w14:textId="77777777" w:rsidR="005F44B5" w:rsidRPr="00E70B89" w:rsidRDefault="005F44B5" w:rsidP="00151CC7">
      <w:pPr>
        <w:spacing w:before="1" w:after="0"/>
        <w:rPr>
          <w:rFonts w:asciiTheme="minorHAnsi" w:hAnsiTheme="minorHAnsi" w:cstheme="minorHAnsi"/>
          <w:sz w:val="24"/>
          <w:szCs w:val="24"/>
          <w:lang w:val="en-US"/>
        </w:rPr>
      </w:pPr>
    </w:p>
    <w:p w14:paraId="789313D2"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10"/>
          <w:sz w:val="24"/>
          <w:szCs w:val="24"/>
          <w:lang w:val="en-US"/>
        </w:rPr>
        <w:t>Source:</w:t>
      </w:r>
      <w:r w:rsidRPr="00E70B89">
        <w:rPr>
          <w:rFonts w:asciiTheme="minorHAnsi" w:hAnsiTheme="minorHAnsi" w:cstheme="minorHAnsi"/>
          <w:b/>
          <w:w w:val="110"/>
          <w:sz w:val="24"/>
          <w:szCs w:val="24"/>
          <w:lang w:val="en-US"/>
        </w:rPr>
        <w:tab/>
      </w:r>
      <w:r w:rsidRPr="00E70B89">
        <w:rPr>
          <w:rFonts w:asciiTheme="minorHAnsi" w:hAnsiTheme="minorHAnsi" w:cstheme="minorHAnsi"/>
          <w:w w:val="110"/>
          <w:sz w:val="24"/>
          <w:szCs w:val="24"/>
          <w:lang w:val="en-US"/>
        </w:rPr>
        <w:t>ISO/IEC JTC 1/SC 29/WG 03</w:t>
      </w:r>
    </w:p>
    <w:p w14:paraId="3D6C584C" w14:textId="77777777" w:rsidR="005F44B5" w:rsidRPr="00E70B89" w:rsidRDefault="005F44B5" w:rsidP="00151CC7">
      <w:pPr>
        <w:spacing w:before="1" w:after="0"/>
        <w:rPr>
          <w:rFonts w:asciiTheme="minorHAnsi" w:hAnsiTheme="minorHAnsi" w:cstheme="minorHAnsi"/>
          <w:sz w:val="24"/>
          <w:szCs w:val="24"/>
          <w:lang w:val="en-US"/>
        </w:rPr>
      </w:pPr>
      <w:r w:rsidRPr="00E70B89">
        <w:rPr>
          <w:rFonts w:asciiTheme="minorHAnsi" w:hAnsiTheme="minorHAnsi" w:cstheme="minorHAnsi"/>
          <w:sz w:val="24"/>
          <w:szCs w:val="24"/>
          <w:lang w:val="en-US"/>
        </w:rPr>
        <w:t xml:space="preserve"> </w:t>
      </w:r>
    </w:p>
    <w:p w14:paraId="008442F1" w14:textId="4F820F93"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No.</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pages:</w:t>
      </w:r>
      <w:r w:rsidRPr="00E70B89">
        <w:rPr>
          <w:rFonts w:asciiTheme="minorHAnsi" w:hAnsiTheme="minorHAnsi" w:cstheme="minorHAnsi"/>
          <w:b/>
          <w:w w:val="120"/>
          <w:sz w:val="24"/>
          <w:szCs w:val="24"/>
          <w:lang w:val="en-US"/>
        </w:rPr>
        <w:tab/>
      </w:r>
      <w:r w:rsidR="00BE1E50">
        <w:rPr>
          <w:rFonts w:asciiTheme="minorHAnsi" w:hAnsiTheme="minorHAnsi" w:cstheme="minorHAnsi"/>
          <w:w w:val="120"/>
          <w:sz w:val="24"/>
          <w:szCs w:val="24"/>
          <w:lang w:val="en-US"/>
        </w:rPr>
        <w:t>3</w:t>
      </w:r>
      <w:r w:rsidR="0043212E" w:rsidRPr="00A50268">
        <w:rPr>
          <w:rFonts w:asciiTheme="minorHAnsi" w:hAnsiTheme="minorHAnsi" w:cstheme="minorHAnsi"/>
          <w:w w:val="120"/>
          <w:sz w:val="24"/>
          <w:szCs w:val="24"/>
          <w:lang w:val="en-US"/>
        </w:rPr>
        <w:t xml:space="preserve"> </w:t>
      </w:r>
      <w:r w:rsidRPr="00A50268">
        <w:rPr>
          <w:rFonts w:asciiTheme="minorHAnsi" w:hAnsiTheme="minorHAnsi" w:cstheme="minorHAnsi"/>
          <w:w w:val="120"/>
          <w:sz w:val="24"/>
          <w:szCs w:val="24"/>
          <w:lang w:val="en-US"/>
        </w:rPr>
        <w:t>(with</w:t>
      </w:r>
      <w:r w:rsidRPr="00E70B89">
        <w:rPr>
          <w:rFonts w:asciiTheme="minorHAnsi" w:hAnsiTheme="minorHAnsi" w:cstheme="minorHAnsi"/>
          <w:w w:val="120"/>
          <w:sz w:val="24"/>
          <w:szCs w:val="24"/>
          <w:lang w:val="en-US"/>
        </w:rPr>
        <w:t xml:space="preserve"> cover</w:t>
      </w:r>
      <w:r w:rsidRPr="00E70B89">
        <w:rPr>
          <w:rFonts w:asciiTheme="minorHAnsi" w:hAnsiTheme="minorHAnsi" w:cstheme="minorHAnsi"/>
          <w:spacing w:val="-10"/>
          <w:w w:val="120"/>
          <w:sz w:val="24"/>
          <w:szCs w:val="24"/>
          <w:lang w:val="en-US"/>
        </w:rPr>
        <w:t xml:space="preserve"> </w:t>
      </w:r>
      <w:r w:rsidRPr="00E70B89">
        <w:rPr>
          <w:rFonts w:asciiTheme="minorHAnsi" w:hAnsiTheme="minorHAnsi" w:cstheme="minorHAnsi"/>
          <w:w w:val="120"/>
          <w:sz w:val="24"/>
          <w:szCs w:val="24"/>
          <w:lang w:val="en-US"/>
        </w:rPr>
        <w:t>page)</w:t>
      </w:r>
    </w:p>
    <w:p w14:paraId="6D08B72B" w14:textId="77777777" w:rsidR="005F44B5" w:rsidRPr="00E70B89" w:rsidRDefault="005F44B5" w:rsidP="00151CC7">
      <w:pPr>
        <w:spacing w:before="1" w:after="0"/>
        <w:rPr>
          <w:rFonts w:asciiTheme="minorHAnsi" w:hAnsiTheme="minorHAnsi" w:cstheme="minorHAnsi"/>
          <w:sz w:val="24"/>
          <w:szCs w:val="24"/>
          <w:lang w:val="en-US"/>
        </w:rPr>
      </w:pPr>
    </w:p>
    <w:p w14:paraId="0267DF7E"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Email</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Convenor:</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young.L@samsung.com</w:t>
      </w:r>
    </w:p>
    <w:p w14:paraId="65F58EF5" w14:textId="77777777" w:rsidR="005F44B5" w:rsidRPr="00E70B89" w:rsidRDefault="005F44B5" w:rsidP="00151CC7">
      <w:pPr>
        <w:spacing w:before="1" w:after="0"/>
        <w:rPr>
          <w:rFonts w:asciiTheme="minorHAnsi" w:hAnsiTheme="minorHAnsi" w:cstheme="minorHAnsi"/>
          <w:b/>
          <w:sz w:val="24"/>
          <w:szCs w:val="24"/>
          <w:lang w:val="en-US"/>
        </w:rPr>
      </w:pPr>
    </w:p>
    <w:p w14:paraId="5EA005A0" w14:textId="49D95E3E" w:rsidR="005F44B5" w:rsidRPr="00E70B89" w:rsidRDefault="005F44B5" w:rsidP="00151CC7">
      <w:pPr>
        <w:tabs>
          <w:tab w:val="left" w:pos="3099"/>
        </w:tabs>
        <w:spacing w:after="0"/>
        <w:ind w:left="104"/>
        <w:jc w:val="left"/>
        <w:rPr>
          <w:rFonts w:asciiTheme="minorHAnsi" w:hAnsiTheme="minorHAnsi" w:cstheme="minorHAnsi"/>
          <w:color w:val="0000EE"/>
          <w:w w:val="120"/>
          <w:sz w:val="24"/>
          <w:szCs w:val="24"/>
          <w:u w:val="single" w:color="0000EE"/>
          <w:lang w:val="en-US"/>
        </w:rPr>
      </w:pPr>
      <w:r w:rsidRPr="00E70B89">
        <w:rPr>
          <w:rFonts w:asciiTheme="minorHAnsi" w:hAnsiTheme="minorHAnsi" w:cstheme="minorHAnsi"/>
          <w:b/>
          <w:w w:val="120"/>
          <w:sz w:val="24"/>
          <w:szCs w:val="24"/>
          <w:lang w:val="en-US"/>
        </w:rPr>
        <w:t>Committee</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 xml:space="preserve">URL:                </w:t>
      </w:r>
      <w:hyperlink r:id="rId9" w:history="1">
        <w:r w:rsidRPr="00151CC7">
          <w:rPr>
            <w:rStyle w:val="Hyperlink"/>
            <w:rFonts w:asciiTheme="minorHAnsi" w:hAnsiTheme="minorHAnsi" w:cstheme="minorHAnsi"/>
            <w:w w:val="120"/>
            <w:sz w:val="24"/>
            <w:szCs w:val="24"/>
          </w:rPr>
          <w:t>https://isotc.iso.org/livelink/livelink/open/jtc1sc29wg3</w:t>
        </w:r>
      </w:hyperlink>
    </w:p>
    <w:p w14:paraId="3C04AE1B" w14:textId="77777777" w:rsidR="005F44B5" w:rsidRPr="00E70B89" w:rsidRDefault="005F44B5" w:rsidP="005F44B5">
      <w:pPr>
        <w:tabs>
          <w:tab w:val="left" w:pos="3099"/>
        </w:tabs>
        <w:ind w:left="104"/>
        <w:rPr>
          <w:color w:val="0000EE"/>
          <w:w w:val="120"/>
          <w:sz w:val="24"/>
          <w:u w:val="single" w:color="0000EE"/>
          <w:lang w:val="en-US"/>
        </w:rPr>
        <w:sectPr w:rsidR="005F44B5" w:rsidRPr="00E70B89" w:rsidSect="005F44B5">
          <w:type w:val="oddPage"/>
          <w:pgSz w:w="11900" w:h="16840"/>
          <w:pgMar w:top="540" w:right="980" w:bottom="280" w:left="1000" w:header="720" w:footer="720" w:gutter="0"/>
          <w:cols w:space="720"/>
        </w:sectPr>
      </w:pPr>
    </w:p>
    <w:p w14:paraId="1A9819A1"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ORGANISATION FOR STANDARDISATION</w:t>
      </w:r>
    </w:p>
    <w:p w14:paraId="581BE478"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14:paraId="4118A52A"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 MPEG SYSTEMS</w:t>
      </w:r>
    </w:p>
    <w:p w14:paraId="6985005E" w14:textId="77777777" w:rsidR="005F44B5" w:rsidRPr="003226C8" w:rsidRDefault="005F44B5" w:rsidP="00151CC7">
      <w:pPr>
        <w:spacing w:after="0"/>
        <w:rPr>
          <w:rFonts w:ascii="Times New Roman" w:hAnsi="Times New Roman"/>
          <w:lang w:val="en-GB"/>
        </w:rPr>
      </w:pPr>
    </w:p>
    <w:p w14:paraId="2E6BF443" w14:textId="56225CB2" w:rsidR="005F44B5" w:rsidRPr="003226C8" w:rsidRDefault="005F44B5" w:rsidP="00151CC7">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Pr="003226C8">
        <w:rPr>
          <w:rFonts w:ascii="Times New Roman" w:hAnsi="Times New Roman"/>
          <w:lang w:val="en-GB"/>
        </w:rPr>
        <w:t xml:space="preserve"> </w:t>
      </w:r>
      <w:r w:rsidR="00085B2E">
        <w:rPr>
          <w:rFonts w:ascii="Times New Roman" w:eastAsia="SimSun" w:hAnsi="Times New Roman"/>
          <w:b/>
          <w:sz w:val="48"/>
          <w:szCs w:val="24"/>
          <w:lang w:val="en-GB" w:eastAsia="zh-CN"/>
        </w:rPr>
        <w:t>1</w:t>
      </w:r>
      <w:r w:rsidR="00884D06">
        <w:rPr>
          <w:rFonts w:ascii="Times New Roman" w:eastAsia="SimSun" w:hAnsi="Times New Roman"/>
          <w:b/>
          <w:sz w:val="48"/>
          <w:szCs w:val="24"/>
          <w:lang w:val="en-GB" w:eastAsia="zh-CN"/>
        </w:rPr>
        <w:t>173</w:t>
      </w:r>
    </w:p>
    <w:p w14:paraId="7E866735" w14:textId="20399A1E" w:rsidR="005F44B5" w:rsidRDefault="005F44B5" w:rsidP="00151CC7">
      <w:pPr>
        <w:spacing w:after="0"/>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 xml:space="preserve">  </w:t>
      </w:r>
      <w:r w:rsidR="00884D06">
        <w:rPr>
          <w:rFonts w:ascii="Times New Roman" w:eastAsia="SimSun" w:hAnsi="Times New Roman"/>
          <w:b/>
          <w:sz w:val="28"/>
          <w:szCs w:val="24"/>
          <w:lang w:val="en-GB" w:eastAsia="zh-CN"/>
        </w:rPr>
        <w:t>January</w:t>
      </w:r>
      <w:r>
        <w:rPr>
          <w:rFonts w:ascii="Times New Roman" w:eastAsia="SimSun" w:hAnsi="Times New Roman"/>
          <w:b/>
          <w:sz w:val="28"/>
          <w:szCs w:val="24"/>
          <w:lang w:val="en-GB" w:eastAsia="zh-CN"/>
        </w:rPr>
        <w:t xml:space="preserve"> 202</w:t>
      </w:r>
      <w:r w:rsidR="00884D06">
        <w:rPr>
          <w:rFonts w:ascii="Times New Roman" w:eastAsia="SimSun" w:hAnsi="Times New Roman"/>
          <w:b/>
          <w:sz w:val="28"/>
          <w:szCs w:val="24"/>
          <w:lang w:val="en-GB" w:eastAsia="zh-CN"/>
        </w:rPr>
        <w:t>4</w:t>
      </w:r>
      <w:r>
        <w:rPr>
          <w:rFonts w:ascii="Times New Roman" w:eastAsia="SimSun" w:hAnsi="Times New Roman"/>
          <w:b/>
          <w:sz w:val="28"/>
          <w:szCs w:val="24"/>
          <w:lang w:val="en-GB" w:eastAsia="zh-CN"/>
        </w:rPr>
        <w:t>,</w:t>
      </w:r>
      <w:r w:rsidR="00085B2E">
        <w:rPr>
          <w:rFonts w:ascii="Times New Roman" w:eastAsia="SimSun" w:hAnsi="Times New Roman"/>
          <w:b/>
          <w:sz w:val="28"/>
          <w:szCs w:val="24"/>
          <w:lang w:val="en-GB" w:eastAsia="zh-CN"/>
        </w:rPr>
        <w:t xml:space="preserve"> </w:t>
      </w:r>
      <w:r w:rsidR="00884D06">
        <w:rPr>
          <w:rFonts w:ascii="Times New Roman" w:eastAsia="SimSun" w:hAnsi="Times New Roman"/>
          <w:b/>
          <w:sz w:val="28"/>
          <w:szCs w:val="24"/>
          <w:lang w:val="en-GB" w:eastAsia="zh-CN"/>
        </w:rPr>
        <w:t>Online</w:t>
      </w:r>
    </w:p>
    <w:p w14:paraId="0532574A"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p w14:paraId="774B6F3F"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tbl>
      <w:tblPr>
        <w:tblW w:w="0" w:type="auto"/>
        <w:tblLook w:val="01E0" w:firstRow="1" w:lastRow="1" w:firstColumn="1" w:lastColumn="1" w:noHBand="0" w:noVBand="0"/>
      </w:tblPr>
      <w:tblGrid>
        <w:gridCol w:w="2070"/>
        <w:gridCol w:w="7501"/>
      </w:tblGrid>
      <w:tr w:rsidR="005F44B5" w14:paraId="200930E8" w14:textId="77777777" w:rsidTr="007F11E1">
        <w:trPr>
          <w:trHeight w:val="297"/>
        </w:trPr>
        <w:tc>
          <w:tcPr>
            <w:tcW w:w="2070" w:type="dxa"/>
            <w:hideMark/>
          </w:tcPr>
          <w:p w14:paraId="23F7BB06" w14:textId="77777777" w:rsidR="005F44B5" w:rsidRPr="009D07B3" w:rsidRDefault="005F44B5" w:rsidP="00151CC7">
            <w:pPr>
              <w:suppressAutoHyphens/>
              <w:spacing w:after="0"/>
              <w:rPr>
                <w:rFonts w:cstheme="minorHAnsi"/>
                <w:b/>
              </w:rPr>
            </w:pPr>
            <w:r w:rsidRPr="009D07B3">
              <w:rPr>
                <w:rFonts w:cstheme="minorHAnsi"/>
                <w:b/>
              </w:rPr>
              <w:t>Source</w:t>
            </w:r>
          </w:p>
        </w:tc>
        <w:tc>
          <w:tcPr>
            <w:tcW w:w="7501" w:type="dxa"/>
            <w:hideMark/>
          </w:tcPr>
          <w:p w14:paraId="71CEA7D3" w14:textId="77777777" w:rsidR="005F44B5" w:rsidRPr="009D07B3" w:rsidRDefault="005F44B5" w:rsidP="00151CC7">
            <w:pPr>
              <w:suppressAutoHyphens/>
              <w:spacing w:after="0"/>
              <w:rPr>
                <w:rFonts w:cstheme="minorHAnsi"/>
                <w:b/>
              </w:rPr>
            </w:pPr>
            <w:r w:rsidRPr="009D07B3">
              <w:rPr>
                <w:rFonts w:cstheme="minorHAnsi"/>
                <w:b/>
              </w:rPr>
              <w:t>MPEG Systems working group</w:t>
            </w:r>
          </w:p>
        </w:tc>
      </w:tr>
      <w:tr w:rsidR="005F44B5" w14:paraId="6DD84523" w14:textId="77777777" w:rsidTr="007F11E1">
        <w:tc>
          <w:tcPr>
            <w:tcW w:w="2070" w:type="dxa"/>
            <w:hideMark/>
          </w:tcPr>
          <w:p w14:paraId="1BA5F373" w14:textId="77777777" w:rsidR="005F44B5" w:rsidRPr="009D07B3" w:rsidRDefault="005F44B5" w:rsidP="00151CC7">
            <w:pPr>
              <w:suppressAutoHyphens/>
              <w:spacing w:after="0"/>
              <w:rPr>
                <w:rFonts w:cstheme="minorHAnsi"/>
                <w:b/>
              </w:rPr>
            </w:pPr>
            <w:r w:rsidRPr="009D07B3">
              <w:rPr>
                <w:rFonts w:cstheme="minorHAnsi"/>
                <w:b/>
              </w:rPr>
              <w:t>Status</w:t>
            </w:r>
          </w:p>
        </w:tc>
        <w:tc>
          <w:tcPr>
            <w:tcW w:w="7501" w:type="dxa"/>
            <w:hideMark/>
          </w:tcPr>
          <w:p w14:paraId="48793AF9" w14:textId="77777777" w:rsidR="005F44B5" w:rsidRPr="009D07B3" w:rsidRDefault="005F44B5" w:rsidP="00151CC7">
            <w:pPr>
              <w:suppressAutoHyphens/>
              <w:spacing w:after="0"/>
              <w:rPr>
                <w:rFonts w:cstheme="minorHAnsi"/>
                <w:b/>
              </w:rPr>
            </w:pPr>
            <w:r w:rsidRPr="009D07B3">
              <w:rPr>
                <w:rFonts w:cstheme="minorHAnsi"/>
                <w:b/>
              </w:rPr>
              <w:t>Output</w:t>
            </w:r>
          </w:p>
        </w:tc>
      </w:tr>
      <w:tr w:rsidR="005F44B5" w:rsidRPr="00F26320" w14:paraId="3252C103" w14:textId="77777777" w:rsidTr="007F11E1">
        <w:tc>
          <w:tcPr>
            <w:tcW w:w="2070" w:type="dxa"/>
            <w:hideMark/>
          </w:tcPr>
          <w:p w14:paraId="1CE13206" w14:textId="77777777" w:rsidR="005F44B5" w:rsidRPr="009D07B3" w:rsidRDefault="005F44B5" w:rsidP="00151CC7">
            <w:pPr>
              <w:suppressAutoHyphens/>
              <w:spacing w:after="0"/>
              <w:rPr>
                <w:rFonts w:cstheme="minorHAnsi"/>
                <w:b/>
              </w:rPr>
            </w:pPr>
            <w:r w:rsidRPr="009D07B3">
              <w:rPr>
                <w:rFonts w:cstheme="minorHAnsi"/>
                <w:b/>
              </w:rPr>
              <w:t>Title</w:t>
            </w:r>
          </w:p>
        </w:tc>
        <w:tc>
          <w:tcPr>
            <w:tcW w:w="7501" w:type="dxa"/>
            <w:hideMark/>
          </w:tcPr>
          <w:p w14:paraId="0648CFA6" w14:textId="0B5FBD96" w:rsidR="005F44B5" w:rsidRPr="00E70B89" w:rsidRDefault="00F9188D" w:rsidP="00151CC7">
            <w:pPr>
              <w:suppressAutoHyphens/>
              <w:spacing w:after="0"/>
              <w:rPr>
                <w:rFonts w:cstheme="minorHAnsi"/>
                <w:b/>
                <w:lang w:val="en-US"/>
              </w:rPr>
            </w:pPr>
            <w:r w:rsidRPr="00F9188D">
              <w:rPr>
                <w:rFonts w:cstheme="minorHAnsi"/>
                <w:b/>
                <w:w w:val="120"/>
                <w:lang w:val="en-US"/>
              </w:rPr>
              <w:t>Exploration on indicating AI</w:t>
            </w:r>
            <w:r w:rsidR="005732E7">
              <w:rPr>
                <w:rFonts w:cstheme="minorHAnsi"/>
                <w:b/>
                <w:w w:val="120"/>
                <w:lang w:val="en-US"/>
              </w:rPr>
              <w:t xml:space="preserve"> </w:t>
            </w:r>
            <w:r w:rsidRPr="00F9188D">
              <w:rPr>
                <w:rFonts w:cstheme="minorHAnsi"/>
                <w:b/>
                <w:w w:val="120"/>
                <w:lang w:val="en-US"/>
              </w:rPr>
              <w:t>generate</w:t>
            </w:r>
            <w:r w:rsidR="00B25FDD">
              <w:rPr>
                <w:rFonts w:cstheme="minorHAnsi"/>
                <w:b/>
                <w:w w:val="120"/>
                <w:lang w:val="en-US"/>
              </w:rPr>
              <w:t>d</w:t>
            </w:r>
            <w:r w:rsidRPr="00F9188D">
              <w:rPr>
                <w:rFonts w:cstheme="minorHAnsi"/>
                <w:b/>
                <w:w w:val="120"/>
                <w:lang w:val="en-US"/>
              </w:rPr>
              <w:t xml:space="preserve">/altered content using the MPEG Systems technologies  </w:t>
            </w:r>
          </w:p>
        </w:tc>
      </w:tr>
      <w:tr w:rsidR="005F44B5" w14:paraId="79CCF219" w14:textId="77777777" w:rsidTr="007F11E1">
        <w:tc>
          <w:tcPr>
            <w:tcW w:w="2070" w:type="dxa"/>
          </w:tcPr>
          <w:p w14:paraId="02824892" w14:textId="77777777" w:rsidR="005F44B5" w:rsidRPr="009D07B3" w:rsidRDefault="005F44B5" w:rsidP="00151CC7">
            <w:pPr>
              <w:spacing w:after="0"/>
              <w:rPr>
                <w:rFonts w:cstheme="minorHAnsi"/>
                <w:b/>
              </w:rPr>
            </w:pPr>
            <w:r w:rsidRPr="009D07B3">
              <w:rPr>
                <w:rFonts w:cstheme="minorHAnsi"/>
                <w:b/>
              </w:rPr>
              <w:t>Serial Number</w:t>
            </w:r>
          </w:p>
        </w:tc>
        <w:tc>
          <w:tcPr>
            <w:tcW w:w="7501" w:type="dxa"/>
          </w:tcPr>
          <w:p w14:paraId="5B26C7D4" w14:textId="6671E9A1" w:rsidR="005F44B5" w:rsidRPr="009D07B3" w:rsidRDefault="005F44B5" w:rsidP="00151CC7">
            <w:pPr>
              <w:spacing w:after="0"/>
              <w:rPr>
                <w:rFonts w:cstheme="minorHAnsi"/>
                <w:b/>
              </w:rPr>
            </w:pPr>
            <w:r w:rsidRPr="00F63D92">
              <w:rPr>
                <w:rFonts w:cstheme="minorHAnsi"/>
                <w:b/>
                <w:lang w:val="fr-FR"/>
              </w:rPr>
              <w:t>2</w:t>
            </w:r>
            <w:r w:rsidR="00085B2E">
              <w:rPr>
                <w:rFonts w:cstheme="minorHAnsi"/>
                <w:b/>
                <w:lang w:val="fr-FR"/>
              </w:rPr>
              <w:t>3</w:t>
            </w:r>
            <w:r w:rsidR="00F9188D">
              <w:rPr>
                <w:rFonts w:cstheme="minorHAnsi"/>
                <w:b/>
                <w:lang w:val="fr-FR"/>
              </w:rPr>
              <w:t>542</w:t>
            </w:r>
          </w:p>
        </w:tc>
      </w:tr>
    </w:tbl>
    <w:p w14:paraId="788DD335" w14:textId="605E2D0D" w:rsidR="00082AA7" w:rsidRDefault="00082AA7" w:rsidP="00151CC7">
      <w:pPr>
        <w:pStyle w:val="zzSTDTitle"/>
        <w:spacing w:before="0" w:after="0"/>
        <w:rPr>
          <w:color w:val="auto"/>
          <w:lang w:val="it-IT"/>
        </w:rPr>
      </w:pP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7" w:name="DDHeadingPage1"/>
      <w:r>
        <w:rPr>
          <w:noProof/>
          <w:color w:val="auto"/>
          <w:lang w:val="it-IT"/>
        </w:rPr>
        <w:t>INTERNATIONAL STANDARD</w:t>
      </w:r>
      <w:bookmarkEnd w:id="7"/>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8" w:name="DDOrganization"/>
      <w:r>
        <w:rPr>
          <w:noProof/>
          <w:color w:val="auto"/>
          <w:lang w:val="it-IT"/>
        </w:rPr>
        <w:t>© ISO/IEC 2015 – All rights reserved</w:t>
      </w:r>
      <w:bookmarkEnd w:id="8"/>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9" w:name="LibEnteteISO"/>
      <w:r>
        <w:rPr>
          <w:noProof/>
          <w:color w:val="auto"/>
          <w:lang w:val="it-IT"/>
        </w:rPr>
        <w:t>ISO/IEC 15444-12:2015(E)</w:t>
      </w:r>
      <w:bookmarkEnd w:id="9"/>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10" w:name="LIBTypeTitreISO"/>
      <w:r>
        <w:rPr>
          <w:noProof/>
          <w:color w:val="auto"/>
          <w:lang w:val="it-IT"/>
        </w:rPr>
        <w:t xml:space="preserve"> 63</w:t>
      </w:r>
      <w:bookmarkEnd w:id="10"/>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11" w:name="DDTITLE4"/>
      <w:r>
        <w:rPr>
          <w:noProof/>
          <w:color w:val="auto"/>
          <w:lang w:val="it-IT"/>
        </w:rPr>
        <w:t>Part 12: ISO base media file format</w:t>
      </w:r>
      <w:bookmarkEnd w:id="11"/>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12" w:name="DDTITLE3"/>
      <w:r>
        <w:rPr>
          <w:noProof/>
          <w:color w:val="auto"/>
          <w:lang w:val="it-IT"/>
        </w:rPr>
        <w:t>Information technology — JPEG 2000 image coding system</w:t>
      </w:r>
      <w:bookmarkEnd w:id="12"/>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13" w:name="DDTITLE2"/>
      <w:r>
        <w:rPr>
          <w:noProof/>
          <w:color w:val="auto"/>
          <w:lang w:val="it-IT"/>
        </w:rPr>
        <w:t>Technologies de l'information — Codage des objets audiovisuels — Partie 12: Format ISO de base pour les fichiers médias</w:t>
      </w:r>
      <w:bookmarkEnd w:id="13"/>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14" w:name="DDTITLE1"/>
      <w:r>
        <w:rPr>
          <w:noProof/>
          <w:color w:val="auto"/>
          <w:lang w:val="it-IT"/>
        </w:rPr>
        <w:t>Information technology — JPEG 2000 image coding system — Part 12: ISO base media file format</w:t>
      </w:r>
      <w:bookmarkEnd w:id="14"/>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5" w:name="DDDocLanguage"/>
      <w:r>
        <w:rPr>
          <w:noProof/>
          <w:color w:val="auto"/>
          <w:lang w:val="it-IT"/>
        </w:rPr>
        <w:t>E</w:t>
      </w:r>
      <w:bookmarkEnd w:id="15"/>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6" w:name="DDWorkDocDate"/>
      <w:r>
        <w:rPr>
          <w:noProof/>
          <w:color w:val="auto"/>
          <w:lang w:val="it-IT"/>
        </w:rPr>
        <w:t>2015-02-20</w:t>
      </w:r>
      <w:bookmarkEnd w:id="16"/>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7" w:name="DDDocStage"/>
      <w:r>
        <w:rPr>
          <w:noProof/>
          <w:color w:val="auto"/>
          <w:lang w:val="it-IT"/>
        </w:rPr>
        <w:t>(60) Publication</w:t>
      </w:r>
      <w:bookmarkEnd w:id="17"/>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8" w:name="DDOrganization3"/>
      <w:r>
        <w:rPr>
          <w:noProof/>
          <w:color w:val="auto"/>
          <w:lang w:val="it-IT"/>
        </w:rPr>
        <w:t>ISO/IEC</w:t>
      </w:r>
      <w:bookmarkEnd w:id="18"/>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9" w:name="DDOrganization1"/>
      <w:r>
        <w:rPr>
          <w:noProof/>
          <w:color w:val="auto"/>
          <w:lang w:val="it-IT"/>
        </w:rPr>
        <w:t>ISO/IEC J</w:t>
      </w:r>
      <w:bookmarkEnd w:id="19"/>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20" w:name="DDBASEYEAR"/>
      <w:bookmarkEnd w:id="2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21" w:name="DDAmno"/>
      <w:bookmarkEnd w:id="2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2" w:name="DDDocSubType"/>
      <w:bookmarkEnd w:id="2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3" w:name="DDDocType"/>
      <w:r>
        <w:rPr>
          <w:noProof/>
          <w:color w:val="auto"/>
          <w:lang w:val="it-IT"/>
        </w:rPr>
        <w:t>International Standard</w:t>
      </w:r>
      <w:bookmarkEnd w:id="23"/>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4" w:name="DDWorkDocNo"/>
      <w:bookmarkEnd w:id="24"/>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5" w:name="DDpubYear"/>
      <w:r>
        <w:rPr>
          <w:noProof/>
          <w:color w:val="auto"/>
          <w:lang w:val="it-IT"/>
        </w:rPr>
        <w:t>2015</w:t>
      </w:r>
      <w:bookmarkEnd w:id="25"/>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6" w:name="DDRefNoPart"/>
      <w:r>
        <w:rPr>
          <w:noProof/>
          <w:color w:val="auto"/>
          <w:lang w:val="it-IT"/>
        </w:rPr>
        <w:t>ISO/IEC 15444</w:t>
      </w:r>
      <w:bookmarkEnd w:id="26"/>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7" w:name="DDRefGen"/>
      <w:r>
        <w:rPr>
          <w:noProof/>
          <w:color w:val="auto"/>
          <w:lang w:val="it-IT"/>
        </w:rPr>
        <w:t>ISO/IEC 15444</w:t>
      </w:r>
      <w:r>
        <w:rPr>
          <w:noProof/>
          <w:color w:val="auto"/>
          <w:lang w:val="it-IT"/>
        </w:rPr>
        <w:noBreakHyphen/>
        <w:t>12</w:t>
      </w:r>
      <w:bookmarkEnd w:id="27"/>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8" w:name="DDRefNum"/>
      <w:r>
        <w:rPr>
          <w:noProof/>
          <w:color w:val="auto"/>
          <w:lang w:val="it-IT"/>
        </w:rPr>
        <w:t>ISO/IEC 15444-12</w:t>
      </w:r>
      <w:bookmarkEnd w:id="28"/>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9" w:name="DDSCSecr"/>
      <w:bookmarkEnd w:id="2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30" w:name="DDSecr"/>
      <w:bookmarkEnd w:id="3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31" w:name="DDSCTitle"/>
      <w:r>
        <w:rPr>
          <w:noProof/>
          <w:color w:val="auto"/>
          <w:lang w:val="it-IT"/>
        </w:rPr>
        <w:t>Coding of audio, picture, multimedia and hypermedia information</w:t>
      </w:r>
      <w:bookmarkEnd w:id="31"/>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32" w:name="DDTCTitle"/>
      <w:r>
        <w:rPr>
          <w:noProof/>
          <w:color w:val="auto"/>
          <w:lang w:val="it-IT"/>
        </w:rPr>
        <w:t>Information technology</w:t>
      </w:r>
      <w:bookmarkEnd w:id="32"/>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33" w:name="DDWGNum"/>
      <w:bookmarkEnd w:id="3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34" w:name="DDSCNum"/>
      <w:r>
        <w:rPr>
          <w:noProof/>
          <w:color w:val="auto"/>
          <w:lang w:val="it-IT"/>
        </w:rPr>
        <w:t>29</w:t>
      </w:r>
      <w:bookmarkEnd w:id="34"/>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5" w:name="DDTCNum"/>
      <w:r>
        <w:rPr>
          <w:noProof/>
          <w:color w:val="auto"/>
          <w:lang w:val="it-IT"/>
        </w:rPr>
        <w:t>1</w:t>
      </w:r>
      <w:bookmarkEnd w:id="35"/>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6" w:name="LIBLANG"/>
      <w:r>
        <w:rPr>
          <w:noProof/>
          <w:color w:val="auto"/>
          <w:lang w:val="it-IT"/>
        </w:rPr>
        <w:t xml:space="preserve"> 2</w:t>
      </w:r>
      <w:bookmarkEnd w:id="36"/>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7" w:name="libH2NAME"/>
      <w:r>
        <w:rPr>
          <w:noProof/>
          <w:color w:val="auto"/>
          <w:lang w:val="it-IT"/>
        </w:rPr>
        <w:t>見出し</w:t>
      </w:r>
      <w:r>
        <w:rPr>
          <w:noProof/>
          <w:color w:val="auto"/>
          <w:lang w:val="it-IT"/>
        </w:rPr>
        <w:t xml:space="preserve"> 2</w:t>
      </w:r>
      <w:bookmarkEnd w:id="37"/>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8" w:name="libH1NAME"/>
      <w:r>
        <w:rPr>
          <w:noProof/>
          <w:color w:val="auto"/>
          <w:lang w:val="it-IT"/>
        </w:rPr>
        <w:t>見出し</w:t>
      </w:r>
      <w:r>
        <w:rPr>
          <w:noProof/>
          <w:color w:val="auto"/>
          <w:lang w:val="it-IT"/>
        </w:rPr>
        <w:t xml:space="preserve"> 1</w:t>
      </w:r>
      <w:bookmarkEnd w:id="38"/>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9" w:name="LibDesc"/>
      <w:bookmarkEnd w:id="3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40" w:name="LibDescD"/>
      <w:bookmarkEnd w:id="4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41" w:name="LibDescE"/>
      <w:bookmarkEnd w:id="4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42" w:name="LibDescF"/>
      <w:bookmarkEnd w:id="4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43" w:name="NATSubVer"/>
      <w:r>
        <w:rPr>
          <w:noProof/>
          <w:color w:val="auto"/>
          <w:lang w:val="it-IT"/>
        </w:rPr>
        <w:t>0</w:t>
      </w:r>
      <w:bookmarkEnd w:id="43"/>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44" w:name="CENSubVer"/>
      <w:r>
        <w:rPr>
          <w:noProof/>
          <w:color w:val="auto"/>
          <w:lang w:val="it-IT"/>
        </w:rPr>
        <w:t>2</w:t>
      </w:r>
      <w:bookmarkEnd w:id="44"/>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5" w:name="ISOSubVer"/>
      <w:bookmarkEnd w:id="45"/>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6" w:name="LIBVerMSDN"/>
      <w:r>
        <w:rPr>
          <w:noProof/>
          <w:color w:val="auto"/>
          <w:lang w:val="it-IT"/>
        </w:rPr>
        <w:t>STD Version 2.1c2</w:t>
      </w:r>
      <w:bookmarkEnd w:id="46"/>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7" w:name="LIBStageCode"/>
      <w:r>
        <w:rPr>
          <w:noProof/>
          <w:color w:val="auto"/>
          <w:lang w:val="it-IT"/>
        </w:rPr>
        <w:t>60</w:t>
      </w:r>
      <w:bookmarkEnd w:id="47"/>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8" w:name="LibRpl"/>
      <w:bookmarkEnd w:id="4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9" w:name="LibICS"/>
      <w:bookmarkEnd w:id="4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50" w:name="LIBFIL"/>
      <w:r>
        <w:rPr>
          <w:noProof/>
          <w:color w:val="auto"/>
          <w:lang w:val="it-IT"/>
        </w:rPr>
        <w:t xml:space="preserve"> 4</w:t>
      </w:r>
      <w:bookmarkEnd w:id="50"/>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51" w:name="LIBEnFileName"/>
      <w:r>
        <w:rPr>
          <w:noProof/>
          <w:color w:val="auto"/>
          <w:lang w:val="it-IT"/>
        </w:rPr>
        <w:t>C:\Users\shinji_w\AppData\Roaming\Microsoft\Templates\STD\w15177_14496_5th.-restyle-R1.doc</w:t>
      </w:r>
      <w:bookmarkEnd w:id="51"/>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52" w:name="LIBFrFileName"/>
      <w:bookmarkEnd w:id="52"/>
      <w:r>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53" w:name="LIBDeFileName"/>
      <w:bookmarkEnd w:id="53"/>
      <w:r>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54" w:name="LIBNatFileName"/>
      <w:bookmarkEnd w:id="54"/>
      <w:r>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5" w:name="LIBFileOld"/>
      <w:bookmarkEnd w:id="55"/>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6" w:name="LIBTypeTitreCEN"/>
      <w:bookmarkEnd w:id="56"/>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7" w:name="LIBTypeTitreNAT"/>
      <w:bookmarkEnd w:id="57"/>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8" w:name="LibEnteteCEN"/>
      <w:bookmarkEnd w:id="58"/>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9" w:name="LibEnteteNAT"/>
      <w:bookmarkEnd w:id="59"/>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60" w:name="LIBASynchroVF"/>
      <w:bookmarkEnd w:id="60"/>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61" w:name="LIBASynchroVE"/>
      <w:bookmarkEnd w:id="61"/>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62" w:name="LIBASynchroVD"/>
      <w:bookmarkEnd w:id="62"/>
      <w:r>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63" w:name="DDEditionNo"/>
      <w:bookmarkEnd w:id="63"/>
      <w:r>
        <w:rPr>
          <w:noProof/>
          <w:color w:val="auto"/>
          <w:lang w:val="it-IT"/>
        </w:rPr>
        <w:t xml:space="preserve"> </w:t>
      </w:r>
      <w:r>
        <w:rPr>
          <w:color w:val="auto"/>
        </w:rPr>
        <w:fldChar w:fldCharType="end"/>
      </w:r>
    </w:p>
    <w:p w14:paraId="79B6AB4B" w14:textId="2BDAA696" w:rsidR="00786DFB" w:rsidRDefault="00786DFB">
      <w:pPr>
        <w:pStyle w:val="TOC1"/>
        <w:tabs>
          <w:tab w:val="clear" w:pos="9752"/>
          <w:tab w:val="left" w:pos="370"/>
          <w:tab w:val="right" w:leader="dot" w:pos="9741"/>
        </w:tabs>
        <w:rPr>
          <w:lang w:val="en-GB"/>
        </w:rPr>
      </w:pPr>
    </w:p>
    <w:p w14:paraId="565DDBDC" w14:textId="77777777" w:rsidR="00786DFB" w:rsidRDefault="00786DFB">
      <w:pPr>
        <w:spacing w:after="0" w:line="240" w:lineRule="auto"/>
        <w:jc w:val="left"/>
        <w:rPr>
          <w:b/>
          <w:lang w:val="en-GB"/>
        </w:rPr>
      </w:pPr>
      <w:r>
        <w:rPr>
          <w:lang w:val="en-GB"/>
        </w:rPr>
        <w:br w:type="page"/>
      </w:r>
    </w:p>
    <w:p w14:paraId="4CD417C1" w14:textId="77777777" w:rsidR="00226C5F" w:rsidRDefault="00226C5F" w:rsidP="00226C5F">
      <w:pPr>
        <w:rPr>
          <w:rFonts w:ascii="Times New Roman" w:eastAsia="SimSun" w:hAnsi="Times New Roman"/>
          <w:b/>
          <w:sz w:val="28"/>
          <w:szCs w:val="24"/>
          <w:lang w:eastAsia="zh-CN"/>
        </w:rPr>
      </w:pPr>
      <w:bookmarkStart w:id="64" w:name="_Toc134677539"/>
      <w:bookmarkStart w:id="65" w:name="_Toc134678892"/>
      <w:bookmarkStart w:id="66" w:name="_Toc134679090"/>
      <w:bookmarkEnd w:id="64"/>
      <w:bookmarkEnd w:id="65"/>
      <w:bookmarkEnd w:id="66"/>
    </w:p>
    <w:p w14:paraId="7FA02093" w14:textId="77777777" w:rsidR="00226C5F" w:rsidRPr="00035A04" w:rsidRDefault="00226C5F" w:rsidP="00922ED3">
      <w:pPr>
        <w:pStyle w:val="Heading1"/>
        <w:rPr>
          <w:lang w:eastAsia="zh-CN"/>
        </w:rPr>
      </w:pPr>
      <w:bookmarkStart w:id="67" w:name="_Toc159495418"/>
      <w:r>
        <w:rPr>
          <w:lang w:eastAsia="zh-CN"/>
        </w:rPr>
        <w:t>Introduction</w:t>
      </w:r>
      <w:bookmarkEnd w:id="67"/>
    </w:p>
    <w:p w14:paraId="758E7F12" w14:textId="4F5DB6BB" w:rsidR="00226C5F" w:rsidRDefault="00226C5F" w:rsidP="00571A97">
      <w:r>
        <w:t xml:space="preserve">This </w:t>
      </w:r>
      <w:r w:rsidR="00D83F1A">
        <w:t>document defines the scope of</w:t>
      </w:r>
      <w:r w:rsidR="00F41B02">
        <w:t xml:space="preserve"> </w:t>
      </w:r>
      <w:r>
        <w:t xml:space="preserve">a </w:t>
      </w:r>
      <w:r w:rsidR="00D83F1A">
        <w:t xml:space="preserve">WG03 </w:t>
      </w:r>
      <w:r>
        <w:t xml:space="preserve">exploration of </w:t>
      </w:r>
      <w:r w:rsidR="00D83F1A">
        <w:t>indicating</w:t>
      </w:r>
      <w:r>
        <w:t xml:space="preserve"> AI-generated/altered content standards</w:t>
      </w:r>
      <w:r w:rsidR="00571A97">
        <w:t xml:space="preserve"> in the MPEG Systems standards.</w:t>
      </w:r>
    </w:p>
    <w:p w14:paraId="76ADCF38" w14:textId="77777777" w:rsidR="00226C5F" w:rsidRDefault="00226C5F" w:rsidP="00226C5F">
      <w:r>
        <w:t>The misuse of AI-generated or altered content is getting a lot of attention lately due to various reasons, including several incidents of deceiving the public by publishing manipulated media content on social media platforms that falsely appears to be authentic, including the audio and video of people appearing to say or do things they did not say or do, without their consent (‘deep fake’). Such misuse of AI has raised significant concerns among the public, media, and governments, and various legislative activities are being conducted to address the issue.</w:t>
      </w:r>
    </w:p>
    <w:p w14:paraId="6B3C768A" w14:textId="19B2401A" w:rsidR="00226C5F" w:rsidRDefault="00226C5F" w:rsidP="00922ED3">
      <w:r>
        <w:t xml:space="preserve">While defining the scope and definition of such AI generation or alternation, is not in the scope of WG03, the media system standard developed by WG03 can provide the means for marking if a piece of media content is generated by AI or altered by AI. Providing a technical solution, i.e. a clear placeholder for </w:t>
      </w:r>
      <w:r w:rsidR="00922ED3">
        <w:t xml:space="preserve">signaling whether the content has been </w:t>
      </w:r>
      <w:r w:rsidR="008D2379">
        <w:t>AI-generated</w:t>
      </w:r>
      <w:r w:rsidR="00922ED3">
        <w:t xml:space="preserve"> or altered, and perhaps</w:t>
      </w:r>
      <w:r>
        <w:t xml:space="preserve"> the “marking information”, makes the standard useful </w:t>
      </w:r>
      <w:r w:rsidR="00922ED3">
        <w:t>for</w:t>
      </w:r>
      <w:r>
        <w:t xml:space="preserve"> carrying information that would be required by law in different jurisdictions.</w:t>
      </w:r>
    </w:p>
    <w:p w14:paraId="099C799B" w14:textId="77777777" w:rsidR="00226C5F" w:rsidRDefault="00226C5F" w:rsidP="00922ED3">
      <w:pPr>
        <w:pStyle w:val="Heading1"/>
        <w:rPr>
          <w:lang w:eastAsia="zh-CN"/>
        </w:rPr>
      </w:pPr>
      <w:bookmarkStart w:id="68" w:name="_Toc159495419"/>
      <w:r>
        <w:rPr>
          <w:lang w:eastAsia="zh-CN"/>
        </w:rPr>
        <w:t>Background and justification</w:t>
      </w:r>
      <w:bookmarkEnd w:id="68"/>
    </w:p>
    <w:p w14:paraId="26C3B19B" w14:textId="77777777" w:rsidR="00226C5F" w:rsidRDefault="00226C5F" w:rsidP="00226C5F">
      <w:pPr>
        <w:rPr>
          <w:lang w:val="en-CA"/>
        </w:rPr>
      </w:pPr>
      <w:r>
        <w:rPr>
          <w:lang w:eastAsia="zh-CN"/>
        </w:rPr>
        <w:t xml:space="preserve">The document </w:t>
      </w:r>
      <w:r>
        <w:rPr>
          <w:lang w:val="en-CA"/>
        </w:rPr>
        <w:t>JVET-AG0045-v1 provides an overview of the recent legislative activities in its Annex A. In summary, legislative works have been started in several jurisdictions that attempt to provide requirements for marking content AI-generated or altered content. The documented activities in that annex are:</w:t>
      </w:r>
    </w:p>
    <w:p w14:paraId="3C81407B" w14:textId="277DA127" w:rsidR="00226C5F" w:rsidRPr="00EC615E" w:rsidRDefault="00226C5F" w:rsidP="00226C5F">
      <w:pPr>
        <w:pStyle w:val="ListParagraph"/>
        <w:widowControl w:val="0"/>
        <w:numPr>
          <w:ilvl w:val="0"/>
          <w:numId w:val="38"/>
        </w:numPr>
        <w:autoSpaceDE w:val="0"/>
        <w:autoSpaceDN w:val="0"/>
        <w:spacing w:after="0" w:line="240" w:lineRule="auto"/>
        <w:contextualSpacing w:val="0"/>
        <w:jc w:val="left"/>
        <w:rPr>
          <w:lang w:eastAsia="zh-CN"/>
        </w:rPr>
      </w:pPr>
      <w:r>
        <w:rPr>
          <w:lang w:eastAsia="zh-CN"/>
        </w:rPr>
        <w:t xml:space="preserve">The EU AI </w:t>
      </w:r>
      <w:r w:rsidR="008D2379">
        <w:rPr>
          <w:lang w:eastAsia="zh-CN"/>
        </w:rPr>
        <w:t>A</w:t>
      </w:r>
      <w:r>
        <w:rPr>
          <w:lang w:eastAsia="zh-CN"/>
        </w:rPr>
        <w:t>ct article 52 requires the disclosure of information regarding the AI-generated/manipulated content that may deceive the audience in an appropriate, timely, clear, and visible manner: “</w:t>
      </w:r>
      <w:r>
        <w:t xml:space="preserve">Disclosure shall mean </w:t>
      </w:r>
      <w:r w:rsidR="008D2379">
        <w:t>labeling</w:t>
      </w:r>
      <w:r>
        <w:t xml:space="preserve"> the content in a way that informs that the content is inauthentic and that is clearly visible for the recipient of that content.” and “</w:t>
      </w:r>
      <w:r w:rsidRPr="00EC615E">
        <w:t xml:space="preserve">To label the content, users shall take into account the generally acknowledged state of the art and relevant </w:t>
      </w:r>
      <w:r w:rsidR="008D2379">
        <w:t>harmonized</w:t>
      </w:r>
      <w:r w:rsidRPr="00EC615E">
        <w:t xml:space="preserve"> standards and specifications.</w:t>
      </w:r>
      <w:r>
        <w:t>”</w:t>
      </w:r>
    </w:p>
    <w:p w14:paraId="459378DD" w14:textId="77777777" w:rsidR="00226C5F" w:rsidRPr="00035A04" w:rsidRDefault="00226C5F" w:rsidP="00226C5F">
      <w:pPr>
        <w:pStyle w:val="ListParagraph"/>
        <w:widowControl w:val="0"/>
        <w:numPr>
          <w:ilvl w:val="0"/>
          <w:numId w:val="38"/>
        </w:numPr>
        <w:autoSpaceDE w:val="0"/>
        <w:autoSpaceDN w:val="0"/>
        <w:spacing w:after="0" w:line="240" w:lineRule="auto"/>
        <w:contextualSpacing w:val="0"/>
        <w:jc w:val="left"/>
        <w:rPr>
          <w:lang w:eastAsia="zh-CN"/>
        </w:rPr>
      </w:pPr>
      <w:r>
        <w:rPr>
          <w:lang w:eastAsia="zh-CN"/>
        </w:rPr>
        <w:t>The US Senate proposal (</w:t>
      </w:r>
      <w:r>
        <w:rPr>
          <w:lang w:val="en-CA"/>
        </w:rPr>
        <w:t xml:space="preserve">Schatz/Kennedy AI Labeling Act) requires the AI-generated content shall include a clear mark that the content is AI-generated. Furthermore, it requires </w:t>
      </w:r>
      <w:r w:rsidRPr="00DC0F17">
        <w:rPr>
          <w:lang w:val="en-CA"/>
        </w:rPr>
        <w:t>“</w:t>
      </w:r>
      <w:r>
        <w:t>t</w:t>
      </w:r>
      <w:r w:rsidRPr="00DC0F17">
        <w:t>he output’s metadata information shall include an identification of the content as being AI-generated content, the identity of the tool used to create the content, and the date and time the content was created.”</w:t>
      </w:r>
      <w:r>
        <w:t xml:space="preserve"> It evens goes further with “the disclosure shall, to the extent technically feasible, be permanent or unable to be easily removed by subsequent users.”</w:t>
      </w:r>
    </w:p>
    <w:p w14:paraId="45908961" w14:textId="77777777" w:rsidR="00226C5F" w:rsidRDefault="00226C5F" w:rsidP="00226C5F"/>
    <w:p w14:paraId="44360EE4" w14:textId="77777777" w:rsidR="00545F4F" w:rsidRDefault="00545F4F" w:rsidP="00545F4F">
      <w:pPr>
        <w:pStyle w:val="Heading1"/>
        <w:rPr>
          <w:lang w:eastAsia="zh-CN"/>
        </w:rPr>
      </w:pPr>
      <w:bookmarkStart w:id="69" w:name="_Toc159495420"/>
      <w:r>
        <w:rPr>
          <w:lang w:eastAsia="zh-CN"/>
        </w:rPr>
        <w:t>Scope of this exploration</w:t>
      </w:r>
      <w:bookmarkEnd w:id="69"/>
    </w:p>
    <w:p w14:paraId="72239539" w14:textId="14D6018B" w:rsidR="000C7673" w:rsidRDefault="00545F4F" w:rsidP="000C7673">
      <w:pPr>
        <w:rPr>
          <w:lang w:eastAsia="zh-CN"/>
        </w:rPr>
      </w:pPr>
      <w:r w:rsidRPr="00545F4F">
        <w:rPr>
          <w:lang w:eastAsia="zh-CN"/>
        </w:rPr>
        <w:t xml:space="preserve">This </w:t>
      </w:r>
      <w:r w:rsidR="00226C5F" w:rsidRPr="00545F4F">
        <w:rPr>
          <w:lang w:eastAsia="zh-CN"/>
        </w:rPr>
        <w:t xml:space="preserve">exploration </w:t>
      </w:r>
      <w:r>
        <w:rPr>
          <w:lang w:eastAsia="zh-CN"/>
        </w:rPr>
        <w:t xml:space="preserve">will explore </w:t>
      </w:r>
      <w:r w:rsidR="00226C5F" w:rsidRPr="00545F4F">
        <w:rPr>
          <w:lang w:eastAsia="zh-CN"/>
        </w:rPr>
        <w:t xml:space="preserve">how to mark media content with metadata </w:t>
      </w:r>
      <w:r w:rsidR="00AF4E2B">
        <w:rPr>
          <w:lang w:eastAsia="zh-CN"/>
        </w:rPr>
        <w:t>that indicates the</w:t>
      </w:r>
      <w:r w:rsidR="00226C5F" w:rsidRPr="00545F4F">
        <w:rPr>
          <w:lang w:eastAsia="zh-CN"/>
        </w:rPr>
        <w:t xml:space="preserve"> </w:t>
      </w:r>
      <w:r w:rsidR="008D2379">
        <w:rPr>
          <w:lang w:eastAsia="zh-CN"/>
        </w:rPr>
        <w:t>AI-generated</w:t>
      </w:r>
      <w:r w:rsidR="00AF4E2B">
        <w:rPr>
          <w:lang w:eastAsia="zh-CN"/>
        </w:rPr>
        <w:t>/altered portions</w:t>
      </w:r>
      <w:r w:rsidR="000C7673">
        <w:rPr>
          <w:lang w:eastAsia="zh-CN"/>
        </w:rPr>
        <w:t xml:space="preserve"> including the following aspects:</w:t>
      </w:r>
    </w:p>
    <w:p w14:paraId="5D990881" w14:textId="19BCC5C8" w:rsidR="003D30BE" w:rsidRPr="003D30BE" w:rsidRDefault="003D30BE" w:rsidP="00016C85">
      <w:pPr>
        <w:pStyle w:val="ListParagraph"/>
        <w:numPr>
          <w:ilvl w:val="0"/>
          <w:numId w:val="40"/>
        </w:numPr>
        <w:rPr>
          <w:b/>
          <w:bCs/>
          <w:lang w:eastAsia="zh-CN"/>
        </w:rPr>
      </w:pPr>
      <w:r>
        <w:rPr>
          <w:lang w:eastAsia="zh-CN"/>
        </w:rPr>
        <w:t>Collect and s</w:t>
      </w:r>
      <w:r w:rsidR="00016C85">
        <w:rPr>
          <w:lang w:eastAsia="zh-CN"/>
        </w:rPr>
        <w:t xml:space="preserve">tudy </w:t>
      </w:r>
      <w:r>
        <w:rPr>
          <w:lang w:eastAsia="zh-CN"/>
        </w:rPr>
        <w:t xml:space="preserve">the </w:t>
      </w:r>
      <w:r w:rsidR="00016C85">
        <w:rPr>
          <w:lang w:eastAsia="zh-CN"/>
        </w:rPr>
        <w:t>use case</w:t>
      </w:r>
      <w:r>
        <w:rPr>
          <w:lang w:eastAsia="zh-CN"/>
        </w:rPr>
        <w:t>s</w:t>
      </w:r>
      <w:r w:rsidR="00016C85">
        <w:rPr>
          <w:lang w:eastAsia="zh-CN"/>
        </w:rPr>
        <w:t xml:space="preserve"> and application</w:t>
      </w:r>
      <w:r>
        <w:rPr>
          <w:lang w:eastAsia="zh-CN"/>
        </w:rPr>
        <w:t>s</w:t>
      </w:r>
      <w:r w:rsidR="00016C85">
        <w:rPr>
          <w:lang w:eastAsia="zh-CN"/>
        </w:rPr>
        <w:t xml:space="preserve"> in which the marking of </w:t>
      </w:r>
      <w:r w:rsidR="008D2379">
        <w:rPr>
          <w:lang w:eastAsia="zh-CN"/>
        </w:rPr>
        <w:t>AI-generated</w:t>
      </w:r>
      <w:r>
        <w:rPr>
          <w:lang w:eastAsia="zh-CN"/>
        </w:rPr>
        <w:t xml:space="preserve"> or altered content </w:t>
      </w:r>
      <w:r w:rsidR="00190C6C">
        <w:rPr>
          <w:lang w:eastAsia="zh-CN"/>
        </w:rPr>
        <w:t>is</w:t>
      </w:r>
      <w:r>
        <w:rPr>
          <w:lang w:eastAsia="zh-CN"/>
        </w:rPr>
        <w:t xml:space="preserve"> </w:t>
      </w:r>
      <w:r w:rsidR="008D2379">
        <w:rPr>
          <w:lang w:eastAsia="zh-CN"/>
        </w:rPr>
        <w:t>relevant</w:t>
      </w:r>
      <w:r>
        <w:rPr>
          <w:lang w:eastAsia="zh-CN"/>
        </w:rPr>
        <w:t>.</w:t>
      </w:r>
    </w:p>
    <w:p w14:paraId="5DC2DBEE" w14:textId="0DCC0B23" w:rsidR="003D30BE" w:rsidRPr="00D05A1F" w:rsidRDefault="00C172E0" w:rsidP="00016C85">
      <w:pPr>
        <w:pStyle w:val="ListParagraph"/>
        <w:numPr>
          <w:ilvl w:val="0"/>
          <w:numId w:val="40"/>
        </w:numPr>
        <w:rPr>
          <w:b/>
          <w:bCs/>
          <w:lang w:eastAsia="zh-CN"/>
        </w:rPr>
      </w:pPr>
      <w:r>
        <w:rPr>
          <w:lang w:eastAsia="zh-CN"/>
        </w:rPr>
        <w:t>Define the technical requirements of the above use cases. The requirements would cover the signaling and/or carriage of the information</w:t>
      </w:r>
      <w:r w:rsidR="00D05A1F">
        <w:rPr>
          <w:lang w:eastAsia="zh-CN"/>
        </w:rPr>
        <w:t>.</w:t>
      </w:r>
    </w:p>
    <w:p w14:paraId="6726B7A8" w14:textId="403CC299" w:rsidR="00DB3623" w:rsidRPr="00BE1E50" w:rsidRDefault="00D05A1F" w:rsidP="00BE1E50">
      <w:pPr>
        <w:pStyle w:val="ListParagraph"/>
        <w:numPr>
          <w:ilvl w:val="0"/>
          <w:numId w:val="40"/>
        </w:numPr>
        <w:rPr>
          <w:b/>
          <w:bCs/>
          <w:lang w:eastAsia="zh-CN"/>
        </w:rPr>
      </w:pPr>
      <w:r>
        <w:rPr>
          <w:lang w:eastAsia="zh-CN"/>
        </w:rPr>
        <w:t xml:space="preserve">Study and catalog the MPEG Systems </w:t>
      </w:r>
      <w:r w:rsidR="00364650">
        <w:rPr>
          <w:lang w:eastAsia="zh-CN"/>
        </w:rPr>
        <w:t xml:space="preserve">standards that are impacted by the above use cases and </w:t>
      </w:r>
      <w:r w:rsidR="009B2D31">
        <w:rPr>
          <w:lang w:eastAsia="zh-CN"/>
        </w:rPr>
        <w:t xml:space="preserve">the </w:t>
      </w:r>
      <w:r w:rsidR="008D2379">
        <w:rPr>
          <w:lang w:eastAsia="zh-CN"/>
        </w:rPr>
        <w:t>relevant</w:t>
      </w:r>
      <w:r w:rsidR="009B2D31">
        <w:rPr>
          <w:lang w:eastAsia="zh-CN"/>
        </w:rPr>
        <w:t xml:space="preserve"> existing MPEG System technologies that can provide a solution.</w:t>
      </w:r>
    </w:p>
    <w:sectPr w:rsidR="00DB3623" w:rsidRPr="00BE1E50" w:rsidSect="004A78F0">
      <w:headerReference w:type="default" r:id="rId10"/>
      <w:footerReference w:type="even" r:id="rId11"/>
      <w:footerReference w:type="default" r:id="rId12"/>
      <w:footerReference w:type="first" r:id="rId13"/>
      <w:type w:val="oddPage"/>
      <w:pgSz w:w="11906" w:h="16838"/>
      <w:pgMar w:top="792" w:right="720" w:bottom="562" w:left="720" w:header="706" w:footer="288" w:gutter="562"/>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69193" w14:textId="77777777" w:rsidR="00EF657F" w:rsidRDefault="00EF657F">
      <w:pPr>
        <w:spacing w:after="0" w:line="240" w:lineRule="auto"/>
      </w:pPr>
      <w:r>
        <w:separator/>
      </w:r>
    </w:p>
  </w:endnote>
  <w:endnote w:type="continuationSeparator" w:id="0">
    <w:p w14:paraId="747DED2A" w14:textId="77777777" w:rsidR="00EF657F" w:rsidRDefault="00EF6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auto"/>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E41822" w14:paraId="17E65FBE" w14:textId="77777777">
      <w:trPr>
        <w:cantSplit/>
        <w:jc w:val="center"/>
      </w:trPr>
      <w:tc>
        <w:tcPr>
          <w:tcW w:w="4876" w:type="dxa"/>
        </w:tcPr>
        <w:p w14:paraId="31A46703" w14:textId="1E00A637" w:rsidR="00895209" w:rsidRPr="00EC6C63" w:rsidRDefault="00895209">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895209" w:rsidRPr="003176D3" w:rsidRDefault="00895209">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895209" w:rsidRPr="003176D3" w:rsidRDefault="00895209">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A581C4" w14:textId="77777777">
      <w:trPr>
        <w:cantSplit/>
        <w:jc w:val="center"/>
      </w:trPr>
      <w:tc>
        <w:tcPr>
          <w:tcW w:w="4876" w:type="dxa"/>
        </w:tcPr>
        <w:p w14:paraId="0673104B" w14:textId="46E97664" w:rsidR="00895209" w:rsidRPr="00EC6C63" w:rsidRDefault="00895209">
          <w:pPr>
            <w:pStyle w:val="Footer"/>
            <w:spacing w:before="540"/>
            <w:rPr>
              <w:b/>
              <w:sz w:val="16"/>
              <w:lang w:val="en-GB"/>
            </w:rPr>
          </w:pPr>
        </w:p>
      </w:tc>
      <w:tc>
        <w:tcPr>
          <w:tcW w:w="4876" w:type="dxa"/>
        </w:tcPr>
        <w:p w14:paraId="0744B377" w14:textId="21891389"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sidR="00207702">
            <w:rPr>
              <w:b/>
              <w:noProof/>
              <w:lang w:val="en-GB"/>
            </w:rPr>
            <w:t>11</w:t>
          </w:r>
          <w:r w:rsidRPr="003176D3">
            <w:rPr>
              <w:b/>
              <w:lang w:val="en-GB"/>
            </w:rPr>
            <w:fldChar w:fldCharType="end"/>
          </w:r>
        </w:p>
      </w:tc>
    </w:tr>
  </w:tbl>
  <w:p w14:paraId="75703C7A" w14:textId="77777777" w:rsidR="00895209" w:rsidRPr="003176D3" w:rsidRDefault="00895209">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48E748" w14:textId="77777777">
      <w:trPr>
        <w:cantSplit/>
        <w:jc w:val="center"/>
      </w:trPr>
      <w:tc>
        <w:tcPr>
          <w:tcW w:w="4876" w:type="dxa"/>
        </w:tcPr>
        <w:p w14:paraId="0672BB3C" w14:textId="406EF03D" w:rsidR="00895209" w:rsidRPr="00EC6C63" w:rsidRDefault="00895209">
          <w:pPr>
            <w:pStyle w:val="Footer"/>
            <w:spacing w:before="540"/>
            <w:rPr>
              <w:b/>
              <w:sz w:val="16"/>
              <w:lang w:val="en-GB"/>
            </w:rPr>
          </w:pPr>
        </w:p>
      </w:tc>
      <w:tc>
        <w:tcPr>
          <w:tcW w:w="4876" w:type="dxa"/>
        </w:tcPr>
        <w:p w14:paraId="7A859242" w14:textId="1EBB0BC5"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895209" w:rsidRPr="003176D3" w:rsidRDefault="00895209">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E6B67" w14:textId="77777777" w:rsidR="00EF657F" w:rsidRDefault="00EF657F">
      <w:pPr>
        <w:spacing w:after="0" w:line="240" w:lineRule="auto"/>
      </w:pPr>
      <w:r>
        <w:separator/>
      </w:r>
    </w:p>
  </w:footnote>
  <w:footnote w:type="continuationSeparator" w:id="0">
    <w:p w14:paraId="1459E896" w14:textId="77777777" w:rsidR="00EF657F" w:rsidRDefault="00EF65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F821B" w14:textId="27A5F4B5" w:rsidR="00895209" w:rsidRPr="003176D3" w:rsidRDefault="00895209" w:rsidP="00CA0707">
    <w:pPr>
      <w:pStyle w:val="Header"/>
      <w:jc w:val="right"/>
      <w:rPr>
        <w:b w:val="0"/>
        <w:lang w:val="en-GB"/>
      </w:rPr>
    </w:pPr>
    <w:r w:rsidRPr="00082AA7">
      <w:rPr>
        <w:lang w:val="en-GB"/>
      </w:rPr>
      <w:t xml:space="preserve">Exploration on alignment of ISOBMFF/DASH/CMAF terminology, </w:t>
    </w:r>
    <w:proofErr w:type="gramStart"/>
    <w:r w:rsidRPr="00082AA7">
      <w:rPr>
        <w:lang w:val="en-GB"/>
      </w:rPr>
      <w:t>concepts</w:t>
    </w:r>
    <w:proofErr w:type="gramEnd"/>
    <w:r w:rsidRPr="00082AA7">
      <w:rPr>
        <w:lang w:val="en-GB"/>
      </w:rPr>
      <w:t xml:space="preserve">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3725AA4"/>
    <w:multiLevelType w:val="hybridMultilevel"/>
    <w:tmpl w:val="27322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0"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1"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0FEA283B"/>
    <w:multiLevelType w:val="hybridMultilevel"/>
    <w:tmpl w:val="C8DE74CC"/>
    <w:lvl w:ilvl="0" w:tplc="C750E5F0">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543A24"/>
    <w:multiLevelType w:val="multilevel"/>
    <w:tmpl w:val="8EF6FCF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 w15:restartNumberingAfterBreak="0">
    <w:nsid w:val="27DA172F"/>
    <w:multiLevelType w:val="hybridMultilevel"/>
    <w:tmpl w:val="907EA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C702D0"/>
    <w:multiLevelType w:val="hybridMultilevel"/>
    <w:tmpl w:val="4752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AC7EB8"/>
    <w:multiLevelType w:val="multilevel"/>
    <w:tmpl w:val="77D8340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2540"/>
        </w:tabs>
        <w:ind w:left="2180" w:firstLine="0"/>
      </w:pPr>
    </w:lvl>
    <w:lvl w:ilvl="2">
      <w:start w:val="1"/>
      <w:numFmt w:val="decimal"/>
      <w:pStyle w:val="Heading3"/>
      <w:lvlText w:val="%1.%2.%3"/>
      <w:lvlJc w:val="left"/>
      <w:pPr>
        <w:tabs>
          <w:tab w:val="num" w:pos="2900"/>
        </w:tabs>
        <w:ind w:left="2180" w:firstLine="0"/>
      </w:pPr>
      <w:rPr>
        <w:b/>
        <w:i w:val="0"/>
      </w:rPr>
    </w:lvl>
    <w:lvl w:ilvl="3">
      <w:start w:val="1"/>
      <w:numFmt w:val="decimal"/>
      <w:pStyle w:val="Heading4"/>
      <w:lvlText w:val="%1.%2.%3.%4"/>
      <w:lvlJc w:val="left"/>
      <w:pPr>
        <w:tabs>
          <w:tab w:val="num" w:pos="3260"/>
        </w:tabs>
        <w:ind w:left="2180" w:firstLine="0"/>
      </w:pPr>
      <w:rPr>
        <w:b/>
        <w:i w:val="0"/>
      </w:rPr>
    </w:lvl>
    <w:lvl w:ilvl="4">
      <w:start w:val="1"/>
      <w:numFmt w:val="decimal"/>
      <w:pStyle w:val="Heading5"/>
      <w:lvlText w:val="%1.%2.%3.%4.%5"/>
      <w:lvlJc w:val="left"/>
      <w:pPr>
        <w:tabs>
          <w:tab w:val="num" w:pos="3260"/>
        </w:tabs>
        <w:ind w:left="2180" w:firstLine="0"/>
      </w:pPr>
      <w:rPr>
        <w:b/>
        <w:i w:val="0"/>
      </w:rPr>
    </w:lvl>
    <w:lvl w:ilvl="5">
      <w:start w:val="1"/>
      <w:numFmt w:val="decimal"/>
      <w:pStyle w:val="Heading6"/>
      <w:lvlText w:val="%1.%2.%3.%4.%5.%6"/>
      <w:lvlJc w:val="left"/>
      <w:pPr>
        <w:tabs>
          <w:tab w:val="num" w:pos="3620"/>
        </w:tabs>
        <w:ind w:left="2180" w:firstLine="0"/>
      </w:pPr>
      <w:rPr>
        <w:b/>
        <w:i w:val="0"/>
      </w:rPr>
    </w:lvl>
    <w:lvl w:ilvl="6">
      <w:start w:val="1"/>
      <w:numFmt w:val="decimal"/>
      <w:pStyle w:val="Heading7"/>
      <w:lvlText w:val="%1.%2.%3.%4.%5.%6.%7"/>
      <w:lvlJc w:val="left"/>
      <w:pPr>
        <w:tabs>
          <w:tab w:val="num" w:pos="3620"/>
        </w:tabs>
        <w:ind w:left="2180" w:firstLine="0"/>
      </w:pPr>
    </w:lvl>
    <w:lvl w:ilvl="7">
      <w:start w:val="1"/>
      <w:numFmt w:val="decimal"/>
      <w:pStyle w:val="Heading8"/>
      <w:lvlText w:val="%1.%2.%3.%4.%5.%6.%7.%8"/>
      <w:lvlJc w:val="left"/>
      <w:pPr>
        <w:tabs>
          <w:tab w:val="num" w:pos="3980"/>
        </w:tabs>
        <w:ind w:left="2180" w:firstLine="0"/>
      </w:pPr>
    </w:lvl>
    <w:lvl w:ilvl="8">
      <w:start w:val="1"/>
      <w:numFmt w:val="decimal"/>
      <w:pStyle w:val="Heading9"/>
      <w:lvlText w:val="%1.%2.%3.%4.%5.%6.%7.%8.%9"/>
      <w:lvlJc w:val="left"/>
      <w:pPr>
        <w:tabs>
          <w:tab w:val="num" w:pos="3980"/>
        </w:tabs>
        <w:ind w:left="2180" w:firstLine="0"/>
      </w:pPr>
    </w:lvl>
  </w:abstractNum>
  <w:abstractNum w:abstractNumId="18" w15:restartNumberingAfterBreak="0">
    <w:nsid w:val="376845B8"/>
    <w:multiLevelType w:val="hybridMultilevel"/>
    <w:tmpl w:val="AB04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FF811C8"/>
    <w:multiLevelType w:val="hybridMultilevel"/>
    <w:tmpl w:val="82DA80A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26" w15:restartNumberingAfterBreak="0">
    <w:nsid w:val="599C7132"/>
    <w:multiLevelType w:val="multilevel"/>
    <w:tmpl w:val="0D54B0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E0A7ABD"/>
    <w:multiLevelType w:val="hybridMultilevel"/>
    <w:tmpl w:val="EB083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954C5D"/>
    <w:multiLevelType w:val="hybridMultilevel"/>
    <w:tmpl w:val="B2E8E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1"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F741E8A"/>
    <w:multiLevelType w:val="hybridMultilevel"/>
    <w:tmpl w:val="88C4414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6B240613"/>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6C39130E"/>
    <w:multiLevelType w:val="hybridMultilevel"/>
    <w:tmpl w:val="45BA498C"/>
    <w:lvl w:ilvl="0" w:tplc="EC6C9AE0">
      <w:start w:val="1"/>
      <w:numFmt w:val="decimal"/>
      <w:lvlText w:val="%1."/>
      <w:lvlJc w:val="left"/>
      <w:pPr>
        <w:ind w:left="760" w:hanging="360"/>
      </w:pPr>
      <w:rPr>
        <w:rFonts w:hint="default"/>
        <w:color w:val="auto"/>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36" w15:restartNumberingAfterBreak="0">
    <w:nsid w:val="6C3F0CC9"/>
    <w:multiLevelType w:val="hybridMultilevel"/>
    <w:tmpl w:val="4E2C4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38"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9" w15:restartNumberingAfterBreak="0">
    <w:nsid w:val="77304484"/>
    <w:multiLevelType w:val="hybridMultilevel"/>
    <w:tmpl w:val="82DA80A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start w:val="1"/>
      <w:numFmt w:val="lowerLetter"/>
      <w:lvlText w:val="%2."/>
      <w:lvlJc w:val="left"/>
      <w:pPr>
        <w:ind w:left="2036" w:hanging="360"/>
      </w:pPr>
    </w:lvl>
    <w:lvl w:ilvl="2" w:tplc="0409001B">
      <w:start w:val="1"/>
      <w:numFmt w:val="lowerRoman"/>
      <w:lvlText w:val="%3."/>
      <w:lvlJc w:val="right"/>
      <w:pPr>
        <w:ind w:left="2756" w:hanging="180"/>
      </w:pPr>
    </w:lvl>
    <w:lvl w:ilvl="3" w:tplc="0409000F">
      <w:start w:val="1"/>
      <w:numFmt w:val="decimal"/>
      <w:lvlText w:val="%4."/>
      <w:lvlJc w:val="left"/>
      <w:pPr>
        <w:ind w:left="3476" w:hanging="360"/>
      </w:pPr>
    </w:lvl>
    <w:lvl w:ilvl="4" w:tplc="04090019">
      <w:start w:val="1"/>
      <w:numFmt w:val="lowerLetter"/>
      <w:lvlText w:val="%5."/>
      <w:lvlJc w:val="left"/>
      <w:pPr>
        <w:ind w:left="4196" w:hanging="360"/>
      </w:pPr>
    </w:lvl>
    <w:lvl w:ilvl="5" w:tplc="0409001B">
      <w:start w:val="1"/>
      <w:numFmt w:val="lowerRoman"/>
      <w:lvlText w:val="%6."/>
      <w:lvlJc w:val="right"/>
      <w:pPr>
        <w:ind w:left="4916" w:hanging="180"/>
      </w:pPr>
    </w:lvl>
    <w:lvl w:ilvl="6" w:tplc="0409000F">
      <w:start w:val="1"/>
      <w:numFmt w:val="decimal"/>
      <w:lvlText w:val="%7."/>
      <w:lvlJc w:val="left"/>
      <w:pPr>
        <w:ind w:left="5636" w:hanging="360"/>
      </w:pPr>
    </w:lvl>
    <w:lvl w:ilvl="7" w:tplc="04090019">
      <w:start w:val="1"/>
      <w:numFmt w:val="lowerLetter"/>
      <w:lvlText w:val="%8."/>
      <w:lvlJc w:val="left"/>
      <w:pPr>
        <w:ind w:left="6356" w:hanging="360"/>
      </w:pPr>
    </w:lvl>
    <w:lvl w:ilvl="8" w:tplc="0409001B">
      <w:start w:val="1"/>
      <w:numFmt w:val="lowerRoman"/>
      <w:lvlText w:val="%9."/>
      <w:lvlJc w:val="right"/>
      <w:pPr>
        <w:ind w:left="7076" w:hanging="180"/>
      </w:pPr>
    </w:lvl>
  </w:abstractNum>
  <w:num w:numId="1" w16cid:durableId="1263804780">
    <w:abstractNumId w:val="6"/>
  </w:num>
  <w:num w:numId="2" w16cid:durableId="208035575">
    <w:abstractNumId w:val="0"/>
  </w:num>
  <w:num w:numId="3" w16cid:durableId="925457130">
    <w:abstractNumId w:val="11"/>
  </w:num>
  <w:num w:numId="4" w16cid:durableId="920142524">
    <w:abstractNumId w:val="1"/>
  </w:num>
  <w:num w:numId="5" w16cid:durableId="283460034">
    <w:abstractNumId w:val="23"/>
  </w:num>
  <w:num w:numId="6" w16cid:durableId="211384199">
    <w:abstractNumId w:val="30"/>
  </w:num>
  <w:num w:numId="7" w16cid:durableId="1966499313">
    <w:abstractNumId w:val="10"/>
  </w:num>
  <w:num w:numId="8" w16cid:durableId="947203498">
    <w:abstractNumId w:val="4"/>
  </w:num>
  <w:num w:numId="9" w16cid:durableId="446849270">
    <w:abstractNumId w:val="7"/>
  </w:num>
  <w:num w:numId="10" w16cid:durableId="422267272">
    <w:abstractNumId w:val="27"/>
  </w:num>
  <w:num w:numId="11" w16cid:durableId="1328170998">
    <w:abstractNumId w:val="17"/>
  </w:num>
  <w:num w:numId="12" w16cid:durableId="4132782">
    <w:abstractNumId w:val="5"/>
  </w:num>
  <w:num w:numId="13" w16cid:durableId="1950817527">
    <w:abstractNumId w:val="3"/>
  </w:num>
  <w:num w:numId="14" w16cid:durableId="493883358">
    <w:abstractNumId w:val="2"/>
  </w:num>
  <w:num w:numId="15" w16cid:durableId="1177041252">
    <w:abstractNumId w:val="20"/>
  </w:num>
  <w:num w:numId="16" w16cid:durableId="1374774301">
    <w:abstractNumId w:val="38"/>
  </w:num>
  <w:num w:numId="17" w16cid:durableId="1371145527">
    <w:abstractNumId w:val="25"/>
  </w:num>
  <w:num w:numId="18" w16cid:durableId="440340318">
    <w:abstractNumId w:val="16"/>
  </w:num>
  <w:num w:numId="19" w16cid:durableId="1990210892">
    <w:abstractNumId w:val="19"/>
  </w:num>
  <w:num w:numId="20" w16cid:durableId="1348753117">
    <w:abstractNumId w:val="9"/>
  </w:num>
  <w:num w:numId="21" w16cid:durableId="1913466114">
    <w:abstractNumId w:val="31"/>
  </w:num>
  <w:num w:numId="22" w16cid:durableId="334461294">
    <w:abstractNumId w:val="37"/>
  </w:num>
  <w:num w:numId="23" w16cid:durableId="1910265437">
    <w:abstractNumId w:val="22"/>
  </w:num>
  <w:num w:numId="24" w16cid:durableId="761875885">
    <w:abstractNumId w:val="33"/>
  </w:num>
  <w:num w:numId="25" w16cid:durableId="216741753">
    <w:abstractNumId w:val="15"/>
  </w:num>
  <w:num w:numId="26" w16cid:durableId="1230264140">
    <w:abstractNumId w:val="28"/>
  </w:num>
  <w:num w:numId="27" w16cid:durableId="1333949620">
    <w:abstractNumId w:val="18"/>
  </w:num>
  <w:num w:numId="28" w16cid:durableId="1190295787">
    <w:abstractNumId w:val="8"/>
  </w:num>
  <w:num w:numId="29" w16cid:durableId="887643587">
    <w:abstractNumId w:val="12"/>
  </w:num>
  <w:num w:numId="30" w16cid:durableId="157574173">
    <w:abstractNumId w:val="14"/>
  </w:num>
  <w:num w:numId="31" w16cid:durableId="11112470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212811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8182164">
    <w:abstractNumId w:val="13"/>
  </w:num>
  <w:num w:numId="34" w16cid:durableId="936602329">
    <w:abstractNumId w:val="39"/>
  </w:num>
  <w:num w:numId="35" w16cid:durableId="187721295">
    <w:abstractNumId w:val="36"/>
  </w:num>
  <w:num w:numId="36" w16cid:durableId="1147556411">
    <w:abstractNumId w:val="34"/>
  </w:num>
  <w:num w:numId="37" w16cid:durableId="2102068676">
    <w:abstractNumId w:val="26"/>
  </w:num>
  <w:num w:numId="38" w16cid:durableId="2124030736">
    <w:abstractNumId w:val="29"/>
  </w:num>
  <w:num w:numId="39" w16cid:durableId="309015812">
    <w:abstractNumId w:val="32"/>
  </w:num>
  <w:num w:numId="40" w16cid:durableId="500974588">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06"/>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activeWritingStyle w:appName="MSWord" w:lang="en-IN"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de-DE" w:vendorID="64" w:dllVersion="6" w:nlCheck="1" w:checkStyle="0"/>
  <w:activeWritingStyle w:appName="MSWord" w:lang="en-IN" w:vendorID="64" w:dllVersion="6" w:nlCheck="1" w:checkStyle="1"/>
  <w:proofState w:spelling="clean" w:grammar="clean"/>
  <w:attachedTemplate r:id="rId1"/>
  <w:defaultTabStop w:val="40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1AD5"/>
    <w:rsid w:val="00002596"/>
    <w:rsid w:val="00003580"/>
    <w:rsid w:val="00003749"/>
    <w:rsid w:val="00014914"/>
    <w:rsid w:val="00016B77"/>
    <w:rsid w:val="00016C85"/>
    <w:rsid w:val="0001728A"/>
    <w:rsid w:val="000179FC"/>
    <w:rsid w:val="00017AE3"/>
    <w:rsid w:val="00020EE7"/>
    <w:rsid w:val="00021F3F"/>
    <w:rsid w:val="000230C2"/>
    <w:rsid w:val="000236DC"/>
    <w:rsid w:val="00025868"/>
    <w:rsid w:val="00031B48"/>
    <w:rsid w:val="00032559"/>
    <w:rsid w:val="00032692"/>
    <w:rsid w:val="00042695"/>
    <w:rsid w:val="0004316D"/>
    <w:rsid w:val="00043B22"/>
    <w:rsid w:val="00043D51"/>
    <w:rsid w:val="00045ED7"/>
    <w:rsid w:val="00050F62"/>
    <w:rsid w:val="00053C34"/>
    <w:rsid w:val="0005720D"/>
    <w:rsid w:val="000576E5"/>
    <w:rsid w:val="0005774B"/>
    <w:rsid w:val="00057BF8"/>
    <w:rsid w:val="0006120E"/>
    <w:rsid w:val="000639AA"/>
    <w:rsid w:val="00065EBA"/>
    <w:rsid w:val="00066195"/>
    <w:rsid w:val="000666C5"/>
    <w:rsid w:val="0007108F"/>
    <w:rsid w:val="00071392"/>
    <w:rsid w:val="00072483"/>
    <w:rsid w:val="00072D94"/>
    <w:rsid w:val="000755D2"/>
    <w:rsid w:val="000763BC"/>
    <w:rsid w:val="0007671D"/>
    <w:rsid w:val="000829AA"/>
    <w:rsid w:val="00082AA7"/>
    <w:rsid w:val="000846FA"/>
    <w:rsid w:val="00085B2E"/>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D30"/>
    <w:rsid w:val="000A2F0F"/>
    <w:rsid w:val="000A60AB"/>
    <w:rsid w:val="000A6538"/>
    <w:rsid w:val="000A6DB8"/>
    <w:rsid w:val="000A77FA"/>
    <w:rsid w:val="000A7E22"/>
    <w:rsid w:val="000B0D29"/>
    <w:rsid w:val="000B1757"/>
    <w:rsid w:val="000B33AF"/>
    <w:rsid w:val="000B5CBE"/>
    <w:rsid w:val="000C0E0C"/>
    <w:rsid w:val="000C187F"/>
    <w:rsid w:val="000C23ED"/>
    <w:rsid w:val="000C3C8A"/>
    <w:rsid w:val="000C458F"/>
    <w:rsid w:val="000C5BD2"/>
    <w:rsid w:val="000C65DD"/>
    <w:rsid w:val="000C6D69"/>
    <w:rsid w:val="000C6FC4"/>
    <w:rsid w:val="000C7673"/>
    <w:rsid w:val="000D0236"/>
    <w:rsid w:val="000D0781"/>
    <w:rsid w:val="000D2DB2"/>
    <w:rsid w:val="000D4A75"/>
    <w:rsid w:val="000D4BEE"/>
    <w:rsid w:val="000D565D"/>
    <w:rsid w:val="000D579D"/>
    <w:rsid w:val="000D6127"/>
    <w:rsid w:val="000D6775"/>
    <w:rsid w:val="000D6BBC"/>
    <w:rsid w:val="000E119D"/>
    <w:rsid w:val="000E1C15"/>
    <w:rsid w:val="000E1CB9"/>
    <w:rsid w:val="000E1D3A"/>
    <w:rsid w:val="000E30E0"/>
    <w:rsid w:val="000E6BBA"/>
    <w:rsid w:val="000F4755"/>
    <w:rsid w:val="000F71A6"/>
    <w:rsid w:val="000F73F9"/>
    <w:rsid w:val="00100356"/>
    <w:rsid w:val="00101B91"/>
    <w:rsid w:val="00103420"/>
    <w:rsid w:val="00103569"/>
    <w:rsid w:val="00105C8E"/>
    <w:rsid w:val="001071C3"/>
    <w:rsid w:val="00107494"/>
    <w:rsid w:val="001113C6"/>
    <w:rsid w:val="001117BA"/>
    <w:rsid w:val="00112756"/>
    <w:rsid w:val="001133DA"/>
    <w:rsid w:val="001135EF"/>
    <w:rsid w:val="0011571D"/>
    <w:rsid w:val="00115A1F"/>
    <w:rsid w:val="00116DD8"/>
    <w:rsid w:val="00120B9E"/>
    <w:rsid w:val="00125EAC"/>
    <w:rsid w:val="00126C32"/>
    <w:rsid w:val="00126E04"/>
    <w:rsid w:val="00127D91"/>
    <w:rsid w:val="00131431"/>
    <w:rsid w:val="00131AA7"/>
    <w:rsid w:val="00131C31"/>
    <w:rsid w:val="001333AB"/>
    <w:rsid w:val="00135F90"/>
    <w:rsid w:val="00136E7C"/>
    <w:rsid w:val="00142C08"/>
    <w:rsid w:val="00142ED2"/>
    <w:rsid w:val="00143BBD"/>
    <w:rsid w:val="0014455D"/>
    <w:rsid w:val="00144BD1"/>
    <w:rsid w:val="001450E9"/>
    <w:rsid w:val="00146846"/>
    <w:rsid w:val="00146F61"/>
    <w:rsid w:val="0014714D"/>
    <w:rsid w:val="00147D4B"/>
    <w:rsid w:val="00150527"/>
    <w:rsid w:val="00151CC7"/>
    <w:rsid w:val="0015391F"/>
    <w:rsid w:val="0016064B"/>
    <w:rsid w:val="00160A65"/>
    <w:rsid w:val="0016207A"/>
    <w:rsid w:val="00162518"/>
    <w:rsid w:val="00163DDF"/>
    <w:rsid w:val="0016421C"/>
    <w:rsid w:val="0017122E"/>
    <w:rsid w:val="00172218"/>
    <w:rsid w:val="001769D1"/>
    <w:rsid w:val="00176BF2"/>
    <w:rsid w:val="00176CA4"/>
    <w:rsid w:val="00177B2F"/>
    <w:rsid w:val="00177F7C"/>
    <w:rsid w:val="00180EDF"/>
    <w:rsid w:val="001869F9"/>
    <w:rsid w:val="00190C28"/>
    <w:rsid w:val="00190C6C"/>
    <w:rsid w:val="00191724"/>
    <w:rsid w:val="00191E99"/>
    <w:rsid w:val="00192D16"/>
    <w:rsid w:val="001971D8"/>
    <w:rsid w:val="001A0936"/>
    <w:rsid w:val="001A7F25"/>
    <w:rsid w:val="001B4AD2"/>
    <w:rsid w:val="001B4BE7"/>
    <w:rsid w:val="001B502A"/>
    <w:rsid w:val="001B6870"/>
    <w:rsid w:val="001B7094"/>
    <w:rsid w:val="001C11B4"/>
    <w:rsid w:val="001C2E1E"/>
    <w:rsid w:val="001C2F29"/>
    <w:rsid w:val="001C2FAB"/>
    <w:rsid w:val="001C6036"/>
    <w:rsid w:val="001C69ED"/>
    <w:rsid w:val="001C7D30"/>
    <w:rsid w:val="001D0F4E"/>
    <w:rsid w:val="001D235A"/>
    <w:rsid w:val="001D273A"/>
    <w:rsid w:val="001D27B6"/>
    <w:rsid w:val="001D2C20"/>
    <w:rsid w:val="001D393C"/>
    <w:rsid w:val="001D7259"/>
    <w:rsid w:val="001E4470"/>
    <w:rsid w:val="001E4BEB"/>
    <w:rsid w:val="001E5397"/>
    <w:rsid w:val="001F0933"/>
    <w:rsid w:val="001F1469"/>
    <w:rsid w:val="001F25CB"/>
    <w:rsid w:val="001F4009"/>
    <w:rsid w:val="001F4349"/>
    <w:rsid w:val="001F5225"/>
    <w:rsid w:val="001F7B9A"/>
    <w:rsid w:val="00200DD0"/>
    <w:rsid w:val="002027A3"/>
    <w:rsid w:val="00203367"/>
    <w:rsid w:val="00206B72"/>
    <w:rsid w:val="00207702"/>
    <w:rsid w:val="00207DC4"/>
    <w:rsid w:val="00211897"/>
    <w:rsid w:val="002146AF"/>
    <w:rsid w:val="00214D06"/>
    <w:rsid w:val="002160BC"/>
    <w:rsid w:val="002228D7"/>
    <w:rsid w:val="0022370D"/>
    <w:rsid w:val="00224438"/>
    <w:rsid w:val="002244D3"/>
    <w:rsid w:val="00226C5F"/>
    <w:rsid w:val="00231C6A"/>
    <w:rsid w:val="00231F16"/>
    <w:rsid w:val="002331B3"/>
    <w:rsid w:val="00233291"/>
    <w:rsid w:val="00233A4A"/>
    <w:rsid w:val="002348D9"/>
    <w:rsid w:val="00236440"/>
    <w:rsid w:val="0023645D"/>
    <w:rsid w:val="00236462"/>
    <w:rsid w:val="00237B19"/>
    <w:rsid w:val="00241C04"/>
    <w:rsid w:val="00242D1F"/>
    <w:rsid w:val="0024387C"/>
    <w:rsid w:val="00247560"/>
    <w:rsid w:val="00263F0A"/>
    <w:rsid w:val="00264184"/>
    <w:rsid w:val="0026461D"/>
    <w:rsid w:val="0026507C"/>
    <w:rsid w:val="00265FA4"/>
    <w:rsid w:val="00271FD5"/>
    <w:rsid w:val="0027222E"/>
    <w:rsid w:val="00274646"/>
    <w:rsid w:val="00277096"/>
    <w:rsid w:val="002771A2"/>
    <w:rsid w:val="0027793F"/>
    <w:rsid w:val="00277A51"/>
    <w:rsid w:val="00277D03"/>
    <w:rsid w:val="002800CC"/>
    <w:rsid w:val="002824C1"/>
    <w:rsid w:val="0028269E"/>
    <w:rsid w:val="00283501"/>
    <w:rsid w:val="00285B05"/>
    <w:rsid w:val="00285BF5"/>
    <w:rsid w:val="00287A34"/>
    <w:rsid w:val="00287E27"/>
    <w:rsid w:val="00290C68"/>
    <w:rsid w:val="00290CFA"/>
    <w:rsid w:val="00293A72"/>
    <w:rsid w:val="00296B8D"/>
    <w:rsid w:val="002A175F"/>
    <w:rsid w:val="002A1F7F"/>
    <w:rsid w:val="002A37A2"/>
    <w:rsid w:val="002A3B7C"/>
    <w:rsid w:val="002A56F4"/>
    <w:rsid w:val="002A5A02"/>
    <w:rsid w:val="002A6513"/>
    <w:rsid w:val="002A6B83"/>
    <w:rsid w:val="002A77A3"/>
    <w:rsid w:val="002B380D"/>
    <w:rsid w:val="002B5848"/>
    <w:rsid w:val="002B7CF5"/>
    <w:rsid w:val="002C286B"/>
    <w:rsid w:val="002C5B2E"/>
    <w:rsid w:val="002C6FC7"/>
    <w:rsid w:val="002D01D3"/>
    <w:rsid w:val="002D1D52"/>
    <w:rsid w:val="002D2A98"/>
    <w:rsid w:val="002D313C"/>
    <w:rsid w:val="002D3CCC"/>
    <w:rsid w:val="002D3D17"/>
    <w:rsid w:val="002D6112"/>
    <w:rsid w:val="002D73F1"/>
    <w:rsid w:val="002E1729"/>
    <w:rsid w:val="002E28F8"/>
    <w:rsid w:val="002E3DAD"/>
    <w:rsid w:val="002E5503"/>
    <w:rsid w:val="002E5D78"/>
    <w:rsid w:val="002E61B2"/>
    <w:rsid w:val="002F0749"/>
    <w:rsid w:val="002F12F0"/>
    <w:rsid w:val="002F4BB7"/>
    <w:rsid w:val="002F7E76"/>
    <w:rsid w:val="002F7E89"/>
    <w:rsid w:val="003018E6"/>
    <w:rsid w:val="00301F02"/>
    <w:rsid w:val="00302EC4"/>
    <w:rsid w:val="00310EC8"/>
    <w:rsid w:val="003121DA"/>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515E1"/>
    <w:rsid w:val="00351856"/>
    <w:rsid w:val="00351C45"/>
    <w:rsid w:val="003536B9"/>
    <w:rsid w:val="00353B04"/>
    <w:rsid w:val="003550A9"/>
    <w:rsid w:val="00357EE5"/>
    <w:rsid w:val="003615D9"/>
    <w:rsid w:val="0036185D"/>
    <w:rsid w:val="0036281A"/>
    <w:rsid w:val="00364650"/>
    <w:rsid w:val="00365A8B"/>
    <w:rsid w:val="003665A2"/>
    <w:rsid w:val="003742F2"/>
    <w:rsid w:val="00375F6F"/>
    <w:rsid w:val="003771CE"/>
    <w:rsid w:val="003810BE"/>
    <w:rsid w:val="00381D19"/>
    <w:rsid w:val="0038296D"/>
    <w:rsid w:val="00383CC8"/>
    <w:rsid w:val="00384189"/>
    <w:rsid w:val="00384FFC"/>
    <w:rsid w:val="00385559"/>
    <w:rsid w:val="00386F2F"/>
    <w:rsid w:val="00390AFB"/>
    <w:rsid w:val="00390D53"/>
    <w:rsid w:val="00392F9F"/>
    <w:rsid w:val="003939F5"/>
    <w:rsid w:val="00393CBE"/>
    <w:rsid w:val="00394A72"/>
    <w:rsid w:val="00394DC6"/>
    <w:rsid w:val="0039565D"/>
    <w:rsid w:val="00397BDB"/>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70B6"/>
    <w:rsid w:val="003C0566"/>
    <w:rsid w:val="003C2B15"/>
    <w:rsid w:val="003C405D"/>
    <w:rsid w:val="003C68CC"/>
    <w:rsid w:val="003D30BE"/>
    <w:rsid w:val="003D3855"/>
    <w:rsid w:val="003D3EC6"/>
    <w:rsid w:val="003D4134"/>
    <w:rsid w:val="003E075D"/>
    <w:rsid w:val="003E1EF7"/>
    <w:rsid w:val="003E3D36"/>
    <w:rsid w:val="003E6D28"/>
    <w:rsid w:val="003F00CC"/>
    <w:rsid w:val="003F1EB2"/>
    <w:rsid w:val="003F2FF2"/>
    <w:rsid w:val="003F3AB6"/>
    <w:rsid w:val="003F56AB"/>
    <w:rsid w:val="003F66B0"/>
    <w:rsid w:val="003F69CD"/>
    <w:rsid w:val="00402A52"/>
    <w:rsid w:val="00404B87"/>
    <w:rsid w:val="004062A1"/>
    <w:rsid w:val="00406D26"/>
    <w:rsid w:val="004071B4"/>
    <w:rsid w:val="00407E69"/>
    <w:rsid w:val="0041164C"/>
    <w:rsid w:val="0041320F"/>
    <w:rsid w:val="00415B5A"/>
    <w:rsid w:val="00416869"/>
    <w:rsid w:val="00417654"/>
    <w:rsid w:val="0042019B"/>
    <w:rsid w:val="00421EF0"/>
    <w:rsid w:val="00422E7C"/>
    <w:rsid w:val="00424A6E"/>
    <w:rsid w:val="004272E9"/>
    <w:rsid w:val="00427984"/>
    <w:rsid w:val="00427B86"/>
    <w:rsid w:val="00430480"/>
    <w:rsid w:val="004308D4"/>
    <w:rsid w:val="00431F8B"/>
    <w:rsid w:val="0043212E"/>
    <w:rsid w:val="00433122"/>
    <w:rsid w:val="00433582"/>
    <w:rsid w:val="004345D6"/>
    <w:rsid w:val="004358A3"/>
    <w:rsid w:val="00435964"/>
    <w:rsid w:val="004442FD"/>
    <w:rsid w:val="00445CF9"/>
    <w:rsid w:val="004460EC"/>
    <w:rsid w:val="00446BE6"/>
    <w:rsid w:val="004509AF"/>
    <w:rsid w:val="00450EAB"/>
    <w:rsid w:val="00454554"/>
    <w:rsid w:val="00460BF1"/>
    <w:rsid w:val="00461817"/>
    <w:rsid w:val="00461D8C"/>
    <w:rsid w:val="004661A2"/>
    <w:rsid w:val="004678AE"/>
    <w:rsid w:val="00470136"/>
    <w:rsid w:val="004728B0"/>
    <w:rsid w:val="004738CA"/>
    <w:rsid w:val="00473C11"/>
    <w:rsid w:val="00477669"/>
    <w:rsid w:val="00480080"/>
    <w:rsid w:val="004825D1"/>
    <w:rsid w:val="00483A18"/>
    <w:rsid w:val="00484320"/>
    <w:rsid w:val="004854D2"/>
    <w:rsid w:val="0049035D"/>
    <w:rsid w:val="00494258"/>
    <w:rsid w:val="00494E75"/>
    <w:rsid w:val="00496853"/>
    <w:rsid w:val="00497DC9"/>
    <w:rsid w:val="004A1162"/>
    <w:rsid w:val="004A1AC1"/>
    <w:rsid w:val="004A373D"/>
    <w:rsid w:val="004A545C"/>
    <w:rsid w:val="004A5C4D"/>
    <w:rsid w:val="004A6AF4"/>
    <w:rsid w:val="004A6FC9"/>
    <w:rsid w:val="004A7234"/>
    <w:rsid w:val="004A78F0"/>
    <w:rsid w:val="004A7A0C"/>
    <w:rsid w:val="004B0298"/>
    <w:rsid w:val="004B0445"/>
    <w:rsid w:val="004B159F"/>
    <w:rsid w:val="004B1876"/>
    <w:rsid w:val="004B5E86"/>
    <w:rsid w:val="004C0BEF"/>
    <w:rsid w:val="004C2790"/>
    <w:rsid w:val="004C318C"/>
    <w:rsid w:val="004C439E"/>
    <w:rsid w:val="004D3A88"/>
    <w:rsid w:val="004D5553"/>
    <w:rsid w:val="004D6116"/>
    <w:rsid w:val="004D78D6"/>
    <w:rsid w:val="004D7A6D"/>
    <w:rsid w:val="004E12F0"/>
    <w:rsid w:val="004E1D56"/>
    <w:rsid w:val="004E3E98"/>
    <w:rsid w:val="004E3F1F"/>
    <w:rsid w:val="004E49AF"/>
    <w:rsid w:val="004E7AD0"/>
    <w:rsid w:val="004E7E34"/>
    <w:rsid w:val="004F1ADB"/>
    <w:rsid w:val="004F40DC"/>
    <w:rsid w:val="004F5D95"/>
    <w:rsid w:val="004F60CE"/>
    <w:rsid w:val="004F6C69"/>
    <w:rsid w:val="004F744F"/>
    <w:rsid w:val="004F756F"/>
    <w:rsid w:val="0050021C"/>
    <w:rsid w:val="00500710"/>
    <w:rsid w:val="00501CA0"/>
    <w:rsid w:val="00503F9D"/>
    <w:rsid w:val="00507ADF"/>
    <w:rsid w:val="00507F6B"/>
    <w:rsid w:val="005108CF"/>
    <w:rsid w:val="00515ECD"/>
    <w:rsid w:val="00520109"/>
    <w:rsid w:val="00521E30"/>
    <w:rsid w:val="0052235F"/>
    <w:rsid w:val="00522437"/>
    <w:rsid w:val="005251E9"/>
    <w:rsid w:val="00525A62"/>
    <w:rsid w:val="00526684"/>
    <w:rsid w:val="0053036D"/>
    <w:rsid w:val="005307E9"/>
    <w:rsid w:val="00530CA0"/>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45647"/>
    <w:rsid w:val="00545F4F"/>
    <w:rsid w:val="00554AC0"/>
    <w:rsid w:val="00555654"/>
    <w:rsid w:val="0055672E"/>
    <w:rsid w:val="00556C65"/>
    <w:rsid w:val="00557493"/>
    <w:rsid w:val="005577A8"/>
    <w:rsid w:val="00557D32"/>
    <w:rsid w:val="00560835"/>
    <w:rsid w:val="005608F1"/>
    <w:rsid w:val="00564AED"/>
    <w:rsid w:val="00566AAC"/>
    <w:rsid w:val="00567541"/>
    <w:rsid w:val="0057006F"/>
    <w:rsid w:val="00570639"/>
    <w:rsid w:val="005708AF"/>
    <w:rsid w:val="005712C1"/>
    <w:rsid w:val="00571922"/>
    <w:rsid w:val="00571A97"/>
    <w:rsid w:val="005732E7"/>
    <w:rsid w:val="00573F99"/>
    <w:rsid w:val="00577519"/>
    <w:rsid w:val="005776A3"/>
    <w:rsid w:val="00577EBA"/>
    <w:rsid w:val="0058141B"/>
    <w:rsid w:val="00581CD7"/>
    <w:rsid w:val="00583518"/>
    <w:rsid w:val="005840F7"/>
    <w:rsid w:val="00586FDD"/>
    <w:rsid w:val="005872CC"/>
    <w:rsid w:val="00593A8F"/>
    <w:rsid w:val="00593F35"/>
    <w:rsid w:val="005969D6"/>
    <w:rsid w:val="00597733"/>
    <w:rsid w:val="005A1C97"/>
    <w:rsid w:val="005A1FEE"/>
    <w:rsid w:val="005A319F"/>
    <w:rsid w:val="005A42FD"/>
    <w:rsid w:val="005B090C"/>
    <w:rsid w:val="005B09A8"/>
    <w:rsid w:val="005B0D4B"/>
    <w:rsid w:val="005B0D72"/>
    <w:rsid w:val="005B2AE0"/>
    <w:rsid w:val="005C095D"/>
    <w:rsid w:val="005C1F57"/>
    <w:rsid w:val="005C7CFA"/>
    <w:rsid w:val="005D0725"/>
    <w:rsid w:val="005D20F4"/>
    <w:rsid w:val="005D33C6"/>
    <w:rsid w:val="005D4A80"/>
    <w:rsid w:val="005D4B51"/>
    <w:rsid w:val="005D6CD3"/>
    <w:rsid w:val="005D6D32"/>
    <w:rsid w:val="005D7012"/>
    <w:rsid w:val="005D7D07"/>
    <w:rsid w:val="005E0267"/>
    <w:rsid w:val="005E115D"/>
    <w:rsid w:val="005E28DB"/>
    <w:rsid w:val="005E2A15"/>
    <w:rsid w:val="005E34FA"/>
    <w:rsid w:val="005E4251"/>
    <w:rsid w:val="005E6340"/>
    <w:rsid w:val="005F0261"/>
    <w:rsid w:val="005F0D0E"/>
    <w:rsid w:val="005F366D"/>
    <w:rsid w:val="005F3700"/>
    <w:rsid w:val="005F44B5"/>
    <w:rsid w:val="005F4AD9"/>
    <w:rsid w:val="005F50E8"/>
    <w:rsid w:val="00600CAD"/>
    <w:rsid w:val="0060351A"/>
    <w:rsid w:val="006036B4"/>
    <w:rsid w:val="0060480E"/>
    <w:rsid w:val="00611A32"/>
    <w:rsid w:val="00614AEE"/>
    <w:rsid w:val="00614ECE"/>
    <w:rsid w:val="00617FCB"/>
    <w:rsid w:val="0062246C"/>
    <w:rsid w:val="006237CD"/>
    <w:rsid w:val="00624AA1"/>
    <w:rsid w:val="00624CF4"/>
    <w:rsid w:val="006251E6"/>
    <w:rsid w:val="006259EB"/>
    <w:rsid w:val="00626418"/>
    <w:rsid w:val="00626F89"/>
    <w:rsid w:val="0063045F"/>
    <w:rsid w:val="00630B27"/>
    <w:rsid w:val="006329E9"/>
    <w:rsid w:val="006329FE"/>
    <w:rsid w:val="006336B4"/>
    <w:rsid w:val="00634FA6"/>
    <w:rsid w:val="006351BF"/>
    <w:rsid w:val="00635B97"/>
    <w:rsid w:val="00640410"/>
    <w:rsid w:val="00640B70"/>
    <w:rsid w:val="00641491"/>
    <w:rsid w:val="00645599"/>
    <w:rsid w:val="00645A4F"/>
    <w:rsid w:val="00645CF0"/>
    <w:rsid w:val="006467AC"/>
    <w:rsid w:val="00650009"/>
    <w:rsid w:val="006507FC"/>
    <w:rsid w:val="006509BB"/>
    <w:rsid w:val="006511B6"/>
    <w:rsid w:val="00652AAA"/>
    <w:rsid w:val="00652EA0"/>
    <w:rsid w:val="006560B4"/>
    <w:rsid w:val="006567E7"/>
    <w:rsid w:val="006610E7"/>
    <w:rsid w:val="006610EC"/>
    <w:rsid w:val="0066165B"/>
    <w:rsid w:val="00664731"/>
    <w:rsid w:val="00664F03"/>
    <w:rsid w:val="00667B4D"/>
    <w:rsid w:val="00667B7E"/>
    <w:rsid w:val="006708F9"/>
    <w:rsid w:val="00671484"/>
    <w:rsid w:val="00671AD2"/>
    <w:rsid w:val="00671C04"/>
    <w:rsid w:val="00672F12"/>
    <w:rsid w:val="006754C3"/>
    <w:rsid w:val="00675607"/>
    <w:rsid w:val="006764A1"/>
    <w:rsid w:val="006806F3"/>
    <w:rsid w:val="00680AE7"/>
    <w:rsid w:val="00681109"/>
    <w:rsid w:val="00686485"/>
    <w:rsid w:val="00686A27"/>
    <w:rsid w:val="006911F1"/>
    <w:rsid w:val="00692EA4"/>
    <w:rsid w:val="006933E0"/>
    <w:rsid w:val="006A1D01"/>
    <w:rsid w:val="006A3DE7"/>
    <w:rsid w:val="006A4CFA"/>
    <w:rsid w:val="006A4E4B"/>
    <w:rsid w:val="006A667B"/>
    <w:rsid w:val="006A6A12"/>
    <w:rsid w:val="006A7B3A"/>
    <w:rsid w:val="006B0076"/>
    <w:rsid w:val="006B0FB2"/>
    <w:rsid w:val="006B23B7"/>
    <w:rsid w:val="006B3C64"/>
    <w:rsid w:val="006B5C6E"/>
    <w:rsid w:val="006B7E38"/>
    <w:rsid w:val="006C0090"/>
    <w:rsid w:val="006C03C3"/>
    <w:rsid w:val="006C52CD"/>
    <w:rsid w:val="006D2976"/>
    <w:rsid w:val="006D3126"/>
    <w:rsid w:val="006D4B14"/>
    <w:rsid w:val="006D55FB"/>
    <w:rsid w:val="006D5CF8"/>
    <w:rsid w:val="006D6343"/>
    <w:rsid w:val="006D66D3"/>
    <w:rsid w:val="006D67C7"/>
    <w:rsid w:val="006D736C"/>
    <w:rsid w:val="006D7420"/>
    <w:rsid w:val="006D7626"/>
    <w:rsid w:val="006E00D3"/>
    <w:rsid w:val="006E01C4"/>
    <w:rsid w:val="006E2587"/>
    <w:rsid w:val="006E523B"/>
    <w:rsid w:val="006E6055"/>
    <w:rsid w:val="006E6B74"/>
    <w:rsid w:val="006F1F72"/>
    <w:rsid w:val="006F28AA"/>
    <w:rsid w:val="006F3839"/>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F29"/>
    <w:rsid w:val="00712508"/>
    <w:rsid w:val="0071266B"/>
    <w:rsid w:val="00713675"/>
    <w:rsid w:val="00713934"/>
    <w:rsid w:val="007143B8"/>
    <w:rsid w:val="0071445F"/>
    <w:rsid w:val="007156F7"/>
    <w:rsid w:val="00715AB5"/>
    <w:rsid w:val="00720910"/>
    <w:rsid w:val="00723907"/>
    <w:rsid w:val="0072572E"/>
    <w:rsid w:val="00726025"/>
    <w:rsid w:val="007269CD"/>
    <w:rsid w:val="0073004F"/>
    <w:rsid w:val="0073013A"/>
    <w:rsid w:val="00730F80"/>
    <w:rsid w:val="00731A1E"/>
    <w:rsid w:val="00731D5D"/>
    <w:rsid w:val="00734431"/>
    <w:rsid w:val="007348AB"/>
    <w:rsid w:val="00735C95"/>
    <w:rsid w:val="007374C5"/>
    <w:rsid w:val="007424A8"/>
    <w:rsid w:val="00742955"/>
    <w:rsid w:val="007462EF"/>
    <w:rsid w:val="007463FB"/>
    <w:rsid w:val="0075218E"/>
    <w:rsid w:val="0075243E"/>
    <w:rsid w:val="00754185"/>
    <w:rsid w:val="00754AB4"/>
    <w:rsid w:val="00754BD1"/>
    <w:rsid w:val="00756FF1"/>
    <w:rsid w:val="00762D31"/>
    <w:rsid w:val="00763725"/>
    <w:rsid w:val="00764740"/>
    <w:rsid w:val="00766007"/>
    <w:rsid w:val="00770BBD"/>
    <w:rsid w:val="00771CA5"/>
    <w:rsid w:val="00776A03"/>
    <w:rsid w:val="00777D57"/>
    <w:rsid w:val="00780782"/>
    <w:rsid w:val="00780915"/>
    <w:rsid w:val="00781C1D"/>
    <w:rsid w:val="00781F5A"/>
    <w:rsid w:val="007824A6"/>
    <w:rsid w:val="007827D4"/>
    <w:rsid w:val="0078362C"/>
    <w:rsid w:val="00784C4E"/>
    <w:rsid w:val="007854AA"/>
    <w:rsid w:val="00786782"/>
    <w:rsid w:val="00786DFB"/>
    <w:rsid w:val="00787DF9"/>
    <w:rsid w:val="007908F5"/>
    <w:rsid w:val="007912EC"/>
    <w:rsid w:val="0079184C"/>
    <w:rsid w:val="00793DDB"/>
    <w:rsid w:val="007948E8"/>
    <w:rsid w:val="007A3959"/>
    <w:rsid w:val="007A5016"/>
    <w:rsid w:val="007A5BEA"/>
    <w:rsid w:val="007A68D3"/>
    <w:rsid w:val="007A6E77"/>
    <w:rsid w:val="007A7A38"/>
    <w:rsid w:val="007B090F"/>
    <w:rsid w:val="007B1F48"/>
    <w:rsid w:val="007B2E23"/>
    <w:rsid w:val="007B5774"/>
    <w:rsid w:val="007C18FD"/>
    <w:rsid w:val="007C238B"/>
    <w:rsid w:val="007C3379"/>
    <w:rsid w:val="007C61C4"/>
    <w:rsid w:val="007D05AE"/>
    <w:rsid w:val="007D08F8"/>
    <w:rsid w:val="007D0E90"/>
    <w:rsid w:val="007D1002"/>
    <w:rsid w:val="007D2323"/>
    <w:rsid w:val="007D34B2"/>
    <w:rsid w:val="007D6951"/>
    <w:rsid w:val="007D6985"/>
    <w:rsid w:val="007D6E38"/>
    <w:rsid w:val="007D6E93"/>
    <w:rsid w:val="007D7FC4"/>
    <w:rsid w:val="007E2D0A"/>
    <w:rsid w:val="007E3873"/>
    <w:rsid w:val="007E3A59"/>
    <w:rsid w:val="007E4AA9"/>
    <w:rsid w:val="007E7E74"/>
    <w:rsid w:val="007E7F0D"/>
    <w:rsid w:val="007E7F45"/>
    <w:rsid w:val="007F0940"/>
    <w:rsid w:val="007F11E1"/>
    <w:rsid w:val="007F1922"/>
    <w:rsid w:val="007F23F2"/>
    <w:rsid w:val="007F325D"/>
    <w:rsid w:val="007F35AD"/>
    <w:rsid w:val="007F3B98"/>
    <w:rsid w:val="007F47B4"/>
    <w:rsid w:val="007F525D"/>
    <w:rsid w:val="00800A93"/>
    <w:rsid w:val="008022FE"/>
    <w:rsid w:val="00804507"/>
    <w:rsid w:val="00805099"/>
    <w:rsid w:val="00805D09"/>
    <w:rsid w:val="00807CFA"/>
    <w:rsid w:val="00811B9F"/>
    <w:rsid w:val="00811E18"/>
    <w:rsid w:val="00812600"/>
    <w:rsid w:val="008140DA"/>
    <w:rsid w:val="00814321"/>
    <w:rsid w:val="00814F93"/>
    <w:rsid w:val="0081567E"/>
    <w:rsid w:val="00816845"/>
    <w:rsid w:val="00817004"/>
    <w:rsid w:val="008262A7"/>
    <w:rsid w:val="00830360"/>
    <w:rsid w:val="008304C6"/>
    <w:rsid w:val="0083109C"/>
    <w:rsid w:val="0083166B"/>
    <w:rsid w:val="00831DFF"/>
    <w:rsid w:val="00833391"/>
    <w:rsid w:val="00833E6F"/>
    <w:rsid w:val="008351B5"/>
    <w:rsid w:val="00836AD6"/>
    <w:rsid w:val="00837624"/>
    <w:rsid w:val="00840592"/>
    <w:rsid w:val="008412E6"/>
    <w:rsid w:val="0084281E"/>
    <w:rsid w:val="00842859"/>
    <w:rsid w:val="0084569F"/>
    <w:rsid w:val="008456C6"/>
    <w:rsid w:val="00845923"/>
    <w:rsid w:val="00847030"/>
    <w:rsid w:val="0085000B"/>
    <w:rsid w:val="0085141A"/>
    <w:rsid w:val="00851AEE"/>
    <w:rsid w:val="00851F3B"/>
    <w:rsid w:val="0085299B"/>
    <w:rsid w:val="00853509"/>
    <w:rsid w:val="0085503F"/>
    <w:rsid w:val="00857180"/>
    <w:rsid w:val="0086061B"/>
    <w:rsid w:val="008616D5"/>
    <w:rsid w:val="0086243A"/>
    <w:rsid w:val="008628A4"/>
    <w:rsid w:val="00866373"/>
    <w:rsid w:val="00867F9E"/>
    <w:rsid w:val="00871F35"/>
    <w:rsid w:val="00873230"/>
    <w:rsid w:val="00874144"/>
    <w:rsid w:val="00874511"/>
    <w:rsid w:val="0087462F"/>
    <w:rsid w:val="00876328"/>
    <w:rsid w:val="0087655A"/>
    <w:rsid w:val="008772A2"/>
    <w:rsid w:val="0088067E"/>
    <w:rsid w:val="00881D77"/>
    <w:rsid w:val="008842D7"/>
    <w:rsid w:val="00884596"/>
    <w:rsid w:val="00884D06"/>
    <w:rsid w:val="008854E9"/>
    <w:rsid w:val="0088627B"/>
    <w:rsid w:val="008869B6"/>
    <w:rsid w:val="008879C3"/>
    <w:rsid w:val="00890502"/>
    <w:rsid w:val="00891230"/>
    <w:rsid w:val="00891783"/>
    <w:rsid w:val="00892278"/>
    <w:rsid w:val="00893BE6"/>
    <w:rsid w:val="00894E5B"/>
    <w:rsid w:val="00894E76"/>
    <w:rsid w:val="00895209"/>
    <w:rsid w:val="008A1CA3"/>
    <w:rsid w:val="008A3B2C"/>
    <w:rsid w:val="008A4227"/>
    <w:rsid w:val="008A42BC"/>
    <w:rsid w:val="008B19FA"/>
    <w:rsid w:val="008B1B4A"/>
    <w:rsid w:val="008B1E0F"/>
    <w:rsid w:val="008B24B1"/>
    <w:rsid w:val="008B3150"/>
    <w:rsid w:val="008B3BA8"/>
    <w:rsid w:val="008B4444"/>
    <w:rsid w:val="008B5357"/>
    <w:rsid w:val="008B7E02"/>
    <w:rsid w:val="008C05F8"/>
    <w:rsid w:val="008C1185"/>
    <w:rsid w:val="008C1EDC"/>
    <w:rsid w:val="008D0554"/>
    <w:rsid w:val="008D21C1"/>
    <w:rsid w:val="008D2379"/>
    <w:rsid w:val="008D5239"/>
    <w:rsid w:val="008D5A2A"/>
    <w:rsid w:val="008D6841"/>
    <w:rsid w:val="008D7D10"/>
    <w:rsid w:val="008E1A98"/>
    <w:rsid w:val="008E4696"/>
    <w:rsid w:val="008E4AE2"/>
    <w:rsid w:val="008E4C5F"/>
    <w:rsid w:val="008E60FC"/>
    <w:rsid w:val="008E6A28"/>
    <w:rsid w:val="008E7284"/>
    <w:rsid w:val="008F06F7"/>
    <w:rsid w:val="008F187E"/>
    <w:rsid w:val="008F3CD7"/>
    <w:rsid w:val="008F5DAD"/>
    <w:rsid w:val="008F6426"/>
    <w:rsid w:val="008F6E9D"/>
    <w:rsid w:val="008F77E9"/>
    <w:rsid w:val="008F7EFF"/>
    <w:rsid w:val="00900CA5"/>
    <w:rsid w:val="009016A3"/>
    <w:rsid w:val="00902DFF"/>
    <w:rsid w:val="00904AD4"/>
    <w:rsid w:val="009055FB"/>
    <w:rsid w:val="0090603C"/>
    <w:rsid w:val="00906E7C"/>
    <w:rsid w:val="00907271"/>
    <w:rsid w:val="00910D0D"/>
    <w:rsid w:val="00912412"/>
    <w:rsid w:val="0091395E"/>
    <w:rsid w:val="0091403E"/>
    <w:rsid w:val="00915A93"/>
    <w:rsid w:val="009160D8"/>
    <w:rsid w:val="00921458"/>
    <w:rsid w:val="00922ED3"/>
    <w:rsid w:val="00924673"/>
    <w:rsid w:val="0092611E"/>
    <w:rsid w:val="009267A5"/>
    <w:rsid w:val="0093007D"/>
    <w:rsid w:val="00930658"/>
    <w:rsid w:val="0093096F"/>
    <w:rsid w:val="0093105B"/>
    <w:rsid w:val="00933178"/>
    <w:rsid w:val="00934F77"/>
    <w:rsid w:val="00936C4C"/>
    <w:rsid w:val="00937E29"/>
    <w:rsid w:val="009400E9"/>
    <w:rsid w:val="0094205F"/>
    <w:rsid w:val="0094231A"/>
    <w:rsid w:val="009453A8"/>
    <w:rsid w:val="00946292"/>
    <w:rsid w:val="00947292"/>
    <w:rsid w:val="00952137"/>
    <w:rsid w:val="00953953"/>
    <w:rsid w:val="00954D56"/>
    <w:rsid w:val="00955D4E"/>
    <w:rsid w:val="009602B1"/>
    <w:rsid w:val="00965434"/>
    <w:rsid w:val="00965EB7"/>
    <w:rsid w:val="00971633"/>
    <w:rsid w:val="00974469"/>
    <w:rsid w:val="00975889"/>
    <w:rsid w:val="00980F21"/>
    <w:rsid w:val="0098128E"/>
    <w:rsid w:val="009817A5"/>
    <w:rsid w:val="00981BE2"/>
    <w:rsid w:val="0098589B"/>
    <w:rsid w:val="00986345"/>
    <w:rsid w:val="009866B7"/>
    <w:rsid w:val="00986A85"/>
    <w:rsid w:val="00991F8E"/>
    <w:rsid w:val="00993857"/>
    <w:rsid w:val="00993F46"/>
    <w:rsid w:val="009A0D70"/>
    <w:rsid w:val="009A110F"/>
    <w:rsid w:val="009A1651"/>
    <w:rsid w:val="009A2952"/>
    <w:rsid w:val="009A37B4"/>
    <w:rsid w:val="009A390E"/>
    <w:rsid w:val="009A41F5"/>
    <w:rsid w:val="009A4C40"/>
    <w:rsid w:val="009A56F3"/>
    <w:rsid w:val="009A6B6E"/>
    <w:rsid w:val="009A6F0C"/>
    <w:rsid w:val="009B1676"/>
    <w:rsid w:val="009B19AB"/>
    <w:rsid w:val="009B1ED6"/>
    <w:rsid w:val="009B2B7D"/>
    <w:rsid w:val="009B2D31"/>
    <w:rsid w:val="009B5C78"/>
    <w:rsid w:val="009B772C"/>
    <w:rsid w:val="009C158E"/>
    <w:rsid w:val="009C1BBF"/>
    <w:rsid w:val="009C2E1C"/>
    <w:rsid w:val="009C42CA"/>
    <w:rsid w:val="009C5A36"/>
    <w:rsid w:val="009D045E"/>
    <w:rsid w:val="009D13AD"/>
    <w:rsid w:val="009D1C29"/>
    <w:rsid w:val="009D2BFE"/>
    <w:rsid w:val="009D2C3C"/>
    <w:rsid w:val="009D5CD9"/>
    <w:rsid w:val="009D6658"/>
    <w:rsid w:val="009D787A"/>
    <w:rsid w:val="009E11C3"/>
    <w:rsid w:val="009E320C"/>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5293"/>
    <w:rsid w:val="00A05A4D"/>
    <w:rsid w:val="00A07AC4"/>
    <w:rsid w:val="00A07F47"/>
    <w:rsid w:val="00A1439D"/>
    <w:rsid w:val="00A14F8F"/>
    <w:rsid w:val="00A150E1"/>
    <w:rsid w:val="00A16BBA"/>
    <w:rsid w:val="00A173AD"/>
    <w:rsid w:val="00A17B23"/>
    <w:rsid w:val="00A21D01"/>
    <w:rsid w:val="00A237A2"/>
    <w:rsid w:val="00A2757D"/>
    <w:rsid w:val="00A27595"/>
    <w:rsid w:val="00A27719"/>
    <w:rsid w:val="00A3153F"/>
    <w:rsid w:val="00A3268D"/>
    <w:rsid w:val="00A33D9C"/>
    <w:rsid w:val="00A34E3C"/>
    <w:rsid w:val="00A355BC"/>
    <w:rsid w:val="00A3770E"/>
    <w:rsid w:val="00A377F0"/>
    <w:rsid w:val="00A37E42"/>
    <w:rsid w:val="00A418A8"/>
    <w:rsid w:val="00A469B5"/>
    <w:rsid w:val="00A46B8F"/>
    <w:rsid w:val="00A47BD9"/>
    <w:rsid w:val="00A47EAD"/>
    <w:rsid w:val="00A50268"/>
    <w:rsid w:val="00A50A78"/>
    <w:rsid w:val="00A51F51"/>
    <w:rsid w:val="00A52EC5"/>
    <w:rsid w:val="00A539E1"/>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4468"/>
    <w:rsid w:val="00A74D26"/>
    <w:rsid w:val="00A750A9"/>
    <w:rsid w:val="00A75F31"/>
    <w:rsid w:val="00A775B4"/>
    <w:rsid w:val="00A7790F"/>
    <w:rsid w:val="00A802AE"/>
    <w:rsid w:val="00A802EB"/>
    <w:rsid w:val="00A855C5"/>
    <w:rsid w:val="00A859AA"/>
    <w:rsid w:val="00A86D40"/>
    <w:rsid w:val="00A87E81"/>
    <w:rsid w:val="00A904CF"/>
    <w:rsid w:val="00A91689"/>
    <w:rsid w:val="00A91D4C"/>
    <w:rsid w:val="00A9218C"/>
    <w:rsid w:val="00A97A5E"/>
    <w:rsid w:val="00AA1372"/>
    <w:rsid w:val="00AA3BF1"/>
    <w:rsid w:val="00AA5821"/>
    <w:rsid w:val="00AB0A91"/>
    <w:rsid w:val="00AB26A5"/>
    <w:rsid w:val="00AB3095"/>
    <w:rsid w:val="00AB4A84"/>
    <w:rsid w:val="00AB60B5"/>
    <w:rsid w:val="00AB6E29"/>
    <w:rsid w:val="00AB7921"/>
    <w:rsid w:val="00AC0A27"/>
    <w:rsid w:val="00AC1023"/>
    <w:rsid w:val="00AC35CD"/>
    <w:rsid w:val="00AC4FFD"/>
    <w:rsid w:val="00AC5CAE"/>
    <w:rsid w:val="00AD07AF"/>
    <w:rsid w:val="00AD1D56"/>
    <w:rsid w:val="00AD48CC"/>
    <w:rsid w:val="00AD57E1"/>
    <w:rsid w:val="00AD6470"/>
    <w:rsid w:val="00AD7109"/>
    <w:rsid w:val="00AD77A7"/>
    <w:rsid w:val="00AE0B10"/>
    <w:rsid w:val="00AE18B5"/>
    <w:rsid w:val="00AE38D3"/>
    <w:rsid w:val="00AE5881"/>
    <w:rsid w:val="00AF1862"/>
    <w:rsid w:val="00AF259C"/>
    <w:rsid w:val="00AF44AF"/>
    <w:rsid w:val="00AF4E2B"/>
    <w:rsid w:val="00AF6426"/>
    <w:rsid w:val="00AF768D"/>
    <w:rsid w:val="00B02D6A"/>
    <w:rsid w:val="00B03419"/>
    <w:rsid w:val="00B038F4"/>
    <w:rsid w:val="00B0451A"/>
    <w:rsid w:val="00B04832"/>
    <w:rsid w:val="00B06968"/>
    <w:rsid w:val="00B06F52"/>
    <w:rsid w:val="00B07A29"/>
    <w:rsid w:val="00B107E6"/>
    <w:rsid w:val="00B11486"/>
    <w:rsid w:val="00B12A8D"/>
    <w:rsid w:val="00B13437"/>
    <w:rsid w:val="00B162D6"/>
    <w:rsid w:val="00B17210"/>
    <w:rsid w:val="00B17398"/>
    <w:rsid w:val="00B219E1"/>
    <w:rsid w:val="00B23E5E"/>
    <w:rsid w:val="00B24170"/>
    <w:rsid w:val="00B242DC"/>
    <w:rsid w:val="00B250D7"/>
    <w:rsid w:val="00B25FDD"/>
    <w:rsid w:val="00B26C48"/>
    <w:rsid w:val="00B276F1"/>
    <w:rsid w:val="00B27A7C"/>
    <w:rsid w:val="00B379FA"/>
    <w:rsid w:val="00B403E1"/>
    <w:rsid w:val="00B44550"/>
    <w:rsid w:val="00B46D4C"/>
    <w:rsid w:val="00B471C6"/>
    <w:rsid w:val="00B4728E"/>
    <w:rsid w:val="00B50EBA"/>
    <w:rsid w:val="00B51B3D"/>
    <w:rsid w:val="00B5432D"/>
    <w:rsid w:val="00B57044"/>
    <w:rsid w:val="00B57064"/>
    <w:rsid w:val="00B6077C"/>
    <w:rsid w:val="00B637D0"/>
    <w:rsid w:val="00B65AC5"/>
    <w:rsid w:val="00B66056"/>
    <w:rsid w:val="00B718D5"/>
    <w:rsid w:val="00B72F27"/>
    <w:rsid w:val="00B7338E"/>
    <w:rsid w:val="00B741D5"/>
    <w:rsid w:val="00B7539F"/>
    <w:rsid w:val="00B7584A"/>
    <w:rsid w:val="00B75A9E"/>
    <w:rsid w:val="00B7601D"/>
    <w:rsid w:val="00B77CCF"/>
    <w:rsid w:val="00B80022"/>
    <w:rsid w:val="00B80BBF"/>
    <w:rsid w:val="00B8357F"/>
    <w:rsid w:val="00B84656"/>
    <w:rsid w:val="00B860B5"/>
    <w:rsid w:val="00B860F8"/>
    <w:rsid w:val="00B8647A"/>
    <w:rsid w:val="00B86607"/>
    <w:rsid w:val="00B927C6"/>
    <w:rsid w:val="00B933A2"/>
    <w:rsid w:val="00B935C1"/>
    <w:rsid w:val="00B93849"/>
    <w:rsid w:val="00B94355"/>
    <w:rsid w:val="00B9471D"/>
    <w:rsid w:val="00B94A13"/>
    <w:rsid w:val="00BA1CFE"/>
    <w:rsid w:val="00BA1E31"/>
    <w:rsid w:val="00BA3524"/>
    <w:rsid w:val="00BA4F02"/>
    <w:rsid w:val="00BB0EFF"/>
    <w:rsid w:val="00BB4218"/>
    <w:rsid w:val="00BB431F"/>
    <w:rsid w:val="00BB5955"/>
    <w:rsid w:val="00BB5A9F"/>
    <w:rsid w:val="00BB5FA0"/>
    <w:rsid w:val="00BB6DDA"/>
    <w:rsid w:val="00BC007D"/>
    <w:rsid w:val="00BC04AB"/>
    <w:rsid w:val="00BC17C7"/>
    <w:rsid w:val="00BC2809"/>
    <w:rsid w:val="00BC2DEA"/>
    <w:rsid w:val="00BC3ED1"/>
    <w:rsid w:val="00BC4CDF"/>
    <w:rsid w:val="00BC5813"/>
    <w:rsid w:val="00BD00CD"/>
    <w:rsid w:val="00BD0582"/>
    <w:rsid w:val="00BD250E"/>
    <w:rsid w:val="00BD48F5"/>
    <w:rsid w:val="00BE0BDE"/>
    <w:rsid w:val="00BE11A8"/>
    <w:rsid w:val="00BE1E50"/>
    <w:rsid w:val="00BE1F44"/>
    <w:rsid w:val="00BE4C0A"/>
    <w:rsid w:val="00BE6BC3"/>
    <w:rsid w:val="00BE7D48"/>
    <w:rsid w:val="00BF1CF3"/>
    <w:rsid w:val="00BF3372"/>
    <w:rsid w:val="00BF4881"/>
    <w:rsid w:val="00BF4A81"/>
    <w:rsid w:val="00BF565C"/>
    <w:rsid w:val="00BF5DD5"/>
    <w:rsid w:val="00C038F0"/>
    <w:rsid w:val="00C03F76"/>
    <w:rsid w:val="00C0512B"/>
    <w:rsid w:val="00C05D41"/>
    <w:rsid w:val="00C1056D"/>
    <w:rsid w:val="00C10B8C"/>
    <w:rsid w:val="00C110B6"/>
    <w:rsid w:val="00C115BA"/>
    <w:rsid w:val="00C11600"/>
    <w:rsid w:val="00C130AF"/>
    <w:rsid w:val="00C13558"/>
    <w:rsid w:val="00C15EBB"/>
    <w:rsid w:val="00C1678E"/>
    <w:rsid w:val="00C172E0"/>
    <w:rsid w:val="00C23988"/>
    <w:rsid w:val="00C25B89"/>
    <w:rsid w:val="00C25C05"/>
    <w:rsid w:val="00C27F57"/>
    <w:rsid w:val="00C30467"/>
    <w:rsid w:val="00C31546"/>
    <w:rsid w:val="00C32209"/>
    <w:rsid w:val="00C42F44"/>
    <w:rsid w:val="00C44995"/>
    <w:rsid w:val="00C45476"/>
    <w:rsid w:val="00C5146B"/>
    <w:rsid w:val="00C51B2C"/>
    <w:rsid w:val="00C53623"/>
    <w:rsid w:val="00C54835"/>
    <w:rsid w:val="00C559B2"/>
    <w:rsid w:val="00C5786E"/>
    <w:rsid w:val="00C62C50"/>
    <w:rsid w:val="00C64357"/>
    <w:rsid w:val="00C646FB"/>
    <w:rsid w:val="00C65511"/>
    <w:rsid w:val="00C67652"/>
    <w:rsid w:val="00C70CE8"/>
    <w:rsid w:val="00C7386A"/>
    <w:rsid w:val="00C75BBA"/>
    <w:rsid w:val="00C773D8"/>
    <w:rsid w:val="00C81724"/>
    <w:rsid w:val="00C8393C"/>
    <w:rsid w:val="00C83F5D"/>
    <w:rsid w:val="00C84101"/>
    <w:rsid w:val="00C84D90"/>
    <w:rsid w:val="00C85118"/>
    <w:rsid w:val="00C9176B"/>
    <w:rsid w:val="00C9257E"/>
    <w:rsid w:val="00C93105"/>
    <w:rsid w:val="00C93123"/>
    <w:rsid w:val="00CA0485"/>
    <w:rsid w:val="00CA0707"/>
    <w:rsid w:val="00CA3735"/>
    <w:rsid w:val="00CA3A82"/>
    <w:rsid w:val="00CA45ED"/>
    <w:rsid w:val="00CB0148"/>
    <w:rsid w:val="00CB3253"/>
    <w:rsid w:val="00CB3E9E"/>
    <w:rsid w:val="00CB4448"/>
    <w:rsid w:val="00CB53E4"/>
    <w:rsid w:val="00CB6667"/>
    <w:rsid w:val="00CC1951"/>
    <w:rsid w:val="00CC25E9"/>
    <w:rsid w:val="00CC577D"/>
    <w:rsid w:val="00CC6C54"/>
    <w:rsid w:val="00CC704F"/>
    <w:rsid w:val="00CC7C83"/>
    <w:rsid w:val="00CD1C94"/>
    <w:rsid w:val="00CD1EDB"/>
    <w:rsid w:val="00CD3AFC"/>
    <w:rsid w:val="00CD59F9"/>
    <w:rsid w:val="00CD63F8"/>
    <w:rsid w:val="00CE1F7A"/>
    <w:rsid w:val="00CE5276"/>
    <w:rsid w:val="00CE6871"/>
    <w:rsid w:val="00CF055D"/>
    <w:rsid w:val="00CF0629"/>
    <w:rsid w:val="00CF0C25"/>
    <w:rsid w:val="00CF1B98"/>
    <w:rsid w:val="00CF2242"/>
    <w:rsid w:val="00CF35B8"/>
    <w:rsid w:val="00CF47D9"/>
    <w:rsid w:val="00CF554D"/>
    <w:rsid w:val="00CF57A6"/>
    <w:rsid w:val="00D02381"/>
    <w:rsid w:val="00D035A3"/>
    <w:rsid w:val="00D04C63"/>
    <w:rsid w:val="00D05A1F"/>
    <w:rsid w:val="00D05CA7"/>
    <w:rsid w:val="00D06D1D"/>
    <w:rsid w:val="00D07CF4"/>
    <w:rsid w:val="00D10ED3"/>
    <w:rsid w:val="00D1107F"/>
    <w:rsid w:val="00D1123B"/>
    <w:rsid w:val="00D11DF8"/>
    <w:rsid w:val="00D17544"/>
    <w:rsid w:val="00D22882"/>
    <w:rsid w:val="00D22FB7"/>
    <w:rsid w:val="00D27D1E"/>
    <w:rsid w:val="00D30E7F"/>
    <w:rsid w:val="00D310C5"/>
    <w:rsid w:val="00D338C2"/>
    <w:rsid w:val="00D358B6"/>
    <w:rsid w:val="00D35E02"/>
    <w:rsid w:val="00D37704"/>
    <w:rsid w:val="00D37718"/>
    <w:rsid w:val="00D37B1A"/>
    <w:rsid w:val="00D46F1F"/>
    <w:rsid w:val="00D4792D"/>
    <w:rsid w:val="00D50EE1"/>
    <w:rsid w:val="00D5380B"/>
    <w:rsid w:val="00D53BAF"/>
    <w:rsid w:val="00D5725A"/>
    <w:rsid w:val="00D57951"/>
    <w:rsid w:val="00D6115B"/>
    <w:rsid w:val="00D62E3B"/>
    <w:rsid w:val="00D65A89"/>
    <w:rsid w:val="00D67756"/>
    <w:rsid w:val="00D743B0"/>
    <w:rsid w:val="00D75219"/>
    <w:rsid w:val="00D759D5"/>
    <w:rsid w:val="00D82582"/>
    <w:rsid w:val="00D826DD"/>
    <w:rsid w:val="00D83942"/>
    <w:rsid w:val="00D83F1A"/>
    <w:rsid w:val="00D841F4"/>
    <w:rsid w:val="00D85241"/>
    <w:rsid w:val="00D85891"/>
    <w:rsid w:val="00D85A5F"/>
    <w:rsid w:val="00D86504"/>
    <w:rsid w:val="00D900B5"/>
    <w:rsid w:val="00D906F4"/>
    <w:rsid w:val="00D91AAA"/>
    <w:rsid w:val="00D9338B"/>
    <w:rsid w:val="00D93D76"/>
    <w:rsid w:val="00D968AB"/>
    <w:rsid w:val="00DA1B05"/>
    <w:rsid w:val="00DA301B"/>
    <w:rsid w:val="00DA7A97"/>
    <w:rsid w:val="00DB1901"/>
    <w:rsid w:val="00DB3623"/>
    <w:rsid w:val="00DB5562"/>
    <w:rsid w:val="00DC0C3F"/>
    <w:rsid w:val="00DC39E3"/>
    <w:rsid w:val="00DC3A30"/>
    <w:rsid w:val="00DC3C03"/>
    <w:rsid w:val="00DC5C08"/>
    <w:rsid w:val="00DD14B7"/>
    <w:rsid w:val="00DD1992"/>
    <w:rsid w:val="00DE0704"/>
    <w:rsid w:val="00DE1F73"/>
    <w:rsid w:val="00DE2931"/>
    <w:rsid w:val="00DE4F1A"/>
    <w:rsid w:val="00DE6C96"/>
    <w:rsid w:val="00DF09E4"/>
    <w:rsid w:val="00DF1334"/>
    <w:rsid w:val="00DF48A5"/>
    <w:rsid w:val="00DF4BBE"/>
    <w:rsid w:val="00DF7318"/>
    <w:rsid w:val="00DF7691"/>
    <w:rsid w:val="00E007A7"/>
    <w:rsid w:val="00E02027"/>
    <w:rsid w:val="00E024AD"/>
    <w:rsid w:val="00E04368"/>
    <w:rsid w:val="00E04FE9"/>
    <w:rsid w:val="00E05B53"/>
    <w:rsid w:val="00E0674A"/>
    <w:rsid w:val="00E072E2"/>
    <w:rsid w:val="00E1086F"/>
    <w:rsid w:val="00E112E3"/>
    <w:rsid w:val="00E12EA4"/>
    <w:rsid w:val="00E13BB4"/>
    <w:rsid w:val="00E1609C"/>
    <w:rsid w:val="00E17753"/>
    <w:rsid w:val="00E20A8E"/>
    <w:rsid w:val="00E210A0"/>
    <w:rsid w:val="00E21BBD"/>
    <w:rsid w:val="00E2237C"/>
    <w:rsid w:val="00E237E7"/>
    <w:rsid w:val="00E240E5"/>
    <w:rsid w:val="00E25494"/>
    <w:rsid w:val="00E2557A"/>
    <w:rsid w:val="00E332AD"/>
    <w:rsid w:val="00E41256"/>
    <w:rsid w:val="00E416F2"/>
    <w:rsid w:val="00E41822"/>
    <w:rsid w:val="00E42FF9"/>
    <w:rsid w:val="00E44245"/>
    <w:rsid w:val="00E44682"/>
    <w:rsid w:val="00E47095"/>
    <w:rsid w:val="00E47430"/>
    <w:rsid w:val="00E50E09"/>
    <w:rsid w:val="00E5146B"/>
    <w:rsid w:val="00E5188F"/>
    <w:rsid w:val="00E52355"/>
    <w:rsid w:val="00E54004"/>
    <w:rsid w:val="00E5505A"/>
    <w:rsid w:val="00E5579F"/>
    <w:rsid w:val="00E55D2D"/>
    <w:rsid w:val="00E56D2B"/>
    <w:rsid w:val="00E56D4D"/>
    <w:rsid w:val="00E603F4"/>
    <w:rsid w:val="00E64175"/>
    <w:rsid w:val="00E66546"/>
    <w:rsid w:val="00E70107"/>
    <w:rsid w:val="00E70B89"/>
    <w:rsid w:val="00E72564"/>
    <w:rsid w:val="00E7384E"/>
    <w:rsid w:val="00E74AE4"/>
    <w:rsid w:val="00E75132"/>
    <w:rsid w:val="00E75A5B"/>
    <w:rsid w:val="00E807C2"/>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FFC"/>
    <w:rsid w:val="00EC1354"/>
    <w:rsid w:val="00EC2AB3"/>
    <w:rsid w:val="00EC3885"/>
    <w:rsid w:val="00EC39E1"/>
    <w:rsid w:val="00EC57DD"/>
    <w:rsid w:val="00EC6C63"/>
    <w:rsid w:val="00EC7039"/>
    <w:rsid w:val="00ED111C"/>
    <w:rsid w:val="00ED1723"/>
    <w:rsid w:val="00ED1D14"/>
    <w:rsid w:val="00ED220F"/>
    <w:rsid w:val="00ED31AA"/>
    <w:rsid w:val="00ED4E4E"/>
    <w:rsid w:val="00ED6BB7"/>
    <w:rsid w:val="00ED79D7"/>
    <w:rsid w:val="00ED7EDB"/>
    <w:rsid w:val="00EE025C"/>
    <w:rsid w:val="00EE094B"/>
    <w:rsid w:val="00EE115A"/>
    <w:rsid w:val="00EE1F94"/>
    <w:rsid w:val="00EE42BE"/>
    <w:rsid w:val="00EE5B3D"/>
    <w:rsid w:val="00EF0CB9"/>
    <w:rsid w:val="00EF358D"/>
    <w:rsid w:val="00EF501A"/>
    <w:rsid w:val="00EF657F"/>
    <w:rsid w:val="00EF69FD"/>
    <w:rsid w:val="00EF7D3A"/>
    <w:rsid w:val="00EF7ED7"/>
    <w:rsid w:val="00F01797"/>
    <w:rsid w:val="00F01E84"/>
    <w:rsid w:val="00F027DC"/>
    <w:rsid w:val="00F029DD"/>
    <w:rsid w:val="00F0502C"/>
    <w:rsid w:val="00F06316"/>
    <w:rsid w:val="00F07716"/>
    <w:rsid w:val="00F12AD8"/>
    <w:rsid w:val="00F12DCB"/>
    <w:rsid w:val="00F16A17"/>
    <w:rsid w:val="00F2042B"/>
    <w:rsid w:val="00F21754"/>
    <w:rsid w:val="00F24374"/>
    <w:rsid w:val="00F25385"/>
    <w:rsid w:val="00F26320"/>
    <w:rsid w:val="00F30BF0"/>
    <w:rsid w:val="00F32FD0"/>
    <w:rsid w:val="00F34604"/>
    <w:rsid w:val="00F3506E"/>
    <w:rsid w:val="00F35135"/>
    <w:rsid w:val="00F366D6"/>
    <w:rsid w:val="00F36C63"/>
    <w:rsid w:val="00F40336"/>
    <w:rsid w:val="00F40C7E"/>
    <w:rsid w:val="00F415A8"/>
    <w:rsid w:val="00F41B02"/>
    <w:rsid w:val="00F420C2"/>
    <w:rsid w:val="00F439AA"/>
    <w:rsid w:val="00F45809"/>
    <w:rsid w:val="00F46B8B"/>
    <w:rsid w:val="00F47BFD"/>
    <w:rsid w:val="00F51575"/>
    <w:rsid w:val="00F537BA"/>
    <w:rsid w:val="00F53E72"/>
    <w:rsid w:val="00F54A5D"/>
    <w:rsid w:val="00F56277"/>
    <w:rsid w:val="00F56AA0"/>
    <w:rsid w:val="00F60FA4"/>
    <w:rsid w:val="00F61053"/>
    <w:rsid w:val="00F624BA"/>
    <w:rsid w:val="00F62530"/>
    <w:rsid w:val="00F6291E"/>
    <w:rsid w:val="00F62F4B"/>
    <w:rsid w:val="00F63B19"/>
    <w:rsid w:val="00F649F9"/>
    <w:rsid w:val="00F65AFC"/>
    <w:rsid w:val="00F6637F"/>
    <w:rsid w:val="00F6644F"/>
    <w:rsid w:val="00F66E99"/>
    <w:rsid w:val="00F67797"/>
    <w:rsid w:val="00F707FC"/>
    <w:rsid w:val="00F7308B"/>
    <w:rsid w:val="00F75516"/>
    <w:rsid w:val="00F80606"/>
    <w:rsid w:val="00F825BC"/>
    <w:rsid w:val="00F83512"/>
    <w:rsid w:val="00F8382C"/>
    <w:rsid w:val="00F84114"/>
    <w:rsid w:val="00F841DC"/>
    <w:rsid w:val="00F84615"/>
    <w:rsid w:val="00F8776A"/>
    <w:rsid w:val="00F9059F"/>
    <w:rsid w:val="00F90B3F"/>
    <w:rsid w:val="00F9188D"/>
    <w:rsid w:val="00F9190B"/>
    <w:rsid w:val="00F92832"/>
    <w:rsid w:val="00F92BB8"/>
    <w:rsid w:val="00F9338B"/>
    <w:rsid w:val="00F94440"/>
    <w:rsid w:val="00F95F2C"/>
    <w:rsid w:val="00FA0F52"/>
    <w:rsid w:val="00FA197F"/>
    <w:rsid w:val="00FA1B9C"/>
    <w:rsid w:val="00FA3807"/>
    <w:rsid w:val="00FA3DBC"/>
    <w:rsid w:val="00FA4BDC"/>
    <w:rsid w:val="00FA5433"/>
    <w:rsid w:val="00FA5612"/>
    <w:rsid w:val="00FA5B95"/>
    <w:rsid w:val="00FA73F3"/>
    <w:rsid w:val="00FB08AF"/>
    <w:rsid w:val="00FB18E5"/>
    <w:rsid w:val="00FB3AA5"/>
    <w:rsid w:val="00FB3C45"/>
    <w:rsid w:val="00FB5CC4"/>
    <w:rsid w:val="00FB787F"/>
    <w:rsid w:val="00FC1821"/>
    <w:rsid w:val="00FC2929"/>
    <w:rsid w:val="00FC3290"/>
    <w:rsid w:val="00FC36A9"/>
    <w:rsid w:val="00FC49DA"/>
    <w:rsid w:val="00FC4F75"/>
    <w:rsid w:val="00FC680E"/>
    <w:rsid w:val="00FD0884"/>
    <w:rsid w:val="00FD14F5"/>
    <w:rsid w:val="00FD1EE3"/>
    <w:rsid w:val="00FD415C"/>
    <w:rsid w:val="00FD562B"/>
    <w:rsid w:val="00FD5B79"/>
    <w:rsid w:val="00FD6165"/>
    <w:rsid w:val="00FD707A"/>
    <w:rsid w:val="00FE14CE"/>
    <w:rsid w:val="00FE1809"/>
    <w:rsid w:val="00FE1A01"/>
    <w:rsid w:val="00FE3470"/>
    <w:rsid w:val="00FE35CB"/>
    <w:rsid w:val="00FE580A"/>
    <w:rsid w:val="00FE79CE"/>
    <w:rsid w:val="00FF0EC6"/>
    <w:rsid w:val="00FF6AB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F372F"/>
  <w15:docId w15:val="{8DA6A9F6-6E54-4E2D-ADC9-7E937B8A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
    <w:basedOn w:val="Normal"/>
    <w:next w:val="Normal"/>
    <w:link w:val="Heading1Char"/>
    <w:uiPriority w:val="9"/>
    <w:qFormat/>
    <w:rsid w:val="00F95F2C"/>
    <w:pPr>
      <w:keepNext/>
      <w:numPr>
        <w:numId w:val="11"/>
      </w:numPr>
      <w:tabs>
        <w:tab w:val="clear" w:pos="432"/>
        <w:tab w:val="left" w:pos="936"/>
        <w:tab w:val="left" w:pos="1138"/>
        <w:tab w:val="left" w:pos="1354"/>
        <w:tab w:val="num" w:pos="2612"/>
      </w:tabs>
      <w:suppressAutoHyphens/>
      <w:spacing w:before="270" w:line="270" w:lineRule="exact"/>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
    <w:basedOn w:val="Heading1"/>
    <w:next w:val="Normal"/>
    <w:link w:val="Heading2Char"/>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
    <w:basedOn w:val="Heading1"/>
    <w:next w:val="Normal"/>
    <w:autoRedefine/>
    <w:uiPriority w:val="9"/>
    <w:qFormat/>
    <w:rsid w:val="00B242DC"/>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
    <w:basedOn w:val="Heading3"/>
    <w:next w:val="Normal"/>
    <w:uiPriority w:val="9"/>
    <w:qFormat/>
    <w:rsid w:val="00F56AA0"/>
    <w:pPr>
      <w:numPr>
        <w:ilvl w:val="3"/>
      </w:numPr>
      <w:tabs>
        <w:tab w:val="clear" w:pos="936"/>
        <w:tab w:val="clear" w:pos="1138"/>
        <w:tab w:val="clear" w:pos="1354"/>
        <w:tab w:val="left" w:pos="940"/>
        <w:tab w:val="left" w:pos="1140"/>
        <w:tab w:val="left" w:pos="1360"/>
      </w:tabs>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
    <w:basedOn w:val="Heading4"/>
    <w:next w:val="Normal"/>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qFormat/>
    <w:rsid w:val="00F56AA0"/>
    <w:pPr>
      <w:numPr>
        <w:ilvl w:val="5"/>
      </w:numPr>
      <w:outlineLvl w:val="5"/>
    </w:pPr>
  </w:style>
  <w:style w:type="paragraph" w:styleId="Heading7">
    <w:name w:val="heading 7"/>
    <w:aliases w:val="Bulleted list,L7"/>
    <w:basedOn w:val="Heading6"/>
    <w:next w:val="Normal"/>
    <w:qFormat/>
    <w:rsid w:val="00F56AA0"/>
    <w:pPr>
      <w:numPr>
        <w:ilvl w:val="6"/>
      </w:numPr>
      <w:outlineLvl w:val="6"/>
    </w:pPr>
  </w:style>
  <w:style w:type="paragraph" w:styleId="Heading8">
    <w:name w:val="heading 8"/>
    <w:aliases w:val="Legal Level 1.1.1.,Center Bold,Table Heading,Table"/>
    <w:basedOn w:val="Heading6"/>
    <w:next w:val="Normal"/>
    <w:qFormat/>
    <w:rsid w:val="00F56AA0"/>
    <w:pPr>
      <w:numPr>
        <w:ilvl w:val="7"/>
      </w:numPr>
      <w:outlineLvl w:val="7"/>
    </w:pPr>
  </w:style>
  <w:style w:type="paragraph" w:styleId="Heading9">
    <w:name w:val="heading 9"/>
    <w:aliases w:val="Figure Heading,FH,Titre 10"/>
    <w:basedOn w:val="Heading6"/>
    <w:next w:val="Normal"/>
    <w:qFormat/>
    <w:rsid w:val="00F56AA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3"/>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3"/>
      </w:numPr>
      <w:tabs>
        <w:tab w:val="left" w:pos="640"/>
      </w:tabs>
      <w:spacing w:line="250" w:lineRule="exact"/>
    </w:pPr>
    <w:rPr>
      <w:sz w:val="22"/>
    </w:rPr>
  </w:style>
  <w:style w:type="paragraph" w:customStyle="1" w:styleId="a4">
    <w:name w:val="a4"/>
    <w:basedOn w:val="Heading4"/>
    <w:next w:val="Normal"/>
    <w:rsid w:val="00F56AA0"/>
    <w:pPr>
      <w:numPr>
        <w:numId w:val="3"/>
      </w:numPr>
      <w:tabs>
        <w:tab w:val="clear" w:pos="940"/>
        <w:tab w:val="clear" w:pos="1140"/>
        <w:tab w:val="clear" w:pos="1360"/>
        <w:tab w:val="left" w:pos="880"/>
      </w:tabs>
    </w:pPr>
  </w:style>
  <w:style w:type="paragraph" w:customStyle="1" w:styleId="a5">
    <w:name w:val="a5"/>
    <w:basedOn w:val="Heading5"/>
    <w:next w:val="Normal"/>
    <w:rsid w:val="00F56AA0"/>
    <w:pPr>
      <w:numPr>
        <w:numId w:val="3"/>
      </w:numPr>
      <w:tabs>
        <w:tab w:val="left" w:pos="1140"/>
        <w:tab w:val="left" w:pos="1360"/>
      </w:tabs>
    </w:pPr>
  </w:style>
  <w:style w:type="paragraph" w:customStyle="1" w:styleId="a6">
    <w:name w:val="a6"/>
    <w:basedOn w:val="Heading6"/>
    <w:next w:val="Normal"/>
    <w:rsid w:val="00F56AA0"/>
    <w:pPr>
      <w:numPr>
        <w:numId w:val="3"/>
      </w:numPr>
      <w:tabs>
        <w:tab w:val="left" w:pos="1140"/>
        <w:tab w:val="left" w:pos="1360"/>
      </w:tabs>
    </w:pPr>
  </w:style>
  <w:style w:type="paragraph" w:customStyle="1" w:styleId="ANNEX">
    <w:name w:val="ANNEX"/>
    <w:basedOn w:val="Normal"/>
    <w:next w:val="Normal"/>
    <w:rsid w:val="00F56AA0"/>
    <w:pPr>
      <w:keepNext/>
      <w:pageBreakBefore/>
      <w:numPr>
        <w:numId w:val="3"/>
      </w:numPr>
      <w:spacing w:after="760" w:line="310" w:lineRule="exact"/>
      <w:jc w:val="center"/>
      <w:outlineLvl w:val="0"/>
    </w:pPr>
    <w:rPr>
      <w:b/>
      <w:sz w:val="28"/>
    </w:rPr>
  </w:style>
  <w:style w:type="paragraph" w:customStyle="1" w:styleId="ANNEXN">
    <w:name w:val="ANNEXN"/>
    <w:basedOn w:val="ANNEX"/>
    <w:next w:val="Normal"/>
    <w:rsid w:val="00F56AA0"/>
    <w:pPr>
      <w:numPr>
        <w:numId w:val="19"/>
      </w:numPr>
    </w:pPr>
  </w:style>
  <w:style w:type="paragraph" w:customStyle="1" w:styleId="ANNEXZ">
    <w:name w:val="ANNEXZ"/>
    <w:basedOn w:val="ANNEX"/>
    <w:next w:val="Normal"/>
    <w:rsid w:val="00F56AA0"/>
    <w:pPr>
      <w:numPr>
        <w:numId w:val="6"/>
      </w:numPr>
    </w:pPr>
  </w:style>
  <w:style w:type="paragraph" w:customStyle="1" w:styleId="Bibliography1">
    <w:name w:val="Bibliography1"/>
    <w:basedOn w:val="Normal"/>
    <w:rsid w:val="00F56AA0"/>
    <w:pPr>
      <w:numPr>
        <w:numId w:val="7"/>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
    <w:basedOn w:val="Normal"/>
    <w:next w:val="Normal"/>
    <w:link w:val="CaptionChar"/>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0">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2"/>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3"/>
      </w:numPr>
    </w:pPr>
  </w:style>
  <w:style w:type="paragraph" w:styleId="ListBullet5">
    <w:name w:val="List Bullet 5"/>
    <w:basedOn w:val="Normal"/>
    <w:autoRedefine/>
    <w:rsid w:val="00F56AA0"/>
    <w:pPr>
      <w:numPr>
        <w:numId w:val="14"/>
      </w:numPr>
    </w:pPr>
  </w:style>
  <w:style w:type="paragraph" w:styleId="ListContinue">
    <w:name w:val="List Continue"/>
    <w:aliases w:val="list 1,list-1"/>
    <w:basedOn w:val="Normal"/>
    <w:rsid w:val="00F56AA0"/>
    <w:pPr>
      <w:numPr>
        <w:numId w:val="15"/>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6"/>
      </w:numPr>
      <w:tabs>
        <w:tab w:val="left" w:pos="400"/>
      </w:tabs>
    </w:pPr>
  </w:style>
  <w:style w:type="paragraph" w:styleId="ListNumber2">
    <w:name w:val="List Number 2"/>
    <w:basedOn w:val="Normal"/>
    <w:rsid w:val="00F56AA0"/>
    <w:pPr>
      <w:numPr>
        <w:ilvl w:val="1"/>
        <w:numId w:val="16"/>
      </w:numPr>
      <w:tabs>
        <w:tab w:val="left" w:pos="800"/>
      </w:tabs>
    </w:pPr>
  </w:style>
  <w:style w:type="paragraph" w:styleId="ListNumber3">
    <w:name w:val="List Number 3"/>
    <w:basedOn w:val="Normal"/>
    <w:rsid w:val="00F56AA0"/>
    <w:pPr>
      <w:numPr>
        <w:ilvl w:val="2"/>
        <w:numId w:val="16"/>
      </w:numPr>
      <w:tabs>
        <w:tab w:val="left" w:pos="1200"/>
      </w:tabs>
    </w:pPr>
  </w:style>
  <w:style w:type="paragraph" w:styleId="ListNumber4">
    <w:name w:val="List Number 4"/>
    <w:basedOn w:val="Normal"/>
    <w:rsid w:val="00F56AA0"/>
    <w:pPr>
      <w:numPr>
        <w:ilvl w:val="3"/>
        <w:numId w:val="16"/>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19"/>
      </w:numPr>
    </w:pPr>
  </w:style>
  <w:style w:type="paragraph" w:customStyle="1" w:styleId="na3">
    <w:name w:val="na3"/>
    <w:basedOn w:val="a3"/>
    <w:next w:val="Normal"/>
    <w:rsid w:val="00F56AA0"/>
    <w:pPr>
      <w:numPr>
        <w:numId w:val="19"/>
      </w:numPr>
    </w:pPr>
  </w:style>
  <w:style w:type="paragraph" w:customStyle="1" w:styleId="na4">
    <w:name w:val="na4"/>
    <w:basedOn w:val="a4"/>
    <w:next w:val="Normal"/>
    <w:rsid w:val="00F56AA0"/>
    <w:pPr>
      <w:numPr>
        <w:numId w:val="19"/>
      </w:numPr>
      <w:tabs>
        <w:tab w:val="left" w:pos="1060"/>
      </w:tabs>
    </w:pPr>
  </w:style>
  <w:style w:type="paragraph" w:customStyle="1" w:styleId="na5">
    <w:name w:val="na5"/>
    <w:basedOn w:val="a5"/>
    <w:next w:val="Normal"/>
    <w:rsid w:val="00F56AA0"/>
    <w:pPr>
      <w:numPr>
        <w:numId w:val="19"/>
      </w:numPr>
    </w:pPr>
  </w:style>
  <w:style w:type="paragraph" w:customStyle="1" w:styleId="na6">
    <w:name w:val="na6"/>
    <w:basedOn w:val="a6"/>
    <w:next w:val="Normal"/>
    <w:rsid w:val="00F56AA0"/>
    <w:pPr>
      <w:numPr>
        <w:numId w:val="19"/>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link w:val="TabletitleChar"/>
    <w:qFormat/>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link w:val="TitleChar"/>
    <w:uiPriority w:val="10"/>
    <w:qFormat/>
    <w:rsid w:val="00F56AA0"/>
    <w:pPr>
      <w:spacing w:before="240" w:after="60"/>
      <w:jc w:val="center"/>
      <w:outlineLvl w:val="0"/>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F95F2C"/>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3"/>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4"/>
      </w:numPr>
      <w:tabs>
        <w:tab w:val="clear" w:pos="1800"/>
        <w:tab w:val="num" w:pos="720"/>
      </w:tabs>
      <w:spacing w:before="60" w:after="60"/>
    </w:pPr>
    <w:rPr>
      <w:b/>
    </w:rPr>
  </w:style>
  <w:style w:type="paragraph" w:customStyle="1" w:styleId="sp2">
    <w:name w:val="sp2"/>
    <w:basedOn w:val="Normal"/>
    <w:rsid w:val="00F56AA0"/>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4"/>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9"/>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8"/>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uiPriority w:val="99"/>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uiPriority w:val="99"/>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18"/>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2"/>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basedOn w:val="Normal"/>
    <w:link w:val="ListParagraphChar"/>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uiPriority w:val="39"/>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 w:type="character" w:customStyle="1" w:styleId="ListParagraphChar">
    <w:name w:val="List Paragraph Char"/>
    <w:basedOn w:val="DefaultParagraphFont"/>
    <w:link w:val="ListParagraph"/>
    <w:uiPriority w:val="34"/>
    <w:qFormat/>
    <w:locked/>
    <w:rsid w:val="00BB431F"/>
    <w:rPr>
      <w:rFonts w:ascii="Cambria" w:hAnsi="Cambria"/>
      <w:sz w:val="22"/>
      <w:lang w:val="de-DE" w:eastAsia="ja-JP"/>
    </w:rPr>
  </w:style>
  <w:style w:type="character" w:customStyle="1" w:styleId="TablebodyChar">
    <w:name w:val="Table body Char"/>
    <w:basedOn w:val="DefaultParagraphFont"/>
    <w:link w:val="Tablebody0"/>
    <w:locked/>
    <w:rsid w:val="00BB431F"/>
    <w:rPr>
      <w:rFonts w:ascii="Cambria" w:eastAsia="Calibri" w:hAnsi="Cambria"/>
      <w:lang w:val="en-GB"/>
    </w:rPr>
  </w:style>
  <w:style w:type="paragraph" w:customStyle="1" w:styleId="Tablebody0">
    <w:name w:val="Table body"/>
    <w:basedOn w:val="Normal"/>
    <w:link w:val="TablebodyChar"/>
    <w:rsid w:val="00BB431F"/>
    <w:pPr>
      <w:spacing w:before="60" w:after="60" w:line="210" w:lineRule="atLeast"/>
      <w:jc w:val="left"/>
    </w:pPr>
    <w:rPr>
      <w:rFonts w:eastAsia="Calibri"/>
      <w:sz w:val="20"/>
      <w:lang w:val="en-GB" w:eastAsia="en-US"/>
    </w:rPr>
  </w:style>
  <w:style w:type="character" w:customStyle="1" w:styleId="TitleChar">
    <w:name w:val="Title Char"/>
    <w:basedOn w:val="DefaultParagraphFont"/>
    <w:link w:val="Title"/>
    <w:uiPriority w:val="10"/>
    <w:rsid w:val="005F44B5"/>
    <w:rPr>
      <w:rFonts w:ascii="Cambria" w:hAnsi="Cambria"/>
      <w:b/>
      <w:kern w:val="28"/>
      <w:sz w:val="32"/>
      <w:lang w:val="de-DE" w:eastAsia="ja-JP"/>
    </w:rPr>
  </w:style>
  <w:style w:type="character" w:customStyle="1" w:styleId="FigureTitleChar">
    <w:name w:val="Figure Title Char"/>
    <w:basedOn w:val="DefaultParagraphFont"/>
    <w:link w:val="FigureTitle"/>
    <w:locked/>
    <w:rsid w:val="0049035D"/>
    <w:rPr>
      <w:rFonts w:ascii="Cambria" w:eastAsia="Calibri" w:hAnsi="Cambria"/>
      <w:b/>
      <w:bCs/>
      <w:lang w:val="en-GB"/>
    </w:rPr>
  </w:style>
  <w:style w:type="paragraph" w:customStyle="1" w:styleId="FigureTitle">
    <w:name w:val="Figure Title"/>
    <w:basedOn w:val="ListParagraph"/>
    <w:link w:val="FigureTitleChar"/>
    <w:qFormat/>
    <w:rsid w:val="0049035D"/>
    <w:pPr>
      <w:numPr>
        <w:numId w:val="31"/>
      </w:numPr>
      <w:tabs>
        <w:tab w:val="left" w:pos="403"/>
      </w:tabs>
      <w:spacing w:after="120" w:line="240" w:lineRule="atLeast"/>
      <w:jc w:val="center"/>
    </w:pPr>
    <w:rPr>
      <w:rFonts w:eastAsia="Calibri"/>
      <w:b/>
      <w:bCs/>
      <w:sz w:val="20"/>
      <w:lang w:val="en-GB" w:eastAsia="en-US"/>
    </w:rPr>
  </w:style>
  <w:style w:type="character" w:customStyle="1" w:styleId="TabletitleChar">
    <w:name w:val="Table title Char"/>
    <w:basedOn w:val="DefaultParagraphFont"/>
    <w:link w:val="Tabletitle"/>
    <w:locked/>
    <w:rsid w:val="0049035D"/>
    <w:rPr>
      <w:rFonts w:ascii="Cambria" w:hAnsi="Cambria"/>
      <w:b/>
      <w:sz w:val="22"/>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14200297">
      <w:bodyDiv w:val="1"/>
      <w:marLeft w:val="0"/>
      <w:marRight w:val="0"/>
      <w:marTop w:val="0"/>
      <w:marBottom w:val="0"/>
      <w:divBdr>
        <w:top w:val="none" w:sz="0" w:space="0" w:color="auto"/>
        <w:left w:val="none" w:sz="0" w:space="0" w:color="auto"/>
        <w:bottom w:val="none" w:sz="0" w:space="0" w:color="auto"/>
        <w:right w:val="none" w:sz="0" w:space="0" w:color="auto"/>
      </w:divBdr>
    </w:div>
    <w:div w:id="238294718">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13146868">
      <w:bodyDiv w:val="1"/>
      <w:marLeft w:val="0"/>
      <w:marRight w:val="0"/>
      <w:marTop w:val="0"/>
      <w:marBottom w:val="0"/>
      <w:divBdr>
        <w:top w:val="none" w:sz="0" w:space="0" w:color="auto"/>
        <w:left w:val="none" w:sz="0" w:space="0" w:color="auto"/>
        <w:bottom w:val="none" w:sz="0" w:space="0" w:color="auto"/>
        <w:right w:val="none" w:sz="0" w:space="0" w:color="auto"/>
      </w:divBdr>
      <w:divsChild>
        <w:div w:id="223764486">
          <w:marLeft w:val="446"/>
          <w:marRight w:val="0"/>
          <w:marTop w:val="0"/>
          <w:marBottom w:val="0"/>
          <w:divBdr>
            <w:top w:val="none" w:sz="0" w:space="0" w:color="auto"/>
            <w:left w:val="none" w:sz="0" w:space="0" w:color="auto"/>
            <w:bottom w:val="none" w:sz="0" w:space="0" w:color="auto"/>
            <w:right w:val="none" w:sz="0" w:space="0" w:color="auto"/>
          </w:divBdr>
        </w:div>
        <w:div w:id="658391135">
          <w:marLeft w:val="446"/>
          <w:marRight w:val="0"/>
          <w:marTop w:val="0"/>
          <w:marBottom w:val="0"/>
          <w:divBdr>
            <w:top w:val="none" w:sz="0" w:space="0" w:color="auto"/>
            <w:left w:val="none" w:sz="0" w:space="0" w:color="auto"/>
            <w:bottom w:val="none" w:sz="0" w:space="0" w:color="auto"/>
            <w:right w:val="none" w:sz="0" w:space="0" w:color="auto"/>
          </w:divBdr>
        </w:div>
        <w:div w:id="1683127114">
          <w:marLeft w:val="446"/>
          <w:marRight w:val="0"/>
          <w:marTop w:val="0"/>
          <w:marBottom w:val="0"/>
          <w:divBdr>
            <w:top w:val="none" w:sz="0" w:space="0" w:color="auto"/>
            <w:left w:val="none" w:sz="0" w:space="0" w:color="auto"/>
            <w:bottom w:val="none" w:sz="0" w:space="0" w:color="auto"/>
            <w:right w:val="none" w:sz="0" w:space="0" w:color="auto"/>
          </w:divBdr>
        </w:div>
        <w:div w:id="1606839344">
          <w:marLeft w:val="1166"/>
          <w:marRight w:val="0"/>
          <w:marTop w:val="0"/>
          <w:marBottom w:val="0"/>
          <w:divBdr>
            <w:top w:val="none" w:sz="0" w:space="0" w:color="auto"/>
            <w:left w:val="none" w:sz="0" w:space="0" w:color="auto"/>
            <w:bottom w:val="none" w:sz="0" w:space="0" w:color="auto"/>
            <w:right w:val="none" w:sz="0" w:space="0" w:color="auto"/>
          </w:divBdr>
        </w:div>
        <w:div w:id="188684494">
          <w:marLeft w:val="446"/>
          <w:marRight w:val="0"/>
          <w:marTop w:val="0"/>
          <w:marBottom w:val="0"/>
          <w:divBdr>
            <w:top w:val="none" w:sz="0" w:space="0" w:color="auto"/>
            <w:left w:val="none" w:sz="0" w:space="0" w:color="auto"/>
            <w:bottom w:val="none" w:sz="0" w:space="0" w:color="auto"/>
            <w:right w:val="none" w:sz="0" w:space="0" w:color="auto"/>
          </w:divBdr>
        </w:div>
        <w:div w:id="1639647534">
          <w:marLeft w:val="446"/>
          <w:marRight w:val="0"/>
          <w:marTop w:val="0"/>
          <w:marBottom w:val="0"/>
          <w:divBdr>
            <w:top w:val="none" w:sz="0" w:space="0" w:color="auto"/>
            <w:left w:val="none" w:sz="0" w:space="0" w:color="auto"/>
            <w:bottom w:val="none" w:sz="0" w:space="0" w:color="auto"/>
            <w:right w:val="none" w:sz="0" w:space="0" w:color="auto"/>
          </w:divBdr>
        </w:div>
        <w:div w:id="1032538191">
          <w:marLeft w:val="446"/>
          <w:marRight w:val="0"/>
          <w:marTop w:val="0"/>
          <w:marBottom w:val="0"/>
          <w:divBdr>
            <w:top w:val="none" w:sz="0" w:space="0" w:color="auto"/>
            <w:left w:val="none" w:sz="0" w:space="0" w:color="auto"/>
            <w:bottom w:val="none" w:sz="0" w:space="0" w:color="auto"/>
            <w:right w:val="none" w:sz="0" w:space="0" w:color="auto"/>
          </w:divBdr>
        </w:div>
      </w:divsChild>
    </w:div>
    <w:div w:id="319313665">
      <w:bodyDiv w:val="1"/>
      <w:marLeft w:val="0"/>
      <w:marRight w:val="0"/>
      <w:marTop w:val="0"/>
      <w:marBottom w:val="0"/>
      <w:divBdr>
        <w:top w:val="none" w:sz="0" w:space="0" w:color="auto"/>
        <w:left w:val="none" w:sz="0" w:space="0" w:color="auto"/>
        <w:bottom w:val="none" w:sz="0" w:space="0" w:color="auto"/>
        <w:right w:val="none" w:sz="0" w:space="0" w:color="auto"/>
      </w:divBdr>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491412523">
      <w:bodyDiv w:val="1"/>
      <w:marLeft w:val="0"/>
      <w:marRight w:val="0"/>
      <w:marTop w:val="0"/>
      <w:marBottom w:val="0"/>
      <w:divBdr>
        <w:top w:val="none" w:sz="0" w:space="0" w:color="auto"/>
        <w:left w:val="none" w:sz="0" w:space="0" w:color="auto"/>
        <w:bottom w:val="none" w:sz="0" w:space="0" w:color="auto"/>
        <w:right w:val="none" w:sz="0" w:space="0" w:color="auto"/>
      </w:divBdr>
    </w:div>
    <w:div w:id="587542319">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766391756">
      <w:bodyDiv w:val="1"/>
      <w:marLeft w:val="0"/>
      <w:marRight w:val="0"/>
      <w:marTop w:val="0"/>
      <w:marBottom w:val="0"/>
      <w:divBdr>
        <w:top w:val="none" w:sz="0" w:space="0" w:color="auto"/>
        <w:left w:val="none" w:sz="0" w:space="0" w:color="auto"/>
        <w:bottom w:val="none" w:sz="0" w:space="0" w:color="auto"/>
        <w:right w:val="none" w:sz="0" w:space="0" w:color="auto"/>
      </w:divBdr>
    </w:div>
    <w:div w:id="782379916">
      <w:bodyDiv w:val="1"/>
      <w:marLeft w:val="0"/>
      <w:marRight w:val="0"/>
      <w:marTop w:val="0"/>
      <w:marBottom w:val="0"/>
      <w:divBdr>
        <w:top w:val="none" w:sz="0" w:space="0" w:color="auto"/>
        <w:left w:val="none" w:sz="0" w:space="0" w:color="auto"/>
        <w:bottom w:val="none" w:sz="0" w:space="0" w:color="auto"/>
        <w:right w:val="none" w:sz="0" w:space="0" w:color="auto"/>
      </w:divBdr>
      <w:divsChild>
        <w:div w:id="1877111189">
          <w:marLeft w:val="806"/>
          <w:marRight w:val="0"/>
          <w:marTop w:val="200"/>
          <w:marBottom w:val="0"/>
          <w:divBdr>
            <w:top w:val="none" w:sz="0" w:space="0" w:color="auto"/>
            <w:left w:val="none" w:sz="0" w:space="0" w:color="auto"/>
            <w:bottom w:val="none" w:sz="0" w:space="0" w:color="auto"/>
            <w:right w:val="none" w:sz="0" w:space="0" w:color="auto"/>
          </w:divBdr>
        </w:div>
        <w:div w:id="2017999403">
          <w:marLeft w:val="806"/>
          <w:marRight w:val="0"/>
          <w:marTop w:val="200"/>
          <w:marBottom w:val="0"/>
          <w:divBdr>
            <w:top w:val="none" w:sz="0" w:space="0" w:color="auto"/>
            <w:left w:val="none" w:sz="0" w:space="0" w:color="auto"/>
            <w:bottom w:val="none" w:sz="0" w:space="0" w:color="auto"/>
            <w:right w:val="none" w:sz="0" w:space="0" w:color="auto"/>
          </w:divBdr>
        </w:div>
      </w:divsChild>
    </w:div>
    <w:div w:id="793256239">
      <w:bodyDiv w:val="1"/>
      <w:marLeft w:val="0"/>
      <w:marRight w:val="0"/>
      <w:marTop w:val="0"/>
      <w:marBottom w:val="0"/>
      <w:divBdr>
        <w:top w:val="none" w:sz="0" w:space="0" w:color="auto"/>
        <w:left w:val="none" w:sz="0" w:space="0" w:color="auto"/>
        <w:bottom w:val="none" w:sz="0" w:space="0" w:color="auto"/>
        <w:right w:val="none" w:sz="0" w:space="0" w:color="auto"/>
      </w:divBdr>
    </w:div>
    <w:div w:id="858157552">
      <w:bodyDiv w:val="1"/>
      <w:marLeft w:val="0"/>
      <w:marRight w:val="0"/>
      <w:marTop w:val="0"/>
      <w:marBottom w:val="0"/>
      <w:divBdr>
        <w:top w:val="none" w:sz="0" w:space="0" w:color="auto"/>
        <w:left w:val="none" w:sz="0" w:space="0" w:color="auto"/>
        <w:bottom w:val="none" w:sz="0" w:space="0" w:color="auto"/>
        <w:right w:val="none" w:sz="0" w:space="0" w:color="auto"/>
      </w:divBdr>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930237423">
      <w:bodyDiv w:val="1"/>
      <w:marLeft w:val="0"/>
      <w:marRight w:val="0"/>
      <w:marTop w:val="0"/>
      <w:marBottom w:val="0"/>
      <w:divBdr>
        <w:top w:val="none" w:sz="0" w:space="0" w:color="auto"/>
        <w:left w:val="none" w:sz="0" w:space="0" w:color="auto"/>
        <w:bottom w:val="none" w:sz="0" w:space="0" w:color="auto"/>
        <w:right w:val="none" w:sz="0" w:space="0" w:color="auto"/>
      </w:divBdr>
    </w:div>
    <w:div w:id="985204954">
      <w:bodyDiv w:val="1"/>
      <w:marLeft w:val="0"/>
      <w:marRight w:val="0"/>
      <w:marTop w:val="0"/>
      <w:marBottom w:val="0"/>
      <w:divBdr>
        <w:top w:val="none" w:sz="0" w:space="0" w:color="auto"/>
        <w:left w:val="none" w:sz="0" w:space="0" w:color="auto"/>
        <w:bottom w:val="none" w:sz="0" w:space="0" w:color="auto"/>
        <w:right w:val="none" w:sz="0" w:space="0" w:color="auto"/>
      </w:divBdr>
    </w:div>
    <w:div w:id="1003165313">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095244222">
      <w:bodyDiv w:val="1"/>
      <w:marLeft w:val="0"/>
      <w:marRight w:val="0"/>
      <w:marTop w:val="0"/>
      <w:marBottom w:val="0"/>
      <w:divBdr>
        <w:top w:val="none" w:sz="0" w:space="0" w:color="auto"/>
        <w:left w:val="none" w:sz="0" w:space="0" w:color="auto"/>
        <w:bottom w:val="none" w:sz="0" w:space="0" w:color="auto"/>
        <w:right w:val="none" w:sz="0" w:space="0" w:color="auto"/>
      </w:divBdr>
    </w:div>
    <w:div w:id="1111974932">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171872512">
      <w:bodyDiv w:val="1"/>
      <w:marLeft w:val="0"/>
      <w:marRight w:val="0"/>
      <w:marTop w:val="0"/>
      <w:marBottom w:val="0"/>
      <w:divBdr>
        <w:top w:val="none" w:sz="0" w:space="0" w:color="auto"/>
        <w:left w:val="none" w:sz="0" w:space="0" w:color="auto"/>
        <w:bottom w:val="none" w:sz="0" w:space="0" w:color="auto"/>
        <w:right w:val="none" w:sz="0" w:space="0" w:color="auto"/>
      </w:divBdr>
    </w:div>
    <w:div w:id="1191146734">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16710414">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46266866">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674186718">
      <w:bodyDiv w:val="1"/>
      <w:marLeft w:val="0"/>
      <w:marRight w:val="0"/>
      <w:marTop w:val="0"/>
      <w:marBottom w:val="0"/>
      <w:divBdr>
        <w:top w:val="none" w:sz="0" w:space="0" w:color="auto"/>
        <w:left w:val="none" w:sz="0" w:space="0" w:color="auto"/>
        <w:bottom w:val="none" w:sz="0" w:space="0" w:color="auto"/>
        <w:right w:val="none" w:sz="0" w:space="0" w:color="auto"/>
      </w:divBdr>
    </w:div>
    <w:div w:id="1705133512">
      <w:bodyDiv w:val="1"/>
      <w:marLeft w:val="0"/>
      <w:marRight w:val="0"/>
      <w:marTop w:val="0"/>
      <w:marBottom w:val="0"/>
      <w:divBdr>
        <w:top w:val="none" w:sz="0" w:space="0" w:color="auto"/>
        <w:left w:val="none" w:sz="0" w:space="0" w:color="auto"/>
        <w:bottom w:val="none" w:sz="0" w:space="0" w:color="auto"/>
        <w:right w:val="none" w:sz="0" w:space="0" w:color="auto"/>
      </w:divBdr>
    </w:div>
    <w:div w:id="1779376258">
      <w:bodyDiv w:val="1"/>
      <w:marLeft w:val="0"/>
      <w:marRight w:val="0"/>
      <w:marTop w:val="0"/>
      <w:marBottom w:val="0"/>
      <w:divBdr>
        <w:top w:val="none" w:sz="0" w:space="0" w:color="auto"/>
        <w:left w:val="none" w:sz="0" w:space="0" w:color="auto"/>
        <w:bottom w:val="none" w:sz="0" w:space="0" w:color="auto"/>
        <w:right w:val="none" w:sz="0" w:space="0" w:color="auto"/>
      </w:divBdr>
    </w:div>
    <w:div w:id="1822692601">
      <w:bodyDiv w:val="1"/>
      <w:marLeft w:val="0"/>
      <w:marRight w:val="0"/>
      <w:marTop w:val="0"/>
      <w:marBottom w:val="0"/>
      <w:divBdr>
        <w:top w:val="none" w:sz="0" w:space="0" w:color="auto"/>
        <w:left w:val="none" w:sz="0" w:space="0" w:color="auto"/>
        <w:bottom w:val="none" w:sz="0" w:space="0" w:color="auto"/>
        <w:right w:val="none" w:sz="0" w:space="0" w:color="auto"/>
      </w:divBdr>
    </w:div>
    <w:div w:id="1837380930">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1930114662">
      <w:bodyDiv w:val="1"/>
      <w:marLeft w:val="0"/>
      <w:marRight w:val="0"/>
      <w:marTop w:val="0"/>
      <w:marBottom w:val="0"/>
      <w:divBdr>
        <w:top w:val="none" w:sz="0" w:space="0" w:color="auto"/>
        <w:left w:val="none" w:sz="0" w:space="0" w:color="auto"/>
        <w:bottom w:val="none" w:sz="0" w:space="0" w:color="auto"/>
        <w:right w:val="none" w:sz="0" w:space="0" w:color="auto"/>
      </w:divBdr>
      <w:divsChild>
        <w:div w:id="109476775">
          <w:marLeft w:val="446"/>
          <w:marRight w:val="0"/>
          <w:marTop w:val="0"/>
          <w:marBottom w:val="0"/>
          <w:divBdr>
            <w:top w:val="none" w:sz="0" w:space="0" w:color="auto"/>
            <w:left w:val="none" w:sz="0" w:space="0" w:color="auto"/>
            <w:bottom w:val="none" w:sz="0" w:space="0" w:color="auto"/>
            <w:right w:val="none" w:sz="0" w:space="0" w:color="auto"/>
          </w:divBdr>
        </w:div>
        <w:div w:id="576599351">
          <w:marLeft w:val="446"/>
          <w:marRight w:val="0"/>
          <w:marTop w:val="0"/>
          <w:marBottom w:val="0"/>
          <w:divBdr>
            <w:top w:val="none" w:sz="0" w:space="0" w:color="auto"/>
            <w:left w:val="none" w:sz="0" w:space="0" w:color="auto"/>
            <w:bottom w:val="none" w:sz="0" w:space="0" w:color="auto"/>
            <w:right w:val="none" w:sz="0" w:space="0" w:color="auto"/>
          </w:divBdr>
        </w:div>
        <w:div w:id="882139495">
          <w:marLeft w:val="446"/>
          <w:marRight w:val="0"/>
          <w:marTop w:val="0"/>
          <w:marBottom w:val="0"/>
          <w:divBdr>
            <w:top w:val="none" w:sz="0" w:space="0" w:color="auto"/>
            <w:left w:val="none" w:sz="0" w:space="0" w:color="auto"/>
            <w:bottom w:val="none" w:sz="0" w:space="0" w:color="auto"/>
            <w:right w:val="none" w:sz="0" w:space="0" w:color="auto"/>
          </w:divBdr>
        </w:div>
        <w:div w:id="177356444">
          <w:marLeft w:val="446"/>
          <w:marRight w:val="0"/>
          <w:marTop w:val="0"/>
          <w:marBottom w:val="0"/>
          <w:divBdr>
            <w:top w:val="none" w:sz="0" w:space="0" w:color="auto"/>
            <w:left w:val="none" w:sz="0" w:space="0" w:color="auto"/>
            <w:bottom w:val="none" w:sz="0" w:space="0" w:color="auto"/>
            <w:right w:val="none" w:sz="0" w:space="0" w:color="auto"/>
          </w:divBdr>
        </w:div>
        <w:div w:id="67728584">
          <w:marLeft w:val="446"/>
          <w:marRight w:val="0"/>
          <w:marTop w:val="0"/>
          <w:marBottom w:val="0"/>
          <w:divBdr>
            <w:top w:val="none" w:sz="0" w:space="0" w:color="auto"/>
            <w:left w:val="none" w:sz="0" w:space="0" w:color="auto"/>
            <w:bottom w:val="none" w:sz="0" w:space="0" w:color="auto"/>
            <w:right w:val="none" w:sz="0" w:space="0" w:color="auto"/>
          </w:divBdr>
        </w:div>
        <w:div w:id="1942835751">
          <w:marLeft w:val="1166"/>
          <w:marRight w:val="0"/>
          <w:marTop w:val="0"/>
          <w:marBottom w:val="0"/>
          <w:divBdr>
            <w:top w:val="none" w:sz="0" w:space="0" w:color="auto"/>
            <w:left w:val="none" w:sz="0" w:space="0" w:color="auto"/>
            <w:bottom w:val="none" w:sz="0" w:space="0" w:color="auto"/>
            <w:right w:val="none" w:sz="0" w:space="0" w:color="auto"/>
          </w:divBdr>
        </w:div>
        <w:div w:id="832526263">
          <w:marLeft w:val="446"/>
          <w:marRight w:val="0"/>
          <w:marTop w:val="0"/>
          <w:marBottom w:val="0"/>
          <w:divBdr>
            <w:top w:val="none" w:sz="0" w:space="0" w:color="auto"/>
            <w:left w:val="none" w:sz="0" w:space="0" w:color="auto"/>
            <w:bottom w:val="none" w:sz="0" w:space="0" w:color="auto"/>
            <w:right w:val="none" w:sz="0" w:space="0" w:color="auto"/>
          </w:divBdr>
        </w:div>
        <w:div w:id="601842454">
          <w:marLeft w:val="446"/>
          <w:marRight w:val="0"/>
          <w:marTop w:val="0"/>
          <w:marBottom w:val="0"/>
          <w:divBdr>
            <w:top w:val="none" w:sz="0" w:space="0" w:color="auto"/>
            <w:left w:val="none" w:sz="0" w:space="0" w:color="auto"/>
            <w:bottom w:val="none" w:sz="0" w:space="0" w:color="auto"/>
            <w:right w:val="none" w:sz="0" w:space="0" w:color="auto"/>
          </w:divBdr>
        </w:div>
        <w:div w:id="720594220">
          <w:marLeft w:val="1166"/>
          <w:marRight w:val="0"/>
          <w:marTop w:val="0"/>
          <w:marBottom w:val="0"/>
          <w:divBdr>
            <w:top w:val="none" w:sz="0" w:space="0" w:color="auto"/>
            <w:left w:val="none" w:sz="0" w:space="0" w:color="auto"/>
            <w:bottom w:val="none" w:sz="0" w:space="0" w:color="auto"/>
            <w:right w:val="none" w:sz="0" w:space="0" w:color="auto"/>
          </w:divBdr>
        </w:div>
      </w:divsChild>
    </w:div>
    <w:div w:id="1957827450">
      <w:bodyDiv w:val="1"/>
      <w:marLeft w:val="0"/>
      <w:marRight w:val="0"/>
      <w:marTop w:val="0"/>
      <w:marBottom w:val="0"/>
      <w:divBdr>
        <w:top w:val="none" w:sz="0" w:space="0" w:color="auto"/>
        <w:left w:val="none" w:sz="0" w:space="0" w:color="auto"/>
        <w:bottom w:val="none" w:sz="0" w:space="0" w:color="auto"/>
        <w:right w:val="none" w:sz="0" w:space="0" w:color="auto"/>
      </w:divBdr>
    </w:div>
    <w:div w:id="1975789828">
      <w:bodyDiv w:val="1"/>
      <w:marLeft w:val="0"/>
      <w:marRight w:val="0"/>
      <w:marTop w:val="0"/>
      <w:marBottom w:val="0"/>
      <w:divBdr>
        <w:top w:val="none" w:sz="0" w:space="0" w:color="auto"/>
        <w:left w:val="none" w:sz="0" w:space="0" w:color="auto"/>
        <w:bottom w:val="none" w:sz="0" w:space="0" w:color="auto"/>
        <w:right w:val="none" w:sz="0" w:space="0" w:color="auto"/>
      </w:divBdr>
    </w:div>
    <w:div w:id="2053188942">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4504-37A4-440F-AF1F-2E488461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Std.dot</Template>
  <TotalTime>27</TotalTime>
  <Pages>3</Pages>
  <Words>595</Words>
  <Characters>3391</Characters>
  <Application>Microsoft Office Word</Application>
  <DocSecurity>0</DocSecurity>
  <Lines>87</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afnor</Company>
  <LinksUpToDate>false</LinksUpToDate>
  <CharactersWithSpaces>4004</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Iraj Sodagar</cp:lastModifiedBy>
  <cp:revision>30</cp:revision>
  <cp:lastPrinted>2019-10-09T15:37:00Z</cp:lastPrinted>
  <dcterms:created xsi:type="dcterms:W3CDTF">2024-02-22T19:39:00Z</dcterms:created>
  <dcterms:modified xsi:type="dcterms:W3CDTF">2024-02-22T20:05:00Z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4f67b03792f0188e7fdb8b19cd550467e390d43b44a7b95bdbe430a2a42a40b9</vt:lpwstr>
  </property>
</Properties>
</file>