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C57F8" w14:textId="6F82BBA6" w:rsidR="001A33D0" w:rsidRPr="006D1923" w:rsidRDefault="001A33D0" w:rsidP="001A33D0">
      <w:pPr>
        <w:jc w:val="right"/>
        <w:rPr>
          <w:b/>
          <w:sz w:val="28"/>
          <w:szCs w:val="28"/>
        </w:rPr>
      </w:pPr>
      <w:r w:rsidRPr="006D1923">
        <w:rPr>
          <w:b/>
          <w:noProof/>
          <w:sz w:val="28"/>
          <w:szCs w:val="28"/>
        </w:rPr>
        <w:t>ISO</w:t>
      </w:r>
      <w:r w:rsidR="0089719C">
        <w:rPr>
          <w:b/>
          <w:noProof/>
          <w:sz w:val="28"/>
          <w:szCs w:val="28"/>
        </w:rPr>
        <w:t>/IEC</w:t>
      </w:r>
      <w:r w:rsidRPr="006D1923">
        <w:rPr>
          <w:b/>
          <w:noProof/>
          <w:sz w:val="28"/>
          <w:szCs w:val="28"/>
        </w:rPr>
        <w:t> </w:t>
      </w:r>
      <w:r w:rsidR="003C5F33">
        <w:rPr>
          <w:b/>
          <w:noProof/>
          <w:sz w:val="28"/>
          <w:szCs w:val="28"/>
        </w:rPr>
        <w:t>14496</w:t>
      </w:r>
      <w:r w:rsidRPr="006D1923">
        <w:rPr>
          <w:b/>
          <w:noProof/>
          <w:sz w:val="28"/>
          <w:szCs w:val="28"/>
        </w:rPr>
        <w:t>-</w:t>
      </w:r>
      <w:r w:rsidR="003C5F33">
        <w:rPr>
          <w:b/>
          <w:noProof/>
          <w:sz w:val="28"/>
          <w:szCs w:val="28"/>
        </w:rPr>
        <w:t>34</w:t>
      </w:r>
      <w:r w:rsidRPr="006D1923">
        <w:rPr>
          <w:b/>
          <w:noProof/>
          <w:sz w:val="28"/>
          <w:szCs w:val="28"/>
        </w:rPr>
        <w:t>:</w:t>
      </w:r>
      <w:r w:rsidR="00B2586C" w:rsidRPr="006D1923">
        <w:rPr>
          <w:b/>
          <w:noProof/>
          <w:sz w:val="28"/>
          <w:szCs w:val="28"/>
        </w:rPr>
        <w:t>2</w:t>
      </w:r>
      <w:r w:rsidR="001F73ED">
        <w:rPr>
          <w:b/>
          <w:noProof/>
          <w:sz w:val="28"/>
          <w:szCs w:val="28"/>
        </w:rPr>
        <w:t>2</w:t>
      </w:r>
      <w:r w:rsidRPr="006D1923">
        <w:rPr>
          <w:b/>
          <w:noProof/>
          <w:sz w:val="28"/>
          <w:szCs w:val="28"/>
        </w:rPr>
        <w:t>##(X)</w:t>
      </w:r>
    </w:p>
    <w:p w14:paraId="34D789A7" w14:textId="7DFCED31" w:rsidR="001A33D0" w:rsidRPr="006D1923" w:rsidRDefault="001A33D0" w:rsidP="001A33D0">
      <w:pPr>
        <w:jc w:val="right"/>
      </w:pPr>
      <w:r w:rsidRPr="006D1923">
        <w:rPr>
          <w:noProof/>
        </w:rPr>
        <w:t>ISO </w:t>
      </w:r>
      <w:r w:rsidRPr="006D1923">
        <w:t>TC </w:t>
      </w:r>
      <w:r w:rsidR="00B2586C" w:rsidRPr="006D1923">
        <w:rPr>
          <w:noProof/>
        </w:rPr>
        <w:t>1</w:t>
      </w:r>
      <w:r w:rsidRPr="006D1923">
        <w:t>/SC </w:t>
      </w:r>
      <w:r w:rsidR="00B2586C" w:rsidRPr="006D1923">
        <w:rPr>
          <w:noProof/>
        </w:rPr>
        <w:t>29</w:t>
      </w:r>
      <w:r w:rsidRPr="006D1923">
        <w:t>/WG </w:t>
      </w:r>
      <w:r w:rsidR="00B2586C" w:rsidRPr="006D1923">
        <w:t>03</w:t>
      </w:r>
    </w:p>
    <w:p w14:paraId="4BC8AD39" w14:textId="2C1B3A64" w:rsidR="001A33D0" w:rsidRPr="006D1923" w:rsidRDefault="000F0E7A" w:rsidP="001A33D0">
      <w:pPr>
        <w:spacing w:after="2000"/>
        <w:jc w:val="right"/>
      </w:pPr>
      <w:r w:rsidRPr="006D1923">
        <w:t>Date</w:t>
      </w:r>
      <w:r w:rsidR="001A33D0" w:rsidRPr="006D1923">
        <w:t xml:space="preserve">: </w:t>
      </w:r>
      <w:r w:rsidR="00B2586C" w:rsidRPr="006D1923">
        <w:rPr>
          <w:noProof/>
        </w:rPr>
        <w:t>202</w:t>
      </w:r>
      <w:r w:rsidR="00710D1B">
        <w:rPr>
          <w:noProof/>
        </w:rPr>
        <w:t>3</w:t>
      </w:r>
      <w:r w:rsidRPr="006D1923">
        <w:rPr>
          <w:noProof/>
        </w:rPr>
        <w:t>-</w:t>
      </w:r>
      <w:r w:rsidR="00710D1B">
        <w:rPr>
          <w:noProof/>
        </w:rPr>
        <w:t>0</w:t>
      </w:r>
      <w:r w:rsidR="00961473">
        <w:rPr>
          <w:noProof/>
        </w:rPr>
        <w:t>9</w:t>
      </w:r>
      <w:r w:rsidRPr="006D1923">
        <w:rPr>
          <w:noProof/>
        </w:rPr>
        <w:t>-</w:t>
      </w:r>
      <w:r w:rsidR="00064445">
        <w:rPr>
          <w:noProof/>
        </w:rPr>
        <w:t>2</w:t>
      </w:r>
      <w:r w:rsidR="00961473">
        <w:rPr>
          <w:noProof/>
        </w:rPr>
        <w:t>0</w:t>
      </w:r>
    </w:p>
    <w:p w14:paraId="6CAA5093" w14:textId="3377BDF8" w:rsidR="001A33D0" w:rsidRPr="006D1923" w:rsidRDefault="005E1276" w:rsidP="001A33D0">
      <w:pPr>
        <w:spacing w:line="360" w:lineRule="atLeast"/>
        <w:jc w:val="left"/>
        <w:rPr>
          <w:b/>
          <w:sz w:val="32"/>
          <w:szCs w:val="32"/>
        </w:rPr>
      </w:pPr>
      <w:r w:rsidRPr="006D1923">
        <w:rPr>
          <w:b/>
          <w:sz w:val="32"/>
          <w:szCs w:val="32"/>
        </w:rPr>
        <w:t xml:space="preserve">Information technology — </w:t>
      </w:r>
      <w:r w:rsidR="006A2321" w:rsidRPr="00F552CF">
        <w:rPr>
          <w:b/>
          <w:sz w:val="32"/>
        </w:rPr>
        <w:t>Coding of audio-visual objects</w:t>
      </w:r>
      <w:r w:rsidR="006A2321" w:rsidRPr="006D1923" w:rsidDel="006A2321">
        <w:rPr>
          <w:b/>
          <w:sz w:val="32"/>
          <w:szCs w:val="32"/>
        </w:rPr>
        <w:t xml:space="preserve"> </w:t>
      </w:r>
      <w:r w:rsidRPr="006D1923">
        <w:rPr>
          <w:b/>
          <w:sz w:val="32"/>
          <w:szCs w:val="32"/>
        </w:rPr>
        <w:t xml:space="preserve">— Part </w:t>
      </w:r>
      <w:r w:rsidR="006A2321" w:rsidRPr="006D1923">
        <w:rPr>
          <w:b/>
          <w:sz w:val="32"/>
          <w:szCs w:val="32"/>
        </w:rPr>
        <w:t>34</w:t>
      </w:r>
      <w:r w:rsidRPr="006D1923">
        <w:rPr>
          <w:b/>
          <w:sz w:val="32"/>
          <w:szCs w:val="32"/>
        </w:rPr>
        <w:t>: Syntactic description language</w:t>
      </w:r>
    </w:p>
    <w:p w14:paraId="5CE214AE" w14:textId="77777777" w:rsidR="001A33D0" w:rsidRPr="006D1923" w:rsidRDefault="001A33D0" w:rsidP="001A33D0">
      <w:pPr>
        <w:spacing w:before="2000"/>
      </w:pPr>
    </w:p>
    <w:p w14:paraId="68404C06" w14:textId="233E64CE" w:rsidR="001A33D0" w:rsidRPr="006D1923" w:rsidRDefault="00686E8A"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 xml:space="preserve">Pot. Impr. </w:t>
      </w:r>
      <w:r w:rsidR="00710D1B">
        <w:rPr>
          <w:sz w:val="80"/>
          <w:szCs w:val="80"/>
        </w:rPr>
        <w:t xml:space="preserve">DIS </w:t>
      </w:r>
      <w:r w:rsidR="001A33D0" w:rsidRPr="006D1923">
        <w:rPr>
          <w:sz w:val="80"/>
          <w:szCs w:val="80"/>
        </w:rPr>
        <w:t>stage</w:t>
      </w:r>
    </w:p>
    <w:p w14:paraId="05B162D7" w14:textId="77777777" w:rsidR="001A33D0" w:rsidRPr="006D1923" w:rsidRDefault="001A33D0" w:rsidP="001A33D0"/>
    <w:p w14:paraId="012991B9"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6D1923">
        <w:rPr>
          <w:b/>
          <w:sz w:val="20"/>
        </w:rPr>
        <w:t>Warning for WDs and CDs</w:t>
      </w:r>
    </w:p>
    <w:p w14:paraId="32C821DA"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6D1923">
        <w:rPr>
          <w:bCs/>
          <w:sz w:val="20"/>
        </w:rPr>
        <w:t>This document is not an ISO International Standard. It is distributed for review and comment. It is subject to change without notice and may not be referred to as an International Standard.</w:t>
      </w:r>
    </w:p>
    <w:p w14:paraId="42C77227"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6D1923">
        <w:rPr>
          <w:bCs/>
          <w:sz w:val="20"/>
        </w:rPr>
        <w:t>Recipients of this draft are invited to submit, with their comments, notification of any relevant patent rights of which they are aware and to provide supporting documentation.</w:t>
      </w:r>
    </w:p>
    <w:p w14:paraId="78730BDB" w14:textId="77777777" w:rsidR="00ED5FAB" w:rsidRPr="006D1923" w:rsidRDefault="00ED5FAB" w:rsidP="00DF6AAF">
      <w:pPr>
        <w:pStyle w:val="BodyText"/>
      </w:pPr>
    </w:p>
    <w:p w14:paraId="709AD63A" w14:textId="77777777" w:rsidR="00ED5FAB" w:rsidRPr="006D1923" w:rsidRDefault="00ED5FAB" w:rsidP="00DF6AAF">
      <w:pPr>
        <w:pStyle w:val="BodyText"/>
      </w:pPr>
    </w:p>
    <w:p w14:paraId="0E139F13" w14:textId="77777777" w:rsidR="001A33D0" w:rsidRPr="006D1923" w:rsidRDefault="001A33D0" w:rsidP="00DF6AAF">
      <w:pPr>
        <w:pStyle w:val="BodyText"/>
      </w:pPr>
    </w:p>
    <w:p w14:paraId="6CBDE698" w14:textId="512C382C" w:rsidR="001A33D0" w:rsidRPr="006D192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6D1923">
        <w:rPr>
          <w:color w:val="auto"/>
        </w:rPr>
        <w:lastRenderedPageBreak/>
        <w:t>© ISO 20</w:t>
      </w:r>
      <w:r w:rsidR="00A76A72" w:rsidRPr="006D1923">
        <w:rPr>
          <w:color w:val="auto"/>
        </w:rPr>
        <w:t>22</w:t>
      </w:r>
    </w:p>
    <w:p w14:paraId="4C443BCC" w14:textId="77777777" w:rsidR="001A33D0" w:rsidRPr="006D192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6D1923">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0B6CE35" w14:textId="77777777" w:rsidR="001A33D0" w:rsidRPr="006D192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ISO copyright office</w:t>
      </w:r>
    </w:p>
    <w:p w14:paraId="3011C3F0" w14:textId="77777777" w:rsidR="001A33D0" w:rsidRPr="006D192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CP 401</w:t>
      </w:r>
      <w:r w:rsidR="001A33D0" w:rsidRPr="006D1923">
        <w:rPr>
          <w:color w:val="auto"/>
          <w:sz w:val="20"/>
        </w:rPr>
        <w:t xml:space="preserve"> • </w:t>
      </w:r>
      <w:r w:rsidRPr="006D1923">
        <w:rPr>
          <w:color w:val="auto"/>
          <w:sz w:val="20"/>
        </w:rPr>
        <w:t>Ch. de Blandonnet 8</w:t>
      </w:r>
    </w:p>
    <w:p w14:paraId="34968B41" w14:textId="77777777" w:rsidR="001A33D0" w:rsidRPr="006D192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CH-1214 Vernier, Geneva</w:t>
      </w:r>
    </w:p>
    <w:p w14:paraId="0E6917E1" w14:textId="77777777" w:rsidR="001A33D0" w:rsidRPr="00282F4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282F49">
        <w:rPr>
          <w:color w:val="auto"/>
          <w:sz w:val="20"/>
        </w:rPr>
        <w:t xml:space="preserve">Phone: </w:t>
      </w:r>
      <w:r w:rsidR="001A33D0" w:rsidRPr="00282F49">
        <w:rPr>
          <w:color w:val="auto"/>
          <w:sz w:val="20"/>
        </w:rPr>
        <w:t>+41 22 749 01 11</w:t>
      </w:r>
    </w:p>
    <w:p w14:paraId="70C5CF5A" w14:textId="77777777" w:rsidR="001A33D0" w:rsidRPr="00282F4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282F49">
        <w:rPr>
          <w:color w:val="auto"/>
          <w:sz w:val="20"/>
        </w:rPr>
        <w:t xml:space="preserve">Email: </w:t>
      </w:r>
      <w:r w:rsidR="001A33D0" w:rsidRPr="00282F49">
        <w:rPr>
          <w:color w:val="auto"/>
          <w:sz w:val="20"/>
        </w:rPr>
        <w:t>copyright@iso.org</w:t>
      </w:r>
    </w:p>
    <w:p w14:paraId="6FB0ADDF" w14:textId="77777777" w:rsidR="00BC394B" w:rsidRPr="00282F49"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282F49">
        <w:rPr>
          <w:color w:val="auto"/>
          <w:sz w:val="20"/>
        </w:rPr>
        <w:t>Website: www.iso.org</w:t>
      </w:r>
    </w:p>
    <w:p w14:paraId="680B3FB7" w14:textId="77777777" w:rsidR="001A33D0" w:rsidRPr="006D192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282F49">
        <w:rPr>
          <w:color w:val="auto"/>
          <w:sz w:val="20"/>
        </w:rPr>
        <w:t>Published in Switzerland</w:t>
      </w:r>
    </w:p>
    <w:p w14:paraId="12984B7D" w14:textId="77777777" w:rsidR="001A33D0" w:rsidRPr="006D1923" w:rsidRDefault="001A33D0" w:rsidP="001A33D0">
      <w:pPr>
        <w:pStyle w:val="zzContents"/>
        <w:spacing w:before="0"/>
      </w:pPr>
      <w:r w:rsidRPr="006D1923">
        <w:lastRenderedPageBreak/>
        <w:t>Contents</w:t>
      </w:r>
    </w:p>
    <w:p w14:paraId="29EA414A" w14:textId="7CBB6EA8" w:rsidR="00333C49" w:rsidRDefault="0054733A">
      <w:pPr>
        <w:pStyle w:val="TOC1"/>
        <w:rPr>
          <w:rFonts w:asciiTheme="minorHAnsi" w:eastAsiaTheme="minorEastAsia" w:hAnsiTheme="minorHAnsi" w:cstheme="minorBidi"/>
          <w:b w:val="0"/>
          <w:noProof/>
          <w:kern w:val="2"/>
          <w:sz w:val="24"/>
          <w:szCs w:val="24"/>
          <w:lang w:eastAsia="en-GB"/>
          <w14:ligatures w14:val="standardContextual"/>
        </w:rPr>
      </w:pPr>
      <w:r w:rsidRPr="006D1923">
        <w:fldChar w:fldCharType="begin"/>
      </w:r>
      <w:r w:rsidRPr="006D1923">
        <w:instrText xml:space="preserve"> TOC \o "</w:instrText>
      </w:r>
      <w:r w:rsidR="002C453D" w:rsidRPr="006D1923">
        <w:instrText>1</w:instrText>
      </w:r>
      <w:r w:rsidRPr="006D1923">
        <w:instrText xml:space="preserve">-3" \h \z \t "Heading 1;1;ANNEX;1;Biblio Title;1;Foreword Title;1;Intro Title;1" </w:instrText>
      </w:r>
      <w:r w:rsidRPr="006D1923">
        <w:fldChar w:fldCharType="separate"/>
      </w:r>
      <w:hyperlink w:anchor="_Toc150443085" w:history="1">
        <w:r w:rsidR="00333C49" w:rsidRPr="00EA2324">
          <w:rPr>
            <w:rStyle w:val="Hyperlink"/>
            <w:noProof/>
          </w:rPr>
          <w:t>Foreword</w:t>
        </w:r>
        <w:r w:rsidR="00333C49">
          <w:rPr>
            <w:noProof/>
            <w:webHidden/>
          </w:rPr>
          <w:tab/>
        </w:r>
        <w:r w:rsidR="00333C49">
          <w:rPr>
            <w:noProof/>
            <w:webHidden/>
          </w:rPr>
          <w:fldChar w:fldCharType="begin"/>
        </w:r>
        <w:r w:rsidR="00333C49">
          <w:rPr>
            <w:noProof/>
            <w:webHidden/>
          </w:rPr>
          <w:instrText xml:space="preserve"> PAGEREF _Toc150443085 \h </w:instrText>
        </w:r>
        <w:r w:rsidR="00333C49">
          <w:rPr>
            <w:noProof/>
            <w:webHidden/>
          </w:rPr>
        </w:r>
        <w:r w:rsidR="00333C49">
          <w:rPr>
            <w:noProof/>
            <w:webHidden/>
          </w:rPr>
          <w:fldChar w:fldCharType="separate"/>
        </w:r>
        <w:r w:rsidR="00333C49">
          <w:rPr>
            <w:noProof/>
            <w:webHidden/>
          </w:rPr>
          <w:t>v</w:t>
        </w:r>
        <w:r w:rsidR="00333C49">
          <w:rPr>
            <w:noProof/>
            <w:webHidden/>
          </w:rPr>
          <w:fldChar w:fldCharType="end"/>
        </w:r>
      </w:hyperlink>
    </w:p>
    <w:p w14:paraId="1AD772D3" w14:textId="5518F879" w:rsidR="00333C49" w:rsidRDefault="00333C49">
      <w:pPr>
        <w:pStyle w:val="TOC1"/>
        <w:rPr>
          <w:rFonts w:asciiTheme="minorHAnsi" w:eastAsiaTheme="minorEastAsia" w:hAnsiTheme="minorHAnsi" w:cstheme="minorBidi"/>
          <w:b w:val="0"/>
          <w:noProof/>
          <w:kern w:val="2"/>
          <w:sz w:val="24"/>
          <w:szCs w:val="24"/>
          <w:lang w:eastAsia="en-GB"/>
          <w14:ligatures w14:val="standardContextual"/>
        </w:rPr>
      </w:pPr>
      <w:hyperlink w:anchor="_Toc150443086" w:history="1">
        <w:r w:rsidRPr="00EA2324">
          <w:rPr>
            <w:rStyle w:val="Hyperlink"/>
            <w:noProof/>
          </w:rPr>
          <w:t>Introduction</w:t>
        </w:r>
        <w:r>
          <w:rPr>
            <w:noProof/>
            <w:webHidden/>
          </w:rPr>
          <w:tab/>
        </w:r>
        <w:r>
          <w:rPr>
            <w:noProof/>
            <w:webHidden/>
          </w:rPr>
          <w:fldChar w:fldCharType="begin"/>
        </w:r>
        <w:r>
          <w:rPr>
            <w:noProof/>
            <w:webHidden/>
          </w:rPr>
          <w:instrText xml:space="preserve"> PAGEREF _Toc150443086 \h </w:instrText>
        </w:r>
        <w:r>
          <w:rPr>
            <w:noProof/>
            <w:webHidden/>
          </w:rPr>
        </w:r>
        <w:r>
          <w:rPr>
            <w:noProof/>
            <w:webHidden/>
          </w:rPr>
          <w:fldChar w:fldCharType="separate"/>
        </w:r>
        <w:r>
          <w:rPr>
            <w:noProof/>
            <w:webHidden/>
          </w:rPr>
          <w:t>vi</w:t>
        </w:r>
        <w:r>
          <w:rPr>
            <w:noProof/>
            <w:webHidden/>
          </w:rPr>
          <w:fldChar w:fldCharType="end"/>
        </w:r>
      </w:hyperlink>
    </w:p>
    <w:p w14:paraId="565CD24E" w14:textId="55B31A6C" w:rsidR="00333C49" w:rsidRDefault="00333C49">
      <w:pPr>
        <w:pStyle w:val="TOC1"/>
        <w:rPr>
          <w:rFonts w:asciiTheme="minorHAnsi" w:eastAsiaTheme="minorEastAsia" w:hAnsiTheme="minorHAnsi" w:cstheme="minorBidi"/>
          <w:b w:val="0"/>
          <w:noProof/>
          <w:kern w:val="2"/>
          <w:sz w:val="24"/>
          <w:szCs w:val="24"/>
          <w:lang w:eastAsia="en-GB"/>
          <w14:ligatures w14:val="standardContextual"/>
        </w:rPr>
      </w:pPr>
      <w:hyperlink w:anchor="_Toc150443087" w:history="1">
        <w:r w:rsidRPr="00EA2324">
          <w:rPr>
            <w:rStyle w:val="Hyperlink"/>
            <w:noProof/>
          </w:rPr>
          <w:t>1</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Scope</w:t>
        </w:r>
        <w:r>
          <w:rPr>
            <w:noProof/>
            <w:webHidden/>
          </w:rPr>
          <w:tab/>
        </w:r>
        <w:r>
          <w:rPr>
            <w:noProof/>
            <w:webHidden/>
          </w:rPr>
          <w:fldChar w:fldCharType="begin"/>
        </w:r>
        <w:r>
          <w:rPr>
            <w:noProof/>
            <w:webHidden/>
          </w:rPr>
          <w:instrText xml:space="preserve"> PAGEREF _Toc150443087 \h </w:instrText>
        </w:r>
        <w:r>
          <w:rPr>
            <w:noProof/>
            <w:webHidden/>
          </w:rPr>
        </w:r>
        <w:r>
          <w:rPr>
            <w:noProof/>
            <w:webHidden/>
          </w:rPr>
          <w:fldChar w:fldCharType="separate"/>
        </w:r>
        <w:r>
          <w:rPr>
            <w:noProof/>
            <w:webHidden/>
          </w:rPr>
          <w:t>1</w:t>
        </w:r>
        <w:r>
          <w:rPr>
            <w:noProof/>
            <w:webHidden/>
          </w:rPr>
          <w:fldChar w:fldCharType="end"/>
        </w:r>
      </w:hyperlink>
    </w:p>
    <w:p w14:paraId="41FCE961" w14:textId="7EB418A1" w:rsidR="00333C49" w:rsidRDefault="00333C49">
      <w:pPr>
        <w:pStyle w:val="TOC1"/>
        <w:rPr>
          <w:rFonts w:asciiTheme="minorHAnsi" w:eastAsiaTheme="minorEastAsia" w:hAnsiTheme="minorHAnsi" w:cstheme="minorBidi"/>
          <w:b w:val="0"/>
          <w:noProof/>
          <w:kern w:val="2"/>
          <w:sz w:val="24"/>
          <w:szCs w:val="24"/>
          <w:lang w:eastAsia="en-GB"/>
          <w14:ligatures w14:val="standardContextual"/>
        </w:rPr>
      </w:pPr>
      <w:hyperlink w:anchor="_Toc150443088" w:history="1">
        <w:r w:rsidRPr="00EA2324">
          <w:rPr>
            <w:rStyle w:val="Hyperlink"/>
            <w:noProof/>
          </w:rPr>
          <w:t>2</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Normative references</w:t>
        </w:r>
        <w:r>
          <w:rPr>
            <w:noProof/>
            <w:webHidden/>
          </w:rPr>
          <w:tab/>
        </w:r>
        <w:r>
          <w:rPr>
            <w:noProof/>
            <w:webHidden/>
          </w:rPr>
          <w:fldChar w:fldCharType="begin"/>
        </w:r>
        <w:r>
          <w:rPr>
            <w:noProof/>
            <w:webHidden/>
          </w:rPr>
          <w:instrText xml:space="preserve"> PAGEREF _Toc150443088 \h </w:instrText>
        </w:r>
        <w:r>
          <w:rPr>
            <w:noProof/>
            <w:webHidden/>
          </w:rPr>
        </w:r>
        <w:r>
          <w:rPr>
            <w:noProof/>
            <w:webHidden/>
          </w:rPr>
          <w:fldChar w:fldCharType="separate"/>
        </w:r>
        <w:r>
          <w:rPr>
            <w:noProof/>
            <w:webHidden/>
          </w:rPr>
          <w:t>1</w:t>
        </w:r>
        <w:r>
          <w:rPr>
            <w:noProof/>
            <w:webHidden/>
          </w:rPr>
          <w:fldChar w:fldCharType="end"/>
        </w:r>
      </w:hyperlink>
    </w:p>
    <w:p w14:paraId="1E920F6C" w14:textId="474A35CD" w:rsidR="00333C49" w:rsidRDefault="00333C49">
      <w:pPr>
        <w:pStyle w:val="TOC1"/>
        <w:rPr>
          <w:rFonts w:asciiTheme="minorHAnsi" w:eastAsiaTheme="minorEastAsia" w:hAnsiTheme="minorHAnsi" w:cstheme="minorBidi"/>
          <w:b w:val="0"/>
          <w:noProof/>
          <w:kern w:val="2"/>
          <w:sz w:val="24"/>
          <w:szCs w:val="24"/>
          <w:lang w:eastAsia="en-GB"/>
          <w14:ligatures w14:val="standardContextual"/>
        </w:rPr>
      </w:pPr>
      <w:hyperlink w:anchor="_Toc150443089" w:history="1">
        <w:r w:rsidRPr="00EA2324">
          <w:rPr>
            <w:rStyle w:val="Hyperlink"/>
            <w:noProof/>
          </w:rPr>
          <w:t>3</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Terms and definitions</w:t>
        </w:r>
        <w:r>
          <w:rPr>
            <w:noProof/>
            <w:webHidden/>
          </w:rPr>
          <w:tab/>
        </w:r>
        <w:r>
          <w:rPr>
            <w:noProof/>
            <w:webHidden/>
          </w:rPr>
          <w:fldChar w:fldCharType="begin"/>
        </w:r>
        <w:r>
          <w:rPr>
            <w:noProof/>
            <w:webHidden/>
          </w:rPr>
          <w:instrText xml:space="preserve"> PAGEREF _Toc150443089 \h </w:instrText>
        </w:r>
        <w:r>
          <w:rPr>
            <w:noProof/>
            <w:webHidden/>
          </w:rPr>
        </w:r>
        <w:r>
          <w:rPr>
            <w:noProof/>
            <w:webHidden/>
          </w:rPr>
          <w:fldChar w:fldCharType="separate"/>
        </w:r>
        <w:r>
          <w:rPr>
            <w:noProof/>
            <w:webHidden/>
          </w:rPr>
          <w:t>1</w:t>
        </w:r>
        <w:r>
          <w:rPr>
            <w:noProof/>
            <w:webHidden/>
          </w:rPr>
          <w:fldChar w:fldCharType="end"/>
        </w:r>
      </w:hyperlink>
    </w:p>
    <w:p w14:paraId="64666C43" w14:textId="6380DF1F" w:rsidR="00333C49" w:rsidRDefault="00333C49">
      <w:pPr>
        <w:pStyle w:val="TOC1"/>
        <w:rPr>
          <w:rFonts w:asciiTheme="minorHAnsi" w:eastAsiaTheme="minorEastAsia" w:hAnsiTheme="minorHAnsi" w:cstheme="minorBidi"/>
          <w:b w:val="0"/>
          <w:noProof/>
          <w:kern w:val="2"/>
          <w:sz w:val="24"/>
          <w:szCs w:val="24"/>
          <w:lang w:eastAsia="en-GB"/>
          <w14:ligatures w14:val="standardContextual"/>
        </w:rPr>
      </w:pPr>
      <w:hyperlink w:anchor="_Toc150443090" w:history="1">
        <w:r w:rsidRPr="00EA2324">
          <w:rPr>
            <w:rStyle w:val="Hyperlink"/>
            <w:noProof/>
          </w:rPr>
          <w:t>4</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Document conventions</w:t>
        </w:r>
        <w:r>
          <w:rPr>
            <w:noProof/>
            <w:webHidden/>
          </w:rPr>
          <w:tab/>
        </w:r>
        <w:r>
          <w:rPr>
            <w:noProof/>
            <w:webHidden/>
          </w:rPr>
          <w:fldChar w:fldCharType="begin"/>
        </w:r>
        <w:r>
          <w:rPr>
            <w:noProof/>
            <w:webHidden/>
          </w:rPr>
          <w:instrText xml:space="preserve"> PAGEREF _Toc150443090 \h </w:instrText>
        </w:r>
        <w:r>
          <w:rPr>
            <w:noProof/>
            <w:webHidden/>
          </w:rPr>
        </w:r>
        <w:r>
          <w:rPr>
            <w:noProof/>
            <w:webHidden/>
          </w:rPr>
          <w:fldChar w:fldCharType="separate"/>
        </w:r>
        <w:r>
          <w:rPr>
            <w:noProof/>
            <w:webHidden/>
          </w:rPr>
          <w:t>1</w:t>
        </w:r>
        <w:r>
          <w:rPr>
            <w:noProof/>
            <w:webHidden/>
          </w:rPr>
          <w:fldChar w:fldCharType="end"/>
        </w:r>
      </w:hyperlink>
    </w:p>
    <w:p w14:paraId="485431DD" w14:textId="6F3B4A70"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091" w:history="1">
        <w:r w:rsidRPr="00EA2324">
          <w:rPr>
            <w:rStyle w:val="Hyperlink"/>
            <w:noProof/>
          </w:rPr>
          <w:t>4.1</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Rule formatting</w:t>
        </w:r>
        <w:r>
          <w:rPr>
            <w:noProof/>
            <w:webHidden/>
          </w:rPr>
          <w:tab/>
        </w:r>
        <w:r>
          <w:rPr>
            <w:noProof/>
            <w:webHidden/>
          </w:rPr>
          <w:fldChar w:fldCharType="begin"/>
        </w:r>
        <w:r>
          <w:rPr>
            <w:noProof/>
            <w:webHidden/>
          </w:rPr>
          <w:instrText xml:space="preserve"> PAGEREF _Toc150443091 \h </w:instrText>
        </w:r>
        <w:r>
          <w:rPr>
            <w:noProof/>
            <w:webHidden/>
          </w:rPr>
        </w:r>
        <w:r>
          <w:rPr>
            <w:noProof/>
            <w:webHidden/>
          </w:rPr>
          <w:fldChar w:fldCharType="separate"/>
        </w:r>
        <w:r>
          <w:rPr>
            <w:noProof/>
            <w:webHidden/>
          </w:rPr>
          <w:t>1</w:t>
        </w:r>
        <w:r>
          <w:rPr>
            <w:noProof/>
            <w:webHidden/>
          </w:rPr>
          <w:fldChar w:fldCharType="end"/>
        </w:r>
      </w:hyperlink>
    </w:p>
    <w:p w14:paraId="6109B7DC" w14:textId="59F8726A"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092" w:history="1">
        <w:r w:rsidRPr="00EA2324">
          <w:rPr>
            <w:rStyle w:val="Hyperlink"/>
            <w:noProof/>
          </w:rPr>
          <w:t>4.2</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Rule tokens</w:t>
        </w:r>
        <w:r>
          <w:rPr>
            <w:noProof/>
            <w:webHidden/>
          </w:rPr>
          <w:tab/>
        </w:r>
        <w:r>
          <w:rPr>
            <w:noProof/>
            <w:webHidden/>
          </w:rPr>
          <w:fldChar w:fldCharType="begin"/>
        </w:r>
        <w:r>
          <w:rPr>
            <w:noProof/>
            <w:webHidden/>
          </w:rPr>
          <w:instrText xml:space="preserve"> PAGEREF _Toc150443092 \h </w:instrText>
        </w:r>
        <w:r>
          <w:rPr>
            <w:noProof/>
            <w:webHidden/>
          </w:rPr>
        </w:r>
        <w:r>
          <w:rPr>
            <w:noProof/>
            <w:webHidden/>
          </w:rPr>
          <w:fldChar w:fldCharType="separate"/>
        </w:r>
        <w:r>
          <w:rPr>
            <w:noProof/>
            <w:webHidden/>
          </w:rPr>
          <w:t>2</w:t>
        </w:r>
        <w:r>
          <w:rPr>
            <w:noProof/>
            <w:webHidden/>
          </w:rPr>
          <w:fldChar w:fldCharType="end"/>
        </w:r>
      </w:hyperlink>
    </w:p>
    <w:p w14:paraId="4CDF6530" w14:textId="1593E004"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093" w:history="1">
        <w:r w:rsidRPr="00EA2324">
          <w:rPr>
            <w:rStyle w:val="Hyperlink"/>
            <w:noProof/>
          </w:rPr>
          <w:t>4.3</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Bitstream examples</w:t>
        </w:r>
        <w:r>
          <w:rPr>
            <w:noProof/>
            <w:webHidden/>
          </w:rPr>
          <w:tab/>
        </w:r>
        <w:r>
          <w:rPr>
            <w:noProof/>
            <w:webHidden/>
          </w:rPr>
          <w:fldChar w:fldCharType="begin"/>
        </w:r>
        <w:r>
          <w:rPr>
            <w:noProof/>
            <w:webHidden/>
          </w:rPr>
          <w:instrText xml:space="preserve"> PAGEREF _Toc150443093 \h </w:instrText>
        </w:r>
        <w:r>
          <w:rPr>
            <w:noProof/>
            <w:webHidden/>
          </w:rPr>
        </w:r>
        <w:r>
          <w:rPr>
            <w:noProof/>
            <w:webHidden/>
          </w:rPr>
          <w:fldChar w:fldCharType="separate"/>
        </w:r>
        <w:r>
          <w:rPr>
            <w:noProof/>
            <w:webHidden/>
          </w:rPr>
          <w:t>2</w:t>
        </w:r>
        <w:r>
          <w:rPr>
            <w:noProof/>
            <w:webHidden/>
          </w:rPr>
          <w:fldChar w:fldCharType="end"/>
        </w:r>
      </w:hyperlink>
    </w:p>
    <w:p w14:paraId="3139BC5A" w14:textId="7B4FE7F3" w:rsidR="00333C49" w:rsidRDefault="00333C49">
      <w:pPr>
        <w:pStyle w:val="TOC1"/>
        <w:rPr>
          <w:rFonts w:asciiTheme="minorHAnsi" w:eastAsiaTheme="minorEastAsia" w:hAnsiTheme="minorHAnsi" w:cstheme="minorBidi"/>
          <w:b w:val="0"/>
          <w:noProof/>
          <w:kern w:val="2"/>
          <w:sz w:val="24"/>
          <w:szCs w:val="24"/>
          <w:lang w:eastAsia="en-GB"/>
          <w14:ligatures w14:val="standardContextual"/>
        </w:rPr>
      </w:pPr>
      <w:hyperlink w:anchor="_Toc150443095" w:history="1">
        <w:r w:rsidRPr="00EA2324">
          <w:rPr>
            <w:rStyle w:val="Hyperlink"/>
            <w:noProof/>
          </w:rPr>
          <w:t>5</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General syntax aspects</w:t>
        </w:r>
        <w:r>
          <w:rPr>
            <w:noProof/>
            <w:webHidden/>
          </w:rPr>
          <w:tab/>
        </w:r>
        <w:r>
          <w:rPr>
            <w:noProof/>
            <w:webHidden/>
          </w:rPr>
          <w:fldChar w:fldCharType="begin"/>
        </w:r>
        <w:r>
          <w:rPr>
            <w:noProof/>
            <w:webHidden/>
          </w:rPr>
          <w:instrText xml:space="preserve"> PAGEREF _Toc150443095 \h </w:instrText>
        </w:r>
        <w:r>
          <w:rPr>
            <w:noProof/>
            <w:webHidden/>
          </w:rPr>
        </w:r>
        <w:r>
          <w:rPr>
            <w:noProof/>
            <w:webHidden/>
          </w:rPr>
          <w:fldChar w:fldCharType="separate"/>
        </w:r>
        <w:r>
          <w:rPr>
            <w:noProof/>
            <w:webHidden/>
          </w:rPr>
          <w:t>2</w:t>
        </w:r>
        <w:r>
          <w:rPr>
            <w:noProof/>
            <w:webHidden/>
          </w:rPr>
          <w:fldChar w:fldCharType="end"/>
        </w:r>
      </w:hyperlink>
    </w:p>
    <w:p w14:paraId="0EFBA157" w14:textId="36B00347"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096" w:history="1">
        <w:r w:rsidRPr="00EA2324">
          <w:rPr>
            <w:rStyle w:val="Hyperlink"/>
            <w:noProof/>
          </w:rPr>
          <w:t>5.1</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Case sensitivity</w:t>
        </w:r>
        <w:r>
          <w:rPr>
            <w:noProof/>
            <w:webHidden/>
          </w:rPr>
          <w:tab/>
        </w:r>
        <w:r>
          <w:rPr>
            <w:noProof/>
            <w:webHidden/>
          </w:rPr>
          <w:fldChar w:fldCharType="begin"/>
        </w:r>
        <w:r>
          <w:rPr>
            <w:noProof/>
            <w:webHidden/>
          </w:rPr>
          <w:instrText xml:space="preserve"> PAGEREF _Toc150443096 \h </w:instrText>
        </w:r>
        <w:r>
          <w:rPr>
            <w:noProof/>
            <w:webHidden/>
          </w:rPr>
        </w:r>
        <w:r>
          <w:rPr>
            <w:noProof/>
            <w:webHidden/>
          </w:rPr>
          <w:fldChar w:fldCharType="separate"/>
        </w:r>
        <w:r>
          <w:rPr>
            <w:noProof/>
            <w:webHidden/>
          </w:rPr>
          <w:t>2</w:t>
        </w:r>
        <w:r>
          <w:rPr>
            <w:noProof/>
            <w:webHidden/>
          </w:rPr>
          <w:fldChar w:fldCharType="end"/>
        </w:r>
      </w:hyperlink>
    </w:p>
    <w:p w14:paraId="66693582" w14:textId="7192A6E1"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097" w:history="1">
        <w:r w:rsidRPr="00EA2324">
          <w:rPr>
            <w:rStyle w:val="Hyperlink"/>
            <w:noProof/>
          </w:rPr>
          <w:t>5.2</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Identifiers</w:t>
        </w:r>
        <w:r>
          <w:rPr>
            <w:noProof/>
            <w:webHidden/>
          </w:rPr>
          <w:tab/>
        </w:r>
        <w:r>
          <w:rPr>
            <w:noProof/>
            <w:webHidden/>
          </w:rPr>
          <w:fldChar w:fldCharType="begin"/>
        </w:r>
        <w:r>
          <w:rPr>
            <w:noProof/>
            <w:webHidden/>
          </w:rPr>
          <w:instrText xml:space="preserve"> PAGEREF _Toc150443097 \h </w:instrText>
        </w:r>
        <w:r>
          <w:rPr>
            <w:noProof/>
            <w:webHidden/>
          </w:rPr>
        </w:r>
        <w:r>
          <w:rPr>
            <w:noProof/>
            <w:webHidden/>
          </w:rPr>
          <w:fldChar w:fldCharType="separate"/>
        </w:r>
        <w:r>
          <w:rPr>
            <w:noProof/>
            <w:webHidden/>
          </w:rPr>
          <w:t>2</w:t>
        </w:r>
        <w:r>
          <w:rPr>
            <w:noProof/>
            <w:webHidden/>
          </w:rPr>
          <w:fldChar w:fldCharType="end"/>
        </w:r>
      </w:hyperlink>
    </w:p>
    <w:p w14:paraId="6D36B130" w14:textId="2F870719"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098" w:history="1">
        <w:r w:rsidRPr="00EA2324">
          <w:rPr>
            <w:rStyle w:val="Hyperlink"/>
            <w:noProof/>
          </w:rPr>
          <w:t>5.3</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Punctuators</w:t>
        </w:r>
        <w:r>
          <w:rPr>
            <w:noProof/>
            <w:webHidden/>
          </w:rPr>
          <w:tab/>
        </w:r>
        <w:r>
          <w:rPr>
            <w:noProof/>
            <w:webHidden/>
          </w:rPr>
          <w:fldChar w:fldCharType="begin"/>
        </w:r>
        <w:r>
          <w:rPr>
            <w:noProof/>
            <w:webHidden/>
          </w:rPr>
          <w:instrText xml:space="preserve"> PAGEREF _Toc150443098 \h </w:instrText>
        </w:r>
        <w:r>
          <w:rPr>
            <w:noProof/>
            <w:webHidden/>
          </w:rPr>
        </w:r>
        <w:r>
          <w:rPr>
            <w:noProof/>
            <w:webHidden/>
          </w:rPr>
          <w:fldChar w:fldCharType="separate"/>
        </w:r>
        <w:r>
          <w:rPr>
            <w:noProof/>
            <w:webHidden/>
          </w:rPr>
          <w:t>3</w:t>
        </w:r>
        <w:r>
          <w:rPr>
            <w:noProof/>
            <w:webHidden/>
          </w:rPr>
          <w:fldChar w:fldCharType="end"/>
        </w:r>
      </w:hyperlink>
    </w:p>
    <w:p w14:paraId="66386D08" w14:textId="7BE56F33"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099" w:history="1">
        <w:r w:rsidRPr="00EA2324">
          <w:rPr>
            <w:rStyle w:val="Hyperlink"/>
            <w:noProof/>
          </w:rPr>
          <w:t>5.4</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Keywords</w:t>
        </w:r>
        <w:r>
          <w:rPr>
            <w:noProof/>
            <w:webHidden/>
          </w:rPr>
          <w:tab/>
        </w:r>
        <w:r>
          <w:rPr>
            <w:noProof/>
            <w:webHidden/>
          </w:rPr>
          <w:fldChar w:fldCharType="begin"/>
        </w:r>
        <w:r>
          <w:rPr>
            <w:noProof/>
            <w:webHidden/>
          </w:rPr>
          <w:instrText xml:space="preserve"> PAGEREF _Toc150443099 \h </w:instrText>
        </w:r>
        <w:r>
          <w:rPr>
            <w:noProof/>
            <w:webHidden/>
          </w:rPr>
        </w:r>
        <w:r>
          <w:rPr>
            <w:noProof/>
            <w:webHidden/>
          </w:rPr>
          <w:fldChar w:fldCharType="separate"/>
        </w:r>
        <w:r>
          <w:rPr>
            <w:noProof/>
            <w:webHidden/>
          </w:rPr>
          <w:t>3</w:t>
        </w:r>
        <w:r>
          <w:rPr>
            <w:noProof/>
            <w:webHidden/>
          </w:rPr>
          <w:fldChar w:fldCharType="end"/>
        </w:r>
      </w:hyperlink>
    </w:p>
    <w:p w14:paraId="1DBBA9A5" w14:textId="0C7F3ACF"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00" w:history="1">
        <w:r w:rsidRPr="00EA2324">
          <w:rPr>
            <w:rStyle w:val="Hyperlink"/>
            <w:noProof/>
          </w:rPr>
          <w:t>5.5</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Operators</w:t>
        </w:r>
        <w:r>
          <w:rPr>
            <w:noProof/>
            <w:webHidden/>
          </w:rPr>
          <w:tab/>
        </w:r>
        <w:r>
          <w:rPr>
            <w:noProof/>
            <w:webHidden/>
          </w:rPr>
          <w:fldChar w:fldCharType="begin"/>
        </w:r>
        <w:r>
          <w:rPr>
            <w:noProof/>
            <w:webHidden/>
          </w:rPr>
          <w:instrText xml:space="preserve"> PAGEREF _Toc150443100 \h </w:instrText>
        </w:r>
        <w:r>
          <w:rPr>
            <w:noProof/>
            <w:webHidden/>
          </w:rPr>
        </w:r>
        <w:r>
          <w:rPr>
            <w:noProof/>
            <w:webHidden/>
          </w:rPr>
          <w:fldChar w:fldCharType="separate"/>
        </w:r>
        <w:r>
          <w:rPr>
            <w:noProof/>
            <w:webHidden/>
          </w:rPr>
          <w:t>4</w:t>
        </w:r>
        <w:r>
          <w:rPr>
            <w:noProof/>
            <w:webHidden/>
          </w:rPr>
          <w:fldChar w:fldCharType="end"/>
        </w:r>
      </w:hyperlink>
    </w:p>
    <w:p w14:paraId="4367DB55" w14:textId="572CA435"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01" w:history="1">
        <w:r w:rsidRPr="00EA2324">
          <w:rPr>
            <w:rStyle w:val="Hyperlink"/>
            <w:noProof/>
          </w:rPr>
          <w:t>5.6</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Whitespace</w:t>
        </w:r>
        <w:r>
          <w:rPr>
            <w:noProof/>
            <w:webHidden/>
          </w:rPr>
          <w:tab/>
        </w:r>
        <w:r>
          <w:rPr>
            <w:noProof/>
            <w:webHidden/>
          </w:rPr>
          <w:fldChar w:fldCharType="begin"/>
        </w:r>
        <w:r>
          <w:rPr>
            <w:noProof/>
            <w:webHidden/>
          </w:rPr>
          <w:instrText xml:space="preserve"> PAGEREF _Toc150443101 \h </w:instrText>
        </w:r>
        <w:r>
          <w:rPr>
            <w:noProof/>
            <w:webHidden/>
          </w:rPr>
        </w:r>
        <w:r>
          <w:rPr>
            <w:noProof/>
            <w:webHidden/>
          </w:rPr>
          <w:fldChar w:fldCharType="separate"/>
        </w:r>
        <w:r>
          <w:rPr>
            <w:noProof/>
            <w:webHidden/>
          </w:rPr>
          <w:t>5</w:t>
        </w:r>
        <w:r>
          <w:rPr>
            <w:noProof/>
            <w:webHidden/>
          </w:rPr>
          <w:fldChar w:fldCharType="end"/>
        </w:r>
      </w:hyperlink>
    </w:p>
    <w:p w14:paraId="02563528" w14:textId="47A66A10"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02" w:history="1">
        <w:r w:rsidRPr="00EA2324">
          <w:rPr>
            <w:rStyle w:val="Hyperlink"/>
            <w:noProof/>
          </w:rPr>
          <w:t>5.7</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Built-in operators</w:t>
        </w:r>
        <w:r>
          <w:rPr>
            <w:noProof/>
            <w:webHidden/>
          </w:rPr>
          <w:tab/>
        </w:r>
        <w:r>
          <w:rPr>
            <w:noProof/>
            <w:webHidden/>
          </w:rPr>
          <w:fldChar w:fldCharType="begin"/>
        </w:r>
        <w:r>
          <w:rPr>
            <w:noProof/>
            <w:webHidden/>
          </w:rPr>
          <w:instrText xml:space="preserve"> PAGEREF _Toc150443102 \h </w:instrText>
        </w:r>
        <w:r>
          <w:rPr>
            <w:noProof/>
            <w:webHidden/>
          </w:rPr>
        </w:r>
        <w:r>
          <w:rPr>
            <w:noProof/>
            <w:webHidden/>
          </w:rPr>
          <w:fldChar w:fldCharType="separate"/>
        </w:r>
        <w:r>
          <w:rPr>
            <w:noProof/>
            <w:webHidden/>
          </w:rPr>
          <w:t>5</w:t>
        </w:r>
        <w:r>
          <w:rPr>
            <w:noProof/>
            <w:webHidden/>
          </w:rPr>
          <w:fldChar w:fldCharType="end"/>
        </w:r>
      </w:hyperlink>
    </w:p>
    <w:p w14:paraId="4041FAE0" w14:textId="06132FAA"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04" w:history="1">
        <w:r w:rsidRPr="00EA2324">
          <w:rPr>
            <w:rStyle w:val="Hyperlink"/>
            <w:noProof/>
          </w:rPr>
          <w:t>5.8</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Endianness</w:t>
        </w:r>
        <w:r>
          <w:rPr>
            <w:noProof/>
            <w:webHidden/>
          </w:rPr>
          <w:tab/>
        </w:r>
        <w:r>
          <w:rPr>
            <w:noProof/>
            <w:webHidden/>
          </w:rPr>
          <w:fldChar w:fldCharType="begin"/>
        </w:r>
        <w:r>
          <w:rPr>
            <w:noProof/>
            <w:webHidden/>
          </w:rPr>
          <w:instrText xml:space="preserve"> PAGEREF _Toc150443104 \h </w:instrText>
        </w:r>
        <w:r>
          <w:rPr>
            <w:noProof/>
            <w:webHidden/>
          </w:rPr>
        </w:r>
        <w:r>
          <w:rPr>
            <w:noProof/>
            <w:webHidden/>
          </w:rPr>
          <w:fldChar w:fldCharType="separate"/>
        </w:r>
        <w:r>
          <w:rPr>
            <w:noProof/>
            <w:webHidden/>
          </w:rPr>
          <w:t>6</w:t>
        </w:r>
        <w:r>
          <w:rPr>
            <w:noProof/>
            <w:webHidden/>
          </w:rPr>
          <w:fldChar w:fldCharType="end"/>
        </w:r>
      </w:hyperlink>
    </w:p>
    <w:p w14:paraId="3E4237D2" w14:textId="352C354E"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05" w:history="1">
        <w:r w:rsidRPr="00EA2324">
          <w:rPr>
            <w:rStyle w:val="Hyperlink"/>
            <w:noProof/>
          </w:rPr>
          <w:t>5.9</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Representation of numbers</w:t>
        </w:r>
        <w:r>
          <w:rPr>
            <w:noProof/>
            <w:webHidden/>
          </w:rPr>
          <w:tab/>
        </w:r>
        <w:r>
          <w:rPr>
            <w:noProof/>
            <w:webHidden/>
          </w:rPr>
          <w:fldChar w:fldCharType="begin"/>
        </w:r>
        <w:r>
          <w:rPr>
            <w:noProof/>
            <w:webHidden/>
          </w:rPr>
          <w:instrText xml:space="preserve"> PAGEREF _Toc150443105 \h </w:instrText>
        </w:r>
        <w:r>
          <w:rPr>
            <w:noProof/>
            <w:webHidden/>
          </w:rPr>
        </w:r>
        <w:r>
          <w:rPr>
            <w:noProof/>
            <w:webHidden/>
          </w:rPr>
          <w:fldChar w:fldCharType="separate"/>
        </w:r>
        <w:r>
          <w:rPr>
            <w:noProof/>
            <w:webHidden/>
          </w:rPr>
          <w:t>6</w:t>
        </w:r>
        <w:r>
          <w:rPr>
            <w:noProof/>
            <w:webHidden/>
          </w:rPr>
          <w:fldChar w:fldCharType="end"/>
        </w:r>
      </w:hyperlink>
    </w:p>
    <w:p w14:paraId="0D6458F8" w14:textId="1E3B41CD"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06" w:history="1">
        <w:r w:rsidRPr="00EA2324">
          <w:rPr>
            <w:rStyle w:val="Hyperlink"/>
            <w:noProof/>
          </w:rPr>
          <w:t>5.10</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Comments</w:t>
        </w:r>
        <w:r>
          <w:rPr>
            <w:noProof/>
            <w:webHidden/>
          </w:rPr>
          <w:tab/>
        </w:r>
        <w:r>
          <w:rPr>
            <w:noProof/>
            <w:webHidden/>
          </w:rPr>
          <w:fldChar w:fldCharType="begin"/>
        </w:r>
        <w:r>
          <w:rPr>
            <w:noProof/>
            <w:webHidden/>
          </w:rPr>
          <w:instrText xml:space="preserve"> PAGEREF _Toc150443106 \h </w:instrText>
        </w:r>
        <w:r>
          <w:rPr>
            <w:noProof/>
            <w:webHidden/>
          </w:rPr>
        </w:r>
        <w:r>
          <w:rPr>
            <w:noProof/>
            <w:webHidden/>
          </w:rPr>
          <w:fldChar w:fldCharType="separate"/>
        </w:r>
        <w:r>
          <w:rPr>
            <w:noProof/>
            <w:webHidden/>
          </w:rPr>
          <w:t>6</w:t>
        </w:r>
        <w:r>
          <w:rPr>
            <w:noProof/>
            <w:webHidden/>
          </w:rPr>
          <w:fldChar w:fldCharType="end"/>
        </w:r>
      </w:hyperlink>
    </w:p>
    <w:p w14:paraId="5DB5E83A" w14:textId="11312109"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07" w:history="1">
        <w:r w:rsidRPr="00EA2324">
          <w:rPr>
            <w:rStyle w:val="Hyperlink"/>
            <w:noProof/>
          </w:rPr>
          <w:t>5.11</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Binary values</w:t>
        </w:r>
        <w:r>
          <w:rPr>
            <w:noProof/>
            <w:webHidden/>
          </w:rPr>
          <w:tab/>
        </w:r>
        <w:r>
          <w:rPr>
            <w:noProof/>
            <w:webHidden/>
          </w:rPr>
          <w:fldChar w:fldCharType="begin"/>
        </w:r>
        <w:r>
          <w:rPr>
            <w:noProof/>
            <w:webHidden/>
          </w:rPr>
          <w:instrText xml:space="preserve"> PAGEREF _Toc150443107 \h </w:instrText>
        </w:r>
        <w:r>
          <w:rPr>
            <w:noProof/>
            <w:webHidden/>
          </w:rPr>
        </w:r>
        <w:r>
          <w:rPr>
            <w:noProof/>
            <w:webHidden/>
          </w:rPr>
          <w:fldChar w:fldCharType="separate"/>
        </w:r>
        <w:r>
          <w:rPr>
            <w:noProof/>
            <w:webHidden/>
          </w:rPr>
          <w:t>7</w:t>
        </w:r>
        <w:r>
          <w:rPr>
            <w:noProof/>
            <w:webHidden/>
          </w:rPr>
          <w:fldChar w:fldCharType="end"/>
        </w:r>
      </w:hyperlink>
    </w:p>
    <w:p w14:paraId="269AD383" w14:textId="48B81197"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09" w:history="1">
        <w:r w:rsidRPr="00EA2324">
          <w:rPr>
            <w:rStyle w:val="Hyperlink"/>
            <w:noProof/>
          </w:rPr>
          <w:t>5.12</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Hexadecimal values</w:t>
        </w:r>
        <w:r>
          <w:rPr>
            <w:noProof/>
            <w:webHidden/>
          </w:rPr>
          <w:tab/>
        </w:r>
        <w:r>
          <w:rPr>
            <w:noProof/>
            <w:webHidden/>
          </w:rPr>
          <w:fldChar w:fldCharType="begin"/>
        </w:r>
        <w:r>
          <w:rPr>
            <w:noProof/>
            <w:webHidden/>
          </w:rPr>
          <w:instrText xml:space="preserve"> PAGEREF _Toc150443109 \h </w:instrText>
        </w:r>
        <w:r>
          <w:rPr>
            <w:noProof/>
            <w:webHidden/>
          </w:rPr>
        </w:r>
        <w:r>
          <w:rPr>
            <w:noProof/>
            <w:webHidden/>
          </w:rPr>
          <w:fldChar w:fldCharType="separate"/>
        </w:r>
        <w:r>
          <w:rPr>
            <w:noProof/>
            <w:webHidden/>
          </w:rPr>
          <w:t>7</w:t>
        </w:r>
        <w:r>
          <w:rPr>
            <w:noProof/>
            <w:webHidden/>
          </w:rPr>
          <w:fldChar w:fldCharType="end"/>
        </w:r>
      </w:hyperlink>
    </w:p>
    <w:p w14:paraId="1CB10549" w14:textId="3454CA57"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10" w:history="1">
        <w:r w:rsidRPr="00EA2324">
          <w:rPr>
            <w:rStyle w:val="Hyperlink"/>
            <w:noProof/>
            <w:lang w:eastAsia="ko-KR"/>
          </w:rPr>
          <w:t>5.13</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Integer, decimal and floating-point values</w:t>
        </w:r>
        <w:r>
          <w:rPr>
            <w:noProof/>
            <w:webHidden/>
          </w:rPr>
          <w:tab/>
        </w:r>
        <w:r>
          <w:rPr>
            <w:noProof/>
            <w:webHidden/>
          </w:rPr>
          <w:fldChar w:fldCharType="begin"/>
        </w:r>
        <w:r>
          <w:rPr>
            <w:noProof/>
            <w:webHidden/>
          </w:rPr>
          <w:instrText xml:space="preserve"> PAGEREF _Toc150443110 \h </w:instrText>
        </w:r>
        <w:r>
          <w:rPr>
            <w:noProof/>
            <w:webHidden/>
          </w:rPr>
        </w:r>
        <w:r>
          <w:rPr>
            <w:noProof/>
            <w:webHidden/>
          </w:rPr>
          <w:fldChar w:fldCharType="separate"/>
        </w:r>
        <w:r>
          <w:rPr>
            <w:noProof/>
            <w:webHidden/>
          </w:rPr>
          <w:t>7</w:t>
        </w:r>
        <w:r>
          <w:rPr>
            <w:noProof/>
            <w:webHidden/>
          </w:rPr>
          <w:fldChar w:fldCharType="end"/>
        </w:r>
      </w:hyperlink>
    </w:p>
    <w:p w14:paraId="4E2479F1" w14:textId="290923D8"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11" w:history="1">
        <w:r w:rsidRPr="00EA2324">
          <w:rPr>
            <w:rStyle w:val="Hyperlink"/>
            <w:noProof/>
          </w:rPr>
          <w:t>5.14</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Scoping rules</w:t>
        </w:r>
        <w:r>
          <w:rPr>
            <w:noProof/>
            <w:webHidden/>
          </w:rPr>
          <w:tab/>
        </w:r>
        <w:r>
          <w:rPr>
            <w:noProof/>
            <w:webHidden/>
          </w:rPr>
          <w:fldChar w:fldCharType="begin"/>
        </w:r>
        <w:r>
          <w:rPr>
            <w:noProof/>
            <w:webHidden/>
          </w:rPr>
          <w:instrText xml:space="preserve"> PAGEREF _Toc150443111 \h </w:instrText>
        </w:r>
        <w:r>
          <w:rPr>
            <w:noProof/>
            <w:webHidden/>
          </w:rPr>
        </w:r>
        <w:r>
          <w:rPr>
            <w:noProof/>
            <w:webHidden/>
          </w:rPr>
          <w:fldChar w:fldCharType="separate"/>
        </w:r>
        <w:r>
          <w:rPr>
            <w:noProof/>
            <w:webHidden/>
          </w:rPr>
          <w:t>8</w:t>
        </w:r>
        <w:r>
          <w:rPr>
            <w:noProof/>
            <w:webHidden/>
          </w:rPr>
          <w:fldChar w:fldCharType="end"/>
        </w:r>
      </w:hyperlink>
    </w:p>
    <w:p w14:paraId="6866E3C5" w14:textId="0293B830" w:rsidR="00333C49" w:rsidRDefault="00333C49">
      <w:pPr>
        <w:pStyle w:val="TOC1"/>
        <w:rPr>
          <w:rFonts w:asciiTheme="minorHAnsi" w:eastAsiaTheme="minorEastAsia" w:hAnsiTheme="minorHAnsi" w:cstheme="minorBidi"/>
          <w:b w:val="0"/>
          <w:noProof/>
          <w:kern w:val="2"/>
          <w:sz w:val="24"/>
          <w:szCs w:val="24"/>
          <w:lang w:eastAsia="en-GB"/>
          <w14:ligatures w14:val="standardContextual"/>
        </w:rPr>
      </w:pPr>
      <w:hyperlink w:anchor="_Toc150443113" w:history="1">
        <w:r w:rsidRPr="00EA2324">
          <w:rPr>
            <w:rStyle w:val="Hyperlink"/>
            <w:noProof/>
          </w:rPr>
          <w:t>6</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Elementary data types</w:t>
        </w:r>
        <w:r>
          <w:rPr>
            <w:noProof/>
            <w:webHidden/>
          </w:rPr>
          <w:tab/>
        </w:r>
        <w:r>
          <w:rPr>
            <w:noProof/>
            <w:webHidden/>
          </w:rPr>
          <w:fldChar w:fldCharType="begin"/>
        </w:r>
        <w:r>
          <w:rPr>
            <w:noProof/>
            <w:webHidden/>
          </w:rPr>
          <w:instrText xml:space="preserve"> PAGEREF _Toc150443113 \h </w:instrText>
        </w:r>
        <w:r>
          <w:rPr>
            <w:noProof/>
            <w:webHidden/>
          </w:rPr>
        </w:r>
        <w:r>
          <w:rPr>
            <w:noProof/>
            <w:webHidden/>
          </w:rPr>
          <w:fldChar w:fldCharType="separate"/>
        </w:r>
        <w:r>
          <w:rPr>
            <w:noProof/>
            <w:webHidden/>
          </w:rPr>
          <w:t>9</w:t>
        </w:r>
        <w:r>
          <w:rPr>
            <w:noProof/>
            <w:webHidden/>
          </w:rPr>
          <w:fldChar w:fldCharType="end"/>
        </w:r>
      </w:hyperlink>
    </w:p>
    <w:p w14:paraId="4E3CF8DF" w14:textId="3D627CF9"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14" w:history="1">
        <w:r w:rsidRPr="00EA2324">
          <w:rPr>
            <w:rStyle w:val="Hyperlink"/>
            <w:noProof/>
          </w:rPr>
          <w:t>6.1</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Introduction</w:t>
        </w:r>
        <w:r>
          <w:rPr>
            <w:noProof/>
            <w:webHidden/>
          </w:rPr>
          <w:tab/>
        </w:r>
        <w:r>
          <w:rPr>
            <w:noProof/>
            <w:webHidden/>
          </w:rPr>
          <w:fldChar w:fldCharType="begin"/>
        </w:r>
        <w:r>
          <w:rPr>
            <w:noProof/>
            <w:webHidden/>
          </w:rPr>
          <w:instrText xml:space="preserve"> PAGEREF _Toc150443114 \h </w:instrText>
        </w:r>
        <w:r>
          <w:rPr>
            <w:noProof/>
            <w:webHidden/>
          </w:rPr>
        </w:r>
        <w:r>
          <w:rPr>
            <w:noProof/>
            <w:webHidden/>
          </w:rPr>
          <w:fldChar w:fldCharType="separate"/>
        </w:r>
        <w:r>
          <w:rPr>
            <w:noProof/>
            <w:webHidden/>
          </w:rPr>
          <w:t>9</w:t>
        </w:r>
        <w:r>
          <w:rPr>
            <w:noProof/>
            <w:webHidden/>
          </w:rPr>
          <w:fldChar w:fldCharType="end"/>
        </w:r>
      </w:hyperlink>
    </w:p>
    <w:p w14:paraId="142469F7" w14:textId="062CB219"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15" w:history="1">
        <w:r w:rsidRPr="00EA2324">
          <w:rPr>
            <w:rStyle w:val="Hyperlink"/>
            <w:noProof/>
          </w:rPr>
          <w:t>6.2</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Constant-length direct representation bit fields</w:t>
        </w:r>
        <w:r>
          <w:rPr>
            <w:noProof/>
            <w:webHidden/>
          </w:rPr>
          <w:tab/>
        </w:r>
        <w:r>
          <w:rPr>
            <w:noProof/>
            <w:webHidden/>
          </w:rPr>
          <w:fldChar w:fldCharType="begin"/>
        </w:r>
        <w:r>
          <w:rPr>
            <w:noProof/>
            <w:webHidden/>
          </w:rPr>
          <w:instrText xml:space="preserve"> PAGEREF _Toc150443115 \h </w:instrText>
        </w:r>
        <w:r>
          <w:rPr>
            <w:noProof/>
            <w:webHidden/>
          </w:rPr>
        </w:r>
        <w:r>
          <w:rPr>
            <w:noProof/>
            <w:webHidden/>
          </w:rPr>
          <w:fldChar w:fldCharType="separate"/>
        </w:r>
        <w:r>
          <w:rPr>
            <w:noProof/>
            <w:webHidden/>
          </w:rPr>
          <w:t>9</w:t>
        </w:r>
        <w:r>
          <w:rPr>
            <w:noProof/>
            <w:webHidden/>
          </w:rPr>
          <w:fldChar w:fldCharType="end"/>
        </w:r>
      </w:hyperlink>
    </w:p>
    <w:p w14:paraId="5401F23C" w14:textId="0C7474D9" w:rsidR="00333C49" w:rsidRDefault="00333C49">
      <w:pPr>
        <w:pStyle w:val="TOC3"/>
        <w:rPr>
          <w:rFonts w:asciiTheme="minorHAnsi" w:eastAsiaTheme="minorEastAsia" w:hAnsiTheme="minorHAnsi" w:cstheme="minorBidi"/>
          <w:b w:val="0"/>
          <w:noProof/>
          <w:kern w:val="2"/>
          <w:sz w:val="24"/>
          <w:szCs w:val="24"/>
          <w:lang w:eastAsia="en-GB"/>
          <w14:ligatures w14:val="standardContextual"/>
        </w:rPr>
      </w:pPr>
      <w:hyperlink w:anchor="_Toc150443116" w:history="1">
        <w:r w:rsidRPr="00EA2324">
          <w:rPr>
            <w:rStyle w:val="Hyperlink"/>
            <w:noProof/>
          </w:rPr>
          <w:t>6.2.1</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Alignment</w:t>
        </w:r>
        <w:r>
          <w:rPr>
            <w:noProof/>
            <w:webHidden/>
          </w:rPr>
          <w:tab/>
        </w:r>
        <w:r>
          <w:rPr>
            <w:noProof/>
            <w:webHidden/>
          </w:rPr>
          <w:fldChar w:fldCharType="begin"/>
        </w:r>
        <w:r>
          <w:rPr>
            <w:noProof/>
            <w:webHidden/>
          </w:rPr>
          <w:instrText xml:space="preserve"> PAGEREF _Toc150443116 \h </w:instrText>
        </w:r>
        <w:r>
          <w:rPr>
            <w:noProof/>
            <w:webHidden/>
          </w:rPr>
        </w:r>
        <w:r>
          <w:rPr>
            <w:noProof/>
            <w:webHidden/>
          </w:rPr>
          <w:fldChar w:fldCharType="separate"/>
        </w:r>
        <w:r>
          <w:rPr>
            <w:noProof/>
            <w:webHidden/>
          </w:rPr>
          <w:t>9</w:t>
        </w:r>
        <w:r>
          <w:rPr>
            <w:noProof/>
            <w:webHidden/>
          </w:rPr>
          <w:fldChar w:fldCharType="end"/>
        </w:r>
      </w:hyperlink>
    </w:p>
    <w:p w14:paraId="69B6C8E7" w14:textId="28D3004B" w:rsidR="00333C49" w:rsidRDefault="00333C49">
      <w:pPr>
        <w:pStyle w:val="TOC3"/>
        <w:rPr>
          <w:rFonts w:asciiTheme="minorHAnsi" w:eastAsiaTheme="minorEastAsia" w:hAnsiTheme="minorHAnsi" w:cstheme="minorBidi"/>
          <w:b w:val="0"/>
          <w:noProof/>
          <w:kern w:val="2"/>
          <w:sz w:val="24"/>
          <w:szCs w:val="24"/>
          <w:lang w:eastAsia="en-GB"/>
          <w14:ligatures w14:val="standardContextual"/>
        </w:rPr>
      </w:pPr>
      <w:hyperlink w:anchor="_Toc150443117" w:history="1">
        <w:r w:rsidRPr="00EA2324">
          <w:rPr>
            <w:rStyle w:val="Hyperlink"/>
            <w:noProof/>
          </w:rPr>
          <w:t>6.2.2</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Type</w:t>
        </w:r>
        <w:r>
          <w:rPr>
            <w:noProof/>
            <w:webHidden/>
          </w:rPr>
          <w:tab/>
        </w:r>
        <w:r>
          <w:rPr>
            <w:noProof/>
            <w:webHidden/>
          </w:rPr>
          <w:fldChar w:fldCharType="begin"/>
        </w:r>
        <w:r>
          <w:rPr>
            <w:noProof/>
            <w:webHidden/>
          </w:rPr>
          <w:instrText xml:space="preserve"> PAGEREF _Toc150443117 \h </w:instrText>
        </w:r>
        <w:r>
          <w:rPr>
            <w:noProof/>
            <w:webHidden/>
          </w:rPr>
        </w:r>
        <w:r>
          <w:rPr>
            <w:noProof/>
            <w:webHidden/>
          </w:rPr>
          <w:fldChar w:fldCharType="separate"/>
        </w:r>
        <w:r>
          <w:rPr>
            <w:noProof/>
            <w:webHidden/>
          </w:rPr>
          <w:t>10</w:t>
        </w:r>
        <w:r>
          <w:rPr>
            <w:noProof/>
            <w:webHidden/>
          </w:rPr>
          <w:fldChar w:fldCharType="end"/>
        </w:r>
      </w:hyperlink>
    </w:p>
    <w:p w14:paraId="24462F58" w14:textId="7F130E0D" w:rsidR="00333C49" w:rsidRDefault="00333C49">
      <w:pPr>
        <w:pStyle w:val="TOC3"/>
        <w:rPr>
          <w:rFonts w:asciiTheme="minorHAnsi" w:eastAsiaTheme="minorEastAsia" w:hAnsiTheme="minorHAnsi" w:cstheme="minorBidi"/>
          <w:b w:val="0"/>
          <w:noProof/>
          <w:kern w:val="2"/>
          <w:sz w:val="24"/>
          <w:szCs w:val="24"/>
          <w:lang w:eastAsia="en-GB"/>
          <w14:ligatures w14:val="standardContextual"/>
        </w:rPr>
      </w:pPr>
      <w:hyperlink w:anchor="_Toc150443118" w:history="1">
        <w:r w:rsidRPr="00EA2324">
          <w:rPr>
            <w:rStyle w:val="Hyperlink"/>
            <w:noProof/>
          </w:rPr>
          <w:t>6.2.3</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Length</w:t>
        </w:r>
        <w:r>
          <w:rPr>
            <w:noProof/>
            <w:webHidden/>
          </w:rPr>
          <w:tab/>
        </w:r>
        <w:r>
          <w:rPr>
            <w:noProof/>
            <w:webHidden/>
          </w:rPr>
          <w:fldChar w:fldCharType="begin"/>
        </w:r>
        <w:r>
          <w:rPr>
            <w:noProof/>
            <w:webHidden/>
          </w:rPr>
          <w:instrText xml:space="preserve"> PAGEREF _Toc150443118 \h </w:instrText>
        </w:r>
        <w:r>
          <w:rPr>
            <w:noProof/>
            <w:webHidden/>
          </w:rPr>
        </w:r>
        <w:r>
          <w:rPr>
            <w:noProof/>
            <w:webHidden/>
          </w:rPr>
          <w:fldChar w:fldCharType="separate"/>
        </w:r>
        <w:r>
          <w:rPr>
            <w:noProof/>
            <w:webHidden/>
          </w:rPr>
          <w:t>10</w:t>
        </w:r>
        <w:r>
          <w:rPr>
            <w:noProof/>
            <w:webHidden/>
          </w:rPr>
          <w:fldChar w:fldCharType="end"/>
        </w:r>
      </w:hyperlink>
    </w:p>
    <w:p w14:paraId="33930C40" w14:textId="2B2B1970" w:rsidR="00333C49" w:rsidRDefault="00333C49">
      <w:pPr>
        <w:pStyle w:val="TOC3"/>
        <w:rPr>
          <w:rFonts w:asciiTheme="minorHAnsi" w:eastAsiaTheme="minorEastAsia" w:hAnsiTheme="minorHAnsi" w:cstheme="minorBidi"/>
          <w:b w:val="0"/>
          <w:noProof/>
          <w:kern w:val="2"/>
          <w:sz w:val="24"/>
          <w:szCs w:val="24"/>
          <w:lang w:eastAsia="en-GB"/>
          <w14:ligatures w14:val="standardContextual"/>
        </w:rPr>
      </w:pPr>
      <w:hyperlink w:anchor="_Toc150443119" w:history="1">
        <w:r w:rsidRPr="00EA2324">
          <w:rPr>
            <w:rStyle w:val="Hyperlink"/>
            <w:noProof/>
          </w:rPr>
          <w:t>6.2.4</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Value</w:t>
        </w:r>
        <w:r>
          <w:rPr>
            <w:noProof/>
            <w:webHidden/>
          </w:rPr>
          <w:tab/>
        </w:r>
        <w:r>
          <w:rPr>
            <w:noProof/>
            <w:webHidden/>
          </w:rPr>
          <w:fldChar w:fldCharType="begin"/>
        </w:r>
        <w:r>
          <w:rPr>
            <w:noProof/>
            <w:webHidden/>
          </w:rPr>
          <w:instrText xml:space="preserve"> PAGEREF _Toc150443119 \h </w:instrText>
        </w:r>
        <w:r>
          <w:rPr>
            <w:noProof/>
            <w:webHidden/>
          </w:rPr>
        </w:r>
        <w:r>
          <w:rPr>
            <w:noProof/>
            <w:webHidden/>
          </w:rPr>
          <w:fldChar w:fldCharType="separate"/>
        </w:r>
        <w:r>
          <w:rPr>
            <w:noProof/>
            <w:webHidden/>
          </w:rPr>
          <w:t>10</w:t>
        </w:r>
        <w:r>
          <w:rPr>
            <w:noProof/>
            <w:webHidden/>
          </w:rPr>
          <w:fldChar w:fldCharType="end"/>
        </w:r>
      </w:hyperlink>
    </w:p>
    <w:p w14:paraId="2B49BF74" w14:textId="26F9D33E" w:rsidR="00333C49" w:rsidRDefault="00333C49">
      <w:pPr>
        <w:pStyle w:val="TOC3"/>
        <w:rPr>
          <w:rFonts w:asciiTheme="minorHAnsi" w:eastAsiaTheme="minorEastAsia" w:hAnsiTheme="minorHAnsi" w:cstheme="minorBidi"/>
          <w:b w:val="0"/>
          <w:noProof/>
          <w:kern w:val="2"/>
          <w:sz w:val="24"/>
          <w:szCs w:val="24"/>
          <w:lang w:eastAsia="en-GB"/>
          <w14:ligatures w14:val="standardContextual"/>
        </w:rPr>
      </w:pPr>
      <w:hyperlink w:anchor="_Toc150443121" w:history="1">
        <w:r w:rsidRPr="00EA2324">
          <w:rPr>
            <w:rStyle w:val="Hyperlink"/>
            <w:noProof/>
          </w:rPr>
          <w:t>6.2.5</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Constants</w:t>
        </w:r>
        <w:r>
          <w:rPr>
            <w:noProof/>
            <w:webHidden/>
          </w:rPr>
          <w:tab/>
        </w:r>
        <w:r>
          <w:rPr>
            <w:noProof/>
            <w:webHidden/>
          </w:rPr>
          <w:fldChar w:fldCharType="begin"/>
        </w:r>
        <w:r>
          <w:rPr>
            <w:noProof/>
            <w:webHidden/>
          </w:rPr>
          <w:instrText xml:space="preserve"> PAGEREF _Toc150443121 \h </w:instrText>
        </w:r>
        <w:r>
          <w:rPr>
            <w:noProof/>
            <w:webHidden/>
          </w:rPr>
        </w:r>
        <w:r>
          <w:rPr>
            <w:noProof/>
            <w:webHidden/>
          </w:rPr>
          <w:fldChar w:fldCharType="separate"/>
        </w:r>
        <w:r>
          <w:rPr>
            <w:noProof/>
            <w:webHidden/>
          </w:rPr>
          <w:t>11</w:t>
        </w:r>
        <w:r>
          <w:rPr>
            <w:noProof/>
            <w:webHidden/>
          </w:rPr>
          <w:fldChar w:fldCharType="end"/>
        </w:r>
      </w:hyperlink>
    </w:p>
    <w:p w14:paraId="47429491" w14:textId="2F5218B4" w:rsidR="00333C49" w:rsidRDefault="00333C49">
      <w:pPr>
        <w:pStyle w:val="TOC3"/>
        <w:rPr>
          <w:rFonts w:asciiTheme="minorHAnsi" w:eastAsiaTheme="minorEastAsia" w:hAnsiTheme="minorHAnsi" w:cstheme="minorBidi"/>
          <w:b w:val="0"/>
          <w:noProof/>
          <w:kern w:val="2"/>
          <w:sz w:val="24"/>
          <w:szCs w:val="24"/>
          <w:lang w:eastAsia="en-GB"/>
          <w14:ligatures w14:val="standardContextual"/>
        </w:rPr>
      </w:pPr>
      <w:hyperlink w:anchor="_Toc150443122" w:history="1">
        <w:r w:rsidRPr="00EA2324">
          <w:rPr>
            <w:rStyle w:val="Hyperlink"/>
            <w:noProof/>
          </w:rPr>
          <w:t>6.2.6</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Look-ahead</w:t>
        </w:r>
        <w:r>
          <w:rPr>
            <w:noProof/>
            <w:webHidden/>
          </w:rPr>
          <w:tab/>
        </w:r>
        <w:r>
          <w:rPr>
            <w:noProof/>
            <w:webHidden/>
          </w:rPr>
          <w:fldChar w:fldCharType="begin"/>
        </w:r>
        <w:r>
          <w:rPr>
            <w:noProof/>
            <w:webHidden/>
          </w:rPr>
          <w:instrText xml:space="preserve"> PAGEREF _Toc150443122 \h </w:instrText>
        </w:r>
        <w:r>
          <w:rPr>
            <w:noProof/>
            <w:webHidden/>
          </w:rPr>
        </w:r>
        <w:r>
          <w:rPr>
            <w:noProof/>
            <w:webHidden/>
          </w:rPr>
          <w:fldChar w:fldCharType="separate"/>
        </w:r>
        <w:r>
          <w:rPr>
            <w:noProof/>
            <w:webHidden/>
          </w:rPr>
          <w:t>12</w:t>
        </w:r>
        <w:r>
          <w:rPr>
            <w:noProof/>
            <w:webHidden/>
          </w:rPr>
          <w:fldChar w:fldCharType="end"/>
        </w:r>
      </w:hyperlink>
    </w:p>
    <w:p w14:paraId="604A46D5" w14:textId="57AB4A4A"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23" w:history="1">
        <w:r w:rsidRPr="00EA2324">
          <w:rPr>
            <w:rStyle w:val="Hyperlink"/>
            <w:noProof/>
          </w:rPr>
          <w:t>6.3</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Variable length direct representation bit fields</w:t>
        </w:r>
        <w:r>
          <w:rPr>
            <w:noProof/>
            <w:webHidden/>
          </w:rPr>
          <w:tab/>
        </w:r>
        <w:r>
          <w:rPr>
            <w:noProof/>
            <w:webHidden/>
          </w:rPr>
          <w:fldChar w:fldCharType="begin"/>
        </w:r>
        <w:r>
          <w:rPr>
            <w:noProof/>
            <w:webHidden/>
          </w:rPr>
          <w:instrText xml:space="preserve"> PAGEREF _Toc150443123 \h </w:instrText>
        </w:r>
        <w:r>
          <w:rPr>
            <w:noProof/>
            <w:webHidden/>
          </w:rPr>
        </w:r>
        <w:r>
          <w:rPr>
            <w:noProof/>
            <w:webHidden/>
          </w:rPr>
          <w:fldChar w:fldCharType="separate"/>
        </w:r>
        <w:r>
          <w:rPr>
            <w:noProof/>
            <w:webHidden/>
          </w:rPr>
          <w:t>12</w:t>
        </w:r>
        <w:r>
          <w:rPr>
            <w:noProof/>
            <w:webHidden/>
          </w:rPr>
          <w:fldChar w:fldCharType="end"/>
        </w:r>
      </w:hyperlink>
    </w:p>
    <w:p w14:paraId="1C8C3026" w14:textId="43F99190"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24" w:history="1">
        <w:r w:rsidRPr="00EA2324">
          <w:rPr>
            <w:rStyle w:val="Hyperlink"/>
            <w:noProof/>
          </w:rPr>
          <w:t>6.4</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Constant-length indirect representation bit fields</w:t>
        </w:r>
        <w:r>
          <w:rPr>
            <w:noProof/>
            <w:webHidden/>
          </w:rPr>
          <w:tab/>
        </w:r>
        <w:r>
          <w:rPr>
            <w:noProof/>
            <w:webHidden/>
          </w:rPr>
          <w:fldChar w:fldCharType="begin"/>
        </w:r>
        <w:r>
          <w:rPr>
            <w:noProof/>
            <w:webHidden/>
          </w:rPr>
          <w:instrText xml:space="preserve"> PAGEREF _Toc150443124 \h </w:instrText>
        </w:r>
        <w:r>
          <w:rPr>
            <w:noProof/>
            <w:webHidden/>
          </w:rPr>
        </w:r>
        <w:r>
          <w:rPr>
            <w:noProof/>
            <w:webHidden/>
          </w:rPr>
          <w:fldChar w:fldCharType="separate"/>
        </w:r>
        <w:r>
          <w:rPr>
            <w:noProof/>
            <w:webHidden/>
          </w:rPr>
          <w:t>12</w:t>
        </w:r>
        <w:r>
          <w:rPr>
            <w:noProof/>
            <w:webHidden/>
          </w:rPr>
          <w:fldChar w:fldCharType="end"/>
        </w:r>
      </w:hyperlink>
    </w:p>
    <w:p w14:paraId="491FE251" w14:textId="1E88228E"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25" w:history="1">
        <w:r w:rsidRPr="00EA2324">
          <w:rPr>
            <w:rStyle w:val="Hyperlink"/>
            <w:noProof/>
          </w:rPr>
          <w:t>6.5</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Variable length indirect representation bit fields</w:t>
        </w:r>
        <w:r>
          <w:rPr>
            <w:noProof/>
            <w:webHidden/>
          </w:rPr>
          <w:tab/>
        </w:r>
        <w:r>
          <w:rPr>
            <w:noProof/>
            <w:webHidden/>
          </w:rPr>
          <w:fldChar w:fldCharType="begin"/>
        </w:r>
        <w:r>
          <w:rPr>
            <w:noProof/>
            <w:webHidden/>
          </w:rPr>
          <w:instrText xml:space="preserve"> PAGEREF _Toc150443125 \h </w:instrText>
        </w:r>
        <w:r>
          <w:rPr>
            <w:noProof/>
            <w:webHidden/>
          </w:rPr>
        </w:r>
        <w:r>
          <w:rPr>
            <w:noProof/>
            <w:webHidden/>
          </w:rPr>
          <w:fldChar w:fldCharType="separate"/>
        </w:r>
        <w:r>
          <w:rPr>
            <w:noProof/>
            <w:webHidden/>
          </w:rPr>
          <w:t>14</w:t>
        </w:r>
        <w:r>
          <w:rPr>
            <w:noProof/>
            <w:webHidden/>
          </w:rPr>
          <w:fldChar w:fldCharType="end"/>
        </w:r>
      </w:hyperlink>
    </w:p>
    <w:p w14:paraId="673A2653" w14:textId="2A80F6B5"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26" w:history="1">
        <w:r w:rsidRPr="00EA2324">
          <w:rPr>
            <w:rStyle w:val="Hyperlink"/>
            <w:noProof/>
          </w:rPr>
          <w:t>6.6</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Variable length strings</w:t>
        </w:r>
        <w:r>
          <w:rPr>
            <w:noProof/>
            <w:webHidden/>
          </w:rPr>
          <w:tab/>
        </w:r>
        <w:r>
          <w:rPr>
            <w:noProof/>
            <w:webHidden/>
          </w:rPr>
          <w:fldChar w:fldCharType="begin"/>
        </w:r>
        <w:r>
          <w:rPr>
            <w:noProof/>
            <w:webHidden/>
          </w:rPr>
          <w:instrText xml:space="preserve"> PAGEREF _Toc150443126 \h </w:instrText>
        </w:r>
        <w:r>
          <w:rPr>
            <w:noProof/>
            <w:webHidden/>
          </w:rPr>
        </w:r>
        <w:r>
          <w:rPr>
            <w:noProof/>
            <w:webHidden/>
          </w:rPr>
          <w:fldChar w:fldCharType="separate"/>
        </w:r>
        <w:r>
          <w:rPr>
            <w:noProof/>
            <w:webHidden/>
          </w:rPr>
          <w:t>15</w:t>
        </w:r>
        <w:r>
          <w:rPr>
            <w:noProof/>
            <w:webHidden/>
          </w:rPr>
          <w:fldChar w:fldCharType="end"/>
        </w:r>
      </w:hyperlink>
    </w:p>
    <w:p w14:paraId="3CDD2362" w14:textId="1189B77E"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27" w:history="1">
        <w:r w:rsidRPr="00EA2324">
          <w:rPr>
            <w:rStyle w:val="Hyperlink"/>
            <w:noProof/>
          </w:rPr>
          <w:t>6.7</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String literals</w:t>
        </w:r>
        <w:r>
          <w:rPr>
            <w:noProof/>
            <w:webHidden/>
          </w:rPr>
          <w:tab/>
        </w:r>
        <w:r>
          <w:rPr>
            <w:noProof/>
            <w:webHidden/>
          </w:rPr>
          <w:fldChar w:fldCharType="begin"/>
        </w:r>
        <w:r>
          <w:rPr>
            <w:noProof/>
            <w:webHidden/>
          </w:rPr>
          <w:instrText xml:space="preserve"> PAGEREF _Toc150443127 \h </w:instrText>
        </w:r>
        <w:r>
          <w:rPr>
            <w:noProof/>
            <w:webHidden/>
          </w:rPr>
        </w:r>
        <w:r>
          <w:rPr>
            <w:noProof/>
            <w:webHidden/>
          </w:rPr>
          <w:fldChar w:fldCharType="separate"/>
        </w:r>
        <w:r>
          <w:rPr>
            <w:noProof/>
            <w:webHidden/>
          </w:rPr>
          <w:t>16</w:t>
        </w:r>
        <w:r>
          <w:rPr>
            <w:noProof/>
            <w:webHidden/>
          </w:rPr>
          <w:fldChar w:fldCharType="end"/>
        </w:r>
      </w:hyperlink>
    </w:p>
    <w:p w14:paraId="0AA3294B" w14:textId="0DC3A792" w:rsidR="00333C49" w:rsidRDefault="00333C49">
      <w:pPr>
        <w:pStyle w:val="TOC1"/>
        <w:rPr>
          <w:rFonts w:asciiTheme="minorHAnsi" w:eastAsiaTheme="minorEastAsia" w:hAnsiTheme="minorHAnsi" w:cstheme="minorBidi"/>
          <w:b w:val="0"/>
          <w:noProof/>
          <w:kern w:val="2"/>
          <w:sz w:val="24"/>
          <w:szCs w:val="24"/>
          <w:lang w:eastAsia="en-GB"/>
          <w14:ligatures w14:val="standardContextual"/>
        </w:rPr>
      </w:pPr>
      <w:hyperlink w:anchor="_Toc150443128" w:history="1">
        <w:r w:rsidRPr="00EA2324">
          <w:rPr>
            <w:rStyle w:val="Hyperlink"/>
            <w:noProof/>
          </w:rPr>
          <w:t>7</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Composite data types</w:t>
        </w:r>
        <w:r>
          <w:rPr>
            <w:noProof/>
            <w:webHidden/>
          </w:rPr>
          <w:tab/>
        </w:r>
        <w:r>
          <w:rPr>
            <w:noProof/>
            <w:webHidden/>
          </w:rPr>
          <w:fldChar w:fldCharType="begin"/>
        </w:r>
        <w:r>
          <w:rPr>
            <w:noProof/>
            <w:webHidden/>
          </w:rPr>
          <w:instrText xml:space="preserve"> PAGEREF _Toc150443128 \h </w:instrText>
        </w:r>
        <w:r>
          <w:rPr>
            <w:noProof/>
            <w:webHidden/>
          </w:rPr>
        </w:r>
        <w:r>
          <w:rPr>
            <w:noProof/>
            <w:webHidden/>
          </w:rPr>
          <w:fldChar w:fldCharType="separate"/>
        </w:r>
        <w:r>
          <w:rPr>
            <w:noProof/>
            <w:webHidden/>
          </w:rPr>
          <w:t>17</w:t>
        </w:r>
        <w:r>
          <w:rPr>
            <w:noProof/>
            <w:webHidden/>
          </w:rPr>
          <w:fldChar w:fldCharType="end"/>
        </w:r>
      </w:hyperlink>
    </w:p>
    <w:p w14:paraId="3073C8B0" w14:textId="3264241B"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29" w:history="1">
        <w:r w:rsidRPr="00EA2324">
          <w:rPr>
            <w:rStyle w:val="Hyperlink"/>
            <w:noProof/>
          </w:rPr>
          <w:t>7.1</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Classes</w:t>
        </w:r>
        <w:r>
          <w:rPr>
            <w:noProof/>
            <w:webHidden/>
          </w:rPr>
          <w:tab/>
        </w:r>
        <w:r>
          <w:rPr>
            <w:noProof/>
            <w:webHidden/>
          </w:rPr>
          <w:fldChar w:fldCharType="begin"/>
        </w:r>
        <w:r>
          <w:rPr>
            <w:noProof/>
            <w:webHidden/>
          </w:rPr>
          <w:instrText xml:space="preserve"> PAGEREF _Toc150443129 \h </w:instrText>
        </w:r>
        <w:r>
          <w:rPr>
            <w:noProof/>
            <w:webHidden/>
          </w:rPr>
        </w:r>
        <w:r>
          <w:rPr>
            <w:noProof/>
            <w:webHidden/>
          </w:rPr>
          <w:fldChar w:fldCharType="separate"/>
        </w:r>
        <w:r>
          <w:rPr>
            <w:noProof/>
            <w:webHidden/>
          </w:rPr>
          <w:t>17</w:t>
        </w:r>
        <w:r>
          <w:rPr>
            <w:noProof/>
            <w:webHidden/>
          </w:rPr>
          <w:fldChar w:fldCharType="end"/>
        </w:r>
      </w:hyperlink>
    </w:p>
    <w:p w14:paraId="64E6C261" w14:textId="7D680009"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31" w:history="1">
        <w:r w:rsidRPr="00EA2324">
          <w:rPr>
            <w:rStyle w:val="Hyperlink"/>
            <w:noProof/>
          </w:rPr>
          <w:t>7.2</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Base and derived classes</w:t>
        </w:r>
        <w:r>
          <w:rPr>
            <w:noProof/>
            <w:webHidden/>
          </w:rPr>
          <w:tab/>
        </w:r>
        <w:r>
          <w:rPr>
            <w:noProof/>
            <w:webHidden/>
          </w:rPr>
          <w:fldChar w:fldCharType="begin"/>
        </w:r>
        <w:r>
          <w:rPr>
            <w:noProof/>
            <w:webHidden/>
          </w:rPr>
          <w:instrText xml:space="preserve"> PAGEREF _Toc150443131 \h </w:instrText>
        </w:r>
        <w:r>
          <w:rPr>
            <w:noProof/>
            <w:webHidden/>
          </w:rPr>
        </w:r>
        <w:r>
          <w:rPr>
            <w:noProof/>
            <w:webHidden/>
          </w:rPr>
          <w:fldChar w:fldCharType="separate"/>
        </w:r>
        <w:r>
          <w:rPr>
            <w:noProof/>
            <w:webHidden/>
          </w:rPr>
          <w:t>17</w:t>
        </w:r>
        <w:r>
          <w:rPr>
            <w:noProof/>
            <w:webHidden/>
          </w:rPr>
          <w:fldChar w:fldCharType="end"/>
        </w:r>
      </w:hyperlink>
    </w:p>
    <w:p w14:paraId="03BBF728" w14:textId="344B8E0F"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32" w:history="1">
        <w:r w:rsidRPr="00EA2324">
          <w:rPr>
            <w:rStyle w:val="Hyperlink"/>
            <w:noProof/>
          </w:rPr>
          <w:t>7.3</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Abstract classes</w:t>
        </w:r>
        <w:r>
          <w:rPr>
            <w:noProof/>
            <w:webHidden/>
          </w:rPr>
          <w:tab/>
        </w:r>
        <w:r>
          <w:rPr>
            <w:noProof/>
            <w:webHidden/>
          </w:rPr>
          <w:fldChar w:fldCharType="begin"/>
        </w:r>
        <w:r>
          <w:rPr>
            <w:noProof/>
            <w:webHidden/>
          </w:rPr>
          <w:instrText xml:space="preserve"> PAGEREF _Toc150443132 \h </w:instrText>
        </w:r>
        <w:r>
          <w:rPr>
            <w:noProof/>
            <w:webHidden/>
          </w:rPr>
        </w:r>
        <w:r>
          <w:rPr>
            <w:noProof/>
            <w:webHidden/>
          </w:rPr>
          <w:fldChar w:fldCharType="separate"/>
        </w:r>
        <w:r>
          <w:rPr>
            <w:noProof/>
            <w:webHidden/>
          </w:rPr>
          <w:t>18</w:t>
        </w:r>
        <w:r>
          <w:rPr>
            <w:noProof/>
            <w:webHidden/>
          </w:rPr>
          <w:fldChar w:fldCharType="end"/>
        </w:r>
      </w:hyperlink>
    </w:p>
    <w:p w14:paraId="5D056CEE" w14:textId="54DC3FC6"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33" w:history="1">
        <w:r w:rsidRPr="00EA2324">
          <w:rPr>
            <w:rStyle w:val="Hyperlink"/>
            <w:noProof/>
          </w:rPr>
          <w:t>7.4</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Expandable classes</w:t>
        </w:r>
        <w:r>
          <w:rPr>
            <w:noProof/>
            <w:webHidden/>
          </w:rPr>
          <w:tab/>
        </w:r>
        <w:r>
          <w:rPr>
            <w:noProof/>
            <w:webHidden/>
          </w:rPr>
          <w:fldChar w:fldCharType="begin"/>
        </w:r>
        <w:r>
          <w:rPr>
            <w:noProof/>
            <w:webHidden/>
          </w:rPr>
          <w:instrText xml:space="preserve"> PAGEREF _Toc150443133 \h </w:instrText>
        </w:r>
        <w:r>
          <w:rPr>
            <w:noProof/>
            <w:webHidden/>
          </w:rPr>
        </w:r>
        <w:r>
          <w:rPr>
            <w:noProof/>
            <w:webHidden/>
          </w:rPr>
          <w:fldChar w:fldCharType="separate"/>
        </w:r>
        <w:r>
          <w:rPr>
            <w:noProof/>
            <w:webHidden/>
          </w:rPr>
          <w:t>19</w:t>
        </w:r>
        <w:r>
          <w:rPr>
            <w:noProof/>
            <w:webHidden/>
          </w:rPr>
          <w:fldChar w:fldCharType="end"/>
        </w:r>
      </w:hyperlink>
    </w:p>
    <w:p w14:paraId="3430D787" w14:textId="3CD4DC76"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35" w:history="1">
        <w:r w:rsidRPr="00EA2324">
          <w:rPr>
            <w:rStyle w:val="Hyperlink"/>
            <w:noProof/>
          </w:rPr>
          <w:t>7.5</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Polymorphism in class declaration</w:t>
        </w:r>
        <w:r>
          <w:rPr>
            <w:noProof/>
            <w:webHidden/>
          </w:rPr>
          <w:tab/>
        </w:r>
        <w:r>
          <w:rPr>
            <w:noProof/>
            <w:webHidden/>
          </w:rPr>
          <w:fldChar w:fldCharType="begin"/>
        </w:r>
        <w:r>
          <w:rPr>
            <w:noProof/>
            <w:webHidden/>
          </w:rPr>
          <w:instrText xml:space="preserve"> PAGEREF _Toc150443135 \h </w:instrText>
        </w:r>
        <w:r>
          <w:rPr>
            <w:noProof/>
            <w:webHidden/>
          </w:rPr>
        </w:r>
        <w:r>
          <w:rPr>
            <w:noProof/>
            <w:webHidden/>
          </w:rPr>
          <w:fldChar w:fldCharType="separate"/>
        </w:r>
        <w:r>
          <w:rPr>
            <w:noProof/>
            <w:webHidden/>
          </w:rPr>
          <w:t>20</w:t>
        </w:r>
        <w:r>
          <w:rPr>
            <w:noProof/>
            <w:webHidden/>
          </w:rPr>
          <w:fldChar w:fldCharType="end"/>
        </w:r>
      </w:hyperlink>
    </w:p>
    <w:p w14:paraId="50C9338E" w14:textId="141DF677" w:rsidR="00333C49" w:rsidRDefault="00333C49">
      <w:pPr>
        <w:pStyle w:val="TOC3"/>
        <w:rPr>
          <w:rFonts w:asciiTheme="minorHAnsi" w:eastAsiaTheme="minorEastAsia" w:hAnsiTheme="minorHAnsi" w:cstheme="minorBidi"/>
          <w:b w:val="0"/>
          <w:noProof/>
          <w:kern w:val="2"/>
          <w:sz w:val="24"/>
          <w:szCs w:val="24"/>
          <w:lang w:eastAsia="en-GB"/>
          <w14:ligatures w14:val="standardContextual"/>
        </w:rPr>
      </w:pPr>
      <w:hyperlink w:anchor="_Toc150443136" w:history="1">
        <w:r w:rsidRPr="00EA2324">
          <w:rPr>
            <w:rStyle w:val="Hyperlink"/>
            <w:noProof/>
          </w:rPr>
          <w:t>7.5.1</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General</w:t>
        </w:r>
        <w:r>
          <w:rPr>
            <w:noProof/>
            <w:webHidden/>
          </w:rPr>
          <w:tab/>
        </w:r>
        <w:r>
          <w:rPr>
            <w:noProof/>
            <w:webHidden/>
          </w:rPr>
          <w:fldChar w:fldCharType="begin"/>
        </w:r>
        <w:r>
          <w:rPr>
            <w:noProof/>
            <w:webHidden/>
          </w:rPr>
          <w:instrText xml:space="preserve"> PAGEREF _Toc150443136 \h </w:instrText>
        </w:r>
        <w:r>
          <w:rPr>
            <w:noProof/>
            <w:webHidden/>
          </w:rPr>
        </w:r>
        <w:r>
          <w:rPr>
            <w:noProof/>
            <w:webHidden/>
          </w:rPr>
          <w:fldChar w:fldCharType="separate"/>
        </w:r>
        <w:r>
          <w:rPr>
            <w:noProof/>
            <w:webHidden/>
          </w:rPr>
          <w:t>20</w:t>
        </w:r>
        <w:r>
          <w:rPr>
            <w:noProof/>
            <w:webHidden/>
          </w:rPr>
          <w:fldChar w:fldCharType="end"/>
        </w:r>
      </w:hyperlink>
    </w:p>
    <w:p w14:paraId="51CB9C70" w14:textId="75F14D5B" w:rsidR="00333C49" w:rsidRDefault="00333C49">
      <w:pPr>
        <w:pStyle w:val="TOC3"/>
        <w:rPr>
          <w:rFonts w:asciiTheme="minorHAnsi" w:eastAsiaTheme="minorEastAsia" w:hAnsiTheme="minorHAnsi" w:cstheme="minorBidi"/>
          <w:b w:val="0"/>
          <w:noProof/>
          <w:kern w:val="2"/>
          <w:sz w:val="24"/>
          <w:szCs w:val="24"/>
          <w:lang w:eastAsia="en-GB"/>
          <w14:ligatures w14:val="standardContextual"/>
        </w:rPr>
      </w:pPr>
      <w:hyperlink w:anchor="_Toc150443137" w:history="1">
        <w:r w:rsidRPr="00EA2324">
          <w:rPr>
            <w:rStyle w:val="Hyperlink"/>
            <w:noProof/>
          </w:rPr>
          <w:t>7.5.2</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Polymorphism for abstract classes</w:t>
        </w:r>
        <w:r>
          <w:rPr>
            <w:noProof/>
            <w:webHidden/>
          </w:rPr>
          <w:tab/>
        </w:r>
        <w:r>
          <w:rPr>
            <w:noProof/>
            <w:webHidden/>
          </w:rPr>
          <w:fldChar w:fldCharType="begin"/>
        </w:r>
        <w:r>
          <w:rPr>
            <w:noProof/>
            <w:webHidden/>
          </w:rPr>
          <w:instrText xml:space="preserve"> PAGEREF _Toc150443137 \h </w:instrText>
        </w:r>
        <w:r>
          <w:rPr>
            <w:noProof/>
            <w:webHidden/>
          </w:rPr>
        </w:r>
        <w:r>
          <w:rPr>
            <w:noProof/>
            <w:webHidden/>
          </w:rPr>
          <w:fldChar w:fldCharType="separate"/>
        </w:r>
        <w:r>
          <w:rPr>
            <w:noProof/>
            <w:webHidden/>
          </w:rPr>
          <w:t>21</w:t>
        </w:r>
        <w:r>
          <w:rPr>
            <w:noProof/>
            <w:webHidden/>
          </w:rPr>
          <w:fldChar w:fldCharType="end"/>
        </w:r>
      </w:hyperlink>
    </w:p>
    <w:p w14:paraId="0B3D43F7" w14:textId="6696920F"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38" w:history="1">
        <w:r w:rsidRPr="00EA2324">
          <w:rPr>
            <w:rStyle w:val="Hyperlink"/>
            <w:noProof/>
          </w:rPr>
          <w:t>7.6</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Parameter types</w:t>
        </w:r>
        <w:r>
          <w:rPr>
            <w:noProof/>
            <w:webHidden/>
          </w:rPr>
          <w:tab/>
        </w:r>
        <w:r>
          <w:rPr>
            <w:noProof/>
            <w:webHidden/>
          </w:rPr>
          <w:fldChar w:fldCharType="begin"/>
        </w:r>
        <w:r>
          <w:rPr>
            <w:noProof/>
            <w:webHidden/>
          </w:rPr>
          <w:instrText xml:space="preserve"> PAGEREF _Toc150443138 \h </w:instrText>
        </w:r>
        <w:r>
          <w:rPr>
            <w:noProof/>
            <w:webHidden/>
          </w:rPr>
        </w:r>
        <w:r>
          <w:rPr>
            <w:noProof/>
            <w:webHidden/>
          </w:rPr>
          <w:fldChar w:fldCharType="separate"/>
        </w:r>
        <w:r>
          <w:rPr>
            <w:noProof/>
            <w:webHidden/>
          </w:rPr>
          <w:t>22</w:t>
        </w:r>
        <w:r>
          <w:rPr>
            <w:noProof/>
            <w:webHidden/>
          </w:rPr>
          <w:fldChar w:fldCharType="end"/>
        </w:r>
      </w:hyperlink>
    </w:p>
    <w:p w14:paraId="486514F3" w14:textId="497F538F"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39" w:history="1">
        <w:r w:rsidRPr="00EA2324">
          <w:rPr>
            <w:rStyle w:val="Hyperlink"/>
            <w:noProof/>
          </w:rPr>
          <w:t>7.7</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Arrays</w:t>
        </w:r>
        <w:r>
          <w:rPr>
            <w:noProof/>
            <w:webHidden/>
          </w:rPr>
          <w:tab/>
        </w:r>
        <w:r>
          <w:rPr>
            <w:noProof/>
            <w:webHidden/>
          </w:rPr>
          <w:fldChar w:fldCharType="begin"/>
        </w:r>
        <w:r>
          <w:rPr>
            <w:noProof/>
            <w:webHidden/>
          </w:rPr>
          <w:instrText xml:space="preserve"> PAGEREF _Toc150443139 \h </w:instrText>
        </w:r>
        <w:r>
          <w:rPr>
            <w:noProof/>
            <w:webHidden/>
          </w:rPr>
        </w:r>
        <w:r>
          <w:rPr>
            <w:noProof/>
            <w:webHidden/>
          </w:rPr>
          <w:fldChar w:fldCharType="separate"/>
        </w:r>
        <w:r>
          <w:rPr>
            <w:noProof/>
            <w:webHidden/>
          </w:rPr>
          <w:t>23</w:t>
        </w:r>
        <w:r>
          <w:rPr>
            <w:noProof/>
            <w:webHidden/>
          </w:rPr>
          <w:fldChar w:fldCharType="end"/>
        </w:r>
      </w:hyperlink>
    </w:p>
    <w:p w14:paraId="68E18D49" w14:textId="1EA7D43D" w:rsidR="00333C49" w:rsidRDefault="00333C49">
      <w:pPr>
        <w:pStyle w:val="TOC3"/>
        <w:rPr>
          <w:rFonts w:asciiTheme="minorHAnsi" w:eastAsiaTheme="minorEastAsia" w:hAnsiTheme="minorHAnsi" w:cstheme="minorBidi"/>
          <w:b w:val="0"/>
          <w:noProof/>
          <w:kern w:val="2"/>
          <w:sz w:val="24"/>
          <w:szCs w:val="24"/>
          <w:lang w:eastAsia="en-GB"/>
          <w14:ligatures w14:val="standardContextual"/>
        </w:rPr>
      </w:pPr>
      <w:hyperlink w:anchor="_Toc150443140" w:history="1">
        <w:r w:rsidRPr="00EA2324">
          <w:rPr>
            <w:rStyle w:val="Hyperlink"/>
            <w:noProof/>
          </w:rPr>
          <w:t>7.7.1</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General</w:t>
        </w:r>
        <w:r>
          <w:rPr>
            <w:noProof/>
            <w:webHidden/>
          </w:rPr>
          <w:tab/>
        </w:r>
        <w:r>
          <w:rPr>
            <w:noProof/>
            <w:webHidden/>
          </w:rPr>
          <w:fldChar w:fldCharType="begin"/>
        </w:r>
        <w:r>
          <w:rPr>
            <w:noProof/>
            <w:webHidden/>
          </w:rPr>
          <w:instrText xml:space="preserve"> PAGEREF _Toc150443140 \h </w:instrText>
        </w:r>
        <w:r>
          <w:rPr>
            <w:noProof/>
            <w:webHidden/>
          </w:rPr>
        </w:r>
        <w:r>
          <w:rPr>
            <w:noProof/>
            <w:webHidden/>
          </w:rPr>
          <w:fldChar w:fldCharType="separate"/>
        </w:r>
        <w:r>
          <w:rPr>
            <w:noProof/>
            <w:webHidden/>
          </w:rPr>
          <w:t>23</w:t>
        </w:r>
        <w:r>
          <w:rPr>
            <w:noProof/>
            <w:webHidden/>
          </w:rPr>
          <w:fldChar w:fldCharType="end"/>
        </w:r>
      </w:hyperlink>
    </w:p>
    <w:p w14:paraId="2FF60FA6" w14:textId="500E95A4" w:rsidR="00333C49" w:rsidRDefault="00333C49">
      <w:pPr>
        <w:pStyle w:val="TOC3"/>
        <w:rPr>
          <w:rFonts w:asciiTheme="minorHAnsi" w:eastAsiaTheme="minorEastAsia" w:hAnsiTheme="minorHAnsi" w:cstheme="minorBidi"/>
          <w:b w:val="0"/>
          <w:noProof/>
          <w:kern w:val="2"/>
          <w:sz w:val="24"/>
          <w:szCs w:val="24"/>
          <w:lang w:eastAsia="en-GB"/>
          <w14:ligatures w14:val="standardContextual"/>
        </w:rPr>
      </w:pPr>
      <w:hyperlink w:anchor="_Toc150443141" w:history="1">
        <w:r w:rsidRPr="00EA2324">
          <w:rPr>
            <w:rStyle w:val="Hyperlink"/>
            <w:noProof/>
          </w:rPr>
          <w:t>7.7.2</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Alignment</w:t>
        </w:r>
        <w:r>
          <w:rPr>
            <w:noProof/>
            <w:webHidden/>
          </w:rPr>
          <w:tab/>
        </w:r>
        <w:r>
          <w:rPr>
            <w:noProof/>
            <w:webHidden/>
          </w:rPr>
          <w:fldChar w:fldCharType="begin"/>
        </w:r>
        <w:r>
          <w:rPr>
            <w:noProof/>
            <w:webHidden/>
          </w:rPr>
          <w:instrText xml:space="preserve"> PAGEREF _Toc150443141 \h </w:instrText>
        </w:r>
        <w:r>
          <w:rPr>
            <w:noProof/>
            <w:webHidden/>
          </w:rPr>
        </w:r>
        <w:r>
          <w:rPr>
            <w:noProof/>
            <w:webHidden/>
          </w:rPr>
          <w:fldChar w:fldCharType="separate"/>
        </w:r>
        <w:r>
          <w:rPr>
            <w:noProof/>
            <w:webHidden/>
          </w:rPr>
          <w:t>23</w:t>
        </w:r>
        <w:r>
          <w:rPr>
            <w:noProof/>
            <w:webHidden/>
          </w:rPr>
          <w:fldChar w:fldCharType="end"/>
        </w:r>
      </w:hyperlink>
    </w:p>
    <w:p w14:paraId="0DC31CE3" w14:textId="4ADCB2C2"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43" w:history="1">
        <w:r w:rsidRPr="00EA2324">
          <w:rPr>
            <w:rStyle w:val="Hyperlink"/>
            <w:noProof/>
          </w:rPr>
          <w:t>7.8</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Multi-dimensional arrays</w:t>
        </w:r>
        <w:r>
          <w:rPr>
            <w:noProof/>
            <w:webHidden/>
          </w:rPr>
          <w:tab/>
        </w:r>
        <w:r>
          <w:rPr>
            <w:noProof/>
            <w:webHidden/>
          </w:rPr>
          <w:fldChar w:fldCharType="begin"/>
        </w:r>
        <w:r>
          <w:rPr>
            <w:noProof/>
            <w:webHidden/>
          </w:rPr>
          <w:instrText xml:space="preserve"> PAGEREF _Toc150443143 \h </w:instrText>
        </w:r>
        <w:r>
          <w:rPr>
            <w:noProof/>
            <w:webHidden/>
          </w:rPr>
        </w:r>
        <w:r>
          <w:rPr>
            <w:noProof/>
            <w:webHidden/>
          </w:rPr>
          <w:fldChar w:fldCharType="separate"/>
        </w:r>
        <w:r>
          <w:rPr>
            <w:noProof/>
            <w:webHidden/>
          </w:rPr>
          <w:t>24</w:t>
        </w:r>
        <w:r>
          <w:rPr>
            <w:noProof/>
            <w:webHidden/>
          </w:rPr>
          <w:fldChar w:fldCharType="end"/>
        </w:r>
      </w:hyperlink>
    </w:p>
    <w:p w14:paraId="1137F22E" w14:textId="499C92B7"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44" w:history="1">
        <w:r w:rsidRPr="00EA2324">
          <w:rPr>
            <w:rStyle w:val="Hyperlink"/>
            <w:noProof/>
          </w:rPr>
          <w:t>7.9</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Partial arrays</w:t>
        </w:r>
        <w:r>
          <w:rPr>
            <w:noProof/>
            <w:webHidden/>
          </w:rPr>
          <w:tab/>
        </w:r>
        <w:r>
          <w:rPr>
            <w:noProof/>
            <w:webHidden/>
          </w:rPr>
          <w:fldChar w:fldCharType="begin"/>
        </w:r>
        <w:r>
          <w:rPr>
            <w:noProof/>
            <w:webHidden/>
          </w:rPr>
          <w:instrText xml:space="preserve"> PAGEREF _Toc150443144 \h </w:instrText>
        </w:r>
        <w:r>
          <w:rPr>
            <w:noProof/>
            <w:webHidden/>
          </w:rPr>
        </w:r>
        <w:r>
          <w:rPr>
            <w:noProof/>
            <w:webHidden/>
          </w:rPr>
          <w:fldChar w:fldCharType="separate"/>
        </w:r>
        <w:r>
          <w:rPr>
            <w:noProof/>
            <w:webHidden/>
          </w:rPr>
          <w:t>24</w:t>
        </w:r>
        <w:r>
          <w:rPr>
            <w:noProof/>
            <w:webHidden/>
          </w:rPr>
          <w:fldChar w:fldCharType="end"/>
        </w:r>
      </w:hyperlink>
    </w:p>
    <w:p w14:paraId="2A528DA7" w14:textId="50A49A75"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45" w:history="1">
        <w:r w:rsidRPr="00EA2324">
          <w:rPr>
            <w:rStyle w:val="Hyperlink"/>
            <w:noProof/>
          </w:rPr>
          <w:t>7.10</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Implicit arrays</w:t>
        </w:r>
        <w:r>
          <w:rPr>
            <w:noProof/>
            <w:webHidden/>
          </w:rPr>
          <w:tab/>
        </w:r>
        <w:r>
          <w:rPr>
            <w:noProof/>
            <w:webHidden/>
          </w:rPr>
          <w:fldChar w:fldCharType="begin"/>
        </w:r>
        <w:r>
          <w:rPr>
            <w:noProof/>
            <w:webHidden/>
          </w:rPr>
          <w:instrText xml:space="preserve"> PAGEREF _Toc150443145 \h </w:instrText>
        </w:r>
        <w:r>
          <w:rPr>
            <w:noProof/>
            <w:webHidden/>
          </w:rPr>
        </w:r>
        <w:r>
          <w:rPr>
            <w:noProof/>
            <w:webHidden/>
          </w:rPr>
          <w:fldChar w:fldCharType="separate"/>
        </w:r>
        <w:r>
          <w:rPr>
            <w:noProof/>
            <w:webHidden/>
          </w:rPr>
          <w:t>25</w:t>
        </w:r>
        <w:r>
          <w:rPr>
            <w:noProof/>
            <w:webHidden/>
          </w:rPr>
          <w:fldChar w:fldCharType="end"/>
        </w:r>
      </w:hyperlink>
    </w:p>
    <w:p w14:paraId="3C110953" w14:textId="578AA8F2" w:rsidR="00333C49" w:rsidRDefault="00333C49">
      <w:pPr>
        <w:pStyle w:val="TOC1"/>
        <w:rPr>
          <w:rFonts w:asciiTheme="minorHAnsi" w:eastAsiaTheme="minorEastAsia" w:hAnsiTheme="minorHAnsi" w:cstheme="minorBidi"/>
          <w:b w:val="0"/>
          <w:noProof/>
          <w:kern w:val="2"/>
          <w:sz w:val="24"/>
          <w:szCs w:val="24"/>
          <w:lang w:eastAsia="en-GB"/>
          <w14:ligatures w14:val="standardContextual"/>
        </w:rPr>
      </w:pPr>
      <w:hyperlink w:anchor="_Toc150443146" w:history="1">
        <w:r w:rsidRPr="00EA2324">
          <w:rPr>
            <w:rStyle w:val="Hyperlink"/>
            <w:noProof/>
          </w:rPr>
          <w:t>8</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Non-parsable variables</w:t>
        </w:r>
        <w:r>
          <w:rPr>
            <w:noProof/>
            <w:webHidden/>
          </w:rPr>
          <w:tab/>
        </w:r>
        <w:r>
          <w:rPr>
            <w:noProof/>
            <w:webHidden/>
          </w:rPr>
          <w:fldChar w:fldCharType="begin"/>
        </w:r>
        <w:r>
          <w:rPr>
            <w:noProof/>
            <w:webHidden/>
          </w:rPr>
          <w:instrText xml:space="preserve"> PAGEREF _Toc150443146 \h </w:instrText>
        </w:r>
        <w:r>
          <w:rPr>
            <w:noProof/>
            <w:webHidden/>
          </w:rPr>
        </w:r>
        <w:r>
          <w:rPr>
            <w:noProof/>
            <w:webHidden/>
          </w:rPr>
          <w:fldChar w:fldCharType="separate"/>
        </w:r>
        <w:r>
          <w:rPr>
            <w:noProof/>
            <w:webHidden/>
          </w:rPr>
          <w:t>26</w:t>
        </w:r>
        <w:r>
          <w:rPr>
            <w:noProof/>
            <w:webHidden/>
          </w:rPr>
          <w:fldChar w:fldCharType="end"/>
        </w:r>
      </w:hyperlink>
    </w:p>
    <w:p w14:paraId="749F7DD4" w14:textId="005B984C" w:rsidR="00333C49" w:rsidRDefault="00333C49">
      <w:pPr>
        <w:pStyle w:val="TOC1"/>
        <w:rPr>
          <w:rFonts w:asciiTheme="minorHAnsi" w:eastAsiaTheme="minorEastAsia" w:hAnsiTheme="minorHAnsi" w:cstheme="minorBidi"/>
          <w:b w:val="0"/>
          <w:noProof/>
          <w:kern w:val="2"/>
          <w:sz w:val="24"/>
          <w:szCs w:val="24"/>
          <w:lang w:eastAsia="en-GB"/>
          <w14:ligatures w14:val="standardContextual"/>
        </w:rPr>
      </w:pPr>
      <w:hyperlink w:anchor="_Toc150443147" w:history="1">
        <w:r w:rsidRPr="00EA2324">
          <w:rPr>
            <w:rStyle w:val="Hyperlink"/>
            <w:noProof/>
          </w:rPr>
          <w:t>9</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Syntactic flow control</w:t>
        </w:r>
        <w:r>
          <w:rPr>
            <w:noProof/>
            <w:webHidden/>
          </w:rPr>
          <w:tab/>
        </w:r>
        <w:r>
          <w:rPr>
            <w:noProof/>
            <w:webHidden/>
          </w:rPr>
          <w:fldChar w:fldCharType="begin"/>
        </w:r>
        <w:r>
          <w:rPr>
            <w:noProof/>
            <w:webHidden/>
          </w:rPr>
          <w:instrText xml:space="preserve"> PAGEREF _Toc150443147 \h </w:instrText>
        </w:r>
        <w:r>
          <w:rPr>
            <w:noProof/>
            <w:webHidden/>
          </w:rPr>
        </w:r>
        <w:r>
          <w:rPr>
            <w:noProof/>
            <w:webHidden/>
          </w:rPr>
          <w:fldChar w:fldCharType="separate"/>
        </w:r>
        <w:r>
          <w:rPr>
            <w:noProof/>
            <w:webHidden/>
          </w:rPr>
          <w:t>26</w:t>
        </w:r>
        <w:r>
          <w:rPr>
            <w:noProof/>
            <w:webHidden/>
          </w:rPr>
          <w:fldChar w:fldCharType="end"/>
        </w:r>
      </w:hyperlink>
    </w:p>
    <w:p w14:paraId="25AB3590" w14:textId="726B854C"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48" w:history="1">
        <w:r w:rsidRPr="00EA2324">
          <w:rPr>
            <w:rStyle w:val="Hyperlink"/>
            <w:noProof/>
          </w:rPr>
          <w:t>9.1</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Conditionals</w:t>
        </w:r>
        <w:r>
          <w:rPr>
            <w:noProof/>
            <w:webHidden/>
          </w:rPr>
          <w:tab/>
        </w:r>
        <w:r>
          <w:rPr>
            <w:noProof/>
            <w:webHidden/>
          </w:rPr>
          <w:fldChar w:fldCharType="begin"/>
        </w:r>
        <w:r>
          <w:rPr>
            <w:noProof/>
            <w:webHidden/>
          </w:rPr>
          <w:instrText xml:space="preserve"> PAGEREF _Toc150443148 \h </w:instrText>
        </w:r>
        <w:r>
          <w:rPr>
            <w:noProof/>
            <w:webHidden/>
          </w:rPr>
        </w:r>
        <w:r>
          <w:rPr>
            <w:noProof/>
            <w:webHidden/>
          </w:rPr>
          <w:fldChar w:fldCharType="separate"/>
        </w:r>
        <w:r>
          <w:rPr>
            <w:noProof/>
            <w:webHidden/>
          </w:rPr>
          <w:t>27</w:t>
        </w:r>
        <w:r>
          <w:rPr>
            <w:noProof/>
            <w:webHidden/>
          </w:rPr>
          <w:fldChar w:fldCharType="end"/>
        </w:r>
      </w:hyperlink>
    </w:p>
    <w:p w14:paraId="34329F6B" w14:textId="6F0740D7" w:rsidR="00333C49" w:rsidRDefault="00333C49">
      <w:pPr>
        <w:pStyle w:val="TOC2"/>
        <w:rPr>
          <w:rFonts w:asciiTheme="minorHAnsi" w:eastAsiaTheme="minorEastAsia" w:hAnsiTheme="minorHAnsi" w:cstheme="minorBidi"/>
          <w:b w:val="0"/>
          <w:noProof/>
          <w:kern w:val="2"/>
          <w:sz w:val="24"/>
          <w:szCs w:val="24"/>
          <w:lang w:eastAsia="en-GB"/>
          <w14:ligatures w14:val="standardContextual"/>
        </w:rPr>
      </w:pPr>
      <w:hyperlink w:anchor="_Toc150443163" w:history="1">
        <w:r w:rsidRPr="00EA2324">
          <w:rPr>
            <w:rStyle w:val="Hyperlink"/>
            <w:noProof/>
          </w:rPr>
          <w:t>9.2</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Loops</w:t>
        </w:r>
        <w:r>
          <w:rPr>
            <w:noProof/>
            <w:webHidden/>
          </w:rPr>
          <w:tab/>
        </w:r>
        <w:r>
          <w:rPr>
            <w:noProof/>
            <w:webHidden/>
          </w:rPr>
          <w:fldChar w:fldCharType="begin"/>
        </w:r>
        <w:r>
          <w:rPr>
            <w:noProof/>
            <w:webHidden/>
          </w:rPr>
          <w:instrText xml:space="preserve"> PAGEREF _Toc150443163 \h </w:instrText>
        </w:r>
        <w:r>
          <w:rPr>
            <w:noProof/>
            <w:webHidden/>
          </w:rPr>
        </w:r>
        <w:r>
          <w:rPr>
            <w:noProof/>
            <w:webHidden/>
          </w:rPr>
          <w:fldChar w:fldCharType="separate"/>
        </w:r>
        <w:r>
          <w:rPr>
            <w:noProof/>
            <w:webHidden/>
          </w:rPr>
          <w:t>29</w:t>
        </w:r>
        <w:r>
          <w:rPr>
            <w:noProof/>
            <w:webHidden/>
          </w:rPr>
          <w:fldChar w:fldCharType="end"/>
        </w:r>
      </w:hyperlink>
    </w:p>
    <w:p w14:paraId="151A9800" w14:textId="562E10A2" w:rsidR="00333C49" w:rsidRDefault="00333C49">
      <w:pPr>
        <w:pStyle w:val="TOC1"/>
        <w:rPr>
          <w:rFonts w:asciiTheme="minorHAnsi" w:eastAsiaTheme="minorEastAsia" w:hAnsiTheme="minorHAnsi" w:cstheme="minorBidi"/>
          <w:b w:val="0"/>
          <w:noProof/>
          <w:kern w:val="2"/>
          <w:sz w:val="24"/>
          <w:szCs w:val="24"/>
          <w:lang w:eastAsia="en-GB"/>
          <w14:ligatures w14:val="standardContextual"/>
        </w:rPr>
      </w:pPr>
      <w:hyperlink w:anchor="_Toc150443164" w:history="1">
        <w:r w:rsidRPr="00EA2324">
          <w:rPr>
            <w:rStyle w:val="Hyperlink"/>
            <w:noProof/>
          </w:rPr>
          <w:t>Annex A (informative)  SDL user guide</w:t>
        </w:r>
        <w:r>
          <w:rPr>
            <w:noProof/>
            <w:webHidden/>
          </w:rPr>
          <w:tab/>
        </w:r>
        <w:r>
          <w:rPr>
            <w:noProof/>
            <w:webHidden/>
          </w:rPr>
          <w:fldChar w:fldCharType="begin"/>
        </w:r>
        <w:r>
          <w:rPr>
            <w:noProof/>
            <w:webHidden/>
          </w:rPr>
          <w:instrText xml:space="preserve"> PAGEREF _Toc150443164 \h </w:instrText>
        </w:r>
        <w:r>
          <w:rPr>
            <w:noProof/>
            <w:webHidden/>
          </w:rPr>
        </w:r>
        <w:r>
          <w:rPr>
            <w:noProof/>
            <w:webHidden/>
          </w:rPr>
          <w:fldChar w:fldCharType="separate"/>
        </w:r>
        <w:r>
          <w:rPr>
            <w:noProof/>
            <w:webHidden/>
          </w:rPr>
          <w:t>31</w:t>
        </w:r>
        <w:r>
          <w:rPr>
            <w:noProof/>
            <w:webHidden/>
          </w:rPr>
          <w:fldChar w:fldCharType="end"/>
        </w:r>
      </w:hyperlink>
    </w:p>
    <w:p w14:paraId="38460075" w14:textId="3604BE30" w:rsidR="00333C49" w:rsidRDefault="00333C49">
      <w:pPr>
        <w:pStyle w:val="TOC1"/>
        <w:rPr>
          <w:rFonts w:asciiTheme="minorHAnsi" w:eastAsiaTheme="minorEastAsia" w:hAnsiTheme="minorHAnsi" w:cstheme="minorBidi"/>
          <w:b w:val="0"/>
          <w:noProof/>
          <w:kern w:val="2"/>
          <w:sz w:val="24"/>
          <w:szCs w:val="24"/>
          <w:lang w:eastAsia="en-GB"/>
          <w14:ligatures w14:val="standardContextual"/>
        </w:rPr>
      </w:pPr>
      <w:hyperlink w:anchor="_Toc150443165" w:history="1">
        <w:r w:rsidRPr="00EA2324">
          <w:rPr>
            <w:rStyle w:val="Hyperlink"/>
            <w:noProof/>
          </w:rPr>
          <w:t>A.1</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Getting started</w:t>
        </w:r>
        <w:r>
          <w:rPr>
            <w:noProof/>
            <w:webHidden/>
          </w:rPr>
          <w:tab/>
        </w:r>
        <w:r>
          <w:rPr>
            <w:noProof/>
            <w:webHidden/>
          </w:rPr>
          <w:fldChar w:fldCharType="begin"/>
        </w:r>
        <w:r>
          <w:rPr>
            <w:noProof/>
            <w:webHidden/>
          </w:rPr>
          <w:instrText xml:space="preserve"> PAGEREF _Toc150443165 \h </w:instrText>
        </w:r>
        <w:r>
          <w:rPr>
            <w:noProof/>
            <w:webHidden/>
          </w:rPr>
        </w:r>
        <w:r>
          <w:rPr>
            <w:noProof/>
            <w:webHidden/>
          </w:rPr>
          <w:fldChar w:fldCharType="separate"/>
        </w:r>
        <w:r>
          <w:rPr>
            <w:noProof/>
            <w:webHidden/>
          </w:rPr>
          <w:t>31</w:t>
        </w:r>
        <w:r>
          <w:rPr>
            <w:noProof/>
            <w:webHidden/>
          </w:rPr>
          <w:fldChar w:fldCharType="end"/>
        </w:r>
      </w:hyperlink>
    </w:p>
    <w:p w14:paraId="708C54C7" w14:textId="12CEE25C" w:rsidR="00333C49" w:rsidRDefault="00333C49">
      <w:pPr>
        <w:pStyle w:val="TOC1"/>
        <w:rPr>
          <w:rFonts w:asciiTheme="minorHAnsi" w:eastAsiaTheme="minorEastAsia" w:hAnsiTheme="minorHAnsi" w:cstheme="minorBidi"/>
          <w:b w:val="0"/>
          <w:noProof/>
          <w:kern w:val="2"/>
          <w:sz w:val="24"/>
          <w:szCs w:val="24"/>
          <w:lang w:eastAsia="en-GB"/>
          <w14:ligatures w14:val="standardContextual"/>
        </w:rPr>
      </w:pPr>
      <w:hyperlink w:anchor="_Toc150443166" w:history="1">
        <w:r w:rsidRPr="00EA2324">
          <w:rPr>
            <w:rStyle w:val="Hyperlink"/>
            <w:noProof/>
          </w:rPr>
          <w:t>A.2</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Advanced concepts</w:t>
        </w:r>
        <w:r>
          <w:rPr>
            <w:noProof/>
            <w:webHidden/>
          </w:rPr>
          <w:tab/>
        </w:r>
        <w:r>
          <w:rPr>
            <w:noProof/>
            <w:webHidden/>
          </w:rPr>
          <w:fldChar w:fldCharType="begin"/>
        </w:r>
        <w:r>
          <w:rPr>
            <w:noProof/>
            <w:webHidden/>
          </w:rPr>
          <w:instrText xml:space="preserve"> PAGEREF _Toc150443166 \h </w:instrText>
        </w:r>
        <w:r>
          <w:rPr>
            <w:noProof/>
            <w:webHidden/>
          </w:rPr>
        </w:r>
        <w:r>
          <w:rPr>
            <w:noProof/>
            <w:webHidden/>
          </w:rPr>
          <w:fldChar w:fldCharType="separate"/>
        </w:r>
        <w:r>
          <w:rPr>
            <w:noProof/>
            <w:webHidden/>
          </w:rPr>
          <w:t>35</w:t>
        </w:r>
        <w:r>
          <w:rPr>
            <w:noProof/>
            <w:webHidden/>
          </w:rPr>
          <w:fldChar w:fldCharType="end"/>
        </w:r>
      </w:hyperlink>
    </w:p>
    <w:p w14:paraId="529D530C" w14:textId="2587489C" w:rsidR="00333C49" w:rsidRDefault="00333C49">
      <w:pPr>
        <w:pStyle w:val="TOC1"/>
        <w:rPr>
          <w:rFonts w:asciiTheme="minorHAnsi" w:eastAsiaTheme="minorEastAsia" w:hAnsiTheme="minorHAnsi" w:cstheme="minorBidi"/>
          <w:b w:val="0"/>
          <w:noProof/>
          <w:kern w:val="2"/>
          <w:sz w:val="24"/>
          <w:szCs w:val="24"/>
          <w:lang w:eastAsia="en-GB"/>
          <w14:ligatures w14:val="standardContextual"/>
        </w:rPr>
      </w:pPr>
      <w:hyperlink w:anchor="_Toc150443167" w:history="1">
        <w:r w:rsidRPr="00EA2324">
          <w:rPr>
            <w:rStyle w:val="Hyperlink"/>
            <w:noProof/>
          </w:rPr>
          <w:t>A.3</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Common patterns</w:t>
        </w:r>
        <w:r>
          <w:rPr>
            <w:noProof/>
            <w:webHidden/>
          </w:rPr>
          <w:tab/>
        </w:r>
        <w:r>
          <w:rPr>
            <w:noProof/>
            <w:webHidden/>
          </w:rPr>
          <w:fldChar w:fldCharType="begin"/>
        </w:r>
        <w:r>
          <w:rPr>
            <w:noProof/>
            <w:webHidden/>
          </w:rPr>
          <w:instrText xml:space="preserve"> PAGEREF _Toc150443167 \h </w:instrText>
        </w:r>
        <w:r>
          <w:rPr>
            <w:noProof/>
            <w:webHidden/>
          </w:rPr>
        </w:r>
        <w:r>
          <w:rPr>
            <w:noProof/>
            <w:webHidden/>
          </w:rPr>
          <w:fldChar w:fldCharType="separate"/>
        </w:r>
        <w:r>
          <w:rPr>
            <w:noProof/>
            <w:webHidden/>
          </w:rPr>
          <w:t>36</w:t>
        </w:r>
        <w:r>
          <w:rPr>
            <w:noProof/>
            <w:webHidden/>
          </w:rPr>
          <w:fldChar w:fldCharType="end"/>
        </w:r>
      </w:hyperlink>
    </w:p>
    <w:p w14:paraId="7887DDD4" w14:textId="263F2F62" w:rsidR="00333C49" w:rsidRDefault="00333C49">
      <w:pPr>
        <w:pStyle w:val="TOC1"/>
        <w:rPr>
          <w:rFonts w:asciiTheme="minorHAnsi" w:eastAsiaTheme="minorEastAsia" w:hAnsiTheme="minorHAnsi" w:cstheme="minorBidi"/>
          <w:b w:val="0"/>
          <w:noProof/>
          <w:kern w:val="2"/>
          <w:sz w:val="24"/>
          <w:szCs w:val="24"/>
          <w:lang w:eastAsia="en-GB"/>
          <w14:ligatures w14:val="standardContextual"/>
        </w:rPr>
      </w:pPr>
      <w:hyperlink w:anchor="_Toc150443168" w:history="1">
        <w:r w:rsidRPr="00EA2324">
          <w:rPr>
            <w:rStyle w:val="Hyperlink"/>
            <w:noProof/>
          </w:rPr>
          <w:t>A.4</w:t>
        </w:r>
        <w:r>
          <w:rPr>
            <w:rFonts w:asciiTheme="minorHAnsi" w:eastAsiaTheme="minorEastAsia" w:hAnsiTheme="minorHAnsi" w:cstheme="minorBidi"/>
            <w:b w:val="0"/>
            <w:noProof/>
            <w:kern w:val="2"/>
            <w:sz w:val="24"/>
            <w:szCs w:val="24"/>
            <w:lang w:eastAsia="en-GB"/>
            <w14:ligatures w14:val="standardContextual"/>
          </w:rPr>
          <w:tab/>
        </w:r>
        <w:r w:rsidRPr="00EA2324">
          <w:rPr>
            <w:rStyle w:val="Hyperlink"/>
            <w:noProof/>
          </w:rPr>
          <w:t>Tooling</w:t>
        </w:r>
        <w:r>
          <w:rPr>
            <w:noProof/>
            <w:webHidden/>
          </w:rPr>
          <w:tab/>
        </w:r>
        <w:r>
          <w:rPr>
            <w:noProof/>
            <w:webHidden/>
          </w:rPr>
          <w:fldChar w:fldCharType="begin"/>
        </w:r>
        <w:r>
          <w:rPr>
            <w:noProof/>
            <w:webHidden/>
          </w:rPr>
          <w:instrText xml:space="preserve"> PAGEREF _Toc150443168 \h </w:instrText>
        </w:r>
        <w:r>
          <w:rPr>
            <w:noProof/>
            <w:webHidden/>
          </w:rPr>
        </w:r>
        <w:r>
          <w:rPr>
            <w:noProof/>
            <w:webHidden/>
          </w:rPr>
          <w:fldChar w:fldCharType="separate"/>
        </w:r>
        <w:r>
          <w:rPr>
            <w:noProof/>
            <w:webHidden/>
          </w:rPr>
          <w:t>36</w:t>
        </w:r>
        <w:r>
          <w:rPr>
            <w:noProof/>
            <w:webHidden/>
          </w:rPr>
          <w:fldChar w:fldCharType="end"/>
        </w:r>
      </w:hyperlink>
    </w:p>
    <w:p w14:paraId="24B3FA5B" w14:textId="3228039F" w:rsidR="001A33D0" w:rsidRPr="006D1923" w:rsidRDefault="0054733A" w:rsidP="001A33D0">
      <w:pPr>
        <w:pStyle w:val="TOC1"/>
      </w:pPr>
      <w:r w:rsidRPr="006D1923">
        <w:fldChar w:fldCharType="end"/>
      </w:r>
    </w:p>
    <w:p w14:paraId="27983101" w14:textId="77777777" w:rsidR="001A33D0" w:rsidRPr="006D1923" w:rsidRDefault="001A33D0" w:rsidP="001A33D0">
      <w:pPr>
        <w:pStyle w:val="ForewordTitle"/>
      </w:pPr>
      <w:bookmarkStart w:id="0" w:name="_Toc353342667"/>
      <w:bookmarkStart w:id="1" w:name="_Toc150443085"/>
      <w:r w:rsidRPr="006D1923">
        <w:lastRenderedPageBreak/>
        <w:t>Foreword</w:t>
      </w:r>
      <w:bookmarkEnd w:id="0"/>
      <w:bookmarkEnd w:id="1"/>
    </w:p>
    <w:p w14:paraId="149CB2D5" w14:textId="77777777" w:rsidR="00BC394B" w:rsidRPr="006D1923" w:rsidRDefault="00BC394B" w:rsidP="00AD6264">
      <w:pPr>
        <w:pStyle w:val="ForewordText"/>
        <w:rPr>
          <w:lang w:val="en-GB"/>
        </w:rPr>
      </w:pPr>
      <w:r w:rsidRPr="006D1923">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5A854315" w14:textId="42A9F01B" w:rsidR="00BC394B" w:rsidRPr="006D1923" w:rsidRDefault="00BC394B" w:rsidP="00AD6264">
      <w:pPr>
        <w:pStyle w:val="ForewordText"/>
        <w:rPr>
          <w:lang w:val="en-GB"/>
        </w:rPr>
      </w:pPr>
      <w:r w:rsidRPr="006D1923">
        <w:rPr>
          <w:lang w:val="en-GB"/>
        </w:rPr>
        <w:t>The procedures used to develop this document and those intended for its further maintenance are described in the ISO/IEC Directives, Part 1. In particular</w:t>
      </w:r>
      <w:r w:rsidR="00F81ACE" w:rsidRPr="006D1923">
        <w:rPr>
          <w:lang w:val="en-GB"/>
        </w:rPr>
        <w:t>,</w:t>
      </w:r>
      <w:r w:rsidRPr="006D1923">
        <w:rPr>
          <w:lang w:val="en-GB"/>
        </w:rPr>
        <w:t xml:space="preserve"> the different approval criteria needed for the different types of ISO documents should be noted. This document was drafted in accordance with the editorial rules of the ISO/IEC Directives, Part 2 (see </w:t>
      </w:r>
      <w:hyperlink r:id="rId11" w:history="1">
        <w:r w:rsidRPr="006D1923">
          <w:rPr>
            <w:rStyle w:val="Hyperlink"/>
            <w:lang w:val="en-GB"/>
          </w:rPr>
          <w:t>www.iso.org/directives</w:t>
        </w:r>
      </w:hyperlink>
      <w:r w:rsidRPr="006D1923">
        <w:rPr>
          <w:lang w:val="en-GB"/>
        </w:rPr>
        <w:t>).</w:t>
      </w:r>
    </w:p>
    <w:p w14:paraId="456B7530" w14:textId="51E9BBB2" w:rsidR="00BC394B" w:rsidRPr="006D1923" w:rsidRDefault="00BC394B" w:rsidP="00AD6264">
      <w:pPr>
        <w:pStyle w:val="ForewordText"/>
        <w:rPr>
          <w:lang w:val="en-GB"/>
        </w:rPr>
      </w:pPr>
      <w:r w:rsidRPr="006D1923">
        <w:rPr>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2" w:history="1">
        <w:r w:rsidRPr="006D1923">
          <w:rPr>
            <w:rStyle w:val="Hyperlink"/>
            <w:lang w:val="en-GB"/>
          </w:rPr>
          <w:t>www.iso.org/patents</w:t>
        </w:r>
      </w:hyperlink>
      <w:r w:rsidRPr="006D1923">
        <w:rPr>
          <w:lang w:val="en-GB"/>
        </w:rPr>
        <w:t>).</w:t>
      </w:r>
    </w:p>
    <w:p w14:paraId="467B963E" w14:textId="77777777" w:rsidR="00BC394B" w:rsidRPr="006D1923" w:rsidRDefault="00BC394B" w:rsidP="00AD6264">
      <w:pPr>
        <w:pStyle w:val="ForewordText"/>
        <w:rPr>
          <w:lang w:val="en-GB"/>
        </w:rPr>
      </w:pPr>
      <w:r w:rsidRPr="006D1923">
        <w:rPr>
          <w:lang w:val="en-GB"/>
        </w:rPr>
        <w:t>Any trade name used in this document is information given for the convenience of users and does not constitute an endorsement.</w:t>
      </w:r>
    </w:p>
    <w:p w14:paraId="0E3FA045" w14:textId="3EB2BC57" w:rsidR="00BC394B" w:rsidRPr="006D1923" w:rsidRDefault="00BC394B" w:rsidP="00AD6264">
      <w:pPr>
        <w:pStyle w:val="ForewordText"/>
        <w:rPr>
          <w:lang w:val="en-GB"/>
        </w:rPr>
      </w:pPr>
      <w:r w:rsidRPr="006D1923">
        <w:rPr>
          <w:lang w:val="en-GB"/>
        </w:rPr>
        <w:t>For an explanation o</w:t>
      </w:r>
      <w:r w:rsidR="00F81ACE" w:rsidRPr="006D1923">
        <w:rPr>
          <w:lang w:val="en-GB"/>
        </w:rPr>
        <w:t>f</w:t>
      </w:r>
      <w:r w:rsidRPr="006D1923">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6D1923">
        <w:rPr>
          <w:lang w:val="en-GB"/>
        </w:rPr>
        <w:t>,</w:t>
      </w:r>
      <w:r w:rsidRPr="006D1923">
        <w:rPr>
          <w:color w:val="FF0000"/>
          <w:lang w:val="en-GB"/>
        </w:rPr>
        <w:t xml:space="preserve"> </w:t>
      </w:r>
      <w:r w:rsidRPr="006D1923">
        <w:rPr>
          <w:lang w:val="en-GB"/>
        </w:rPr>
        <w:t xml:space="preserve">see </w:t>
      </w:r>
      <w:hyperlink r:id="rId13" w:history="1">
        <w:r w:rsidRPr="006D1923">
          <w:rPr>
            <w:rStyle w:val="Hyperlink"/>
            <w:rFonts w:eastAsia="Malgun Gothic" w:cs="Arial"/>
            <w:szCs w:val="24"/>
            <w:lang w:val="en-GB"/>
          </w:rPr>
          <w:t>www.iso.org/iso/foreword.html</w:t>
        </w:r>
      </w:hyperlink>
      <w:r w:rsidRPr="006D1923">
        <w:rPr>
          <w:rFonts w:eastAsia="Malgun Gothic"/>
          <w:lang w:val="en-GB"/>
        </w:rPr>
        <w:t>.</w:t>
      </w:r>
    </w:p>
    <w:p w14:paraId="39F41F14" w14:textId="111C8B7E" w:rsidR="001A33D0" w:rsidRPr="00884BDD" w:rsidRDefault="00B9118A" w:rsidP="00AD6264">
      <w:pPr>
        <w:pStyle w:val="ForewordText"/>
        <w:rPr>
          <w:lang w:val="en-GB"/>
        </w:rPr>
      </w:pPr>
      <w:r w:rsidRPr="00884BDD">
        <w:rPr>
          <w:lang w:val="en-GB"/>
        </w:rPr>
        <w:t xml:space="preserve">This document was prepared by </w:t>
      </w:r>
      <w:r w:rsidR="00B34D7B">
        <w:rPr>
          <w:lang w:val="en-GB"/>
        </w:rPr>
        <w:t xml:space="preserve">Joint </w:t>
      </w:r>
      <w:r w:rsidRPr="00884BDD">
        <w:rPr>
          <w:lang w:val="en-GB"/>
        </w:rPr>
        <w:t>Technical Committee</w:t>
      </w:r>
      <w:r w:rsidR="001A33D0" w:rsidRPr="00884BDD">
        <w:rPr>
          <w:lang w:val="en-GB"/>
        </w:rPr>
        <w:t xml:space="preserve"> ISO/</w:t>
      </w:r>
      <w:r w:rsidR="00B34D7B">
        <w:rPr>
          <w:lang w:val="en-GB"/>
        </w:rPr>
        <w:t>IEC</w:t>
      </w:r>
      <w:r w:rsidR="00B34D7B" w:rsidRPr="00884BDD">
        <w:rPr>
          <w:lang w:val="en-GB"/>
        </w:rPr>
        <w:t xml:space="preserve"> </w:t>
      </w:r>
      <w:r w:rsidR="006D1923" w:rsidRPr="00282F49">
        <w:rPr>
          <w:lang w:val="en-GB"/>
        </w:rPr>
        <w:t>1</w:t>
      </w:r>
      <w:r w:rsidR="001A33D0" w:rsidRPr="00884BDD">
        <w:rPr>
          <w:lang w:val="en-GB"/>
        </w:rPr>
        <w:t xml:space="preserve">, </w:t>
      </w:r>
      <w:r w:rsidR="00C82467">
        <w:rPr>
          <w:lang w:val="en-GB"/>
        </w:rPr>
        <w:t>i</w:t>
      </w:r>
      <w:r w:rsidR="00B34D7B" w:rsidRPr="00B34D7B">
        <w:rPr>
          <w:lang w:val="en-GB"/>
        </w:rPr>
        <w:t>nformation technolog</w:t>
      </w:r>
      <w:r w:rsidR="00B34D7B">
        <w:rPr>
          <w:lang w:val="en-GB"/>
        </w:rPr>
        <w:t>y</w:t>
      </w:r>
      <w:r w:rsidR="001A33D0" w:rsidRPr="00884BDD">
        <w:rPr>
          <w:lang w:val="en-GB"/>
        </w:rPr>
        <w:t xml:space="preserve">, Subcommittee SC </w:t>
      </w:r>
      <w:r w:rsidR="006D1923" w:rsidRPr="00282F49">
        <w:rPr>
          <w:lang w:val="en-GB"/>
        </w:rPr>
        <w:t>29</w:t>
      </w:r>
      <w:r w:rsidR="006D1923" w:rsidRPr="00884BDD">
        <w:rPr>
          <w:lang w:val="en-GB"/>
        </w:rPr>
        <w:t>,</w:t>
      </w:r>
      <w:r w:rsidR="00C82467" w:rsidRPr="00282F49">
        <w:rPr>
          <w:lang w:val="en-GB"/>
        </w:rPr>
        <w:t xml:space="preserve"> coding of audio, picture, multimedia and hypermedia information</w:t>
      </w:r>
      <w:r w:rsidR="001A33D0" w:rsidRPr="00884BDD">
        <w:rPr>
          <w:lang w:val="en-GB"/>
        </w:rPr>
        <w:t>.</w:t>
      </w:r>
    </w:p>
    <w:p w14:paraId="56883FB9" w14:textId="56E7E4BA" w:rsidR="001A33D0" w:rsidRPr="006D1923" w:rsidRDefault="001A33D0" w:rsidP="00AD6264">
      <w:pPr>
        <w:pStyle w:val="ForewordText"/>
        <w:rPr>
          <w:rFonts w:ascii="Calibri" w:hAnsi="Calibri"/>
          <w:lang w:val="en-GB"/>
        </w:rPr>
      </w:pPr>
      <w:r w:rsidRPr="006D1923">
        <w:rPr>
          <w:lang w:val="en-GB"/>
        </w:rPr>
        <w:t xml:space="preserve">A list of all parts in the ISO </w:t>
      </w:r>
      <w:r w:rsidR="00884BDD" w:rsidRPr="00282F49">
        <w:rPr>
          <w:lang w:val="en-GB"/>
        </w:rPr>
        <w:t>14496</w:t>
      </w:r>
      <w:r w:rsidR="00884BDD" w:rsidRPr="006D1923">
        <w:rPr>
          <w:lang w:val="en-GB"/>
        </w:rPr>
        <w:t xml:space="preserve"> </w:t>
      </w:r>
      <w:r w:rsidRPr="006D1923">
        <w:rPr>
          <w:lang w:val="en-GB"/>
        </w:rPr>
        <w:t>series can be found on the ISO website.</w:t>
      </w:r>
    </w:p>
    <w:p w14:paraId="44016F01" w14:textId="3EF9F2D8" w:rsidR="00DF121D" w:rsidRPr="006D1923" w:rsidRDefault="0097303B" w:rsidP="00AD6264">
      <w:pPr>
        <w:pStyle w:val="ForewordText"/>
        <w:rPr>
          <w:iCs/>
          <w:lang w:val="en-GB"/>
        </w:rPr>
      </w:pPr>
      <w:r w:rsidRPr="006D1923">
        <w:rPr>
          <w:iCs/>
          <w:lang w:val="en-GB"/>
        </w:rPr>
        <w:t xml:space="preserve">Any feedback or questions on this document should be directed to the user’s national standards body. A complete listing of these bodies can be found at </w:t>
      </w:r>
      <w:hyperlink r:id="rId14" w:history="1">
        <w:r w:rsidR="00F81ACE" w:rsidRPr="00282F49">
          <w:rPr>
            <w:rStyle w:val="Hyperlink"/>
            <w:iCs/>
            <w:lang w:val="en-GB"/>
          </w:rPr>
          <w:t>www.iso.org/members.html</w:t>
        </w:r>
      </w:hyperlink>
      <w:r w:rsidRPr="006D1923">
        <w:rPr>
          <w:iCs/>
          <w:lang w:val="en-GB"/>
        </w:rPr>
        <w:t>.</w:t>
      </w:r>
    </w:p>
    <w:p w14:paraId="060C4831" w14:textId="23F21DDF" w:rsidR="001A33D0" w:rsidRPr="006D1923" w:rsidRDefault="001A33D0" w:rsidP="001A33D0">
      <w:pPr>
        <w:pStyle w:val="IntroTitle"/>
        <w:pageBreakBefore/>
      </w:pPr>
      <w:bookmarkStart w:id="2" w:name="_Toc353342668"/>
      <w:bookmarkStart w:id="3" w:name="_Toc150443086"/>
      <w:r w:rsidRPr="006D1923">
        <w:lastRenderedPageBreak/>
        <w:t>Introduction</w:t>
      </w:r>
      <w:bookmarkEnd w:id="2"/>
      <w:bookmarkEnd w:id="3"/>
    </w:p>
    <w:p w14:paraId="5F7AB556" w14:textId="7535B8AA" w:rsidR="00090970" w:rsidRPr="00282F49" w:rsidRDefault="00090970" w:rsidP="00090970">
      <w:pPr>
        <w:pStyle w:val="BodyText"/>
        <w:spacing w:after="220"/>
        <w:rPr>
          <w:rFonts w:eastAsia="Times New Roman"/>
          <w:lang w:eastAsia="ko-KR"/>
        </w:rPr>
      </w:pPr>
      <w:r w:rsidRPr="00282F49">
        <w:rPr>
          <w:rFonts w:eastAsia="Times New Roman"/>
          <w:lang w:eastAsia="ko-KR"/>
        </w:rPr>
        <w:t xml:space="preserve">This </w:t>
      </w:r>
      <w:r w:rsidR="001E43B2" w:rsidRPr="00282F49">
        <w:t>specification</w:t>
      </w:r>
      <w:r w:rsidRPr="00282F49">
        <w:rPr>
          <w:rFonts w:eastAsia="Times New Roman"/>
          <w:lang w:eastAsia="ko-KR"/>
        </w:rPr>
        <w:t xml:space="preserve"> describes the mechanism with which bitstream syntax is documented in</w:t>
      </w:r>
      <w:r w:rsidR="009776B2" w:rsidRPr="00282F49">
        <w:rPr>
          <w:rFonts w:eastAsia="Times New Roman"/>
          <w:lang w:eastAsia="ko-KR"/>
        </w:rPr>
        <w:t xml:space="preserve"> </w:t>
      </w:r>
      <w:r w:rsidR="00B81843">
        <w:rPr>
          <w:rFonts w:eastAsia="Times New Roman"/>
          <w:lang w:eastAsia="ko-KR"/>
        </w:rPr>
        <w:t>several</w:t>
      </w:r>
      <w:r w:rsidR="009776B2" w:rsidRPr="00282F49">
        <w:rPr>
          <w:rFonts w:eastAsia="Times New Roman"/>
          <w:lang w:eastAsia="ko-KR"/>
        </w:rPr>
        <w:t xml:space="preserve"> standard parts such as in </w:t>
      </w:r>
      <w:r w:rsidRPr="00282F49">
        <w:rPr>
          <w:rFonts w:eastAsia="Times New Roman"/>
          <w:lang w:eastAsia="ko-KR"/>
        </w:rPr>
        <w:t>ISO/IEC 14496</w:t>
      </w:r>
      <w:r w:rsidR="00F628F0" w:rsidRPr="00282F49">
        <w:rPr>
          <w:rFonts w:eastAsia="Times New Roman"/>
          <w:lang w:eastAsia="ko-KR"/>
        </w:rPr>
        <w:t xml:space="preserve"> or</w:t>
      </w:r>
      <w:r w:rsidR="009776B2" w:rsidRPr="00282F49">
        <w:rPr>
          <w:rFonts w:eastAsia="Times New Roman"/>
          <w:lang w:eastAsia="ko-KR"/>
        </w:rPr>
        <w:t xml:space="preserve"> ISO/IEC </w:t>
      </w:r>
      <w:r w:rsidR="00A05442" w:rsidRPr="00282F49">
        <w:rPr>
          <w:rFonts w:eastAsia="Times New Roman"/>
          <w:lang w:eastAsia="ko-KR"/>
        </w:rPr>
        <w:t>230</w:t>
      </w:r>
      <w:r w:rsidR="00A05442">
        <w:rPr>
          <w:rFonts w:eastAsia="Times New Roman"/>
          <w:lang w:eastAsia="ko-KR"/>
        </w:rPr>
        <w:t>0</w:t>
      </w:r>
      <w:r w:rsidR="00A05442" w:rsidRPr="00282F49">
        <w:rPr>
          <w:rFonts w:eastAsia="Times New Roman"/>
          <w:lang w:eastAsia="ko-KR"/>
        </w:rPr>
        <w:t>0</w:t>
      </w:r>
      <w:r w:rsidRPr="00282F49">
        <w:rPr>
          <w:rFonts w:eastAsia="Times New Roman"/>
          <w:lang w:eastAsia="ko-KR"/>
        </w:rPr>
        <w:t xml:space="preserve">. This mechanism is based on a Syntactic Description Language (SDL), documented here in the form of syntactic description rules. It </w:t>
      </w:r>
      <w:r w:rsidR="00C57329">
        <w:rPr>
          <w:rFonts w:eastAsia="Times New Roman"/>
          <w:lang w:eastAsia="ko-KR"/>
        </w:rPr>
        <w:t xml:space="preserve">leverages concepts defined in the </w:t>
      </w:r>
      <w:r w:rsidRPr="00282F49">
        <w:rPr>
          <w:rFonts w:eastAsia="Times New Roman"/>
          <w:lang w:eastAsia="ko-KR"/>
        </w:rPr>
        <w:t>C-like syntax used in ISO/IEC 11172</w:t>
      </w:r>
      <w:r w:rsidR="00D213F0">
        <w:rPr>
          <w:rFonts w:eastAsia="Times New Roman"/>
          <w:lang w:eastAsia="ko-KR"/>
        </w:rPr>
        <w:t>–</w:t>
      </w:r>
      <w:r w:rsidRPr="00282F49">
        <w:rPr>
          <w:rFonts w:eastAsia="Times New Roman"/>
          <w:lang w:eastAsia="ko-KR"/>
        </w:rPr>
        <w:t>1:1993 and ISO/IEC 13818</w:t>
      </w:r>
      <w:r w:rsidR="00D213F0">
        <w:rPr>
          <w:rFonts w:eastAsia="Times New Roman"/>
          <w:lang w:eastAsia="ko-KR"/>
        </w:rPr>
        <w:t>–</w:t>
      </w:r>
      <w:r w:rsidRPr="00282F49">
        <w:rPr>
          <w:rFonts w:eastAsia="Times New Roman"/>
          <w:lang w:eastAsia="ko-KR"/>
        </w:rPr>
        <w:t>1:200</w:t>
      </w:r>
      <w:r w:rsidRPr="00282F49">
        <w:t>7</w:t>
      </w:r>
      <w:r w:rsidRPr="00282F49">
        <w:rPr>
          <w:rFonts w:eastAsia="Times New Roman"/>
          <w:lang w:eastAsia="ko-KR"/>
        </w:rPr>
        <w:t xml:space="preserve"> into a well-defined framework that lends itself to object-oriented data representations. SDL assumes an object-oriented underlying framework in which bitstream units consist of “classes.” This framework is based on the typing system of the C++ and Java programming languages. SDL extends the typing system by providing facilities for defining bitstream-level quantities, and how they should be parsed.</w:t>
      </w:r>
    </w:p>
    <w:p w14:paraId="018B8787" w14:textId="28FA4D51" w:rsidR="00090970" w:rsidRDefault="00090970" w:rsidP="00090970">
      <w:pPr>
        <w:pStyle w:val="BodyText"/>
        <w:spacing w:after="220"/>
        <w:rPr>
          <w:rFonts w:eastAsia="Times New Roman"/>
          <w:lang w:eastAsia="ko-KR"/>
        </w:rPr>
      </w:pPr>
      <w:r w:rsidRPr="00282F49">
        <w:rPr>
          <w:rFonts w:eastAsia="Times New Roman"/>
          <w:lang w:eastAsia="ko-KR"/>
        </w:rPr>
        <w:t xml:space="preserve">The elementary constructs are described first, followed by the composite syntactic constructs, and arithmetic and logical expressions. Finally, syntactic control flow and built-in functions are addressed. Syntactic flow control is needed to </w:t>
      </w:r>
      <w:r w:rsidR="00A05442">
        <w:rPr>
          <w:rFonts w:eastAsia="Times New Roman"/>
          <w:lang w:eastAsia="ko-KR"/>
        </w:rPr>
        <w:t>support</w:t>
      </w:r>
      <w:r w:rsidRPr="00282F49">
        <w:rPr>
          <w:rFonts w:eastAsia="Times New Roman"/>
          <w:lang w:eastAsia="ko-KR"/>
        </w:rPr>
        <w:t xml:space="preserve"> context-sensitive data. Several examples are used to clarify the structure.</w:t>
      </w:r>
    </w:p>
    <w:p w14:paraId="7C570DF2" w14:textId="6E6B6818" w:rsidR="00E9761A" w:rsidRDefault="00E9761A" w:rsidP="00090970">
      <w:pPr>
        <w:pStyle w:val="BodyText"/>
        <w:spacing w:after="220"/>
        <w:rPr>
          <w:rFonts w:eastAsia="Times New Roman"/>
          <w:lang w:eastAsia="ko-KR"/>
        </w:rPr>
      </w:pPr>
      <w:r>
        <w:rPr>
          <w:rFonts w:eastAsia="Times New Roman"/>
          <w:lang w:eastAsia="ko-KR"/>
        </w:rPr>
        <w:t>Initially defined in IS</w:t>
      </w:r>
      <w:r w:rsidR="00666B47">
        <w:rPr>
          <w:rFonts w:eastAsia="Times New Roman"/>
          <w:lang w:eastAsia="ko-KR"/>
        </w:rPr>
        <w:t>O</w:t>
      </w:r>
      <w:r>
        <w:rPr>
          <w:rFonts w:eastAsia="Times New Roman"/>
          <w:lang w:eastAsia="ko-KR"/>
        </w:rPr>
        <w:t>/IEC 14496-1</w:t>
      </w:r>
      <w:r w:rsidR="008562E8">
        <w:rPr>
          <w:rFonts w:eastAsia="Times New Roman"/>
          <w:lang w:eastAsia="ko-KR"/>
        </w:rPr>
        <w:t xml:space="preserve">, </w:t>
      </w:r>
      <w:r w:rsidR="00666B47">
        <w:rPr>
          <w:rFonts w:eastAsia="Times New Roman"/>
          <w:lang w:eastAsia="ko-KR"/>
        </w:rPr>
        <w:t xml:space="preserve">this specification </w:t>
      </w:r>
      <w:r w:rsidR="002642BB">
        <w:rPr>
          <w:rFonts w:eastAsia="Times New Roman"/>
          <w:lang w:eastAsia="ko-KR"/>
        </w:rPr>
        <w:t xml:space="preserve">is </w:t>
      </w:r>
      <w:r w:rsidR="00666B47">
        <w:rPr>
          <w:rFonts w:eastAsia="Times New Roman"/>
          <w:lang w:eastAsia="ko-KR"/>
        </w:rPr>
        <w:t>backward</w:t>
      </w:r>
      <w:r w:rsidR="00546AB6">
        <w:rPr>
          <w:rFonts w:eastAsia="Times New Roman"/>
          <w:lang w:eastAsia="ko-KR"/>
        </w:rPr>
        <w:t>-</w:t>
      </w:r>
      <w:r w:rsidR="00666B47">
        <w:rPr>
          <w:rFonts w:eastAsia="Times New Roman"/>
          <w:lang w:eastAsia="ko-KR"/>
        </w:rPr>
        <w:t xml:space="preserve">compatible compared to the </w:t>
      </w:r>
      <w:r w:rsidR="002642BB">
        <w:rPr>
          <w:rFonts w:eastAsia="Times New Roman"/>
          <w:lang w:eastAsia="ko-KR"/>
        </w:rPr>
        <w:t xml:space="preserve">SDL specified </w:t>
      </w:r>
      <w:r w:rsidR="00F860BA">
        <w:rPr>
          <w:rFonts w:eastAsia="Times New Roman"/>
          <w:lang w:eastAsia="ko-KR"/>
        </w:rPr>
        <w:t xml:space="preserve">in ISO/IEC 14496-1. That is, a valid SDL definition based on ISO/IEC 14496-1 is also a valid </w:t>
      </w:r>
      <w:r w:rsidR="009A2E0A">
        <w:rPr>
          <w:rFonts w:eastAsia="Times New Roman"/>
          <w:lang w:eastAsia="ko-KR"/>
        </w:rPr>
        <w:t xml:space="preserve">definition based on this specification. However, the </w:t>
      </w:r>
      <w:r w:rsidR="00466212">
        <w:rPr>
          <w:rFonts w:eastAsia="Times New Roman"/>
          <w:lang w:eastAsia="ko-KR"/>
        </w:rPr>
        <w:t>inverse</w:t>
      </w:r>
      <w:r w:rsidR="009A2E0A">
        <w:rPr>
          <w:rFonts w:eastAsia="Times New Roman"/>
          <w:lang w:eastAsia="ko-KR"/>
        </w:rPr>
        <w:t xml:space="preserve"> is not true. The main additions of this specification are:</w:t>
      </w:r>
    </w:p>
    <w:p w14:paraId="5FD3F581" w14:textId="50C8D99F" w:rsidR="009A2E0A" w:rsidRDefault="009A2E0A" w:rsidP="009A2E0A">
      <w:pPr>
        <w:pStyle w:val="BodyText"/>
        <w:numPr>
          <w:ilvl w:val="0"/>
          <w:numId w:val="2008"/>
        </w:numPr>
        <w:spacing w:after="220"/>
        <w:rPr>
          <w:rFonts w:eastAsia="Times New Roman"/>
          <w:lang w:eastAsia="ko-KR"/>
        </w:rPr>
      </w:pPr>
      <w:r>
        <w:rPr>
          <w:rFonts w:eastAsia="Times New Roman"/>
          <w:lang w:eastAsia="ko-KR"/>
        </w:rPr>
        <w:t>Definition of string types</w:t>
      </w:r>
      <w:r w:rsidR="00FA77B7">
        <w:rPr>
          <w:rFonts w:eastAsia="Times New Roman"/>
          <w:lang w:eastAsia="ko-KR"/>
        </w:rPr>
        <w:t xml:space="preserve"> and string literals</w:t>
      </w:r>
    </w:p>
    <w:p w14:paraId="42324952" w14:textId="36FBC3D1" w:rsidR="00EF5A0F" w:rsidRDefault="00EF5A0F" w:rsidP="009A2E0A">
      <w:pPr>
        <w:pStyle w:val="BodyText"/>
        <w:numPr>
          <w:ilvl w:val="0"/>
          <w:numId w:val="2008"/>
        </w:numPr>
        <w:spacing w:after="220"/>
        <w:rPr>
          <w:rFonts w:eastAsia="Times New Roman"/>
          <w:lang w:eastAsia="ko-KR"/>
        </w:rPr>
      </w:pPr>
      <w:r>
        <w:rPr>
          <w:rFonts w:eastAsia="Times New Roman"/>
          <w:lang w:eastAsia="ko-KR"/>
        </w:rPr>
        <w:t xml:space="preserve">Definition of the float </w:t>
      </w:r>
      <w:r w:rsidR="00FA77B7">
        <w:rPr>
          <w:rFonts w:eastAsia="Times New Roman"/>
          <w:lang w:eastAsia="ko-KR"/>
        </w:rPr>
        <w:t>type</w:t>
      </w:r>
    </w:p>
    <w:p w14:paraId="2B39583C" w14:textId="5B808A2F" w:rsidR="009A2E0A" w:rsidRDefault="009A2E0A" w:rsidP="009A2E0A">
      <w:pPr>
        <w:pStyle w:val="BodyText"/>
        <w:numPr>
          <w:ilvl w:val="0"/>
          <w:numId w:val="2008"/>
        </w:numPr>
        <w:spacing w:after="220"/>
        <w:rPr>
          <w:rFonts w:eastAsia="Times New Roman"/>
          <w:lang w:eastAsia="ko-KR"/>
        </w:rPr>
      </w:pPr>
      <w:r>
        <w:rPr>
          <w:rFonts w:eastAsia="Times New Roman"/>
          <w:lang w:eastAsia="ko-KR"/>
        </w:rPr>
        <w:t>Explicit definition of allowed operators</w:t>
      </w:r>
    </w:p>
    <w:p w14:paraId="0C6AB6B4" w14:textId="6209654A" w:rsidR="00466212" w:rsidRPr="00282F49" w:rsidRDefault="00DE1087" w:rsidP="00064445">
      <w:pPr>
        <w:pStyle w:val="BodyText"/>
        <w:numPr>
          <w:ilvl w:val="0"/>
          <w:numId w:val="2008"/>
        </w:numPr>
        <w:spacing w:after="220"/>
        <w:rPr>
          <w:rFonts w:eastAsia="Times New Roman"/>
          <w:lang w:eastAsia="ko-KR"/>
        </w:rPr>
      </w:pPr>
      <w:r>
        <w:rPr>
          <w:rFonts w:eastAsia="Times New Roman"/>
          <w:lang w:eastAsia="ko-KR"/>
        </w:rPr>
        <w:t>Declaration of v</w:t>
      </w:r>
      <w:r w:rsidR="00532456">
        <w:rPr>
          <w:rFonts w:eastAsia="Times New Roman"/>
          <w:lang w:eastAsia="ko-KR"/>
        </w:rPr>
        <w:t xml:space="preserve">ariable in the first </w:t>
      </w:r>
      <w:r w:rsidR="00EF5A0F">
        <w:rPr>
          <w:rFonts w:eastAsia="Times New Roman"/>
          <w:lang w:eastAsia="ko-KR"/>
        </w:rPr>
        <w:t>expression</w:t>
      </w:r>
      <w:r w:rsidR="00532456">
        <w:rPr>
          <w:rFonts w:eastAsia="Times New Roman"/>
          <w:lang w:eastAsia="ko-KR"/>
        </w:rPr>
        <w:t xml:space="preserve"> of a for statement</w:t>
      </w:r>
    </w:p>
    <w:p w14:paraId="18027CFC" w14:textId="77777777" w:rsidR="00147C95" w:rsidRPr="006D1923" w:rsidRDefault="00147C95" w:rsidP="00147C95">
      <w:pPr>
        <w:pStyle w:val="BodyText"/>
      </w:pPr>
      <w:r w:rsidRPr="006D1923">
        <w:t>The International Organization for Standardization (ISO) draws attention to the fact that it is claimed that compliance with this document may involve the use of a patent.</w:t>
      </w:r>
    </w:p>
    <w:p w14:paraId="3281A0C5" w14:textId="77777777" w:rsidR="00147C95" w:rsidRPr="006D1923" w:rsidRDefault="00147C95" w:rsidP="00147C95">
      <w:pPr>
        <w:pStyle w:val="BodyText"/>
      </w:pPr>
      <w:r w:rsidRPr="006D1923">
        <w:t>ISO takes no position concerning the evidence, validity and scope of this patent right.</w:t>
      </w:r>
    </w:p>
    <w:p w14:paraId="32017B83" w14:textId="3896C42F" w:rsidR="00147C95" w:rsidRPr="006D1923" w:rsidRDefault="00147C95" w:rsidP="00147C95">
      <w:pPr>
        <w:pStyle w:val="BodyText"/>
      </w:pPr>
      <w:r w:rsidRPr="006D1923">
        <w:t xml:space="preserve">The holder of this patent right has assured ISO that he/she is willing to negotiate licences under reasonable and non-discriminatory terms and conditions with applicants throughout the world. In this respect, the statement of the holder of this patent right is registered with ISO. Information may be obtained from the patent database available at </w:t>
      </w:r>
      <w:hyperlink r:id="rId15" w:history="1">
        <w:r w:rsidRPr="006D1923">
          <w:t>www.iso.org/patents</w:t>
        </w:r>
      </w:hyperlink>
      <w:r w:rsidRPr="006D1923">
        <w:t>.</w:t>
      </w:r>
    </w:p>
    <w:p w14:paraId="7DEC112D" w14:textId="77777777" w:rsidR="00147C95" w:rsidRPr="006D1923" w:rsidRDefault="00147C95" w:rsidP="00147C95">
      <w:pPr>
        <w:pStyle w:val="BodyText"/>
      </w:pPr>
      <w:r w:rsidRPr="006D1923">
        <w:t>Attention is drawn to the possibility that some of the elements of this document may be the subject of patent rights other than those in the patent database. ISO shall not be held responsible for identifying any or all such patent rights.</w:t>
      </w:r>
    </w:p>
    <w:p w14:paraId="645BDB37" w14:textId="77777777" w:rsidR="001A33D0" w:rsidRPr="006D1923" w:rsidRDefault="001A33D0" w:rsidP="00ED5FAB">
      <w:pPr>
        <w:pStyle w:val="BodyText"/>
      </w:pPr>
    </w:p>
    <w:p w14:paraId="32F5AE2A" w14:textId="77777777" w:rsidR="001A33D0" w:rsidRPr="006D1923" w:rsidRDefault="001A33D0" w:rsidP="00ED5FAB">
      <w:pPr>
        <w:pStyle w:val="BodyText"/>
        <w:rPr>
          <w:b/>
          <w:sz w:val="32"/>
          <w:szCs w:val="32"/>
        </w:rPr>
        <w:sectPr w:rsidR="001A33D0" w:rsidRPr="006D1923" w:rsidSect="00C845B4">
          <w:headerReference w:type="even" r:id="rId16"/>
          <w:headerReference w:type="default" r:id="rId17"/>
          <w:footerReference w:type="even" r:id="rId18"/>
          <w:footerReference w:type="default" r:id="rId19"/>
          <w:pgSz w:w="11906" w:h="16838" w:code="9"/>
          <w:pgMar w:top="794" w:right="737" w:bottom="284" w:left="851" w:header="709" w:footer="0" w:gutter="567"/>
          <w:pgNumType w:fmt="lowerRoman"/>
          <w:cols w:space="720"/>
        </w:sectPr>
      </w:pPr>
    </w:p>
    <w:p w14:paraId="16274B4A" w14:textId="4E5ED03D" w:rsidR="001A33D0" w:rsidRPr="006D1923" w:rsidRDefault="00807E4F" w:rsidP="001A33D0">
      <w:pPr>
        <w:pStyle w:val="zzSTDTitle"/>
        <w:spacing w:before="0" w:after="360"/>
        <w:rPr>
          <w:b w:val="0"/>
          <w:color w:val="auto"/>
        </w:rPr>
      </w:pPr>
      <w:r w:rsidRPr="00807E4F">
        <w:rPr>
          <w:color w:val="auto"/>
          <w:szCs w:val="32"/>
        </w:rPr>
        <w:lastRenderedPageBreak/>
        <w:t>Information technology — Coding of audio-visual objects — Part 34: Syntactic description language</w:t>
      </w:r>
    </w:p>
    <w:p w14:paraId="7C801B0A" w14:textId="7B07C13C" w:rsidR="001A33D0" w:rsidRPr="006D1923" w:rsidRDefault="001A33D0" w:rsidP="001A33D0">
      <w:pPr>
        <w:pStyle w:val="Heading1"/>
        <w:numPr>
          <w:ilvl w:val="0"/>
          <w:numId w:val="1"/>
        </w:numPr>
        <w:tabs>
          <w:tab w:val="clear" w:pos="432"/>
        </w:tabs>
        <w:ind w:left="0" w:firstLine="0"/>
      </w:pPr>
      <w:bookmarkStart w:id="4" w:name="_Toc353342669"/>
      <w:bookmarkStart w:id="5" w:name="_Toc150443087"/>
      <w:r w:rsidRPr="006D1923">
        <w:t>Scope</w:t>
      </w:r>
      <w:bookmarkEnd w:id="4"/>
      <w:bookmarkEnd w:id="5"/>
    </w:p>
    <w:p w14:paraId="54A8F872" w14:textId="5D148AAB" w:rsidR="00533BFC" w:rsidRPr="001854F3" w:rsidRDefault="00533BFC" w:rsidP="00533BFC">
      <w:pPr>
        <w:rPr>
          <w:lang w:val="en-US" w:eastAsia="ja-JP"/>
        </w:rPr>
      </w:pPr>
      <w:r w:rsidRPr="001854F3">
        <w:rPr>
          <w:lang w:val="en-US" w:eastAsia="ja-JP"/>
        </w:rPr>
        <w:t xml:space="preserve">This document specifies </w:t>
      </w:r>
      <w:r w:rsidR="00441598">
        <w:rPr>
          <w:lang w:val="en-US" w:eastAsia="ja-JP"/>
        </w:rPr>
        <w:t xml:space="preserve">a syntactic language for </w:t>
      </w:r>
      <w:r w:rsidR="002355C6">
        <w:rPr>
          <w:lang w:val="en-US" w:eastAsia="ja-JP"/>
        </w:rPr>
        <w:t>describing</w:t>
      </w:r>
      <w:r w:rsidR="00441598">
        <w:rPr>
          <w:lang w:val="en-US" w:eastAsia="ja-JP"/>
        </w:rPr>
        <w:t xml:space="preserve"> the</w:t>
      </w:r>
      <w:r w:rsidR="006E03DB">
        <w:rPr>
          <w:lang w:val="en-US" w:eastAsia="ja-JP"/>
        </w:rPr>
        <w:t xml:space="preserve"> structure of binary d</w:t>
      </w:r>
      <w:r w:rsidR="00EB496B">
        <w:rPr>
          <w:lang w:val="en-US" w:eastAsia="ja-JP"/>
        </w:rPr>
        <w:t>at</w:t>
      </w:r>
      <w:r w:rsidR="000810D5">
        <w:rPr>
          <w:lang w:val="en-US" w:eastAsia="ja-JP"/>
        </w:rPr>
        <w:t>a</w:t>
      </w:r>
      <w:r w:rsidR="00495C29">
        <w:rPr>
          <w:lang w:val="en-US" w:eastAsia="ja-JP"/>
        </w:rPr>
        <w:t xml:space="preserve"> composed of number and </w:t>
      </w:r>
      <w:r w:rsidR="00EF6CC6">
        <w:rPr>
          <w:lang w:val="en-US" w:eastAsia="ja-JP"/>
        </w:rPr>
        <w:t>characters elements</w:t>
      </w:r>
      <w:r w:rsidR="00495C29">
        <w:rPr>
          <w:lang w:val="en-US" w:eastAsia="ja-JP"/>
        </w:rPr>
        <w:t xml:space="preserve"> represented </w:t>
      </w:r>
      <w:r w:rsidR="00EF6CC6">
        <w:rPr>
          <w:lang w:val="en-US" w:eastAsia="ja-JP"/>
        </w:rPr>
        <w:t>in their binary forms.</w:t>
      </w:r>
    </w:p>
    <w:p w14:paraId="0DD27075" w14:textId="1FE11279" w:rsidR="001A33D0" w:rsidRPr="006D1923" w:rsidRDefault="001A33D0" w:rsidP="001A33D0">
      <w:pPr>
        <w:pStyle w:val="Heading1"/>
        <w:numPr>
          <w:ilvl w:val="0"/>
          <w:numId w:val="1"/>
        </w:numPr>
        <w:tabs>
          <w:tab w:val="clear" w:pos="432"/>
        </w:tabs>
        <w:ind w:left="0" w:firstLine="0"/>
      </w:pPr>
      <w:bookmarkStart w:id="6" w:name="_Toc353342670"/>
      <w:bookmarkStart w:id="7" w:name="_Toc150443088"/>
      <w:r w:rsidRPr="006D1923">
        <w:t>Normative references</w:t>
      </w:r>
      <w:bookmarkEnd w:id="6"/>
      <w:bookmarkEnd w:id="7"/>
    </w:p>
    <w:p w14:paraId="38ACD1AE" w14:textId="7E9B3B44" w:rsidR="004E7D16" w:rsidRDefault="004E7D16" w:rsidP="00812813">
      <w:pPr>
        <w:pStyle w:val="RefNorm"/>
      </w:pPr>
      <w:r w:rsidRPr="00F84023">
        <w:t>IETF RFC 4648, The Base16, Base32, and Base64 Data Encodings</w:t>
      </w:r>
    </w:p>
    <w:p w14:paraId="4600AD9F" w14:textId="78B83709" w:rsidR="00B43485" w:rsidRDefault="00B43485" w:rsidP="00812813">
      <w:pPr>
        <w:pStyle w:val="RefNorm"/>
      </w:pPr>
      <w:r>
        <w:t>IETF RF</w:t>
      </w:r>
      <w:r w:rsidR="00316871">
        <w:t>C</w:t>
      </w:r>
      <w:r>
        <w:t xml:space="preserve"> 3629</w:t>
      </w:r>
      <w:r w:rsidR="00C76CA1">
        <w:t xml:space="preserve">, </w:t>
      </w:r>
      <w:r w:rsidR="00C76CA1" w:rsidRPr="00812813">
        <w:t>UTF</w:t>
      </w:r>
      <w:r w:rsidR="0023084A">
        <w:noBreakHyphen/>
      </w:r>
      <w:r w:rsidR="00C76CA1" w:rsidRPr="00812813">
        <w:t>8, a transformation format of ISO 10646</w:t>
      </w:r>
    </w:p>
    <w:p w14:paraId="7B409BA5" w14:textId="543E65D7" w:rsidR="006E75B6" w:rsidRPr="006E75B6" w:rsidRDefault="006E75B6" w:rsidP="00C73BB5">
      <w:r w:rsidRPr="006E75B6">
        <w:t>IEEE Std 754-2019, IEEE Standard for Floating-Point Arithmetic</w:t>
      </w:r>
    </w:p>
    <w:p w14:paraId="1CB94E9E" w14:textId="0F52282F" w:rsidR="001A33D0" w:rsidRPr="006D1923" w:rsidRDefault="001A33D0" w:rsidP="001A33D0">
      <w:pPr>
        <w:pStyle w:val="Heading1"/>
        <w:numPr>
          <w:ilvl w:val="0"/>
          <w:numId w:val="1"/>
        </w:numPr>
        <w:tabs>
          <w:tab w:val="clear" w:pos="432"/>
        </w:tabs>
        <w:ind w:left="0" w:firstLine="0"/>
      </w:pPr>
      <w:bookmarkStart w:id="8" w:name="_Toc120120080"/>
      <w:bookmarkStart w:id="9" w:name="_Toc120120132"/>
      <w:bookmarkStart w:id="10" w:name="_Toc353342671"/>
      <w:bookmarkStart w:id="11" w:name="_Toc150443089"/>
      <w:bookmarkEnd w:id="8"/>
      <w:bookmarkEnd w:id="9"/>
      <w:r w:rsidRPr="006D1923">
        <w:t>Terms and definitions</w:t>
      </w:r>
      <w:bookmarkEnd w:id="10"/>
      <w:bookmarkEnd w:id="11"/>
    </w:p>
    <w:p w14:paraId="323D59EF" w14:textId="21103152" w:rsidR="001A33D0" w:rsidRPr="006D1923" w:rsidRDefault="001A33D0" w:rsidP="00ED5FAB">
      <w:pPr>
        <w:pStyle w:val="BodyText"/>
      </w:pPr>
      <w:r w:rsidRPr="006D1923">
        <w:t>For the purposes of this document, the following terms</w:t>
      </w:r>
      <w:r w:rsidR="00A246D9">
        <w:t>, abbreviations</w:t>
      </w:r>
      <w:r w:rsidRPr="006D1923">
        <w:t xml:space="preserve"> and definitions apply.</w:t>
      </w:r>
    </w:p>
    <w:p w14:paraId="157D4999" w14:textId="77777777" w:rsidR="001A33D0" w:rsidRPr="006D1923" w:rsidRDefault="001A33D0" w:rsidP="00ED5FAB">
      <w:pPr>
        <w:pStyle w:val="BodyText"/>
      </w:pPr>
      <w:r w:rsidRPr="006D1923">
        <w:t xml:space="preserve">ISO and IEC maintain </w:t>
      </w:r>
      <w:r w:rsidR="003621EE" w:rsidRPr="006D1923">
        <w:t xml:space="preserve">terminology </w:t>
      </w:r>
      <w:r w:rsidRPr="006D1923">
        <w:t>databases for use in standardization at the following addresses:</w:t>
      </w:r>
    </w:p>
    <w:p w14:paraId="027D35F2" w14:textId="5B6A3C4E" w:rsidR="00A4141A" w:rsidRPr="006D1923" w:rsidRDefault="000C033F" w:rsidP="00692383">
      <w:pPr>
        <w:pStyle w:val="ListParagraph"/>
        <w:keepNext/>
        <w:numPr>
          <w:ilvl w:val="0"/>
          <w:numId w:val="18"/>
        </w:numPr>
        <w:tabs>
          <w:tab w:val="clear" w:pos="403"/>
        </w:tabs>
        <w:ind w:left="426" w:hanging="426"/>
        <w:rPr>
          <w:color w:val="0000FF"/>
          <w:u w:val="single"/>
          <w:lang w:eastAsia="fr-FR"/>
        </w:rPr>
      </w:pPr>
      <w:r w:rsidRPr="006D1923">
        <w:t xml:space="preserve">ISO Online browsing platform: available at </w:t>
      </w:r>
      <w:hyperlink r:id="rId20" w:history="1">
        <w:r w:rsidRPr="006D1923">
          <w:rPr>
            <w:color w:val="0000FF"/>
            <w:u w:val="single"/>
            <w:lang w:eastAsia="fr-FR"/>
          </w:rPr>
          <w:t>https://www.iso.org/obp</w:t>
        </w:r>
      </w:hyperlink>
    </w:p>
    <w:p w14:paraId="188B43B5" w14:textId="0FB61374" w:rsidR="001A33D0" w:rsidRPr="006D1923" w:rsidRDefault="005B3EC6" w:rsidP="00D21A10">
      <w:pPr>
        <w:pStyle w:val="ListParagraph"/>
        <w:keepNext/>
        <w:numPr>
          <w:ilvl w:val="0"/>
          <w:numId w:val="18"/>
        </w:numPr>
        <w:tabs>
          <w:tab w:val="clear" w:pos="403"/>
        </w:tabs>
        <w:ind w:left="426" w:hanging="426"/>
        <w:rPr>
          <w:color w:val="0000FF"/>
          <w:u w:val="single"/>
          <w:lang w:eastAsia="fr-FR"/>
        </w:rPr>
      </w:pPr>
      <w:r w:rsidRPr="006D1923">
        <w:t xml:space="preserve">IEC Electropedia: available at </w:t>
      </w:r>
      <w:hyperlink r:id="rId21" w:history="1">
        <w:r w:rsidR="00A4141A" w:rsidRPr="006D1923">
          <w:rPr>
            <w:color w:val="0000FF"/>
            <w:u w:val="single"/>
            <w:lang w:eastAsia="fr-FR"/>
          </w:rPr>
          <w:t>https://www.electropedia.org/</w:t>
        </w:r>
      </w:hyperlink>
    </w:p>
    <w:p w14:paraId="1BC43E2B" w14:textId="77777777" w:rsidR="0057170A" w:rsidRDefault="0057170A" w:rsidP="001A33D0">
      <w:pPr>
        <w:pStyle w:val="TermNum"/>
      </w:pPr>
    </w:p>
    <w:p w14:paraId="3D35A162" w14:textId="671A579B" w:rsidR="0057170A" w:rsidRDefault="0057170A" w:rsidP="00DD0C5C">
      <w:pPr>
        <w:pStyle w:val="TermNum"/>
      </w:pPr>
      <w:r w:rsidRPr="006D1923">
        <w:t>3.</w:t>
      </w:r>
      <w:r>
        <w:t>1</w:t>
      </w:r>
    </w:p>
    <w:p w14:paraId="4D7D13B4" w14:textId="55C8ADE2" w:rsidR="0057170A" w:rsidRPr="00625D6F" w:rsidRDefault="0057170A" w:rsidP="00DD0C5C">
      <w:pPr>
        <w:pStyle w:val="Terms"/>
      </w:pPr>
      <w:r>
        <w:t>FLC</w:t>
      </w:r>
    </w:p>
    <w:p w14:paraId="2602635C" w14:textId="7B012FE4" w:rsidR="00EA281E" w:rsidRPr="009602E8" w:rsidRDefault="00EA281E" w:rsidP="00C472DC">
      <w:pPr>
        <w:pStyle w:val="Definition"/>
      </w:pPr>
      <w:r w:rsidRPr="009602E8">
        <w:t>Fixed Length Code</w:t>
      </w:r>
    </w:p>
    <w:p w14:paraId="3F190F92" w14:textId="63423245" w:rsidR="0057170A" w:rsidRDefault="00FC1369" w:rsidP="00C472DC">
      <w:pPr>
        <w:pStyle w:val="Definition"/>
      </w:pPr>
      <w:r>
        <w:t>c</w:t>
      </w:r>
      <w:r w:rsidR="00004964" w:rsidRPr="00004964">
        <w:t>onstant-length direct representation bit fields</w:t>
      </w:r>
    </w:p>
    <w:p w14:paraId="31B1327A" w14:textId="16D58E4B" w:rsidR="001A33D0" w:rsidRDefault="001A33D0" w:rsidP="00DD0C5C">
      <w:pPr>
        <w:pStyle w:val="TermNum"/>
      </w:pPr>
      <w:r w:rsidRPr="006D1923">
        <w:t>3.</w:t>
      </w:r>
      <w:r w:rsidR="0057170A">
        <w:t>2</w:t>
      </w:r>
    </w:p>
    <w:p w14:paraId="1DFE8878" w14:textId="2E4BDB59" w:rsidR="00625D6F" w:rsidRPr="00625D6F" w:rsidRDefault="00625D6F" w:rsidP="00DD0C5C">
      <w:pPr>
        <w:pStyle w:val="Terms"/>
      </w:pPr>
      <w:r>
        <w:t>SDL</w:t>
      </w:r>
    </w:p>
    <w:p w14:paraId="0891AE30" w14:textId="19C08513" w:rsidR="006C1DD3" w:rsidRPr="006D1923" w:rsidRDefault="006C1DD3" w:rsidP="00C472DC">
      <w:pPr>
        <w:pStyle w:val="Definition"/>
      </w:pPr>
      <w:r w:rsidRPr="006D1923">
        <w:t>Syntactic Description Language</w:t>
      </w:r>
    </w:p>
    <w:p w14:paraId="0388FA0B" w14:textId="4AD890FA" w:rsidR="00664549" w:rsidRDefault="00664549" w:rsidP="00C472DC">
      <w:pPr>
        <w:pStyle w:val="Definition"/>
        <w:rPr>
          <w:rFonts w:eastAsia="Times New Roman"/>
        </w:rPr>
      </w:pPr>
      <w:r w:rsidRPr="006D1923">
        <w:rPr>
          <w:rFonts w:eastAsia="Times New Roman"/>
        </w:rPr>
        <w:t>language defined by this specification that allows the description of a bitstream’s syntax</w:t>
      </w:r>
    </w:p>
    <w:p w14:paraId="7114942C" w14:textId="77777777" w:rsidR="00DD0C5C" w:rsidRPr="00BA1CF7" w:rsidRDefault="00AF1F6A" w:rsidP="00C472DC">
      <w:pPr>
        <w:pStyle w:val="Terms"/>
      </w:pPr>
      <w:r w:rsidRPr="00C472DC">
        <w:t>3.3</w:t>
      </w:r>
      <w:r w:rsidR="00C3473E" w:rsidRPr="00BA1CF7">
        <w:br/>
      </w:r>
      <w:r w:rsidR="00494ED6" w:rsidRPr="00BA1CF7">
        <w:t>n</w:t>
      </w:r>
      <w:r w:rsidR="00443DDD" w:rsidRPr="00BA1CF7">
        <w:t>on-parsable variable</w:t>
      </w:r>
    </w:p>
    <w:p w14:paraId="3D3CE6B4" w14:textId="7D8F7427" w:rsidR="00443DDD" w:rsidRDefault="00443DDD" w:rsidP="009602E8">
      <w:pPr>
        <w:pStyle w:val="Definition"/>
      </w:pPr>
      <w:r w:rsidRPr="009602E8">
        <w:t xml:space="preserve">a variable whose value is undefined until the first assignment statement and whose scope is the current scope defined by enclosing curly brackets </w:t>
      </w:r>
      <w:r w:rsidR="009A2054">
        <w:t>(</w:t>
      </w:r>
      <w:r w:rsidRPr="00C472DC">
        <w:rPr>
          <w:rStyle w:val="codeChar"/>
        </w:rPr>
        <w:t>{</w:t>
      </w:r>
      <w:r w:rsidRPr="009602E8">
        <w:t xml:space="preserve"> and </w:t>
      </w:r>
      <w:r w:rsidRPr="00C472DC">
        <w:rPr>
          <w:rStyle w:val="codeChar"/>
        </w:rPr>
        <w:t>}</w:t>
      </w:r>
      <w:r w:rsidR="009A2054" w:rsidRPr="00C472DC">
        <w:t>)</w:t>
      </w:r>
    </w:p>
    <w:p w14:paraId="35D15A0D" w14:textId="6EC1BB83" w:rsidR="00344F4A" w:rsidRPr="00BA1CF7" w:rsidRDefault="00344F4A" w:rsidP="00344F4A">
      <w:pPr>
        <w:pStyle w:val="Terms"/>
      </w:pPr>
      <w:r w:rsidRPr="00203C97">
        <w:t>3.</w:t>
      </w:r>
      <w:r>
        <w:t>4</w:t>
      </w:r>
      <w:r w:rsidRPr="00BA1CF7">
        <w:br/>
        <w:t>parsable variable</w:t>
      </w:r>
    </w:p>
    <w:p w14:paraId="1AEF5764" w14:textId="0367FC60" w:rsidR="00344F4A" w:rsidRPr="00C472DC" w:rsidRDefault="00344F4A" w:rsidP="00C472DC">
      <w:pPr>
        <w:pStyle w:val="Definition"/>
      </w:pPr>
      <w:r w:rsidRPr="00344F4A">
        <w:t>a variable whose value is initialised at declaration by reading bits from the bitstream and whose scope is the current class. The number of bits to be read from the current position in the stream is indicated by an explicit length attribute or by a stopping condition</w:t>
      </w:r>
    </w:p>
    <w:p w14:paraId="09D2B907" w14:textId="6E51FD55" w:rsidR="00BB6F83" w:rsidRDefault="002E202E" w:rsidP="00BB6F83">
      <w:pPr>
        <w:pStyle w:val="Heading1"/>
        <w:numPr>
          <w:ilvl w:val="0"/>
          <w:numId w:val="1"/>
        </w:numPr>
        <w:tabs>
          <w:tab w:val="clear" w:pos="432"/>
        </w:tabs>
        <w:ind w:left="0" w:firstLine="0"/>
      </w:pPr>
      <w:bookmarkStart w:id="12" w:name="_Toc150443090"/>
      <w:r>
        <w:t xml:space="preserve">Document </w:t>
      </w:r>
      <w:r w:rsidR="00015283">
        <w:t>conventions</w:t>
      </w:r>
      <w:bookmarkEnd w:id="12"/>
    </w:p>
    <w:p w14:paraId="485E2075" w14:textId="77777777" w:rsidR="00BB6F83" w:rsidRDefault="00BB6F83" w:rsidP="00BB6F83">
      <w:pPr>
        <w:pStyle w:val="Heading2"/>
        <w:numPr>
          <w:ilvl w:val="1"/>
          <w:numId w:val="1"/>
        </w:numPr>
        <w:tabs>
          <w:tab w:val="clear" w:pos="360"/>
        </w:tabs>
      </w:pPr>
      <w:bookmarkStart w:id="13" w:name="_Toc138258919"/>
      <w:bookmarkStart w:id="14" w:name="_Toc124283470"/>
      <w:bookmarkStart w:id="15" w:name="_Toc150443091"/>
      <w:bookmarkEnd w:id="13"/>
      <w:r>
        <w:t>Rule formatting</w:t>
      </w:r>
      <w:bookmarkEnd w:id="14"/>
      <w:bookmarkEnd w:id="15"/>
    </w:p>
    <w:p w14:paraId="5E0FF2C2" w14:textId="7DBCBC88" w:rsidR="00BB6F83" w:rsidRDefault="00BB6F83" w:rsidP="00BB6F83">
      <w:pPr>
        <w:rPr>
          <w:lang w:eastAsia="ja-JP"/>
        </w:rPr>
      </w:pPr>
      <w:r>
        <w:rPr>
          <w:lang w:eastAsia="ja-JP"/>
        </w:rPr>
        <w:t>The following formatting is used when presenting the informal grammar rules</w:t>
      </w:r>
      <w:r w:rsidR="00050A8D">
        <w:rPr>
          <w:lang w:eastAsia="ja-JP"/>
        </w:rPr>
        <w:t xml:space="preserve"> appearing in this </w:t>
      </w:r>
      <w:r w:rsidR="00D134C4">
        <w:rPr>
          <w:lang w:eastAsia="ja-JP"/>
        </w:rPr>
        <w:t>document</w:t>
      </w:r>
      <w:r>
        <w:rPr>
          <w:lang w:eastAsia="ja-JP"/>
        </w:rPr>
        <w:t>:</w:t>
      </w:r>
    </w:p>
    <w:p w14:paraId="24E0D68B" w14:textId="77777777" w:rsidR="00BB6F83" w:rsidRDefault="00BB6F83" w:rsidP="00BB6F83">
      <w:pPr>
        <w:pStyle w:val="ListParagraph"/>
        <w:numPr>
          <w:ilvl w:val="0"/>
          <w:numId w:val="2006"/>
        </w:numPr>
        <w:rPr>
          <w:lang w:eastAsia="ja-JP"/>
        </w:rPr>
      </w:pPr>
      <w:r>
        <w:rPr>
          <w:lang w:eastAsia="ja-JP"/>
        </w:rPr>
        <w:t xml:space="preserve">Keywords, punctuators and operators are formatted using a bold monospace font e.g., </w:t>
      </w:r>
      <w:r>
        <w:rPr>
          <w:rFonts w:ascii="Courier New" w:hAnsi="Courier New" w:cs="Courier New"/>
          <w:b/>
          <w:bCs/>
          <w:lang w:eastAsia="ja-JP"/>
        </w:rPr>
        <w:t>keyword</w:t>
      </w:r>
    </w:p>
    <w:p w14:paraId="609352B5" w14:textId="4C99BB52" w:rsidR="00BB6F83" w:rsidRDefault="00BB6F83" w:rsidP="00BB6F83">
      <w:pPr>
        <w:pStyle w:val="ListParagraph"/>
        <w:numPr>
          <w:ilvl w:val="0"/>
          <w:numId w:val="2006"/>
        </w:numPr>
        <w:rPr>
          <w:lang w:eastAsia="ja-JP"/>
        </w:rPr>
      </w:pPr>
      <w:r>
        <w:rPr>
          <w:rFonts w:cs="Courier New"/>
          <w:lang w:eastAsia="ja-JP"/>
        </w:rPr>
        <w:lastRenderedPageBreak/>
        <w:t>C</w:t>
      </w:r>
      <w:r w:rsidRPr="00207F3C">
        <w:rPr>
          <w:rFonts w:cs="Courier New"/>
          <w:lang w:eastAsia="ja-JP"/>
        </w:rPr>
        <w:t xml:space="preserve">onstructs referenced </w:t>
      </w:r>
      <w:r w:rsidR="003C0CC4">
        <w:rPr>
          <w:rFonts w:cs="Courier New"/>
          <w:lang w:eastAsia="ja-JP"/>
        </w:rPr>
        <w:t>across</w:t>
      </w:r>
      <w:r w:rsidR="003C0CC4" w:rsidRPr="00207F3C">
        <w:rPr>
          <w:rFonts w:cs="Courier New"/>
          <w:lang w:eastAsia="ja-JP"/>
        </w:rPr>
        <w:t xml:space="preserve"> </w:t>
      </w:r>
      <w:r w:rsidR="003C0CC4">
        <w:rPr>
          <w:rFonts w:cs="Courier New"/>
          <w:lang w:eastAsia="ja-JP"/>
        </w:rPr>
        <w:t xml:space="preserve">informal grammar </w:t>
      </w:r>
      <w:r w:rsidRPr="00207F3C">
        <w:rPr>
          <w:rFonts w:cs="Courier New"/>
          <w:lang w:eastAsia="ja-JP"/>
        </w:rPr>
        <w:t xml:space="preserve">rules are </w:t>
      </w:r>
      <w:r>
        <w:rPr>
          <w:lang w:eastAsia="ja-JP"/>
        </w:rPr>
        <w:t xml:space="preserve">formatted using a bold, italic monospace font e.g., </w:t>
      </w:r>
      <w:r>
        <w:rPr>
          <w:rFonts w:ascii="Courier New" w:hAnsi="Courier New" w:cs="Courier New"/>
          <w:b/>
          <w:bCs/>
          <w:i/>
          <w:iCs/>
          <w:lang w:eastAsia="ja-JP"/>
        </w:rPr>
        <w:t>construct</w:t>
      </w:r>
    </w:p>
    <w:p w14:paraId="0ED8DD26" w14:textId="40B413D4" w:rsidR="00BB6F83" w:rsidRPr="00207F3C" w:rsidRDefault="00BB6F83" w:rsidP="00BB6F83">
      <w:pPr>
        <w:pStyle w:val="ListParagraph"/>
        <w:numPr>
          <w:ilvl w:val="0"/>
          <w:numId w:val="2006"/>
        </w:numPr>
        <w:rPr>
          <w:lang w:eastAsia="ja-JP"/>
        </w:rPr>
      </w:pPr>
      <w:r>
        <w:rPr>
          <w:lang w:eastAsia="ja-JP"/>
        </w:rPr>
        <w:t xml:space="preserve">Tokens used to express the rules (defined in </w:t>
      </w:r>
      <w:r>
        <w:rPr>
          <w:lang w:eastAsia="ja-JP"/>
        </w:rPr>
        <w:fldChar w:fldCharType="begin"/>
      </w:r>
      <w:r>
        <w:rPr>
          <w:lang w:eastAsia="ja-JP"/>
        </w:rPr>
        <w:instrText xml:space="preserve"> REF _Ref124283765 \r \h </w:instrText>
      </w:r>
      <w:r>
        <w:rPr>
          <w:lang w:eastAsia="ja-JP"/>
        </w:rPr>
      </w:r>
      <w:r>
        <w:rPr>
          <w:lang w:eastAsia="ja-JP"/>
        </w:rPr>
        <w:fldChar w:fldCharType="separate"/>
      </w:r>
      <w:r w:rsidR="000F3D09">
        <w:rPr>
          <w:lang w:eastAsia="ja-JP"/>
        </w:rPr>
        <w:t>4.2</w:t>
      </w:r>
      <w:r>
        <w:rPr>
          <w:lang w:eastAsia="ja-JP"/>
        </w:rPr>
        <w:fldChar w:fldCharType="end"/>
      </w:r>
      <w:r>
        <w:rPr>
          <w:lang w:eastAsia="ja-JP"/>
        </w:rPr>
        <w:t xml:space="preserve">) are formatted using non-italic, non-bold monospace font e.g., </w:t>
      </w:r>
      <w:r w:rsidR="0043548F">
        <w:rPr>
          <w:lang w:eastAsia="ja-JP"/>
        </w:rPr>
        <w:t>‘</w:t>
      </w:r>
      <w:r w:rsidR="0043548F" w:rsidRPr="00203C97">
        <w:rPr>
          <w:rFonts w:ascii="Courier New" w:hAnsi="Courier New" w:cs="Courier New"/>
          <w:lang w:eastAsia="ja-JP"/>
        </w:rPr>
        <w:t>[</w:t>
      </w:r>
      <w:r w:rsidR="0043548F">
        <w:rPr>
          <w:lang w:eastAsia="ja-JP"/>
        </w:rPr>
        <w:t>’ and ‘</w:t>
      </w:r>
      <w:r w:rsidR="0043548F" w:rsidRPr="00203C97">
        <w:rPr>
          <w:rFonts w:ascii="Courier New" w:hAnsi="Courier New" w:cs="Courier New"/>
          <w:lang w:eastAsia="ja-JP"/>
        </w:rPr>
        <w:t>]</w:t>
      </w:r>
      <w:r w:rsidR="0043548F">
        <w:rPr>
          <w:lang w:eastAsia="ja-JP"/>
        </w:rPr>
        <w:t>’</w:t>
      </w:r>
    </w:p>
    <w:p w14:paraId="30A8A3CB" w14:textId="77777777" w:rsidR="00BB6F83" w:rsidRPr="00203C97" w:rsidRDefault="00BB6F83" w:rsidP="00BB6F83">
      <w:pPr>
        <w:pStyle w:val="ListParagraph"/>
        <w:numPr>
          <w:ilvl w:val="0"/>
          <w:numId w:val="2006"/>
        </w:numPr>
        <w:rPr>
          <w:lang w:eastAsia="ja-JP"/>
        </w:rPr>
      </w:pPr>
      <w:r>
        <w:rPr>
          <w:lang w:eastAsia="ja-JP"/>
        </w:rPr>
        <w:t xml:space="preserve">Identifiers and values are formatted using an italic variable width font e.g., </w:t>
      </w:r>
      <w:r>
        <w:rPr>
          <w:i/>
          <w:iCs/>
          <w:lang w:eastAsia="ja-JP"/>
        </w:rPr>
        <w:t>identifier</w:t>
      </w:r>
    </w:p>
    <w:p w14:paraId="50A063EF" w14:textId="77777777" w:rsidR="00BB6F83" w:rsidRDefault="00BB6F83" w:rsidP="00BB6F83">
      <w:pPr>
        <w:pStyle w:val="Heading2"/>
        <w:numPr>
          <w:ilvl w:val="1"/>
          <w:numId w:val="1"/>
        </w:numPr>
        <w:tabs>
          <w:tab w:val="clear" w:pos="360"/>
        </w:tabs>
      </w:pPr>
      <w:bookmarkStart w:id="16" w:name="_Toc124283471"/>
      <w:bookmarkStart w:id="17" w:name="_Ref124283765"/>
      <w:bookmarkStart w:id="18" w:name="_Toc150443092"/>
      <w:r>
        <w:t>Rule tokens</w:t>
      </w:r>
      <w:bookmarkEnd w:id="16"/>
      <w:bookmarkEnd w:id="17"/>
      <w:bookmarkEnd w:id="18"/>
    </w:p>
    <w:p w14:paraId="493D069E" w14:textId="57697A17" w:rsidR="00BB6F83" w:rsidRDefault="00BB6F83" w:rsidP="00C472DC">
      <w:pPr>
        <w:rPr>
          <w:lang w:eastAsia="ja-JP"/>
        </w:rPr>
      </w:pPr>
      <w:r>
        <w:rPr>
          <w:lang w:eastAsia="ja-JP"/>
        </w:rPr>
        <w:t>The following tokens are used in the informal grammar rules</w:t>
      </w:r>
      <w:r w:rsidR="00050A8D">
        <w:rPr>
          <w:lang w:eastAsia="ja-JP"/>
        </w:rPr>
        <w:t xml:space="preserve"> appearing in this </w:t>
      </w:r>
      <w:r w:rsidR="00E90C5A">
        <w:rPr>
          <w:lang w:eastAsia="ja-JP"/>
        </w:rPr>
        <w:t>document</w:t>
      </w:r>
      <w:r>
        <w:rPr>
          <w:lang w:eastAsia="ja-JP"/>
        </w:rPr>
        <w:t>:</w:t>
      </w:r>
    </w:p>
    <w:p w14:paraId="4533C7D2" w14:textId="6E3A9D6F" w:rsidR="00BB6F83" w:rsidRDefault="00BB6F83" w:rsidP="00BB6F83">
      <w:pPr>
        <w:pStyle w:val="ListParagraph"/>
        <w:numPr>
          <w:ilvl w:val="0"/>
          <w:numId w:val="2006"/>
        </w:numPr>
        <w:rPr>
          <w:lang w:eastAsia="ja-JP"/>
        </w:rPr>
      </w:pPr>
      <w:r>
        <w:rPr>
          <w:lang w:eastAsia="ja-JP"/>
        </w:rPr>
        <w:t>An optional element is indicated by surrounding it with ‘</w:t>
      </w:r>
      <w:r w:rsidRPr="00203C97">
        <w:rPr>
          <w:rFonts w:ascii="Courier New" w:hAnsi="Courier New" w:cs="Courier New"/>
          <w:lang w:eastAsia="ja-JP"/>
        </w:rPr>
        <w:t>[</w:t>
      </w:r>
      <w:r>
        <w:rPr>
          <w:lang w:eastAsia="ja-JP"/>
        </w:rPr>
        <w:t>’ and ‘</w:t>
      </w:r>
      <w:r w:rsidRPr="00203C97">
        <w:rPr>
          <w:rFonts w:ascii="Courier New" w:hAnsi="Courier New" w:cs="Courier New"/>
          <w:lang w:eastAsia="ja-JP"/>
        </w:rPr>
        <w:t>]</w:t>
      </w:r>
      <w:r>
        <w:rPr>
          <w:lang w:eastAsia="ja-JP"/>
        </w:rPr>
        <w:t>’</w:t>
      </w:r>
      <w:r w:rsidR="0043548F">
        <w:rPr>
          <w:lang w:eastAsia="ja-JP"/>
        </w:rPr>
        <w:t xml:space="preserve"> </w:t>
      </w:r>
      <w:r>
        <w:rPr>
          <w:lang w:eastAsia="ja-JP"/>
        </w:rPr>
        <w:t xml:space="preserve">e.g., </w:t>
      </w:r>
      <w:r w:rsidRPr="00203C97">
        <w:rPr>
          <w:rFonts w:ascii="Courier New" w:hAnsi="Courier New" w:cs="Courier New"/>
          <w:lang w:eastAsia="ja-JP"/>
        </w:rPr>
        <w:t>[</w:t>
      </w:r>
      <w:r w:rsidRPr="00203C97">
        <w:rPr>
          <w:i/>
          <w:iCs/>
          <w:lang w:eastAsia="ja-JP"/>
        </w:rPr>
        <w:t>optional</w:t>
      </w:r>
      <w:r>
        <w:rPr>
          <w:i/>
          <w:iCs/>
          <w:lang w:eastAsia="ja-JP"/>
        </w:rPr>
        <w:t>_element</w:t>
      </w:r>
      <w:r w:rsidRPr="00203C97">
        <w:rPr>
          <w:rFonts w:ascii="Courier New" w:hAnsi="Courier New" w:cs="Courier New"/>
          <w:lang w:eastAsia="ja-JP"/>
        </w:rPr>
        <w:t>]</w:t>
      </w:r>
    </w:p>
    <w:p w14:paraId="213BEDC3" w14:textId="76DD3E96" w:rsidR="0010755A" w:rsidRDefault="0010755A" w:rsidP="0010755A">
      <w:pPr>
        <w:pStyle w:val="ListParagraph"/>
        <w:numPr>
          <w:ilvl w:val="0"/>
          <w:numId w:val="2006"/>
        </w:numPr>
        <w:rPr>
          <w:lang w:eastAsia="ja-JP"/>
        </w:rPr>
      </w:pPr>
      <w:r>
        <w:rPr>
          <w:lang w:eastAsia="ja-JP"/>
        </w:rPr>
        <w:t xml:space="preserve">Alternative elements are indicated by </w:t>
      </w:r>
      <w:r w:rsidR="003C0CC4">
        <w:rPr>
          <w:lang w:eastAsia="ja-JP"/>
        </w:rPr>
        <w:t>separating</w:t>
      </w:r>
      <w:r>
        <w:rPr>
          <w:lang w:eastAsia="ja-JP"/>
        </w:rPr>
        <w:t xml:space="preserve"> each </w:t>
      </w:r>
      <w:r w:rsidR="003C0CC4">
        <w:rPr>
          <w:lang w:eastAsia="ja-JP"/>
        </w:rPr>
        <w:t xml:space="preserve">alternative </w:t>
      </w:r>
      <w:r>
        <w:rPr>
          <w:lang w:eastAsia="ja-JP"/>
        </w:rPr>
        <w:t>by ‘</w:t>
      </w:r>
      <w:r w:rsidRPr="00C73BB5">
        <w:rPr>
          <w:rFonts w:ascii="Courier New" w:hAnsi="Courier New" w:cs="Courier New"/>
          <w:lang w:eastAsia="ja-JP"/>
        </w:rPr>
        <w:t>|</w:t>
      </w:r>
      <w:r>
        <w:rPr>
          <w:lang w:eastAsia="ja-JP"/>
        </w:rPr>
        <w:t xml:space="preserve">’ e.g., </w:t>
      </w:r>
      <w:r>
        <w:rPr>
          <w:i/>
          <w:iCs/>
          <w:lang w:eastAsia="ja-JP"/>
        </w:rPr>
        <w:t>element_1</w:t>
      </w:r>
      <w:r w:rsidRPr="00C73BB5">
        <w:rPr>
          <w:rFonts w:ascii="Courier New" w:hAnsi="Courier New" w:cs="Courier New"/>
          <w:lang w:eastAsia="ja-JP"/>
        </w:rPr>
        <w:t xml:space="preserve"> | </w:t>
      </w:r>
      <w:r>
        <w:rPr>
          <w:i/>
          <w:iCs/>
          <w:lang w:eastAsia="ja-JP"/>
        </w:rPr>
        <w:t>element</w:t>
      </w:r>
      <w:r w:rsidR="003C0CC4">
        <w:rPr>
          <w:i/>
          <w:iCs/>
          <w:lang w:eastAsia="ja-JP"/>
        </w:rPr>
        <w:t>_</w:t>
      </w:r>
      <w:r>
        <w:rPr>
          <w:i/>
          <w:iCs/>
          <w:lang w:eastAsia="ja-JP"/>
        </w:rPr>
        <w:t>2</w:t>
      </w:r>
    </w:p>
    <w:p w14:paraId="34011870" w14:textId="193CEE86" w:rsidR="00BB6F83" w:rsidRPr="00E56598" w:rsidRDefault="00BB6F83" w:rsidP="00C472DC">
      <w:pPr>
        <w:pStyle w:val="ListParagraph"/>
        <w:numPr>
          <w:ilvl w:val="0"/>
          <w:numId w:val="2006"/>
        </w:numPr>
      </w:pPr>
      <w:r w:rsidRPr="00203C97">
        <w:rPr>
          <w:rFonts w:eastAsia="Times New Roman" w:cs="Courier New"/>
        </w:rPr>
        <w:t>An unspecified sequence of one or more elements is indicated by</w:t>
      </w:r>
      <w:r>
        <w:rPr>
          <w:rFonts w:eastAsia="Times New Roman" w:cs="Courier New"/>
        </w:rPr>
        <w:t xml:space="preserve"> </w:t>
      </w:r>
      <w:r w:rsidRPr="00207F3C">
        <w:rPr>
          <w:rFonts w:eastAsia="Times New Roman" w:cs="Courier New"/>
        </w:rPr>
        <w:t>‘</w:t>
      </w:r>
      <w:r w:rsidRPr="00203C97">
        <w:rPr>
          <w:rFonts w:ascii="Courier New" w:eastAsia="Times New Roman" w:hAnsi="Courier New" w:cs="Courier New"/>
        </w:rPr>
        <w:t>…</w:t>
      </w:r>
      <w:r>
        <w:rPr>
          <w:lang w:eastAsia="ja-JP"/>
        </w:rPr>
        <w:t>’</w:t>
      </w:r>
      <w:r w:rsidRPr="00203C97">
        <w:rPr>
          <w:rFonts w:eastAsia="Times New Roman" w:cs="Courier New"/>
        </w:rPr>
        <w:t xml:space="preserve"> </w:t>
      </w:r>
      <w:r>
        <w:rPr>
          <w:rFonts w:eastAsia="Times New Roman" w:cs="Courier New"/>
        </w:rPr>
        <w:t>e.g</w:t>
      </w:r>
      <w:r w:rsidRPr="00203C97">
        <w:rPr>
          <w:rFonts w:eastAsia="Times New Roman" w:cs="Courier New"/>
        </w:rPr>
        <w:t>.</w:t>
      </w:r>
      <w:r>
        <w:rPr>
          <w:rFonts w:eastAsia="Times New Roman" w:cs="Courier New"/>
        </w:rPr>
        <w:t xml:space="preserve">, </w:t>
      </w:r>
      <w:r>
        <w:rPr>
          <w:rFonts w:eastAsia="Times New Roman" w:cs="Courier New"/>
          <w:i/>
          <w:iCs/>
        </w:rPr>
        <w:t>element</w:t>
      </w:r>
      <w:r w:rsidRPr="00203C97">
        <w:rPr>
          <w:rFonts w:ascii="Courier New" w:eastAsia="Times New Roman" w:hAnsi="Courier New" w:cs="Courier New"/>
        </w:rPr>
        <w:t>;…</w:t>
      </w:r>
    </w:p>
    <w:p w14:paraId="3C109DA1" w14:textId="6A1ABD3C" w:rsidR="002E202E" w:rsidRDefault="002E202E" w:rsidP="00E56598">
      <w:pPr>
        <w:pStyle w:val="Heading2"/>
      </w:pPr>
      <w:bookmarkStart w:id="19" w:name="_Toc150443093"/>
      <w:r>
        <w:t>Bitstream examples</w:t>
      </w:r>
      <w:bookmarkEnd w:id="19"/>
    </w:p>
    <w:p w14:paraId="290D8647" w14:textId="035C7780" w:rsidR="002E202E" w:rsidRDefault="002E202E" w:rsidP="002E202E">
      <w:r>
        <w:t>This document provides encoded bitstream samples demonstrating the behaviour of various SDL constructs. The bitstream samples should be read left to right top to bottom. Line breaks are irrelevant and are used purely to allow annotation of the bitstream. Annotations appear after a comment marker ‘</w:t>
      </w:r>
      <w:r w:rsidRPr="00E56598">
        <w:rPr>
          <w:rFonts w:ascii="Courier New" w:hAnsi="Courier New" w:cs="Courier New"/>
        </w:rPr>
        <w:t>//</w:t>
      </w:r>
      <w:r>
        <w:t xml:space="preserve">’. For example the following indicates the 32-bit value </w:t>
      </w:r>
      <w:r w:rsidRPr="00E56598">
        <w:rPr>
          <w:rFonts w:ascii="Courier New" w:hAnsi="Courier New" w:cs="Courier New"/>
        </w:rPr>
        <w:t>0xFF11</w:t>
      </w:r>
      <w:r>
        <w:t xml:space="preserve"> encoded in a binary bitstream:</w:t>
      </w:r>
    </w:p>
    <w:p w14:paraId="76DD21CD" w14:textId="77777777" w:rsidR="002E202E" w:rsidRDefault="002E202E" w:rsidP="002E202E">
      <w:pPr>
        <w:pStyle w:val="SDLCode"/>
      </w:pPr>
    </w:p>
    <w:p w14:paraId="5CD8F5F9" w14:textId="399727C2" w:rsidR="002E202E" w:rsidRDefault="002E202E" w:rsidP="00E56598">
      <w:pPr>
        <w:pStyle w:val="SDLCode"/>
      </w:pPr>
      <w:r>
        <w:t>1 1 1 1 1 1 1 1 1 1 1 1 1 1 1 1 // first two bytes</w:t>
      </w:r>
    </w:p>
    <w:p w14:paraId="0A613EC8" w14:textId="79123A1A" w:rsidR="002E202E" w:rsidRDefault="00057A20">
      <w:pPr>
        <w:pStyle w:val="SDLCode"/>
      </w:pPr>
      <w:r>
        <w:t>// blank lines are irrelevant</w:t>
      </w:r>
    </w:p>
    <w:p w14:paraId="5298819F" w14:textId="77777777" w:rsidR="00057A20" w:rsidRDefault="00057A20" w:rsidP="00E56598">
      <w:pPr>
        <w:pStyle w:val="SDLCode"/>
      </w:pPr>
    </w:p>
    <w:p w14:paraId="4FB232A8" w14:textId="7F783A23" w:rsidR="002E202E" w:rsidRDefault="002E202E" w:rsidP="00E56598">
      <w:pPr>
        <w:pStyle w:val="SDLCode"/>
      </w:pPr>
      <w:r>
        <w:t xml:space="preserve">0 0 0 0 0 0 0 1 </w:t>
      </w:r>
      <w:r w:rsidR="00057A20">
        <w:t xml:space="preserve">   </w:t>
      </w:r>
      <w:r>
        <w:t>// third byte</w:t>
      </w:r>
    </w:p>
    <w:p w14:paraId="024E331F" w14:textId="77777777" w:rsidR="002E202E" w:rsidRDefault="002E202E" w:rsidP="00E56598">
      <w:pPr>
        <w:pStyle w:val="SDLCode"/>
      </w:pPr>
    </w:p>
    <w:p w14:paraId="0D0BE8CF" w14:textId="1A89B59D" w:rsidR="002E202E" w:rsidRDefault="002E202E" w:rsidP="00E56598">
      <w:pPr>
        <w:pStyle w:val="SDLCode"/>
      </w:pPr>
      <w:r>
        <w:t xml:space="preserve">0 0 0 0 </w:t>
      </w:r>
      <w:r w:rsidR="00057A20">
        <w:t xml:space="preserve">   </w:t>
      </w:r>
      <w:r>
        <w:t>// another 4 bits</w:t>
      </w:r>
    </w:p>
    <w:p w14:paraId="1CEEF7B0" w14:textId="56E1936D" w:rsidR="002E202E" w:rsidRDefault="002E202E" w:rsidP="002E202E">
      <w:pPr>
        <w:pStyle w:val="SDLCode"/>
      </w:pPr>
      <w:r>
        <w:t xml:space="preserve">0 0 0 1 </w:t>
      </w:r>
      <w:r w:rsidR="00057A20">
        <w:t xml:space="preserve">   </w:t>
      </w:r>
      <w:r>
        <w:t>// last 4 bits</w:t>
      </w:r>
    </w:p>
    <w:p w14:paraId="4C16C675" w14:textId="77777777" w:rsidR="002E202E" w:rsidRDefault="002E202E" w:rsidP="00E56598">
      <w:pPr>
        <w:pStyle w:val="SDLCode"/>
      </w:pPr>
    </w:p>
    <w:p w14:paraId="756D3A41" w14:textId="681FA275" w:rsidR="002E202E" w:rsidRDefault="002E202E" w:rsidP="002E202E">
      <w:r>
        <w:t xml:space="preserve">Examples always </w:t>
      </w:r>
      <w:r w:rsidR="00057A20">
        <w:t>have a starting</w:t>
      </w:r>
      <w:r>
        <w:t xml:space="preserve"> parse position. If parsing has just started</w:t>
      </w:r>
      <w:r w:rsidR="00057A20">
        <w:t>,</w:t>
      </w:r>
      <w:r>
        <w:t xml:space="preserve"> the </w:t>
      </w:r>
      <w:r w:rsidR="00057A20">
        <w:t>example's starting</w:t>
      </w:r>
      <w:r>
        <w:t xml:space="preserve"> parse position will be before the first bit in the bitstream. If parsing has already commenced, the </w:t>
      </w:r>
      <w:r w:rsidR="00057A20">
        <w:t>example’s starting</w:t>
      </w:r>
      <w:r>
        <w:t xml:space="preserve"> parse position will be after the last parsed bit. In both cases the </w:t>
      </w:r>
      <w:r w:rsidR="00057A20">
        <w:t xml:space="preserve">example's starting </w:t>
      </w:r>
      <w:r>
        <w:t>parse position is before the first bit that is relevant to the example. To emphasize the fact that the example may be part of a larger bitstream definition, examples will always be preceded and succeeded by ‘</w:t>
      </w:r>
      <w:r>
        <w:rPr>
          <w:rFonts w:ascii="Courier New" w:hAnsi="Courier New" w:cs="Courier New"/>
        </w:rPr>
        <w:t>…</w:t>
      </w:r>
      <w:r>
        <w:rPr>
          <w:rFonts w:cs="Courier New"/>
        </w:rPr>
        <w:t>’.</w:t>
      </w:r>
      <w:r>
        <w:t xml:space="preserve"> As an example:</w:t>
      </w:r>
    </w:p>
    <w:p w14:paraId="3116751F" w14:textId="3E6EEEDC" w:rsidR="002E202E" w:rsidRPr="002E202E" w:rsidRDefault="002E202E" w:rsidP="00E56598">
      <w:pPr>
        <w:pStyle w:val="SDLCode"/>
      </w:pPr>
      <w:r w:rsidRPr="002E202E">
        <w:t>...</w:t>
      </w:r>
    </w:p>
    <w:p w14:paraId="4597ED38" w14:textId="594FA3E8" w:rsidR="002E202E" w:rsidRPr="002E202E" w:rsidRDefault="002E202E" w:rsidP="00E56598">
      <w:pPr>
        <w:pStyle w:val="SDLCode"/>
      </w:pPr>
      <w:r w:rsidRPr="002E202E">
        <w:t xml:space="preserve">0 0 0 0 </w:t>
      </w:r>
      <w:r w:rsidR="00057A20">
        <w:t xml:space="preserve">   </w:t>
      </w:r>
      <w:r w:rsidRPr="002E202E">
        <w:t>// first 4 bits</w:t>
      </w:r>
    </w:p>
    <w:p w14:paraId="707457B4" w14:textId="206B24EF" w:rsidR="002E202E" w:rsidRPr="002E202E" w:rsidRDefault="002E202E" w:rsidP="00E56598">
      <w:pPr>
        <w:pStyle w:val="SDLCode"/>
      </w:pPr>
      <w:r w:rsidRPr="002E202E">
        <w:t xml:space="preserve">0 0 0 1 </w:t>
      </w:r>
      <w:r w:rsidR="00057A20">
        <w:t xml:space="preserve">   </w:t>
      </w:r>
      <w:r w:rsidRPr="002E202E">
        <w:t>// last 4 bits</w:t>
      </w:r>
    </w:p>
    <w:p w14:paraId="743DDE96" w14:textId="77777777" w:rsidR="002E202E" w:rsidRPr="002E202E" w:rsidRDefault="002E202E" w:rsidP="002E202E">
      <w:pPr>
        <w:pStyle w:val="SDLCode"/>
      </w:pPr>
      <w:r w:rsidRPr="002E202E">
        <w:t>...</w:t>
      </w:r>
    </w:p>
    <w:p w14:paraId="4AF0AFB8" w14:textId="77777777" w:rsidR="002E202E" w:rsidRDefault="002E202E" w:rsidP="002E202E">
      <w:pPr>
        <w:pStyle w:val="SDLCode"/>
      </w:pPr>
    </w:p>
    <w:p w14:paraId="357C81CF" w14:textId="3548B4AC" w:rsidR="002E202E" w:rsidRDefault="002E202E" w:rsidP="002E202E">
      <w:r>
        <w:t xml:space="preserve">Where skipping </w:t>
      </w:r>
      <w:r w:rsidR="00057A20">
        <w:t xml:space="preserve">an indeterminate number of </w:t>
      </w:r>
      <w:r>
        <w:t>bits to achieve alignment is part of the example it is indicated as follows:</w:t>
      </w:r>
    </w:p>
    <w:p w14:paraId="33E8E5C7" w14:textId="77777777" w:rsidR="002E202E" w:rsidRDefault="002E202E" w:rsidP="002E202E">
      <w:pPr>
        <w:pStyle w:val="SDLCode"/>
      </w:pPr>
      <w:r>
        <w:t>...</w:t>
      </w:r>
    </w:p>
    <w:p w14:paraId="0DF0C0C9" w14:textId="7AB833FB" w:rsidR="002E202E" w:rsidRDefault="002E202E" w:rsidP="00E56598">
      <w:pPr>
        <w:pStyle w:val="SDLCode"/>
      </w:pPr>
      <w:r>
        <w:t>&lt;skip</w:t>
      </w:r>
      <w:r w:rsidR="00057A20">
        <w:t xml:space="preserve"> bits</w:t>
      </w:r>
      <w:r>
        <w:t>&gt;  // aligned(8)</w:t>
      </w:r>
    </w:p>
    <w:p w14:paraId="682095CA" w14:textId="37BAB78D" w:rsidR="002E202E" w:rsidRDefault="002E202E" w:rsidP="00E56598">
      <w:pPr>
        <w:pStyle w:val="SDLCode"/>
      </w:pPr>
      <w:r>
        <w:t xml:space="preserve">0 0 0 0 </w:t>
      </w:r>
      <w:r w:rsidR="00057A20">
        <w:t xml:space="preserve">     </w:t>
      </w:r>
      <w:r>
        <w:t>// first 4 bits</w:t>
      </w:r>
    </w:p>
    <w:p w14:paraId="451F5E1E" w14:textId="72CD80EE" w:rsidR="002E202E" w:rsidRDefault="002E202E" w:rsidP="002E202E">
      <w:pPr>
        <w:pStyle w:val="SDLCode"/>
      </w:pPr>
      <w:r>
        <w:t xml:space="preserve">0 0 0 1 </w:t>
      </w:r>
      <w:r w:rsidR="00057A20">
        <w:t xml:space="preserve">     </w:t>
      </w:r>
      <w:r>
        <w:t>// last 4 bits</w:t>
      </w:r>
    </w:p>
    <w:p w14:paraId="39088691" w14:textId="591109CB" w:rsidR="002E202E" w:rsidRDefault="002E202E" w:rsidP="00E56598">
      <w:pPr>
        <w:pStyle w:val="SDLCode"/>
      </w:pPr>
      <w:r>
        <w:t>...</w:t>
      </w:r>
    </w:p>
    <w:p w14:paraId="75DAD2B0" w14:textId="34ED6D43" w:rsidR="00B1167F" w:rsidRDefault="007211C2" w:rsidP="001A33D0">
      <w:pPr>
        <w:pStyle w:val="Heading1"/>
        <w:numPr>
          <w:ilvl w:val="0"/>
          <w:numId w:val="1"/>
        </w:numPr>
        <w:tabs>
          <w:tab w:val="clear" w:pos="432"/>
        </w:tabs>
        <w:ind w:left="0" w:firstLine="0"/>
      </w:pPr>
      <w:bookmarkStart w:id="20" w:name="_Toc148992159"/>
      <w:bookmarkStart w:id="21" w:name="_Toc150339349"/>
      <w:bookmarkStart w:id="22" w:name="_Toc150339434"/>
      <w:bookmarkStart w:id="23" w:name="_Toc150339519"/>
      <w:bookmarkStart w:id="24" w:name="_Toc150339685"/>
      <w:bookmarkStart w:id="25" w:name="_Toc150443094"/>
      <w:bookmarkStart w:id="26" w:name="_Toc150443095"/>
      <w:bookmarkEnd w:id="20"/>
      <w:bookmarkEnd w:id="21"/>
      <w:bookmarkEnd w:id="22"/>
      <w:bookmarkEnd w:id="23"/>
      <w:bookmarkEnd w:id="24"/>
      <w:bookmarkEnd w:id="25"/>
      <w:r>
        <w:t>General s</w:t>
      </w:r>
      <w:r w:rsidR="00B1167F">
        <w:t xml:space="preserve">yntax </w:t>
      </w:r>
      <w:r>
        <w:t>aspects</w:t>
      </w:r>
      <w:bookmarkEnd w:id="26"/>
    </w:p>
    <w:p w14:paraId="03BBF8F6" w14:textId="5DAC7F80" w:rsidR="00074318" w:rsidRPr="009708FB" w:rsidRDefault="00074318" w:rsidP="00E56598">
      <w:pPr>
        <w:pStyle w:val="Heading2"/>
      </w:pPr>
      <w:bookmarkStart w:id="27" w:name="_Toc150443096"/>
      <w:bookmarkStart w:id="28" w:name="_Toc124283484"/>
      <w:bookmarkStart w:id="29" w:name="_Toc117687315"/>
      <w:bookmarkStart w:id="30" w:name="_Toc117687451"/>
      <w:bookmarkStart w:id="31" w:name="_Toc117687177"/>
      <w:bookmarkStart w:id="32" w:name="_Toc117687246"/>
      <w:r w:rsidRPr="009708FB">
        <w:t xml:space="preserve">Case </w:t>
      </w:r>
      <w:r w:rsidR="00530018">
        <w:t>s</w:t>
      </w:r>
      <w:r w:rsidRPr="009708FB">
        <w:t>ensitivity</w:t>
      </w:r>
      <w:bookmarkEnd w:id="27"/>
    </w:p>
    <w:p w14:paraId="65248A22" w14:textId="5D4AA7A5" w:rsidR="00074318" w:rsidRPr="00E56598" w:rsidRDefault="00074318" w:rsidP="00074318">
      <w:pPr>
        <w:rPr>
          <w:rFonts w:cs="AppleSystemUIFont"/>
        </w:rPr>
      </w:pPr>
      <w:r w:rsidRPr="00E56598">
        <w:rPr>
          <w:rFonts w:cs="AppleSystemUIFont"/>
        </w:rPr>
        <w:t>The SDL is case sensitive.</w:t>
      </w:r>
    </w:p>
    <w:p w14:paraId="0A9EF54E" w14:textId="77777777" w:rsidR="00A82FC4" w:rsidRDefault="00A82FC4" w:rsidP="00E56598">
      <w:pPr>
        <w:pStyle w:val="Heading2"/>
      </w:pPr>
      <w:bookmarkStart w:id="33" w:name="_Toc150443097"/>
      <w:r>
        <w:t>Identifiers</w:t>
      </w:r>
      <w:bookmarkEnd w:id="33"/>
    </w:p>
    <w:p w14:paraId="0C0A6453" w14:textId="77777777" w:rsidR="000101B0" w:rsidRDefault="00A82FC4" w:rsidP="00A82FC4">
      <w:r>
        <w:t xml:space="preserve">Variable identifiers can be comprised of a mixture of upper- and lower-case ASCII alphabetic characters, digits and underscore (e.g. ‘_’). An identifier must include at least one alphabetic character. </w:t>
      </w:r>
      <w:r w:rsidR="009E05C9">
        <w:t xml:space="preserve"> </w:t>
      </w:r>
    </w:p>
    <w:p w14:paraId="72A1760F" w14:textId="4CA5B480" w:rsidR="003B39B1" w:rsidRDefault="009E05C9" w:rsidP="00A82FC4">
      <w:r>
        <w:t>For example, the following are all valid identifiers:</w:t>
      </w:r>
    </w:p>
    <w:p w14:paraId="35C8A900" w14:textId="77777777" w:rsidR="002A1918" w:rsidRPr="006D1923" w:rsidRDefault="002A1918" w:rsidP="002A1918">
      <w:pPr>
        <w:pStyle w:val="Example"/>
      </w:pPr>
      <w:r w:rsidRPr="006D1923">
        <w:lastRenderedPageBreak/>
        <w:t xml:space="preserve">EXAMPLE </w:t>
      </w:r>
      <w:r w:rsidRPr="006D1923">
        <w:sym w:font="Symbol" w:char="F0BE"/>
      </w:r>
    </w:p>
    <w:p w14:paraId="6E083FF6" w14:textId="309E78A7" w:rsidR="002A1918" w:rsidRDefault="002A1918" w:rsidP="002A1918">
      <w:pPr>
        <w:pStyle w:val="Code"/>
      </w:pPr>
      <w:r>
        <w:t>myVar</w:t>
      </w:r>
    </w:p>
    <w:p w14:paraId="4D8AADD6" w14:textId="7CB8FDBB" w:rsidR="002A1918" w:rsidRDefault="002A1918" w:rsidP="002A1918">
      <w:pPr>
        <w:pStyle w:val="Code"/>
      </w:pPr>
      <w:r>
        <w:t>My_Var</w:t>
      </w:r>
    </w:p>
    <w:p w14:paraId="5C3BD31E" w14:textId="404B7DF9" w:rsidR="002A1918" w:rsidRDefault="002A1918" w:rsidP="002A1918">
      <w:pPr>
        <w:pStyle w:val="Code"/>
      </w:pPr>
      <w:r>
        <w:t>My2ndVar</w:t>
      </w:r>
    </w:p>
    <w:p w14:paraId="7E1F00B5" w14:textId="07442934" w:rsidR="002A1918" w:rsidRDefault="002A1918" w:rsidP="002A1918">
      <w:pPr>
        <w:pStyle w:val="Code"/>
      </w:pPr>
      <w:r>
        <w:t>2D_Region</w:t>
      </w:r>
      <w:r w:rsidR="00546CFF">
        <w:t>[2]</w:t>
      </w:r>
    </w:p>
    <w:p w14:paraId="2053B44E" w14:textId="21B752A7" w:rsidR="002A1918" w:rsidRDefault="002A1918" w:rsidP="008E7531">
      <w:pPr>
        <w:pStyle w:val="Code"/>
      </w:pPr>
      <w:r>
        <w:t>_2d_region</w:t>
      </w:r>
    </w:p>
    <w:p w14:paraId="3BFC9839" w14:textId="77777777" w:rsidR="008E7531" w:rsidRDefault="008E7531" w:rsidP="00E56598">
      <w:pPr>
        <w:pStyle w:val="Code"/>
      </w:pPr>
    </w:p>
    <w:p w14:paraId="497AD14C" w14:textId="77777777" w:rsidR="000101B0" w:rsidRDefault="00542425" w:rsidP="00A82FC4">
      <w:r>
        <w:t>It is illegal to define a variable identifier which conflicts</w:t>
      </w:r>
      <w:r w:rsidR="002A1918">
        <w:t xml:space="preserve"> (ignoring case)</w:t>
      </w:r>
      <w:r>
        <w:t xml:space="preserve"> with SDL syntax items such as keywords, binary, hexadecimal and string literal prefixes.</w:t>
      </w:r>
      <w:r w:rsidR="002A1918">
        <w:t xml:space="preserve"> </w:t>
      </w:r>
    </w:p>
    <w:p w14:paraId="4348CD75" w14:textId="658C1126" w:rsidR="003B39B1" w:rsidRDefault="009E05C9" w:rsidP="00A82FC4">
      <w:r>
        <w:t xml:space="preserve">For example, the following are all </w:t>
      </w:r>
      <w:r w:rsidRPr="00E56598">
        <w:rPr>
          <w:u w:val="single"/>
        </w:rPr>
        <w:t>invalid</w:t>
      </w:r>
      <w:r>
        <w:t xml:space="preserve"> identifiers:</w:t>
      </w:r>
    </w:p>
    <w:p w14:paraId="269104DD" w14:textId="77777777" w:rsidR="002A1918" w:rsidRPr="006D1923" w:rsidRDefault="002A1918" w:rsidP="002A1918">
      <w:pPr>
        <w:pStyle w:val="Example"/>
      </w:pPr>
      <w:r w:rsidRPr="006D1923">
        <w:t xml:space="preserve">EXAMPLE </w:t>
      </w:r>
      <w:r w:rsidRPr="006D1923">
        <w:sym w:font="Symbol" w:char="F0BE"/>
      </w:r>
    </w:p>
    <w:p w14:paraId="2631265F" w14:textId="39C95CD5" w:rsidR="002A1918" w:rsidRDefault="002A1918" w:rsidP="002A1918">
      <w:pPr>
        <w:pStyle w:val="Code"/>
      </w:pPr>
      <w:r>
        <w:t>u</w:t>
      </w:r>
      <w:r w:rsidR="00235E64">
        <w:t xml:space="preserve">   // conflict with UTF-16 literal string prefix</w:t>
      </w:r>
    </w:p>
    <w:p w14:paraId="71C6F62E" w14:textId="6868E966" w:rsidR="00546CFF" w:rsidRDefault="00546CFF" w:rsidP="00546CFF">
      <w:pPr>
        <w:pStyle w:val="Code"/>
      </w:pPr>
      <w:r>
        <w:t>0b</w:t>
      </w:r>
      <w:r w:rsidR="00235E64">
        <w:t xml:space="preserve">  // conflict with binary literal value prefix</w:t>
      </w:r>
    </w:p>
    <w:p w14:paraId="150254CD" w14:textId="7B529BDF" w:rsidR="00546CFF" w:rsidRDefault="00546CFF" w:rsidP="00546CFF">
      <w:pPr>
        <w:pStyle w:val="Code"/>
      </w:pPr>
      <w:r>
        <w:t>0B</w:t>
      </w:r>
      <w:r w:rsidR="00235E64">
        <w:t xml:space="preserve">  // case-insensitive conflict with binary literal value prefix</w:t>
      </w:r>
    </w:p>
    <w:p w14:paraId="03C72CA5" w14:textId="15BEC11C" w:rsidR="009E05C9" w:rsidRDefault="009E05C9" w:rsidP="00546CFF">
      <w:pPr>
        <w:pStyle w:val="Code"/>
      </w:pPr>
      <w:r>
        <w:t>Map</w:t>
      </w:r>
      <w:r w:rsidR="00235E64">
        <w:t xml:space="preserve"> // case-insensitive conflict with keyword "map" </w:t>
      </w:r>
    </w:p>
    <w:p w14:paraId="23DF743C" w14:textId="3DCDD96C" w:rsidR="00235E64" w:rsidRDefault="00235E64" w:rsidP="00546CFF">
      <w:pPr>
        <w:pStyle w:val="Code"/>
      </w:pPr>
      <w:r>
        <w:t>1e2 // conflict with floating point literal value</w:t>
      </w:r>
    </w:p>
    <w:p w14:paraId="4D4C7854" w14:textId="3158E772" w:rsidR="00333C49" w:rsidRDefault="00333C49" w:rsidP="00546CFF">
      <w:pPr>
        <w:pStyle w:val="Code"/>
      </w:pPr>
      <w:r>
        <w:t>2_2 // identifier must contain at least one alphabetic character</w:t>
      </w:r>
    </w:p>
    <w:p w14:paraId="73E100C3" w14:textId="77777777" w:rsidR="002A1918" w:rsidRDefault="002A1918" w:rsidP="003B39B1">
      <w:pPr>
        <w:pStyle w:val="Code"/>
      </w:pPr>
    </w:p>
    <w:p w14:paraId="0D8B8F5E" w14:textId="77777777" w:rsidR="00C73B5F" w:rsidRDefault="00C73B5F" w:rsidP="00E56598">
      <w:pPr>
        <w:pStyle w:val="Heading2"/>
      </w:pPr>
      <w:bookmarkStart w:id="34" w:name="_Toc150443098"/>
      <w:r>
        <w:t>Punctuators</w:t>
      </w:r>
      <w:bookmarkEnd w:id="34"/>
    </w:p>
    <w:p w14:paraId="4918A097" w14:textId="50EA2338" w:rsidR="00C73B5F" w:rsidRDefault="00C73B5F" w:rsidP="00C73B5F">
      <w:pPr>
        <w:pStyle w:val="BodyText"/>
      </w:pPr>
      <w:r>
        <w:t>The following punctuator tokens are defined in the SDL:</w:t>
      </w:r>
    </w:p>
    <w:p w14:paraId="50D5A5EF" w14:textId="77777777" w:rsidR="00C73B5F" w:rsidRDefault="00C73B5F" w:rsidP="00C73B5F">
      <w:pPr>
        <w:pStyle w:val="BodyText"/>
      </w:pPr>
      <w:r w:rsidRPr="00E56598">
        <w:rPr>
          <w:rFonts w:ascii="Courier New" w:hAnsi="Courier New" w:cs="Courier New"/>
          <w:b/>
          <w:bCs/>
        </w:rPr>
        <w:t>(</w:t>
      </w:r>
      <w:r>
        <w:tab/>
        <w:t>open parenthesis</w:t>
      </w:r>
    </w:p>
    <w:p w14:paraId="2F4B9CF0" w14:textId="77777777" w:rsidR="00C73B5F" w:rsidRDefault="00C73B5F" w:rsidP="00C73B5F">
      <w:pPr>
        <w:pStyle w:val="BodyText"/>
      </w:pPr>
      <w:r w:rsidRPr="00E56598">
        <w:rPr>
          <w:rFonts w:ascii="Courier New" w:hAnsi="Courier New" w:cs="Courier New"/>
          <w:b/>
          <w:bCs/>
        </w:rPr>
        <w:t>)</w:t>
      </w:r>
      <w:r>
        <w:tab/>
        <w:t>close parenthesis</w:t>
      </w:r>
    </w:p>
    <w:p w14:paraId="02D0783C" w14:textId="77777777" w:rsidR="00C73B5F" w:rsidRDefault="00C73B5F" w:rsidP="00C73B5F">
      <w:pPr>
        <w:pStyle w:val="BodyText"/>
      </w:pPr>
      <w:r w:rsidRPr="00E56598">
        <w:rPr>
          <w:rFonts w:ascii="Courier New" w:hAnsi="Courier New" w:cs="Courier New"/>
          <w:b/>
          <w:bCs/>
        </w:rPr>
        <w:t>{</w:t>
      </w:r>
      <w:r>
        <w:tab/>
        <w:t>open brace</w:t>
      </w:r>
    </w:p>
    <w:p w14:paraId="12A14F7F" w14:textId="77777777" w:rsidR="00C73B5F" w:rsidRDefault="00C73B5F" w:rsidP="00C73B5F">
      <w:pPr>
        <w:pStyle w:val="BodyText"/>
      </w:pPr>
      <w:r w:rsidRPr="00E56598">
        <w:rPr>
          <w:rFonts w:ascii="Courier New" w:hAnsi="Courier New" w:cs="Courier New"/>
          <w:b/>
          <w:bCs/>
        </w:rPr>
        <w:t>}</w:t>
      </w:r>
      <w:r>
        <w:tab/>
        <w:t>close brace</w:t>
      </w:r>
    </w:p>
    <w:p w14:paraId="5173695E" w14:textId="77777777" w:rsidR="00C73B5F" w:rsidRDefault="00C73B5F" w:rsidP="00C73B5F">
      <w:pPr>
        <w:pStyle w:val="BodyText"/>
      </w:pPr>
      <w:r w:rsidRPr="00E56598">
        <w:rPr>
          <w:rFonts w:ascii="Courier New" w:hAnsi="Courier New" w:cs="Courier New"/>
          <w:b/>
          <w:bCs/>
        </w:rPr>
        <w:t>[</w:t>
      </w:r>
      <w:r>
        <w:tab/>
        <w:t>open bracket</w:t>
      </w:r>
    </w:p>
    <w:p w14:paraId="539E2EC3" w14:textId="77777777" w:rsidR="00C73B5F" w:rsidRDefault="00C73B5F" w:rsidP="00C73B5F">
      <w:pPr>
        <w:pStyle w:val="BodyText"/>
      </w:pPr>
      <w:r w:rsidRPr="00E56598">
        <w:rPr>
          <w:rFonts w:ascii="Courier New" w:hAnsi="Courier New" w:cs="Courier New"/>
          <w:b/>
          <w:bCs/>
        </w:rPr>
        <w:t>]</w:t>
      </w:r>
      <w:r>
        <w:tab/>
        <w:t>close bracket</w:t>
      </w:r>
    </w:p>
    <w:p w14:paraId="7674D317" w14:textId="77777777" w:rsidR="00C73B5F" w:rsidRDefault="00C73B5F" w:rsidP="00C73B5F">
      <w:pPr>
        <w:pStyle w:val="BodyText"/>
      </w:pPr>
      <w:r w:rsidRPr="00E56598">
        <w:rPr>
          <w:rFonts w:ascii="Courier New" w:hAnsi="Courier New" w:cs="Courier New"/>
          <w:b/>
          <w:bCs/>
        </w:rPr>
        <w:t>:</w:t>
      </w:r>
      <w:r>
        <w:tab/>
        <w:t>colon</w:t>
      </w:r>
    </w:p>
    <w:p w14:paraId="7AD31AE7" w14:textId="77777777" w:rsidR="00C73B5F" w:rsidRDefault="00C73B5F" w:rsidP="00C73B5F">
      <w:pPr>
        <w:pStyle w:val="BodyText"/>
      </w:pPr>
      <w:r w:rsidRPr="00E56598">
        <w:rPr>
          <w:rFonts w:ascii="Courier New" w:hAnsi="Courier New" w:cs="Courier New"/>
          <w:b/>
          <w:bCs/>
        </w:rPr>
        <w:t>;</w:t>
      </w:r>
      <w:r>
        <w:tab/>
        <w:t>semicolon</w:t>
      </w:r>
    </w:p>
    <w:p w14:paraId="0FBC125F" w14:textId="77777777" w:rsidR="00C73B5F" w:rsidRDefault="00C73B5F" w:rsidP="00C73B5F">
      <w:pPr>
        <w:pStyle w:val="BodyText"/>
      </w:pPr>
      <w:r w:rsidRPr="00E56598">
        <w:rPr>
          <w:rFonts w:ascii="Courier New" w:hAnsi="Courier New" w:cs="Courier New"/>
          <w:b/>
          <w:bCs/>
        </w:rPr>
        <w:t>,</w:t>
      </w:r>
      <w:r>
        <w:tab/>
        <w:t>comma</w:t>
      </w:r>
    </w:p>
    <w:p w14:paraId="3D198321" w14:textId="77777777" w:rsidR="00C73B5F" w:rsidRDefault="00C73B5F" w:rsidP="00C73B5F">
      <w:pPr>
        <w:pStyle w:val="BodyText"/>
      </w:pPr>
      <w:r w:rsidRPr="00E56598">
        <w:rPr>
          <w:rFonts w:ascii="Courier New" w:hAnsi="Courier New" w:cs="Courier New"/>
          <w:b/>
          <w:bCs/>
        </w:rPr>
        <w:t>"</w:t>
      </w:r>
      <w:r>
        <w:tab/>
        <w:t>double quote</w:t>
      </w:r>
    </w:p>
    <w:p w14:paraId="3E5DB810" w14:textId="1C8F4B1F" w:rsidR="00F11986" w:rsidRPr="00E56598" w:rsidRDefault="00F11986" w:rsidP="00E56598">
      <w:pPr>
        <w:pStyle w:val="BodyText"/>
        <w:spacing w:after="220" w:line="240" w:lineRule="auto"/>
        <w:rPr>
          <w:highlight w:val="yellow"/>
        </w:rPr>
      </w:pPr>
      <w:r w:rsidRPr="00626302">
        <w:rPr>
          <w:highlight w:val="yellow"/>
        </w:rPr>
        <w:t xml:space="preserve">[Editor’s note: </w:t>
      </w:r>
      <w:r>
        <w:rPr>
          <w:highlight w:val="yellow"/>
        </w:rPr>
        <w:t>single quote is extensively used in existing standards, either switch from double to single or support both]</w:t>
      </w:r>
    </w:p>
    <w:p w14:paraId="2036942E" w14:textId="77777777" w:rsidR="00C73B5F" w:rsidRDefault="00C73B5F" w:rsidP="00E56598">
      <w:pPr>
        <w:pStyle w:val="Heading2"/>
      </w:pPr>
      <w:bookmarkStart w:id="35" w:name="_Toc150443099"/>
      <w:r>
        <w:t>Keywords</w:t>
      </w:r>
      <w:bookmarkEnd w:id="35"/>
    </w:p>
    <w:p w14:paraId="60FC5444" w14:textId="7520CED7" w:rsidR="00C73B5F" w:rsidRDefault="00C73B5F" w:rsidP="00C73B5F">
      <w:pPr>
        <w:pStyle w:val="BodyText"/>
      </w:pPr>
      <w:r>
        <w:t>The following keyword tokens are defined in the SDL:</w:t>
      </w:r>
    </w:p>
    <w:p w14:paraId="4B3992D0"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abstract</w:t>
      </w:r>
    </w:p>
    <w:p w14:paraId="7AC214CB"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aligned</w:t>
      </w:r>
    </w:p>
    <w:p w14:paraId="02A4AAC8"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base64string</w:t>
      </w:r>
    </w:p>
    <w:p w14:paraId="023877E0"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bit</w:t>
      </w:r>
    </w:p>
    <w:p w14:paraId="4B5B8F37"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break</w:t>
      </w:r>
    </w:p>
    <w:p w14:paraId="1291FC5B"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 xml:space="preserve">case </w:t>
      </w:r>
    </w:p>
    <w:p w14:paraId="058AF6EB"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class</w:t>
      </w:r>
    </w:p>
    <w:p w14:paraId="3F2F5044"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const</w:t>
      </w:r>
    </w:p>
    <w:p w14:paraId="152711B4"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default</w:t>
      </w:r>
    </w:p>
    <w:p w14:paraId="16DEE76E"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lastRenderedPageBreak/>
        <w:t>do</w:t>
      </w:r>
    </w:p>
    <w:p w14:paraId="006133EB"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else</w:t>
      </w:r>
    </w:p>
    <w:p w14:paraId="2C116064"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expandable</w:t>
      </w:r>
    </w:p>
    <w:p w14:paraId="31ABA1A4"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extends</w:t>
      </w:r>
    </w:p>
    <w:p w14:paraId="2064D31E"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float</w:t>
      </w:r>
    </w:p>
    <w:p w14:paraId="5703E4C3"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for</w:t>
      </w:r>
    </w:p>
    <w:p w14:paraId="4B6BF5E4"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 xml:space="preserve">if </w:t>
      </w:r>
    </w:p>
    <w:p w14:paraId="07C4F8A2"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int</w:t>
      </w:r>
    </w:p>
    <w:p w14:paraId="2A83194C"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lengthof</w:t>
      </w:r>
    </w:p>
    <w:p w14:paraId="026E462A"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map</w:t>
      </w:r>
    </w:p>
    <w:p w14:paraId="5B866CA8"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switch</w:t>
      </w:r>
    </w:p>
    <w:p w14:paraId="4EA46598"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unsigned</w:t>
      </w:r>
    </w:p>
    <w:p w14:paraId="13DA635F"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utf8string</w:t>
      </w:r>
    </w:p>
    <w:p w14:paraId="3C22DD3F"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utf8list</w:t>
      </w:r>
    </w:p>
    <w:p w14:paraId="208E9A66"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utfstring</w:t>
      </w:r>
    </w:p>
    <w:p w14:paraId="295C1A9D" w14:textId="19C5ECBC" w:rsidR="00C73B5F" w:rsidRPr="00E56598" w:rsidRDefault="00C73B5F" w:rsidP="00E56598">
      <w:pPr>
        <w:pStyle w:val="BodyText"/>
        <w:rPr>
          <w:rFonts w:cs="Courier New"/>
          <w:b/>
          <w:bCs/>
        </w:rPr>
      </w:pPr>
      <w:r w:rsidRPr="00E56598">
        <w:rPr>
          <w:rFonts w:ascii="Courier New" w:hAnsi="Courier New" w:cs="Courier New"/>
          <w:b/>
          <w:bCs/>
        </w:rPr>
        <w:t>while</w:t>
      </w:r>
    </w:p>
    <w:p w14:paraId="01F62922" w14:textId="77777777" w:rsidR="003B39B1" w:rsidRDefault="003B39B1" w:rsidP="003B39B1">
      <w:pPr>
        <w:pStyle w:val="Code"/>
      </w:pPr>
    </w:p>
    <w:p w14:paraId="69787264" w14:textId="30DB38F3" w:rsidR="00FF498E" w:rsidRDefault="00FF498E" w:rsidP="00FF498E">
      <w:pPr>
        <w:pStyle w:val="Heading2"/>
        <w:numPr>
          <w:ilvl w:val="1"/>
          <w:numId w:val="1"/>
        </w:numPr>
        <w:tabs>
          <w:tab w:val="clear" w:pos="360"/>
        </w:tabs>
      </w:pPr>
      <w:bookmarkStart w:id="36" w:name="_Toc150443100"/>
      <w:r>
        <w:t>Operators</w:t>
      </w:r>
      <w:bookmarkEnd w:id="28"/>
      <w:bookmarkEnd w:id="36"/>
    </w:p>
    <w:p w14:paraId="4CC96661" w14:textId="5BE8CE27" w:rsidR="00FF498E" w:rsidRDefault="00FF498E" w:rsidP="00FF498E">
      <w:pPr>
        <w:pStyle w:val="BodyText"/>
        <w:spacing w:after="220"/>
        <w:rPr>
          <w:rFonts w:eastAsia="Times New Roman"/>
          <w:lang w:eastAsia="ko-KR"/>
        </w:rPr>
      </w:pPr>
      <w:r w:rsidRPr="0048096C">
        <w:t>A</w:t>
      </w:r>
      <w:r w:rsidRPr="00203C97">
        <w:rPr>
          <w:rFonts w:eastAsia="Times New Roman"/>
          <w:lang w:eastAsia="ko-KR"/>
        </w:rPr>
        <w:t xml:space="preserve">rithmetic and logical operators </w:t>
      </w:r>
      <w:r w:rsidRPr="0048096C">
        <w:rPr>
          <w:rFonts w:eastAsia="Times New Roman"/>
          <w:lang w:eastAsia="ko-KR"/>
        </w:rPr>
        <w:t>defined in the SDL</w:t>
      </w:r>
      <w:r w:rsidR="00137676">
        <w:rPr>
          <w:rFonts w:eastAsia="Times New Roman"/>
          <w:lang w:eastAsia="ko-KR"/>
        </w:rPr>
        <w:t xml:space="preserve"> are provided below </w:t>
      </w:r>
      <w:r>
        <w:rPr>
          <w:rFonts w:eastAsia="Times New Roman"/>
          <w:lang w:eastAsia="ko-KR"/>
        </w:rPr>
        <w:t xml:space="preserve">in descending </w:t>
      </w:r>
      <w:r w:rsidR="00E87CDE">
        <w:rPr>
          <w:rFonts w:eastAsia="Times New Roman"/>
          <w:lang w:eastAsia="ko-KR"/>
        </w:rPr>
        <w:t>precedence</w:t>
      </w:r>
      <w:r>
        <w:rPr>
          <w:rFonts w:eastAsia="Times New Roman"/>
          <w:lang w:eastAsia="ko-KR"/>
        </w:rPr>
        <w:t xml:space="preserve"> order:</w:t>
      </w:r>
    </w:p>
    <w:p w14:paraId="65698156" w14:textId="77777777" w:rsidR="00FF498E" w:rsidRDefault="00FF498E" w:rsidP="00FF498E">
      <w:pPr>
        <w:pStyle w:val="BodyText"/>
        <w:spacing w:after="220"/>
        <w:ind w:left="403" w:hanging="403"/>
        <w:rPr>
          <w:rFonts w:eastAsia="Times New Roman"/>
          <w:lang w:eastAsia="ko-KR"/>
        </w:rPr>
      </w:pPr>
      <w:r w:rsidRPr="00064445">
        <w:rPr>
          <w:rFonts w:ascii="Courier New" w:eastAsia="Times New Roman" w:hAnsi="Courier New" w:cs="Courier New"/>
          <w:i/>
          <w:iCs/>
          <w:lang w:eastAsia="ko-KR"/>
        </w:rPr>
        <w:t>a</w:t>
      </w:r>
      <w:r w:rsidRPr="00203C97">
        <w:rPr>
          <w:rFonts w:ascii="Courier New" w:eastAsia="Times New Roman" w:hAnsi="Courier New" w:cs="Courier New"/>
          <w:b/>
          <w:bCs/>
          <w:lang w:eastAsia="ko-KR"/>
        </w:rPr>
        <w:t>++</w:t>
      </w:r>
      <w:r>
        <w:rPr>
          <w:rFonts w:eastAsia="Times New Roman"/>
          <w:lang w:eastAsia="ko-KR"/>
        </w:rPr>
        <w:t xml:space="preserve"> </w:t>
      </w:r>
      <w:r>
        <w:rPr>
          <w:rFonts w:eastAsia="Times New Roman"/>
          <w:lang w:eastAsia="ko-KR"/>
        </w:rPr>
        <w:tab/>
        <w:t>postfix increment</w:t>
      </w:r>
    </w:p>
    <w:p w14:paraId="1B93A1E0" w14:textId="674548FF" w:rsidR="00FF498E" w:rsidRDefault="00FF498E" w:rsidP="00FF498E">
      <w:pPr>
        <w:pStyle w:val="BodyText"/>
        <w:spacing w:after="220"/>
        <w:ind w:left="403" w:hanging="403"/>
        <w:rPr>
          <w:rFonts w:eastAsia="Times New Roman"/>
          <w:lang w:eastAsia="ko-KR"/>
        </w:rPr>
      </w:pPr>
      <w:r w:rsidRPr="00064445">
        <w:rPr>
          <w:rFonts w:ascii="Courier New" w:eastAsia="Times New Roman" w:hAnsi="Courier New" w:cs="Courier New"/>
          <w:i/>
          <w:iCs/>
          <w:lang w:eastAsia="ko-KR"/>
        </w:rPr>
        <w:t>a</w:t>
      </w:r>
      <w:r w:rsidR="00E62FDC">
        <w:rPr>
          <w:rFonts w:ascii="Courier New" w:eastAsia="Times New Roman" w:hAnsi="Courier New" w:cs="Courier New"/>
          <w:b/>
          <w:bCs/>
          <w:lang w:eastAsia="ko-KR"/>
        </w:rPr>
        <w:t>--</w:t>
      </w:r>
      <w:r>
        <w:rPr>
          <w:rFonts w:eastAsia="Times New Roman"/>
          <w:lang w:eastAsia="ko-KR"/>
        </w:rPr>
        <w:t xml:space="preserve"> </w:t>
      </w:r>
      <w:r>
        <w:rPr>
          <w:rFonts w:eastAsia="Times New Roman"/>
          <w:lang w:eastAsia="ko-KR"/>
        </w:rPr>
        <w:tab/>
        <w:t>postfix decrement</w:t>
      </w:r>
    </w:p>
    <w:p w14:paraId="09B5DBDB" w14:textId="510D52B5"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w:t>
      </w:r>
      <w:r>
        <w:rPr>
          <w:rFonts w:eastAsia="Times New Roman"/>
          <w:lang w:eastAsia="ko-KR"/>
        </w:rPr>
        <w:t xml:space="preserve"> </w:t>
      </w:r>
      <w:r>
        <w:rPr>
          <w:rFonts w:eastAsia="Times New Roman"/>
          <w:lang w:eastAsia="ko-KR"/>
        </w:rPr>
        <w:tab/>
      </w:r>
      <w:r>
        <w:rPr>
          <w:rFonts w:eastAsia="Times New Roman"/>
          <w:lang w:eastAsia="ko-KR"/>
        </w:rPr>
        <w:tab/>
        <w:t>multiplication</w:t>
      </w:r>
    </w:p>
    <w:p w14:paraId="20C00CFE"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w:t>
      </w:r>
      <w:r>
        <w:rPr>
          <w:rFonts w:eastAsia="Times New Roman"/>
          <w:lang w:eastAsia="ko-KR"/>
        </w:rPr>
        <w:tab/>
      </w:r>
      <w:r>
        <w:rPr>
          <w:rFonts w:eastAsia="Times New Roman"/>
          <w:lang w:eastAsia="ko-KR"/>
        </w:rPr>
        <w:tab/>
        <w:t>division</w:t>
      </w:r>
    </w:p>
    <w:p w14:paraId="02BF3B1A"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w:t>
      </w:r>
      <w:r>
        <w:rPr>
          <w:rFonts w:eastAsia="Times New Roman"/>
          <w:lang w:eastAsia="ko-KR"/>
        </w:rPr>
        <w:t xml:space="preserve"> </w:t>
      </w:r>
      <w:r>
        <w:rPr>
          <w:rFonts w:eastAsia="Times New Roman"/>
          <w:lang w:eastAsia="ko-KR"/>
        </w:rPr>
        <w:tab/>
      </w:r>
      <w:r>
        <w:rPr>
          <w:rFonts w:eastAsia="Times New Roman"/>
          <w:lang w:eastAsia="ko-KR"/>
        </w:rPr>
        <w:tab/>
        <w:t>modulus</w:t>
      </w:r>
    </w:p>
    <w:p w14:paraId="7D4B0B37"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w:t>
      </w:r>
      <w:r>
        <w:rPr>
          <w:rFonts w:eastAsia="Times New Roman"/>
          <w:lang w:eastAsia="ko-KR"/>
        </w:rPr>
        <w:tab/>
      </w:r>
      <w:r>
        <w:rPr>
          <w:rFonts w:eastAsia="Times New Roman"/>
          <w:lang w:eastAsia="ko-KR"/>
        </w:rPr>
        <w:tab/>
        <w:t>addition</w:t>
      </w:r>
    </w:p>
    <w:p w14:paraId="42FA34B8"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w:t>
      </w:r>
      <w:r>
        <w:rPr>
          <w:rFonts w:eastAsia="Times New Roman"/>
          <w:lang w:eastAsia="ko-KR"/>
        </w:rPr>
        <w:tab/>
      </w:r>
      <w:r>
        <w:rPr>
          <w:rFonts w:eastAsia="Times New Roman"/>
          <w:lang w:eastAsia="ko-KR"/>
        </w:rPr>
        <w:tab/>
        <w:t>subtraction</w:t>
      </w:r>
    </w:p>
    <w:p w14:paraId="13C54B71"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&lt;&lt;</w:t>
      </w:r>
      <w:r>
        <w:rPr>
          <w:rFonts w:eastAsia="Times New Roman"/>
          <w:lang w:eastAsia="ko-KR"/>
        </w:rPr>
        <w:tab/>
      </w:r>
      <w:r>
        <w:rPr>
          <w:rFonts w:eastAsia="Times New Roman"/>
          <w:lang w:eastAsia="ko-KR"/>
        </w:rPr>
        <w:tab/>
        <w:t xml:space="preserve">bitwise shift left </w:t>
      </w:r>
    </w:p>
    <w:p w14:paraId="12EBE44D"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&gt;&gt;</w:t>
      </w:r>
      <w:r>
        <w:rPr>
          <w:rFonts w:eastAsia="Times New Roman"/>
          <w:lang w:eastAsia="ko-KR"/>
        </w:rPr>
        <w:tab/>
      </w:r>
      <w:r>
        <w:rPr>
          <w:rFonts w:eastAsia="Times New Roman"/>
          <w:lang w:eastAsia="ko-KR"/>
        </w:rPr>
        <w:tab/>
        <w:t>bitwise shift right</w:t>
      </w:r>
    </w:p>
    <w:p w14:paraId="7EA224ED"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&lt;</w:t>
      </w:r>
      <w:r>
        <w:rPr>
          <w:rFonts w:eastAsia="Times New Roman"/>
          <w:lang w:eastAsia="ko-KR"/>
        </w:rPr>
        <w:t xml:space="preserve"> </w:t>
      </w:r>
      <w:r>
        <w:rPr>
          <w:rFonts w:eastAsia="Times New Roman"/>
          <w:lang w:eastAsia="ko-KR"/>
        </w:rPr>
        <w:tab/>
      </w:r>
      <w:r>
        <w:rPr>
          <w:rFonts w:eastAsia="Times New Roman"/>
          <w:lang w:eastAsia="ko-KR"/>
        </w:rPr>
        <w:tab/>
        <w:t>relational less than</w:t>
      </w:r>
    </w:p>
    <w:p w14:paraId="2D6F98D3" w14:textId="77777777" w:rsidR="00FF498E" w:rsidRPr="00282F49"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&lt;=</w:t>
      </w:r>
      <w:r>
        <w:rPr>
          <w:rFonts w:eastAsia="Times New Roman"/>
          <w:lang w:eastAsia="ko-KR"/>
        </w:rPr>
        <w:tab/>
      </w:r>
      <w:r>
        <w:rPr>
          <w:rFonts w:eastAsia="Times New Roman"/>
          <w:lang w:eastAsia="ko-KR"/>
        </w:rPr>
        <w:tab/>
        <w:t>relational less than or equal</w:t>
      </w:r>
    </w:p>
    <w:p w14:paraId="2D46B2E4" w14:textId="77777777" w:rsidR="00FF498E" w:rsidRDefault="00FF498E" w:rsidP="00FF498E">
      <w:pPr>
        <w:rPr>
          <w:lang w:eastAsia="ja-JP"/>
        </w:rPr>
      </w:pPr>
      <w:r w:rsidRPr="00203C97">
        <w:rPr>
          <w:rFonts w:ascii="Courier New" w:hAnsi="Courier New" w:cs="Courier New"/>
          <w:b/>
          <w:bCs/>
          <w:lang w:eastAsia="ja-JP"/>
        </w:rPr>
        <w:t>&gt;</w:t>
      </w:r>
      <w:r>
        <w:rPr>
          <w:lang w:eastAsia="ja-JP"/>
        </w:rPr>
        <w:tab/>
      </w:r>
      <w:r>
        <w:rPr>
          <w:lang w:eastAsia="ja-JP"/>
        </w:rPr>
        <w:tab/>
        <w:t>relational greater than</w:t>
      </w:r>
    </w:p>
    <w:p w14:paraId="0C499F4F" w14:textId="77777777" w:rsidR="00FF498E" w:rsidRDefault="00FF498E" w:rsidP="00FF498E">
      <w:pPr>
        <w:rPr>
          <w:lang w:eastAsia="ja-JP"/>
        </w:rPr>
      </w:pPr>
      <w:r w:rsidRPr="00203C97">
        <w:rPr>
          <w:rFonts w:ascii="Courier New" w:hAnsi="Courier New" w:cs="Courier New"/>
          <w:b/>
          <w:bCs/>
          <w:lang w:eastAsia="ja-JP"/>
        </w:rPr>
        <w:t>&gt;=</w:t>
      </w:r>
      <w:r>
        <w:rPr>
          <w:lang w:eastAsia="ja-JP"/>
        </w:rPr>
        <w:tab/>
      </w:r>
      <w:r>
        <w:rPr>
          <w:lang w:eastAsia="ja-JP"/>
        </w:rPr>
        <w:tab/>
        <w:t>relational greater than or equal</w:t>
      </w:r>
    </w:p>
    <w:p w14:paraId="7F71624D" w14:textId="77777777" w:rsidR="00FF498E" w:rsidRDefault="00FF498E" w:rsidP="00FF498E">
      <w:pPr>
        <w:rPr>
          <w:lang w:eastAsia="ja-JP"/>
        </w:rPr>
      </w:pPr>
      <w:r w:rsidRPr="00203C97">
        <w:rPr>
          <w:rFonts w:ascii="Courier New" w:hAnsi="Courier New" w:cs="Courier New"/>
          <w:b/>
          <w:bCs/>
          <w:lang w:eastAsia="ja-JP"/>
        </w:rPr>
        <w:t>==</w:t>
      </w:r>
      <w:r>
        <w:rPr>
          <w:lang w:eastAsia="ja-JP"/>
        </w:rPr>
        <w:tab/>
      </w:r>
      <w:r>
        <w:rPr>
          <w:lang w:eastAsia="ja-JP"/>
        </w:rPr>
        <w:tab/>
        <w:t>relational equal</w:t>
      </w:r>
    </w:p>
    <w:p w14:paraId="3BD5248D" w14:textId="77777777" w:rsidR="00FF498E" w:rsidRDefault="00FF498E" w:rsidP="00FF498E">
      <w:pPr>
        <w:rPr>
          <w:lang w:eastAsia="ja-JP"/>
        </w:rPr>
      </w:pPr>
      <w:r w:rsidRPr="00203C97">
        <w:rPr>
          <w:rFonts w:ascii="Courier New" w:hAnsi="Courier New" w:cs="Courier New"/>
          <w:b/>
          <w:bCs/>
          <w:lang w:eastAsia="ja-JP"/>
        </w:rPr>
        <w:t>!=</w:t>
      </w:r>
      <w:r>
        <w:rPr>
          <w:lang w:eastAsia="ja-JP"/>
        </w:rPr>
        <w:tab/>
      </w:r>
      <w:r>
        <w:rPr>
          <w:lang w:eastAsia="ja-JP"/>
        </w:rPr>
        <w:tab/>
        <w:t>relational not equal</w:t>
      </w:r>
    </w:p>
    <w:p w14:paraId="7AE8035F" w14:textId="77777777" w:rsidR="00FF498E" w:rsidRDefault="00FF498E" w:rsidP="00FF498E">
      <w:pPr>
        <w:rPr>
          <w:lang w:eastAsia="ja-JP"/>
        </w:rPr>
      </w:pPr>
      <w:r w:rsidRPr="00203C97">
        <w:rPr>
          <w:rFonts w:ascii="Courier New" w:hAnsi="Courier New" w:cs="Courier New"/>
          <w:b/>
          <w:bCs/>
          <w:lang w:eastAsia="ja-JP"/>
        </w:rPr>
        <w:lastRenderedPageBreak/>
        <w:t>&amp;</w:t>
      </w:r>
      <w:r>
        <w:rPr>
          <w:lang w:eastAsia="ja-JP"/>
        </w:rPr>
        <w:tab/>
      </w:r>
      <w:r>
        <w:rPr>
          <w:lang w:eastAsia="ja-JP"/>
        </w:rPr>
        <w:tab/>
        <w:t>bitwise AND</w:t>
      </w:r>
    </w:p>
    <w:p w14:paraId="31D63EA9" w14:textId="77777777" w:rsidR="00FF498E" w:rsidRDefault="00FF498E" w:rsidP="00FF498E">
      <w:pPr>
        <w:rPr>
          <w:lang w:eastAsia="ja-JP"/>
        </w:rPr>
      </w:pPr>
      <w:r w:rsidRPr="00203C97">
        <w:rPr>
          <w:rFonts w:ascii="Courier New" w:hAnsi="Courier New" w:cs="Courier New"/>
          <w:b/>
          <w:bCs/>
          <w:lang w:eastAsia="ja-JP"/>
        </w:rPr>
        <w:t>|</w:t>
      </w:r>
      <w:r>
        <w:rPr>
          <w:lang w:eastAsia="ja-JP"/>
        </w:rPr>
        <w:tab/>
      </w:r>
      <w:r>
        <w:rPr>
          <w:lang w:eastAsia="ja-JP"/>
        </w:rPr>
        <w:tab/>
        <w:t>bitwise OR</w:t>
      </w:r>
    </w:p>
    <w:p w14:paraId="032EA9A6" w14:textId="77777777" w:rsidR="00FF498E" w:rsidRDefault="00FF498E" w:rsidP="00FF498E">
      <w:pPr>
        <w:rPr>
          <w:lang w:eastAsia="ja-JP"/>
        </w:rPr>
      </w:pPr>
      <w:r w:rsidRPr="00203C97">
        <w:rPr>
          <w:rFonts w:ascii="Courier New" w:hAnsi="Courier New" w:cs="Courier New"/>
          <w:b/>
          <w:bCs/>
          <w:lang w:eastAsia="ja-JP"/>
        </w:rPr>
        <w:t>&amp;&amp;</w:t>
      </w:r>
      <w:r>
        <w:rPr>
          <w:lang w:eastAsia="ja-JP"/>
        </w:rPr>
        <w:tab/>
      </w:r>
      <w:r>
        <w:rPr>
          <w:lang w:eastAsia="ja-JP"/>
        </w:rPr>
        <w:tab/>
        <w:t>logical AND</w:t>
      </w:r>
    </w:p>
    <w:p w14:paraId="302EE706" w14:textId="77777777" w:rsidR="00FF498E" w:rsidRDefault="00FF498E" w:rsidP="00FF498E">
      <w:pPr>
        <w:rPr>
          <w:lang w:eastAsia="ja-JP"/>
        </w:rPr>
      </w:pPr>
      <w:r w:rsidRPr="00203C97">
        <w:rPr>
          <w:rFonts w:ascii="Courier New" w:hAnsi="Courier New" w:cs="Courier New"/>
          <w:b/>
          <w:bCs/>
          <w:lang w:eastAsia="ja-JP"/>
        </w:rPr>
        <w:t>||</w:t>
      </w:r>
      <w:r>
        <w:rPr>
          <w:lang w:eastAsia="ja-JP"/>
        </w:rPr>
        <w:tab/>
      </w:r>
      <w:r>
        <w:rPr>
          <w:lang w:eastAsia="ja-JP"/>
        </w:rPr>
        <w:tab/>
        <w:t>logical OR</w:t>
      </w:r>
    </w:p>
    <w:p w14:paraId="7C5A5D5A" w14:textId="41F9D495" w:rsidR="00FF498E" w:rsidRDefault="00FF498E" w:rsidP="00FF498E">
      <w:pPr>
        <w:rPr>
          <w:lang w:eastAsia="ja-JP"/>
        </w:rPr>
      </w:pPr>
      <w:r w:rsidRPr="00203C97">
        <w:rPr>
          <w:rFonts w:ascii="Courier New" w:hAnsi="Courier New" w:cs="Courier New"/>
          <w:b/>
          <w:bCs/>
          <w:lang w:eastAsia="ja-JP"/>
        </w:rPr>
        <w:t>=</w:t>
      </w:r>
      <w:r>
        <w:rPr>
          <w:lang w:eastAsia="ja-JP"/>
        </w:rPr>
        <w:tab/>
      </w:r>
      <w:r>
        <w:rPr>
          <w:lang w:eastAsia="ja-JP"/>
        </w:rPr>
        <w:tab/>
        <w:t>assignment</w:t>
      </w:r>
    </w:p>
    <w:p w14:paraId="143A7F6E" w14:textId="55AA9F5A" w:rsidR="00D23DF4" w:rsidRDefault="00D23DF4" w:rsidP="00C472DC">
      <w:r w:rsidRPr="00C472DC">
        <w:rPr>
          <w:rFonts w:ascii="Courier New" w:hAnsi="Courier New" w:cs="Courier New"/>
          <w:b/>
          <w:bCs/>
          <w:lang w:eastAsia="ja-JP"/>
        </w:rPr>
        <w:t>.</w:t>
      </w:r>
      <w:r>
        <w:rPr>
          <w:lang w:eastAsia="ja-JP"/>
        </w:rPr>
        <w:tab/>
      </w:r>
      <w:r>
        <w:rPr>
          <w:lang w:eastAsia="ja-JP"/>
        </w:rPr>
        <w:tab/>
        <w:t>class member access</w:t>
      </w:r>
    </w:p>
    <w:p w14:paraId="3C5CD944" w14:textId="77777777" w:rsidR="0048318E" w:rsidRPr="00736E29" w:rsidRDefault="0048318E" w:rsidP="0048318E">
      <w:pPr>
        <w:pStyle w:val="Heading2"/>
        <w:numPr>
          <w:ilvl w:val="1"/>
          <w:numId w:val="1"/>
        </w:numPr>
        <w:tabs>
          <w:tab w:val="clear" w:pos="360"/>
        </w:tabs>
      </w:pPr>
      <w:bookmarkStart w:id="37" w:name="_Toc124283485"/>
      <w:bookmarkStart w:id="38" w:name="_Toc150443101"/>
      <w:r w:rsidRPr="00736E29">
        <w:t>Whitespace</w:t>
      </w:r>
      <w:bookmarkEnd w:id="37"/>
      <w:bookmarkEnd w:id="38"/>
    </w:p>
    <w:p w14:paraId="27A8023A" w14:textId="1CF04F22" w:rsidR="00D00809" w:rsidRPr="00203C97" w:rsidRDefault="0048318E" w:rsidP="00D00809">
      <w:pPr>
        <w:pStyle w:val="BodyText"/>
        <w:rPr>
          <w:lang w:eastAsia="ko-KR"/>
        </w:rPr>
      </w:pPr>
      <w:r>
        <w:rPr>
          <w:lang w:eastAsia="ko-KR"/>
        </w:rPr>
        <w:t>One or more s</w:t>
      </w:r>
      <w:r w:rsidRPr="00203C97">
        <w:rPr>
          <w:lang w:eastAsia="ko-KR"/>
        </w:rPr>
        <w:t xml:space="preserve">pace, tab or carriage return </w:t>
      </w:r>
      <w:r>
        <w:rPr>
          <w:lang w:eastAsia="ko-KR"/>
        </w:rPr>
        <w:t>characters</w:t>
      </w:r>
      <w:r w:rsidRPr="00203C97">
        <w:rPr>
          <w:lang w:eastAsia="ko-KR"/>
        </w:rPr>
        <w:t xml:space="preserve"> constitute </w:t>
      </w:r>
      <w:r>
        <w:rPr>
          <w:lang w:eastAsia="ko-KR"/>
        </w:rPr>
        <w:t xml:space="preserve">a </w:t>
      </w:r>
      <w:r w:rsidRPr="00203C97">
        <w:rPr>
          <w:lang w:eastAsia="ko-KR"/>
        </w:rPr>
        <w:t xml:space="preserve">whitespace and serve to demarcate tokens in the SDL definition. </w:t>
      </w:r>
      <w:r w:rsidR="00CD509E" w:rsidRPr="00CD509E">
        <w:rPr>
          <w:lang w:eastAsia="ko-KR"/>
        </w:rPr>
        <w:t>Whitespace is required wherever parsing of tokens in an SDL definition would be ambiguous.</w:t>
      </w:r>
      <w:r w:rsidR="00D00809">
        <w:rPr>
          <w:lang w:eastAsia="ko-KR"/>
        </w:rPr>
        <w:t xml:space="preserve"> For example, the following are all valid and equivalent:</w:t>
      </w:r>
    </w:p>
    <w:p w14:paraId="2E702035" w14:textId="77777777" w:rsidR="00D00809" w:rsidRPr="008F4E31" w:rsidRDefault="00D00809" w:rsidP="00D00809">
      <w:pPr>
        <w:pStyle w:val="Example"/>
      </w:pPr>
      <w:r w:rsidRPr="008F4E31">
        <w:t xml:space="preserve">EXAMPLE </w:t>
      </w:r>
      <w:r w:rsidRPr="008F4E31">
        <w:sym w:font="Symbol" w:char="F0BE"/>
      </w:r>
    </w:p>
    <w:p w14:paraId="1E906AF2" w14:textId="491CF71E" w:rsidR="00D00809" w:rsidRDefault="00D00809" w:rsidP="00D00809">
      <w:pPr>
        <w:pStyle w:val="Code"/>
      </w:pPr>
      <w:r>
        <w:t xml:space="preserve">int ( 10 ) i = </w:t>
      </w:r>
      <w:r w:rsidRPr="008F4E31">
        <w:t>-1</w:t>
      </w:r>
      <w:r>
        <w:t xml:space="preserve"> </w:t>
      </w:r>
      <w:r w:rsidRPr="008F4E31">
        <w:t>..</w:t>
      </w:r>
      <w:r>
        <w:t xml:space="preserve"> </w:t>
      </w:r>
      <w:r w:rsidRPr="008F4E31">
        <w:t>3</w:t>
      </w:r>
      <w:r>
        <w:t>;</w:t>
      </w:r>
    </w:p>
    <w:p w14:paraId="445682CC" w14:textId="78E184EC" w:rsidR="00D00809" w:rsidRDefault="00D00809" w:rsidP="00D00809">
      <w:pPr>
        <w:pStyle w:val="Code"/>
      </w:pPr>
      <w:r>
        <w:t>int(10)i=</w:t>
      </w:r>
      <w:r w:rsidRPr="008F4E31">
        <w:t>-1..3</w:t>
      </w:r>
      <w:r>
        <w:t>;</w:t>
      </w:r>
    </w:p>
    <w:p w14:paraId="742A9FDC" w14:textId="2C679AAE" w:rsidR="00D00809" w:rsidRDefault="00D00809" w:rsidP="00D00809">
      <w:pPr>
        <w:pStyle w:val="Code"/>
      </w:pPr>
      <w:r>
        <w:t xml:space="preserve">int( 10) i= </w:t>
      </w:r>
      <w:r w:rsidRPr="008F4E31">
        <w:t>-</w:t>
      </w:r>
      <w:r>
        <w:t xml:space="preserve"> </w:t>
      </w:r>
      <w:r w:rsidRPr="008F4E31">
        <w:t>1</w:t>
      </w:r>
      <w:r>
        <w:t xml:space="preserve"> </w:t>
      </w:r>
      <w:r w:rsidRPr="008F4E31">
        <w:t>..3</w:t>
      </w:r>
      <w:r>
        <w:t>;</w:t>
      </w:r>
    </w:p>
    <w:p w14:paraId="12B9A84A" w14:textId="77777777" w:rsidR="00D00809" w:rsidRDefault="00D00809" w:rsidP="00D00809">
      <w:pPr>
        <w:pStyle w:val="Code"/>
      </w:pPr>
    </w:p>
    <w:p w14:paraId="095C8A1D" w14:textId="4C1CF33E" w:rsidR="00D00809" w:rsidRPr="008F4E31" w:rsidRDefault="00D00809" w:rsidP="00E56598">
      <w:pPr>
        <w:pStyle w:val="BodyText"/>
        <w:rPr>
          <w:lang w:eastAsia="ko-KR"/>
        </w:rPr>
      </w:pPr>
      <w:r>
        <w:rPr>
          <w:lang w:eastAsia="ko-KR"/>
        </w:rPr>
        <w:t xml:space="preserve">For example, the following </w:t>
      </w:r>
      <w:r w:rsidR="00941590">
        <w:rPr>
          <w:lang w:eastAsia="ko-KR"/>
        </w:rPr>
        <w:t>is</w:t>
      </w:r>
      <w:r>
        <w:rPr>
          <w:lang w:eastAsia="ko-KR"/>
        </w:rPr>
        <w:t xml:space="preserve"> </w:t>
      </w:r>
      <w:r w:rsidRPr="00E56598">
        <w:rPr>
          <w:u w:val="single"/>
          <w:lang w:eastAsia="ko-KR"/>
        </w:rPr>
        <w:t>invalid</w:t>
      </w:r>
      <w:r>
        <w:rPr>
          <w:lang w:eastAsia="ko-KR"/>
        </w:rPr>
        <w:t xml:space="preserve"> as </w:t>
      </w:r>
      <w:r w:rsidR="00941590">
        <w:rPr>
          <w:lang w:eastAsia="ko-KR"/>
        </w:rPr>
        <w:t xml:space="preserve">tokenization of </w:t>
      </w:r>
      <w:r w:rsidR="00941590" w:rsidRPr="00E56598">
        <w:rPr>
          <w:rFonts w:ascii="Courier New" w:hAnsi="Courier New" w:cs="Courier New"/>
          <w:lang w:eastAsia="ko-KR"/>
        </w:rPr>
        <w:t>unsigned int</w:t>
      </w:r>
      <w:r w:rsidR="00941590">
        <w:rPr>
          <w:lang w:eastAsia="ko-KR"/>
        </w:rPr>
        <w:t xml:space="preserve"> is not possible</w:t>
      </w:r>
      <w:r>
        <w:rPr>
          <w:lang w:eastAsia="ko-KR"/>
        </w:rPr>
        <w:t>:</w:t>
      </w:r>
    </w:p>
    <w:p w14:paraId="17D53190" w14:textId="77777777" w:rsidR="00D00809" w:rsidRPr="008F4E31" w:rsidRDefault="00D00809" w:rsidP="00D00809">
      <w:pPr>
        <w:pStyle w:val="Example"/>
      </w:pPr>
      <w:r w:rsidRPr="008F4E31">
        <w:t xml:space="preserve">EXAMPLE </w:t>
      </w:r>
      <w:r w:rsidRPr="008F4E31">
        <w:sym w:font="Symbol" w:char="F0BE"/>
      </w:r>
    </w:p>
    <w:p w14:paraId="68DB2AF7" w14:textId="7D099470" w:rsidR="00D00809" w:rsidRDefault="007722A2" w:rsidP="00D00809">
      <w:pPr>
        <w:pStyle w:val="Code"/>
      </w:pPr>
      <w:r>
        <w:t>unsigned</w:t>
      </w:r>
      <w:r w:rsidR="00D00809">
        <w:t xml:space="preserve">int i; // </w:t>
      </w:r>
      <w:r>
        <w:t>missing</w:t>
      </w:r>
      <w:r w:rsidR="00D00809">
        <w:t xml:space="preserve"> whitespace causing token ambiguity</w:t>
      </w:r>
    </w:p>
    <w:p w14:paraId="521E2D6A" w14:textId="2266E2A3" w:rsidR="0048318E" w:rsidRDefault="0048318E" w:rsidP="00E56598">
      <w:pPr>
        <w:pStyle w:val="BodyText"/>
      </w:pPr>
    </w:p>
    <w:p w14:paraId="21246D7F" w14:textId="7590E13F" w:rsidR="00BB4451" w:rsidRPr="006D1923" w:rsidRDefault="00BB4451" w:rsidP="00C472DC">
      <w:pPr>
        <w:pStyle w:val="Heading2"/>
      </w:pPr>
      <w:bookmarkStart w:id="39" w:name="_Toc150443102"/>
      <w:r w:rsidRPr="006D1923">
        <w:t>Built-</w:t>
      </w:r>
      <w:r>
        <w:t>i</w:t>
      </w:r>
      <w:r w:rsidRPr="006D1923">
        <w:t xml:space="preserve">n </w:t>
      </w:r>
      <w:r>
        <w:t>o</w:t>
      </w:r>
      <w:r w:rsidRPr="006D1923">
        <w:t>perators</w:t>
      </w:r>
      <w:bookmarkEnd w:id="39"/>
    </w:p>
    <w:p w14:paraId="4EE97F32" w14:textId="60115810" w:rsidR="00821579" w:rsidRDefault="00821579" w:rsidP="00821579">
      <w:pPr>
        <w:pStyle w:val="BodyText"/>
        <w:spacing w:after="220"/>
        <w:rPr>
          <w:rFonts w:eastAsia="Times New Roman"/>
          <w:lang w:eastAsia="ko-KR"/>
        </w:rPr>
      </w:pPr>
      <w:r w:rsidRPr="00282F49">
        <w:rPr>
          <w:rFonts w:eastAsia="Times New Roman"/>
          <w:lang w:eastAsia="ko-KR"/>
        </w:rPr>
        <w:t xml:space="preserve">This </w:t>
      </w:r>
      <w:r w:rsidRPr="008F4E31">
        <w:rPr>
          <w:rFonts w:ascii="Courier New" w:eastAsia="Times New Roman" w:hAnsi="Courier New" w:cs="Courier New"/>
          <w:b/>
          <w:bCs/>
          <w:lang w:eastAsia="ko-KR"/>
        </w:rPr>
        <w:t>lengthof()</w:t>
      </w:r>
      <w:r>
        <w:rPr>
          <w:rFonts w:eastAsia="Times New Roman"/>
          <w:lang w:eastAsia="ko-KR"/>
        </w:rPr>
        <w:t xml:space="preserve"> </w:t>
      </w:r>
      <w:r w:rsidRPr="00282F49">
        <w:rPr>
          <w:rFonts w:eastAsia="Times New Roman"/>
          <w:lang w:eastAsia="ko-KR"/>
        </w:rPr>
        <w:t>operator returns the length, in bits, of the quantity contained in parentheses. The length is the number of bits that was most recently used to parse the quantity at hand. A return value of 0 means that no bits were parsed for this variable</w:t>
      </w:r>
      <w:r>
        <w:rPr>
          <w:rFonts w:eastAsia="Times New Roman"/>
          <w:lang w:eastAsia="ko-KR"/>
        </w:rPr>
        <w:t xml:space="preserve"> i.e., it is a non-parsable variable</w:t>
      </w:r>
      <w:r w:rsidRPr="00282F49">
        <w:rPr>
          <w:rFonts w:eastAsia="Times New Roman"/>
          <w:lang w:eastAsia="ko-KR"/>
        </w:rPr>
        <w:t>.</w:t>
      </w:r>
    </w:p>
    <w:p w14:paraId="249FA5A6" w14:textId="7354C394" w:rsidR="00BF71FB" w:rsidRPr="00E56598" w:rsidRDefault="00BF71FB" w:rsidP="00E56598">
      <w:pPr>
        <w:pStyle w:val="BodyText"/>
        <w:spacing w:after="220" w:line="240" w:lineRule="auto"/>
        <w:rPr>
          <w:highlight w:val="yellow"/>
        </w:rPr>
      </w:pPr>
      <w:r w:rsidRPr="00E56598">
        <w:rPr>
          <w:highlight w:val="yellow"/>
        </w:rPr>
        <w:t>[Editor’s note: I believe these statements are true:</w:t>
      </w:r>
    </w:p>
    <w:p w14:paraId="46F4A57F" w14:textId="77777777" w:rsidR="00BF71FB" w:rsidRPr="00E56598" w:rsidRDefault="00BF71FB" w:rsidP="00E56598">
      <w:pPr>
        <w:pStyle w:val="BodyText"/>
        <w:numPr>
          <w:ilvl w:val="0"/>
          <w:numId w:val="2022"/>
        </w:numPr>
        <w:spacing w:after="220" w:line="240" w:lineRule="auto"/>
        <w:rPr>
          <w:highlight w:val="yellow"/>
        </w:rPr>
      </w:pPr>
      <w:r w:rsidRPr="00E56598">
        <w:rPr>
          <w:highlight w:val="yellow"/>
        </w:rPr>
        <w:t>It is an error to invoke lengthof() of an out-of-scope variable.</w:t>
      </w:r>
    </w:p>
    <w:p w14:paraId="327DE0EA" w14:textId="77777777" w:rsidR="00BF71FB" w:rsidRPr="00E56598" w:rsidRDefault="00BF71FB" w:rsidP="00E56598">
      <w:pPr>
        <w:pStyle w:val="BodyText"/>
        <w:numPr>
          <w:ilvl w:val="0"/>
          <w:numId w:val="2022"/>
        </w:numPr>
        <w:spacing w:after="220" w:line="240" w:lineRule="auto"/>
        <w:rPr>
          <w:highlight w:val="yellow"/>
        </w:rPr>
      </w:pPr>
      <w:r w:rsidRPr="00E56598">
        <w:rPr>
          <w:highlight w:val="yellow"/>
        </w:rPr>
        <w:t>Invoking with a non-parsable variable results in zero.</w:t>
      </w:r>
    </w:p>
    <w:p w14:paraId="222A3A71" w14:textId="06846A62" w:rsidR="00BF71FB" w:rsidRPr="00E56598" w:rsidRDefault="00BF71FB" w:rsidP="00E56598">
      <w:pPr>
        <w:pStyle w:val="BodyText"/>
        <w:numPr>
          <w:ilvl w:val="0"/>
          <w:numId w:val="2022"/>
        </w:numPr>
        <w:spacing w:after="220" w:line="240" w:lineRule="auto"/>
        <w:rPr>
          <w:highlight w:val="yellow"/>
        </w:rPr>
      </w:pPr>
      <w:r w:rsidRPr="00E56598">
        <w:rPr>
          <w:highlight w:val="yellow"/>
        </w:rPr>
        <w:t xml:space="preserve">Invoking </w:t>
      </w:r>
      <w:r w:rsidR="00333C49">
        <w:rPr>
          <w:highlight w:val="yellow"/>
        </w:rPr>
        <w:t>on</w:t>
      </w:r>
      <w:r w:rsidRPr="00E56598">
        <w:rPr>
          <w:highlight w:val="yellow"/>
        </w:rPr>
        <w:t xml:space="preserve"> a</w:t>
      </w:r>
      <w:r w:rsidR="00333C49">
        <w:rPr>
          <w:highlight w:val="yellow"/>
        </w:rPr>
        <w:t>n already parsed elementary type</w:t>
      </w:r>
      <w:r w:rsidRPr="00E56598">
        <w:rPr>
          <w:highlight w:val="yellow"/>
        </w:rPr>
        <w:t xml:space="preserve"> variable results in the width attribute.</w:t>
      </w:r>
    </w:p>
    <w:p w14:paraId="20F5F033" w14:textId="77777777" w:rsidR="00BF71FB" w:rsidRPr="00E56598" w:rsidRDefault="00BF71FB" w:rsidP="00E56598">
      <w:pPr>
        <w:pStyle w:val="BodyText"/>
        <w:spacing w:after="220" w:line="240" w:lineRule="auto"/>
        <w:rPr>
          <w:highlight w:val="yellow"/>
        </w:rPr>
      </w:pPr>
      <w:r w:rsidRPr="00E56598">
        <w:rPr>
          <w:highlight w:val="yellow"/>
        </w:rPr>
        <w:t>I am not sure what the answers to these should be:</w:t>
      </w:r>
    </w:p>
    <w:p w14:paraId="7D007B0B" w14:textId="2022D70D" w:rsidR="00BF71FB" w:rsidRPr="00E56598" w:rsidRDefault="00BF71FB" w:rsidP="00E56598">
      <w:pPr>
        <w:pStyle w:val="BodyText"/>
        <w:numPr>
          <w:ilvl w:val="0"/>
          <w:numId w:val="2021"/>
        </w:numPr>
        <w:spacing w:after="220" w:line="240" w:lineRule="auto"/>
        <w:rPr>
          <w:highlight w:val="yellow"/>
        </w:rPr>
      </w:pPr>
      <w:r w:rsidRPr="00E56598">
        <w:rPr>
          <w:highlight w:val="yellow"/>
        </w:rPr>
        <w:t xml:space="preserve">Invoking </w:t>
      </w:r>
      <w:r w:rsidR="00333C49">
        <w:rPr>
          <w:highlight w:val="yellow"/>
        </w:rPr>
        <w:t>on</w:t>
      </w:r>
      <w:r w:rsidRPr="00E56598">
        <w:rPr>
          <w:highlight w:val="yellow"/>
        </w:rPr>
        <w:t xml:space="preserve"> a</w:t>
      </w:r>
      <w:r w:rsidR="00333C49">
        <w:rPr>
          <w:highlight w:val="yellow"/>
        </w:rPr>
        <w:t>n</w:t>
      </w:r>
      <w:r w:rsidRPr="00E56598">
        <w:rPr>
          <w:highlight w:val="yellow"/>
        </w:rPr>
        <w:t xml:space="preserve"> </w:t>
      </w:r>
      <w:r w:rsidR="00333C49">
        <w:rPr>
          <w:highlight w:val="yellow"/>
        </w:rPr>
        <w:t xml:space="preserve">elementary type </w:t>
      </w:r>
      <w:r w:rsidRPr="00E56598">
        <w:rPr>
          <w:highlight w:val="yellow"/>
        </w:rPr>
        <w:t>variable</w:t>
      </w:r>
      <w:r w:rsidR="00333C49">
        <w:rPr>
          <w:highlight w:val="yellow"/>
        </w:rPr>
        <w:t xml:space="preserve"> which has not been parsed</w:t>
      </w:r>
      <w:r w:rsidRPr="00E56598">
        <w:rPr>
          <w:highlight w:val="yellow"/>
        </w:rPr>
        <w:t>?</w:t>
      </w:r>
    </w:p>
    <w:p w14:paraId="62C145AF" w14:textId="70A95812" w:rsidR="00BF71FB" w:rsidRPr="00E56598" w:rsidRDefault="00BF71FB" w:rsidP="00E56598">
      <w:pPr>
        <w:pStyle w:val="BodyText"/>
        <w:numPr>
          <w:ilvl w:val="0"/>
          <w:numId w:val="2021"/>
        </w:numPr>
        <w:spacing w:after="220" w:line="240" w:lineRule="auto"/>
        <w:rPr>
          <w:highlight w:val="yellow"/>
        </w:rPr>
      </w:pPr>
      <w:r w:rsidRPr="00E56598">
        <w:rPr>
          <w:highlight w:val="yellow"/>
        </w:rPr>
        <w:t xml:space="preserve">Invoking on </w:t>
      </w:r>
      <w:r w:rsidR="00333C49">
        <w:rPr>
          <w:highlight w:val="yellow"/>
        </w:rPr>
        <w:t>a</w:t>
      </w:r>
      <w:r w:rsidRPr="00E56598">
        <w:rPr>
          <w:highlight w:val="yellow"/>
        </w:rPr>
        <w:t xml:space="preserve"> string </w:t>
      </w:r>
      <w:r w:rsidR="00333C49">
        <w:rPr>
          <w:highlight w:val="yellow"/>
        </w:rPr>
        <w:t xml:space="preserve">variable </w:t>
      </w:r>
      <w:r w:rsidRPr="00E56598">
        <w:rPr>
          <w:highlight w:val="yellow"/>
        </w:rPr>
        <w:t>which has not been parsed?</w:t>
      </w:r>
    </w:p>
    <w:p w14:paraId="7D09C30F" w14:textId="49D55DD4" w:rsidR="00BF71FB" w:rsidRPr="00E56598" w:rsidRDefault="00BF71FB" w:rsidP="00E56598">
      <w:pPr>
        <w:pStyle w:val="BodyText"/>
        <w:numPr>
          <w:ilvl w:val="0"/>
          <w:numId w:val="2021"/>
        </w:numPr>
        <w:spacing w:after="220" w:line="240" w:lineRule="auto"/>
        <w:rPr>
          <w:highlight w:val="yellow"/>
        </w:rPr>
      </w:pPr>
      <w:r w:rsidRPr="00E56598">
        <w:rPr>
          <w:highlight w:val="yellow"/>
        </w:rPr>
        <w:t>Invoking on a</w:t>
      </w:r>
      <w:r w:rsidR="00333C49">
        <w:rPr>
          <w:highlight w:val="yellow"/>
        </w:rPr>
        <w:t>n already parsed</w:t>
      </w:r>
      <w:r w:rsidRPr="00E56598">
        <w:rPr>
          <w:highlight w:val="yellow"/>
        </w:rPr>
        <w:t xml:space="preserve"> string</w:t>
      </w:r>
      <w:r w:rsidR="00333C49">
        <w:rPr>
          <w:highlight w:val="yellow"/>
        </w:rPr>
        <w:t xml:space="preserve"> variable</w:t>
      </w:r>
      <w:r w:rsidRPr="00E56598">
        <w:rPr>
          <w:highlight w:val="yellow"/>
        </w:rPr>
        <w:t>?</w:t>
      </w:r>
    </w:p>
    <w:p w14:paraId="7A8D1CB8" w14:textId="77777777" w:rsidR="00BF71FB" w:rsidRPr="00E56598" w:rsidRDefault="00BF71FB" w:rsidP="00E56598">
      <w:pPr>
        <w:pStyle w:val="BodyText"/>
        <w:numPr>
          <w:ilvl w:val="0"/>
          <w:numId w:val="2021"/>
        </w:numPr>
        <w:spacing w:after="220" w:line="240" w:lineRule="auto"/>
        <w:rPr>
          <w:highlight w:val="yellow"/>
        </w:rPr>
      </w:pPr>
      <w:r w:rsidRPr="00E56598">
        <w:rPr>
          <w:highlight w:val="yellow"/>
        </w:rPr>
        <w:t>Invoking on a map output which is created from parsing some input bits?</w:t>
      </w:r>
    </w:p>
    <w:p w14:paraId="1293ABDE" w14:textId="77777777" w:rsidR="00BF71FB" w:rsidRPr="00E56598" w:rsidRDefault="00BF71FB" w:rsidP="00E56598">
      <w:pPr>
        <w:pStyle w:val="BodyText"/>
        <w:numPr>
          <w:ilvl w:val="0"/>
          <w:numId w:val="2021"/>
        </w:numPr>
        <w:spacing w:after="220" w:line="240" w:lineRule="auto"/>
        <w:rPr>
          <w:highlight w:val="yellow"/>
        </w:rPr>
      </w:pPr>
      <w:r w:rsidRPr="00E56598">
        <w:rPr>
          <w:highlight w:val="yellow"/>
        </w:rPr>
        <w:t>Invoking on a class not yet parsed?</w:t>
      </w:r>
    </w:p>
    <w:p w14:paraId="4B185B00" w14:textId="77777777" w:rsidR="00333C49" w:rsidRPr="00720E47" w:rsidRDefault="00333C49" w:rsidP="00333C49">
      <w:pPr>
        <w:pStyle w:val="BodyText"/>
        <w:numPr>
          <w:ilvl w:val="0"/>
          <w:numId w:val="2021"/>
        </w:numPr>
        <w:spacing w:after="220" w:line="240" w:lineRule="auto"/>
        <w:rPr>
          <w:highlight w:val="yellow"/>
        </w:rPr>
      </w:pPr>
      <w:r w:rsidRPr="00720E47">
        <w:rPr>
          <w:highlight w:val="yellow"/>
        </w:rPr>
        <w:t>Invoking on a parsed class which included flow control?]</w:t>
      </w:r>
    </w:p>
    <w:p w14:paraId="2DDFF5E8" w14:textId="68197182" w:rsidR="00333C49" w:rsidRPr="00720E47" w:rsidRDefault="00333C49" w:rsidP="00333C49">
      <w:pPr>
        <w:pStyle w:val="BodyText"/>
        <w:numPr>
          <w:ilvl w:val="0"/>
          <w:numId w:val="2021"/>
        </w:numPr>
        <w:spacing w:after="220" w:line="240" w:lineRule="auto"/>
        <w:rPr>
          <w:highlight w:val="yellow"/>
        </w:rPr>
      </w:pPr>
      <w:r w:rsidRPr="00720E47">
        <w:rPr>
          <w:highlight w:val="yellow"/>
        </w:rPr>
        <w:t xml:space="preserve">Invoking on a parsed class which </w:t>
      </w:r>
      <w:r>
        <w:rPr>
          <w:highlight w:val="yellow"/>
        </w:rPr>
        <w:t>included parameter list values</w:t>
      </w:r>
      <w:r w:rsidRPr="00720E47">
        <w:rPr>
          <w:highlight w:val="yellow"/>
        </w:rPr>
        <w:t>?]</w:t>
      </w:r>
    </w:p>
    <w:p w14:paraId="6D0EE833" w14:textId="77777777" w:rsidR="00BB4451" w:rsidRPr="006D1923" w:rsidRDefault="00BB4451" w:rsidP="00064445">
      <w:pPr>
        <w:pStyle w:val="List"/>
        <w:keepLines/>
        <w:numPr>
          <w:ilvl w:val="0"/>
          <w:numId w:val="0"/>
        </w:numPr>
        <w:pBdr>
          <w:top w:val="single" w:sz="6" w:space="1" w:color="auto"/>
        </w:pBdr>
        <w:rPr>
          <w:rStyle w:val="CharBold"/>
          <w:rFonts w:eastAsia="Times New Roman"/>
        </w:rPr>
      </w:pPr>
      <w:r w:rsidRPr="006D1923">
        <w:rPr>
          <w:rStyle w:val="CharBold"/>
          <w:rFonts w:eastAsia="Times New Roman"/>
        </w:rPr>
        <w:lastRenderedPageBreak/>
        <w:t>Rule O.1: lengthof() Operator</w:t>
      </w:r>
    </w:p>
    <w:p w14:paraId="6FEED4C0" w14:textId="77777777" w:rsidR="00BB4451" w:rsidRPr="006D1923" w:rsidRDefault="00BB4451" w:rsidP="00064445">
      <w:pPr>
        <w:pStyle w:val="List3"/>
        <w:keepNext/>
        <w:keepLines/>
        <w:rPr>
          <w:rFonts w:eastAsia="Times New Roman"/>
        </w:rPr>
      </w:pPr>
      <w:r w:rsidRPr="006D1923">
        <w:rPr>
          <w:rStyle w:val="SDLkeyword"/>
          <w:rFonts w:eastAsia="Times New Roman"/>
        </w:rPr>
        <w:t>lengthof(</w:t>
      </w:r>
      <w:r w:rsidRPr="006D1923">
        <w:rPr>
          <w:rStyle w:val="SDLattribute"/>
          <w:rFonts w:eastAsia="Times New Roman"/>
        </w:rPr>
        <w:t>variable</w:t>
      </w:r>
      <w:r w:rsidRPr="006D1923">
        <w:rPr>
          <w:rStyle w:val="SDLkeyword"/>
          <w:rFonts w:eastAsia="Times New Roman"/>
        </w:rPr>
        <w:t>)</w:t>
      </w:r>
    </w:p>
    <w:p w14:paraId="3864BD11" w14:textId="77777777" w:rsidR="00BB4451" w:rsidRDefault="00BB4451" w:rsidP="00BB4451">
      <w:pPr>
        <w:pStyle w:val="BodyText"/>
        <w:pBdr>
          <w:top w:val="single" w:sz="6" w:space="1" w:color="auto"/>
        </w:pBdr>
        <w:spacing w:after="220"/>
        <w:rPr>
          <w:rFonts w:eastAsia="Times New Roman"/>
          <w:lang w:eastAsia="ko-KR"/>
        </w:rPr>
      </w:pPr>
    </w:p>
    <w:p w14:paraId="637EEA22" w14:textId="376DD440" w:rsidR="00A778A9" w:rsidRPr="00E56598" w:rsidRDefault="00A778A9" w:rsidP="00A778A9">
      <w:pPr>
        <w:rPr>
          <w:rFonts w:eastAsia="Times New Roman"/>
          <w:lang w:eastAsia="ko-KR"/>
        </w:rPr>
      </w:pPr>
      <w:r w:rsidRPr="00E56598">
        <w:rPr>
          <w:rFonts w:eastAsia="Times New Roman"/>
          <w:lang w:eastAsia="ko-KR"/>
        </w:rPr>
        <w:t xml:space="preserve">The range operator defines the inclusive range of numbers from the specified </w:t>
      </w:r>
      <w:r w:rsidRPr="00E56598">
        <w:rPr>
          <w:rFonts w:eastAsia="Times New Roman"/>
          <w:i/>
          <w:iCs/>
          <w:lang w:eastAsia="ko-KR"/>
        </w:rPr>
        <w:t>min_value</w:t>
      </w:r>
      <w:r w:rsidRPr="00E56598">
        <w:rPr>
          <w:rFonts w:eastAsia="Times New Roman"/>
          <w:lang w:eastAsia="ko-KR"/>
        </w:rPr>
        <w:t xml:space="preserve"> up to the specified </w:t>
      </w:r>
      <w:r w:rsidRPr="00E56598">
        <w:rPr>
          <w:rFonts w:eastAsia="Times New Roman"/>
          <w:i/>
          <w:iCs/>
          <w:lang w:eastAsia="ko-KR"/>
        </w:rPr>
        <w:t>max_value</w:t>
      </w:r>
      <w:r w:rsidRPr="00E56598">
        <w:rPr>
          <w:rFonts w:eastAsia="Times New Roman"/>
          <w:lang w:eastAsia="ko-KR"/>
        </w:rPr>
        <w:t xml:space="preserve">. The </w:t>
      </w:r>
      <w:r w:rsidRPr="00E56598">
        <w:rPr>
          <w:rFonts w:eastAsia="Times New Roman"/>
          <w:i/>
          <w:iCs/>
          <w:lang w:eastAsia="ko-KR"/>
        </w:rPr>
        <w:t>min_value</w:t>
      </w:r>
      <w:r w:rsidRPr="00E56598">
        <w:rPr>
          <w:rFonts w:eastAsia="Times New Roman"/>
          <w:lang w:eastAsia="ko-KR"/>
        </w:rPr>
        <w:t xml:space="preserve"> and </w:t>
      </w:r>
      <w:r w:rsidRPr="00E56598">
        <w:rPr>
          <w:rFonts w:eastAsia="Times New Roman"/>
          <w:i/>
          <w:iCs/>
          <w:lang w:eastAsia="ko-KR"/>
        </w:rPr>
        <w:t>max_value</w:t>
      </w:r>
      <w:r w:rsidRPr="00E56598">
        <w:rPr>
          <w:rFonts w:eastAsia="Times New Roman"/>
          <w:lang w:eastAsia="ko-KR"/>
        </w:rPr>
        <w:t xml:space="preserve"> </w:t>
      </w:r>
      <w:r w:rsidR="00184B23" w:rsidRPr="00E56598">
        <w:rPr>
          <w:rFonts w:eastAsia="Times New Roman"/>
          <w:lang w:eastAsia="ko-KR"/>
        </w:rPr>
        <w:t xml:space="preserve">must be of the same type and the </w:t>
      </w:r>
      <w:r w:rsidR="00184B23" w:rsidRPr="00E56598">
        <w:rPr>
          <w:rFonts w:eastAsia="Times New Roman"/>
          <w:i/>
          <w:iCs/>
          <w:lang w:eastAsia="ko-KR"/>
        </w:rPr>
        <w:t>max_value</w:t>
      </w:r>
      <w:r w:rsidR="00184B23" w:rsidRPr="00E56598">
        <w:rPr>
          <w:rFonts w:eastAsia="Times New Roman"/>
          <w:lang w:eastAsia="ko-KR"/>
        </w:rPr>
        <w:t xml:space="preserve"> must be greater than or equal to the </w:t>
      </w:r>
      <w:r w:rsidR="00184B23" w:rsidRPr="00E56598">
        <w:rPr>
          <w:rFonts w:eastAsia="Times New Roman"/>
          <w:i/>
          <w:iCs/>
          <w:lang w:eastAsia="ko-KR"/>
        </w:rPr>
        <w:t>min_value</w:t>
      </w:r>
      <w:r w:rsidRPr="00E56598">
        <w:rPr>
          <w:rFonts w:eastAsia="Times New Roman"/>
          <w:lang w:eastAsia="ko-KR"/>
        </w:rPr>
        <w:t>.</w:t>
      </w:r>
    </w:p>
    <w:p w14:paraId="16E90E1E" w14:textId="77777777" w:rsidR="00A778A9" w:rsidRPr="00C025AB" w:rsidRDefault="00A778A9" w:rsidP="00A778A9"/>
    <w:p w14:paraId="05CF60BB" w14:textId="785125FA" w:rsidR="00A778A9" w:rsidRPr="00E56598" w:rsidRDefault="00A778A9" w:rsidP="00A778A9">
      <w:pPr>
        <w:pStyle w:val="List"/>
        <w:keepLines/>
        <w:numPr>
          <w:ilvl w:val="0"/>
          <w:numId w:val="0"/>
        </w:numPr>
        <w:pBdr>
          <w:top w:val="single" w:sz="6" w:space="1" w:color="auto"/>
        </w:pBdr>
        <w:rPr>
          <w:rStyle w:val="CharBold"/>
          <w:rFonts w:eastAsia="Times New Roman"/>
        </w:rPr>
      </w:pPr>
      <w:r w:rsidRPr="00E56598">
        <w:rPr>
          <w:rStyle w:val="CharBold"/>
          <w:rFonts w:eastAsia="Times New Roman"/>
        </w:rPr>
        <w:t>Rule O.2: Range operator</w:t>
      </w:r>
    </w:p>
    <w:p w14:paraId="7FBE9283" w14:textId="77777777" w:rsidR="00A778A9" w:rsidRPr="00E56598" w:rsidRDefault="00A778A9" w:rsidP="00A778A9">
      <w:pPr>
        <w:pStyle w:val="List3"/>
        <w:keepNext/>
        <w:keepLines/>
        <w:rPr>
          <w:rFonts w:eastAsia="Times New Roman"/>
        </w:rPr>
      </w:pPr>
      <w:r w:rsidRPr="00E56598">
        <w:rPr>
          <w:rStyle w:val="SDLattribute"/>
          <w:rFonts w:eastAsia="Times New Roman"/>
        </w:rPr>
        <w:t xml:space="preserve">min_value </w:t>
      </w:r>
      <w:r w:rsidRPr="00E56598">
        <w:rPr>
          <w:rStyle w:val="SDLkeyword"/>
          <w:rFonts w:eastAsia="Times New Roman"/>
        </w:rPr>
        <w:t>..</w:t>
      </w:r>
      <w:r w:rsidRPr="00E56598">
        <w:rPr>
          <w:rStyle w:val="SDLattribute"/>
          <w:rFonts w:eastAsia="Times New Roman"/>
        </w:rPr>
        <w:t>max_value</w:t>
      </w:r>
    </w:p>
    <w:p w14:paraId="4D07AEB7" w14:textId="77777777" w:rsidR="00A778A9" w:rsidRPr="00E56598" w:rsidRDefault="00A778A9" w:rsidP="00A778A9">
      <w:pPr>
        <w:pStyle w:val="BodyText"/>
        <w:pBdr>
          <w:top w:val="single" w:sz="6" w:space="1" w:color="auto"/>
        </w:pBdr>
        <w:spacing w:after="220"/>
        <w:rPr>
          <w:rFonts w:eastAsia="Times New Roman"/>
          <w:lang w:eastAsia="ko-KR"/>
        </w:rPr>
      </w:pPr>
    </w:p>
    <w:p w14:paraId="3AC67760" w14:textId="77777777" w:rsidR="00A778A9" w:rsidRPr="00C025AB" w:rsidRDefault="00A778A9" w:rsidP="00A778A9">
      <w:pPr>
        <w:pStyle w:val="Example"/>
      </w:pPr>
      <w:r w:rsidRPr="00E56598">
        <w:rPr>
          <w:lang w:eastAsia="zh-CN"/>
        </w:rPr>
        <w:t>The following are all valid and unique range expressions:</w:t>
      </w:r>
    </w:p>
    <w:p w14:paraId="6ADE6FFE" w14:textId="77777777" w:rsidR="00A778A9" w:rsidRPr="00E56598" w:rsidRDefault="00A778A9" w:rsidP="00A778A9">
      <w:pPr>
        <w:pStyle w:val="Example"/>
      </w:pPr>
      <w:r w:rsidRPr="00E56598">
        <w:t xml:space="preserve">EXAMPLE </w:t>
      </w:r>
      <w:r w:rsidRPr="00E56598">
        <w:sym w:font="Symbol" w:char="F0BE"/>
      </w:r>
    </w:p>
    <w:p w14:paraId="727B6678" w14:textId="77777777" w:rsidR="00A778A9" w:rsidRPr="00E56598" w:rsidRDefault="00A778A9" w:rsidP="00A778A9">
      <w:pPr>
        <w:pStyle w:val="Code"/>
      </w:pPr>
      <w:r w:rsidRPr="00E56598">
        <w:t>-1..3</w:t>
      </w:r>
    </w:p>
    <w:p w14:paraId="03170BE6" w14:textId="77777777" w:rsidR="00A778A9" w:rsidRPr="00E56598" w:rsidRDefault="00A778A9" w:rsidP="00A778A9">
      <w:pPr>
        <w:pStyle w:val="Code"/>
      </w:pPr>
      <w:r w:rsidRPr="00E56598">
        <w:t>0b01..0b11</w:t>
      </w:r>
    </w:p>
    <w:p w14:paraId="2630253D" w14:textId="77777777" w:rsidR="00A778A9" w:rsidRPr="00E56598" w:rsidRDefault="00A778A9" w:rsidP="00A778A9">
      <w:pPr>
        <w:pStyle w:val="Code"/>
      </w:pPr>
      <w:r w:rsidRPr="00E56598">
        <w:t>MinID..MaxID</w:t>
      </w:r>
    </w:p>
    <w:p w14:paraId="20114EDC" w14:textId="77777777" w:rsidR="00A778A9" w:rsidRDefault="00A778A9" w:rsidP="00A778A9">
      <w:pPr>
        <w:pStyle w:val="Code"/>
      </w:pPr>
      <w:r w:rsidRPr="00E56598">
        <w:t>0x01 .. MaxID</w:t>
      </w:r>
    </w:p>
    <w:p w14:paraId="798E3BAE" w14:textId="78BA2986" w:rsidR="00A778A9" w:rsidRDefault="00184B23" w:rsidP="001F05F0">
      <w:pPr>
        <w:pStyle w:val="Code"/>
      </w:pPr>
      <w:r>
        <w:t>-</w:t>
      </w:r>
      <w:r w:rsidR="00F60BC7">
        <w:t>1e</w:t>
      </w:r>
      <w:r>
        <w:t>5</w:t>
      </w:r>
      <w:r w:rsidR="00F60BC7">
        <w:t xml:space="preserve"> .. 1e5</w:t>
      </w:r>
    </w:p>
    <w:p w14:paraId="0DDBB0F1" w14:textId="77777777" w:rsidR="001F05F0" w:rsidRPr="00C025AB" w:rsidRDefault="001F05F0" w:rsidP="00E56598">
      <w:pPr>
        <w:pStyle w:val="Code"/>
      </w:pPr>
    </w:p>
    <w:p w14:paraId="0557540B" w14:textId="3BF53B19" w:rsidR="00224D0D" w:rsidRPr="00E56598" w:rsidRDefault="00224D0D" w:rsidP="00224D0D">
      <w:pPr>
        <w:rPr>
          <w:rFonts w:eastAsia="Times New Roman"/>
          <w:lang w:eastAsia="ko-KR"/>
        </w:rPr>
      </w:pPr>
      <w:r w:rsidRPr="00E56598">
        <w:rPr>
          <w:rFonts w:eastAsia="Times New Roman"/>
          <w:lang w:eastAsia="ko-KR"/>
        </w:rPr>
        <w:t xml:space="preserve">A </w:t>
      </w:r>
      <w:r w:rsidRPr="00C025AB">
        <w:rPr>
          <w:rFonts w:eastAsia="Times New Roman"/>
          <w:lang w:eastAsia="ko-KR"/>
        </w:rPr>
        <w:t>period (i.e., ‘</w:t>
      </w:r>
      <w:r w:rsidRPr="00C025AB">
        <w:rPr>
          <w:rFonts w:ascii="Courier New" w:eastAsia="Times New Roman" w:hAnsi="Courier New" w:cs="Courier New"/>
          <w:b/>
          <w:bCs/>
          <w:lang w:eastAsia="ko-KR"/>
        </w:rPr>
        <w:t>.</w:t>
      </w:r>
      <w:r w:rsidRPr="00C025AB">
        <w:rPr>
          <w:rFonts w:eastAsia="Times New Roman"/>
          <w:lang w:eastAsia="ko-KR"/>
        </w:rPr>
        <w:t xml:space="preserve">’) </w:t>
      </w:r>
      <w:r w:rsidRPr="00E56598">
        <w:rPr>
          <w:rFonts w:eastAsia="Times New Roman"/>
          <w:lang w:eastAsia="ko-KR"/>
        </w:rPr>
        <w:t>can be used to access member</w:t>
      </w:r>
      <w:r w:rsidR="00333C49">
        <w:rPr>
          <w:rFonts w:eastAsia="Times New Roman"/>
          <w:lang w:eastAsia="ko-KR"/>
        </w:rPr>
        <w:t>s</w:t>
      </w:r>
      <w:r w:rsidRPr="00E56598">
        <w:rPr>
          <w:rFonts w:eastAsia="Times New Roman"/>
          <w:lang w:eastAsia="ko-KR"/>
        </w:rPr>
        <w:t xml:space="preserve"> of a </w:t>
      </w:r>
      <w:r w:rsidRPr="00E56598">
        <w:rPr>
          <w:rFonts w:eastAsia="Times New Roman" w:cs="Courier New"/>
          <w:b/>
          <w:bCs/>
          <w:lang w:eastAsia="ko-KR"/>
        </w:rPr>
        <w:t>class</w:t>
      </w:r>
      <w:r w:rsidRPr="00E56598">
        <w:rPr>
          <w:rFonts w:eastAsia="Times New Roman"/>
          <w:lang w:eastAsia="ko-KR"/>
        </w:rPr>
        <w:t xml:space="preserve"> variable. </w:t>
      </w:r>
    </w:p>
    <w:p w14:paraId="023FE951" w14:textId="77777777" w:rsidR="00224D0D" w:rsidRDefault="00224D0D" w:rsidP="00224D0D"/>
    <w:p w14:paraId="68E66831" w14:textId="456A6C1F" w:rsidR="00224D0D" w:rsidRPr="00E56598" w:rsidRDefault="00224D0D" w:rsidP="00224D0D">
      <w:pPr>
        <w:pStyle w:val="List"/>
        <w:keepLines/>
        <w:numPr>
          <w:ilvl w:val="0"/>
          <w:numId w:val="0"/>
        </w:numPr>
        <w:pBdr>
          <w:top w:val="single" w:sz="6" w:space="1" w:color="auto"/>
        </w:pBdr>
        <w:rPr>
          <w:rStyle w:val="CharBold"/>
          <w:rFonts w:eastAsia="Times New Roman"/>
        </w:rPr>
      </w:pPr>
      <w:r w:rsidRPr="00E56598">
        <w:rPr>
          <w:rStyle w:val="CharBold"/>
          <w:rFonts w:eastAsia="Times New Roman"/>
        </w:rPr>
        <w:t>Rule O.3: Class member access operator</w:t>
      </w:r>
    </w:p>
    <w:p w14:paraId="6A38209A" w14:textId="309DAA25" w:rsidR="00224D0D" w:rsidRPr="00E56598" w:rsidRDefault="00224D0D" w:rsidP="00224D0D">
      <w:pPr>
        <w:pStyle w:val="List3"/>
        <w:keepNext/>
        <w:keepLines/>
        <w:rPr>
          <w:rFonts w:eastAsia="Times New Roman"/>
        </w:rPr>
      </w:pPr>
      <w:r w:rsidRPr="00E56598">
        <w:rPr>
          <w:rStyle w:val="SDLattribute"/>
          <w:rFonts w:eastAsia="Times New Roman"/>
        </w:rPr>
        <w:t>class_variable_identifier</w:t>
      </w:r>
      <w:r w:rsidRPr="00E56598">
        <w:rPr>
          <w:rStyle w:val="SDLkeyword"/>
          <w:rFonts w:eastAsia="Times New Roman"/>
        </w:rPr>
        <w:t>.</w:t>
      </w:r>
      <w:r w:rsidRPr="00E56598">
        <w:rPr>
          <w:rStyle w:val="SDLattribute"/>
          <w:rFonts w:eastAsia="Times New Roman"/>
        </w:rPr>
        <w:t>member_</w:t>
      </w:r>
      <w:r w:rsidR="00E46ADD" w:rsidRPr="00E46ADD">
        <w:rPr>
          <w:rStyle w:val="SDLattribute"/>
          <w:rFonts w:eastAsia="Times New Roman"/>
        </w:rPr>
        <w:t xml:space="preserve"> </w:t>
      </w:r>
      <w:r w:rsidRPr="00E56598">
        <w:rPr>
          <w:rStyle w:val="SDLattribute"/>
          <w:rFonts w:eastAsia="Times New Roman"/>
        </w:rPr>
        <w:t>identifier</w:t>
      </w:r>
    </w:p>
    <w:p w14:paraId="0647AE02" w14:textId="77777777" w:rsidR="00224D0D" w:rsidRPr="00E56598" w:rsidRDefault="00224D0D" w:rsidP="00224D0D">
      <w:pPr>
        <w:pStyle w:val="BodyText"/>
        <w:pBdr>
          <w:top w:val="single" w:sz="6" w:space="1" w:color="auto"/>
        </w:pBdr>
        <w:spacing w:after="220"/>
        <w:rPr>
          <w:rFonts w:eastAsia="Times New Roman"/>
          <w:lang w:eastAsia="ko-KR"/>
        </w:rPr>
      </w:pPr>
    </w:p>
    <w:p w14:paraId="0161C666" w14:textId="417B039D" w:rsidR="00343FC2" w:rsidRPr="00E56598" w:rsidRDefault="00224D0D" w:rsidP="00E56598">
      <w:pPr>
        <w:rPr>
          <w:rFonts w:eastAsia="Times New Roman"/>
          <w:lang w:eastAsia="ko-KR"/>
        </w:rPr>
      </w:pPr>
      <w:r w:rsidRPr="00E56598">
        <w:rPr>
          <w:rFonts w:eastAsia="Times New Roman"/>
          <w:lang w:eastAsia="ko-KR"/>
        </w:rPr>
        <w:t>The operator may be repeated if the member is itself a class</w:t>
      </w:r>
      <w:r w:rsidR="00333C49">
        <w:rPr>
          <w:rFonts w:eastAsia="Times New Roman"/>
          <w:lang w:eastAsia="ko-KR"/>
        </w:rPr>
        <w:t xml:space="preserve"> variable</w:t>
      </w:r>
      <w:r w:rsidRPr="00E56598">
        <w:rPr>
          <w:rFonts w:eastAsia="Times New Roman"/>
          <w:lang w:eastAsia="ko-KR"/>
        </w:rPr>
        <w:t xml:space="preserve"> e.g.:</w:t>
      </w:r>
    </w:p>
    <w:p w14:paraId="2F31BFB8" w14:textId="77777777" w:rsidR="00224D0D" w:rsidRPr="00E56598" w:rsidRDefault="00224D0D" w:rsidP="00224D0D">
      <w:pPr>
        <w:pStyle w:val="Example"/>
      </w:pPr>
      <w:r w:rsidRPr="00E56598">
        <w:t xml:space="preserve">EXAMPLE </w:t>
      </w:r>
      <w:r w:rsidRPr="00E56598">
        <w:sym w:font="Symbol" w:char="F0BE"/>
      </w:r>
    </w:p>
    <w:p w14:paraId="2294AF77" w14:textId="77777777" w:rsidR="00224D0D" w:rsidRPr="00E56598" w:rsidRDefault="00224D0D" w:rsidP="00224D0D">
      <w:pPr>
        <w:pStyle w:val="Code"/>
      </w:pPr>
      <w:r w:rsidRPr="00E56598">
        <w:t>level1.level2.level3</w:t>
      </w:r>
    </w:p>
    <w:p w14:paraId="64EC5EE3" w14:textId="77777777" w:rsidR="00224D0D" w:rsidRPr="00C025AB" w:rsidRDefault="00224D0D" w:rsidP="00E56598">
      <w:pPr>
        <w:pStyle w:val="Example"/>
        <w:rPr>
          <w:lang w:eastAsia="ko-KR"/>
        </w:rPr>
      </w:pPr>
    </w:p>
    <w:p w14:paraId="5CEA267F" w14:textId="158674D8" w:rsidR="0021674D" w:rsidRDefault="0021674D" w:rsidP="0021674D">
      <w:pPr>
        <w:pStyle w:val="Heading2"/>
        <w:numPr>
          <w:ilvl w:val="1"/>
          <w:numId w:val="1"/>
        </w:numPr>
        <w:tabs>
          <w:tab w:val="clear" w:pos="360"/>
        </w:tabs>
      </w:pPr>
      <w:bookmarkStart w:id="40" w:name="_Toc148992168"/>
      <w:bookmarkStart w:id="41" w:name="_Toc150339358"/>
      <w:bookmarkStart w:id="42" w:name="_Toc150339443"/>
      <w:bookmarkStart w:id="43" w:name="_Toc150339528"/>
      <w:bookmarkStart w:id="44" w:name="_Toc150339694"/>
      <w:bookmarkStart w:id="45" w:name="_Toc150443103"/>
      <w:bookmarkStart w:id="46" w:name="_Toc150443104"/>
      <w:bookmarkEnd w:id="40"/>
      <w:bookmarkEnd w:id="41"/>
      <w:bookmarkEnd w:id="42"/>
      <w:bookmarkEnd w:id="43"/>
      <w:bookmarkEnd w:id="44"/>
      <w:bookmarkEnd w:id="45"/>
      <w:r>
        <w:t>Endianness</w:t>
      </w:r>
      <w:bookmarkEnd w:id="29"/>
      <w:bookmarkEnd w:id="30"/>
      <w:bookmarkEnd w:id="46"/>
    </w:p>
    <w:p w14:paraId="1DD3C688" w14:textId="4F34C0A3" w:rsidR="0021674D" w:rsidRDefault="00EE4717" w:rsidP="00C472DC">
      <w:pPr>
        <w:pStyle w:val="BodyText"/>
        <w:rPr>
          <w:lang w:eastAsia="ko-KR"/>
        </w:rPr>
      </w:pPr>
      <w:r>
        <w:rPr>
          <w:lang w:eastAsia="ko-KR"/>
        </w:rPr>
        <w:t>A</w:t>
      </w:r>
      <w:r w:rsidR="0021674D" w:rsidRPr="00282F49">
        <w:rPr>
          <w:lang w:eastAsia="ko-KR"/>
        </w:rPr>
        <w:t>ll quantities shall be represented in the bitstream with the most significant byte first, and the most significant bit first.</w:t>
      </w:r>
      <w:r w:rsidR="002A3C7F">
        <w:rPr>
          <w:lang w:eastAsia="ko-KR"/>
        </w:rPr>
        <w:t xml:space="preserve"> </w:t>
      </w:r>
      <w:r w:rsidR="002A3C7F" w:rsidRPr="002A3C7F">
        <w:rPr>
          <w:lang w:eastAsia="ko-KR"/>
        </w:rPr>
        <w:t>Explicit references to endianness should be made in an SDL declaration where this is not the case.</w:t>
      </w:r>
    </w:p>
    <w:p w14:paraId="7E454274" w14:textId="24EF4882" w:rsidR="00333C49" w:rsidRPr="00E56598" w:rsidRDefault="00333C49" w:rsidP="00E56598">
      <w:pPr>
        <w:pStyle w:val="BodyText"/>
        <w:spacing w:after="220" w:line="240" w:lineRule="auto"/>
        <w:rPr>
          <w:highlight w:val="yellow"/>
        </w:rPr>
      </w:pPr>
      <w:r w:rsidRPr="00720E47">
        <w:rPr>
          <w:highlight w:val="yellow"/>
        </w:rPr>
        <w:t xml:space="preserve">[Editor’s note: </w:t>
      </w:r>
      <w:r>
        <w:rPr>
          <w:highlight w:val="yellow"/>
        </w:rPr>
        <w:t>this is not related to the syntax of SDL, it should be in a new clause discussing bitstream and in-memory values, value coercion etc.]</w:t>
      </w:r>
    </w:p>
    <w:p w14:paraId="3BE2EFF0" w14:textId="1FA39335" w:rsidR="0004402A" w:rsidRDefault="005473EA" w:rsidP="00E2501E">
      <w:pPr>
        <w:pStyle w:val="Heading2"/>
        <w:numPr>
          <w:ilvl w:val="1"/>
          <w:numId w:val="1"/>
        </w:numPr>
        <w:tabs>
          <w:tab w:val="clear" w:pos="360"/>
        </w:tabs>
      </w:pPr>
      <w:bookmarkStart w:id="47" w:name="_Toc150443105"/>
      <w:r>
        <w:t xml:space="preserve">Representation </w:t>
      </w:r>
      <w:r w:rsidR="00E2501E">
        <w:t>of numbers</w:t>
      </w:r>
      <w:bookmarkEnd w:id="47"/>
    </w:p>
    <w:p w14:paraId="072C7695" w14:textId="72BA971C" w:rsidR="00E2501E" w:rsidRDefault="00E2501E" w:rsidP="00E2501E">
      <w:r>
        <w:rPr>
          <w:lang w:eastAsia="ja-JP"/>
        </w:rPr>
        <w:t>The value</w:t>
      </w:r>
      <w:r w:rsidR="00366B9D">
        <w:rPr>
          <w:lang w:eastAsia="ja-JP"/>
        </w:rPr>
        <w:t>s</w:t>
      </w:r>
      <w:r>
        <w:rPr>
          <w:lang w:eastAsia="ja-JP"/>
        </w:rPr>
        <w:t xml:space="preserve"> of signed integer variable</w:t>
      </w:r>
      <w:r w:rsidR="00366B9D">
        <w:rPr>
          <w:lang w:eastAsia="ja-JP"/>
        </w:rPr>
        <w:t>s</w:t>
      </w:r>
      <w:r>
        <w:rPr>
          <w:lang w:eastAsia="ja-JP"/>
        </w:rPr>
        <w:t xml:space="preserve"> </w:t>
      </w:r>
      <w:r w:rsidR="005946F6">
        <w:rPr>
          <w:lang w:eastAsia="ja-JP"/>
        </w:rPr>
        <w:t>shall be</w:t>
      </w:r>
      <w:r>
        <w:rPr>
          <w:lang w:eastAsia="ja-JP"/>
        </w:rPr>
        <w:t xml:space="preserve"> </w:t>
      </w:r>
      <w:r w:rsidR="00366B9D">
        <w:rPr>
          <w:lang w:eastAsia="ja-JP"/>
        </w:rPr>
        <w:t xml:space="preserve">represented in the bitstream </w:t>
      </w:r>
      <w:r w:rsidR="008B02C9">
        <w:rPr>
          <w:lang w:eastAsia="ja-JP"/>
        </w:rPr>
        <w:t xml:space="preserve">using the </w:t>
      </w:r>
      <w:r w:rsidR="00366B9D">
        <w:rPr>
          <w:lang w:eastAsia="ja-JP"/>
        </w:rPr>
        <w:t>two’s-complement</w:t>
      </w:r>
      <w:r w:rsidR="005946F6">
        <w:rPr>
          <w:lang w:eastAsia="ja-JP"/>
        </w:rPr>
        <w:t xml:space="preserve"> representation</w:t>
      </w:r>
      <w:r w:rsidR="00366B9D">
        <w:rPr>
          <w:lang w:eastAsia="ja-JP"/>
        </w:rPr>
        <w:t>.</w:t>
      </w:r>
      <w:r w:rsidR="00491219">
        <w:rPr>
          <w:lang w:eastAsia="ja-JP"/>
        </w:rPr>
        <w:t xml:space="preserve"> </w:t>
      </w:r>
      <w:r w:rsidR="00491219">
        <w:t>The values of float variables shall be represented in the bitstream using the interchange format for binary floating-point numbers defined in IEEE Std 754-2019 for the corresponding declared bit depth. Floating point variables using bit depths not defined by IEEE Std 754-2019 shall not be used.</w:t>
      </w:r>
    </w:p>
    <w:p w14:paraId="099683CA" w14:textId="77777777" w:rsidR="00333C49" w:rsidRPr="00720E47" w:rsidRDefault="00333C49" w:rsidP="00333C49">
      <w:pPr>
        <w:pStyle w:val="BodyText"/>
        <w:spacing w:after="220" w:line="240" w:lineRule="auto"/>
        <w:rPr>
          <w:highlight w:val="yellow"/>
        </w:rPr>
      </w:pPr>
      <w:r w:rsidRPr="00720E47">
        <w:rPr>
          <w:highlight w:val="yellow"/>
        </w:rPr>
        <w:t xml:space="preserve">[Editor’s note: </w:t>
      </w:r>
      <w:r>
        <w:rPr>
          <w:highlight w:val="yellow"/>
        </w:rPr>
        <w:t>this is not related to the syntax of SDL, it should be in a new clause discussing bitstream and in-memory values, value coercion etc.]</w:t>
      </w:r>
    </w:p>
    <w:p w14:paraId="5B566BF8" w14:textId="77777777" w:rsidR="00333C49" w:rsidRDefault="00333C49" w:rsidP="00E2501E">
      <w:pPr>
        <w:rPr>
          <w:lang w:eastAsia="ja-JP"/>
        </w:rPr>
      </w:pPr>
    </w:p>
    <w:p w14:paraId="60741490" w14:textId="15EF5927" w:rsidR="0021674D" w:rsidRDefault="0021674D" w:rsidP="0021674D">
      <w:pPr>
        <w:pStyle w:val="Heading2"/>
        <w:numPr>
          <w:ilvl w:val="1"/>
          <w:numId w:val="1"/>
        </w:numPr>
        <w:tabs>
          <w:tab w:val="clear" w:pos="360"/>
        </w:tabs>
      </w:pPr>
      <w:bookmarkStart w:id="48" w:name="_Toc117687316"/>
      <w:bookmarkStart w:id="49" w:name="_Toc117687452"/>
      <w:bookmarkStart w:id="50" w:name="_Toc150443106"/>
      <w:r>
        <w:lastRenderedPageBreak/>
        <w:t>Comments</w:t>
      </w:r>
      <w:bookmarkEnd w:id="31"/>
      <w:bookmarkEnd w:id="32"/>
      <w:bookmarkEnd w:id="48"/>
      <w:bookmarkEnd w:id="49"/>
      <w:bookmarkEnd w:id="50"/>
    </w:p>
    <w:p w14:paraId="6045CB40" w14:textId="3841946B" w:rsidR="0021674D" w:rsidRPr="00F84023" w:rsidRDefault="00166FF6" w:rsidP="00F84023">
      <w:pPr>
        <w:pStyle w:val="BodyText"/>
        <w:spacing w:after="220"/>
        <w:rPr>
          <w:lang w:eastAsia="ko-KR"/>
        </w:rPr>
      </w:pPr>
      <w:r>
        <w:rPr>
          <w:rFonts w:eastAsia="Times New Roman"/>
        </w:rPr>
        <w:t>C</w:t>
      </w:r>
      <w:r w:rsidR="0021674D" w:rsidRPr="006D1923">
        <w:rPr>
          <w:rFonts w:eastAsia="Times New Roman"/>
        </w:rPr>
        <w:t xml:space="preserve">omments </w:t>
      </w:r>
      <w:r w:rsidR="002F17A9">
        <w:rPr>
          <w:rFonts w:eastAsia="Times New Roman"/>
        </w:rPr>
        <w:t xml:space="preserve">starts by </w:t>
      </w:r>
      <w:r w:rsidR="0021674D">
        <w:rPr>
          <w:rFonts w:eastAsia="Times New Roman"/>
        </w:rPr>
        <w:t xml:space="preserve">// </w:t>
      </w:r>
      <w:r w:rsidR="002F17A9">
        <w:rPr>
          <w:rFonts w:eastAsia="Times New Roman"/>
        </w:rPr>
        <w:t>and ends at the end of the current line</w:t>
      </w:r>
      <w:r w:rsidR="000D168F">
        <w:rPr>
          <w:rFonts w:eastAsia="Times New Roman"/>
        </w:rPr>
        <w:t>.</w:t>
      </w:r>
      <w:r w:rsidR="00EE3C47">
        <w:rPr>
          <w:rFonts w:eastAsia="Times New Roman"/>
        </w:rPr>
        <w:t xml:space="preserve"> </w:t>
      </w:r>
      <w:r w:rsidR="00EE3C47" w:rsidRPr="00F84023">
        <w:rPr>
          <w:rStyle w:val="BodyTextChar"/>
        </w:rPr>
        <w:t xml:space="preserve">A comment may be preceded by </w:t>
      </w:r>
      <w:r w:rsidR="00E639CF">
        <w:rPr>
          <w:rStyle w:val="BodyTextChar"/>
        </w:rPr>
        <w:t>any</w:t>
      </w:r>
      <w:r w:rsidR="00EE3C47" w:rsidRPr="00F84023">
        <w:rPr>
          <w:rStyle w:val="BodyTextChar"/>
        </w:rPr>
        <w:t xml:space="preserve"> text between the start of the line and the start of the comment.</w:t>
      </w:r>
    </w:p>
    <w:p w14:paraId="4F2B1444" w14:textId="5A64A20F" w:rsidR="0025385C" w:rsidRPr="006D1923" w:rsidRDefault="0025385C"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w:t>
      </w:r>
      <w:r>
        <w:rPr>
          <w:rStyle w:val="CharBold"/>
          <w:rFonts w:eastAsia="Times New Roman"/>
        </w:rPr>
        <w:t>S</w:t>
      </w:r>
      <w:r w:rsidRPr="006D1923">
        <w:rPr>
          <w:rStyle w:val="CharBold"/>
          <w:rFonts w:eastAsia="Times New Roman"/>
        </w:rPr>
        <w:t xml:space="preserve">.1: </w:t>
      </w:r>
      <w:r>
        <w:rPr>
          <w:rStyle w:val="CharBold"/>
          <w:rFonts w:eastAsia="Times New Roman"/>
        </w:rPr>
        <w:t>Comments</w:t>
      </w:r>
    </w:p>
    <w:p w14:paraId="4A9E2AAC" w14:textId="4A53E402" w:rsidR="00AA4EC0" w:rsidRPr="006D1923" w:rsidRDefault="0025385C" w:rsidP="00064445">
      <w:pPr>
        <w:pStyle w:val="List3"/>
        <w:keepNext/>
        <w:keepLines/>
        <w:spacing w:after="0"/>
        <w:ind w:left="851" w:hanging="284"/>
        <w:rPr>
          <w:rFonts w:eastAsia="Times New Roman"/>
        </w:rPr>
      </w:pPr>
      <w:r w:rsidRPr="00C73BB5">
        <w:rPr>
          <w:rFonts w:ascii="Courier New" w:eastAsia="Times New Roman" w:hAnsi="Courier New" w:cs="Courier New"/>
          <w:b/>
          <w:bCs/>
        </w:rPr>
        <w:t>//</w:t>
      </w:r>
      <w:r w:rsidRPr="006D1923">
        <w:rPr>
          <w:rFonts w:eastAsia="Times New Roman"/>
        </w:rPr>
        <w:t xml:space="preserve"> </w:t>
      </w:r>
      <w:r w:rsidRPr="00C73BB5">
        <w:rPr>
          <w:rFonts w:eastAsia="Times New Roman"/>
          <w:i/>
          <w:iCs/>
        </w:rPr>
        <w:t>This is a comment.</w:t>
      </w:r>
    </w:p>
    <w:p w14:paraId="30D7E40C" w14:textId="1BAAEA4E" w:rsidR="00AA4EC0" w:rsidRDefault="00AA4EC0" w:rsidP="00AA4EC0">
      <w:pPr>
        <w:pStyle w:val="BodyText"/>
        <w:pBdr>
          <w:top w:val="single" w:sz="6" w:space="1" w:color="auto"/>
        </w:pBdr>
        <w:spacing w:after="220"/>
        <w:rPr>
          <w:rFonts w:eastAsia="Times New Roman"/>
          <w:lang w:eastAsia="ko-KR"/>
        </w:rPr>
      </w:pPr>
    </w:p>
    <w:p w14:paraId="70934883" w14:textId="74E83511" w:rsidR="0021674D" w:rsidRDefault="0021674D" w:rsidP="0021674D">
      <w:pPr>
        <w:pStyle w:val="Heading2"/>
        <w:numPr>
          <w:ilvl w:val="1"/>
          <w:numId w:val="1"/>
        </w:numPr>
        <w:tabs>
          <w:tab w:val="clear" w:pos="360"/>
        </w:tabs>
      </w:pPr>
      <w:bookmarkStart w:id="51" w:name="_Toc117687178"/>
      <w:bookmarkStart w:id="52" w:name="_Toc117687247"/>
      <w:bookmarkStart w:id="53" w:name="_Toc117687317"/>
      <w:bookmarkStart w:id="54" w:name="_Toc117687453"/>
      <w:bookmarkStart w:id="55" w:name="_Toc150443107"/>
      <w:r>
        <w:t xml:space="preserve">Binary </w:t>
      </w:r>
      <w:r w:rsidR="00311617">
        <w:t>v</w:t>
      </w:r>
      <w:r>
        <w:t>alues</w:t>
      </w:r>
      <w:bookmarkEnd w:id="51"/>
      <w:bookmarkEnd w:id="52"/>
      <w:bookmarkEnd w:id="53"/>
      <w:bookmarkEnd w:id="54"/>
      <w:bookmarkEnd w:id="55"/>
    </w:p>
    <w:p w14:paraId="691156B5" w14:textId="72180838" w:rsidR="00BB29EA" w:rsidRDefault="0021674D" w:rsidP="0021674D">
      <w:pPr>
        <w:pStyle w:val="BodyText"/>
        <w:spacing w:after="220"/>
        <w:rPr>
          <w:rFonts w:eastAsia="Times New Roman"/>
          <w:lang w:eastAsia="ko-KR"/>
        </w:rPr>
      </w:pPr>
      <w:r w:rsidRPr="00282F49">
        <w:rPr>
          <w:rFonts w:eastAsia="Times New Roman"/>
          <w:lang w:eastAsia="ko-KR"/>
        </w:rPr>
        <w:t xml:space="preserve">To designate </w:t>
      </w:r>
      <w:r w:rsidR="001557BD">
        <w:rPr>
          <w:rFonts w:eastAsia="Times New Roman"/>
          <w:lang w:eastAsia="ko-KR"/>
        </w:rPr>
        <w:t xml:space="preserve">literal </w:t>
      </w:r>
      <w:r w:rsidRPr="00282F49">
        <w:rPr>
          <w:rFonts w:eastAsia="Times New Roman"/>
          <w:lang w:eastAsia="ko-KR"/>
        </w:rPr>
        <w:t xml:space="preserve">binary values, the </w:t>
      </w:r>
      <w:r w:rsidRPr="00282F49">
        <w:rPr>
          <w:rStyle w:val="SDLkeyword"/>
          <w:rFonts w:eastAsia="Times New Roman"/>
          <w:lang w:eastAsia="ko-KR"/>
        </w:rPr>
        <w:t>0b</w:t>
      </w:r>
      <w:r w:rsidRPr="00282F49">
        <w:rPr>
          <w:rFonts w:eastAsia="Times New Roman"/>
          <w:lang w:eastAsia="ko-KR"/>
        </w:rPr>
        <w:t xml:space="preserve"> prefix shall be used</w:t>
      </w:r>
      <w:r w:rsidR="00E275BA">
        <w:rPr>
          <w:rFonts w:eastAsia="Times New Roman"/>
          <w:lang w:eastAsia="ko-KR"/>
        </w:rPr>
        <w:t xml:space="preserve"> followed by a series of </w:t>
      </w:r>
      <w:r w:rsidR="00C2208A">
        <w:rPr>
          <w:rFonts w:eastAsia="Times New Roman"/>
          <w:lang w:eastAsia="ko-KR"/>
        </w:rPr>
        <w:t xml:space="preserve">one or more </w:t>
      </w:r>
      <w:r w:rsidR="00E275BA">
        <w:rPr>
          <w:rFonts w:eastAsia="Times New Roman"/>
          <w:lang w:eastAsia="ko-KR"/>
        </w:rPr>
        <w:t>0 and 1 characters</w:t>
      </w:r>
      <w:r w:rsidR="00C2208A">
        <w:rPr>
          <w:rFonts w:eastAsia="Times New Roman"/>
          <w:lang w:eastAsia="ko-KR"/>
        </w:rPr>
        <w:t>.</w:t>
      </w:r>
    </w:p>
    <w:p w14:paraId="635D65B2" w14:textId="42453101" w:rsidR="00BB29EA" w:rsidRPr="006D1923" w:rsidRDefault="00BB29EA"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w:t>
      </w:r>
      <w:r>
        <w:rPr>
          <w:rStyle w:val="CharBold"/>
          <w:rFonts w:eastAsia="Times New Roman"/>
        </w:rPr>
        <w:t>S</w:t>
      </w:r>
      <w:r w:rsidRPr="006D1923">
        <w:rPr>
          <w:rStyle w:val="CharBold"/>
          <w:rFonts w:eastAsia="Times New Roman"/>
        </w:rPr>
        <w:t>.</w:t>
      </w:r>
      <w:r w:rsidR="00CB11FC">
        <w:rPr>
          <w:rStyle w:val="CharBold"/>
          <w:rFonts w:eastAsia="Times New Roman"/>
        </w:rPr>
        <w:t>2</w:t>
      </w:r>
      <w:r w:rsidRPr="006D1923">
        <w:rPr>
          <w:rStyle w:val="CharBold"/>
          <w:rFonts w:eastAsia="Times New Roman"/>
        </w:rPr>
        <w:t xml:space="preserve">: </w:t>
      </w:r>
      <w:r>
        <w:rPr>
          <w:rStyle w:val="CharBold"/>
          <w:rFonts w:eastAsia="Times New Roman"/>
        </w:rPr>
        <w:t>Binary value</w:t>
      </w:r>
    </w:p>
    <w:p w14:paraId="5CBA5A13" w14:textId="578DB851" w:rsidR="00BB29EA" w:rsidRPr="009B572E" w:rsidRDefault="00BB29EA" w:rsidP="00064445">
      <w:pPr>
        <w:pStyle w:val="List3"/>
        <w:keepNext/>
        <w:keepLines/>
        <w:spacing w:after="0"/>
        <w:ind w:left="851" w:hanging="284"/>
        <w:rPr>
          <w:rFonts w:eastAsia="Times New Roman"/>
        </w:rPr>
      </w:pPr>
      <w:r w:rsidRPr="00203C97">
        <w:rPr>
          <w:rStyle w:val="SDLkeyword"/>
        </w:rPr>
        <w:t>0</w:t>
      </w:r>
      <w:r>
        <w:rPr>
          <w:rStyle w:val="SDLkeyword"/>
        </w:rPr>
        <w:t>b</w:t>
      </w:r>
      <w:r>
        <w:rPr>
          <w:rStyle w:val="SDLattribute"/>
        </w:rPr>
        <w:t>binary</w:t>
      </w:r>
      <w:r w:rsidRPr="00203C97">
        <w:rPr>
          <w:rStyle w:val="SDLattribute"/>
        </w:rPr>
        <w:t>_</w:t>
      </w:r>
      <w:r w:rsidRPr="006D1923">
        <w:rPr>
          <w:rStyle w:val="SDLattribute"/>
          <w:rFonts w:eastAsia="Times New Roman"/>
        </w:rPr>
        <w:t>value</w:t>
      </w:r>
    </w:p>
    <w:p w14:paraId="741E7D8A" w14:textId="77777777" w:rsidR="00BB29EA" w:rsidRDefault="00BB29EA" w:rsidP="00BB29EA">
      <w:pPr>
        <w:pStyle w:val="BodyText"/>
        <w:pBdr>
          <w:top w:val="single" w:sz="6" w:space="1" w:color="auto"/>
        </w:pBdr>
        <w:spacing w:after="220"/>
        <w:rPr>
          <w:rFonts w:eastAsia="Times New Roman"/>
          <w:lang w:eastAsia="ko-KR"/>
        </w:rPr>
      </w:pPr>
    </w:p>
    <w:p w14:paraId="5D51C9DE" w14:textId="784A3462" w:rsidR="0021674D" w:rsidRDefault="0021674D" w:rsidP="0021674D">
      <w:pPr>
        <w:pStyle w:val="BodyText"/>
        <w:spacing w:after="220"/>
        <w:rPr>
          <w:rFonts w:eastAsia="Times New Roman"/>
          <w:lang w:eastAsia="ko-KR"/>
        </w:rPr>
      </w:pPr>
      <w:r w:rsidRPr="00282F49">
        <w:rPr>
          <w:rFonts w:eastAsia="Times New Roman"/>
          <w:lang w:eastAsia="ko-KR"/>
        </w:rPr>
        <w:t>A period (‘</w:t>
      </w:r>
      <w:r w:rsidRPr="00C73BB5">
        <w:rPr>
          <w:rFonts w:ascii="Courier New" w:eastAsia="Times New Roman" w:hAnsi="Courier New" w:cs="Courier New"/>
          <w:lang w:eastAsia="ko-KR"/>
        </w:rPr>
        <w:t>.</w:t>
      </w:r>
      <w:r w:rsidRPr="00282F49">
        <w:rPr>
          <w:rFonts w:eastAsia="Times New Roman"/>
          <w:lang w:eastAsia="ko-KR"/>
        </w:rPr>
        <w:t>’) may be optionally placed after every four digits for readability.</w:t>
      </w:r>
    </w:p>
    <w:p w14:paraId="0A2223F3" w14:textId="77777777" w:rsidR="00E728C0" w:rsidRPr="006D1923" w:rsidRDefault="00E728C0" w:rsidP="00C472DC">
      <w:pPr>
        <w:pStyle w:val="Example"/>
      </w:pPr>
      <w:r w:rsidRPr="006D1923">
        <w:t xml:space="preserve">EXAMPLE </w:t>
      </w:r>
      <w:r w:rsidRPr="006D1923">
        <w:sym w:font="Symbol" w:char="F0BE"/>
      </w:r>
    </w:p>
    <w:p w14:paraId="1A5A3ED3" w14:textId="748D0357" w:rsidR="00021A15" w:rsidRDefault="00021A15" w:rsidP="00C472DC">
      <w:pPr>
        <w:pStyle w:val="Code"/>
      </w:pPr>
      <w:r>
        <w:t>0b00100101</w:t>
      </w:r>
    </w:p>
    <w:p w14:paraId="6E50F863" w14:textId="05B240CD" w:rsidR="00BB6DF3" w:rsidRDefault="00E728C0" w:rsidP="00C472DC">
      <w:pPr>
        <w:pStyle w:val="Code"/>
      </w:pPr>
      <w:r>
        <w:t>0b0010.0101</w:t>
      </w:r>
    </w:p>
    <w:p w14:paraId="1E61337F" w14:textId="77777777" w:rsidR="00E728C0" w:rsidRDefault="00E728C0" w:rsidP="00E56598">
      <w:pPr>
        <w:pStyle w:val="Code"/>
        <w:rPr>
          <w:lang w:eastAsia="ko-KR"/>
        </w:rPr>
      </w:pPr>
    </w:p>
    <w:p w14:paraId="1C8AE88C" w14:textId="48C9BD62" w:rsidR="00C461F5" w:rsidRDefault="00C461F5" w:rsidP="00C461F5">
      <w:pPr>
        <w:pStyle w:val="BodyText"/>
        <w:spacing w:after="220"/>
        <w:rPr>
          <w:rFonts w:eastAsia="Times New Roman"/>
          <w:lang w:eastAsia="ko-KR"/>
        </w:rPr>
      </w:pPr>
      <w:r w:rsidRPr="00EE3E29">
        <w:rPr>
          <w:rFonts w:eastAsia="Times New Roman"/>
          <w:lang w:eastAsia="ko-KR"/>
        </w:rPr>
        <w:t xml:space="preserve">As the SDL is case </w:t>
      </w:r>
      <w:r>
        <w:rPr>
          <w:rFonts w:eastAsia="Times New Roman"/>
          <w:lang w:eastAsia="ko-KR"/>
        </w:rPr>
        <w:t xml:space="preserve">sensitive, </w:t>
      </w:r>
      <w:r w:rsidR="00001F0D">
        <w:rPr>
          <w:rFonts w:eastAsia="Times New Roman"/>
          <w:lang w:eastAsia="ko-KR"/>
        </w:rPr>
        <w:t>usage of a capital ‘</w:t>
      </w:r>
      <w:r w:rsidR="00001F0D" w:rsidRPr="00E56598">
        <w:rPr>
          <w:rFonts w:ascii="Courier New" w:eastAsia="Times New Roman" w:hAnsi="Courier New" w:cs="Courier New"/>
          <w:b/>
          <w:bCs/>
          <w:lang w:eastAsia="ko-KR"/>
        </w:rPr>
        <w:t>B</w:t>
      </w:r>
      <w:r w:rsidR="00001F0D">
        <w:rPr>
          <w:rFonts w:eastAsia="Times New Roman"/>
          <w:lang w:eastAsia="ko-KR"/>
        </w:rPr>
        <w:t>’ in the binary literal prefix is invalid.</w:t>
      </w:r>
      <w:r>
        <w:rPr>
          <w:rFonts w:eastAsia="Times New Roman"/>
          <w:lang w:eastAsia="ko-KR"/>
        </w:rPr>
        <w:t xml:space="preserve"> For example</w:t>
      </w:r>
      <w:r w:rsidR="00941590">
        <w:rPr>
          <w:rFonts w:eastAsia="Times New Roman"/>
          <w:lang w:eastAsia="ko-KR"/>
        </w:rPr>
        <w:t xml:space="preserve"> the following is </w:t>
      </w:r>
      <w:r w:rsidR="00941590" w:rsidRPr="00E56598">
        <w:rPr>
          <w:rFonts w:eastAsia="Times New Roman"/>
          <w:u w:val="single"/>
          <w:lang w:eastAsia="ko-KR"/>
        </w:rPr>
        <w:t>invalid</w:t>
      </w:r>
      <w:r w:rsidR="00001F0D">
        <w:rPr>
          <w:rFonts w:eastAsia="Times New Roman"/>
          <w:lang w:eastAsia="ko-KR"/>
        </w:rPr>
        <w:t>:</w:t>
      </w:r>
    </w:p>
    <w:p w14:paraId="5B6737A8" w14:textId="77777777" w:rsidR="00C461F5" w:rsidRPr="006D1923" w:rsidRDefault="00C461F5" w:rsidP="00C461F5">
      <w:pPr>
        <w:pStyle w:val="Example"/>
      </w:pPr>
      <w:r w:rsidRPr="006D1923">
        <w:t xml:space="preserve">EXAMPLE </w:t>
      </w:r>
      <w:r w:rsidRPr="006D1923">
        <w:sym w:font="Symbol" w:char="F0BE"/>
      </w:r>
    </w:p>
    <w:p w14:paraId="21CF088B" w14:textId="06765D72" w:rsidR="00C461F5" w:rsidRPr="006F7F3E" w:rsidRDefault="00C461F5" w:rsidP="00E56598">
      <w:pPr>
        <w:pStyle w:val="Example"/>
        <w:rPr>
          <w:rFonts w:cs="Courier New"/>
        </w:rPr>
      </w:pPr>
      <w:r w:rsidRPr="00E56598">
        <w:rPr>
          <w:rFonts w:ascii="Courier New" w:hAnsi="Courier New" w:cs="Courier New"/>
        </w:rPr>
        <w:t xml:space="preserve">0B00100101 // </w:t>
      </w:r>
      <w:r w:rsidR="000E0769" w:rsidRPr="00E56598">
        <w:rPr>
          <w:rFonts w:ascii="Courier New" w:hAnsi="Courier New" w:cs="Courier New"/>
        </w:rPr>
        <w:t xml:space="preserve">not </w:t>
      </w:r>
      <w:r w:rsidRPr="00E56598">
        <w:rPr>
          <w:rFonts w:ascii="Courier New" w:hAnsi="Courier New" w:cs="Courier New"/>
        </w:rPr>
        <w:t>a</w:t>
      </w:r>
      <w:r w:rsidR="000E0769" w:rsidRPr="00E56598">
        <w:rPr>
          <w:rFonts w:ascii="Courier New" w:hAnsi="Courier New" w:cs="Courier New"/>
        </w:rPr>
        <w:t xml:space="preserve"> binary literal</w:t>
      </w:r>
      <w:r w:rsidRPr="00E56598">
        <w:rPr>
          <w:rFonts w:ascii="Courier New" w:hAnsi="Courier New" w:cs="Courier New"/>
        </w:rPr>
        <w:t xml:space="preserve"> as uppercase B has been used</w:t>
      </w:r>
    </w:p>
    <w:p w14:paraId="122E529A" w14:textId="5C786EA6" w:rsidR="00063E79" w:rsidRPr="00C16229" w:rsidRDefault="00D621DC" w:rsidP="00E56598">
      <w:pPr>
        <w:pStyle w:val="Heading2"/>
      </w:pPr>
      <w:bookmarkStart w:id="56" w:name="_Toc148992173"/>
      <w:bookmarkStart w:id="57" w:name="_Toc150339363"/>
      <w:bookmarkStart w:id="58" w:name="_Toc150339448"/>
      <w:bookmarkStart w:id="59" w:name="_Toc150339533"/>
      <w:bookmarkStart w:id="60" w:name="_Toc150339699"/>
      <w:bookmarkStart w:id="61" w:name="_Toc150443108"/>
      <w:bookmarkStart w:id="62" w:name="_Toc150443109"/>
      <w:bookmarkEnd w:id="56"/>
      <w:bookmarkEnd w:id="57"/>
      <w:bookmarkEnd w:id="58"/>
      <w:bookmarkEnd w:id="59"/>
      <w:bookmarkEnd w:id="60"/>
      <w:bookmarkEnd w:id="61"/>
      <w:r w:rsidRPr="00C16229">
        <w:t xml:space="preserve">Hexadecimal </w:t>
      </w:r>
      <w:r w:rsidR="00063E79" w:rsidRPr="00C16229">
        <w:t>values</w:t>
      </w:r>
      <w:bookmarkEnd w:id="62"/>
    </w:p>
    <w:p w14:paraId="1EE5A6CC" w14:textId="50587F49" w:rsidR="00E56652" w:rsidRDefault="00E56652" w:rsidP="00E56652">
      <w:pPr>
        <w:pStyle w:val="BodyText"/>
        <w:spacing w:after="220"/>
        <w:rPr>
          <w:rFonts w:eastAsia="Times New Roman"/>
          <w:lang w:eastAsia="ko-KR"/>
        </w:rPr>
      </w:pPr>
      <w:r w:rsidRPr="00282F49">
        <w:rPr>
          <w:rFonts w:eastAsia="Times New Roman"/>
          <w:lang w:eastAsia="ko-KR"/>
        </w:rPr>
        <w:t xml:space="preserve">To designate </w:t>
      </w:r>
      <w:r w:rsidR="001557BD">
        <w:rPr>
          <w:rFonts w:eastAsia="Times New Roman"/>
          <w:lang w:eastAsia="ko-KR"/>
        </w:rPr>
        <w:t xml:space="preserve">literal </w:t>
      </w:r>
      <w:r>
        <w:rPr>
          <w:rFonts w:eastAsia="Times New Roman"/>
          <w:lang w:eastAsia="ko-KR"/>
        </w:rPr>
        <w:t>hexadecimal</w:t>
      </w:r>
      <w:r w:rsidRPr="00282F49">
        <w:rPr>
          <w:rFonts w:eastAsia="Times New Roman"/>
          <w:lang w:eastAsia="ko-KR"/>
        </w:rPr>
        <w:t xml:space="preserve"> values, the prefix </w:t>
      </w:r>
      <w:r w:rsidRPr="00C472DC">
        <w:rPr>
          <w:rStyle w:val="SDLkeyword"/>
        </w:rPr>
        <w:t>0x</w:t>
      </w:r>
      <w:r>
        <w:rPr>
          <w:rFonts w:eastAsia="Times New Roman"/>
          <w:lang w:eastAsia="ko-KR"/>
        </w:rPr>
        <w:t xml:space="preserve"> </w:t>
      </w:r>
      <w:r w:rsidRPr="00282F49">
        <w:rPr>
          <w:rFonts w:eastAsia="Times New Roman"/>
          <w:lang w:eastAsia="ko-KR"/>
        </w:rPr>
        <w:t>shall be used</w:t>
      </w:r>
      <w:r>
        <w:rPr>
          <w:rFonts w:eastAsia="Times New Roman"/>
          <w:lang w:eastAsia="ko-KR"/>
        </w:rPr>
        <w:t xml:space="preserve"> followed by a series of characters in the range </w:t>
      </w:r>
      <w:r w:rsidRPr="00203C97">
        <w:rPr>
          <w:rFonts w:ascii="Courier New" w:eastAsia="Times New Roman" w:hAnsi="Courier New" w:cs="Courier New"/>
          <w:lang w:eastAsia="ko-KR"/>
        </w:rPr>
        <w:t>A</w:t>
      </w:r>
      <w:r w:rsidRPr="00203C97">
        <w:rPr>
          <w:rFonts w:eastAsia="Times New Roman" w:cs="Courier New"/>
          <w:lang w:eastAsia="ko-KR"/>
        </w:rPr>
        <w:t xml:space="preserve"> to </w:t>
      </w:r>
      <w:r w:rsidRPr="00203C97">
        <w:rPr>
          <w:rFonts w:ascii="Courier New" w:eastAsia="Times New Roman" w:hAnsi="Courier New" w:cs="Courier New"/>
          <w:lang w:eastAsia="ko-KR"/>
        </w:rPr>
        <w:t>F</w:t>
      </w:r>
      <w:r>
        <w:rPr>
          <w:rFonts w:eastAsia="Times New Roman"/>
          <w:lang w:eastAsia="ko-KR"/>
        </w:rPr>
        <w:t xml:space="preserve"> </w:t>
      </w:r>
      <w:r w:rsidR="006541C9">
        <w:rPr>
          <w:rFonts w:eastAsia="Times New Roman"/>
          <w:lang w:eastAsia="ko-KR"/>
        </w:rPr>
        <w:t>and</w:t>
      </w:r>
      <w:r>
        <w:rPr>
          <w:rFonts w:eastAsia="Times New Roman"/>
          <w:lang w:eastAsia="ko-KR"/>
        </w:rPr>
        <w:t xml:space="preserve"> digits in the range </w:t>
      </w:r>
      <w:r w:rsidRPr="00203C97">
        <w:rPr>
          <w:rFonts w:ascii="Courier New" w:eastAsia="Times New Roman" w:hAnsi="Courier New" w:cs="Courier New"/>
          <w:lang w:eastAsia="ko-KR"/>
        </w:rPr>
        <w:t>0</w:t>
      </w:r>
      <w:r w:rsidRPr="00203C97">
        <w:rPr>
          <w:rFonts w:eastAsia="Times New Roman" w:cs="Courier New"/>
          <w:lang w:eastAsia="ko-KR"/>
        </w:rPr>
        <w:t xml:space="preserve"> to </w:t>
      </w:r>
      <w:r w:rsidRPr="00203C97">
        <w:rPr>
          <w:rFonts w:ascii="Courier New" w:eastAsia="Times New Roman" w:hAnsi="Courier New" w:cs="Courier New"/>
          <w:lang w:eastAsia="ko-KR"/>
        </w:rPr>
        <w:t>9</w:t>
      </w:r>
      <w:r w:rsidRPr="00282F49">
        <w:rPr>
          <w:rFonts w:eastAsia="Times New Roman"/>
          <w:lang w:eastAsia="ko-KR"/>
        </w:rPr>
        <w:t>.</w:t>
      </w:r>
    </w:p>
    <w:p w14:paraId="0574D7D7" w14:textId="6E224E88" w:rsidR="00976EC1" w:rsidRPr="006D1923" w:rsidRDefault="00976EC1"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w:t>
      </w:r>
      <w:r>
        <w:rPr>
          <w:rStyle w:val="CharBold"/>
          <w:rFonts w:eastAsia="Times New Roman"/>
        </w:rPr>
        <w:t>S</w:t>
      </w:r>
      <w:r w:rsidRPr="006D1923">
        <w:rPr>
          <w:rStyle w:val="CharBold"/>
          <w:rFonts w:eastAsia="Times New Roman"/>
        </w:rPr>
        <w:t>.</w:t>
      </w:r>
      <w:r>
        <w:rPr>
          <w:rStyle w:val="CharBold"/>
          <w:rFonts w:eastAsia="Times New Roman"/>
        </w:rPr>
        <w:t>3</w:t>
      </w:r>
      <w:r w:rsidRPr="006D1923">
        <w:rPr>
          <w:rStyle w:val="CharBold"/>
          <w:rFonts w:eastAsia="Times New Roman"/>
        </w:rPr>
        <w:t xml:space="preserve">: </w:t>
      </w:r>
      <w:r w:rsidR="00FC3FFA">
        <w:rPr>
          <w:rStyle w:val="CharBold"/>
          <w:rFonts w:eastAsia="Times New Roman"/>
        </w:rPr>
        <w:t>H</w:t>
      </w:r>
      <w:r>
        <w:rPr>
          <w:rStyle w:val="CharBold"/>
          <w:rFonts w:eastAsia="Times New Roman"/>
        </w:rPr>
        <w:t>exadecimal</w:t>
      </w:r>
      <w:r w:rsidR="00FC3FFA">
        <w:rPr>
          <w:rStyle w:val="CharBold"/>
          <w:rFonts w:eastAsia="Times New Roman"/>
        </w:rPr>
        <w:t xml:space="preserve"> </w:t>
      </w:r>
      <w:r>
        <w:rPr>
          <w:rStyle w:val="CharBold"/>
          <w:rFonts w:eastAsia="Times New Roman"/>
        </w:rPr>
        <w:t>value</w:t>
      </w:r>
    </w:p>
    <w:p w14:paraId="6E890395" w14:textId="24CE6E84" w:rsidR="00976EC1" w:rsidRPr="009B572E" w:rsidRDefault="00976EC1" w:rsidP="00064445">
      <w:pPr>
        <w:pStyle w:val="List3"/>
        <w:keepNext/>
        <w:keepLines/>
        <w:spacing w:after="0"/>
        <w:ind w:left="851" w:hanging="284"/>
        <w:rPr>
          <w:rFonts w:eastAsia="Times New Roman"/>
        </w:rPr>
      </w:pPr>
      <w:r w:rsidRPr="00C472DC">
        <w:rPr>
          <w:rStyle w:val="SDLkeyword"/>
        </w:rPr>
        <w:t>0x</w:t>
      </w:r>
      <w:r w:rsidR="00BD123A" w:rsidRPr="00C472DC">
        <w:rPr>
          <w:rStyle w:val="SDLattribute"/>
        </w:rPr>
        <w:t>hexadecimal_</w:t>
      </w:r>
      <w:r w:rsidR="00BD123A" w:rsidRPr="006D1923">
        <w:rPr>
          <w:rStyle w:val="SDLattribute"/>
          <w:rFonts w:eastAsia="Times New Roman"/>
        </w:rPr>
        <w:t>value</w:t>
      </w:r>
    </w:p>
    <w:p w14:paraId="0860711B" w14:textId="77777777" w:rsidR="00CD7F93" w:rsidRDefault="00CD7F93" w:rsidP="00CD7F93">
      <w:pPr>
        <w:pStyle w:val="BodyText"/>
        <w:pBdr>
          <w:top w:val="single" w:sz="6" w:space="1" w:color="auto"/>
        </w:pBdr>
        <w:spacing w:after="220"/>
        <w:rPr>
          <w:sz w:val="20"/>
          <w:szCs w:val="20"/>
        </w:rPr>
      </w:pPr>
    </w:p>
    <w:p w14:paraId="0FFC77A5" w14:textId="4DFF44F8" w:rsidR="00CD7F93" w:rsidRDefault="00976EC1" w:rsidP="00E56598">
      <w:pPr>
        <w:pStyle w:val="BodyText"/>
        <w:rPr>
          <w:lang w:eastAsia="ko-KR"/>
        </w:rPr>
      </w:pPr>
      <w:r w:rsidRPr="00E56598">
        <w:t>A</w:t>
      </w:r>
      <w:r w:rsidRPr="00CD7F93">
        <w:rPr>
          <w:rFonts w:eastAsia="Times New Roman"/>
          <w:lang w:eastAsia="ko-KR"/>
        </w:rPr>
        <w:t xml:space="preserve"> period (i.e., ‘</w:t>
      </w:r>
      <w:r w:rsidRPr="00CD7F93">
        <w:rPr>
          <w:rFonts w:ascii="Courier New" w:eastAsia="Times New Roman" w:hAnsi="Courier New" w:cs="Courier New"/>
          <w:b/>
          <w:bCs/>
          <w:lang w:eastAsia="ko-KR"/>
        </w:rPr>
        <w:t>.</w:t>
      </w:r>
      <w:r w:rsidRPr="00CD7F93">
        <w:rPr>
          <w:rFonts w:eastAsia="Times New Roman"/>
          <w:lang w:eastAsia="ko-KR"/>
        </w:rPr>
        <w:t>’) may be optionally placed after every four characters for readability:</w:t>
      </w:r>
    </w:p>
    <w:p w14:paraId="611CF5CA" w14:textId="77777777" w:rsidR="00CD7F93" w:rsidRPr="006D1923" w:rsidRDefault="00CD7F93" w:rsidP="00CD7F93">
      <w:pPr>
        <w:pStyle w:val="Example"/>
      </w:pPr>
      <w:r w:rsidRPr="006D1923">
        <w:t xml:space="preserve">EXAMPLE </w:t>
      </w:r>
      <w:r w:rsidRPr="006D1923">
        <w:sym w:font="Symbol" w:char="F0BE"/>
      </w:r>
    </w:p>
    <w:p w14:paraId="1C3970FB" w14:textId="77777777" w:rsidR="00021A15" w:rsidRDefault="00021A15" w:rsidP="00CD7F93">
      <w:pPr>
        <w:pStyle w:val="Code"/>
        <w:rPr>
          <w:rFonts w:cs="Courier New"/>
        </w:rPr>
      </w:pPr>
      <w:r w:rsidRPr="008F4E31">
        <w:rPr>
          <w:rFonts w:cs="Courier New"/>
        </w:rPr>
        <w:t>0xCAFEBEEF</w:t>
      </w:r>
      <w:r w:rsidRPr="00021A15">
        <w:rPr>
          <w:rFonts w:cs="Courier New"/>
        </w:rPr>
        <w:t xml:space="preserve"> </w:t>
      </w:r>
    </w:p>
    <w:p w14:paraId="5175A63E" w14:textId="3B3A8AED" w:rsidR="007A6787" w:rsidRPr="007A6787" w:rsidRDefault="00CD7F93" w:rsidP="00CD7F93">
      <w:pPr>
        <w:pStyle w:val="Code"/>
        <w:rPr>
          <w:rFonts w:cs="Courier New"/>
        </w:rPr>
      </w:pPr>
      <w:r w:rsidRPr="007A6787">
        <w:rPr>
          <w:rFonts w:cs="Courier New"/>
        </w:rPr>
        <w:t>0xCAFE.BEEF</w:t>
      </w:r>
    </w:p>
    <w:p w14:paraId="2D550E39" w14:textId="77777777" w:rsidR="00CD7F93" w:rsidRDefault="00CD7F93" w:rsidP="00E56598">
      <w:pPr>
        <w:pStyle w:val="Code"/>
        <w:rPr>
          <w:lang w:eastAsia="ko-KR"/>
        </w:rPr>
      </w:pPr>
    </w:p>
    <w:p w14:paraId="59AB880D" w14:textId="713CC924" w:rsidR="00CD7F93" w:rsidRDefault="00CD7F93" w:rsidP="00CD7F93">
      <w:pPr>
        <w:pStyle w:val="BodyText"/>
        <w:spacing w:after="220"/>
        <w:rPr>
          <w:rFonts w:eastAsia="Times New Roman"/>
          <w:lang w:eastAsia="ko-KR"/>
        </w:rPr>
      </w:pPr>
      <w:r w:rsidRPr="00EE3E29">
        <w:rPr>
          <w:rFonts w:eastAsia="Times New Roman"/>
          <w:lang w:eastAsia="ko-KR"/>
        </w:rPr>
        <w:t xml:space="preserve">As the SDL is case </w:t>
      </w:r>
      <w:r>
        <w:rPr>
          <w:rFonts w:eastAsia="Times New Roman"/>
          <w:lang w:eastAsia="ko-KR"/>
        </w:rPr>
        <w:t>sensitive, usage of a capital ‘</w:t>
      </w:r>
      <w:r>
        <w:rPr>
          <w:rFonts w:ascii="Courier New" w:eastAsia="Times New Roman" w:hAnsi="Courier New" w:cs="Courier New"/>
          <w:b/>
          <w:bCs/>
          <w:lang w:eastAsia="ko-KR"/>
        </w:rPr>
        <w:t>X</w:t>
      </w:r>
      <w:r>
        <w:rPr>
          <w:rFonts w:eastAsia="Times New Roman"/>
          <w:lang w:eastAsia="ko-KR"/>
        </w:rPr>
        <w:t>’ in the hexadecimal literal prefix is invalid. For example</w:t>
      </w:r>
      <w:r w:rsidR="00941590">
        <w:rPr>
          <w:rFonts w:eastAsia="Times New Roman"/>
          <w:lang w:eastAsia="ko-KR"/>
        </w:rPr>
        <w:t xml:space="preserve"> the following is </w:t>
      </w:r>
      <w:r w:rsidR="00941590" w:rsidRPr="00E56598">
        <w:rPr>
          <w:rFonts w:eastAsia="Times New Roman"/>
          <w:u w:val="single"/>
          <w:lang w:eastAsia="ko-KR"/>
        </w:rPr>
        <w:t>invalid</w:t>
      </w:r>
      <w:r>
        <w:rPr>
          <w:rFonts w:eastAsia="Times New Roman"/>
          <w:lang w:eastAsia="ko-KR"/>
        </w:rPr>
        <w:t>:</w:t>
      </w:r>
    </w:p>
    <w:p w14:paraId="248F37EF" w14:textId="77777777" w:rsidR="00CD7F93" w:rsidRPr="006D1923" w:rsidRDefault="00CD7F93" w:rsidP="00CD7F93">
      <w:pPr>
        <w:pStyle w:val="Example"/>
      </w:pPr>
      <w:r w:rsidRPr="006D1923">
        <w:t xml:space="preserve">EXAMPLE </w:t>
      </w:r>
      <w:r w:rsidRPr="006D1923">
        <w:sym w:font="Symbol" w:char="F0BE"/>
      </w:r>
    </w:p>
    <w:p w14:paraId="2561A42B" w14:textId="7BE50D15" w:rsidR="00CD7F93" w:rsidRPr="008F4E31" w:rsidRDefault="00CD7F93" w:rsidP="00CD7F93">
      <w:pPr>
        <w:pStyle w:val="Example"/>
        <w:rPr>
          <w:rFonts w:ascii="Courier New" w:hAnsi="Courier New" w:cs="Courier New"/>
        </w:rPr>
      </w:pPr>
      <w:r w:rsidRPr="008F4E31">
        <w:rPr>
          <w:rFonts w:ascii="Courier New" w:hAnsi="Courier New" w:cs="Courier New"/>
        </w:rPr>
        <w:t>0</w:t>
      </w:r>
      <w:r>
        <w:rPr>
          <w:rFonts w:ascii="Courier New" w:hAnsi="Courier New" w:cs="Courier New"/>
        </w:rPr>
        <w:t>XCAFEBEEF</w:t>
      </w:r>
      <w:r w:rsidRPr="008F4E31">
        <w:rPr>
          <w:rFonts w:ascii="Courier New" w:hAnsi="Courier New" w:cs="Courier New"/>
        </w:rPr>
        <w:t xml:space="preserve"> // not a </w:t>
      </w:r>
      <w:r>
        <w:rPr>
          <w:rFonts w:ascii="Courier New" w:hAnsi="Courier New" w:cs="Courier New"/>
        </w:rPr>
        <w:t>hexadecimal</w:t>
      </w:r>
      <w:r w:rsidRPr="008F4E31">
        <w:rPr>
          <w:rFonts w:ascii="Courier New" w:hAnsi="Courier New" w:cs="Courier New"/>
        </w:rPr>
        <w:t xml:space="preserve"> literal as uppercase </w:t>
      </w:r>
      <w:r>
        <w:rPr>
          <w:rFonts w:ascii="Courier New" w:hAnsi="Courier New" w:cs="Courier New"/>
        </w:rPr>
        <w:t>X</w:t>
      </w:r>
      <w:r w:rsidRPr="008F4E31">
        <w:rPr>
          <w:rFonts w:ascii="Courier New" w:hAnsi="Courier New" w:cs="Courier New"/>
        </w:rPr>
        <w:t xml:space="preserve"> has been used</w:t>
      </w:r>
    </w:p>
    <w:p w14:paraId="27ACADD5" w14:textId="6F87F726" w:rsidR="00187914" w:rsidRPr="00C16229" w:rsidRDefault="00CD7F93" w:rsidP="00E56598">
      <w:pPr>
        <w:pStyle w:val="Note"/>
        <w:rPr>
          <w:lang w:eastAsia="ko-KR"/>
        </w:rPr>
      </w:pPr>
      <w:r>
        <w:rPr>
          <w:lang w:eastAsia="ko-KR"/>
        </w:rPr>
        <w:t>NOTE</w:t>
      </w:r>
      <w:r>
        <w:rPr>
          <w:lang w:eastAsia="ko-KR"/>
        </w:rPr>
        <w:tab/>
      </w:r>
      <w:r w:rsidRPr="00E56598">
        <w:rPr>
          <w:rFonts w:ascii="Courier New" w:hAnsi="Courier New" w:cs="Courier New"/>
          <w:lang w:eastAsia="ko-KR"/>
        </w:rPr>
        <w:t>0x0F</w:t>
      </w:r>
      <w:r w:rsidRPr="00282F49">
        <w:rPr>
          <w:lang w:eastAsia="ko-KR"/>
        </w:rPr>
        <w:t xml:space="preserve"> is equivalent to </w:t>
      </w:r>
      <w:r w:rsidRPr="00E56598">
        <w:rPr>
          <w:rFonts w:ascii="Courier New" w:hAnsi="Courier New" w:cs="Courier New"/>
          <w:lang w:eastAsia="ko-KR"/>
        </w:rPr>
        <w:t>0b0000.1111</w:t>
      </w:r>
      <w:r w:rsidRPr="00282F49">
        <w:rPr>
          <w:lang w:eastAsia="ko-KR"/>
        </w:rPr>
        <w:t>.</w:t>
      </w:r>
    </w:p>
    <w:p w14:paraId="2087C872" w14:textId="77777777" w:rsidR="00511A7D" w:rsidRDefault="00511A7D" w:rsidP="00E56598">
      <w:pPr>
        <w:pStyle w:val="Heading2"/>
        <w:rPr>
          <w:lang w:eastAsia="ko-KR"/>
        </w:rPr>
      </w:pPr>
      <w:bookmarkStart w:id="63" w:name="_Toc150443110"/>
      <w:r w:rsidRPr="00C16229">
        <w:lastRenderedPageBreak/>
        <w:t>Integer</w:t>
      </w:r>
      <w:r>
        <w:t>, d</w:t>
      </w:r>
      <w:r w:rsidRPr="00C16229">
        <w:t>ecimal and floating-point values</w:t>
      </w:r>
      <w:bookmarkEnd w:id="63"/>
      <w:r>
        <w:rPr>
          <w:lang w:eastAsia="ko-KR"/>
        </w:rPr>
        <w:t xml:space="preserve"> </w:t>
      </w:r>
    </w:p>
    <w:p w14:paraId="590AA749" w14:textId="038E7E4B" w:rsidR="008A78A7" w:rsidRDefault="00123912" w:rsidP="00187914">
      <w:pPr>
        <w:rPr>
          <w:lang w:eastAsia="ko-KR"/>
        </w:rPr>
      </w:pPr>
      <w:r>
        <w:rPr>
          <w:lang w:eastAsia="ko-KR"/>
        </w:rPr>
        <w:t xml:space="preserve">Integer </w:t>
      </w:r>
      <w:r w:rsidR="001557BD">
        <w:rPr>
          <w:lang w:eastAsia="ko-KR"/>
        </w:rPr>
        <w:t xml:space="preserve">literal </w:t>
      </w:r>
      <w:r w:rsidR="00515153">
        <w:rPr>
          <w:lang w:eastAsia="ko-KR"/>
        </w:rPr>
        <w:t>values</w:t>
      </w:r>
      <w:r>
        <w:rPr>
          <w:lang w:eastAsia="ko-KR"/>
        </w:rPr>
        <w:t xml:space="preserve"> can be defined using digits and an optional sign </w:t>
      </w:r>
      <w:r w:rsidR="00DA4A7D">
        <w:rPr>
          <w:lang w:eastAsia="ko-KR"/>
        </w:rPr>
        <w:t>(</w:t>
      </w:r>
      <w:r w:rsidR="00DF01A1">
        <w:rPr>
          <w:lang w:eastAsia="ko-KR"/>
        </w:rPr>
        <w:t>i</w:t>
      </w:r>
      <w:r w:rsidR="00DA4A7D">
        <w:rPr>
          <w:lang w:eastAsia="ko-KR"/>
        </w:rPr>
        <w:t>.</w:t>
      </w:r>
      <w:r w:rsidR="00DF01A1">
        <w:rPr>
          <w:lang w:eastAsia="ko-KR"/>
        </w:rPr>
        <w:t>e</w:t>
      </w:r>
      <w:r w:rsidR="00DA4A7D">
        <w:rPr>
          <w:lang w:eastAsia="ko-KR"/>
        </w:rPr>
        <w:t>. ‘</w:t>
      </w:r>
      <w:r w:rsidR="00DA4A7D" w:rsidRPr="00E56598">
        <w:rPr>
          <w:rFonts w:ascii="Courier New" w:hAnsi="Courier New" w:cs="Courier New"/>
          <w:lang w:eastAsia="ko-KR"/>
        </w:rPr>
        <w:t>+</w:t>
      </w:r>
      <w:r w:rsidR="00DA4A7D">
        <w:rPr>
          <w:lang w:eastAsia="ko-KR"/>
        </w:rPr>
        <w:t>’, ‘</w:t>
      </w:r>
      <w:r w:rsidR="00DA4A7D" w:rsidRPr="00E56598">
        <w:rPr>
          <w:rFonts w:ascii="Courier New" w:hAnsi="Courier New" w:cs="Courier New"/>
          <w:lang w:eastAsia="ko-KR"/>
        </w:rPr>
        <w:t>-</w:t>
      </w:r>
      <w:r w:rsidR="00C80442">
        <w:rPr>
          <w:lang w:eastAsia="ko-KR"/>
        </w:rPr>
        <w:t>'</w:t>
      </w:r>
      <w:r w:rsidR="00DA4A7D">
        <w:rPr>
          <w:lang w:eastAsia="ko-KR"/>
        </w:rPr>
        <w:t xml:space="preserve">) </w:t>
      </w:r>
      <w:r>
        <w:rPr>
          <w:lang w:eastAsia="ko-KR"/>
        </w:rPr>
        <w:t xml:space="preserve">character. </w:t>
      </w:r>
      <w:r w:rsidR="005129EB">
        <w:rPr>
          <w:lang w:eastAsia="ko-KR"/>
        </w:rPr>
        <w:t xml:space="preserve"> </w:t>
      </w:r>
      <w:r>
        <w:rPr>
          <w:lang w:eastAsia="ko-KR"/>
        </w:rPr>
        <w:t xml:space="preserve">The following are valid </w:t>
      </w:r>
      <w:r w:rsidR="00DA4A7D">
        <w:rPr>
          <w:lang w:eastAsia="ko-KR"/>
        </w:rPr>
        <w:t xml:space="preserve">integer literal </w:t>
      </w:r>
      <w:r>
        <w:rPr>
          <w:lang w:eastAsia="ko-KR"/>
        </w:rPr>
        <w:t>values:</w:t>
      </w:r>
    </w:p>
    <w:p w14:paraId="19E283B8" w14:textId="77777777" w:rsidR="008A78A7" w:rsidRPr="006D1923" w:rsidRDefault="008A78A7" w:rsidP="008A78A7">
      <w:pPr>
        <w:pStyle w:val="Example"/>
      </w:pPr>
      <w:r w:rsidRPr="006D1923">
        <w:t xml:space="preserve">EXAMPLE </w:t>
      </w:r>
      <w:r w:rsidRPr="006D1923">
        <w:sym w:font="Symbol" w:char="F0BE"/>
      </w:r>
    </w:p>
    <w:p w14:paraId="21E3E69D" w14:textId="20EAF216" w:rsidR="008A78A7" w:rsidRDefault="00123912" w:rsidP="00E56598">
      <w:pPr>
        <w:pStyle w:val="SDLCode"/>
      </w:pPr>
      <w:r>
        <w:t>200</w:t>
      </w:r>
    </w:p>
    <w:p w14:paraId="55153ABD" w14:textId="37E437D0" w:rsidR="00123912" w:rsidRDefault="00123912" w:rsidP="00E56598">
      <w:pPr>
        <w:pStyle w:val="SDLCode"/>
      </w:pPr>
      <w:r>
        <w:t>+200</w:t>
      </w:r>
    </w:p>
    <w:p w14:paraId="704A33C3" w14:textId="021AE010" w:rsidR="00123912" w:rsidRDefault="00123912" w:rsidP="00E56598">
      <w:pPr>
        <w:pStyle w:val="SDLCode"/>
      </w:pPr>
      <w:r>
        <w:t>-200</w:t>
      </w:r>
    </w:p>
    <w:p w14:paraId="187087DD" w14:textId="656DD77C" w:rsidR="00634A0F" w:rsidRDefault="00123912" w:rsidP="00634A0F">
      <w:pPr>
        <w:pStyle w:val="SDLCode"/>
      </w:pPr>
      <w:r>
        <w:t>0</w:t>
      </w:r>
    </w:p>
    <w:p w14:paraId="64EEAC2F" w14:textId="77777777" w:rsidR="00634A0F" w:rsidRDefault="00634A0F" w:rsidP="00E56598">
      <w:pPr>
        <w:pStyle w:val="SDLCode"/>
      </w:pPr>
    </w:p>
    <w:p w14:paraId="42527A00" w14:textId="5459E9F0" w:rsidR="00123912" w:rsidRDefault="00123912" w:rsidP="00123912">
      <w:pPr>
        <w:rPr>
          <w:lang w:eastAsia="ko-KR"/>
        </w:rPr>
      </w:pPr>
      <w:r>
        <w:rPr>
          <w:lang w:eastAsia="ko-KR"/>
        </w:rPr>
        <w:t xml:space="preserve">The following are </w:t>
      </w:r>
      <w:r w:rsidRPr="00E56598">
        <w:rPr>
          <w:u w:val="single"/>
          <w:lang w:eastAsia="ko-KR"/>
        </w:rPr>
        <w:t>invalid</w:t>
      </w:r>
      <w:r>
        <w:rPr>
          <w:lang w:eastAsia="ko-KR"/>
        </w:rPr>
        <w:t xml:space="preserve"> </w:t>
      </w:r>
      <w:r w:rsidR="00DD592A">
        <w:rPr>
          <w:lang w:eastAsia="ko-KR"/>
        </w:rPr>
        <w:t xml:space="preserve">integer literal </w:t>
      </w:r>
      <w:r>
        <w:rPr>
          <w:lang w:eastAsia="ko-KR"/>
        </w:rPr>
        <w:t>values:</w:t>
      </w:r>
    </w:p>
    <w:p w14:paraId="711F179B" w14:textId="77777777" w:rsidR="00123912" w:rsidRPr="006D1923" w:rsidRDefault="00123912" w:rsidP="00123912">
      <w:pPr>
        <w:pStyle w:val="Example"/>
      </w:pPr>
      <w:r w:rsidRPr="006D1923">
        <w:t xml:space="preserve">EXAMPLE </w:t>
      </w:r>
      <w:r w:rsidRPr="006D1923">
        <w:sym w:font="Symbol" w:char="F0BE"/>
      </w:r>
    </w:p>
    <w:p w14:paraId="7EC8A76B" w14:textId="3AE88E69" w:rsidR="00123912" w:rsidRDefault="00123912" w:rsidP="00E56598">
      <w:pPr>
        <w:pStyle w:val="SDLCode"/>
      </w:pPr>
      <w:r>
        <w:t>-0</w:t>
      </w:r>
      <w:r w:rsidR="000C6303">
        <w:t xml:space="preserve">   </w:t>
      </w:r>
      <w:r>
        <w:t>// signed zero is illegal</w:t>
      </w:r>
    </w:p>
    <w:p w14:paraId="3EB234FC" w14:textId="3B30A658" w:rsidR="00123912" w:rsidRDefault="00123912" w:rsidP="00E56598">
      <w:pPr>
        <w:pStyle w:val="SDLCode"/>
      </w:pPr>
      <w:r>
        <w:t xml:space="preserve">+0 </w:t>
      </w:r>
      <w:r w:rsidR="000C6303">
        <w:t xml:space="preserve">  </w:t>
      </w:r>
      <w:r>
        <w:t>// signed zero is illegal</w:t>
      </w:r>
    </w:p>
    <w:p w14:paraId="36A46424" w14:textId="38317129" w:rsidR="00615E41" w:rsidRDefault="00123912" w:rsidP="00D30E5D">
      <w:pPr>
        <w:pStyle w:val="SDLCode"/>
      </w:pPr>
      <w:r>
        <w:t>002</w:t>
      </w:r>
      <w:r w:rsidR="000C6303">
        <w:t xml:space="preserve">  </w:t>
      </w:r>
      <w:r>
        <w:t>// leading zeroes are illegal</w:t>
      </w:r>
    </w:p>
    <w:p w14:paraId="5F45EE33" w14:textId="77777777" w:rsidR="00D30E5D" w:rsidRDefault="00D30E5D" w:rsidP="00E56598">
      <w:pPr>
        <w:pStyle w:val="SDLCode"/>
      </w:pPr>
    </w:p>
    <w:p w14:paraId="183EDF5E" w14:textId="0FA24BC8" w:rsidR="008A78A7" w:rsidRDefault="0025279B" w:rsidP="00187914">
      <w:pPr>
        <w:rPr>
          <w:lang w:eastAsia="ko-KR"/>
        </w:rPr>
      </w:pPr>
      <w:r>
        <w:rPr>
          <w:lang w:eastAsia="ko-KR"/>
        </w:rPr>
        <w:t>D</w:t>
      </w:r>
      <w:r w:rsidR="00515153">
        <w:rPr>
          <w:lang w:eastAsia="ko-KR"/>
        </w:rPr>
        <w:t xml:space="preserve">ecimal </w:t>
      </w:r>
      <w:r w:rsidR="00752498">
        <w:rPr>
          <w:lang w:eastAsia="ko-KR"/>
        </w:rPr>
        <w:t>literal</w:t>
      </w:r>
      <w:r w:rsidR="001557BD">
        <w:rPr>
          <w:lang w:eastAsia="ko-KR"/>
        </w:rPr>
        <w:t xml:space="preserve"> value</w:t>
      </w:r>
      <w:r w:rsidR="00752498">
        <w:rPr>
          <w:lang w:eastAsia="ko-KR"/>
        </w:rPr>
        <w:t>s can be defined using digits, an optional sign character</w:t>
      </w:r>
      <w:r w:rsidR="00EC2E57">
        <w:rPr>
          <w:lang w:eastAsia="ko-KR"/>
        </w:rPr>
        <w:t xml:space="preserve"> (</w:t>
      </w:r>
      <w:r w:rsidR="00DF01A1">
        <w:rPr>
          <w:lang w:eastAsia="ko-KR"/>
        </w:rPr>
        <w:t>i</w:t>
      </w:r>
      <w:r w:rsidR="00EC2E57">
        <w:rPr>
          <w:lang w:eastAsia="ko-KR"/>
        </w:rPr>
        <w:t>.</w:t>
      </w:r>
      <w:r w:rsidR="00DF01A1">
        <w:rPr>
          <w:lang w:eastAsia="ko-KR"/>
        </w:rPr>
        <w:t>e</w:t>
      </w:r>
      <w:r w:rsidR="00EC2E57">
        <w:rPr>
          <w:lang w:eastAsia="ko-KR"/>
        </w:rPr>
        <w:t>. ‘</w:t>
      </w:r>
      <w:r w:rsidR="00EC2E57" w:rsidRPr="00E56598">
        <w:rPr>
          <w:rFonts w:ascii="Courier New" w:hAnsi="Courier New" w:cs="Courier New"/>
          <w:lang w:eastAsia="ko-KR"/>
        </w:rPr>
        <w:t>+</w:t>
      </w:r>
      <w:r w:rsidR="00EC2E57">
        <w:rPr>
          <w:lang w:eastAsia="ko-KR"/>
        </w:rPr>
        <w:t>’, ‘</w:t>
      </w:r>
      <w:r w:rsidR="00EC2E57" w:rsidRPr="00E56598">
        <w:rPr>
          <w:rFonts w:ascii="Courier New" w:hAnsi="Courier New" w:cs="Courier New"/>
          <w:lang w:eastAsia="ko-KR"/>
        </w:rPr>
        <w:t>-</w:t>
      </w:r>
      <w:r w:rsidR="00C80442">
        <w:rPr>
          <w:lang w:eastAsia="ko-KR"/>
        </w:rPr>
        <w:t>‘</w:t>
      </w:r>
      <w:r w:rsidR="00EC2E57">
        <w:rPr>
          <w:lang w:eastAsia="ko-KR"/>
        </w:rPr>
        <w:t>)</w:t>
      </w:r>
      <w:r w:rsidR="000D2EC6">
        <w:rPr>
          <w:lang w:eastAsia="ko-KR"/>
        </w:rPr>
        <w:t xml:space="preserve"> and</w:t>
      </w:r>
      <w:r w:rsidR="00752498">
        <w:rPr>
          <w:lang w:eastAsia="ko-KR"/>
        </w:rPr>
        <w:t xml:space="preserve"> </w:t>
      </w:r>
      <w:r w:rsidR="00752498" w:rsidRPr="005A4093">
        <w:rPr>
          <w:lang w:eastAsia="ko-KR"/>
        </w:rPr>
        <w:t>a</w:t>
      </w:r>
      <w:r w:rsidR="008F447C">
        <w:rPr>
          <w:lang w:eastAsia="ko-KR"/>
        </w:rPr>
        <w:t>n optional</w:t>
      </w:r>
      <w:r w:rsidR="00752498" w:rsidRPr="005A4093">
        <w:rPr>
          <w:lang w:eastAsia="ko-KR"/>
        </w:rPr>
        <w:t xml:space="preserve"> decimal</w:t>
      </w:r>
      <w:r w:rsidR="00752498">
        <w:rPr>
          <w:lang w:eastAsia="ko-KR"/>
        </w:rPr>
        <w:t xml:space="preserve"> </w:t>
      </w:r>
      <w:r w:rsidR="00C80442">
        <w:rPr>
          <w:lang w:eastAsia="ko-KR"/>
        </w:rPr>
        <w:t>separator (</w:t>
      </w:r>
      <w:r w:rsidR="00DF01A1">
        <w:rPr>
          <w:lang w:eastAsia="ko-KR"/>
        </w:rPr>
        <w:t>i</w:t>
      </w:r>
      <w:r w:rsidR="00C80442">
        <w:rPr>
          <w:lang w:eastAsia="ko-KR"/>
        </w:rPr>
        <w:t>.</w:t>
      </w:r>
      <w:r w:rsidR="00DF01A1">
        <w:rPr>
          <w:lang w:eastAsia="ko-KR"/>
        </w:rPr>
        <w:t>e</w:t>
      </w:r>
      <w:r w:rsidR="00C80442">
        <w:rPr>
          <w:lang w:eastAsia="ko-KR"/>
        </w:rPr>
        <w:t>. ‘</w:t>
      </w:r>
      <w:r w:rsidR="00C80442" w:rsidRPr="00E56598">
        <w:rPr>
          <w:rFonts w:ascii="Courier New" w:hAnsi="Courier New" w:cs="Courier New"/>
          <w:lang w:eastAsia="ko-KR"/>
        </w:rPr>
        <w:t>.</w:t>
      </w:r>
      <w:r w:rsidR="00C80442">
        <w:rPr>
          <w:lang w:eastAsia="ko-KR"/>
        </w:rPr>
        <w:t>’)</w:t>
      </w:r>
      <w:r w:rsidR="000D2EC6">
        <w:rPr>
          <w:lang w:eastAsia="ko-KR"/>
        </w:rPr>
        <w:t>.</w:t>
      </w:r>
      <w:r w:rsidR="00615E41">
        <w:rPr>
          <w:lang w:eastAsia="ko-KR"/>
        </w:rPr>
        <w:t xml:space="preserve"> </w:t>
      </w:r>
      <w:r w:rsidR="00752498">
        <w:rPr>
          <w:lang w:eastAsia="ko-KR"/>
        </w:rPr>
        <w:t xml:space="preserve">The following are valid </w:t>
      </w:r>
      <w:r w:rsidR="000D2EC6">
        <w:rPr>
          <w:lang w:eastAsia="ko-KR"/>
        </w:rPr>
        <w:t xml:space="preserve">decimal </w:t>
      </w:r>
      <w:r w:rsidR="00752498">
        <w:rPr>
          <w:lang w:eastAsia="ko-KR"/>
        </w:rPr>
        <w:t>values:</w:t>
      </w:r>
    </w:p>
    <w:p w14:paraId="4FC9E0B1" w14:textId="77777777" w:rsidR="008A78A7" w:rsidRPr="006D1923" w:rsidRDefault="008A78A7" w:rsidP="008A78A7">
      <w:pPr>
        <w:pStyle w:val="Example"/>
      </w:pPr>
      <w:r w:rsidRPr="006D1923">
        <w:t xml:space="preserve">EXAMPLE </w:t>
      </w:r>
      <w:r w:rsidRPr="006D1923">
        <w:sym w:font="Symbol" w:char="F0BE"/>
      </w:r>
    </w:p>
    <w:p w14:paraId="58DDFE79" w14:textId="512977C2" w:rsidR="00EF3BD3" w:rsidRDefault="00EF3BD3" w:rsidP="00E56598">
      <w:pPr>
        <w:pStyle w:val="SDLCode"/>
      </w:pPr>
      <w:r>
        <w:t>58</w:t>
      </w:r>
    </w:p>
    <w:p w14:paraId="62561F40" w14:textId="1AB97C30" w:rsidR="00187914" w:rsidRDefault="00515153" w:rsidP="00E56598">
      <w:pPr>
        <w:pStyle w:val="SDLCode"/>
      </w:pPr>
      <w:r>
        <w:t>58.0</w:t>
      </w:r>
    </w:p>
    <w:p w14:paraId="6C8CCEB2" w14:textId="55F480D6" w:rsidR="00515153" w:rsidRDefault="00515153" w:rsidP="00E56598">
      <w:pPr>
        <w:pStyle w:val="SDLCode"/>
      </w:pPr>
      <w:r>
        <w:t>58.3</w:t>
      </w:r>
    </w:p>
    <w:p w14:paraId="11AEFA2F" w14:textId="3CBD503C" w:rsidR="00EC2E57" w:rsidRDefault="00EC2E57" w:rsidP="00E56598">
      <w:pPr>
        <w:pStyle w:val="SDLCode"/>
        <w:rPr>
          <w:rFonts w:eastAsia="Times New Roman"/>
          <w:sz w:val="19"/>
          <w:szCs w:val="19"/>
          <w:lang w:eastAsia="en-GB"/>
        </w:rPr>
      </w:pPr>
      <w:r>
        <w:rPr>
          <w:rFonts w:eastAsia="Times New Roman"/>
          <w:sz w:val="19"/>
          <w:szCs w:val="19"/>
          <w:lang w:eastAsia="en-GB"/>
        </w:rPr>
        <w:t>+2.3</w:t>
      </w:r>
    </w:p>
    <w:p w14:paraId="540B7676" w14:textId="733F87B8" w:rsidR="00615E41" w:rsidRDefault="00EC2E57" w:rsidP="00634A0F">
      <w:pPr>
        <w:pStyle w:val="SDLCode"/>
        <w:rPr>
          <w:rFonts w:eastAsia="Times New Roman"/>
          <w:sz w:val="19"/>
          <w:szCs w:val="19"/>
          <w:lang w:eastAsia="en-GB"/>
        </w:rPr>
      </w:pPr>
      <w:r>
        <w:rPr>
          <w:rFonts w:eastAsia="Times New Roman"/>
          <w:sz w:val="19"/>
          <w:szCs w:val="19"/>
          <w:lang w:eastAsia="en-GB"/>
        </w:rPr>
        <w:t>-2.3</w:t>
      </w:r>
      <w:r w:rsidR="0025279B">
        <w:rPr>
          <w:rFonts w:eastAsia="Times New Roman"/>
          <w:sz w:val="19"/>
          <w:szCs w:val="19"/>
          <w:lang w:eastAsia="en-GB"/>
        </w:rPr>
        <w:t>000</w:t>
      </w:r>
    </w:p>
    <w:p w14:paraId="5FCCC67B" w14:textId="77777777" w:rsidR="00634A0F" w:rsidRPr="00E56598" w:rsidRDefault="00634A0F" w:rsidP="00E56598">
      <w:pPr>
        <w:pStyle w:val="SDLCode"/>
        <w:rPr>
          <w:rFonts w:eastAsia="Times New Roman"/>
          <w:sz w:val="19"/>
          <w:szCs w:val="19"/>
          <w:lang w:eastAsia="en-GB"/>
        </w:rPr>
      </w:pPr>
    </w:p>
    <w:p w14:paraId="1B0842F8" w14:textId="00F86370" w:rsidR="00752498" w:rsidRDefault="00752498" w:rsidP="00752498">
      <w:pPr>
        <w:rPr>
          <w:lang w:eastAsia="ko-KR"/>
        </w:rPr>
      </w:pPr>
      <w:r>
        <w:rPr>
          <w:lang w:eastAsia="ko-KR"/>
        </w:rPr>
        <w:t xml:space="preserve">The following are </w:t>
      </w:r>
      <w:r w:rsidRPr="00E56598">
        <w:rPr>
          <w:u w:val="single"/>
          <w:lang w:eastAsia="ko-KR"/>
        </w:rPr>
        <w:t>invalid</w:t>
      </w:r>
      <w:r>
        <w:rPr>
          <w:lang w:eastAsia="ko-KR"/>
        </w:rPr>
        <w:t xml:space="preserve"> </w:t>
      </w:r>
      <w:r w:rsidR="0025279B">
        <w:rPr>
          <w:lang w:eastAsia="ko-KR"/>
        </w:rPr>
        <w:t>decimal</w:t>
      </w:r>
      <w:r w:rsidR="00941590">
        <w:rPr>
          <w:lang w:eastAsia="ko-KR"/>
        </w:rPr>
        <w:t xml:space="preserve"> literal </w:t>
      </w:r>
      <w:r>
        <w:rPr>
          <w:lang w:eastAsia="ko-KR"/>
        </w:rPr>
        <w:t>values:</w:t>
      </w:r>
    </w:p>
    <w:p w14:paraId="26FDF611" w14:textId="77777777" w:rsidR="00752498" w:rsidRPr="006D1923" w:rsidRDefault="00752498" w:rsidP="00752498">
      <w:pPr>
        <w:pStyle w:val="Example"/>
      </w:pPr>
      <w:r w:rsidRPr="006D1923">
        <w:t xml:space="preserve">EXAMPLE </w:t>
      </w:r>
      <w:r w:rsidRPr="006D1923">
        <w:sym w:font="Symbol" w:char="F0BE"/>
      </w:r>
    </w:p>
    <w:p w14:paraId="385CB7D2" w14:textId="7AB053AA" w:rsidR="0025279B" w:rsidRDefault="0025279B" w:rsidP="00E56598">
      <w:pPr>
        <w:pStyle w:val="SDLCode"/>
      </w:pPr>
      <w:r>
        <w:t xml:space="preserve">-0.0 </w:t>
      </w:r>
      <w:r w:rsidR="000C6303">
        <w:t xml:space="preserve">  </w:t>
      </w:r>
      <w:r>
        <w:t>// signed zero is illegal</w:t>
      </w:r>
    </w:p>
    <w:p w14:paraId="121C167B" w14:textId="26B5E34B" w:rsidR="00615E41" w:rsidRDefault="00EC2E57" w:rsidP="00DF53F5">
      <w:pPr>
        <w:pStyle w:val="SDLCode"/>
      </w:pPr>
      <w:r>
        <w:t>002.3</w:t>
      </w:r>
      <w:r w:rsidR="000C6303">
        <w:t xml:space="preserve">  </w:t>
      </w:r>
      <w:r w:rsidR="00752498" w:rsidRPr="008F4E31">
        <w:t xml:space="preserve">// </w:t>
      </w:r>
      <w:r>
        <w:t>leading zeroes are illegal</w:t>
      </w:r>
    </w:p>
    <w:p w14:paraId="3E586535" w14:textId="77777777" w:rsidR="00DF53F5" w:rsidRDefault="00DF53F5" w:rsidP="00E56598">
      <w:pPr>
        <w:pStyle w:val="SDLCode"/>
      </w:pPr>
    </w:p>
    <w:p w14:paraId="48ECBC40" w14:textId="26EDA421" w:rsidR="00275590" w:rsidRDefault="00275590" w:rsidP="00275590">
      <w:pPr>
        <w:rPr>
          <w:lang w:eastAsia="ko-KR"/>
        </w:rPr>
      </w:pPr>
      <w:r>
        <w:rPr>
          <w:lang w:eastAsia="ko-KR"/>
        </w:rPr>
        <w:t>Floating</w:t>
      </w:r>
      <w:r w:rsidR="00006F05">
        <w:rPr>
          <w:lang w:eastAsia="ko-KR"/>
        </w:rPr>
        <w:t>-</w:t>
      </w:r>
      <w:r>
        <w:rPr>
          <w:lang w:eastAsia="ko-KR"/>
        </w:rPr>
        <w:t>point literal</w:t>
      </w:r>
      <w:r w:rsidR="001557BD">
        <w:rPr>
          <w:lang w:eastAsia="ko-KR"/>
        </w:rPr>
        <w:t xml:space="preserve"> value</w:t>
      </w:r>
      <w:r>
        <w:rPr>
          <w:lang w:eastAsia="ko-KR"/>
        </w:rPr>
        <w:t>s can be defined using digits, an optional sign character (</w:t>
      </w:r>
      <w:r w:rsidR="002672C1">
        <w:rPr>
          <w:lang w:eastAsia="ko-KR"/>
        </w:rPr>
        <w:t>i</w:t>
      </w:r>
      <w:r>
        <w:rPr>
          <w:lang w:eastAsia="ko-KR"/>
        </w:rPr>
        <w:t>.</w:t>
      </w:r>
      <w:r w:rsidR="002672C1">
        <w:rPr>
          <w:lang w:eastAsia="ko-KR"/>
        </w:rPr>
        <w:t>e</w:t>
      </w:r>
      <w:r>
        <w:rPr>
          <w:lang w:eastAsia="ko-KR"/>
        </w:rPr>
        <w:t>. ‘</w:t>
      </w:r>
      <w:r w:rsidRPr="008F4E31">
        <w:rPr>
          <w:rFonts w:ascii="Courier New" w:hAnsi="Courier New" w:cs="Courier New"/>
          <w:lang w:eastAsia="ko-KR"/>
        </w:rPr>
        <w:t>+</w:t>
      </w:r>
      <w:r>
        <w:rPr>
          <w:lang w:eastAsia="ko-KR"/>
        </w:rPr>
        <w:t>’, ‘</w:t>
      </w:r>
      <w:r w:rsidRPr="008F4E31">
        <w:rPr>
          <w:rFonts w:ascii="Courier New" w:hAnsi="Courier New" w:cs="Courier New"/>
          <w:lang w:eastAsia="ko-KR"/>
        </w:rPr>
        <w:t>-</w:t>
      </w:r>
      <w:r>
        <w:rPr>
          <w:lang w:eastAsia="ko-KR"/>
        </w:rPr>
        <w:t>‘)</w:t>
      </w:r>
      <w:r w:rsidR="00EF3BD3">
        <w:rPr>
          <w:lang w:eastAsia="ko-KR"/>
        </w:rPr>
        <w:t>,</w:t>
      </w:r>
      <w:r>
        <w:rPr>
          <w:lang w:eastAsia="ko-KR"/>
        </w:rPr>
        <w:t xml:space="preserve"> </w:t>
      </w:r>
      <w:r w:rsidRPr="005A4093">
        <w:rPr>
          <w:lang w:eastAsia="ko-KR"/>
        </w:rPr>
        <w:t>a</w:t>
      </w:r>
      <w:r w:rsidR="00EF3BD3">
        <w:rPr>
          <w:lang w:eastAsia="ko-KR"/>
        </w:rPr>
        <w:t>n optional</w:t>
      </w:r>
      <w:r w:rsidRPr="005A4093">
        <w:rPr>
          <w:lang w:eastAsia="ko-KR"/>
        </w:rPr>
        <w:t xml:space="preserve"> decimal</w:t>
      </w:r>
      <w:r>
        <w:rPr>
          <w:lang w:eastAsia="ko-KR"/>
        </w:rPr>
        <w:t xml:space="preserve"> separator (</w:t>
      </w:r>
      <w:r w:rsidR="002672C1">
        <w:rPr>
          <w:lang w:eastAsia="ko-KR"/>
        </w:rPr>
        <w:t>i</w:t>
      </w:r>
      <w:r>
        <w:rPr>
          <w:lang w:eastAsia="ko-KR"/>
        </w:rPr>
        <w:t>.</w:t>
      </w:r>
      <w:r w:rsidR="002672C1">
        <w:rPr>
          <w:lang w:eastAsia="ko-KR"/>
        </w:rPr>
        <w:t>e</w:t>
      </w:r>
      <w:r>
        <w:rPr>
          <w:lang w:eastAsia="ko-KR"/>
        </w:rPr>
        <w:t>. ‘</w:t>
      </w:r>
      <w:r w:rsidRPr="008F4E31">
        <w:rPr>
          <w:rFonts w:ascii="Courier New" w:hAnsi="Courier New" w:cs="Courier New"/>
          <w:lang w:eastAsia="ko-KR"/>
        </w:rPr>
        <w:t>.</w:t>
      </w:r>
      <w:r>
        <w:rPr>
          <w:lang w:eastAsia="ko-KR"/>
        </w:rPr>
        <w:t>’) and an</w:t>
      </w:r>
      <w:r w:rsidR="00EF3BD3">
        <w:rPr>
          <w:lang w:eastAsia="ko-KR"/>
        </w:rPr>
        <w:t xml:space="preserve"> optional</w:t>
      </w:r>
      <w:r>
        <w:rPr>
          <w:lang w:eastAsia="ko-KR"/>
        </w:rPr>
        <w:t xml:space="preserve"> exponent indicator (</w:t>
      </w:r>
      <w:r w:rsidR="002672C1">
        <w:rPr>
          <w:lang w:eastAsia="ko-KR"/>
        </w:rPr>
        <w:t>i</w:t>
      </w:r>
      <w:r>
        <w:rPr>
          <w:lang w:eastAsia="ko-KR"/>
        </w:rPr>
        <w:t>.</w:t>
      </w:r>
      <w:r w:rsidR="002672C1">
        <w:rPr>
          <w:lang w:eastAsia="ko-KR"/>
        </w:rPr>
        <w:t>e</w:t>
      </w:r>
      <w:r>
        <w:rPr>
          <w:lang w:eastAsia="ko-KR"/>
        </w:rPr>
        <w:t>. ‘</w:t>
      </w:r>
      <w:r w:rsidRPr="00E56598">
        <w:rPr>
          <w:rFonts w:ascii="Courier New" w:hAnsi="Courier New" w:cs="Courier New"/>
          <w:lang w:eastAsia="ko-KR"/>
        </w:rPr>
        <w:t>e</w:t>
      </w:r>
      <w:r>
        <w:rPr>
          <w:lang w:eastAsia="ko-KR"/>
        </w:rPr>
        <w:t>’).</w:t>
      </w:r>
      <w:r w:rsidR="00615E41">
        <w:rPr>
          <w:lang w:eastAsia="ko-KR"/>
        </w:rPr>
        <w:t xml:space="preserve"> </w:t>
      </w:r>
      <w:r>
        <w:rPr>
          <w:lang w:eastAsia="ko-KR"/>
        </w:rPr>
        <w:t>The following are valid floating</w:t>
      </w:r>
      <w:r w:rsidR="00774E07">
        <w:rPr>
          <w:lang w:eastAsia="ko-KR"/>
        </w:rPr>
        <w:t>-</w:t>
      </w:r>
      <w:r>
        <w:rPr>
          <w:lang w:eastAsia="ko-KR"/>
        </w:rPr>
        <w:t>point values:</w:t>
      </w:r>
    </w:p>
    <w:p w14:paraId="3CFED152" w14:textId="77777777" w:rsidR="00275590" w:rsidRPr="006D1923" w:rsidRDefault="00275590" w:rsidP="00275590">
      <w:pPr>
        <w:pStyle w:val="Example"/>
      </w:pPr>
      <w:r w:rsidRPr="006D1923">
        <w:t xml:space="preserve">EXAMPLE </w:t>
      </w:r>
      <w:r w:rsidRPr="006D1923">
        <w:sym w:font="Symbol" w:char="F0BE"/>
      </w:r>
    </w:p>
    <w:p w14:paraId="50E4BD8E" w14:textId="4608378C" w:rsidR="00933932" w:rsidRDefault="00933932" w:rsidP="00E56598">
      <w:pPr>
        <w:pStyle w:val="SDLCode"/>
      </w:pPr>
      <w:r>
        <w:t>58</w:t>
      </w:r>
    </w:p>
    <w:p w14:paraId="3997DDC4" w14:textId="1DA1BA7E" w:rsidR="00933932" w:rsidRDefault="00D364FC" w:rsidP="00E56598">
      <w:pPr>
        <w:pStyle w:val="SDLCode"/>
      </w:pPr>
      <w:r>
        <w:t>-</w:t>
      </w:r>
      <w:r w:rsidR="00933932">
        <w:t>58.</w:t>
      </w:r>
      <w:r w:rsidR="003E13DC">
        <w:t>0</w:t>
      </w:r>
    </w:p>
    <w:p w14:paraId="4FFA0A8A" w14:textId="00657FCE" w:rsidR="001851AD" w:rsidRDefault="001851AD" w:rsidP="00E56598">
      <w:pPr>
        <w:pStyle w:val="SDLCode"/>
      </w:pPr>
      <w:r>
        <w:t>123e67</w:t>
      </w:r>
    </w:p>
    <w:p w14:paraId="20DDAD6A" w14:textId="46732CAB" w:rsidR="00275590" w:rsidRDefault="001851AD" w:rsidP="00E56598">
      <w:pPr>
        <w:pStyle w:val="SDLCode"/>
      </w:pPr>
      <w:r w:rsidRPr="00D626D3">
        <w:rPr>
          <w:lang w:val="en-GB"/>
        </w:rPr>
        <w:t>123.456e-67</w:t>
      </w:r>
    </w:p>
    <w:p w14:paraId="73527BCB" w14:textId="4083288E" w:rsidR="00275590" w:rsidRPr="00E56598" w:rsidRDefault="00275590" w:rsidP="00E56598">
      <w:pPr>
        <w:pStyle w:val="SDLCode"/>
      </w:pPr>
      <w:r w:rsidRPr="00E56598">
        <w:t xml:space="preserve">-0 // </w:t>
      </w:r>
      <w:r w:rsidR="008405A5" w:rsidRPr="00E56598">
        <w:t>negative zero</w:t>
      </w:r>
    </w:p>
    <w:p w14:paraId="3E64151B" w14:textId="317274BA" w:rsidR="00275590" w:rsidRDefault="00275590" w:rsidP="0094537D">
      <w:pPr>
        <w:pStyle w:val="SDLCode"/>
      </w:pPr>
      <w:r w:rsidRPr="00E56598">
        <w:t xml:space="preserve">+0 // </w:t>
      </w:r>
      <w:r w:rsidR="008405A5" w:rsidRPr="00E56598">
        <w:t>positive zero</w:t>
      </w:r>
    </w:p>
    <w:p w14:paraId="28114688" w14:textId="77777777" w:rsidR="0094537D" w:rsidRPr="00E56598" w:rsidRDefault="0094537D" w:rsidP="00E56598">
      <w:pPr>
        <w:pStyle w:val="SDLCode"/>
      </w:pPr>
    </w:p>
    <w:p w14:paraId="519DEF39" w14:textId="303CD14E" w:rsidR="00615E41" w:rsidRDefault="008405A5" w:rsidP="001851AD">
      <w:pPr>
        <w:rPr>
          <w:lang w:eastAsia="ko-KR"/>
        </w:rPr>
      </w:pPr>
      <w:r>
        <w:rPr>
          <w:lang w:eastAsia="ko-KR"/>
        </w:rPr>
        <w:t>Although the SDL supports signed zero for floating point literals, the interpretation and behaviour of using these values is not defined.</w:t>
      </w:r>
    </w:p>
    <w:p w14:paraId="539ADDA2" w14:textId="564095E2" w:rsidR="001557BD" w:rsidRPr="00E56598" w:rsidRDefault="001557BD" w:rsidP="00E56598">
      <w:pPr>
        <w:pStyle w:val="BodyText"/>
        <w:spacing w:after="220" w:line="240" w:lineRule="auto"/>
        <w:rPr>
          <w:highlight w:val="yellow"/>
        </w:rPr>
      </w:pPr>
      <w:r w:rsidRPr="00720E47">
        <w:rPr>
          <w:highlight w:val="yellow"/>
        </w:rPr>
        <w:t xml:space="preserve">[Editor’s note: </w:t>
      </w:r>
      <w:r>
        <w:rPr>
          <w:highlight w:val="yellow"/>
        </w:rPr>
        <w:t xml:space="preserve">this could potentially be </w:t>
      </w:r>
      <w:r w:rsidR="006A1362">
        <w:rPr>
          <w:highlight w:val="yellow"/>
        </w:rPr>
        <w:t>moved/</w:t>
      </w:r>
      <w:r>
        <w:rPr>
          <w:highlight w:val="yellow"/>
        </w:rPr>
        <w:t>addressed later in a new clause discussing bitstream and in-memory values, value coercion etc.]</w:t>
      </w:r>
    </w:p>
    <w:p w14:paraId="21187286" w14:textId="1A29D35A" w:rsidR="001851AD" w:rsidRDefault="001851AD" w:rsidP="001851AD">
      <w:pPr>
        <w:rPr>
          <w:lang w:eastAsia="ko-KR"/>
        </w:rPr>
      </w:pPr>
      <w:r>
        <w:rPr>
          <w:lang w:eastAsia="ko-KR"/>
        </w:rPr>
        <w:t xml:space="preserve">The following are </w:t>
      </w:r>
      <w:r w:rsidRPr="008F4E31">
        <w:rPr>
          <w:u w:val="single"/>
          <w:lang w:eastAsia="ko-KR"/>
        </w:rPr>
        <w:t>invalid</w:t>
      </w:r>
      <w:r>
        <w:rPr>
          <w:lang w:eastAsia="ko-KR"/>
        </w:rPr>
        <w:t xml:space="preserve"> floating</w:t>
      </w:r>
      <w:r w:rsidR="009003C4">
        <w:rPr>
          <w:lang w:eastAsia="ko-KR"/>
        </w:rPr>
        <w:t>-</w:t>
      </w:r>
      <w:r>
        <w:rPr>
          <w:lang w:eastAsia="ko-KR"/>
        </w:rPr>
        <w:t>point literal values:</w:t>
      </w:r>
    </w:p>
    <w:p w14:paraId="41EE523A" w14:textId="77777777" w:rsidR="001851AD" w:rsidRPr="006D1923" w:rsidRDefault="001851AD" w:rsidP="001851AD">
      <w:pPr>
        <w:pStyle w:val="Example"/>
      </w:pPr>
      <w:r w:rsidRPr="006D1923">
        <w:t xml:space="preserve">EXAMPLE </w:t>
      </w:r>
      <w:r w:rsidRPr="006D1923">
        <w:sym w:font="Symbol" w:char="F0BE"/>
      </w:r>
    </w:p>
    <w:p w14:paraId="06727F7D" w14:textId="7FEFA7A1" w:rsidR="001851AD" w:rsidRDefault="001851AD" w:rsidP="00E56598">
      <w:pPr>
        <w:pStyle w:val="SDLCode"/>
      </w:pPr>
      <w:r w:rsidRPr="00E56598">
        <w:rPr>
          <w:lang w:val="en-GB"/>
        </w:rPr>
        <w:t>123</w:t>
      </w:r>
      <w:r w:rsidRPr="00E56598">
        <w:t>E</w:t>
      </w:r>
      <w:r w:rsidRPr="00E56598">
        <w:rPr>
          <w:lang w:val="en-GB"/>
        </w:rPr>
        <w:t>67</w:t>
      </w:r>
      <w:r w:rsidRPr="00E56598">
        <w:t xml:space="preserve"> </w:t>
      </w:r>
      <w:r w:rsidR="000C6303">
        <w:t xml:space="preserve">  </w:t>
      </w:r>
      <w:r w:rsidRPr="00E56598">
        <w:t>// uppercase E is illegal</w:t>
      </w:r>
    </w:p>
    <w:p w14:paraId="4ED807DF" w14:textId="77777777" w:rsidR="001851AD" w:rsidRDefault="001851AD" w:rsidP="00E56598">
      <w:pPr>
        <w:pStyle w:val="SDLCode"/>
      </w:pPr>
      <w:r>
        <w:t>00</w:t>
      </w:r>
      <w:r w:rsidRPr="008F4E31">
        <w:rPr>
          <w:lang w:val="en-GB"/>
        </w:rPr>
        <w:t>123</w:t>
      </w:r>
      <w:r>
        <w:t>e</w:t>
      </w:r>
      <w:r w:rsidRPr="008F4E31">
        <w:rPr>
          <w:lang w:val="en-GB"/>
        </w:rPr>
        <w:t>67</w:t>
      </w:r>
      <w:r w:rsidRPr="008F4E31">
        <w:t xml:space="preserve"> // </w:t>
      </w:r>
      <w:r>
        <w:t>leading zeroes are illegal</w:t>
      </w:r>
    </w:p>
    <w:p w14:paraId="567DAE1C" w14:textId="7DE60FC4" w:rsidR="00ED58BB" w:rsidRDefault="001851AD" w:rsidP="0094537D">
      <w:pPr>
        <w:pStyle w:val="SDLCode"/>
      </w:pPr>
      <w:r w:rsidRPr="008F4E31">
        <w:rPr>
          <w:lang w:val="en-GB"/>
        </w:rPr>
        <w:t>123</w:t>
      </w:r>
      <w:r>
        <w:t>e0</w:t>
      </w:r>
      <w:r w:rsidRPr="008F4E31">
        <w:rPr>
          <w:lang w:val="en-GB"/>
        </w:rPr>
        <w:t>67</w:t>
      </w:r>
      <w:r w:rsidR="000C6303">
        <w:t xml:space="preserve">  </w:t>
      </w:r>
      <w:r w:rsidRPr="008F4E31">
        <w:t xml:space="preserve">// </w:t>
      </w:r>
      <w:r>
        <w:t>leading zeroes are illegal</w:t>
      </w:r>
    </w:p>
    <w:p w14:paraId="771449B5" w14:textId="77777777" w:rsidR="0094537D" w:rsidRPr="0094537D" w:rsidRDefault="0094537D" w:rsidP="00E56598">
      <w:pPr>
        <w:pStyle w:val="SDLCode"/>
        <w:rPr>
          <w:sz w:val="20"/>
          <w:szCs w:val="20"/>
        </w:rPr>
      </w:pPr>
    </w:p>
    <w:p w14:paraId="25BA224A" w14:textId="494163C6" w:rsidR="0021674D" w:rsidRPr="006D1923" w:rsidRDefault="0021674D" w:rsidP="0021674D">
      <w:pPr>
        <w:pStyle w:val="Heading2"/>
        <w:numPr>
          <w:ilvl w:val="1"/>
          <w:numId w:val="1"/>
        </w:numPr>
        <w:tabs>
          <w:tab w:val="clear" w:pos="360"/>
        </w:tabs>
      </w:pPr>
      <w:bookmarkStart w:id="64" w:name="_Toc117687179"/>
      <w:bookmarkStart w:id="65" w:name="_Toc117687248"/>
      <w:bookmarkStart w:id="66" w:name="_Toc117687318"/>
      <w:bookmarkStart w:id="67" w:name="_Toc117687454"/>
      <w:bookmarkStart w:id="68" w:name="_Toc150443111"/>
      <w:r w:rsidRPr="006D1923">
        <w:lastRenderedPageBreak/>
        <w:t xml:space="preserve">Scoping </w:t>
      </w:r>
      <w:r w:rsidR="00311617">
        <w:t>r</w:t>
      </w:r>
      <w:r w:rsidRPr="006D1923">
        <w:t>ules</w:t>
      </w:r>
      <w:bookmarkEnd w:id="64"/>
      <w:bookmarkEnd w:id="65"/>
      <w:bookmarkEnd w:id="66"/>
      <w:bookmarkEnd w:id="67"/>
      <w:bookmarkEnd w:id="68"/>
    </w:p>
    <w:p w14:paraId="67C9C731" w14:textId="53E6DCAA" w:rsidR="00414A30" w:rsidRDefault="00414A30" w:rsidP="00E56598">
      <w:pPr>
        <w:pStyle w:val="Heading3"/>
      </w:pPr>
      <w:r>
        <w:t>Parsable Variables</w:t>
      </w:r>
    </w:p>
    <w:p w14:paraId="3F19B5DE" w14:textId="4BE22EE4" w:rsidR="00D6778C" w:rsidRPr="00282F49" w:rsidRDefault="0021674D" w:rsidP="0021674D">
      <w:pPr>
        <w:pStyle w:val="BodyText"/>
        <w:spacing w:after="220"/>
        <w:rPr>
          <w:rFonts w:eastAsia="Times New Roman"/>
          <w:lang w:eastAsia="ko-KR"/>
        </w:rPr>
      </w:pPr>
      <w:r w:rsidRPr="00282F49">
        <w:rPr>
          <w:rFonts w:eastAsia="Times New Roman"/>
          <w:lang w:eastAsia="ko-KR"/>
        </w:rPr>
        <w:t xml:space="preserve">All parsable variables </w:t>
      </w:r>
      <w:r w:rsidR="00D6778C">
        <w:rPr>
          <w:rFonts w:eastAsia="Times New Roman"/>
          <w:lang w:eastAsia="ko-KR"/>
        </w:rPr>
        <w:t xml:space="preserve">(defined in </w:t>
      </w:r>
      <w:r w:rsidR="00D6778C">
        <w:rPr>
          <w:rFonts w:eastAsia="Times New Roman"/>
          <w:lang w:eastAsia="ko-KR"/>
        </w:rPr>
        <w:fldChar w:fldCharType="begin"/>
      </w:r>
      <w:r w:rsidR="00D6778C">
        <w:rPr>
          <w:rFonts w:eastAsia="Times New Roman"/>
          <w:lang w:eastAsia="ko-KR"/>
        </w:rPr>
        <w:instrText xml:space="preserve"> REF _Ref128489211 \r \h </w:instrText>
      </w:r>
      <w:r w:rsidR="00D6778C">
        <w:rPr>
          <w:rFonts w:eastAsia="Times New Roman"/>
          <w:lang w:eastAsia="ko-KR"/>
        </w:rPr>
      </w:r>
      <w:r w:rsidR="00D6778C">
        <w:rPr>
          <w:rFonts w:eastAsia="Times New Roman"/>
          <w:lang w:eastAsia="ko-KR"/>
        </w:rPr>
        <w:fldChar w:fldCharType="separate"/>
      </w:r>
      <w:r w:rsidR="00D6778C">
        <w:rPr>
          <w:rFonts w:eastAsia="Times New Roman"/>
          <w:lang w:eastAsia="ko-KR"/>
        </w:rPr>
        <w:t>6</w:t>
      </w:r>
      <w:r w:rsidR="00D6778C">
        <w:rPr>
          <w:rFonts w:eastAsia="Times New Roman"/>
          <w:lang w:eastAsia="ko-KR"/>
        </w:rPr>
        <w:fldChar w:fldCharType="end"/>
      </w:r>
      <w:r w:rsidR="00D6778C">
        <w:rPr>
          <w:rFonts w:eastAsia="Times New Roman"/>
          <w:lang w:eastAsia="ko-KR"/>
        </w:rPr>
        <w:t xml:space="preserve"> and </w:t>
      </w:r>
      <w:r w:rsidR="00D6778C">
        <w:rPr>
          <w:rFonts w:eastAsia="Times New Roman"/>
          <w:lang w:eastAsia="ko-KR"/>
        </w:rPr>
        <w:fldChar w:fldCharType="begin"/>
      </w:r>
      <w:r w:rsidR="00D6778C">
        <w:rPr>
          <w:rFonts w:eastAsia="Times New Roman"/>
          <w:lang w:eastAsia="ko-KR"/>
        </w:rPr>
        <w:instrText xml:space="preserve"> REF _Ref150457321 \r \h </w:instrText>
      </w:r>
      <w:r w:rsidR="00D6778C">
        <w:rPr>
          <w:rFonts w:eastAsia="Times New Roman"/>
          <w:lang w:eastAsia="ko-KR"/>
        </w:rPr>
      </w:r>
      <w:r w:rsidR="00D6778C">
        <w:rPr>
          <w:rFonts w:eastAsia="Times New Roman"/>
          <w:lang w:eastAsia="ko-KR"/>
        </w:rPr>
        <w:fldChar w:fldCharType="separate"/>
      </w:r>
      <w:r w:rsidR="00D6778C">
        <w:rPr>
          <w:rFonts w:eastAsia="Times New Roman"/>
          <w:lang w:eastAsia="ko-KR"/>
        </w:rPr>
        <w:t>7</w:t>
      </w:r>
      <w:r w:rsidR="00D6778C">
        <w:rPr>
          <w:rFonts w:eastAsia="Times New Roman"/>
          <w:lang w:eastAsia="ko-KR"/>
        </w:rPr>
        <w:fldChar w:fldCharType="end"/>
      </w:r>
      <w:r w:rsidR="00D6778C">
        <w:rPr>
          <w:rFonts w:eastAsia="Times New Roman"/>
          <w:lang w:eastAsia="ko-KR"/>
        </w:rPr>
        <w:t xml:space="preserve">) </w:t>
      </w:r>
      <w:r w:rsidR="002743FD">
        <w:rPr>
          <w:rFonts w:eastAsia="Times New Roman"/>
          <w:lang w:eastAsia="ko-KR"/>
        </w:rPr>
        <w:t>regardless of nested scope blocks and conditional branches</w:t>
      </w:r>
      <w:r w:rsidR="002743FD" w:rsidRPr="002743FD">
        <w:rPr>
          <w:rFonts w:eastAsia="Times New Roman"/>
          <w:lang w:eastAsia="ko-KR"/>
        </w:rPr>
        <w:t xml:space="preserve"> </w:t>
      </w:r>
      <w:r w:rsidR="002743FD" w:rsidRPr="00282F49">
        <w:rPr>
          <w:rFonts w:eastAsia="Times New Roman"/>
          <w:lang w:eastAsia="ko-KR"/>
        </w:rPr>
        <w:t>have class scope</w:t>
      </w:r>
      <w:r w:rsidRPr="00282F49">
        <w:rPr>
          <w:rFonts w:eastAsia="Times New Roman"/>
          <w:lang w:eastAsia="ko-KR"/>
        </w:rPr>
        <w:t>, i.e., they are available as class member variables.</w:t>
      </w:r>
      <w:r w:rsidR="000B1FD3">
        <w:rPr>
          <w:rFonts w:eastAsia="Times New Roman"/>
          <w:lang w:eastAsia="ko-KR"/>
        </w:rPr>
        <w:t xml:space="preserve"> </w:t>
      </w:r>
      <w:r w:rsidR="000B1FD3" w:rsidRPr="000B1FD3">
        <w:rPr>
          <w:rFonts w:eastAsia="Times New Roman"/>
          <w:lang w:eastAsia="ko-KR"/>
        </w:rPr>
        <w:t xml:space="preserve">The value of parsable variables with declarations that fall outside the flow of </w:t>
      </w:r>
      <w:r w:rsidR="000B1FD3">
        <w:rPr>
          <w:rFonts w:eastAsia="Times New Roman"/>
          <w:lang w:eastAsia="ko-KR"/>
        </w:rPr>
        <w:t>parsing</w:t>
      </w:r>
      <w:r w:rsidR="000B1FD3" w:rsidRPr="000B1FD3">
        <w:rPr>
          <w:rFonts w:eastAsia="Times New Roman"/>
          <w:lang w:eastAsia="ko-KR"/>
        </w:rPr>
        <w:t xml:space="preserve"> shall </w:t>
      </w:r>
      <w:r w:rsidR="000B1FD3">
        <w:rPr>
          <w:rFonts w:eastAsia="Times New Roman"/>
          <w:lang w:eastAsia="ko-KR"/>
        </w:rPr>
        <w:t>have a default value of 0 for elementary types and an empty string for string types.</w:t>
      </w:r>
    </w:p>
    <w:p w14:paraId="37D0765A" w14:textId="4B93BB99" w:rsidR="00414A30" w:rsidRDefault="00414A30" w:rsidP="00E56598">
      <w:pPr>
        <w:pStyle w:val="Heading3"/>
      </w:pPr>
      <w:r>
        <w:t>Non-Parsable Variables</w:t>
      </w:r>
      <w:r w:rsidRPr="00282F49">
        <w:t xml:space="preserve"> </w:t>
      </w:r>
    </w:p>
    <w:p w14:paraId="75E73D77" w14:textId="77777777" w:rsidR="00F425CA" w:rsidRDefault="0021674D" w:rsidP="00F84023">
      <w:pPr>
        <w:pStyle w:val="BodyText"/>
        <w:spacing w:after="220"/>
        <w:rPr>
          <w:rFonts w:eastAsia="Times New Roman"/>
          <w:lang w:eastAsia="ko-KR"/>
        </w:rPr>
      </w:pPr>
      <w:r w:rsidRPr="00282F49">
        <w:rPr>
          <w:rFonts w:eastAsia="Times New Roman"/>
          <w:lang w:eastAsia="ko-KR"/>
        </w:rPr>
        <w:t>For non-parsable variables</w:t>
      </w:r>
      <w:r w:rsidR="00D6778C">
        <w:rPr>
          <w:rFonts w:eastAsia="Times New Roman"/>
          <w:lang w:eastAsia="ko-KR"/>
        </w:rPr>
        <w:t xml:space="preserve"> (defined in </w:t>
      </w:r>
      <w:r w:rsidR="00D6778C">
        <w:rPr>
          <w:rFonts w:eastAsia="Times New Roman"/>
          <w:lang w:eastAsia="ko-KR"/>
        </w:rPr>
        <w:fldChar w:fldCharType="begin"/>
      </w:r>
      <w:r w:rsidR="00D6778C">
        <w:rPr>
          <w:rFonts w:eastAsia="Times New Roman"/>
          <w:lang w:eastAsia="ko-KR"/>
        </w:rPr>
        <w:instrText xml:space="preserve"> REF _Ref150457403 \r \h </w:instrText>
      </w:r>
      <w:r w:rsidR="00D6778C">
        <w:rPr>
          <w:rFonts w:eastAsia="Times New Roman"/>
          <w:lang w:eastAsia="ko-KR"/>
        </w:rPr>
      </w:r>
      <w:r w:rsidR="00D6778C">
        <w:rPr>
          <w:rFonts w:eastAsia="Times New Roman"/>
          <w:lang w:eastAsia="ko-KR"/>
        </w:rPr>
        <w:fldChar w:fldCharType="separate"/>
      </w:r>
      <w:r w:rsidR="00D6778C">
        <w:rPr>
          <w:rFonts w:eastAsia="Times New Roman"/>
          <w:lang w:eastAsia="ko-KR"/>
        </w:rPr>
        <w:t>8</w:t>
      </w:r>
      <w:r w:rsidR="00D6778C">
        <w:rPr>
          <w:rFonts w:eastAsia="Times New Roman"/>
          <w:lang w:eastAsia="ko-KR"/>
        </w:rPr>
        <w:fldChar w:fldCharType="end"/>
      </w:r>
      <w:r w:rsidR="00D6778C">
        <w:rPr>
          <w:rFonts w:eastAsia="Times New Roman"/>
          <w:lang w:eastAsia="ko-KR"/>
        </w:rPr>
        <w:t>)</w:t>
      </w:r>
      <w:r w:rsidRPr="00282F49">
        <w:rPr>
          <w:rFonts w:eastAsia="Times New Roman"/>
          <w:lang w:eastAsia="ko-KR"/>
        </w:rPr>
        <w:t xml:space="preserve">, a new scope is introduced by </w:t>
      </w:r>
      <w:r w:rsidR="004E4943">
        <w:rPr>
          <w:rFonts w:eastAsia="Times New Roman"/>
          <w:lang w:eastAsia="ko-KR"/>
        </w:rPr>
        <w:t xml:space="preserve">the character </w:t>
      </w:r>
      <w:r w:rsidR="00397E1B" w:rsidRPr="00203C97">
        <w:rPr>
          <w:rFonts w:eastAsia="Times New Roman"/>
          <w:lang w:eastAsia="ko-KR"/>
        </w:rPr>
        <w:t>'</w:t>
      </w:r>
      <w:r w:rsidRPr="00C472DC">
        <w:rPr>
          <w:rStyle w:val="codeChar"/>
        </w:rPr>
        <w:t>{</w:t>
      </w:r>
      <w:r w:rsidR="00397E1B" w:rsidRPr="00203C97">
        <w:rPr>
          <w:rFonts w:eastAsia="Times New Roman"/>
          <w:lang w:eastAsia="ko-KR"/>
        </w:rPr>
        <w:t>'</w:t>
      </w:r>
      <w:r w:rsidRPr="00282F49">
        <w:rPr>
          <w:rFonts w:eastAsia="Times New Roman"/>
          <w:lang w:eastAsia="ko-KR"/>
        </w:rPr>
        <w:t xml:space="preserve"> and </w:t>
      </w:r>
      <w:r w:rsidR="00ED4CCA">
        <w:rPr>
          <w:rFonts w:eastAsia="Times New Roman"/>
          <w:lang w:eastAsia="ko-KR"/>
        </w:rPr>
        <w:t xml:space="preserve">exited by the character </w:t>
      </w:r>
      <w:r w:rsidR="00397E1B" w:rsidRPr="00C472DC">
        <w:rPr>
          <w:rFonts w:eastAsia="Times New Roman"/>
          <w:lang w:eastAsia="ko-KR"/>
        </w:rPr>
        <w:t>'</w:t>
      </w:r>
      <w:r w:rsidRPr="00C472DC">
        <w:rPr>
          <w:rStyle w:val="codeChar"/>
        </w:rPr>
        <w:t>}</w:t>
      </w:r>
      <w:r w:rsidR="00397E1B" w:rsidRPr="00C472DC">
        <w:rPr>
          <w:rFonts w:eastAsia="Times New Roman"/>
          <w:lang w:eastAsia="ko-KR"/>
        </w:rPr>
        <w:t>'</w:t>
      </w:r>
      <w:r w:rsidRPr="00282F49">
        <w:rPr>
          <w:rFonts w:eastAsia="Times New Roman"/>
          <w:lang w:eastAsia="ko-KR"/>
        </w:rPr>
        <w:t xml:space="preserve">. </w:t>
      </w:r>
    </w:p>
    <w:p w14:paraId="4011FDA8" w14:textId="6320A1AC" w:rsidR="00AD65FB" w:rsidRDefault="00AD65FB" w:rsidP="00F84023">
      <w:pPr>
        <w:pStyle w:val="BodyText"/>
        <w:spacing w:after="220"/>
      </w:pPr>
      <w:r w:rsidRPr="008F4E31">
        <w:rPr>
          <w:highlight w:val="yellow"/>
        </w:rPr>
        <w:t xml:space="preserve">[Editor’s note: </w:t>
      </w:r>
      <w:r>
        <w:rPr>
          <w:highlight w:val="yellow"/>
        </w:rPr>
        <w:t>Make a reference to the implicit usage of {} in single line if/else or loop clauses</w:t>
      </w:r>
      <w:r w:rsidRPr="008F4E31">
        <w:rPr>
          <w:highlight w:val="yellow"/>
        </w:rPr>
        <w:t>]</w:t>
      </w:r>
    </w:p>
    <w:p w14:paraId="3D946399" w14:textId="77777777" w:rsidR="00AD65FB" w:rsidRDefault="00BD21A5" w:rsidP="00F84023">
      <w:pPr>
        <w:pStyle w:val="BodyText"/>
        <w:spacing w:after="220"/>
        <w:rPr>
          <w:rFonts w:eastAsia="Times New Roman"/>
          <w:lang w:eastAsia="ko-KR"/>
        </w:rPr>
      </w:pPr>
      <w:r w:rsidRPr="00CE1EE5">
        <w:rPr>
          <w:rFonts w:eastAsia="Times New Roman"/>
          <w:lang w:eastAsia="ko-KR"/>
        </w:rPr>
        <w:t>A</w:t>
      </w:r>
      <w:r>
        <w:rPr>
          <w:rFonts w:eastAsia="Times New Roman"/>
          <w:lang w:eastAsia="ko-KR"/>
        </w:rPr>
        <w:t xml:space="preserve"> </w:t>
      </w:r>
      <w:r w:rsidRPr="00282F49">
        <w:rPr>
          <w:rFonts w:eastAsia="Times New Roman"/>
          <w:lang w:eastAsia="ko-KR"/>
        </w:rPr>
        <w:t>non-parsable</w:t>
      </w:r>
      <w:r w:rsidR="00E46ADD">
        <w:rPr>
          <w:rFonts w:eastAsia="Times New Roman"/>
          <w:lang w:eastAsia="ko-KR"/>
        </w:rPr>
        <w:t xml:space="preserve"> variable</w:t>
      </w:r>
      <w:r w:rsidRPr="00282F49">
        <w:rPr>
          <w:rFonts w:eastAsia="Times New Roman"/>
          <w:lang w:eastAsia="ko-KR"/>
        </w:rPr>
        <w:t xml:space="preserve"> </w:t>
      </w:r>
      <w:r>
        <w:rPr>
          <w:rFonts w:eastAsia="Times New Roman"/>
          <w:lang w:eastAsia="ko-KR"/>
        </w:rPr>
        <w:t>identifier</w:t>
      </w:r>
      <w:r w:rsidRPr="00CE1EE5">
        <w:rPr>
          <w:rFonts w:eastAsia="Times New Roman"/>
          <w:lang w:eastAsia="ko-KR"/>
        </w:rPr>
        <w:t xml:space="preserve"> can only be defined once within a single scope. If an </w:t>
      </w:r>
      <w:r>
        <w:rPr>
          <w:rFonts w:eastAsia="Times New Roman"/>
          <w:lang w:eastAsia="ko-KR"/>
        </w:rPr>
        <w:t>identifier</w:t>
      </w:r>
      <w:r w:rsidRPr="00CE1EE5">
        <w:rPr>
          <w:rFonts w:eastAsia="Times New Roman"/>
          <w:lang w:eastAsia="ko-KR"/>
        </w:rPr>
        <w:t xml:space="preserve"> </w:t>
      </w:r>
      <w:r>
        <w:rPr>
          <w:rFonts w:eastAsia="Times New Roman"/>
          <w:lang w:eastAsia="ko-KR"/>
        </w:rPr>
        <w:t>defined</w:t>
      </w:r>
      <w:r w:rsidRPr="00CE1EE5">
        <w:rPr>
          <w:rFonts w:eastAsia="Times New Roman"/>
          <w:lang w:eastAsia="ko-KR"/>
        </w:rPr>
        <w:t xml:space="preserve"> in an outer scope is </w:t>
      </w:r>
      <w:r>
        <w:rPr>
          <w:rFonts w:eastAsia="Times New Roman"/>
          <w:lang w:eastAsia="ko-KR"/>
        </w:rPr>
        <w:t>defined</w:t>
      </w:r>
      <w:r w:rsidRPr="00CE1EE5">
        <w:rPr>
          <w:rFonts w:eastAsia="Times New Roman"/>
          <w:lang w:eastAsia="ko-KR"/>
        </w:rPr>
        <w:t xml:space="preserve"> again within a nested inner scope, then within the inner scope, </w:t>
      </w:r>
      <w:r w:rsidR="00DB7FEC">
        <w:rPr>
          <w:rFonts w:eastAsia="Times New Roman"/>
          <w:lang w:eastAsia="ko-KR"/>
        </w:rPr>
        <w:t xml:space="preserve">references to </w:t>
      </w:r>
      <w:r w:rsidRPr="00CE1EE5">
        <w:rPr>
          <w:rFonts w:eastAsia="Times New Roman"/>
          <w:lang w:eastAsia="ko-KR"/>
        </w:rPr>
        <w:t>t</w:t>
      </w:r>
      <w:r>
        <w:rPr>
          <w:rFonts w:eastAsia="Times New Roman"/>
          <w:lang w:eastAsia="ko-KR"/>
        </w:rPr>
        <w:t>h</w:t>
      </w:r>
      <w:r w:rsidRPr="00CE1EE5">
        <w:rPr>
          <w:rFonts w:eastAsia="Times New Roman"/>
          <w:lang w:eastAsia="ko-KR"/>
        </w:rPr>
        <w:t xml:space="preserve">e </w:t>
      </w:r>
      <w:r>
        <w:rPr>
          <w:rFonts w:eastAsia="Times New Roman"/>
          <w:lang w:eastAsia="ko-KR"/>
        </w:rPr>
        <w:t>identifier</w:t>
      </w:r>
      <w:r w:rsidRPr="00CE1EE5">
        <w:rPr>
          <w:rFonts w:eastAsia="Times New Roman"/>
          <w:lang w:eastAsia="ko-KR"/>
        </w:rPr>
        <w:t xml:space="preserve"> </w:t>
      </w:r>
      <w:r w:rsidR="00DB7FEC">
        <w:rPr>
          <w:rFonts w:eastAsia="Times New Roman"/>
          <w:lang w:eastAsia="ko-KR"/>
        </w:rPr>
        <w:t>will</w:t>
      </w:r>
      <w:r w:rsidRPr="00CE1EE5">
        <w:rPr>
          <w:rFonts w:eastAsia="Times New Roman"/>
          <w:lang w:eastAsia="ko-KR"/>
        </w:rPr>
        <w:t xml:space="preserve"> refer to the inner scope</w:t>
      </w:r>
      <w:r w:rsidR="00E46ADD">
        <w:rPr>
          <w:rFonts w:eastAsia="Times New Roman"/>
          <w:lang w:eastAsia="ko-KR"/>
        </w:rPr>
        <w:t xml:space="preserve"> variable</w:t>
      </w:r>
      <w:r w:rsidRPr="00CE1EE5">
        <w:rPr>
          <w:rFonts w:eastAsia="Times New Roman"/>
          <w:lang w:eastAsia="ko-KR"/>
        </w:rPr>
        <w:t xml:space="preserve"> definition and the outer scope </w:t>
      </w:r>
      <w:r w:rsidR="00E46ADD">
        <w:rPr>
          <w:rFonts w:eastAsia="Times New Roman"/>
          <w:lang w:eastAsia="ko-KR"/>
        </w:rPr>
        <w:t xml:space="preserve">variable </w:t>
      </w:r>
      <w:r w:rsidRPr="00CE1EE5">
        <w:rPr>
          <w:rFonts w:eastAsia="Times New Roman"/>
          <w:lang w:eastAsia="ko-KR"/>
        </w:rPr>
        <w:t>definition is not visible.</w:t>
      </w:r>
      <w:r w:rsidR="00A132F7">
        <w:rPr>
          <w:rFonts w:eastAsia="Times New Roman"/>
          <w:lang w:eastAsia="ko-KR"/>
        </w:rPr>
        <w:t xml:space="preserve"> </w:t>
      </w:r>
    </w:p>
    <w:p w14:paraId="39322FB9" w14:textId="7D4C4E01" w:rsidR="00B1167F" w:rsidRDefault="00A132F7" w:rsidP="00F84023">
      <w:pPr>
        <w:pStyle w:val="BodyText"/>
        <w:spacing w:after="220"/>
        <w:rPr>
          <w:rFonts w:eastAsia="Times New Roman"/>
          <w:lang w:eastAsia="ko-KR"/>
        </w:rPr>
      </w:pPr>
      <w:r>
        <w:rPr>
          <w:rFonts w:eastAsia="Times New Roman"/>
          <w:lang w:eastAsia="ko-KR"/>
        </w:rPr>
        <w:t>Non-</w:t>
      </w:r>
      <w:r w:rsidR="00BD21A5">
        <w:rPr>
          <w:rFonts w:eastAsia="Times New Roman"/>
          <w:lang w:eastAsia="ko-KR"/>
        </w:rPr>
        <w:t xml:space="preserve">parsable </w:t>
      </w:r>
      <w:r w:rsidR="0021674D" w:rsidRPr="00282F49">
        <w:rPr>
          <w:rFonts w:eastAsia="Times New Roman"/>
          <w:lang w:eastAsia="ko-KR"/>
        </w:rPr>
        <w:t xml:space="preserve">variables declared in </w:t>
      </w:r>
      <w:r w:rsidR="00BD21A5">
        <w:rPr>
          <w:rFonts w:eastAsia="Times New Roman"/>
          <w:lang w:eastAsia="ko-KR"/>
        </w:rPr>
        <w:t>the top</w:t>
      </w:r>
      <w:r w:rsidR="00C672C6">
        <w:rPr>
          <w:rFonts w:eastAsia="Times New Roman"/>
          <w:lang w:eastAsia="ko-KR"/>
        </w:rPr>
        <w:t>-</w:t>
      </w:r>
      <w:r w:rsidR="00BD21A5">
        <w:rPr>
          <w:rFonts w:eastAsia="Times New Roman"/>
          <w:lang w:eastAsia="ko-KR"/>
        </w:rPr>
        <w:t xml:space="preserve">level </w:t>
      </w:r>
      <w:r w:rsidR="0021674D" w:rsidRPr="00282F49">
        <w:rPr>
          <w:rFonts w:eastAsia="Times New Roman"/>
          <w:lang w:eastAsia="ko-KR"/>
        </w:rPr>
        <w:t xml:space="preserve">scope </w:t>
      </w:r>
      <w:r w:rsidR="00BD21A5">
        <w:rPr>
          <w:rFonts w:eastAsia="Times New Roman"/>
          <w:lang w:eastAsia="ko-KR"/>
        </w:rPr>
        <w:t xml:space="preserve">of a class </w:t>
      </w:r>
      <w:r w:rsidR="0021674D" w:rsidRPr="00282F49">
        <w:rPr>
          <w:rFonts w:eastAsia="Times New Roman"/>
          <w:lang w:eastAsia="ko-KR"/>
        </w:rPr>
        <w:t xml:space="preserve">are considered class member variables and are thus available </w:t>
      </w:r>
      <w:r w:rsidR="006566E1">
        <w:rPr>
          <w:rFonts w:eastAsia="Times New Roman"/>
          <w:lang w:eastAsia="ko-KR"/>
        </w:rPr>
        <w:t>in references to</w:t>
      </w:r>
      <w:r w:rsidR="0021674D" w:rsidRPr="00282F49">
        <w:rPr>
          <w:rFonts w:eastAsia="Times New Roman"/>
          <w:lang w:eastAsia="ko-KR"/>
        </w:rPr>
        <w:t xml:space="preserve"> that particular type.</w:t>
      </w:r>
    </w:p>
    <w:p w14:paraId="1317B640" w14:textId="08027293" w:rsidR="000E5FA3" w:rsidRPr="00E56598" w:rsidRDefault="00AD65FB" w:rsidP="00E56598">
      <w:pPr>
        <w:autoSpaceDE w:val="0"/>
        <w:autoSpaceDN w:val="0"/>
        <w:adjustRightInd w:val="0"/>
        <w:jc w:val="left"/>
      </w:pPr>
      <w:r w:rsidRPr="008F4E31">
        <w:rPr>
          <w:highlight w:val="yellow"/>
        </w:rPr>
        <w:t xml:space="preserve">[Editor’s note: </w:t>
      </w:r>
      <w:r>
        <w:rPr>
          <w:highlight w:val="yellow"/>
        </w:rPr>
        <w:t>There is an outstanding question as to the validity of th</w:t>
      </w:r>
      <w:r w:rsidR="00254347">
        <w:rPr>
          <w:highlight w:val="yellow"/>
        </w:rPr>
        <w:t>e</w:t>
      </w:r>
      <w:r>
        <w:rPr>
          <w:highlight w:val="yellow"/>
        </w:rPr>
        <w:t xml:space="preserve"> last statement</w:t>
      </w:r>
      <w:r w:rsidR="00254347">
        <w:rPr>
          <w:highlight w:val="yellow"/>
        </w:rPr>
        <w:t xml:space="preserve"> above</w:t>
      </w:r>
      <w:r w:rsidRPr="008F4E31">
        <w:rPr>
          <w:highlight w:val="yellow"/>
        </w:rPr>
        <w:t>]</w:t>
      </w:r>
    </w:p>
    <w:p w14:paraId="10B75EE8" w14:textId="605C45F5" w:rsidR="001A33D0" w:rsidRPr="006D1923" w:rsidRDefault="00B63D67" w:rsidP="001A33D0">
      <w:pPr>
        <w:pStyle w:val="Heading1"/>
        <w:numPr>
          <w:ilvl w:val="0"/>
          <w:numId w:val="1"/>
        </w:numPr>
        <w:tabs>
          <w:tab w:val="clear" w:pos="432"/>
        </w:tabs>
        <w:ind w:left="0" w:firstLine="0"/>
      </w:pPr>
      <w:bookmarkStart w:id="69" w:name="_Toc148992178"/>
      <w:bookmarkStart w:id="70" w:name="_Toc150339368"/>
      <w:bookmarkStart w:id="71" w:name="_Toc150339453"/>
      <w:bookmarkStart w:id="72" w:name="_Toc150339536"/>
      <w:bookmarkStart w:id="73" w:name="_Toc150339703"/>
      <w:bookmarkStart w:id="74" w:name="_Toc150443112"/>
      <w:bookmarkStart w:id="75" w:name="_Ref128489211"/>
      <w:bookmarkStart w:id="76" w:name="_Toc150443113"/>
      <w:bookmarkEnd w:id="69"/>
      <w:bookmarkEnd w:id="70"/>
      <w:bookmarkEnd w:id="71"/>
      <w:bookmarkEnd w:id="72"/>
      <w:bookmarkEnd w:id="73"/>
      <w:bookmarkEnd w:id="74"/>
      <w:r w:rsidRPr="006D1923">
        <w:t xml:space="preserve">Elementary </w:t>
      </w:r>
      <w:r w:rsidR="004B160E" w:rsidRPr="006D1923">
        <w:t>data types</w:t>
      </w:r>
      <w:bookmarkEnd w:id="75"/>
      <w:bookmarkEnd w:id="76"/>
    </w:p>
    <w:p w14:paraId="75480C95" w14:textId="0E4027AF" w:rsidR="004B160E" w:rsidRPr="006D1923" w:rsidRDefault="00542395" w:rsidP="00542395">
      <w:pPr>
        <w:pStyle w:val="Heading2"/>
      </w:pPr>
      <w:bookmarkStart w:id="77" w:name="_Toc150443114"/>
      <w:r w:rsidRPr="006D1923">
        <w:t>Introduction</w:t>
      </w:r>
      <w:bookmarkEnd w:id="77"/>
    </w:p>
    <w:p w14:paraId="1AE6E398" w14:textId="1FC09677" w:rsidR="00C95C11" w:rsidRPr="00282F49" w:rsidRDefault="00916A73" w:rsidP="00C472DC">
      <w:pPr>
        <w:pStyle w:val="BodyText"/>
        <w:spacing w:after="220"/>
        <w:rPr>
          <w:rFonts w:eastAsia="Times New Roman"/>
          <w:lang w:eastAsia="ko-KR"/>
        </w:rPr>
      </w:pPr>
      <w:r w:rsidRPr="00282F49">
        <w:rPr>
          <w:rFonts w:eastAsia="Times New Roman"/>
          <w:lang w:eastAsia="ko-KR"/>
        </w:rPr>
        <w:t xml:space="preserve">The SDL </w:t>
      </w:r>
      <w:r>
        <w:rPr>
          <w:rFonts w:eastAsia="Times New Roman"/>
          <w:lang w:eastAsia="ko-KR"/>
        </w:rPr>
        <w:t>defines</w:t>
      </w:r>
      <w:r w:rsidRPr="00282F49">
        <w:rPr>
          <w:rFonts w:eastAsia="Times New Roman"/>
          <w:lang w:eastAsia="ko-KR"/>
        </w:rPr>
        <w:t xml:space="preserve"> the following elementary data types </w:t>
      </w:r>
      <w:r>
        <w:rPr>
          <w:rFonts w:eastAsia="Times New Roman"/>
          <w:lang w:eastAsia="ko-KR"/>
        </w:rPr>
        <w:t xml:space="preserve">as listed below and then </w:t>
      </w:r>
      <w:r w:rsidR="00953EDE" w:rsidRPr="00282F49">
        <w:rPr>
          <w:rFonts w:eastAsia="Times New Roman"/>
          <w:lang w:eastAsia="ko-KR"/>
        </w:rPr>
        <w:t xml:space="preserve">described in more detail in the </w:t>
      </w:r>
      <w:r w:rsidR="003B38F9">
        <w:t>subsequen</w:t>
      </w:r>
      <w:r w:rsidR="00063B76">
        <w:t>t</w:t>
      </w:r>
      <w:r w:rsidR="003B38F9">
        <w:t xml:space="preserve"> subclauses</w:t>
      </w:r>
      <w:r w:rsidR="00C95C11" w:rsidRPr="00282F49">
        <w:rPr>
          <w:rFonts w:eastAsia="Times New Roman"/>
          <w:lang w:eastAsia="ko-KR"/>
        </w:rPr>
        <w:t>:</w:t>
      </w:r>
    </w:p>
    <w:p w14:paraId="26B60614" w14:textId="0F038A07" w:rsidR="00C95C11" w:rsidRPr="00C472DC" w:rsidRDefault="00C95C11" w:rsidP="00C472DC">
      <w:pPr>
        <w:pStyle w:val="ListNumber"/>
        <w:numPr>
          <w:ilvl w:val="0"/>
          <w:numId w:val="669"/>
        </w:numPr>
        <w:ind w:left="714" w:hanging="357"/>
      </w:pPr>
      <w:r w:rsidRPr="00C472DC">
        <w:rPr>
          <w:b/>
          <w:bCs/>
        </w:rPr>
        <w:t xml:space="preserve">Constant-length direct representation bit fields or Fixed Length Codes </w:t>
      </w:r>
      <w:r w:rsidR="00EF4E16" w:rsidRPr="00C472DC">
        <w:rPr>
          <w:b/>
          <w:bCs/>
        </w:rPr>
        <w:t>(</w:t>
      </w:r>
      <w:r w:rsidRPr="00C472DC">
        <w:rPr>
          <w:b/>
          <w:bCs/>
        </w:rPr>
        <w:t>FLCs</w:t>
      </w:r>
      <w:r w:rsidR="00EF4E16" w:rsidRPr="00C472DC">
        <w:rPr>
          <w:b/>
          <w:bCs/>
        </w:rPr>
        <w:t>)</w:t>
      </w:r>
      <w:r w:rsidR="00C3100D">
        <w:t xml:space="preserve">. </w:t>
      </w:r>
      <w:r w:rsidRPr="00C472DC">
        <w:t>These describe the encoded value exactly as it is to be used by the appropriate decoding process.</w:t>
      </w:r>
      <w:r w:rsidR="003B38F9" w:rsidRPr="00C472DC">
        <w:t xml:space="preserve"> (subclause </w:t>
      </w:r>
      <w:r w:rsidR="00460989" w:rsidRPr="00C472DC">
        <w:fldChar w:fldCharType="begin"/>
      </w:r>
      <w:r w:rsidR="00460989" w:rsidRPr="00C472DC">
        <w:instrText xml:space="preserve"> REF _Ref128409651 \r \h </w:instrText>
      </w:r>
      <w:r w:rsidR="00460989">
        <w:instrText xml:space="preserve"> \* MERGEFORMAT </w:instrText>
      </w:r>
      <w:r w:rsidR="00460989" w:rsidRPr="00C472DC">
        <w:fldChar w:fldCharType="separate"/>
      </w:r>
      <w:r w:rsidR="00CD57A8">
        <w:t>6.2</w:t>
      </w:r>
      <w:r w:rsidR="00460989" w:rsidRPr="00C472DC">
        <w:fldChar w:fldCharType="end"/>
      </w:r>
      <w:r w:rsidR="003B38F9" w:rsidRPr="00C472DC">
        <w:t>)</w:t>
      </w:r>
    </w:p>
    <w:p w14:paraId="3013E829" w14:textId="61677642" w:rsidR="00C95C11" w:rsidRPr="00C472DC" w:rsidRDefault="00C95C11" w:rsidP="00C472DC">
      <w:pPr>
        <w:pStyle w:val="ListNumber"/>
        <w:numPr>
          <w:ilvl w:val="0"/>
          <w:numId w:val="669"/>
        </w:numPr>
        <w:ind w:left="714" w:hanging="357"/>
        <w:rPr>
          <w:b/>
          <w:bCs/>
        </w:rPr>
      </w:pPr>
      <w:r w:rsidRPr="00C472DC">
        <w:rPr>
          <w:b/>
          <w:bCs/>
        </w:rPr>
        <w:t>Variable length direct representation bit fields, or parametric FLCs</w:t>
      </w:r>
      <w:r w:rsidRPr="00C472DC">
        <w:t>. These are FLCs for which the actual length is determined by the context of the bitstream (e.g., the value of another parameter).</w:t>
      </w:r>
      <w:r w:rsidR="008F1AFF">
        <w:t xml:space="preserve"> </w:t>
      </w:r>
      <w:r w:rsidR="008F1AFF" w:rsidRPr="00203C97">
        <w:t>(subclause</w:t>
      </w:r>
      <w:r w:rsidR="00C6531E">
        <w:t xml:space="preserve"> </w:t>
      </w:r>
      <w:r w:rsidR="008F1AFF">
        <w:fldChar w:fldCharType="begin"/>
      </w:r>
      <w:r w:rsidR="008F1AFF">
        <w:instrText xml:space="preserve"> REF _Ref128409715 \r \h </w:instrText>
      </w:r>
      <w:r w:rsidR="008F1AFF">
        <w:fldChar w:fldCharType="separate"/>
      </w:r>
      <w:r w:rsidR="00CD57A8">
        <w:t>6.3</w:t>
      </w:r>
      <w:r w:rsidR="008F1AFF">
        <w:fldChar w:fldCharType="end"/>
      </w:r>
      <w:r w:rsidR="008F1AFF" w:rsidRPr="00203C97">
        <w:t>)</w:t>
      </w:r>
    </w:p>
    <w:p w14:paraId="06BE3DE5" w14:textId="15F74B00" w:rsidR="00C95C11" w:rsidRPr="00C472DC" w:rsidRDefault="00C95C11" w:rsidP="00C472DC">
      <w:pPr>
        <w:pStyle w:val="ListNumber"/>
        <w:numPr>
          <w:ilvl w:val="0"/>
          <w:numId w:val="669"/>
        </w:numPr>
        <w:ind w:left="714" w:hanging="357"/>
        <w:rPr>
          <w:b/>
          <w:bCs/>
        </w:rPr>
      </w:pPr>
      <w:r w:rsidRPr="00C472DC">
        <w:rPr>
          <w:b/>
          <w:bCs/>
        </w:rPr>
        <w:t>Constant-length indirect representation bit fields</w:t>
      </w:r>
      <w:r w:rsidRPr="00C472DC">
        <w:t xml:space="preserve">. These require an extra lookup </w:t>
      </w:r>
      <w:r w:rsidR="00EF4E16" w:rsidRPr="00C472DC">
        <w:t xml:space="preserve">using an encoded value FLC </w:t>
      </w:r>
      <w:r w:rsidRPr="00C472DC">
        <w:t>into an appropriate table or variable to obtain the desired value or set of values.</w:t>
      </w:r>
      <w:r w:rsidR="008F1AFF">
        <w:t xml:space="preserve"> </w:t>
      </w:r>
      <w:r w:rsidR="008F1AFF" w:rsidRPr="00203C97">
        <w:t>(subclause</w:t>
      </w:r>
      <w:r w:rsidR="00C6531E">
        <w:t xml:space="preserve"> </w:t>
      </w:r>
      <w:r w:rsidR="008F1AFF">
        <w:fldChar w:fldCharType="begin"/>
      </w:r>
      <w:r w:rsidR="008F1AFF">
        <w:instrText xml:space="preserve"> REF _Ref128409727 \r \h </w:instrText>
      </w:r>
      <w:r w:rsidR="008F1AFF">
        <w:fldChar w:fldCharType="separate"/>
      </w:r>
      <w:r w:rsidR="00CD57A8">
        <w:t>6.4</w:t>
      </w:r>
      <w:r w:rsidR="008F1AFF">
        <w:fldChar w:fldCharType="end"/>
      </w:r>
      <w:r w:rsidR="008F1AFF" w:rsidRPr="00203C97">
        <w:t>)</w:t>
      </w:r>
    </w:p>
    <w:p w14:paraId="4B593B3B" w14:textId="5E7E2B5B" w:rsidR="00C95C11" w:rsidRPr="00C472DC" w:rsidRDefault="00C95C11" w:rsidP="00C472DC">
      <w:pPr>
        <w:pStyle w:val="ListNumber"/>
        <w:numPr>
          <w:ilvl w:val="0"/>
          <w:numId w:val="669"/>
        </w:numPr>
        <w:ind w:left="714" w:hanging="357"/>
        <w:rPr>
          <w:b/>
          <w:bCs/>
        </w:rPr>
      </w:pPr>
      <w:r w:rsidRPr="00C472DC">
        <w:rPr>
          <w:b/>
          <w:bCs/>
        </w:rPr>
        <w:t>Variable-length indirect representation bit fields (e.g., Huffman codes)</w:t>
      </w:r>
      <w:r w:rsidRPr="00C472DC">
        <w:t>.</w:t>
      </w:r>
      <w:r w:rsidR="00EF4E16" w:rsidRPr="00C472DC">
        <w:t xml:space="preserve"> </w:t>
      </w:r>
      <w:r w:rsidR="00AD783C" w:rsidRPr="00C472DC">
        <w:t>These require an extra lookup using an encoded value parametric FLC into an appropriate table or variable to obtain the desired valu</w:t>
      </w:r>
      <w:r w:rsidR="00AD783C" w:rsidRPr="00C472DC">
        <w:rPr>
          <w:b/>
          <w:bCs/>
        </w:rPr>
        <w:t xml:space="preserve">e </w:t>
      </w:r>
      <w:r w:rsidR="00AD783C" w:rsidRPr="00C472DC">
        <w:t>or set of values.</w:t>
      </w:r>
      <w:r w:rsidR="008F1AFF" w:rsidRPr="00C6531E">
        <w:t xml:space="preserve"> (subclause </w:t>
      </w:r>
      <w:r w:rsidR="005A48E5" w:rsidRPr="00C6531E">
        <w:fldChar w:fldCharType="begin"/>
      </w:r>
      <w:r w:rsidR="005A48E5" w:rsidRPr="00C6531E">
        <w:instrText xml:space="preserve"> REF _Ref128409740 \r \h </w:instrText>
      </w:r>
      <w:r w:rsidR="00401910" w:rsidRPr="00C472DC">
        <w:instrText xml:space="preserve"> \* MERGEFORMAT </w:instrText>
      </w:r>
      <w:r w:rsidR="005A48E5" w:rsidRPr="00C6531E">
        <w:fldChar w:fldCharType="separate"/>
      </w:r>
      <w:r w:rsidR="00CD57A8">
        <w:t>6.5</w:t>
      </w:r>
      <w:r w:rsidR="005A48E5" w:rsidRPr="00C6531E">
        <w:fldChar w:fldCharType="end"/>
      </w:r>
      <w:r w:rsidR="008F1AFF" w:rsidRPr="00C6531E">
        <w:t>)</w:t>
      </w:r>
    </w:p>
    <w:p w14:paraId="4D20B216" w14:textId="7E04E144" w:rsidR="005A48E5" w:rsidRPr="00C472DC" w:rsidRDefault="005A48E5" w:rsidP="00C472DC">
      <w:pPr>
        <w:pStyle w:val="ListParagraph"/>
        <w:numPr>
          <w:ilvl w:val="0"/>
          <w:numId w:val="669"/>
        </w:numPr>
        <w:ind w:left="714" w:hanging="357"/>
      </w:pPr>
      <w:r w:rsidRPr="00C472DC">
        <w:rPr>
          <w:b/>
          <w:bCs/>
        </w:rPr>
        <w:t>Variable length strings</w:t>
      </w:r>
      <w:r w:rsidR="00C3100D">
        <w:t xml:space="preserve">. </w:t>
      </w:r>
      <w:r w:rsidR="006E115A">
        <w:t xml:space="preserve">These </w:t>
      </w:r>
      <w:r w:rsidR="00401910">
        <w:t>represent</w:t>
      </w:r>
      <w:r w:rsidR="006E115A">
        <w:t xml:space="preserve"> a series of characters</w:t>
      </w:r>
      <w:r w:rsidR="00401910">
        <w:t>.</w:t>
      </w:r>
      <w:r w:rsidR="001B4BFE" w:rsidRPr="001B4BFE">
        <w:t xml:space="preserve"> </w:t>
      </w:r>
      <w:r w:rsidR="001B4BFE" w:rsidRPr="00C472DC">
        <w:t xml:space="preserve">(subclause </w:t>
      </w:r>
      <w:r w:rsidR="001B4BFE">
        <w:fldChar w:fldCharType="begin"/>
      </w:r>
      <w:r w:rsidR="001B4BFE">
        <w:instrText xml:space="preserve"> REF _Ref128409955 \r \h </w:instrText>
      </w:r>
      <w:r w:rsidR="001B4BFE">
        <w:fldChar w:fldCharType="separate"/>
      </w:r>
      <w:r w:rsidR="00CD57A8">
        <w:t>6.6</w:t>
      </w:r>
      <w:r w:rsidR="001B4BFE">
        <w:fldChar w:fldCharType="end"/>
      </w:r>
      <w:r w:rsidR="001B4BFE" w:rsidRPr="00C472DC">
        <w:t>)</w:t>
      </w:r>
    </w:p>
    <w:p w14:paraId="51CCC63C" w14:textId="338513A3" w:rsidR="000A21B4" w:rsidRPr="00282F49" w:rsidRDefault="000A21B4" w:rsidP="000A21B4">
      <w:pPr>
        <w:pStyle w:val="Heading2"/>
      </w:pPr>
      <w:bookmarkStart w:id="78" w:name="_Toc120119442"/>
      <w:bookmarkStart w:id="79" w:name="_Toc120119496"/>
      <w:bookmarkStart w:id="80" w:name="_Toc120120089"/>
      <w:bookmarkStart w:id="81" w:name="_Toc120120141"/>
      <w:bookmarkStart w:id="82" w:name="_Ref128409651"/>
      <w:bookmarkStart w:id="83" w:name="_Toc150443115"/>
      <w:bookmarkEnd w:id="78"/>
      <w:bookmarkEnd w:id="79"/>
      <w:bookmarkEnd w:id="80"/>
      <w:bookmarkEnd w:id="81"/>
      <w:r w:rsidRPr="00282F49">
        <w:t>Constant-</w:t>
      </w:r>
      <w:r w:rsidR="00311617">
        <w:t>l</w:t>
      </w:r>
      <w:r w:rsidRPr="00282F49">
        <w:t xml:space="preserve">ength </w:t>
      </w:r>
      <w:r w:rsidR="00311617">
        <w:t>d</w:t>
      </w:r>
      <w:r w:rsidRPr="00282F49">
        <w:t xml:space="preserve">irect </w:t>
      </w:r>
      <w:r w:rsidR="00311617">
        <w:t>r</w:t>
      </w:r>
      <w:r w:rsidRPr="00282F49">
        <w:t xml:space="preserve">epresentation </w:t>
      </w:r>
      <w:r w:rsidR="00311617">
        <w:t>b</w:t>
      </w:r>
      <w:r w:rsidRPr="00282F49">
        <w:t xml:space="preserve">it </w:t>
      </w:r>
      <w:r w:rsidR="00311617">
        <w:t>f</w:t>
      </w:r>
      <w:r w:rsidRPr="00282F49">
        <w:t>ields</w:t>
      </w:r>
      <w:bookmarkEnd w:id="82"/>
      <w:bookmarkEnd w:id="83"/>
    </w:p>
    <w:p w14:paraId="36FFAD36" w14:textId="299F69F0" w:rsidR="00C14E90" w:rsidRPr="00282F49" w:rsidRDefault="00C14E90" w:rsidP="00C14E90">
      <w:pPr>
        <w:pStyle w:val="BodyText"/>
        <w:spacing w:after="220"/>
        <w:rPr>
          <w:rFonts w:eastAsia="Times New Roman"/>
          <w:lang w:eastAsia="ko-KR"/>
        </w:rPr>
      </w:pPr>
      <w:r w:rsidRPr="00282F49">
        <w:rPr>
          <w:rFonts w:eastAsia="Times New Roman"/>
          <w:lang w:eastAsia="ko-KR"/>
        </w:rPr>
        <w:t>Constant-length direct representation bit fields</w:t>
      </w:r>
      <w:r w:rsidR="00412485">
        <w:rPr>
          <w:rFonts w:eastAsia="Times New Roman"/>
          <w:lang w:eastAsia="ko-KR"/>
        </w:rPr>
        <w:t xml:space="preserve">, or FLCs, </w:t>
      </w:r>
      <w:r w:rsidRPr="00282F49">
        <w:rPr>
          <w:rFonts w:eastAsia="Times New Roman"/>
          <w:lang w:eastAsia="ko-KR"/>
        </w:rPr>
        <w:t>shall be represented as:</w:t>
      </w:r>
    </w:p>
    <w:p w14:paraId="09A4D2DA" w14:textId="0EBD1C40" w:rsidR="00C14E90" w:rsidRPr="006D1923" w:rsidRDefault="00C14E90"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E.1: Elementary </w:t>
      </w:r>
      <w:r w:rsidR="00311617">
        <w:rPr>
          <w:rStyle w:val="CharBold"/>
          <w:rFonts w:eastAsia="Times New Roman"/>
        </w:rPr>
        <w:t>d</w:t>
      </w:r>
      <w:r w:rsidRPr="006D1923">
        <w:rPr>
          <w:rStyle w:val="CharBold"/>
          <w:rFonts w:eastAsia="Times New Roman"/>
        </w:rPr>
        <w:t xml:space="preserve">ata </w:t>
      </w:r>
      <w:r w:rsidR="00311617">
        <w:rPr>
          <w:rStyle w:val="CharBold"/>
          <w:rFonts w:eastAsia="Times New Roman"/>
        </w:rPr>
        <w:t>t</w:t>
      </w:r>
      <w:r w:rsidRPr="006D1923">
        <w:rPr>
          <w:rStyle w:val="CharBold"/>
          <w:rFonts w:eastAsia="Times New Roman"/>
        </w:rPr>
        <w:t>ypes</w:t>
      </w:r>
    </w:p>
    <w:p w14:paraId="1339ADB2" w14:textId="5CF67243" w:rsidR="00C14E90" w:rsidRPr="006D1923" w:rsidRDefault="00795B22" w:rsidP="00064445">
      <w:pPr>
        <w:pStyle w:val="List3"/>
        <w:keepNext/>
        <w:keepLines/>
        <w:spacing w:after="0"/>
        <w:ind w:left="851" w:hanging="284"/>
        <w:rPr>
          <w:rFonts w:eastAsia="Times New Roman"/>
        </w:rPr>
      </w:pPr>
      <w:r w:rsidRPr="00C73BB5">
        <w:rPr>
          <w:rFonts w:ascii="Courier New" w:eastAsia="Times New Roman" w:hAnsi="Courier New" w:cs="Courier New"/>
        </w:rPr>
        <w:t>[</w:t>
      </w:r>
      <w:r>
        <w:rPr>
          <w:rStyle w:val="SDLkeyword"/>
          <w:rFonts w:eastAsia="Times New Roman"/>
        </w:rPr>
        <w:t>const</w:t>
      </w:r>
      <w:r w:rsidRPr="00C73BB5">
        <w:rPr>
          <w:rFonts w:ascii="Courier New" w:eastAsia="Times New Roman" w:hAnsi="Courier New" w:cs="Courier New"/>
        </w:rPr>
        <w:t>]</w:t>
      </w:r>
      <w:r w:rsidRPr="00E56598">
        <w:rPr>
          <w:rFonts w:eastAsia="Times New Roman" w:cs="Courier New"/>
        </w:rPr>
        <w:t xml:space="preserve"> </w:t>
      </w:r>
      <w:r w:rsidR="00C14E90" w:rsidRPr="00C73BB5">
        <w:rPr>
          <w:rFonts w:ascii="Courier New" w:eastAsia="Times New Roman" w:hAnsi="Courier New" w:cs="Courier New"/>
        </w:rPr>
        <w:t>[</w:t>
      </w:r>
      <w:r w:rsidR="00C14E90" w:rsidRPr="006D1923">
        <w:rPr>
          <w:rStyle w:val="SDLkeyword"/>
          <w:rFonts w:eastAsia="Times New Roman"/>
        </w:rPr>
        <w:t>aligned</w:t>
      </w:r>
      <w:r w:rsidR="006E6DC2" w:rsidRPr="00C73BB5">
        <w:rPr>
          <w:rFonts w:ascii="Courier New" w:eastAsia="Times New Roman" w:hAnsi="Courier New" w:cs="Courier New"/>
        </w:rPr>
        <w:t>[</w:t>
      </w:r>
      <w:r w:rsidR="006E6DC2">
        <w:rPr>
          <w:rStyle w:val="SDLkeyword"/>
          <w:rFonts w:eastAsia="Times New Roman"/>
        </w:rPr>
        <w:t>(</w:t>
      </w:r>
      <w:r w:rsidR="006E6DC2" w:rsidRPr="00C472DC">
        <w:rPr>
          <w:rStyle w:val="SDLattribute"/>
        </w:rPr>
        <w:t>modifier</w:t>
      </w:r>
      <w:r w:rsidR="006E6DC2">
        <w:rPr>
          <w:rStyle w:val="SDLkeyword"/>
          <w:rFonts w:eastAsia="Times New Roman"/>
        </w:rPr>
        <w:t>)</w:t>
      </w:r>
      <w:r w:rsidR="006E6DC2" w:rsidRPr="00C73BB5">
        <w:rPr>
          <w:rFonts w:ascii="Courier New" w:eastAsia="Times New Roman" w:hAnsi="Courier New" w:cs="Courier New"/>
        </w:rPr>
        <w:t>]</w:t>
      </w:r>
      <w:r w:rsidR="00C14E90" w:rsidRPr="00C73BB5">
        <w:rPr>
          <w:rFonts w:ascii="Courier New" w:eastAsia="Times New Roman" w:hAnsi="Courier New" w:cs="Courier New"/>
        </w:rPr>
        <w:t>]</w:t>
      </w:r>
      <w:r w:rsidR="00C14E90" w:rsidRPr="006D1923">
        <w:rPr>
          <w:rFonts w:eastAsia="Times New Roman"/>
        </w:rPr>
        <w:t xml:space="preserve"> </w:t>
      </w:r>
      <w:r w:rsidR="00C14E90" w:rsidRPr="006D1923">
        <w:rPr>
          <w:rStyle w:val="SDLmetaKeyword"/>
          <w:rFonts w:eastAsia="Times New Roman"/>
        </w:rPr>
        <w:t>type</w:t>
      </w:r>
      <w:r w:rsidR="00C14E90" w:rsidRPr="006D1923">
        <w:rPr>
          <w:rStyle w:val="SDLkeyword"/>
          <w:rFonts w:eastAsia="Times New Roman"/>
        </w:rPr>
        <w:t>(</w:t>
      </w:r>
      <w:r w:rsidR="00C14E90" w:rsidRPr="006D1923">
        <w:rPr>
          <w:rStyle w:val="SDLattribute"/>
          <w:rFonts w:eastAsia="Times New Roman"/>
        </w:rPr>
        <w:t>length</w:t>
      </w:r>
      <w:r w:rsidR="00C14E90" w:rsidRPr="006D1923">
        <w:rPr>
          <w:rStyle w:val="SDLkeyword"/>
          <w:rFonts w:eastAsia="Times New Roman"/>
        </w:rPr>
        <w:t>)</w:t>
      </w:r>
      <w:r w:rsidR="00C14E90" w:rsidRPr="006D1923">
        <w:rPr>
          <w:rFonts w:eastAsia="Times New Roman"/>
        </w:rPr>
        <w:t xml:space="preserve"> </w:t>
      </w:r>
      <w:r w:rsidR="00DB7FEC">
        <w:rPr>
          <w:rStyle w:val="SDLattribute"/>
          <w:rFonts w:eastAsia="Times New Roman"/>
        </w:rPr>
        <w:t>identifier</w:t>
      </w:r>
      <w:r w:rsidR="00C14E90" w:rsidRPr="006D1923">
        <w:rPr>
          <w:rStyle w:val="SDLattribute"/>
          <w:rFonts w:eastAsia="Times New Roman"/>
        </w:rPr>
        <w:t xml:space="preserve"> </w:t>
      </w:r>
      <w:r w:rsidR="00C14E90" w:rsidRPr="00C73BB5">
        <w:rPr>
          <w:rFonts w:ascii="Courier New" w:eastAsia="Times New Roman" w:hAnsi="Courier New" w:cs="Courier New"/>
        </w:rPr>
        <w:t>[</w:t>
      </w:r>
      <w:r w:rsidR="00C14E90" w:rsidRPr="00C73BB5">
        <w:rPr>
          <w:rStyle w:val="SDLattribute"/>
          <w:rFonts w:ascii="Courier New" w:eastAsia="Times New Roman" w:hAnsi="Courier New" w:cs="Courier New"/>
          <w:b/>
          <w:bCs/>
          <w:i w:val="0"/>
          <w:iCs w:val="0"/>
        </w:rPr>
        <w:t>=</w:t>
      </w:r>
      <w:r w:rsidR="00C14E90" w:rsidRPr="006D1923">
        <w:rPr>
          <w:rStyle w:val="SDLattribute"/>
          <w:rFonts w:eastAsia="Times New Roman"/>
        </w:rPr>
        <w:t xml:space="preserve"> value</w:t>
      </w:r>
      <w:r w:rsidR="00C14E90" w:rsidRPr="00C73BB5">
        <w:rPr>
          <w:rFonts w:ascii="Courier New" w:eastAsia="Times New Roman" w:hAnsi="Courier New" w:cs="Courier New"/>
        </w:rPr>
        <w:t>]</w:t>
      </w:r>
      <w:r w:rsidR="00C14E90" w:rsidRPr="00C73BB5">
        <w:rPr>
          <w:rFonts w:ascii="Courier New" w:eastAsia="Times New Roman" w:hAnsi="Courier New" w:cs="Courier New"/>
          <w:b/>
          <w:bCs/>
        </w:rPr>
        <w:t>;</w:t>
      </w:r>
    </w:p>
    <w:p w14:paraId="4AF5A801" w14:textId="77777777" w:rsidR="00413AD7" w:rsidRDefault="00413AD7" w:rsidP="00C14E90">
      <w:pPr>
        <w:pStyle w:val="BodyText"/>
        <w:pBdr>
          <w:top w:val="single" w:sz="6" w:space="1" w:color="auto"/>
        </w:pBdr>
        <w:spacing w:after="220"/>
        <w:rPr>
          <w:rFonts w:eastAsia="Times New Roman"/>
          <w:lang w:eastAsia="ko-KR"/>
        </w:rPr>
      </w:pPr>
    </w:p>
    <w:p w14:paraId="4BF00711" w14:textId="77777777" w:rsidR="00413AD7" w:rsidRDefault="00413AD7" w:rsidP="00413AD7">
      <w:pPr>
        <w:pStyle w:val="Heading3"/>
        <w:numPr>
          <w:ilvl w:val="2"/>
          <w:numId w:val="1"/>
        </w:numPr>
      </w:pPr>
      <w:bookmarkStart w:id="84" w:name="_Ref128486809"/>
      <w:bookmarkStart w:id="85" w:name="_Toc150443116"/>
      <w:r>
        <w:lastRenderedPageBreak/>
        <w:t>Alignment</w:t>
      </w:r>
      <w:bookmarkEnd w:id="84"/>
      <w:bookmarkEnd w:id="85"/>
    </w:p>
    <w:p w14:paraId="524C009A" w14:textId="77777777" w:rsidR="00413AD7" w:rsidRDefault="00413AD7" w:rsidP="00413AD7">
      <w:pPr>
        <w:pStyle w:val="BodyText"/>
        <w:spacing w:after="220"/>
        <w:rPr>
          <w:rFonts w:eastAsia="Times New Roman"/>
          <w:lang w:eastAsia="ko-KR"/>
        </w:rPr>
      </w:pPr>
      <w:r w:rsidRPr="00282F49">
        <w:rPr>
          <w:rFonts w:eastAsia="Times New Roman"/>
          <w:lang w:eastAsia="ko-KR"/>
        </w:rPr>
        <w:t xml:space="preserve">The keyword </w:t>
      </w:r>
      <w:r w:rsidRPr="00282F49">
        <w:rPr>
          <w:rStyle w:val="SDLkeyword"/>
          <w:rFonts w:eastAsia="Times New Roman"/>
          <w:lang w:eastAsia="ko-KR"/>
        </w:rPr>
        <w:t>aligned</w:t>
      </w:r>
      <w:r w:rsidRPr="00282F49">
        <w:rPr>
          <w:rFonts w:eastAsia="Times New Roman"/>
          <w:lang w:eastAsia="ko-KR"/>
        </w:rPr>
        <w:t xml:space="preserve"> indicates that the data is aligned on a byte boundary.</w:t>
      </w:r>
    </w:p>
    <w:p w14:paraId="27A97C47" w14:textId="0D4DC169" w:rsidR="00313683" w:rsidRDefault="00313683" w:rsidP="00413AD7">
      <w:pPr>
        <w:pStyle w:val="BodyText"/>
        <w:spacing w:after="220"/>
        <w:rPr>
          <w:rFonts w:eastAsia="Times New Roman"/>
          <w:lang w:eastAsia="ko-KR"/>
        </w:rPr>
      </w:pPr>
      <w:r w:rsidRPr="00313683">
        <w:rPr>
          <w:rFonts w:eastAsia="Times New Roman"/>
          <w:lang w:eastAsia="ko-KR"/>
        </w:rPr>
        <w:t>For example, a 32</w:t>
      </w:r>
      <w:r w:rsidR="0023084A">
        <w:rPr>
          <w:rFonts w:eastAsia="Times New Roman"/>
          <w:lang w:eastAsia="ko-KR"/>
        </w:rPr>
        <w:noBreakHyphen/>
      </w:r>
      <w:r w:rsidRPr="00313683">
        <w:rPr>
          <w:rFonts w:eastAsia="Times New Roman"/>
          <w:lang w:eastAsia="ko-KR"/>
        </w:rPr>
        <w:t>bit value aligned on a byte boundary:</w:t>
      </w:r>
    </w:p>
    <w:p w14:paraId="48BFEB9C" w14:textId="77777777" w:rsidR="00413AD7" w:rsidRDefault="00413AD7" w:rsidP="00C472DC">
      <w:pPr>
        <w:pStyle w:val="Example"/>
      </w:pPr>
      <w:r w:rsidRPr="006D1923">
        <w:t xml:space="preserve">EXAMPLE </w:t>
      </w:r>
      <w:r w:rsidRPr="006D1923">
        <w:sym w:font="Symbol" w:char="F0BE"/>
      </w:r>
    </w:p>
    <w:p w14:paraId="05BEAD72" w14:textId="11540CB4" w:rsidR="00413AD7" w:rsidRDefault="00413AD7" w:rsidP="00C472DC">
      <w:pPr>
        <w:pStyle w:val="Code"/>
      </w:pPr>
      <w:r w:rsidRPr="00282F49">
        <w:t xml:space="preserve">aligned bit(32) </w:t>
      </w:r>
      <w:r w:rsidR="00313683">
        <w:t>foo</w:t>
      </w:r>
      <w:r w:rsidRPr="00282F49">
        <w:t>;</w:t>
      </w:r>
    </w:p>
    <w:p w14:paraId="307AAAFE" w14:textId="77777777" w:rsidR="009521BF" w:rsidRDefault="009521BF" w:rsidP="00C472DC">
      <w:pPr>
        <w:pStyle w:val="Code"/>
      </w:pPr>
    </w:p>
    <w:p w14:paraId="30E1B762" w14:textId="40A1B620" w:rsidR="009521BF" w:rsidRPr="00E56598" w:rsidRDefault="009521BF" w:rsidP="009521BF">
      <w:pPr>
        <w:autoSpaceDE w:val="0"/>
        <w:autoSpaceDN w:val="0"/>
        <w:adjustRightInd w:val="0"/>
        <w:jc w:val="left"/>
      </w:pPr>
      <w:r w:rsidRPr="00E56598">
        <w:rPr>
          <w:highlight w:val="yellow"/>
        </w:rPr>
        <w:t>[Editor’s note: An example bitstream for this would be:]</w:t>
      </w:r>
    </w:p>
    <w:p w14:paraId="7F10A5DC" w14:textId="77777777" w:rsidR="00413AD7" w:rsidRPr="00282F49" w:rsidRDefault="00413AD7" w:rsidP="00413AD7">
      <w:pPr>
        <w:pStyle w:val="SDLCode"/>
        <w:rPr>
          <w:rFonts w:eastAsia="Times New Roman" w:cs="Times New Roman"/>
          <w:lang w:val="en-GB"/>
        </w:rPr>
      </w:pPr>
    </w:p>
    <w:p w14:paraId="3CB7D2A5" w14:textId="032378D6" w:rsidR="00413AD7" w:rsidRDefault="00413AD7" w:rsidP="00413AD7">
      <w:pPr>
        <w:pStyle w:val="BodyText"/>
        <w:spacing w:after="220"/>
        <w:rPr>
          <w:rFonts w:eastAsia="Times New Roman"/>
          <w:lang w:eastAsia="ko-KR"/>
        </w:rPr>
      </w:pPr>
      <w:r w:rsidRPr="00282F49">
        <w:rPr>
          <w:rFonts w:eastAsia="Times New Roman"/>
          <w:lang w:eastAsia="ko-KR"/>
        </w:rPr>
        <w:t xml:space="preserve">An optional numeric </w:t>
      </w:r>
      <w:r w:rsidRPr="00C472DC">
        <w:rPr>
          <w:rStyle w:val="SDLattribute"/>
        </w:rPr>
        <w:t>modifier</w:t>
      </w:r>
      <w:r w:rsidR="00A16A51">
        <w:rPr>
          <w:rFonts w:eastAsia="Times New Roman"/>
          <w:lang w:eastAsia="ko-KR"/>
        </w:rPr>
        <w:t xml:space="preserve"> attribute</w:t>
      </w:r>
      <w:r w:rsidRPr="00282F49">
        <w:rPr>
          <w:rFonts w:eastAsia="Times New Roman"/>
          <w:lang w:eastAsia="ko-KR"/>
        </w:rPr>
        <w:t xml:space="preserve"> may be used to signify alignment on boundar</w:t>
      </w:r>
      <w:r w:rsidR="00313683">
        <w:rPr>
          <w:rFonts w:eastAsia="Times New Roman"/>
          <w:lang w:eastAsia="ko-KR"/>
        </w:rPr>
        <w:t>ies other than byte</w:t>
      </w:r>
      <w:r w:rsidRPr="00282F49">
        <w:rPr>
          <w:rFonts w:eastAsia="Times New Roman"/>
          <w:lang w:eastAsia="ko-KR"/>
        </w:rPr>
        <w:t>. Allowed values are 8, 16, 32, 64, and 128. Any skipped bits due to alignment shall have the value ‘0’.</w:t>
      </w:r>
    </w:p>
    <w:p w14:paraId="56FC9687" w14:textId="49A13B4B" w:rsidR="005C7328" w:rsidRDefault="005C7328" w:rsidP="005C7328">
      <w:pPr>
        <w:pStyle w:val="BodyText"/>
        <w:spacing w:after="220"/>
        <w:rPr>
          <w:rFonts w:eastAsia="Times New Roman"/>
          <w:lang w:eastAsia="ko-KR"/>
        </w:rPr>
      </w:pPr>
      <w:r>
        <w:rPr>
          <w:rFonts w:eastAsia="Times New Roman"/>
          <w:lang w:eastAsia="ko-KR"/>
        </w:rPr>
        <w:t>For example, a 32</w:t>
      </w:r>
      <w:r w:rsidR="0023084A">
        <w:rPr>
          <w:rFonts w:eastAsia="Times New Roman"/>
          <w:lang w:eastAsia="ko-KR"/>
        </w:rPr>
        <w:noBreakHyphen/>
      </w:r>
      <w:r>
        <w:rPr>
          <w:rFonts w:eastAsia="Times New Roman"/>
          <w:lang w:eastAsia="ko-KR"/>
        </w:rPr>
        <w:t>bit value aligned on a 2</w:t>
      </w:r>
      <w:r w:rsidR="0023084A">
        <w:rPr>
          <w:rFonts w:eastAsia="Times New Roman"/>
          <w:lang w:eastAsia="ko-KR"/>
        </w:rPr>
        <w:noBreakHyphen/>
      </w:r>
      <w:r>
        <w:rPr>
          <w:rFonts w:eastAsia="Times New Roman"/>
          <w:lang w:eastAsia="ko-KR"/>
        </w:rPr>
        <w:t>byte boundary:</w:t>
      </w:r>
    </w:p>
    <w:p w14:paraId="33279701" w14:textId="77777777" w:rsidR="005C7328" w:rsidRDefault="005C7328" w:rsidP="005C7328">
      <w:pPr>
        <w:pStyle w:val="Example"/>
        <w:outlineLvl w:val="0"/>
        <w:rPr>
          <w:rFonts w:eastAsia="Times New Roman"/>
        </w:rPr>
      </w:pPr>
      <w:r w:rsidRPr="006D1923">
        <w:rPr>
          <w:rFonts w:eastAsia="Times New Roman"/>
        </w:rPr>
        <w:t xml:space="preserve">EXAMPLE </w:t>
      </w:r>
      <w:r w:rsidRPr="006D1923">
        <w:rPr>
          <w:rFonts w:eastAsia="Times New Roman"/>
        </w:rPr>
        <w:sym w:font="Symbol" w:char="F0BE"/>
      </w:r>
    </w:p>
    <w:p w14:paraId="7FFCE5C6" w14:textId="22BA4FE3" w:rsidR="005C7328" w:rsidRDefault="005C7328" w:rsidP="00064445">
      <w:pPr>
        <w:pStyle w:val="SDLCode"/>
        <w:rPr>
          <w:rFonts w:eastAsia="Times New Roman"/>
        </w:rPr>
      </w:pPr>
      <w:r>
        <w:rPr>
          <w:rFonts w:eastAsia="Times New Roman" w:cs="Times New Roman"/>
          <w:lang w:val="en-GB"/>
        </w:rPr>
        <w:t>a</w:t>
      </w:r>
      <w:r w:rsidRPr="00282F49">
        <w:rPr>
          <w:rFonts w:eastAsia="Times New Roman" w:cs="Times New Roman"/>
          <w:lang w:val="en-GB"/>
        </w:rPr>
        <w:t>ligned</w:t>
      </w:r>
      <w:r>
        <w:rPr>
          <w:rFonts w:eastAsia="Times New Roman" w:cs="Times New Roman"/>
          <w:lang w:val="en-GB"/>
        </w:rPr>
        <w:t>(16)</w:t>
      </w:r>
      <w:r w:rsidRPr="00282F49">
        <w:rPr>
          <w:rFonts w:eastAsia="Times New Roman" w:cs="Times New Roman"/>
          <w:lang w:val="en-GB"/>
        </w:rPr>
        <w:t xml:space="preserve"> bit(32) </w:t>
      </w:r>
      <w:r>
        <w:rPr>
          <w:rFonts w:eastAsia="Times New Roman" w:cs="Times New Roman"/>
          <w:lang w:val="en-GB"/>
        </w:rPr>
        <w:t>foo</w:t>
      </w:r>
      <w:r w:rsidRPr="00282F49">
        <w:rPr>
          <w:rFonts w:eastAsia="Times New Roman" w:cs="Times New Roman"/>
          <w:lang w:val="en-GB"/>
        </w:rPr>
        <w:t>;</w:t>
      </w:r>
      <w:r>
        <w:rPr>
          <w:rFonts w:eastAsia="Times New Roman" w:cs="Times New Roman"/>
          <w:lang w:val="en-GB"/>
        </w:rPr>
        <w:t xml:space="preserve"> </w:t>
      </w:r>
      <w:r>
        <w:rPr>
          <w:rFonts w:eastAsia="Times New Roman" w:cs="Times New Roman"/>
          <w:lang w:val="en-GB"/>
        </w:rPr>
        <w:br/>
      </w:r>
    </w:p>
    <w:p w14:paraId="07EA6AA2" w14:textId="77777777" w:rsidR="009521BF" w:rsidRPr="008F4E31" w:rsidRDefault="009521BF" w:rsidP="009521BF">
      <w:pPr>
        <w:autoSpaceDE w:val="0"/>
        <w:autoSpaceDN w:val="0"/>
        <w:adjustRightInd w:val="0"/>
        <w:jc w:val="left"/>
      </w:pPr>
      <w:r w:rsidRPr="008F4E31">
        <w:rPr>
          <w:highlight w:val="yellow"/>
        </w:rPr>
        <w:t>[Editor’s note: An example bitstream for this would be:]</w:t>
      </w:r>
    </w:p>
    <w:p w14:paraId="029060FC" w14:textId="77777777" w:rsidR="009521BF" w:rsidRDefault="009521BF" w:rsidP="00064445">
      <w:pPr>
        <w:pStyle w:val="SDLCode"/>
        <w:rPr>
          <w:rFonts w:eastAsia="Times New Roman"/>
        </w:rPr>
      </w:pPr>
    </w:p>
    <w:p w14:paraId="0DEEAE4B" w14:textId="451517BB" w:rsidR="00412485" w:rsidRPr="00282F49" w:rsidRDefault="00412485" w:rsidP="00F84023">
      <w:pPr>
        <w:pStyle w:val="Heading3"/>
      </w:pPr>
      <w:bookmarkStart w:id="86" w:name="_Toc150443117"/>
      <w:bookmarkStart w:id="87" w:name="_Ref150458091"/>
      <w:r>
        <w:t>Type</w:t>
      </w:r>
      <w:bookmarkEnd w:id="86"/>
      <w:bookmarkEnd w:id="87"/>
    </w:p>
    <w:p w14:paraId="0CDE618B" w14:textId="641A94BF" w:rsidR="00412485" w:rsidRDefault="00C14E90" w:rsidP="00C14E90">
      <w:pPr>
        <w:pStyle w:val="BodyText"/>
        <w:spacing w:after="220"/>
        <w:rPr>
          <w:rFonts w:eastAsia="Times New Roman"/>
          <w:lang w:eastAsia="ko-KR"/>
        </w:rPr>
      </w:pPr>
      <w:bookmarkStart w:id="88" w:name="_Hlk108801371"/>
      <w:r w:rsidRPr="00282F49">
        <w:rPr>
          <w:rFonts w:eastAsia="Times New Roman"/>
          <w:lang w:eastAsia="ko-KR"/>
        </w:rPr>
        <w:t>The</w:t>
      </w:r>
      <w:r w:rsidR="0054147C">
        <w:rPr>
          <w:rFonts w:eastAsia="Times New Roman"/>
          <w:lang w:eastAsia="ko-KR"/>
        </w:rPr>
        <w:t xml:space="preserve"> </w:t>
      </w:r>
      <w:r w:rsidR="001F4747">
        <w:rPr>
          <w:rFonts w:eastAsia="Times New Roman"/>
          <w:lang w:eastAsia="ko-KR"/>
        </w:rPr>
        <w:t>gra</w:t>
      </w:r>
      <w:r w:rsidR="000304BE">
        <w:rPr>
          <w:rFonts w:eastAsia="Times New Roman"/>
          <w:lang w:eastAsia="ko-KR"/>
        </w:rPr>
        <w:t xml:space="preserve">mmar construct </w:t>
      </w:r>
      <w:r w:rsidRPr="00282F49">
        <w:rPr>
          <w:rStyle w:val="SDLmetaKeyword"/>
          <w:rFonts w:eastAsia="Times New Roman"/>
          <w:lang w:eastAsia="ko-KR"/>
        </w:rPr>
        <w:t>type</w:t>
      </w:r>
      <w:r w:rsidRPr="00282F49">
        <w:rPr>
          <w:rFonts w:eastAsia="Times New Roman"/>
          <w:lang w:eastAsia="ko-KR"/>
        </w:rPr>
        <w:t xml:space="preserve"> may be any of the following</w:t>
      </w:r>
      <w:bookmarkEnd w:id="88"/>
      <w:r w:rsidRPr="00282F49">
        <w:rPr>
          <w:rFonts w:eastAsia="Times New Roman"/>
          <w:lang w:eastAsia="ko-KR"/>
        </w:rPr>
        <w:t xml:space="preserve">: </w:t>
      </w:r>
      <w:r w:rsidRPr="00282F49">
        <w:rPr>
          <w:rStyle w:val="SDLkeyword"/>
          <w:rFonts w:eastAsia="Times New Roman"/>
          <w:lang w:eastAsia="ko-KR"/>
        </w:rPr>
        <w:t>int</w:t>
      </w:r>
      <w:r w:rsidRPr="00282F49">
        <w:rPr>
          <w:rFonts w:eastAsia="Times New Roman"/>
          <w:lang w:eastAsia="ko-KR"/>
        </w:rPr>
        <w:t xml:space="preserve"> for signed integer, </w:t>
      </w:r>
      <w:r w:rsidRPr="00282F49">
        <w:rPr>
          <w:rStyle w:val="SDLkeyword"/>
          <w:rFonts w:eastAsia="Times New Roman"/>
          <w:lang w:eastAsia="ko-KR"/>
        </w:rPr>
        <w:t>unsigned</w:t>
      </w:r>
      <w:r w:rsidR="00C472DC">
        <w:rPr>
          <w:rStyle w:val="SDLkeyword"/>
          <w:rFonts w:eastAsia="Times New Roman"/>
          <w:lang w:eastAsia="ko-KR"/>
        </w:rPr>
        <w:t> </w:t>
      </w:r>
      <w:r w:rsidRPr="00282F49">
        <w:rPr>
          <w:rStyle w:val="SDLkeyword"/>
          <w:rFonts w:eastAsia="Times New Roman"/>
          <w:lang w:eastAsia="ko-KR"/>
        </w:rPr>
        <w:t>int</w:t>
      </w:r>
      <w:r w:rsidRPr="00282F49">
        <w:rPr>
          <w:rFonts w:eastAsia="Times New Roman"/>
          <w:lang w:eastAsia="ko-KR"/>
        </w:rPr>
        <w:t xml:space="preserve"> for unsigned integer, </w:t>
      </w:r>
      <w:r w:rsidR="00EA568D" w:rsidRPr="00C472DC">
        <w:rPr>
          <w:rStyle w:val="SDLkeyword"/>
        </w:rPr>
        <w:t>float</w:t>
      </w:r>
      <w:r w:rsidR="00EA568D">
        <w:rPr>
          <w:rFonts w:eastAsia="Times New Roman"/>
          <w:lang w:eastAsia="ko-KR"/>
        </w:rPr>
        <w:t xml:space="preserve"> </w:t>
      </w:r>
      <w:r w:rsidRPr="00282F49">
        <w:rPr>
          <w:rFonts w:eastAsia="Times New Roman"/>
          <w:lang w:eastAsia="ko-KR"/>
        </w:rPr>
        <w:t xml:space="preserve">for floating point, and </w:t>
      </w:r>
      <w:r w:rsidRPr="00282F49">
        <w:rPr>
          <w:rStyle w:val="SDLkeyword"/>
          <w:rFonts w:eastAsia="Times New Roman"/>
          <w:lang w:eastAsia="ko-KR"/>
        </w:rPr>
        <w:t>bit</w:t>
      </w:r>
      <w:r w:rsidRPr="00282F49">
        <w:rPr>
          <w:rFonts w:eastAsia="Times New Roman"/>
          <w:lang w:eastAsia="ko-KR"/>
        </w:rPr>
        <w:t xml:space="preserve"> for raw binary data.</w:t>
      </w:r>
    </w:p>
    <w:p w14:paraId="03E4FA9F" w14:textId="06979889" w:rsidR="00EA568D" w:rsidRDefault="00EA568D" w:rsidP="00C472DC">
      <w:pPr>
        <w:pStyle w:val="Note"/>
        <w:rPr>
          <w:lang w:eastAsia="ko-KR"/>
        </w:rPr>
      </w:pPr>
      <w:r>
        <w:rPr>
          <w:lang w:eastAsia="ko-KR"/>
        </w:rPr>
        <w:t>NOTE</w:t>
      </w:r>
      <w:r>
        <w:rPr>
          <w:lang w:eastAsia="ko-KR"/>
        </w:rPr>
        <w:tab/>
      </w:r>
      <w:r w:rsidR="00AA00D6" w:rsidRPr="00282F49">
        <w:rPr>
          <w:rStyle w:val="SDLkeyword"/>
          <w:rFonts w:eastAsia="Times New Roman"/>
          <w:lang w:eastAsia="ko-KR"/>
        </w:rPr>
        <w:t>double</w:t>
      </w:r>
      <w:r w:rsidR="00D1137A" w:rsidRPr="00C472DC">
        <w:t xml:space="preserve"> is a legacy </w:t>
      </w:r>
      <w:r w:rsidR="00D04D64">
        <w:t xml:space="preserve">alias </w:t>
      </w:r>
      <w:r w:rsidR="00D1137A">
        <w:rPr>
          <w:lang w:eastAsia="ko-KR"/>
        </w:rPr>
        <w:t>for</w:t>
      </w:r>
      <w:r w:rsidR="000C232B">
        <w:rPr>
          <w:lang w:eastAsia="ko-KR"/>
        </w:rPr>
        <w:t xml:space="preserve"> the</w:t>
      </w:r>
      <w:r w:rsidR="00D1137A">
        <w:rPr>
          <w:lang w:eastAsia="ko-KR"/>
        </w:rPr>
        <w:t xml:space="preserve"> keyword</w:t>
      </w:r>
      <w:r w:rsidR="000C232B">
        <w:rPr>
          <w:lang w:eastAsia="ko-KR"/>
        </w:rPr>
        <w:t xml:space="preserve"> </w:t>
      </w:r>
      <w:r w:rsidR="00AA00D6">
        <w:rPr>
          <w:rStyle w:val="SDLkeyword"/>
          <w:rFonts w:eastAsia="Times New Roman"/>
          <w:lang w:eastAsia="ko-KR"/>
        </w:rPr>
        <w:t>float</w:t>
      </w:r>
      <w:r w:rsidR="00A54962">
        <w:t>.</w:t>
      </w:r>
      <w:r w:rsidR="00D04D64">
        <w:t xml:space="preserve"> </w:t>
      </w:r>
      <w:r w:rsidR="001E65D3">
        <w:t xml:space="preserve">The use of the keyword </w:t>
      </w:r>
      <w:r w:rsidR="00D04D64" w:rsidRPr="00282F49">
        <w:rPr>
          <w:rStyle w:val="SDLkeyword"/>
          <w:rFonts w:eastAsia="Times New Roman"/>
          <w:lang w:eastAsia="ko-KR"/>
        </w:rPr>
        <w:t>double</w:t>
      </w:r>
      <w:r w:rsidR="001E65D3" w:rsidRPr="00C472DC">
        <w:t xml:space="preserve"> is no longer recommended.</w:t>
      </w:r>
    </w:p>
    <w:p w14:paraId="5F30CE20" w14:textId="16289864" w:rsidR="00412485" w:rsidRDefault="00412485" w:rsidP="00F84023">
      <w:pPr>
        <w:pStyle w:val="Heading3"/>
      </w:pPr>
      <w:bookmarkStart w:id="89" w:name="_Toc150443118"/>
      <w:r>
        <w:t>Length</w:t>
      </w:r>
      <w:bookmarkEnd w:id="89"/>
    </w:p>
    <w:p w14:paraId="1E582352" w14:textId="112DC86D" w:rsidR="009633B8" w:rsidRDefault="00C14E90" w:rsidP="00C14E90">
      <w:pPr>
        <w:pStyle w:val="BodyText"/>
        <w:spacing w:after="220"/>
        <w:rPr>
          <w:rFonts w:eastAsia="Times New Roman"/>
          <w:lang w:eastAsia="ko-KR"/>
        </w:rPr>
      </w:pPr>
      <w:r w:rsidRPr="00282F49">
        <w:rPr>
          <w:rFonts w:eastAsia="Times New Roman"/>
          <w:lang w:eastAsia="ko-KR"/>
        </w:rPr>
        <w:t>The</w:t>
      </w:r>
      <w:r w:rsidR="00B5172D">
        <w:rPr>
          <w:rFonts w:eastAsia="Times New Roman"/>
          <w:lang w:eastAsia="ko-KR"/>
        </w:rPr>
        <w:t xml:space="preserve"> </w:t>
      </w:r>
      <w:r w:rsidRPr="00282F49">
        <w:rPr>
          <w:rStyle w:val="SDLattribute"/>
          <w:rFonts w:eastAsia="Times New Roman"/>
          <w:lang w:eastAsia="ko-KR"/>
        </w:rPr>
        <w:t>length</w:t>
      </w:r>
      <w:r w:rsidRPr="00282F49">
        <w:rPr>
          <w:rFonts w:eastAsia="Times New Roman"/>
          <w:lang w:eastAsia="ko-KR"/>
        </w:rPr>
        <w:t xml:space="preserve"> attribute indicates</w:t>
      </w:r>
      <w:r w:rsidR="000C01A1">
        <w:rPr>
          <w:rFonts w:eastAsia="Times New Roman"/>
          <w:lang w:eastAsia="ko-KR"/>
        </w:rPr>
        <w:t xml:space="preserve"> that</w:t>
      </w:r>
      <w:r w:rsidRPr="00282F49">
        <w:rPr>
          <w:rFonts w:eastAsia="Times New Roman"/>
          <w:lang w:eastAsia="ko-KR"/>
        </w:rPr>
        <w:t xml:space="preserve"> the length of the element </w:t>
      </w:r>
      <w:r w:rsidR="00115829">
        <w:rPr>
          <w:rFonts w:eastAsia="Times New Roman"/>
          <w:lang w:eastAsia="ko-KR"/>
        </w:rPr>
        <w:t xml:space="preserve">value </w:t>
      </w:r>
      <w:r w:rsidRPr="00282F49">
        <w:rPr>
          <w:rFonts w:eastAsia="Times New Roman"/>
          <w:lang w:eastAsia="ko-KR"/>
        </w:rPr>
        <w:t xml:space="preserve">in bits, as it is </w:t>
      </w:r>
      <w:r w:rsidR="00744EA2" w:rsidRPr="00282F49">
        <w:rPr>
          <w:rFonts w:eastAsia="Times New Roman"/>
          <w:lang w:eastAsia="ko-KR"/>
        </w:rPr>
        <w:t>stored</w:t>
      </w:r>
      <w:r w:rsidRPr="00282F49">
        <w:rPr>
          <w:rFonts w:eastAsia="Times New Roman"/>
          <w:lang w:eastAsia="ko-KR"/>
        </w:rPr>
        <w:t xml:space="preserve"> in the bitstream. </w:t>
      </w:r>
      <w:r w:rsidR="000872A8">
        <w:rPr>
          <w:rFonts w:eastAsia="Times New Roman"/>
          <w:lang w:eastAsia="ko-KR"/>
        </w:rPr>
        <w:t>When the</w:t>
      </w:r>
      <w:r w:rsidR="003A1AC4">
        <w:rPr>
          <w:rFonts w:eastAsia="Times New Roman"/>
          <w:lang w:eastAsia="ko-KR"/>
        </w:rPr>
        <w:t xml:space="preserve"> grammar construct</w:t>
      </w:r>
      <w:r w:rsidRPr="00282F49">
        <w:rPr>
          <w:rFonts w:eastAsia="Times New Roman"/>
          <w:lang w:eastAsia="ko-KR"/>
        </w:rPr>
        <w:t xml:space="preserve"> </w:t>
      </w:r>
      <w:r w:rsidRPr="00282F49">
        <w:rPr>
          <w:rStyle w:val="SDLmetaKeyword"/>
          <w:rFonts w:eastAsia="Times New Roman"/>
          <w:lang w:eastAsia="ko-KR"/>
        </w:rPr>
        <w:t>type</w:t>
      </w:r>
      <w:r w:rsidRPr="00282F49">
        <w:rPr>
          <w:rFonts w:eastAsia="Times New Roman"/>
          <w:lang w:eastAsia="ko-KR"/>
        </w:rPr>
        <w:t xml:space="preserve"> </w:t>
      </w:r>
      <w:r w:rsidR="000872A8">
        <w:rPr>
          <w:rFonts w:eastAsia="Times New Roman"/>
          <w:lang w:eastAsia="ko-KR"/>
        </w:rPr>
        <w:t xml:space="preserve">is </w:t>
      </w:r>
      <w:r w:rsidR="003A1AC4">
        <w:rPr>
          <w:rStyle w:val="SDLkeyword"/>
          <w:rFonts w:eastAsia="Times New Roman"/>
          <w:lang w:eastAsia="ko-KR"/>
        </w:rPr>
        <w:t>float</w:t>
      </w:r>
      <w:r w:rsidR="003A1AC4" w:rsidRPr="00C472DC">
        <w:t>, then</w:t>
      </w:r>
      <w:r w:rsidR="00E03901">
        <w:t xml:space="preserve"> the </w:t>
      </w:r>
      <w:r w:rsidR="00E03901" w:rsidRPr="00282F49">
        <w:rPr>
          <w:rStyle w:val="SDLattribute"/>
          <w:rFonts w:eastAsia="Times New Roman"/>
          <w:lang w:eastAsia="ko-KR"/>
        </w:rPr>
        <w:t>length</w:t>
      </w:r>
      <w:r w:rsidR="00E03901" w:rsidRPr="00282F49">
        <w:rPr>
          <w:rFonts w:eastAsia="Times New Roman"/>
          <w:lang w:eastAsia="ko-KR"/>
        </w:rPr>
        <w:t xml:space="preserve"> attribute</w:t>
      </w:r>
      <w:r w:rsidR="003A1AC4" w:rsidRPr="00C472DC">
        <w:t xml:space="preserve"> </w:t>
      </w:r>
      <w:r w:rsidRPr="00282F49">
        <w:rPr>
          <w:rFonts w:eastAsia="Times New Roman"/>
          <w:lang w:eastAsia="ko-KR"/>
        </w:rPr>
        <w:t xml:space="preserve">shall </w:t>
      </w:r>
      <w:r w:rsidR="00E03901">
        <w:rPr>
          <w:rFonts w:eastAsia="Times New Roman"/>
          <w:lang w:eastAsia="ko-KR"/>
        </w:rPr>
        <w:t>be</w:t>
      </w:r>
      <w:r w:rsidR="00B6569C">
        <w:rPr>
          <w:rFonts w:eastAsia="Times New Roman"/>
          <w:lang w:eastAsia="ko-KR"/>
        </w:rPr>
        <w:t xml:space="preserve"> equal to</w:t>
      </w:r>
      <w:r w:rsidR="00E03901">
        <w:rPr>
          <w:rFonts w:eastAsia="Times New Roman"/>
          <w:lang w:eastAsia="ko-KR"/>
        </w:rPr>
        <w:t xml:space="preserve"> 16, </w:t>
      </w:r>
      <w:r w:rsidRPr="00282F49">
        <w:rPr>
          <w:rFonts w:eastAsia="Times New Roman"/>
          <w:lang w:eastAsia="ko-KR"/>
        </w:rPr>
        <w:t>32</w:t>
      </w:r>
      <w:r w:rsidR="00E03901">
        <w:rPr>
          <w:rFonts w:eastAsia="Times New Roman"/>
          <w:lang w:eastAsia="ko-KR"/>
        </w:rPr>
        <w:t>, 64, 128</w:t>
      </w:r>
      <w:r w:rsidRPr="00282F49">
        <w:rPr>
          <w:rFonts w:eastAsia="Times New Roman"/>
          <w:lang w:eastAsia="ko-KR"/>
        </w:rPr>
        <w:t xml:space="preserve"> or </w:t>
      </w:r>
      <w:r w:rsidR="00E03901">
        <w:rPr>
          <w:rFonts w:eastAsia="Times New Roman"/>
          <w:lang w:eastAsia="ko-KR"/>
        </w:rPr>
        <w:t>256</w:t>
      </w:r>
      <w:r w:rsidRPr="00282F49">
        <w:rPr>
          <w:rFonts w:eastAsia="Times New Roman"/>
          <w:lang w:eastAsia="ko-KR"/>
        </w:rPr>
        <w:t>.</w:t>
      </w:r>
    </w:p>
    <w:p w14:paraId="63F8C2FC" w14:textId="159B589C" w:rsidR="00814503" w:rsidRDefault="00814503" w:rsidP="00C472DC">
      <w:pPr>
        <w:pStyle w:val="Note"/>
        <w:rPr>
          <w:rFonts w:eastAsia="Times New Roman"/>
          <w:lang w:eastAsia="ko-KR"/>
        </w:rPr>
      </w:pPr>
      <w:r>
        <w:t>NOTE</w:t>
      </w:r>
      <w:r w:rsidR="00374387">
        <w:tab/>
      </w:r>
      <w:r>
        <w:t>As some of those bit depths may be uncommon for floats, it is recommended to verify that the expected environment implementing a given specification supports the chosen bit depth.</w:t>
      </w:r>
    </w:p>
    <w:p w14:paraId="63D32A56" w14:textId="46398702" w:rsidR="00557A42" w:rsidRPr="00E56598" w:rsidRDefault="00557A42" w:rsidP="00E56598">
      <w:pPr>
        <w:pStyle w:val="BodyText"/>
      </w:pPr>
      <w:r w:rsidRPr="00557A42">
        <w:rPr>
          <w:highlight w:val="yellow"/>
        </w:rPr>
        <w:t xml:space="preserve">[Editor’s note: </w:t>
      </w:r>
      <w:r w:rsidRPr="00E56598">
        <w:rPr>
          <w:highlight w:val="yellow"/>
        </w:rPr>
        <w:t xml:space="preserve">What should be a limit for the width of variable types? </w:t>
      </w:r>
      <w:r w:rsidR="00C14C3C" w:rsidRPr="00720E47">
        <w:rPr>
          <w:highlight w:val="yellow"/>
        </w:rPr>
        <w:t xml:space="preserve">Is </w:t>
      </w:r>
      <w:r w:rsidR="00C14C3C" w:rsidRPr="00720E47">
        <w:rPr>
          <w:rFonts w:ascii="Courier New" w:hAnsi="Courier New" w:cs="Courier New"/>
          <w:highlight w:val="yellow"/>
        </w:rPr>
        <w:t>unsigned int(5500000000) parsable_variable1</w:t>
      </w:r>
      <w:r w:rsidR="00C14C3C" w:rsidRPr="00720E47">
        <w:rPr>
          <w:highlight w:val="yellow"/>
        </w:rPr>
        <w:t xml:space="preserve"> valid?</w:t>
      </w:r>
      <w:r w:rsidR="00C14C3C">
        <w:rPr>
          <w:highlight w:val="yellow"/>
        </w:rPr>
        <w:t xml:space="preserve"> S</w:t>
      </w:r>
      <w:r w:rsidRPr="00E56598">
        <w:rPr>
          <w:highlight w:val="yellow"/>
        </w:rPr>
        <w:t>hould it be stated to be undefined and dependent on usage/parser implementation?]</w:t>
      </w:r>
    </w:p>
    <w:p w14:paraId="62C480B3" w14:textId="7CD7C723" w:rsidR="00680C19" w:rsidRPr="00282F49" w:rsidRDefault="00680C19" w:rsidP="00680C19">
      <w:pPr>
        <w:pStyle w:val="BodyText"/>
        <w:spacing w:after="220"/>
        <w:rPr>
          <w:rFonts w:eastAsia="Times New Roman"/>
          <w:lang w:eastAsia="ko-KR"/>
        </w:rPr>
      </w:pPr>
      <w:r>
        <w:rPr>
          <w:rFonts w:eastAsia="Times New Roman"/>
          <w:lang w:eastAsia="ko-KR"/>
        </w:rPr>
        <w:t>For example</w:t>
      </w:r>
      <w:r w:rsidR="001E23C9">
        <w:rPr>
          <w:rFonts w:eastAsia="Times New Roman"/>
          <w:lang w:eastAsia="ko-KR"/>
        </w:rPr>
        <w:t>,</w:t>
      </w:r>
      <w:r>
        <w:rPr>
          <w:rFonts w:eastAsia="Times New Roman"/>
          <w:lang w:eastAsia="ko-KR"/>
        </w:rPr>
        <w:t xml:space="preserve"> </w:t>
      </w:r>
      <w:r w:rsidRPr="00282F49">
        <w:rPr>
          <w:rFonts w:eastAsia="Times New Roman"/>
          <w:lang w:eastAsia="ko-KR"/>
        </w:rPr>
        <w:t>a 5</w:t>
      </w:r>
      <w:r w:rsidR="0023084A">
        <w:rPr>
          <w:rFonts w:eastAsia="Times New Roman"/>
          <w:lang w:eastAsia="ko-KR"/>
        </w:rPr>
        <w:noBreakHyphen/>
      </w:r>
      <w:r w:rsidRPr="00282F49">
        <w:rPr>
          <w:rFonts w:eastAsia="Times New Roman"/>
          <w:lang w:eastAsia="ko-KR"/>
        </w:rPr>
        <w:t>bit unsigned integer</w:t>
      </w:r>
      <w:r w:rsidR="00AE777C">
        <w:rPr>
          <w:rFonts w:eastAsia="Times New Roman"/>
          <w:lang w:eastAsia="ko-KR"/>
        </w:rPr>
        <w:t xml:space="preserve"> that is parsable</w:t>
      </w:r>
      <w:r>
        <w:rPr>
          <w:rFonts w:eastAsia="Times New Roman"/>
          <w:lang w:eastAsia="ko-KR"/>
        </w:rPr>
        <w:t xml:space="preserve"> </w:t>
      </w:r>
      <w:r w:rsidRPr="00282F49">
        <w:rPr>
          <w:rFonts w:eastAsia="Times New Roman"/>
          <w:lang w:eastAsia="ko-KR"/>
        </w:rPr>
        <w:t>would be represented as:</w:t>
      </w:r>
    </w:p>
    <w:p w14:paraId="341B9E41" w14:textId="77777777" w:rsidR="00A1146D" w:rsidRDefault="00A1146D" w:rsidP="00C472DC">
      <w:pPr>
        <w:pStyle w:val="Example"/>
      </w:pPr>
      <w:r w:rsidRPr="006D1923">
        <w:t xml:space="preserve">EXAMPLE </w:t>
      </w:r>
      <w:r w:rsidRPr="006D1923">
        <w:sym w:font="Symbol" w:char="F0BE"/>
      </w:r>
    </w:p>
    <w:p w14:paraId="627E52ED" w14:textId="6973F448" w:rsidR="004C384E" w:rsidRDefault="00A1146D" w:rsidP="00C472DC">
      <w:pPr>
        <w:pStyle w:val="Code"/>
      </w:pPr>
      <w:r w:rsidRPr="00282F49">
        <w:t xml:space="preserve">unsigned int(5) </w:t>
      </w:r>
      <w:r w:rsidR="00AE777C">
        <w:t>parsable_variable</w:t>
      </w:r>
      <w:r w:rsidRPr="00282F49">
        <w:t>;</w:t>
      </w:r>
    </w:p>
    <w:p w14:paraId="516092C7" w14:textId="17A296C4" w:rsidR="004C384E" w:rsidRDefault="004C384E" w:rsidP="00F84023">
      <w:pPr>
        <w:pStyle w:val="BodyText"/>
        <w:rPr>
          <w:rFonts w:eastAsia="Times New Roman"/>
          <w:lang w:eastAsia="ko-KR"/>
        </w:rPr>
      </w:pPr>
    </w:p>
    <w:p w14:paraId="3EFC3FB9" w14:textId="77777777" w:rsidR="00B26412" w:rsidRPr="008F4E31" w:rsidRDefault="00B26412" w:rsidP="00B26412">
      <w:pPr>
        <w:autoSpaceDE w:val="0"/>
        <w:autoSpaceDN w:val="0"/>
        <w:adjustRightInd w:val="0"/>
        <w:jc w:val="left"/>
      </w:pPr>
      <w:r w:rsidRPr="008F4E31">
        <w:rPr>
          <w:highlight w:val="yellow"/>
        </w:rPr>
        <w:t>[Editor’s note: An example bitstream for this would be:]</w:t>
      </w:r>
    </w:p>
    <w:p w14:paraId="3697D5D3" w14:textId="23D89F8B" w:rsidR="008E61F3" w:rsidRDefault="008E61F3" w:rsidP="00F84023">
      <w:pPr>
        <w:pStyle w:val="Heading3"/>
      </w:pPr>
      <w:bookmarkStart w:id="90" w:name="_Toc150443119"/>
      <w:r>
        <w:t>Value</w:t>
      </w:r>
      <w:bookmarkEnd w:id="90"/>
    </w:p>
    <w:p w14:paraId="375BDF8E" w14:textId="1C1043E6" w:rsidR="00C936D9" w:rsidRDefault="00C936D9" w:rsidP="00C14E90">
      <w:pPr>
        <w:pStyle w:val="BodyText"/>
        <w:spacing w:after="220"/>
        <w:rPr>
          <w:rFonts w:eastAsia="Times New Roman"/>
          <w:lang w:eastAsia="ko-KR"/>
        </w:rPr>
      </w:pPr>
      <w:r w:rsidRPr="00282F49">
        <w:rPr>
          <w:rFonts w:eastAsia="Times New Roman"/>
          <w:lang w:eastAsia="ko-KR"/>
        </w:rPr>
        <w:t xml:space="preserve">The </w:t>
      </w:r>
      <w:r w:rsidRPr="00282F49">
        <w:rPr>
          <w:rStyle w:val="SDLattribute"/>
          <w:rFonts w:eastAsia="Times New Roman"/>
          <w:lang w:eastAsia="ko-KR"/>
        </w:rPr>
        <w:t>value</w:t>
      </w:r>
      <w:r w:rsidRPr="00282F49">
        <w:rPr>
          <w:rFonts w:eastAsia="Times New Roman"/>
          <w:lang w:eastAsia="ko-KR"/>
        </w:rPr>
        <w:t xml:space="preserve"> attribute shall be present only when the value is </w:t>
      </w:r>
      <w:r w:rsidR="003917DD">
        <w:rPr>
          <w:rFonts w:eastAsia="Times New Roman"/>
          <w:lang w:eastAsia="ko-KR"/>
        </w:rPr>
        <w:t>constrained to a single value</w:t>
      </w:r>
      <w:r w:rsidR="003917DD" w:rsidRPr="00282F49">
        <w:rPr>
          <w:rFonts w:eastAsia="Times New Roman"/>
          <w:lang w:eastAsia="ko-KR"/>
        </w:rPr>
        <w:t xml:space="preserve"> </w:t>
      </w:r>
      <w:r w:rsidRPr="00282F49">
        <w:rPr>
          <w:rFonts w:eastAsia="Times New Roman"/>
          <w:lang w:eastAsia="ko-KR"/>
        </w:rPr>
        <w:t>(e.g., start codes)</w:t>
      </w:r>
      <w:r w:rsidR="003917DD">
        <w:rPr>
          <w:rFonts w:eastAsia="Times New Roman"/>
          <w:lang w:eastAsia="ko-KR"/>
        </w:rPr>
        <w:t xml:space="preserve"> or</w:t>
      </w:r>
      <w:r w:rsidRPr="00282F49">
        <w:rPr>
          <w:rFonts w:eastAsia="Times New Roman"/>
          <w:lang w:eastAsia="ko-KR"/>
        </w:rPr>
        <w:t xml:space="preserve"> a range of values (i.e., ‘</w:t>
      </w:r>
      <w:r w:rsidRPr="00C73BB5">
        <w:rPr>
          <w:rFonts w:ascii="Courier New" w:eastAsia="Times New Roman" w:hAnsi="Courier New" w:cs="Courier New"/>
          <w:lang w:eastAsia="ko-KR"/>
        </w:rPr>
        <w:t>0x01..0xAF</w:t>
      </w:r>
      <w:r w:rsidRPr="00282F49">
        <w:rPr>
          <w:rFonts w:eastAsia="Times New Roman"/>
          <w:lang w:eastAsia="ko-KR"/>
        </w:rPr>
        <w:t>’).</w:t>
      </w:r>
    </w:p>
    <w:p w14:paraId="02F615AE" w14:textId="68EA0FE6" w:rsidR="006D5AB0" w:rsidRDefault="006D5AB0" w:rsidP="006D5AB0">
      <w:pPr>
        <w:pStyle w:val="BodyText"/>
        <w:spacing w:after="220"/>
        <w:rPr>
          <w:rFonts w:eastAsia="Times New Roman"/>
          <w:lang w:eastAsia="ko-KR"/>
        </w:rPr>
      </w:pPr>
      <w:r>
        <w:rPr>
          <w:rFonts w:eastAsia="Times New Roman"/>
          <w:lang w:eastAsia="ko-KR"/>
        </w:rPr>
        <w:t xml:space="preserve">A variable may be used </w:t>
      </w:r>
      <w:r w:rsidR="001408DD">
        <w:rPr>
          <w:rFonts w:eastAsia="Times New Roman"/>
          <w:lang w:eastAsia="ko-KR"/>
        </w:rPr>
        <w:t>when defining a single value or range of values for the</w:t>
      </w:r>
      <w:r>
        <w:rPr>
          <w:rFonts w:eastAsia="Times New Roman"/>
          <w:lang w:eastAsia="ko-KR"/>
        </w:rPr>
        <w:t xml:space="preserve"> </w:t>
      </w:r>
      <w:r w:rsidRPr="00E56598">
        <w:rPr>
          <w:rFonts w:eastAsia="Times New Roman"/>
          <w:i/>
          <w:iCs/>
          <w:lang w:eastAsia="ko-KR"/>
        </w:rPr>
        <w:t>value</w:t>
      </w:r>
      <w:r>
        <w:rPr>
          <w:rFonts w:eastAsia="Times New Roman"/>
          <w:lang w:eastAsia="ko-KR"/>
        </w:rPr>
        <w:t xml:space="preserve"> attribute</w:t>
      </w:r>
      <w:r w:rsidR="001408DD">
        <w:rPr>
          <w:rFonts w:eastAsia="Times New Roman"/>
          <w:lang w:eastAsia="ko-KR"/>
        </w:rPr>
        <w:t>. For example:</w:t>
      </w:r>
    </w:p>
    <w:p w14:paraId="57EFDDAC" w14:textId="77777777" w:rsidR="00C03D8E" w:rsidRPr="006D1923" w:rsidRDefault="00C03D8E" w:rsidP="00C03D8E">
      <w:pPr>
        <w:pStyle w:val="Example"/>
      </w:pPr>
      <w:r w:rsidRPr="006D1923">
        <w:t xml:space="preserve">EXAMPLE </w:t>
      </w:r>
      <w:r w:rsidRPr="006D1923">
        <w:sym w:font="Symbol" w:char="F0BE"/>
      </w:r>
    </w:p>
    <w:p w14:paraId="240CCA3A" w14:textId="71BFCF74" w:rsidR="00C03D8E" w:rsidRDefault="00C03D8E" w:rsidP="00C03D8E">
      <w:pPr>
        <w:pStyle w:val="Code"/>
      </w:pPr>
      <w:r>
        <w:lastRenderedPageBreak/>
        <w:t>unsigned int</w:t>
      </w:r>
      <w:r w:rsidRPr="00282F49">
        <w:t>(</w:t>
      </w:r>
      <w:r>
        <w:t>8</w:t>
      </w:r>
      <w:r w:rsidRPr="00282F49">
        <w:t xml:space="preserve">) </w:t>
      </w:r>
      <w:r>
        <w:t>min</w:t>
      </w:r>
      <w:r w:rsidR="006D5AB0">
        <w:t xml:space="preserve"> = 0..4</w:t>
      </w:r>
      <w:r>
        <w:t>;</w:t>
      </w:r>
    </w:p>
    <w:p w14:paraId="5DCE1F08" w14:textId="1822E053" w:rsidR="00C03D8E" w:rsidRPr="00282F49" w:rsidRDefault="00C03D8E" w:rsidP="00E56598">
      <w:pPr>
        <w:pStyle w:val="SDLCode"/>
      </w:pPr>
      <w:r>
        <w:t>unsigned int</w:t>
      </w:r>
      <w:r w:rsidRPr="00282F49">
        <w:t>(</w:t>
      </w:r>
      <w:r>
        <w:t>8</w:t>
      </w:r>
      <w:r w:rsidRPr="00282F49">
        <w:t xml:space="preserve">) </w:t>
      </w:r>
      <w:r>
        <w:t>max</w:t>
      </w:r>
      <w:r w:rsidR="006D5AB0">
        <w:t xml:space="preserve"> = 4..7</w:t>
      </w:r>
      <w:r>
        <w:t>;</w:t>
      </w:r>
      <w:r>
        <w:tab/>
      </w:r>
    </w:p>
    <w:p w14:paraId="39DC4370" w14:textId="26C3E305" w:rsidR="00C03D8E" w:rsidRPr="00282F49" w:rsidRDefault="00C03D8E" w:rsidP="00E56598">
      <w:pPr>
        <w:pStyle w:val="SDLCode"/>
      </w:pPr>
      <w:r>
        <w:t>unsigned int</w:t>
      </w:r>
      <w:r w:rsidRPr="00282F49">
        <w:t>(</w:t>
      </w:r>
      <w:r>
        <w:t>8</w:t>
      </w:r>
      <w:r w:rsidRPr="00282F49">
        <w:t xml:space="preserve">) </w:t>
      </w:r>
      <w:r w:rsidR="00455D1D">
        <w:t>foo</w:t>
      </w:r>
      <w:r>
        <w:t xml:space="preserve"> = min..max;</w:t>
      </w:r>
    </w:p>
    <w:p w14:paraId="775E6A41" w14:textId="77777777" w:rsidR="00FB7B87" w:rsidRPr="00E56598" w:rsidRDefault="00FB7B87" w:rsidP="00E56598">
      <w:pPr>
        <w:pStyle w:val="Code"/>
      </w:pPr>
    </w:p>
    <w:p w14:paraId="1F40F830" w14:textId="60E95A53" w:rsidR="00C03D8E" w:rsidRDefault="00C03D8E" w:rsidP="00C03D8E">
      <w:pPr>
        <w:pStyle w:val="BodyText"/>
        <w:spacing w:after="220"/>
        <w:rPr>
          <w:rFonts w:eastAsia="Times New Roman"/>
          <w:lang w:eastAsia="ko-KR"/>
        </w:rPr>
      </w:pPr>
      <w:r>
        <w:rPr>
          <w:rFonts w:eastAsia="Times New Roman"/>
          <w:lang w:eastAsia="ko-KR"/>
        </w:rPr>
        <w:t xml:space="preserve">The single value or range of values defined must be valid for the declared variable type. For example the following </w:t>
      </w:r>
      <w:r w:rsidR="00FB7B87">
        <w:rPr>
          <w:rFonts w:eastAsia="Times New Roman"/>
          <w:lang w:eastAsia="ko-KR"/>
        </w:rPr>
        <w:t>is</w:t>
      </w:r>
      <w:r>
        <w:rPr>
          <w:rFonts w:eastAsia="Times New Roman"/>
          <w:lang w:eastAsia="ko-KR"/>
        </w:rPr>
        <w:t xml:space="preserve"> </w:t>
      </w:r>
      <w:r w:rsidRPr="00E56598">
        <w:rPr>
          <w:rFonts w:eastAsia="Times New Roman"/>
          <w:u w:val="single"/>
          <w:lang w:eastAsia="ko-KR"/>
        </w:rPr>
        <w:t>invalid</w:t>
      </w:r>
      <w:r>
        <w:rPr>
          <w:rFonts w:eastAsia="Times New Roman"/>
          <w:lang w:eastAsia="ko-KR"/>
        </w:rPr>
        <w:t>:</w:t>
      </w:r>
    </w:p>
    <w:p w14:paraId="1A7E03A9" w14:textId="77777777" w:rsidR="00C03D8E" w:rsidRPr="006D1923" w:rsidRDefault="00C03D8E" w:rsidP="00C03D8E">
      <w:pPr>
        <w:pStyle w:val="Example"/>
      </w:pPr>
      <w:r w:rsidRPr="006D1923">
        <w:t xml:space="preserve">EXAMPLE </w:t>
      </w:r>
      <w:r w:rsidRPr="006D1923">
        <w:sym w:font="Symbol" w:char="F0BE"/>
      </w:r>
    </w:p>
    <w:p w14:paraId="48C086D1" w14:textId="3D496B47" w:rsidR="00C03D8E" w:rsidRDefault="00C03D8E" w:rsidP="00C03D8E">
      <w:pPr>
        <w:pStyle w:val="Code"/>
      </w:pPr>
      <w:r>
        <w:t>unsigned int</w:t>
      </w:r>
      <w:r w:rsidRPr="00282F49">
        <w:t>(</w:t>
      </w:r>
      <w:r>
        <w:t>8</w:t>
      </w:r>
      <w:r w:rsidRPr="00282F49">
        <w:t xml:space="preserve">) </w:t>
      </w:r>
      <w:r w:rsidR="008D3F82">
        <w:t>foo</w:t>
      </w:r>
      <w:r>
        <w:t xml:space="preserve"> = 0..5e10;</w:t>
      </w:r>
      <w:r>
        <w:tab/>
        <w:t>// illegal usage of float value</w:t>
      </w:r>
    </w:p>
    <w:p w14:paraId="5D4D8E0A" w14:textId="77777777" w:rsidR="008A42CE" w:rsidRPr="00282F49" w:rsidRDefault="008A42CE" w:rsidP="00C03D8E">
      <w:pPr>
        <w:pStyle w:val="Code"/>
      </w:pPr>
    </w:p>
    <w:p w14:paraId="43459B29" w14:textId="77777777" w:rsidR="008A42CE" w:rsidRDefault="008A42CE" w:rsidP="008A42CE">
      <w:pPr>
        <w:pStyle w:val="BodyText"/>
      </w:pPr>
      <w:r>
        <w:t>Value truncation will occur when assigning a value to a parsable variable when the value is larger than the defined width of the variable. For example:</w:t>
      </w:r>
    </w:p>
    <w:p w14:paraId="5F310BD5" w14:textId="3EA65152" w:rsidR="008A42CE" w:rsidRPr="006D1923" w:rsidRDefault="008A42CE" w:rsidP="008A42CE">
      <w:pPr>
        <w:pStyle w:val="Example"/>
      </w:pPr>
      <w:r w:rsidRPr="006D1923">
        <w:t xml:space="preserve">EXAMPLE </w:t>
      </w:r>
      <w:r w:rsidRPr="006D1923">
        <w:sym w:font="Symbol" w:char="F0BE"/>
      </w:r>
    </w:p>
    <w:p w14:paraId="61D1BEEC" w14:textId="19EA10F5" w:rsidR="00C931FE" w:rsidRDefault="008A42CE" w:rsidP="009E7314">
      <w:pPr>
        <w:pStyle w:val="Code"/>
      </w:pPr>
      <w:r>
        <w:t>int</w:t>
      </w:r>
      <w:r w:rsidRPr="00282F49">
        <w:t>(</w:t>
      </w:r>
      <w:r>
        <w:t>3</w:t>
      </w:r>
      <w:r w:rsidRPr="00282F49">
        <w:t xml:space="preserve">) </w:t>
      </w:r>
      <w:r w:rsidR="0027297A">
        <w:t>foo</w:t>
      </w:r>
      <w:r>
        <w:t xml:space="preserve"> = 15;</w:t>
      </w:r>
      <w:r>
        <w:tab/>
        <w:t>// the effective value will be 7 due to truncation</w:t>
      </w:r>
    </w:p>
    <w:p w14:paraId="67DF38F8" w14:textId="77777777" w:rsidR="009E7314" w:rsidRPr="00E56598" w:rsidRDefault="009E7314" w:rsidP="00E56598">
      <w:pPr>
        <w:pStyle w:val="Code"/>
      </w:pPr>
    </w:p>
    <w:p w14:paraId="14033844" w14:textId="77777777" w:rsidR="00810753" w:rsidRDefault="00810753">
      <w:pPr>
        <w:autoSpaceDE w:val="0"/>
        <w:autoSpaceDN w:val="0"/>
        <w:adjustRightInd w:val="0"/>
        <w:jc w:val="left"/>
        <w:rPr>
          <w:highlight w:val="yellow"/>
        </w:rPr>
      </w:pPr>
      <w:r w:rsidRPr="008F4E31">
        <w:rPr>
          <w:highlight w:val="yellow"/>
        </w:rPr>
        <w:t xml:space="preserve">[Editor’s note: </w:t>
      </w:r>
      <w:r>
        <w:rPr>
          <w:highlight w:val="yellow"/>
        </w:rPr>
        <w:t>As a parsable variable value is mutable, once parsed is the value in memory constrained to the length attribute representation?</w:t>
      </w:r>
      <w:r>
        <w:t>]</w:t>
      </w:r>
      <w:r w:rsidRPr="008F4E31">
        <w:rPr>
          <w:highlight w:val="yellow"/>
        </w:rPr>
        <w:t xml:space="preserve"> </w:t>
      </w:r>
    </w:p>
    <w:p w14:paraId="371CDE1F" w14:textId="6BA0D473" w:rsidR="00C14C3C" w:rsidRPr="00E56598" w:rsidRDefault="00C931FE" w:rsidP="00E56598">
      <w:pPr>
        <w:autoSpaceDE w:val="0"/>
        <w:autoSpaceDN w:val="0"/>
        <w:adjustRightInd w:val="0"/>
        <w:jc w:val="left"/>
        <w:rPr>
          <w:rFonts w:ascii="Courier New" w:hAnsi="Courier New" w:cs="Courier New"/>
          <w:sz w:val="20"/>
          <w:szCs w:val="20"/>
        </w:rPr>
      </w:pPr>
      <w:r w:rsidRPr="008F4E31">
        <w:rPr>
          <w:highlight w:val="yellow"/>
        </w:rPr>
        <w:t xml:space="preserve">[Editor’s note: </w:t>
      </w:r>
      <w:r w:rsidR="00CD57A8">
        <w:rPr>
          <w:highlight w:val="yellow"/>
        </w:rPr>
        <w:t>s</w:t>
      </w:r>
      <w:r>
        <w:rPr>
          <w:highlight w:val="yellow"/>
        </w:rPr>
        <w:t xml:space="preserve">tring </w:t>
      </w:r>
      <w:r w:rsidR="00CD57A8">
        <w:rPr>
          <w:highlight w:val="yellow"/>
        </w:rPr>
        <w:t xml:space="preserve">coercion </w:t>
      </w:r>
      <w:r>
        <w:rPr>
          <w:highlight w:val="yellow"/>
        </w:rPr>
        <w:t>to unsigned int needs to be explain</w:t>
      </w:r>
      <w:r w:rsidR="00CD57A8">
        <w:rPr>
          <w:highlight w:val="yellow"/>
        </w:rPr>
        <w:t>ed</w:t>
      </w:r>
      <w:r>
        <w:rPr>
          <w:highlight w:val="yellow"/>
        </w:rPr>
        <w:t xml:space="preserve"> as there is existing heavy use of </w:t>
      </w:r>
      <w:r w:rsidRPr="00E56598">
        <w:rPr>
          <w:rFonts w:ascii="Courier New" w:hAnsi="Courier New" w:cs="Courier New"/>
          <w:sz w:val="20"/>
          <w:szCs w:val="20"/>
          <w:highlight w:val="yellow"/>
        </w:rPr>
        <w:t>unsigned int(32) "four character code"</w:t>
      </w:r>
      <w:r w:rsidR="00F25D36">
        <w:rPr>
          <w:rFonts w:ascii="Courier New" w:hAnsi="Courier New" w:cs="Courier New"/>
          <w:sz w:val="20"/>
          <w:szCs w:val="20"/>
          <w:highlight w:val="yellow"/>
        </w:rPr>
        <w:t xml:space="preserve"> </w:t>
      </w:r>
      <w:r w:rsidR="00F25D36" w:rsidRPr="00E56598">
        <w:rPr>
          <w:rFonts w:cs="Courier New"/>
          <w:highlight w:val="yellow"/>
        </w:rPr>
        <w:t>– potentially discuss</w:t>
      </w:r>
      <w:r w:rsidR="00CD57A8">
        <w:rPr>
          <w:rFonts w:cs="Courier New"/>
          <w:highlight w:val="yellow"/>
        </w:rPr>
        <w:t xml:space="preserve"> string to int coercion and move the above truncation example</w:t>
      </w:r>
      <w:r w:rsidR="00F25D36" w:rsidRPr="00E56598">
        <w:rPr>
          <w:rFonts w:cs="Courier New"/>
          <w:highlight w:val="yellow"/>
        </w:rPr>
        <w:t xml:space="preserve"> </w:t>
      </w:r>
      <w:r w:rsidR="00CD57A8">
        <w:rPr>
          <w:rFonts w:cs="Courier New"/>
          <w:highlight w:val="yellow"/>
        </w:rPr>
        <w:t>i</w:t>
      </w:r>
      <w:r w:rsidR="00F25D36" w:rsidRPr="00E56598">
        <w:rPr>
          <w:rFonts w:cs="Courier New"/>
          <w:highlight w:val="yellow"/>
        </w:rPr>
        <w:t xml:space="preserve">n a new clause related to </w:t>
      </w:r>
      <w:r w:rsidR="00CD57A8">
        <w:rPr>
          <w:highlight w:val="yellow"/>
        </w:rPr>
        <w:t>bitstream and in-memory values, value coercion etc.</w:t>
      </w:r>
      <w:r w:rsidRPr="00E56598">
        <w:rPr>
          <w:rFonts w:ascii="Courier New" w:hAnsi="Courier New" w:cs="Courier New"/>
          <w:sz w:val="20"/>
          <w:szCs w:val="20"/>
          <w:highlight w:val="yellow"/>
        </w:rPr>
        <w:t>]</w:t>
      </w:r>
    </w:p>
    <w:p w14:paraId="200001FB" w14:textId="6A055A25" w:rsidR="00744A3C" w:rsidRPr="00282F49" w:rsidRDefault="00744A3C" w:rsidP="00F84023">
      <w:pPr>
        <w:pStyle w:val="Heading3"/>
      </w:pPr>
      <w:bookmarkStart w:id="91" w:name="_Toc148992186"/>
      <w:bookmarkStart w:id="92" w:name="_Toc150339376"/>
      <w:bookmarkStart w:id="93" w:name="_Toc150339461"/>
      <w:bookmarkStart w:id="94" w:name="_Toc150339544"/>
      <w:bookmarkStart w:id="95" w:name="_Toc150339711"/>
      <w:bookmarkStart w:id="96" w:name="_Toc150443120"/>
      <w:bookmarkStart w:id="97" w:name="_Toc138247394"/>
      <w:bookmarkStart w:id="98" w:name="_Toc138256856"/>
      <w:bookmarkStart w:id="99" w:name="_Toc138258939"/>
      <w:bookmarkStart w:id="100" w:name="_Toc150443121"/>
      <w:bookmarkStart w:id="101" w:name="_Ref150457988"/>
      <w:bookmarkEnd w:id="91"/>
      <w:bookmarkEnd w:id="92"/>
      <w:bookmarkEnd w:id="93"/>
      <w:bookmarkEnd w:id="94"/>
      <w:bookmarkEnd w:id="95"/>
      <w:bookmarkEnd w:id="96"/>
      <w:bookmarkEnd w:id="97"/>
      <w:bookmarkEnd w:id="98"/>
      <w:bookmarkEnd w:id="99"/>
      <w:r>
        <w:t>Constants</w:t>
      </w:r>
      <w:bookmarkEnd w:id="100"/>
      <w:bookmarkEnd w:id="101"/>
    </w:p>
    <w:p w14:paraId="56F508CB" w14:textId="77777777" w:rsidR="00C14E90" w:rsidRDefault="00C14E90" w:rsidP="00C14E90">
      <w:pPr>
        <w:pStyle w:val="BodyText"/>
        <w:spacing w:after="220"/>
        <w:rPr>
          <w:rFonts w:eastAsia="Times New Roman"/>
          <w:lang w:eastAsia="ko-KR"/>
        </w:rPr>
      </w:pPr>
      <w:r w:rsidRPr="00282F49">
        <w:rPr>
          <w:rFonts w:eastAsia="Times New Roman"/>
          <w:lang w:eastAsia="ko-KR"/>
        </w:rPr>
        <w:t xml:space="preserve">Constants shall be defined using the keyword </w:t>
      </w:r>
      <w:r w:rsidRPr="00282F49">
        <w:rPr>
          <w:rStyle w:val="SDLkeyword"/>
          <w:rFonts w:eastAsia="Times New Roman"/>
          <w:lang w:eastAsia="ko-KR"/>
        </w:rPr>
        <w:t>const</w:t>
      </w:r>
      <w:r w:rsidRPr="00282F49">
        <w:rPr>
          <w:rFonts w:eastAsia="Times New Roman"/>
          <w:lang w:eastAsia="ko-KR"/>
        </w:rPr>
        <w:t>.</w:t>
      </w:r>
    </w:p>
    <w:p w14:paraId="115F4078" w14:textId="77777777" w:rsidR="00C14E90" w:rsidRPr="006D1923" w:rsidRDefault="00C14E90" w:rsidP="00C472DC">
      <w:pPr>
        <w:pStyle w:val="Example"/>
      </w:pPr>
      <w:r w:rsidRPr="006D1923">
        <w:t xml:space="preserve">EXAMPLE </w:t>
      </w:r>
      <w:r w:rsidRPr="006D1923">
        <w:sym w:font="Symbol" w:char="F0BE"/>
      </w:r>
    </w:p>
    <w:p w14:paraId="0E390494" w14:textId="5FC953D6" w:rsidR="00C14E90" w:rsidRPr="00282F49" w:rsidRDefault="00C14E90" w:rsidP="00C472DC">
      <w:pPr>
        <w:pStyle w:val="Code"/>
      </w:pPr>
      <w:r w:rsidRPr="00282F49">
        <w:t>const int SOME_VALUE;</w:t>
      </w:r>
      <w:r w:rsidR="00CA687B">
        <w:t xml:space="preserve">          </w:t>
      </w:r>
      <w:r w:rsidRPr="00282F49">
        <w:t xml:space="preserve">// </w:t>
      </w:r>
      <w:r w:rsidR="00CA687B">
        <w:t>the parsed value will be immutable</w:t>
      </w:r>
    </w:p>
    <w:p w14:paraId="3C715218" w14:textId="61B15973" w:rsidR="00C14E90" w:rsidRDefault="00C14E90" w:rsidP="00C472DC">
      <w:pPr>
        <w:pStyle w:val="Code"/>
      </w:pPr>
      <w:r w:rsidRPr="00282F49">
        <w:t>const bit(</w:t>
      </w:r>
      <w:r w:rsidR="00CA687B">
        <w:t>2</w:t>
      </w:r>
      <w:r w:rsidRPr="00282F49">
        <w:t>) BIT_PATTERN=</w:t>
      </w:r>
      <w:r w:rsidR="00CA687B">
        <w:t>0b01</w:t>
      </w:r>
      <w:r w:rsidRPr="00282F49">
        <w:t>;</w:t>
      </w:r>
      <w:r w:rsidR="00CA687B">
        <w:t xml:space="preserve"> // the parsed value must be 0b01 and will be immutable</w:t>
      </w:r>
    </w:p>
    <w:p w14:paraId="35F1B4C8" w14:textId="77777777" w:rsidR="00E1082E" w:rsidRDefault="00E1082E" w:rsidP="00C472DC">
      <w:pPr>
        <w:pStyle w:val="Code"/>
      </w:pPr>
    </w:p>
    <w:p w14:paraId="626742A0" w14:textId="65E57955" w:rsidR="00C14E90" w:rsidRPr="00282F49" w:rsidRDefault="00E1082E" w:rsidP="00E56598">
      <w:pPr>
        <w:rPr>
          <w:rFonts w:eastAsia="Times New Roman"/>
        </w:rPr>
      </w:pPr>
      <w:r w:rsidRPr="008F4E31">
        <w:rPr>
          <w:highlight w:val="yellow"/>
        </w:rPr>
        <w:t>[Editor’s note: An example bitstream for this would be:]</w:t>
      </w:r>
    </w:p>
    <w:p w14:paraId="32AB23A6" w14:textId="02B173A4" w:rsidR="00E82996" w:rsidRPr="00282F49" w:rsidRDefault="00E82996" w:rsidP="00F84023">
      <w:pPr>
        <w:pStyle w:val="Heading3"/>
      </w:pPr>
      <w:bookmarkStart w:id="102" w:name="_Toc150443122"/>
      <w:r>
        <w:t>Look-ahead</w:t>
      </w:r>
      <w:bookmarkEnd w:id="102"/>
    </w:p>
    <w:p w14:paraId="2E912D4C" w14:textId="2F6C9DB4" w:rsidR="00C14E90" w:rsidRDefault="00C14E90" w:rsidP="00C14E90">
      <w:pPr>
        <w:pStyle w:val="BodyText"/>
        <w:spacing w:after="220"/>
        <w:rPr>
          <w:rFonts w:eastAsia="Times New Roman"/>
          <w:lang w:eastAsia="ko-KR"/>
        </w:rPr>
      </w:pPr>
      <w:r w:rsidRPr="00282F49">
        <w:rPr>
          <w:rFonts w:eastAsia="Times New Roman"/>
          <w:lang w:eastAsia="ko-KR"/>
        </w:rPr>
        <w:t xml:space="preserve">In </w:t>
      </w:r>
      <w:r w:rsidR="00E42B49">
        <w:rPr>
          <w:rFonts w:eastAsia="Times New Roman"/>
          <w:lang w:eastAsia="ko-KR"/>
        </w:rPr>
        <w:t>some scenarios</w:t>
      </w:r>
      <w:r w:rsidRPr="00282F49">
        <w:rPr>
          <w:rFonts w:eastAsia="Times New Roman"/>
          <w:lang w:eastAsia="ko-KR"/>
        </w:rPr>
        <w:t>, it may be desirable to examine the immediately following bits in the bitstream, without consuming these bits</w:t>
      </w:r>
      <w:r w:rsidR="0056573D">
        <w:rPr>
          <w:rFonts w:eastAsia="Times New Roman"/>
          <w:lang w:eastAsia="ko-KR"/>
        </w:rPr>
        <w:t>.</w:t>
      </w:r>
      <w:r w:rsidRPr="00282F49">
        <w:rPr>
          <w:rFonts w:eastAsia="Times New Roman"/>
          <w:lang w:eastAsia="ko-KR"/>
        </w:rPr>
        <w:t xml:space="preserve"> To support this behavior, a ‘</w:t>
      </w:r>
      <w:r w:rsidRPr="00282F49">
        <w:rPr>
          <w:rStyle w:val="SDLkeyword"/>
          <w:rFonts w:eastAsia="Times New Roman"/>
          <w:lang w:eastAsia="ko-KR"/>
        </w:rPr>
        <w:t>*</w:t>
      </w:r>
      <w:r w:rsidRPr="00282F49">
        <w:rPr>
          <w:rFonts w:eastAsia="Times New Roman"/>
          <w:lang w:eastAsia="ko-KR"/>
        </w:rPr>
        <w:t xml:space="preserve">’ character shall be placed after the parse </w:t>
      </w:r>
      <w:r w:rsidR="00C27305" w:rsidRPr="00E56598">
        <w:rPr>
          <w:rFonts w:eastAsia="Times New Roman"/>
          <w:i/>
          <w:iCs/>
          <w:lang w:eastAsia="ko-KR"/>
        </w:rPr>
        <w:t>length</w:t>
      </w:r>
      <w:r w:rsidR="00C27305" w:rsidRPr="00282F49">
        <w:rPr>
          <w:rFonts w:eastAsia="Times New Roman"/>
          <w:lang w:eastAsia="ko-KR"/>
        </w:rPr>
        <w:t xml:space="preserve"> </w:t>
      </w:r>
      <w:r w:rsidRPr="00282F49">
        <w:rPr>
          <w:rFonts w:eastAsia="Times New Roman"/>
          <w:lang w:eastAsia="ko-KR"/>
        </w:rPr>
        <w:t xml:space="preserve">parentheses to modify the parse size semantics. </w:t>
      </w:r>
    </w:p>
    <w:p w14:paraId="128382D2" w14:textId="77777777" w:rsidR="00C14E90" w:rsidRPr="006D1923" w:rsidRDefault="00C14E90"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E.2: Look-ahead parsing</w:t>
      </w:r>
    </w:p>
    <w:p w14:paraId="5A3E6D55" w14:textId="70A6E6EE" w:rsidR="00C14E90" w:rsidRPr="006D1923" w:rsidRDefault="006E6DC2" w:rsidP="00064445">
      <w:pPr>
        <w:pStyle w:val="List3"/>
        <w:keepNext/>
        <w:keepLines/>
        <w:rPr>
          <w:rFonts w:eastAsia="Times New Roman"/>
        </w:rPr>
      </w:pPr>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203C97">
        <w:rPr>
          <w:rStyle w:val="SDLattribute"/>
        </w:rPr>
        <w:t>modifier</w:t>
      </w:r>
      <w:r>
        <w:rPr>
          <w:rStyle w:val="SDLkeyword"/>
          <w:rFonts w:eastAsia="Times New Roman"/>
        </w:rPr>
        <w:t>)</w:t>
      </w:r>
      <w:r w:rsidRPr="00C73BB5">
        <w:rPr>
          <w:rFonts w:ascii="Courier New" w:eastAsia="Times New Roman" w:hAnsi="Courier New" w:cs="Courier New"/>
        </w:rPr>
        <w:t>]]</w:t>
      </w:r>
      <w:r w:rsidR="00C14E90" w:rsidRPr="006D1923">
        <w:rPr>
          <w:rFonts w:eastAsia="Times New Roman"/>
        </w:rPr>
        <w:t xml:space="preserve"> </w:t>
      </w:r>
      <w:r w:rsidR="00C14E90" w:rsidRPr="006D1923">
        <w:rPr>
          <w:rStyle w:val="SDLmetaKeyword"/>
          <w:rFonts w:eastAsia="Times New Roman"/>
        </w:rPr>
        <w:t>type</w:t>
      </w:r>
      <w:r w:rsidR="00C14E90" w:rsidRPr="006D1923">
        <w:rPr>
          <w:rStyle w:val="CharItalic"/>
          <w:rFonts w:eastAsia="Times New Roman"/>
        </w:rPr>
        <w:t xml:space="preserve"> </w:t>
      </w:r>
      <w:r w:rsidR="00C14E90" w:rsidRPr="006D1923">
        <w:rPr>
          <w:rStyle w:val="SDLkeyword"/>
          <w:rFonts w:eastAsia="Times New Roman"/>
        </w:rPr>
        <w:t>(</w:t>
      </w:r>
      <w:r w:rsidR="00C14E90" w:rsidRPr="006D1923">
        <w:rPr>
          <w:rStyle w:val="SDLattribute"/>
          <w:rFonts w:eastAsia="Times New Roman"/>
        </w:rPr>
        <w:t>length</w:t>
      </w:r>
      <w:r w:rsidR="00C14E90" w:rsidRPr="006D1923">
        <w:rPr>
          <w:rStyle w:val="SDLkeyword"/>
          <w:rFonts w:eastAsia="Times New Roman"/>
        </w:rPr>
        <w:t>)*</w:t>
      </w:r>
      <w:r w:rsidR="00C14E90" w:rsidRPr="006D1923">
        <w:rPr>
          <w:rFonts w:eastAsia="Times New Roman"/>
        </w:rPr>
        <w:t xml:space="preserve"> </w:t>
      </w:r>
      <w:r w:rsidR="00DB7FEC">
        <w:rPr>
          <w:rStyle w:val="SDLattribute"/>
          <w:rFonts w:eastAsia="Times New Roman"/>
        </w:rPr>
        <w:t>identifier</w:t>
      </w:r>
      <w:r w:rsidR="0096647F" w:rsidRPr="006D1923">
        <w:rPr>
          <w:rStyle w:val="SDLattribute"/>
          <w:rFonts w:eastAsia="Times New Roman"/>
        </w:rPr>
        <w:t xml:space="preserve"> </w:t>
      </w:r>
      <w:r w:rsidR="0096647F" w:rsidRPr="000640E1">
        <w:rPr>
          <w:rFonts w:ascii="Courier New" w:eastAsia="Times New Roman" w:hAnsi="Courier New" w:cs="Courier New"/>
        </w:rPr>
        <w:t>[</w:t>
      </w:r>
      <w:r w:rsidR="0096647F" w:rsidRPr="000640E1">
        <w:rPr>
          <w:rStyle w:val="SDLattribute"/>
          <w:rFonts w:ascii="Courier New" w:eastAsia="Times New Roman" w:hAnsi="Courier New" w:cs="Courier New"/>
          <w:b/>
          <w:bCs/>
          <w:i w:val="0"/>
          <w:iCs w:val="0"/>
        </w:rPr>
        <w:t>=</w:t>
      </w:r>
      <w:r w:rsidR="0096647F" w:rsidRPr="006D1923">
        <w:rPr>
          <w:rStyle w:val="SDLattribute"/>
          <w:rFonts w:eastAsia="Times New Roman"/>
        </w:rPr>
        <w:t xml:space="preserve"> value</w:t>
      </w:r>
      <w:r w:rsidR="0096647F" w:rsidRPr="000640E1">
        <w:rPr>
          <w:rFonts w:ascii="Courier New" w:eastAsia="Times New Roman" w:hAnsi="Courier New" w:cs="Courier New"/>
        </w:rPr>
        <w:t>]</w:t>
      </w:r>
      <w:r w:rsidR="00C14E90" w:rsidRPr="006D1923">
        <w:rPr>
          <w:rFonts w:eastAsia="Times New Roman"/>
        </w:rPr>
        <w:t xml:space="preserve">; </w:t>
      </w:r>
    </w:p>
    <w:p w14:paraId="27F534D1" w14:textId="77777777" w:rsidR="00C14E90" w:rsidRDefault="00C14E90" w:rsidP="00C14E90">
      <w:pPr>
        <w:pStyle w:val="BodyText"/>
        <w:pBdr>
          <w:top w:val="single" w:sz="6" w:space="1" w:color="auto"/>
        </w:pBdr>
        <w:rPr>
          <w:rFonts w:eastAsia="Times New Roman"/>
          <w:lang w:eastAsia="ko-KR"/>
        </w:rPr>
      </w:pPr>
    </w:p>
    <w:p w14:paraId="6F2CC58A" w14:textId="03BA0D57" w:rsidR="00A16A51" w:rsidRPr="00282F49" w:rsidRDefault="00DA2488" w:rsidP="00E56598">
      <w:pPr>
        <w:pStyle w:val="BodyText"/>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definition as in</w:t>
      </w:r>
      <w:r>
        <w:t xml:space="preserve"> subclause </w:t>
      </w:r>
      <w:r>
        <w:fldChar w:fldCharType="begin"/>
      </w:r>
      <w:r>
        <w:instrText xml:space="preserve"> REF _Ref128486809 \r \h </w:instrText>
      </w:r>
      <w:r>
        <w:fldChar w:fldCharType="separate"/>
      </w:r>
      <w:r w:rsidR="000F3D09">
        <w:t>6.2.1</w:t>
      </w:r>
      <w:r>
        <w:fldChar w:fldCharType="end"/>
      </w:r>
      <w:r>
        <w:t>.</w:t>
      </w:r>
      <w:r>
        <w:rPr>
          <w:rFonts w:eastAsia="Times New Roman"/>
          <w:lang w:eastAsia="ko-KR"/>
        </w:rPr>
        <w:t xml:space="preserve"> </w:t>
      </w:r>
    </w:p>
    <w:p w14:paraId="04F7EEBA" w14:textId="1991436A" w:rsidR="00C14E90" w:rsidRPr="00282F49" w:rsidRDefault="00C14E90" w:rsidP="00E56598">
      <w:pPr>
        <w:pStyle w:val="BodyText"/>
        <w:spacing w:after="220"/>
        <w:rPr>
          <w:rFonts w:eastAsia="Times New Roman"/>
          <w:lang w:eastAsia="ko-KR"/>
        </w:rPr>
      </w:pPr>
      <w:r w:rsidRPr="00282F49">
        <w:rPr>
          <w:rFonts w:eastAsia="Times New Roman"/>
          <w:lang w:eastAsia="ko-KR"/>
        </w:rPr>
        <w:t xml:space="preserve">For example, the value of </w:t>
      </w:r>
      <w:r w:rsidR="00E42B49">
        <w:rPr>
          <w:rFonts w:eastAsia="Times New Roman"/>
          <w:lang w:eastAsia="ko-KR"/>
        </w:rPr>
        <w:t xml:space="preserve">the </w:t>
      </w:r>
      <w:r w:rsidRPr="00282F49">
        <w:rPr>
          <w:rFonts w:eastAsia="Times New Roman"/>
          <w:lang w:eastAsia="ko-KR"/>
        </w:rPr>
        <w:t xml:space="preserve">next 32 bits in the bitstream can be </w:t>
      </w:r>
      <w:r w:rsidR="004036F7">
        <w:rPr>
          <w:rFonts w:eastAsia="Times New Roman"/>
          <w:lang w:eastAsia="ko-KR"/>
        </w:rPr>
        <w:t>read as</w:t>
      </w:r>
      <w:r w:rsidR="004036F7" w:rsidRPr="00282F49">
        <w:rPr>
          <w:rFonts w:eastAsia="Times New Roman"/>
          <w:lang w:eastAsia="ko-KR"/>
        </w:rPr>
        <w:t xml:space="preserve"> </w:t>
      </w:r>
      <w:r w:rsidRPr="00282F49">
        <w:rPr>
          <w:rFonts w:eastAsia="Times New Roman"/>
          <w:lang w:eastAsia="ko-KR"/>
        </w:rPr>
        <w:t>an unsigned integer without advancing the current position in the bitstream using the following representation:</w:t>
      </w:r>
    </w:p>
    <w:p w14:paraId="257E7CE4" w14:textId="77777777" w:rsidR="00AE0F6E" w:rsidRPr="00C472DC" w:rsidRDefault="00AE0F6E" w:rsidP="00C472DC">
      <w:pPr>
        <w:pStyle w:val="Example"/>
      </w:pPr>
      <w:r w:rsidRPr="00C472DC">
        <w:t xml:space="preserve">EXAMPLE </w:t>
      </w:r>
      <w:r w:rsidRPr="00C472DC">
        <w:sym w:font="Symbol" w:char="F0BE"/>
      </w:r>
    </w:p>
    <w:p w14:paraId="368DFCE9" w14:textId="63683D2B" w:rsidR="00C14E90" w:rsidRDefault="00C14E90" w:rsidP="002730C3">
      <w:pPr>
        <w:pStyle w:val="Code"/>
      </w:pPr>
      <w:r w:rsidRPr="00282F49">
        <w:t>aligned unsigned int (32)* next_code;</w:t>
      </w:r>
    </w:p>
    <w:p w14:paraId="21751A82" w14:textId="74D404E2" w:rsidR="002A4E60" w:rsidRDefault="0085279F" w:rsidP="002730C3">
      <w:pPr>
        <w:pStyle w:val="Code"/>
      </w:pPr>
      <w:r>
        <w:t>swi</w:t>
      </w:r>
      <w:r w:rsidR="00CA59CD">
        <w:t>t</w:t>
      </w:r>
      <w:r>
        <w:t>ch</w:t>
      </w:r>
      <w:r w:rsidR="008C5FCA">
        <w:t>(</w:t>
      </w:r>
      <w:r w:rsidR="008C5FCA" w:rsidRPr="00282F49">
        <w:t>next_code</w:t>
      </w:r>
      <w:r w:rsidR="008C5FCA">
        <w:t xml:space="preserve"> == 100) {</w:t>
      </w:r>
    </w:p>
    <w:p w14:paraId="63C17FA4" w14:textId="67D2F422" w:rsidR="0085279F" w:rsidRDefault="0085279F" w:rsidP="002730C3">
      <w:pPr>
        <w:pStyle w:val="Code"/>
      </w:pPr>
      <w:r>
        <w:tab/>
        <w:t>case 100:</w:t>
      </w:r>
    </w:p>
    <w:p w14:paraId="4460EC90" w14:textId="676F9639" w:rsidR="00B260BB" w:rsidRDefault="00B260BB" w:rsidP="002730C3">
      <w:pPr>
        <w:pStyle w:val="Code"/>
      </w:pPr>
      <w:r>
        <w:tab/>
      </w:r>
      <w:r w:rsidR="0085279F">
        <w:tab/>
      </w:r>
      <w:r w:rsidR="00AE1452">
        <w:t>class_100 foo;</w:t>
      </w:r>
    </w:p>
    <w:p w14:paraId="72437880" w14:textId="77777777" w:rsidR="0085279F" w:rsidRDefault="0085279F" w:rsidP="002730C3">
      <w:pPr>
        <w:pStyle w:val="Code"/>
      </w:pPr>
      <w:r>
        <w:tab/>
        <w:t>default:</w:t>
      </w:r>
    </w:p>
    <w:p w14:paraId="4FD39CB6" w14:textId="10A82782" w:rsidR="00AE1452" w:rsidRDefault="0085279F" w:rsidP="002730C3">
      <w:pPr>
        <w:pStyle w:val="Code"/>
      </w:pPr>
      <w:r>
        <w:tab/>
      </w:r>
      <w:r>
        <w:tab/>
      </w:r>
      <w:r w:rsidR="00AE1452">
        <w:t>class_</w:t>
      </w:r>
      <w:r w:rsidR="00D5512D">
        <w:t>default</w:t>
      </w:r>
      <w:r w:rsidR="00AE1452">
        <w:t xml:space="preserve"> foo;</w:t>
      </w:r>
    </w:p>
    <w:p w14:paraId="5148B613" w14:textId="161E9B1C" w:rsidR="00B260BB" w:rsidRPr="00282F49" w:rsidRDefault="00B260BB" w:rsidP="00C472DC">
      <w:pPr>
        <w:pStyle w:val="Code"/>
      </w:pPr>
      <w:r>
        <w:t>}</w:t>
      </w:r>
    </w:p>
    <w:p w14:paraId="60627C2C" w14:textId="77777777" w:rsidR="001A33D0" w:rsidRDefault="001A33D0" w:rsidP="00B260BB">
      <w:pPr>
        <w:pStyle w:val="Code"/>
      </w:pPr>
    </w:p>
    <w:p w14:paraId="70432F1B" w14:textId="2C9BE545" w:rsidR="00B4158D" w:rsidRPr="006D1923" w:rsidRDefault="00B4158D" w:rsidP="00C472DC">
      <w:pPr>
        <w:pStyle w:val="Note"/>
      </w:pPr>
      <w:r>
        <w:t>NOTE</w:t>
      </w:r>
      <w:r>
        <w:tab/>
        <w:t xml:space="preserve">The control statement switch is defined in subclause </w:t>
      </w:r>
      <w:r>
        <w:fldChar w:fldCharType="begin"/>
      </w:r>
      <w:r>
        <w:instrText xml:space="preserve"> REF _Ref128472428 \r \h </w:instrText>
      </w:r>
      <w:r>
        <w:fldChar w:fldCharType="separate"/>
      </w:r>
      <w:r w:rsidR="00E74A90">
        <w:t>9.1</w:t>
      </w:r>
      <w:r>
        <w:fldChar w:fldCharType="end"/>
      </w:r>
      <w:r>
        <w:t>.</w:t>
      </w:r>
    </w:p>
    <w:p w14:paraId="020C490E" w14:textId="24389682" w:rsidR="00127906" w:rsidRPr="00282F49" w:rsidRDefault="00127906" w:rsidP="009D2AF6">
      <w:pPr>
        <w:pStyle w:val="Heading2"/>
      </w:pPr>
      <w:bookmarkStart w:id="103" w:name="_Ref128409715"/>
      <w:bookmarkStart w:id="104" w:name="_Toc150443123"/>
      <w:r w:rsidRPr="00282F49">
        <w:lastRenderedPageBreak/>
        <w:t xml:space="preserve">Variable </w:t>
      </w:r>
      <w:r w:rsidR="00FE206E">
        <w:t>l</w:t>
      </w:r>
      <w:r w:rsidRPr="00282F49">
        <w:t xml:space="preserve">ength </w:t>
      </w:r>
      <w:r w:rsidR="00FE206E">
        <w:t>d</w:t>
      </w:r>
      <w:r w:rsidRPr="00282F49">
        <w:t xml:space="preserve">irect </w:t>
      </w:r>
      <w:r w:rsidR="00FE206E">
        <w:t>r</w:t>
      </w:r>
      <w:r w:rsidRPr="00282F49">
        <w:t xml:space="preserve">epresentation </w:t>
      </w:r>
      <w:r w:rsidR="00FE206E">
        <w:t>b</w:t>
      </w:r>
      <w:r w:rsidRPr="00282F49">
        <w:t xml:space="preserve">it </w:t>
      </w:r>
      <w:r w:rsidR="00FE206E">
        <w:t>f</w:t>
      </w:r>
      <w:r w:rsidRPr="00282F49">
        <w:t>ields</w:t>
      </w:r>
      <w:bookmarkEnd w:id="103"/>
      <w:bookmarkEnd w:id="104"/>
    </w:p>
    <w:p w14:paraId="2C5B4BB8" w14:textId="3DA34960" w:rsidR="00127906" w:rsidRDefault="0068669B" w:rsidP="00127906">
      <w:pPr>
        <w:pStyle w:val="BodyText"/>
        <w:spacing w:after="220"/>
        <w:rPr>
          <w:rFonts w:eastAsia="Times New Roman"/>
          <w:lang w:eastAsia="ko-KR"/>
        </w:rPr>
      </w:pPr>
      <w:r>
        <w:rPr>
          <w:rFonts w:eastAsia="Times New Roman"/>
        </w:rPr>
        <w:t>The case of v</w:t>
      </w:r>
      <w:r w:rsidRPr="006D1923">
        <w:rPr>
          <w:rFonts w:eastAsia="Times New Roman"/>
        </w:rPr>
        <w:t>ariable length direct representation bit fields, or parametric FLCs</w:t>
      </w:r>
      <w:r>
        <w:rPr>
          <w:rFonts w:eastAsia="Times New Roman"/>
        </w:rPr>
        <w:t xml:space="preserve"> </w:t>
      </w:r>
      <w:r w:rsidR="00127906" w:rsidRPr="00282F49">
        <w:rPr>
          <w:rFonts w:eastAsia="Times New Roman"/>
          <w:lang w:eastAsia="ko-KR"/>
        </w:rPr>
        <w:t xml:space="preserve">is covered by Rule E.1, by allowing the </w:t>
      </w:r>
      <w:r w:rsidR="00127906" w:rsidRPr="00282F49">
        <w:rPr>
          <w:rStyle w:val="SDLattribute"/>
          <w:rFonts w:eastAsia="Times New Roman"/>
          <w:lang w:eastAsia="ko-KR"/>
        </w:rPr>
        <w:t>length</w:t>
      </w:r>
      <w:r w:rsidR="00127906" w:rsidRPr="00282F49">
        <w:rPr>
          <w:rFonts w:eastAsia="Times New Roman"/>
          <w:lang w:eastAsia="ko-KR"/>
        </w:rPr>
        <w:t xml:space="preserve"> attribute to be a variable included in the bitstream, a non-parsable variable, or an expression involving such variables.</w:t>
      </w:r>
      <w:r w:rsidR="00D442DB">
        <w:rPr>
          <w:rFonts w:eastAsia="Times New Roman"/>
          <w:lang w:eastAsia="ko-KR"/>
        </w:rPr>
        <w:t xml:space="preserve"> In case</w:t>
      </w:r>
      <w:r w:rsidR="00AA5FD8">
        <w:rPr>
          <w:rFonts w:eastAsia="Times New Roman"/>
          <w:lang w:eastAsia="ko-KR"/>
        </w:rPr>
        <w:t xml:space="preserve"> the </w:t>
      </w:r>
      <w:r w:rsidR="00AA5FD8" w:rsidRPr="00282F49">
        <w:rPr>
          <w:rStyle w:val="SDLattribute"/>
          <w:rFonts w:eastAsia="Times New Roman"/>
          <w:lang w:eastAsia="ko-KR"/>
        </w:rPr>
        <w:t>length</w:t>
      </w:r>
      <w:r w:rsidR="00AA5FD8" w:rsidRPr="00282F49">
        <w:rPr>
          <w:rFonts w:eastAsia="Times New Roman"/>
          <w:lang w:eastAsia="ko-KR"/>
        </w:rPr>
        <w:t xml:space="preserve"> attribute</w:t>
      </w:r>
      <w:r w:rsidR="00D442DB">
        <w:rPr>
          <w:rFonts w:eastAsia="Times New Roman"/>
          <w:lang w:eastAsia="ko-KR"/>
        </w:rPr>
        <w:t xml:space="preserve"> </w:t>
      </w:r>
      <w:r w:rsidR="00AA5FD8">
        <w:rPr>
          <w:rFonts w:eastAsia="Times New Roman"/>
          <w:lang w:eastAsia="ko-KR"/>
        </w:rPr>
        <w:t xml:space="preserve">is determined by </w:t>
      </w:r>
      <w:r w:rsidR="00D442DB">
        <w:rPr>
          <w:rFonts w:eastAsia="Times New Roman"/>
          <w:lang w:eastAsia="ko-KR"/>
        </w:rPr>
        <w:t>an expression</w:t>
      </w:r>
      <w:r w:rsidR="00AA5FD8">
        <w:rPr>
          <w:rFonts w:eastAsia="Times New Roman"/>
          <w:lang w:eastAsia="ko-KR"/>
        </w:rPr>
        <w:t xml:space="preserve">, the result of this expression shall be a </w:t>
      </w:r>
      <w:r w:rsidR="004A0B02">
        <w:rPr>
          <w:rFonts w:eastAsia="Times New Roman"/>
          <w:lang w:eastAsia="ko-KR"/>
        </w:rPr>
        <w:t>strictly</w:t>
      </w:r>
      <w:r w:rsidR="00AA5FD8">
        <w:rPr>
          <w:rFonts w:eastAsia="Times New Roman"/>
          <w:lang w:eastAsia="ko-KR"/>
        </w:rPr>
        <w:t xml:space="preserve"> positive integer value.</w:t>
      </w:r>
    </w:p>
    <w:p w14:paraId="52587D69" w14:textId="24395EB6" w:rsidR="00AE33B1" w:rsidRPr="00282F49" w:rsidRDefault="00AE33B1" w:rsidP="00AE33B1">
      <w:pPr>
        <w:pStyle w:val="BodyText"/>
        <w:spacing w:after="220"/>
        <w:rPr>
          <w:rFonts w:eastAsia="Times New Roman"/>
          <w:lang w:eastAsia="ko-KR"/>
        </w:rPr>
      </w:pPr>
      <w:r>
        <w:rPr>
          <w:rFonts w:eastAsia="Times New Roman"/>
          <w:lang w:eastAsia="ko-KR"/>
        </w:rPr>
        <w:t xml:space="preserve">For example, in the following representation, the size of the variable </w:t>
      </w:r>
      <w:r>
        <w:rPr>
          <w:rFonts w:ascii="Courier New" w:eastAsia="Times New Roman" w:hAnsi="Courier New" w:cs="Courier New"/>
          <w:lang w:eastAsia="ko-KR"/>
        </w:rPr>
        <w:t>DC</w:t>
      </w:r>
      <w:r>
        <w:rPr>
          <w:rFonts w:eastAsia="Times New Roman"/>
          <w:lang w:eastAsia="ko-KR"/>
        </w:rPr>
        <w:t xml:space="preserve"> is determined by the 3</w:t>
      </w:r>
      <w:r w:rsidR="0023084A">
        <w:rPr>
          <w:rFonts w:eastAsia="Times New Roman"/>
          <w:lang w:eastAsia="ko-KR"/>
        </w:rPr>
        <w:noBreakHyphen/>
      </w:r>
      <w:r>
        <w:rPr>
          <w:rFonts w:eastAsia="Times New Roman"/>
          <w:lang w:eastAsia="ko-KR"/>
        </w:rPr>
        <w:t xml:space="preserve">bit unsigned integer value </w:t>
      </w:r>
      <w:r>
        <w:rPr>
          <w:rFonts w:ascii="Courier New" w:eastAsia="Times New Roman" w:hAnsi="Courier New" w:cs="Courier New"/>
          <w:lang w:eastAsia="ko-KR"/>
        </w:rPr>
        <w:t>precision</w:t>
      </w:r>
      <w:r>
        <w:rPr>
          <w:rFonts w:eastAsia="Times New Roman"/>
          <w:lang w:eastAsia="ko-KR"/>
        </w:rPr>
        <w:t>:</w:t>
      </w:r>
    </w:p>
    <w:p w14:paraId="45749D13" w14:textId="77777777" w:rsidR="00127906" w:rsidRPr="006D1923" w:rsidRDefault="00127906" w:rsidP="00C472DC">
      <w:pPr>
        <w:pStyle w:val="Example"/>
      </w:pPr>
      <w:r w:rsidRPr="006D1923">
        <w:t xml:space="preserve">EXAMPLE </w:t>
      </w:r>
      <w:r w:rsidRPr="006D1923">
        <w:sym w:font="Symbol" w:char="F0BE"/>
      </w:r>
    </w:p>
    <w:p w14:paraId="25BABA78" w14:textId="77777777" w:rsidR="00127906" w:rsidRPr="00282F49" w:rsidRDefault="00127906" w:rsidP="00C472DC">
      <w:pPr>
        <w:pStyle w:val="Code"/>
      </w:pPr>
      <w:r w:rsidRPr="00282F49">
        <w:t>unsigned int(3) precision;</w:t>
      </w:r>
    </w:p>
    <w:p w14:paraId="07905BE6" w14:textId="77777777" w:rsidR="00127906" w:rsidRDefault="00127906" w:rsidP="00C472DC">
      <w:pPr>
        <w:pStyle w:val="Code"/>
      </w:pPr>
      <w:r w:rsidRPr="00282F49">
        <w:t>int(precision) DC;</w:t>
      </w:r>
    </w:p>
    <w:p w14:paraId="03B08775" w14:textId="77777777" w:rsidR="005B455D" w:rsidRDefault="005B455D" w:rsidP="00C472DC">
      <w:pPr>
        <w:pStyle w:val="Code"/>
      </w:pPr>
    </w:p>
    <w:p w14:paraId="018EFF63" w14:textId="3DC966A8" w:rsidR="005B455D" w:rsidRPr="00282F49" w:rsidRDefault="005B455D" w:rsidP="00E56598">
      <w:pPr>
        <w:autoSpaceDE w:val="0"/>
        <w:autoSpaceDN w:val="0"/>
        <w:adjustRightInd w:val="0"/>
        <w:jc w:val="left"/>
      </w:pPr>
      <w:r w:rsidRPr="008F4E31">
        <w:rPr>
          <w:highlight w:val="yellow"/>
        </w:rPr>
        <w:t>[Editor’s note: An example bitstream for this would be:]</w:t>
      </w:r>
    </w:p>
    <w:p w14:paraId="482232E9" w14:textId="77777777" w:rsidR="00127906" w:rsidRPr="00282F49" w:rsidRDefault="00127906" w:rsidP="00127906">
      <w:pPr>
        <w:pStyle w:val="SDLCode"/>
        <w:rPr>
          <w:rFonts w:eastAsia="Times New Roman" w:cs="Times New Roman"/>
          <w:lang w:val="en-GB"/>
        </w:rPr>
      </w:pPr>
    </w:p>
    <w:p w14:paraId="630802DD" w14:textId="3E605E5C" w:rsidR="00127906" w:rsidRPr="00282F49" w:rsidRDefault="00127906" w:rsidP="009D2AF6">
      <w:pPr>
        <w:pStyle w:val="Heading2"/>
      </w:pPr>
      <w:bookmarkStart w:id="105" w:name="_Ref128409727"/>
      <w:bookmarkStart w:id="106" w:name="_Toc150443124"/>
      <w:r w:rsidRPr="00282F49">
        <w:t>Constant-</w:t>
      </w:r>
      <w:r w:rsidR="00FE206E">
        <w:t>l</w:t>
      </w:r>
      <w:r w:rsidRPr="00282F49">
        <w:t xml:space="preserve">ength </w:t>
      </w:r>
      <w:r w:rsidR="00FE206E">
        <w:t>i</w:t>
      </w:r>
      <w:r w:rsidRPr="00282F49">
        <w:t xml:space="preserve">ndirect </w:t>
      </w:r>
      <w:r w:rsidR="00FE206E">
        <w:t>r</w:t>
      </w:r>
      <w:r w:rsidRPr="00282F49">
        <w:t xml:space="preserve">epresentation </w:t>
      </w:r>
      <w:r w:rsidR="00FE206E">
        <w:t>b</w:t>
      </w:r>
      <w:r w:rsidRPr="00282F49">
        <w:t xml:space="preserve">it </w:t>
      </w:r>
      <w:r w:rsidR="00FE206E">
        <w:t>f</w:t>
      </w:r>
      <w:r w:rsidRPr="00282F49">
        <w:t>ields</w:t>
      </w:r>
      <w:bookmarkEnd w:id="105"/>
      <w:bookmarkEnd w:id="106"/>
    </w:p>
    <w:p w14:paraId="4562B98B" w14:textId="33E4F509"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Indirect representation indicates that the actual value of the element at hand is indirectly specified by the bitstream </w:t>
      </w:r>
      <w:r w:rsidR="002D36BA" w:rsidRPr="00282F49">
        <w:rPr>
          <w:rFonts w:eastAsia="Times New Roman"/>
          <w:lang w:eastAsia="ko-KR"/>
        </w:rPr>
        <w:t>using</w:t>
      </w:r>
      <w:r w:rsidRPr="00282F49">
        <w:rPr>
          <w:rFonts w:eastAsia="Times New Roman"/>
          <w:lang w:eastAsia="ko-KR"/>
        </w:rPr>
        <w:t xml:space="preserve"> a table or map</w:t>
      </w:r>
      <w:r w:rsidR="00CF253B">
        <w:rPr>
          <w:rFonts w:eastAsia="Times New Roman"/>
          <w:lang w:eastAsia="ko-KR"/>
        </w:rPr>
        <w:t xml:space="preserve"> structure</w:t>
      </w:r>
      <w:r w:rsidRPr="00282F49">
        <w:rPr>
          <w:rFonts w:eastAsia="Times New Roman"/>
          <w:lang w:eastAsia="ko-KR"/>
        </w:rPr>
        <w:t>. In other words, the value extracted from the bitstream</w:t>
      </w:r>
      <w:r w:rsidR="0007328D">
        <w:rPr>
          <w:rFonts w:eastAsia="Times New Roman"/>
          <w:lang w:eastAsia="ko-KR"/>
        </w:rPr>
        <w:t>,</w:t>
      </w:r>
      <w:r w:rsidR="0007328D" w:rsidRPr="0007328D">
        <w:rPr>
          <w:rFonts w:eastAsia="Times New Roman"/>
          <w:lang w:eastAsia="ko-KR"/>
        </w:rPr>
        <w:t xml:space="preserve"> </w:t>
      </w:r>
      <w:r w:rsidR="0007328D">
        <w:rPr>
          <w:rFonts w:eastAsia="Times New Roman"/>
          <w:lang w:eastAsia="ko-KR"/>
        </w:rPr>
        <w:t>which is an FLC,</w:t>
      </w:r>
      <w:r w:rsidR="0007328D" w:rsidRPr="00282F49">
        <w:rPr>
          <w:rFonts w:eastAsia="Times New Roman"/>
          <w:lang w:eastAsia="ko-KR"/>
        </w:rPr>
        <w:t xml:space="preserve"> </w:t>
      </w:r>
      <w:r w:rsidRPr="00282F49">
        <w:rPr>
          <w:rFonts w:eastAsia="Times New Roman"/>
          <w:lang w:eastAsia="ko-KR"/>
        </w:rPr>
        <w:t xml:space="preserve">is an index to a </w:t>
      </w:r>
      <w:r w:rsidR="00C241BC">
        <w:rPr>
          <w:rFonts w:eastAsia="Times New Roman"/>
          <w:lang w:eastAsia="ko-KR"/>
        </w:rPr>
        <w:t>map</w:t>
      </w:r>
      <w:r w:rsidR="00C241BC" w:rsidRPr="00282F49">
        <w:rPr>
          <w:rFonts w:eastAsia="Times New Roman"/>
          <w:lang w:eastAsia="ko-KR"/>
        </w:rPr>
        <w:t xml:space="preserve"> </w:t>
      </w:r>
      <w:r w:rsidRPr="00282F49">
        <w:rPr>
          <w:rFonts w:eastAsia="Times New Roman"/>
          <w:lang w:eastAsia="ko-KR"/>
        </w:rPr>
        <w:t>from which the final desired value is extracted. This indirection may be expressed by defining the map itself:</w:t>
      </w:r>
    </w:p>
    <w:p w14:paraId="7774DA7E" w14:textId="77777777"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E.3: Maps</w:t>
      </w:r>
    </w:p>
    <w:p w14:paraId="58EEFB2C" w14:textId="78AC71BA" w:rsidR="00127906" w:rsidRPr="006D1923" w:rsidRDefault="00127906" w:rsidP="00064445">
      <w:pPr>
        <w:pStyle w:val="List3"/>
        <w:keepNext/>
        <w:keepLines/>
        <w:spacing w:after="0"/>
        <w:ind w:left="851"/>
        <w:rPr>
          <w:rFonts w:eastAsia="Times New Roman"/>
        </w:rPr>
      </w:pPr>
      <w:r w:rsidRPr="006D1923">
        <w:rPr>
          <w:rStyle w:val="SDLkeyword"/>
          <w:rFonts w:eastAsia="Times New Roman"/>
        </w:rPr>
        <w:t>map</w:t>
      </w:r>
      <w:r w:rsidRPr="006D1923">
        <w:rPr>
          <w:rFonts w:eastAsia="Times New Roman"/>
        </w:rPr>
        <w:t xml:space="preserve"> </w:t>
      </w:r>
      <w:r w:rsidR="00E46ADD">
        <w:rPr>
          <w:rStyle w:val="SDLattribute"/>
          <w:rFonts w:eastAsia="Times New Roman"/>
        </w:rPr>
        <w:t>m</w:t>
      </w:r>
      <w:r w:rsidR="00DB7FEC" w:rsidRPr="006D1923">
        <w:rPr>
          <w:rStyle w:val="SDLattribute"/>
          <w:rFonts w:eastAsia="Times New Roman"/>
        </w:rPr>
        <w:t>ap</w:t>
      </w:r>
      <w:r w:rsidR="00E46ADD">
        <w:rPr>
          <w:rStyle w:val="SDLattribute"/>
          <w:rFonts w:eastAsia="Times New Roman"/>
        </w:rPr>
        <w:t>_i</w:t>
      </w:r>
      <w:r w:rsidR="00DB7FEC">
        <w:rPr>
          <w:rStyle w:val="SDLattribute"/>
          <w:rFonts w:eastAsia="Times New Roman"/>
        </w:rPr>
        <w:t>dentifier</w:t>
      </w:r>
      <w:r w:rsidR="00DB7FEC" w:rsidRPr="006D1923">
        <w:rPr>
          <w:rFonts w:eastAsia="Times New Roman"/>
        </w:rPr>
        <w:t xml:space="preserve"> </w:t>
      </w:r>
      <w:r w:rsidRPr="006D1923">
        <w:rPr>
          <w:rStyle w:val="SDLkeyword"/>
          <w:rFonts w:eastAsia="Times New Roman"/>
          <w:b w:val="0"/>
        </w:rPr>
        <w:t>(</w:t>
      </w:r>
      <w:r w:rsidRPr="006D1923">
        <w:rPr>
          <w:rStyle w:val="SDLattribute"/>
          <w:rFonts w:eastAsia="Times New Roman"/>
        </w:rPr>
        <w:t>output_type</w:t>
      </w:r>
      <w:r w:rsidRPr="006D1923">
        <w:rPr>
          <w:rStyle w:val="SDLkeyword"/>
          <w:rFonts w:eastAsia="Times New Roman"/>
          <w:b w:val="0"/>
        </w:rPr>
        <w:t>)</w:t>
      </w:r>
      <w:r w:rsidRPr="006D1923">
        <w:rPr>
          <w:rFonts w:eastAsia="Times New Roman"/>
        </w:rPr>
        <w:t xml:space="preserve"> </w:t>
      </w:r>
      <w:r w:rsidRPr="00C73BB5">
        <w:rPr>
          <w:rStyle w:val="SDLkeyword"/>
          <w:rFonts w:eastAsia="Times New Roman"/>
          <w:bCs w:val="0"/>
        </w:rPr>
        <w:t>{</w:t>
      </w:r>
    </w:p>
    <w:p w14:paraId="6326BA4C" w14:textId="67DB1A81" w:rsidR="00127906" w:rsidRPr="006D1923" w:rsidRDefault="00127906" w:rsidP="00064445">
      <w:pPr>
        <w:pStyle w:val="List4"/>
        <w:keepNext/>
        <w:keepLines/>
        <w:spacing w:after="0"/>
        <w:ind w:left="851" w:firstLine="0"/>
        <w:rPr>
          <w:rFonts w:eastAsia="Times New Roman"/>
        </w:rPr>
      </w:pPr>
      <w:r w:rsidRPr="006D1923">
        <w:rPr>
          <w:rStyle w:val="SDLattribute"/>
          <w:rFonts w:eastAsia="Times New Roman"/>
        </w:rPr>
        <w:t>index</w:t>
      </w:r>
      <w:r w:rsidRPr="00C73BB5">
        <w:rPr>
          <w:rFonts w:ascii="Courier New" w:eastAsia="Times New Roman" w:hAnsi="Courier New" w:cs="Courier New"/>
          <w:b/>
          <w:bCs/>
        </w:rPr>
        <w:t xml:space="preserve">, </w:t>
      </w:r>
      <w:r w:rsidRPr="00C73BB5">
        <w:rPr>
          <w:rStyle w:val="SDLkeyword"/>
          <w:rFonts w:eastAsia="Times New Roman"/>
        </w:rPr>
        <w:t>{</w:t>
      </w:r>
      <w:r w:rsidRPr="006D1923">
        <w:rPr>
          <w:rStyle w:val="SDLattribute"/>
          <w:rFonts w:eastAsia="Times New Roman"/>
        </w:rPr>
        <w:t>value</w:t>
      </w:r>
      <w:r w:rsidR="003E5CA0" w:rsidRPr="00C73BB5">
        <w:rPr>
          <w:rFonts w:ascii="Courier New" w:eastAsia="Times New Roman" w:hAnsi="Courier New" w:cs="Courier New"/>
        </w:rPr>
        <w:t>[</w:t>
      </w:r>
      <w:r w:rsidRPr="00C73BB5">
        <w:rPr>
          <w:rFonts w:ascii="Courier New" w:eastAsia="Times New Roman" w:hAnsi="Courier New" w:cs="Courier New"/>
          <w:b/>
          <w:bCs/>
        </w:rPr>
        <w:t>,</w:t>
      </w:r>
      <w:r w:rsidRPr="006D1923">
        <w:rPr>
          <w:rFonts w:eastAsia="Times New Roman"/>
        </w:rPr>
        <w:t xml:space="preserve"> …</w:t>
      </w:r>
      <w:r w:rsidR="003E5CA0" w:rsidRPr="00C73BB5">
        <w:rPr>
          <w:rFonts w:ascii="Courier New" w:eastAsia="Times New Roman" w:hAnsi="Courier New" w:cs="Courier New"/>
        </w:rPr>
        <w:t>]</w:t>
      </w:r>
      <w:r w:rsidRPr="006D1923">
        <w:rPr>
          <w:rFonts w:eastAsia="Times New Roman"/>
        </w:rPr>
        <w:t xml:space="preserve"> </w:t>
      </w:r>
      <w:r w:rsidRPr="00C73BB5">
        <w:rPr>
          <w:rStyle w:val="SDLkeyword"/>
          <w:rFonts w:eastAsia="Times New Roman"/>
          <w:bCs w:val="0"/>
        </w:rPr>
        <w:t>}</w:t>
      </w:r>
      <w:r w:rsidR="00503A3A" w:rsidRPr="00C73BB5">
        <w:rPr>
          <w:rFonts w:ascii="Courier New" w:eastAsia="Times New Roman" w:hAnsi="Courier New" w:cs="Courier New"/>
        </w:rPr>
        <w:t>[</w:t>
      </w:r>
      <w:r w:rsidRPr="00C73BB5">
        <w:rPr>
          <w:rFonts w:ascii="Courier New" w:eastAsia="Times New Roman" w:hAnsi="Courier New" w:cs="Courier New"/>
        </w:rPr>
        <w:t>,</w:t>
      </w:r>
    </w:p>
    <w:p w14:paraId="5FC5E45A" w14:textId="48104DA1" w:rsidR="00127906" w:rsidRPr="006D1923" w:rsidRDefault="00127906" w:rsidP="00064445">
      <w:pPr>
        <w:pStyle w:val="List4"/>
        <w:keepNext/>
        <w:keepLines/>
        <w:spacing w:after="0"/>
        <w:ind w:left="851" w:firstLine="0"/>
        <w:rPr>
          <w:rFonts w:eastAsia="Times New Roman"/>
        </w:rPr>
      </w:pPr>
      <w:r w:rsidRPr="006D1923">
        <w:rPr>
          <w:rFonts w:eastAsia="Times New Roman"/>
        </w:rPr>
        <w:t>…</w:t>
      </w:r>
      <w:r w:rsidR="00503A3A" w:rsidRPr="00C73BB5">
        <w:rPr>
          <w:rFonts w:ascii="Courier New" w:eastAsia="Times New Roman" w:hAnsi="Courier New" w:cs="Courier New"/>
        </w:rPr>
        <w:t>]</w:t>
      </w:r>
    </w:p>
    <w:p w14:paraId="45D63C5E" w14:textId="77777777" w:rsidR="00127906" w:rsidRPr="006D1923" w:rsidRDefault="00127906" w:rsidP="00064445">
      <w:pPr>
        <w:pStyle w:val="List3"/>
        <w:keepNext/>
        <w:keepLines/>
        <w:spacing w:after="0"/>
        <w:ind w:left="851"/>
        <w:rPr>
          <w:rStyle w:val="SDLkeyword"/>
          <w:rFonts w:eastAsia="Times New Roman"/>
        </w:rPr>
      </w:pPr>
      <w:r w:rsidRPr="006D1923">
        <w:rPr>
          <w:rStyle w:val="SDLkeyword"/>
          <w:rFonts w:eastAsia="Times New Roman"/>
        </w:rPr>
        <w:t>}</w:t>
      </w:r>
    </w:p>
    <w:p w14:paraId="46D6BCA9" w14:textId="77777777" w:rsidR="00127906" w:rsidRPr="00282F49" w:rsidRDefault="00127906" w:rsidP="00127906">
      <w:pPr>
        <w:pStyle w:val="BodyText"/>
        <w:pBdr>
          <w:top w:val="single" w:sz="6" w:space="1" w:color="auto"/>
        </w:pBdr>
        <w:rPr>
          <w:rFonts w:eastAsia="Times New Roman"/>
          <w:lang w:eastAsia="ko-KR"/>
        </w:rPr>
      </w:pPr>
    </w:p>
    <w:p w14:paraId="106AD3BF" w14:textId="2AB875F0" w:rsidR="00453183" w:rsidRDefault="00453183" w:rsidP="00453183">
      <w:pPr>
        <w:pStyle w:val="BodyText"/>
        <w:spacing w:after="220"/>
      </w:pPr>
      <w:r w:rsidRPr="00282F49">
        <w:rPr>
          <w:rFonts w:eastAsia="Times New Roman"/>
          <w:lang w:eastAsia="ko-KR"/>
        </w:rPr>
        <w:t>The</w:t>
      </w:r>
      <w:r>
        <w:rPr>
          <w:rFonts w:eastAsia="Times New Roman"/>
          <w:lang w:eastAsia="ko-KR"/>
        </w:rPr>
        <w:t xml:space="preserve"> content of the</w:t>
      </w:r>
      <w:r w:rsidRPr="00282F49">
        <w:rPr>
          <w:rFonts w:eastAsia="Times New Roman"/>
          <w:lang w:eastAsia="ko-KR"/>
        </w:rPr>
        <w:t xml:space="preserve"> </w:t>
      </w:r>
      <w:r w:rsidRPr="00282F49">
        <w:rPr>
          <w:rStyle w:val="SDLkeyword"/>
          <w:rFonts w:eastAsia="Times New Roman"/>
          <w:lang w:eastAsia="ko-KR"/>
        </w:rPr>
        <w:t>map</w:t>
      </w:r>
      <w:r w:rsidRPr="00282F49">
        <w:rPr>
          <w:rFonts w:eastAsia="Times New Roman"/>
          <w:lang w:eastAsia="ko-KR"/>
        </w:rPr>
        <w:t xml:space="preserve"> is defined as a set of pairs of </w:t>
      </w:r>
      <w:r>
        <w:rPr>
          <w:rFonts w:eastAsia="Times New Roman"/>
          <w:lang w:eastAsia="ko-KR"/>
        </w:rPr>
        <w:t xml:space="preserve">input </w:t>
      </w:r>
      <w:r w:rsidRPr="003E2B2D">
        <w:rPr>
          <w:rFonts w:eastAsia="Times New Roman"/>
          <w:i/>
          <w:iCs/>
          <w:lang w:eastAsia="ko-KR"/>
        </w:rPr>
        <w:t>index</w:t>
      </w:r>
      <w:r>
        <w:rPr>
          <w:rFonts w:eastAsia="Times New Roman"/>
          <w:lang w:eastAsia="ko-KR"/>
        </w:rPr>
        <w:t xml:space="preserve"> values </w:t>
      </w:r>
      <w:r w:rsidRPr="00282F49">
        <w:rPr>
          <w:rFonts w:eastAsia="Times New Roman"/>
          <w:lang w:eastAsia="ko-KR"/>
        </w:rPr>
        <w:t xml:space="preserve">and </w:t>
      </w:r>
      <w:r>
        <w:rPr>
          <w:rFonts w:eastAsia="Times New Roman"/>
          <w:lang w:eastAsia="ko-KR"/>
        </w:rPr>
        <w:t xml:space="preserve">output </w:t>
      </w:r>
      <w:r w:rsidRPr="003E2B2D">
        <w:rPr>
          <w:rFonts w:eastAsia="Times New Roman"/>
          <w:i/>
          <w:iCs/>
          <w:lang w:eastAsia="ko-KR"/>
        </w:rPr>
        <w:t>values</w:t>
      </w:r>
      <w:r w:rsidRPr="00282F49">
        <w:rPr>
          <w:rFonts w:eastAsia="Times New Roman"/>
          <w:lang w:eastAsia="ko-KR"/>
        </w:rPr>
        <w:t xml:space="preserve">. </w:t>
      </w:r>
      <w:r w:rsidR="00414AC0">
        <w:t xml:space="preserve">The </w:t>
      </w:r>
      <w:r w:rsidR="00414AC0" w:rsidRPr="003E2B2D">
        <w:rPr>
          <w:rFonts w:eastAsia="Times New Roman"/>
          <w:i/>
          <w:iCs/>
          <w:lang w:eastAsia="ko-KR"/>
        </w:rPr>
        <w:t>index</w:t>
      </w:r>
      <w:r w:rsidR="00414AC0">
        <w:rPr>
          <w:rFonts w:eastAsia="Times New Roman"/>
          <w:lang w:eastAsia="ko-KR"/>
        </w:rPr>
        <w:t xml:space="preserve"> values</w:t>
      </w:r>
      <w:r w:rsidR="00414AC0">
        <w:t xml:space="preserve"> shall be unique.</w:t>
      </w:r>
    </w:p>
    <w:p w14:paraId="7A74C7F4" w14:textId="412EEC5C" w:rsidR="0044367E" w:rsidRDefault="0044367E" w:rsidP="00064445">
      <w:pPr>
        <w:pStyle w:val="Note"/>
        <w:rPr>
          <w:rFonts w:eastAsia="Times New Roman"/>
          <w:lang w:eastAsia="ko-KR"/>
        </w:rPr>
      </w:pPr>
      <w:r>
        <w:t>NOTE</w:t>
      </w:r>
      <w:r>
        <w:tab/>
      </w:r>
      <w:r w:rsidR="00DF5067">
        <w:t xml:space="preserve">The syntax for maps does not allow to </w:t>
      </w:r>
      <w:r w:rsidR="00DF5067" w:rsidRPr="00DF5067">
        <w:t xml:space="preserve">specify </w:t>
      </w:r>
      <w:r w:rsidR="00DF5067">
        <w:t xml:space="preserve">the </w:t>
      </w:r>
      <w:r w:rsidR="00DF5067" w:rsidRPr="00DF5067">
        <w:t xml:space="preserve">alignment of map index values. Achieving such alignment </w:t>
      </w:r>
      <w:r w:rsidR="00DF5067">
        <w:t xml:space="preserve">is the </w:t>
      </w:r>
      <w:r w:rsidR="00DF5067" w:rsidRPr="00DF5067">
        <w:t xml:space="preserve">responsibility of </w:t>
      </w:r>
      <w:r w:rsidR="00DF5067">
        <w:t xml:space="preserve">the </w:t>
      </w:r>
      <w:r w:rsidR="00DF5067" w:rsidRPr="00DF5067">
        <w:t xml:space="preserve">SDL </w:t>
      </w:r>
      <w:r w:rsidR="00FC47C9">
        <w:t>definition author</w:t>
      </w:r>
      <w:r w:rsidR="00DF5067" w:rsidRPr="00DF5067">
        <w:t>.</w:t>
      </w:r>
    </w:p>
    <w:p w14:paraId="04D83544" w14:textId="11D9A6A5" w:rsidR="007E2113" w:rsidRDefault="00127906" w:rsidP="00127906">
      <w:pPr>
        <w:pStyle w:val="BodyText"/>
        <w:spacing w:after="220"/>
        <w:rPr>
          <w:rFonts w:eastAsia="Times New Roman"/>
          <w:lang w:eastAsia="ko-KR"/>
        </w:rPr>
      </w:pPr>
      <w:r w:rsidRPr="00282F49">
        <w:rPr>
          <w:rFonts w:eastAsia="Times New Roman"/>
          <w:lang w:eastAsia="ko-KR"/>
        </w:rPr>
        <w:t xml:space="preserve">The input type of a </w:t>
      </w:r>
      <w:r w:rsidRPr="00282F49">
        <w:rPr>
          <w:rStyle w:val="SDLkeyword"/>
          <w:rFonts w:eastAsia="Times New Roman"/>
          <w:lang w:eastAsia="ko-KR"/>
        </w:rPr>
        <w:t>map</w:t>
      </w:r>
      <w:r w:rsidRPr="00282F49">
        <w:rPr>
          <w:rFonts w:eastAsia="Times New Roman"/>
          <w:lang w:eastAsia="ko-KR"/>
        </w:rPr>
        <w:t xml:space="preserve"> (the </w:t>
      </w:r>
      <w:r w:rsidRPr="00282F49">
        <w:rPr>
          <w:rStyle w:val="SDLattribute"/>
          <w:rFonts w:eastAsia="Times New Roman"/>
          <w:lang w:eastAsia="ko-KR"/>
        </w:rPr>
        <w:t>index</w:t>
      </w:r>
      <w:r w:rsidRPr="00282F49">
        <w:rPr>
          <w:rFonts w:eastAsia="Times New Roman"/>
          <w:lang w:eastAsia="ko-KR"/>
        </w:rPr>
        <w:t xml:space="preserve"> specified in the first column) shall always be </w:t>
      </w:r>
      <w:r w:rsidRPr="00282F49">
        <w:rPr>
          <w:rStyle w:val="SDLkeyword"/>
          <w:rFonts w:eastAsia="Times New Roman"/>
          <w:lang w:eastAsia="ko-KR"/>
        </w:rPr>
        <w:t>bit</w:t>
      </w:r>
      <w:r w:rsidR="0074181A">
        <w:rPr>
          <w:rStyle w:val="SDLkeyword"/>
          <w:rFonts w:eastAsia="Times New Roman"/>
          <w:lang w:eastAsia="ko-KR"/>
        </w:rPr>
        <w:t xml:space="preserve"> </w:t>
      </w:r>
      <w:r w:rsidR="007E2113">
        <w:rPr>
          <w:rFonts w:eastAsia="Times New Roman"/>
          <w:lang w:eastAsia="ko-KR"/>
        </w:rPr>
        <w:t xml:space="preserve">and therefore </w:t>
      </w:r>
      <w:r w:rsidR="007E2113" w:rsidRPr="0014050A">
        <w:rPr>
          <w:rFonts w:eastAsia="Times New Roman"/>
          <w:i/>
          <w:iCs/>
          <w:lang w:eastAsia="ko-KR"/>
        </w:rPr>
        <w:t>index</w:t>
      </w:r>
      <w:r w:rsidR="007E2113">
        <w:rPr>
          <w:rFonts w:eastAsia="Times New Roman"/>
          <w:lang w:eastAsia="ko-KR"/>
        </w:rPr>
        <w:t xml:space="preserve"> values always expressed as</w:t>
      </w:r>
      <w:r w:rsidR="007E2113" w:rsidRPr="00282F49">
        <w:rPr>
          <w:rFonts w:eastAsia="Times New Roman"/>
          <w:lang w:eastAsia="ko-KR"/>
        </w:rPr>
        <w:t xml:space="preserve"> </w:t>
      </w:r>
      <w:r w:rsidR="007E2113">
        <w:rPr>
          <w:rFonts w:eastAsia="Times New Roman"/>
          <w:lang w:eastAsia="ko-KR"/>
        </w:rPr>
        <w:t>B</w:t>
      </w:r>
      <w:r w:rsidR="007E2113" w:rsidRPr="00282F49">
        <w:rPr>
          <w:rFonts w:eastAsia="Times New Roman"/>
          <w:lang w:eastAsia="ko-KR"/>
        </w:rPr>
        <w:t xml:space="preserve">inary </w:t>
      </w:r>
      <w:r w:rsidR="007E2113">
        <w:rPr>
          <w:rFonts w:eastAsia="Times New Roman"/>
          <w:lang w:eastAsia="ko-KR"/>
        </w:rPr>
        <w:t xml:space="preserve">Values. </w:t>
      </w:r>
      <w:r w:rsidR="007E2113" w:rsidRPr="0014050A">
        <w:t>For the case of constant-length indirect representation bit fields</w:t>
      </w:r>
      <w:r w:rsidR="00AE12E2">
        <w:t xml:space="preserve">, </w:t>
      </w:r>
      <w:r w:rsidR="007E2113" w:rsidRPr="0014050A">
        <w:t>these Binary Values shall all be the same length</w:t>
      </w:r>
      <w:r w:rsidRPr="00282F49">
        <w:rPr>
          <w:rFonts w:eastAsia="Times New Roman"/>
          <w:lang w:eastAsia="ko-KR"/>
        </w:rPr>
        <w:t>.</w:t>
      </w:r>
      <w:r w:rsidR="002745C9">
        <w:rPr>
          <w:rFonts w:eastAsia="Times New Roman"/>
          <w:lang w:eastAsia="ko-KR"/>
        </w:rPr>
        <w:t xml:space="preserve"> </w:t>
      </w:r>
      <w:r w:rsidR="00D95FED" w:rsidRPr="00D95FED">
        <w:rPr>
          <w:rFonts w:eastAsia="Times New Roman"/>
          <w:lang w:eastAsia="ko-KR"/>
        </w:rPr>
        <w:t>The length in bits of the index is the number of bits read from the bitstream.</w:t>
      </w:r>
    </w:p>
    <w:p w14:paraId="3E89A285" w14:textId="4C2D75AD" w:rsidR="00B4740B" w:rsidRDefault="00127906" w:rsidP="00127906">
      <w:pPr>
        <w:pStyle w:val="BodyText"/>
        <w:spacing w:after="220"/>
        <w:rPr>
          <w:rFonts w:eastAsia="Times New Roman"/>
          <w:lang w:eastAsia="ko-KR"/>
        </w:rPr>
      </w:pPr>
      <w:r w:rsidRPr="00282F49">
        <w:rPr>
          <w:rFonts w:eastAsia="Times New Roman"/>
          <w:lang w:eastAsia="ko-KR"/>
        </w:rPr>
        <w:t xml:space="preserve">The </w:t>
      </w:r>
      <w:r w:rsidR="00AE5104" w:rsidRPr="00282F49">
        <w:rPr>
          <w:rStyle w:val="SDLattribute"/>
          <w:rFonts w:eastAsia="Times New Roman"/>
          <w:lang w:eastAsia="ko-KR"/>
        </w:rPr>
        <w:t>output_type</w:t>
      </w:r>
      <w:r w:rsidR="00AE5104" w:rsidRPr="00282F49">
        <w:rPr>
          <w:rFonts w:eastAsia="Times New Roman"/>
          <w:lang w:eastAsia="ko-KR"/>
        </w:rPr>
        <w:t xml:space="preserve"> </w:t>
      </w:r>
      <w:r w:rsidR="007E2113" w:rsidRPr="00282F49">
        <w:rPr>
          <w:rFonts w:eastAsia="Times New Roman"/>
          <w:lang w:eastAsia="ko-KR"/>
        </w:rPr>
        <w:t xml:space="preserve">of a </w:t>
      </w:r>
      <w:r w:rsidR="007E2113" w:rsidRPr="00282F49">
        <w:rPr>
          <w:rStyle w:val="SDLkeyword"/>
          <w:rFonts w:eastAsia="Times New Roman"/>
          <w:lang w:eastAsia="ko-KR"/>
        </w:rPr>
        <w:t>map</w:t>
      </w:r>
      <w:r w:rsidR="007E2113" w:rsidRPr="00282F49">
        <w:rPr>
          <w:rFonts w:eastAsia="Times New Roman"/>
          <w:lang w:eastAsia="ko-KR"/>
        </w:rPr>
        <w:t xml:space="preserve"> </w:t>
      </w:r>
      <w:r w:rsidRPr="00282F49">
        <w:rPr>
          <w:rFonts w:eastAsia="Times New Roman"/>
          <w:lang w:eastAsia="ko-KR"/>
        </w:rPr>
        <w:t xml:space="preserve">shall be either a </w:t>
      </w:r>
      <w:r w:rsidRPr="00C73BB5">
        <w:rPr>
          <w:rFonts w:ascii="Courier New" w:eastAsia="Times New Roman" w:hAnsi="Courier New" w:cs="Courier New"/>
          <w:b/>
          <w:bCs/>
          <w:i/>
          <w:iCs/>
          <w:lang w:eastAsia="ko-KR"/>
        </w:rPr>
        <w:t>type</w:t>
      </w:r>
      <w:r w:rsidRPr="00282F49">
        <w:rPr>
          <w:rFonts w:eastAsia="Times New Roman"/>
          <w:lang w:eastAsia="ko-KR"/>
        </w:rPr>
        <w:t xml:space="preserve"> or a defined </w:t>
      </w:r>
      <w:r w:rsidRPr="00C73BB5">
        <w:rPr>
          <w:rFonts w:ascii="Courier New" w:eastAsia="Times New Roman" w:hAnsi="Courier New" w:cs="Courier New"/>
          <w:b/>
          <w:bCs/>
          <w:lang w:eastAsia="ko-KR"/>
        </w:rPr>
        <w:t>class</w:t>
      </w:r>
      <w:r w:rsidRPr="00282F49">
        <w:rPr>
          <w:rFonts w:eastAsia="Times New Roman"/>
          <w:lang w:eastAsia="ko-KR"/>
        </w:rPr>
        <w:t xml:space="preserve"> (classes are defined in</w:t>
      </w:r>
      <w:r w:rsidR="0074181A">
        <w:rPr>
          <w:rFonts w:eastAsia="Times New Roman"/>
          <w:lang w:eastAsia="ko-KR"/>
        </w:rPr>
        <w:t xml:space="preserve"> </w:t>
      </w:r>
      <w:r w:rsidR="000D7CE1">
        <w:rPr>
          <w:rFonts w:eastAsia="Times New Roman"/>
          <w:lang w:eastAsia="ko-KR"/>
        </w:rPr>
        <w:fldChar w:fldCharType="begin"/>
      </w:r>
      <w:r w:rsidR="000D7CE1">
        <w:rPr>
          <w:rFonts w:eastAsia="Times New Roman"/>
          <w:lang w:eastAsia="ko-KR"/>
        </w:rPr>
        <w:instrText xml:space="preserve"> REF _Ref77978430 \r \h </w:instrText>
      </w:r>
      <w:r w:rsidR="000D7CE1">
        <w:rPr>
          <w:rFonts w:eastAsia="Times New Roman"/>
          <w:lang w:eastAsia="ko-KR"/>
        </w:rPr>
      </w:r>
      <w:r w:rsidR="000D7CE1">
        <w:rPr>
          <w:rFonts w:eastAsia="Times New Roman"/>
          <w:lang w:eastAsia="ko-KR"/>
        </w:rPr>
        <w:fldChar w:fldCharType="separate"/>
      </w:r>
      <w:r w:rsidR="00E74A90">
        <w:rPr>
          <w:rFonts w:eastAsia="Times New Roman"/>
          <w:lang w:eastAsia="ko-KR"/>
        </w:rPr>
        <w:t>7.1</w:t>
      </w:r>
      <w:r w:rsidR="000D7CE1">
        <w:rPr>
          <w:rFonts w:eastAsia="Times New Roman"/>
          <w:lang w:eastAsia="ko-KR"/>
        </w:rPr>
        <w:fldChar w:fldCharType="end"/>
      </w:r>
      <w:r w:rsidRPr="00282F49">
        <w:rPr>
          <w:rFonts w:eastAsia="Times New Roman"/>
          <w:lang w:eastAsia="ko-KR"/>
        </w:rPr>
        <w:t xml:space="preserve">). </w:t>
      </w:r>
    </w:p>
    <w:p w14:paraId="3710896B" w14:textId="5C50C4FD" w:rsidR="00127906" w:rsidRDefault="00FD3DDA" w:rsidP="00127906">
      <w:pPr>
        <w:pStyle w:val="BodyText"/>
        <w:spacing w:after="220"/>
        <w:rPr>
          <w:rFonts w:eastAsia="Times New Roman"/>
          <w:lang w:eastAsia="ko-KR"/>
        </w:rPr>
      </w:pPr>
      <w:r>
        <w:rPr>
          <w:rFonts w:eastAsia="Times New Roman"/>
          <w:lang w:eastAsia="ko-KR"/>
        </w:rPr>
        <w:t xml:space="preserve">Output </w:t>
      </w:r>
      <w:r w:rsidR="00847FEF">
        <w:rPr>
          <w:rFonts w:eastAsia="Times New Roman"/>
          <w:lang w:eastAsia="ko-KR"/>
        </w:rPr>
        <w:t>v</w:t>
      </w:r>
      <w:r w:rsidR="00127906" w:rsidRPr="00282F49">
        <w:rPr>
          <w:rFonts w:eastAsia="Times New Roman"/>
          <w:lang w:eastAsia="ko-KR"/>
        </w:rPr>
        <w:t>alues</w:t>
      </w:r>
      <w:r w:rsidR="00E42145">
        <w:rPr>
          <w:rFonts w:eastAsia="Times New Roman"/>
          <w:lang w:eastAsia="ko-KR"/>
        </w:rPr>
        <w:t xml:space="preserve"> used to populate the </w:t>
      </w:r>
      <w:r w:rsidR="00E42145" w:rsidRPr="00282F49">
        <w:rPr>
          <w:rStyle w:val="SDLattribute"/>
          <w:rFonts w:eastAsia="Times New Roman"/>
          <w:lang w:eastAsia="ko-KR"/>
        </w:rPr>
        <w:t>output_type</w:t>
      </w:r>
      <w:r w:rsidR="00127906" w:rsidRPr="00282F49">
        <w:rPr>
          <w:rFonts w:eastAsia="Times New Roman"/>
          <w:lang w:eastAsia="ko-KR"/>
        </w:rPr>
        <w:t xml:space="preserve"> shall be specified as aggregates surrounded by curly braces.</w:t>
      </w:r>
    </w:p>
    <w:p w14:paraId="465A0569" w14:textId="23DA325C" w:rsidR="00EA19B1" w:rsidRPr="00282F49" w:rsidRDefault="00EA19B1" w:rsidP="00EA19B1">
      <w:pPr>
        <w:pStyle w:val="BodyText"/>
        <w:spacing w:after="220"/>
        <w:rPr>
          <w:rFonts w:eastAsia="Times New Roman"/>
          <w:lang w:eastAsia="ko-KR"/>
        </w:rPr>
      </w:pPr>
      <w:r>
        <w:rPr>
          <w:rFonts w:eastAsia="Times New Roman"/>
          <w:lang w:eastAsia="ko-KR"/>
        </w:rPr>
        <w:t xml:space="preserve">For example, a map that relates an input binary value to an output populated </w:t>
      </w:r>
      <w:r>
        <w:rPr>
          <w:rFonts w:ascii="Courier New" w:eastAsia="Times New Roman" w:hAnsi="Courier New" w:cs="Courier New"/>
          <w:lang w:eastAsia="ko-KR"/>
        </w:rPr>
        <w:t>YUVblocks</w:t>
      </w:r>
      <w:r>
        <w:rPr>
          <w:rFonts w:eastAsia="Times New Roman"/>
          <w:lang w:eastAsia="ko-KR"/>
        </w:rPr>
        <w:t xml:space="preserve"> </w:t>
      </w:r>
      <w:r w:rsidRPr="00013F29">
        <w:rPr>
          <w:rFonts w:ascii="Courier New" w:eastAsia="Times New Roman" w:hAnsi="Courier New" w:cs="Courier New"/>
          <w:b/>
          <w:bCs/>
          <w:lang w:eastAsia="ko-KR"/>
        </w:rPr>
        <w:t>class</w:t>
      </w:r>
      <w:r>
        <w:rPr>
          <w:rFonts w:eastAsia="Times New Roman"/>
          <w:lang w:eastAsia="ko-KR"/>
        </w:rPr>
        <w:t xml:space="preserve"> (classes are defined in subclause </w:t>
      </w:r>
      <w:r>
        <w:rPr>
          <w:rFonts w:eastAsia="Times New Roman"/>
          <w:lang w:eastAsia="ko-KR"/>
        </w:rPr>
        <w:fldChar w:fldCharType="begin"/>
      </w:r>
      <w:r>
        <w:rPr>
          <w:rFonts w:eastAsia="Times New Roman"/>
          <w:lang w:eastAsia="ko-KR"/>
        </w:rPr>
        <w:instrText xml:space="preserve"> REF _Ref77978430 \r \h </w:instrText>
      </w:r>
      <w:r>
        <w:rPr>
          <w:rFonts w:eastAsia="Times New Roman"/>
          <w:lang w:eastAsia="ko-KR"/>
        </w:rPr>
      </w:r>
      <w:r>
        <w:rPr>
          <w:rFonts w:eastAsia="Times New Roman"/>
          <w:lang w:eastAsia="ko-KR"/>
        </w:rPr>
        <w:fldChar w:fldCharType="separate"/>
      </w:r>
      <w:r w:rsidR="000F3D09">
        <w:rPr>
          <w:rFonts w:eastAsia="Times New Roman"/>
          <w:lang w:eastAsia="ko-KR"/>
        </w:rPr>
        <w:t>7.1</w:t>
      </w:r>
      <w:r>
        <w:rPr>
          <w:rFonts w:eastAsia="Times New Roman"/>
          <w:lang w:eastAsia="ko-KR"/>
        </w:rPr>
        <w:fldChar w:fldCharType="end"/>
      </w:r>
      <w:r>
        <w:rPr>
          <w:rFonts w:eastAsia="Times New Roman"/>
          <w:lang w:eastAsia="ko-KR"/>
        </w:rPr>
        <w:t xml:space="preserve">) can be defined using </w:t>
      </w:r>
      <w:r w:rsidRPr="00282F49">
        <w:rPr>
          <w:rFonts w:eastAsia="Times New Roman"/>
          <w:lang w:eastAsia="ko-KR"/>
        </w:rPr>
        <w:t>the following representation:</w:t>
      </w:r>
    </w:p>
    <w:p w14:paraId="1074A88A" w14:textId="77777777" w:rsidR="00127906" w:rsidRPr="006D1923" w:rsidRDefault="00127906" w:rsidP="00C472DC">
      <w:pPr>
        <w:pStyle w:val="Example"/>
      </w:pPr>
      <w:r w:rsidRPr="006D1923">
        <w:t xml:space="preserve">EXAMPLE </w:t>
      </w:r>
      <w:r w:rsidRPr="006D1923">
        <w:sym w:font="Symbol" w:char="F0BE"/>
      </w:r>
    </w:p>
    <w:p w14:paraId="6672615D" w14:textId="5F312493" w:rsidR="00127906" w:rsidRPr="00282F49" w:rsidRDefault="00127906" w:rsidP="00C472DC">
      <w:pPr>
        <w:pStyle w:val="Code"/>
      </w:pPr>
      <w:r w:rsidRPr="00282F49">
        <w:t>class YUVblocks {// classes are defined later on</w:t>
      </w:r>
      <w:r w:rsidR="004D2367">
        <w:t xml:space="preserve"> in this document</w:t>
      </w:r>
    </w:p>
    <w:p w14:paraId="4D0E2592" w14:textId="1D5BA3C5" w:rsidR="00127906" w:rsidRPr="00282F49" w:rsidRDefault="00127906" w:rsidP="00C472DC">
      <w:pPr>
        <w:pStyle w:val="Code"/>
      </w:pPr>
      <w:r w:rsidRPr="00282F49">
        <w:tab/>
        <w:t>int Yblocks;</w:t>
      </w:r>
    </w:p>
    <w:p w14:paraId="32C42463" w14:textId="77777777" w:rsidR="00127906" w:rsidRPr="00282F49" w:rsidRDefault="00127906" w:rsidP="00C472DC">
      <w:pPr>
        <w:pStyle w:val="Code"/>
      </w:pPr>
      <w:r w:rsidRPr="00282F49">
        <w:tab/>
        <w:t>int Ublocks;</w:t>
      </w:r>
    </w:p>
    <w:p w14:paraId="29B4B558" w14:textId="77777777" w:rsidR="00127906" w:rsidRPr="00282F49" w:rsidRDefault="00127906" w:rsidP="00C472DC">
      <w:pPr>
        <w:pStyle w:val="Code"/>
      </w:pPr>
      <w:r w:rsidRPr="00282F49">
        <w:tab/>
        <w:t>int Vblocks;</w:t>
      </w:r>
    </w:p>
    <w:p w14:paraId="149DC078" w14:textId="77777777" w:rsidR="00127906" w:rsidRPr="00282F49" w:rsidRDefault="00127906" w:rsidP="00C472DC">
      <w:pPr>
        <w:pStyle w:val="Code"/>
      </w:pPr>
      <w:r w:rsidRPr="00282F49">
        <w:t>}</w:t>
      </w:r>
    </w:p>
    <w:p w14:paraId="02ED8AB9" w14:textId="77777777" w:rsidR="00127906" w:rsidRPr="00282F49" w:rsidRDefault="00127906" w:rsidP="00C472DC">
      <w:pPr>
        <w:pStyle w:val="Code"/>
      </w:pPr>
    </w:p>
    <w:p w14:paraId="6DEF877D" w14:textId="77777777" w:rsidR="00127906" w:rsidRPr="00282F49" w:rsidRDefault="00127906" w:rsidP="00C472DC">
      <w:pPr>
        <w:pStyle w:val="Code"/>
      </w:pPr>
      <w:r w:rsidRPr="00282F49">
        <w:lastRenderedPageBreak/>
        <w:t xml:space="preserve">// a table that relates the chroma format with the number of blocks </w:t>
      </w:r>
    </w:p>
    <w:p w14:paraId="192DADAB" w14:textId="77777777" w:rsidR="00127906" w:rsidRPr="00282F49" w:rsidRDefault="00127906" w:rsidP="00C472DC">
      <w:pPr>
        <w:pStyle w:val="Code"/>
      </w:pPr>
      <w:r w:rsidRPr="00282F49">
        <w:t>// per signal component</w:t>
      </w:r>
    </w:p>
    <w:p w14:paraId="086C28DB" w14:textId="77777777" w:rsidR="00127906" w:rsidRPr="00282F49" w:rsidRDefault="00127906" w:rsidP="00C472DC">
      <w:pPr>
        <w:pStyle w:val="Code"/>
      </w:pPr>
      <w:r w:rsidRPr="00282F49">
        <w:t>map blocks_per_component (YUVblocks) {</w:t>
      </w:r>
    </w:p>
    <w:p w14:paraId="386801B9" w14:textId="65AED044" w:rsidR="00127906" w:rsidRPr="00282F49" w:rsidRDefault="00127906" w:rsidP="00C472DC">
      <w:pPr>
        <w:pStyle w:val="Code"/>
      </w:pPr>
      <w:r w:rsidRPr="00282F49">
        <w:tab/>
        <w:t>0b00,</w:t>
      </w:r>
      <w:r w:rsidRPr="00282F49">
        <w:tab/>
        <w:t>{4, 1, 1},</w:t>
      </w:r>
    </w:p>
    <w:p w14:paraId="0916D779" w14:textId="7E78BD9B" w:rsidR="00127906" w:rsidRPr="00282F49" w:rsidRDefault="00127906" w:rsidP="00C472DC">
      <w:pPr>
        <w:pStyle w:val="Code"/>
      </w:pPr>
      <w:r w:rsidRPr="00282F49">
        <w:tab/>
        <w:t>0b01,</w:t>
      </w:r>
      <w:r w:rsidRPr="00282F49">
        <w:tab/>
        <w:t>{4, 2, 2},</w:t>
      </w:r>
    </w:p>
    <w:p w14:paraId="4C54F873" w14:textId="790EDBA4" w:rsidR="00127906" w:rsidRPr="00282F49" w:rsidRDefault="00127906" w:rsidP="00C472DC">
      <w:pPr>
        <w:pStyle w:val="Code"/>
      </w:pPr>
      <w:r w:rsidRPr="00282F49">
        <w:tab/>
        <w:t>0b10,</w:t>
      </w:r>
      <w:r w:rsidRPr="00282F49">
        <w:tab/>
        <w:t>{4, 4, 4}</w:t>
      </w:r>
    </w:p>
    <w:p w14:paraId="72CC3628" w14:textId="77777777" w:rsidR="00127906" w:rsidRPr="00282F49" w:rsidRDefault="00127906" w:rsidP="00C472DC">
      <w:pPr>
        <w:pStyle w:val="Code"/>
      </w:pPr>
      <w:r w:rsidRPr="00282F49">
        <w:t>}</w:t>
      </w:r>
    </w:p>
    <w:p w14:paraId="1F468954" w14:textId="77777777" w:rsidR="00127906" w:rsidRDefault="00127906" w:rsidP="00127906">
      <w:pPr>
        <w:pStyle w:val="SDLCode"/>
        <w:rPr>
          <w:rFonts w:eastAsia="Times New Roman" w:cs="Times New Roman"/>
          <w:lang w:val="en-GB"/>
        </w:rPr>
      </w:pPr>
    </w:p>
    <w:p w14:paraId="3CB68421" w14:textId="3D4F9626" w:rsidR="002C27A1" w:rsidRDefault="002C5BB0" w:rsidP="00E56598">
      <w:pPr>
        <w:pStyle w:val="BodyText"/>
      </w:pPr>
      <w:r>
        <w:t xml:space="preserve">In the above example the class </w:t>
      </w:r>
      <w:r w:rsidRPr="00E56598">
        <w:rPr>
          <w:rFonts w:ascii="Courier New" w:hAnsi="Courier New" w:cs="Courier New"/>
        </w:rPr>
        <w:t>YUVblocks</w:t>
      </w:r>
      <w:r>
        <w:t xml:space="preserve"> contains </w:t>
      </w:r>
      <w:r w:rsidRPr="00126D55">
        <w:t>only non-parsable member variables</w:t>
      </w:r>
      <w:r w:rsidR="00126D55">
        <w:t xml:space="preserve"> (defined in </w:t>
      </w:r>
      <w:r w:rsidR="00126D55">
        <w:fldChar w:fldCharType="begin"/>
      </w:r>
      <w:r w:rsidR="00126D55">
        <w:instrText xml:space="preserve"> REF _Ref150458588 \r \h </w:instrText>
      </w:r>
      <w:r w:rsidR="00126D55">
        <w:fldChar w:fldCharType="separate"/>
      </w:r>
      <w:r w:rsidR="00126D55">
        <w:t>8</w:t>
      </w:r>
      <w:r w:rsidR="00126D55">
        <w:fldChar w:fldCharType="end"/>
      </w:r>
      <w:r w:rsidR="00126D55">
        <w:t>)</w:t>
      </w:r>
      <w:r>
        <w:t xml:space="preserve"> Although the SDL does not prevent declaring map outputs to be classes containing parsable member variables, the behavior in this case is undefined. </w:t>
      </w:r>
    </w:p>
    <w:p w14:paraId="2301380C" w14:textId="77777777" w:rsidR="002C5BB0" w:rsidRDefault="002C5BB0" w:rsidP="002C27A1">
      <w:pPr>
        <w:pStyle w:val="SDLCode"/>
        <w:rPr>
          <w:rFonts w:eastAsia="Times New Roman" w:cs="Times New Roman"/>
          <w:lang w:val="en-GB"/>
        </w:rPr>
      </w:pPr>
    </w:p>
    <w:p w14:paraId="40F7AE5F" w14:textId="4DD9D84E" w:rsidR="002C27A1" w:rsidRPr="00F0277A" w:rsidRDefault="002C27A1" w:rsidP="002C27A1">
      <w:pPr>
        <w:pStyle w:val="BodyText"/>
        <w:spacing w:after="220"/>
        <w:rPr>
          <w:rFonts w:eastAsia="Times New Roman"/>
          <w:lang w:eastAsia="ko-KR"/>
        </w:rPr>
      </w:pPr>
      <w:r w:rsidRPr="00F0277A">
        <w:rPr>
          <w:rFonts w:eastAsia="Times New Roman"/>
        </w:rPr>
        <w:t xml:space="preserve">As another example, a map that relates an input binary value to an output populated </w:t>
      </w:r>
      <w:r w:rsidRPr="00203C97">
        <w:rPr>
          <w:rFonts w:ascii="Courier New" w:eastAsia="Times New Roman" w:hAnsi="Courier New" w:cs="Courier New"/>
          <w:b/>
          <w:bCs/>
        </w:rPr>
        <w:t>int</w:t>
      </w:r>
      <w:r w:rsidRPr="00F0277A">
        <w:rPr>
          <w:rFonts w:eastAsia="Times New Roman"/>
        </w:rPr>
        <w:t xml:space="preserve"> </w:t>
      </w:r>
      <w:r w:rsidR="00A42AC4">
        <w:rPr>
          <w:rFonts w:eastAsia="Times New Roman"/>
        </w:rPr>
        <w:t xml:space="preserve">value </w:t>
      </w:r>
      <w:r w:rsidRPr="00F0277A">
        <w:rPr>
          <w:rFonts w:eastAsia="Times New Roman"/>
        </w:rPr>
        <w:t xml:space="preserve">can be defined using </w:t>
      </w:r>
      <w:r w:rsidRPr="00F0277A">
        <w:rPr>
          <w:rFonts w:eastAsia="Times New Roman"/>
          <w:lang w:eastAsia="ko-KR"/>
        </w:rPr>
        <w:t>the following representation:</w:t>
      </w:r>
    </w:p>
    <w:p w14:paraId="78E937D1" w14:textId="77777777" w:rsidR="002C27A1" w:rsidRPr="00F0277A" w:rsidRDefault="002C27A1" w:rsidP="00C472DC">
      <w:pPr>
        <w:pStyle w:val="Example"/>
      </w:pPr>
      <w:r w:rsidRPr="00F0277A">
        <w:t xml:space="preserve">EXAMPLE </w:t>
      </w:r>
      <w:r w:rsidRPr="00F0277A">
        <w:sym w:font="Symbol" w:char="F0BE"/>
      </w:r>
    </w:p>
    <w:p w14:paraId="260F4DCE" w14:textId="4CB6C2C0" w:rsidR="002C27A1" w:rsidRPr="00F0277A" w:rsidRDefault="002C27A1" w:rsidP="00C472DC">
      <w:pPr>
        <w:pStyle w:val="Code"/>
      </w:pPr>
      <w:r w:rsidRPr="00F0277A">
        <w:t>map offsets (int) {</w:t>
      </w:r>
    </w:p>
    <w:p w14:paraId="34289B7F" w14:textId="77777777" w:rsidR="002C27A1" w:rsidRPr="00F0277A" w:rsidRDefault="002C27A1" w:rsidP="00C472DC">
      <w:pPr>
        <w:pStyle w:val="Code"/>
      </w:pPr>
      <w:r w:rsidRPr="00F0277A">
        <w:tab/>
        <w:t xml:space="preserve"> 0b00,</w:t>
      </w:r>
      <w:r w:rsidRPr="00F0277A">
        <w:tab/>
        <w:t>{1},</w:t>
      </w:r>
    </w:p>
    <w:p w14:paraId="14E231CE" w14:textId="77777777" w:rsidR="002C27A1" w:rsidRPr="00F0277A" w:rsidRDefault="002C27A1" w:rsidP="00C472DC">
      <w:pPr>
        <w:pStyle w:val="Code"/>
      </w:pPr>
      <w:r w:rsidRPr="00F0277A">
        <w:tab/>
        <w:t xml:space="preserve"> 0b01,</w:t>
      </w:r>
      <w:r w:rsidRPr="00F0277A">
        <w:tab/>
        <w:t>{2},</w:t>
      </w:r>
    </w:p>
    <w:p w14:paraId="449D5712" w14:textId="77777777" w:rsidR="002C27A1" w:rsidRPr="00F0277A" w:rsidRDefault="002C27A1" w:rsidP="00C472DC">
      <w:pPr>
        <w:pStyle w:val="Code"/>
      </w:pPr>
      <w:r w:rsidRPr="00F0277A">
        <w:tab/>
        <w:t xml:space="preserve"> 0b10,</w:t>
      </w:r>
      <w:r w:rsidRPr="00F0277A">
        <w:tab/>
        <w:t>{4}</w:t>
      </w:r>
    </w:p>
    <w:p w14:paraId="63221FF5" w14:textId="77777777" w:rsidR="002C27A1" w:rsidRPr="00282F49" w:rsidRDefault="002C27A1" w:rsidP="00C472DC">
      <w:pPr>
        <w:pStyle w:val="Code"/>
      </w:pPr>
      <w:r w:rsidRPr="00F0277A">
        <w:t>}</w:t>
      </w:r>
    </w:p>
    <w:p w14:paraId="6F906231" w14:textId="77777777" w:rsidR="002C27A1" w:rsidRPr="00282F49" w:rsidRDefault="002C27A1" w:rsidP="00127906">
      <w:pPr>
        <w:pStyle w:val="SDLCode"/>
        <w:rPr>
          <w:rFonts w:eastAsia="Times New Roman" w:cs="Times New Roman"/>
          <w:lang w:val="en-GB"/>
        </w:rPr>
      </w:pPr>
    </w:p>
    <w:p w14:paraId="242B0FF5" w14:textId="731335B6" w:rsidR="00525B16" w:rsidRDefault="00525B16" w:rsidP="00127906">
      <w:pPr>
        <w:pStyle w:val="BodyText"/>
        <w:spacing w:after="220"/>
        <w:rPr>
          <w:rFonts w:eastAsia="Times New Roman"/>
          <w:lang w:eastAsia="ko-KR"/>
        </w:rPr>
      </w:pPr>
      <w:r>
        <w:rPr>
          <w:rFonts w:eastAsia="Times New Roman"/>
          <w:lang w:eastAsia="ko-KR"/>
        </w:rPr>
        <w:t>As class definitions may include nested hierarchies, the aggregate output values may also include nesting. As an example:</w:t>
      </w:r>
    </w:p>
    <w:p w14:paraId="200FFA67" w14:textId="77777777" w:rsidR="00525B16" w:rsidRPr="006D1923" w:rsidRDefault="00525B16" w:rsidP="00525B16">
      <w:pPr>
        <w:pStyle w:val="Example"/>
      </w:pPr>
      <w:r w:rsidRPr="006D1923">
        <w:t xml:space="preserve">EXAMPLE </w:t>
      </w:r>
      <w:r w:rsidRPr="006D1923">
        <w:sym w:font="Symbol" w:char="F0BE"/>
      </w:r>
    </w:p>
    <w:p w14:paraId="2005F1D3" w14:textId="0DCA18D7" w:rsidR="00525B16" w:rsidRPr="00282F49" w:rsidRDefault="00525B16" w:rsidP="00525B16">
      <w:pPr>
        <w:pStyle w:val="Code"/>
      </w:pPr>
      <w:r w:rsidRPr="00282F49">
        <w:t xml:space="preserve">class </w:t>
      </w:r>
      <w:r>
        <w:t>Foo</w:t>
      </w:r>
      <w:r w:rsidRPr="00282F49">
        <w:t xml:space="preserve"> {</w:t>
      </w:r>
    </w:p>
    <w:p w14:paraId="1F1AEC2B" w14:textId="326B4EC1" w:rsidR="00525B16" w:rsidRDefault="00525B16" w:rsidP="00525B16">
      <w:pPr>
        <w:pStyle w:val="Code"/>
      </w:pPr>
      <w:r w:rsidRPr="00282F49">
        <w:tab/>
        <w:t xml:space="preserve">int </w:t>
      </w:r>
      <w:r>
        <w:t>f1</w:t>
      </w:r>
      <w:r w:rsidRPr="00282F49">
        <w:t>;</w:t>
      </w:r>
    </w:p>
    <w:p w14:paraId="38C0F8FB" w14:textId="017CB36D" w:rsidR="00525B16" w:rsidRPr="00282F49" w:rsidRDefault="00525B16" w:rsidP="00525B16">
      <w:pPr>
        <w:pStyle w:val="Code"/>
      </w:pPr>
      <w:r w:rsidRPr="00282F49">
        <w:tab/>
      </w:r>
      <w:r>
        <w:t>f2;</w:t>
      </w:r>
    </w:p>
    <w:p w14:paraId="2216E287" w14:textId="77777777" w:rsidR="00525B16" w:rsidRPr="00282F49" w:rsidRDefault="00525B16" w:rsidP="00525B16">
      <w:pPr>
        <w:pStyle w:val="Code"/>
      </w:pPr>
      <w:r w:rsidRPr="00282F49">
        <w:t>}</w:t>
      </w:r>
    </w:p>
    <w:p w14:paraId="62FD21D8" w14:textId="77777777" w:rsidR="00525B16" w:rsidRDefault="00525B16" w:rsidP="00525B16">
      <w:pPr>
        <w:pStyle w:val="Code"/>
      </w:pPr>
    </w:p>
    <w:p w14:paraId="7D7C516C" w14:textId="7C529306" w:rsidR="00525B16" w:rsidRDefault="00525B16" w:rsidP="00525B16">
      <w:pPr>
        <w:pStyle w:val="Code"/>
      </w:pPr>
      <w:r>
        <w:t>class Bar {</w:t>
      </w:r>
    </w:p>
    <w:p w14:paraId="11BB936D" w14:textId="0769B8F5" w:rsidR="00525B16" w:rsidRDefault="00525B16" w:rsidP="00525B16">
      <w:pPr>
        <w:pStyle w:val="Code"/>
      </w:pPr>
      <w:r>
        <w:tab/>
        <w:t>int b1;</w:t>
      </w:r>
    </w:p>
    <w:p w14:paraId="5B972B9D" w14:textId="72F6C81F" w:rsidR="00525B16" w:rsidRDefault="00525B16" w:rsidP="00525B16">
      <w:pPr>
        <w:pStyle w:val="Code"/>
      </w:pPr>
      <w:r>
        <w:tab/>
        <w:t>Foo foo1;</w:t>
      </w:r>
    </w:p>
    <w:p w14:paraId="47E8573B" w14:textId="10122D77" w:rsidR="00525B16" w:rsidRDefault="00525B16" w:rsidP="00525B16">
      <w:pPr>
        <w:pStyle w:val="Code"/>
      </w:pPr>
      <w:r>
        <w:t>}</w:t>
      </w:r>
    </w:p>
    <w:p w14:paraId="71F57AA2" w14:textId="77777777" w:rsidR="00525B16" w:rsidRPr="00282F49" w:rsidRDefault="00525B16" w:rsidP="00525B16">
      <w:pPr>
        <w:pStyle w:val="Code"/>
      </w:pPr>
    </w:p>
    <w:p w14:paraId="102732BC" w14:textId="730C0CAF" w:rsidR="00525B16" w:rsidRPr="00282F49" w:rsidRDefault="00525B16" w:rsidP="00525B16">
      <w:pPr>
        <w:pStyle w:val="Code"/>
      </w:pPr>
      <w:r w:rsidRPr="00282F49">
        <w:t xml:space="preserve">map </w:t>
      </w:r>
      <w:r>
        <w:t>barMap</w:t>
      </w:r>
      <w:r w:rsidRPr="00282F49">
        <w:t xml:space="preserve"> (</w:t>
      </w:r>
      <w:r>
        <w:t>Bar</w:t>
      </w:r>
      <w:r w:rsidRPr="00282F49">
        <w:t>) {</w:t>
      </w:r>
    </w:p>
    <w:p w14:paraId="4AD22100" w14:textId="6863F2D2" w:rsidR="00525B16" w:rsidRPr="00282F49" w:rsidRDefault="00525B16" w:rsidP="00525B16">
      <w:pPr>
        <w:pStyle w:val="Code"/>
      </w:pPr>
      <w:r w:rsidRPr="00282F49">
        <w:tab/>
        <w:t>0b00,</w:t>
      </w:r>
      <w:r w:rsidRPr="00282F49">
        <w:tab/>
        <w:t>{</w:t>
      </w:r>
      <w:r>
        <w:t>0</w:t>
      </w:r>
      <w:r w:rsidRPr="00282F49">
        <w:t xml:space="preserve">, </w:t>
      </w:r>
      <w:r>
        <w:t xml:space="preserve">{ </w:t>
      </w:r>
      <w:r w:rsidRPr="00282F49">
        <w:t>1, 1}</w:t>
      </w:r>
      <w:r>
        <w:t xml:space="preserve"> }</w:t>
      </w:r>
      <w:r w:rsidRPr="00282F49">
        <w:t>,</w:t>
      </w:r>
    </w:p>
    <w:p w14:paraId="7A48DA82" w14:textId="3D4B54BC" w:rsidR="00525B16" w:rsidRPr="00282F49" w:rsidRDefault="00525B16" w:rsidP="00525B16">
      <w:pPr>
        <w:pStyle w:val="Code"/>
      </w:pPr>
      <w:r w:rsidRPr="00282F49">
        <w:tab/>
        <w:t>0b01,</w:t>
      </w:r>
      <w:r w:rsidRPr="00282F49">
        <w:tab/>
        <w:t xml:space="preserve">{4, </w:t>
      </w:r>
      <w:r>
        <w:t xml:space="preserve">{ </w:t>
      </w:r>
      <w:r w:rsidRPr="00282F49">
        <w:t>2, 2}</w:t>
      </w:r>
      <w:r>
        <w:t xml:space="preserve"> }</w:t>
      </w:r>
      <w:r w:rsidRPr="00282F49">
        <w:t>,</w:t>
      </w:r>
    </w:p>
    <w:p w14:paraId="57F3A170" w14:textId="3B76CF49" w:rsidR="00525B16" w:rsidRPr="00282F49" w:rsidRDefault="00525B16" w:rsidP="00525B16">
      <w:pPr>
        <w:pStyle w:val="Code"/>
      </w:pPr>
      <w:r w:rsidRPr="00282F49">
        <w:tab/>
        <w:t>0b10,</w:t>
      </w:r>
      <w:r w:rsidRPr="00282F49">
        <w:tab/>
        <w:t xml:space="preserve">{4, </w:t>
      </w:r>
      <w:r>
        <w:t xml:space="preserve">{ </w:t>
      </w:r>
      <w:r w:rsidRPr="00282F49">
        <w:t>4, 4}</w:t>
      </w:r>
      <w:r>
        <w:t xml:space="preserve"> }</w:t>
      </w:r>
    </w:p>
    <w:p w14:paraId="10274712" w14:textId="6ECFC82C" w:rsidR="00525B16" w:rsidRDefault="00525B16" w:rsidP="00525B16">
      <w:pPr>
        <w:pStyle w:val="Code"/>
      </w:pPr>
      <w:r w:rsidRPr="00282F49">
        <w:t>}</w:t>
      </w:r>
    </w:p>
    <w:p w14:paraId="7F7E8937" w14:textId="77777777" w:rsidR="00525B16" w:rsidRPr="00E56598" w:rsidRDefault="00525B16" w:rsidP="00E56598">
      <w:pPr>
        <w:pStyle w:val="Code"/>
      </w:pPr>
    </w:p>
    <w:p w14:paraId="700F2B76" w14:textId="03F7BBF8"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The next rule describes the </w:t>
      </w:r>
      <w:r w:rsidR="00525B16">
        <w:rPr>
          <w:rFonts w:eastAsia="Times New Roman"/>
          <w:lang w:eastAsia="ko-KR"/>
        </w:rPr>
        <w:t>usage of</w:t>
      </w:r>
      <w:r w:rsidRPr="00282F49">
        <w:rPr>
          <w:rFonts w:eastAsia="Times New Roman"/>
          <w:lang w:eastAsia="ko-KR"/>
        </w:rPr>
        <w:t xml:space="preserve"> </w:t>
      </w:r>
      <w:r w:rsidRPr="00282F49">
        <w:rPr>
          <w:rStyle w:val="SDLkeyword"/>
          <w:rFonts w:eastAsia="Times New Roman"/>
          <w:lang w:eastAsia="ko-KR"/>
        </w:rPr>
        <w:t>map</w:t>
      </w:r>
      <w:r w:rsidR="00385760" w:rsidRPr="00E56598">
        <w:rPr>
          <w:rStyle w:val="SDLkeyword"/>
          <w:rFonts w:ascii="Cambria" w:eastAsia="Times New Roman" w:hAnsi="Cambria"/>
          <w:b w:val="0"/>
          <w:bCs w:val="0"/>
          <w:lang w:eastAsia="ko-KR"/>
        </w:rPr>
        <w:t xml:space="preserve"> definitions</w:t>
      </w:r>
      <w:r w:rsidR="00525B16">
        <w:rPr>
          <w:rStyle w:val="SDLkeyword"/>
          <w:rFonts w:ascii="Cambria" w:eastAsia="Times New Roman" w:hAnsi="Cambria"/>
          <w:b w:val="0"/>
          <w:bCs w:val="0"/>
          <w:lang w:eastAsia="ko-KR"/>
        </w:rPr>
        <w:t xml:space="preserve"> to declare variables</w:t>
      </w:r>
      <w:r w:rsidRPr="00282F49">
        <w:rPr>
          <w:rFonts w:eastAsia="Times New Roman"/>
          <w:lang w:eastAsia="ko-KR"/>
        </w:rPr>
        <w:t>.</w:t>
      </w:r>
    </w:p>
    <w:p w14:paraId="110346CE" w14:textId="735E3706"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E.4: Mapped </w:t>
      </w:r>
      <w:r w:rsidR="00FE206E">
        <w:rPr>
          <w:rStyle w:val="CharBold"/>
          <w:rFonts w:eastAsia="Times New Roman"/>
        </w:rPr>
        <w:t>d</w:t>
      </w:r>
      <w:r w:rsidRPr="006D1923">
        <w:rPr>
          <w:rStyle w:val="CharBold"/>
          <w:rFonts w:eastAsia="Times New Roman"/>
        </w:rPr>
        <w:t xml:space="preserve">ata </w:t>
      </w:r>
      <w:r w:rsidR="00FE206E">
        <w:rPr>
          <w:rStyle w:val="CharBold"/>
          <w:rFonts w:eastAsia="Times New Roman"/>
        </w:rPr>
        <w:t>t</w:t>
      </w:r>
      <w:r w:rsidRPr="006D1923">
        <w:rPr>
          <w:rStyle w:val="CharBold"/>
          <w:rFonts w:eastAsia="Times New Roman"/>
        </w:rPr>
        <w:t>ypes</w:t>
      </w:r>
    </w:p>
    <w:p w14:paraId="45C006E8" w14:textId="69B5F92F" w:rsidR="00127906" w:rsidRPr="006D1923" w:rsidRDefault="00A42AC4" w:rsidP="00064445">
      <w:pPr>
        <w:pStyle w:val="List3"/>
        <w:keepNext/>
        <w:keepLines/>
        <w:rPr>
          <w:rFonts w:eastAsia="Times New Roman"/>
        </w:rPr>
      </w:pPr>
      <w:r w:rsidRPr="00282F49">
        <w:rPr>
          <w:rStyle w:val="SDLattribute"/>
          <w:rFonts w:eastAsia="Times New Roman"/>
          <w:lang w:eastAsia="ko-KR"/>
        </w:rPr>
        <w:t>output_type</w:t>
      </w:r>
      <w:r w:rsidR="00127906" w:rsidRPr="006D1923">
        <w:rPr>
          <w:rStyle w:val="SDLkeyword"/>
          <w:rFonts w:eastAsia="Times New Roman"/>
        </w:rPr>
        <w:t>(</w:t>
      </w:r>
      <w:r w:rsidR="00E46ADD">
        <w:rPr>
          <w:rStyle w:val="SDLattribute"/>
          <w:rFonts w:eastAsia="Times New Roman"/>
        </w:rPr>
        <w:t>m</w:t>
      </w:r>
      <w:r w:rsidR="00DB7FEC" w:rsidRPr="006D1923">
        <w:rPr>
          <w:rStyle w:val="SDLattribute"/>
          <w:rFonts w:eastAsia="Times New Roman"/>
        </w:rPr>
        <w:t>ap</w:t>
      </w:r>
      <w:r w:rsidR="00E46ADD">
        <w:rPr>
          <w:rStyle w:val="SDLattribute"/>
          <w:rFonts w:eastAsia="Times New Roman"/>
        </w:rPr>
        <w:t>_i</w:t>
      </w:r>
      <w:r w:rsidR="00DB7FEC">
        <w:rPr>
          <w:rStyle w:val="SDLattribute"/>
          <w:rFonts w:eastAsia="Times New Roman"/>
        </w:rPr>
        <w:t>dentifier</w:t>
      </w:r>
      <w:r w:rsidR="00127906" w:rsidRPr="006D1923">
        <w:rPr>
          <w:rStyle w:val="SDLkeyword"/>
          <w:rFonts w:eastAsia="Times New Roman"/>
        </w:rPr>
        <w:t>)</w:t>
      </w:r>
      <w:r w:rsidR="00127906" w:rsidRPr="006D1923">
        <w:rPr>
          <w:rFonts w:eastAsia="Times New Roman"/>
        </w:rPr>
        <w:t xml:space="preserve"> </w:t>
      </w:r>
      <w:r w:rsidR="00E46ADD" w:rsidRPr="00E56598">
        <w:rPr>
          <w:rFonts w:eastAsia="Times New Roman"/>
          <w:i/>
          <w:iCs/>
        </w:rPr>
        <w:t>map_variable_</w:t>
      </w:r>
      <w:r w:rsidR="00DB7FEC">
        <w:rPr>
          <w:rStyle w:val="SDLattribute"/>
          <w:rFonts w:eastAsia="Times New Roman"/>
        </w:rPr>
        <w:t>identifier</w:t>
      </w:r>
      <w:r w:rsidR="00127906" w:rsidRPr="00C73BB5">
        <w:rPr>
          <w:rFonts w:ascii="Courier New" w:eastAsia="Times New Roman" w:hAnsi="Courier New" w:cs="Courier New"/>
          <w:b/>
          <w:bCs/>
        </w:rPr>
        <w:t>;</w:t>
      </w:r>
    </w:p>
    <w:p w14:paraId="72D5C35A" w14:textId="77777777" w:rsidR="00127906" w:rsidRPr="00282F49" w:rsidRDefault="00127906" w:rsidP="00127906">
      <w:pPr>
        <w:pStyle w:val="BodyText"/>
        <w:pBdr>
          <w:top w:val="single" w:sz="6" w:space="1" w:color="auto"/>
        </w:pBdr>
        <w:rPr>
          <w:rFonts w:eastAsia="Times New Roman"/>
          <w:lang w:eastAsia="ko-KR"/>
        </w:rPr>
      </w:pPr>
    </w:p>
    <w:p w14:paraId="0DB44211" w14:textId="73D7576A" w:rsidR="00127906" w:rsidRDefault="00127906" w:rsidP="00127906">
      <w:pPr>
        <w:pStyle w:val="BodyText"/>
        <w:pBdr>
          <w:top w:val="single" w:sz="6" w:space="1" w:color="auto"/>
        </w:pBdr>
        <w:spacing w:after="220"/>
        <w:rPr>
          <w:rFonts w:eastAsia="Times New Roman"/>
        </w:rPr>
      </w:pPr>
      <w:r w:rsidRPr="00282F49">
        <w:rPr>
          <w:rFonts w:eastAsia="Times New Roman"/>
          <w:lang w:eastAsia="ko-KR"/>
        </w:rPr>
        <w:t xml:space="preserve">The </w:t>
      </w:r>
      <w:r w:rsidR="00A42AC4" w:rsidRPr="00282F49">
        <w:rPr>
          <w:rStyle w:val="SDLattribute"/>
          <w:rFonts w:eastAsia="Times New Roman"/>
          <w:lang w:eastAsia="ko-KR"/>
        </w:rPr>
        <w:t>output_type</w:t>
      </w:r>
      <w:r w:rsidR="00A42AC4" w:rsidRPr="00282F49">
        <w:rPr>
          <w:rFonts w:eastAsia="Times New Roman"/>
          <w:lang w:eastAsia="ko-KR"/>
        </w:rPr>
        <w:t xml:space="preserve"> </w:t>
      </w:r>
      <w:r w:rsidRPr="00282F49">
        <w:rPr>
          <w:rFonts w:eastAsia="Times New Roman"/>
          <w:lang w:eastAsia="ko-KR"/>
        </w:rPr>
        <w:t>of the variable shall be identical to the</w:t>
      </w:r>
      <w:r w:rsidR="00A42AC4">
        <w:rPr>
          <w:rFonts w:eastAsia="Times New Roman"/>
          <w:lang w:eastAsia="ko-KR"/>
        </w:rPr>
        <w:t xml:space="preserve"> </w:t>
      </w:r>
      <w:r w:rsidR="00A42AC4" w:rsidRPr="00282F49">
        <w:rPr>
          <w:rStyle w:val="SDLattribute"/>
          <w:rFonts w:eastAsia="Times New Roman"/>
          <w:lang w:eastAsia="ko-KR"/>
        </w:rPr>
        <w:t>output_type</w:t>
      </w:r>
      <w:r w:rsidR="00A42AC4">
        <w:rPr>
          <w:rFonts w:eastAsia="Times New Roman"/>
          <w:lang w:eastAsia="ko-KR"/>
        </w:rPr>
        <w:t xml:space="preserve"> defined</w:t>
      </w:r>
      <w:r w:rsidRPr="00282F49">
        <w:rPr>
          <w:rFonts w:eastAsia="Times New Roman"/>
          <w:lang w:eastAsia="ko-KR"/>
        </w:rPr>
        <w:t xml:space="preserve"> </w:t>
      </w:r>
      <w:r w:rsidR="00A42AC4">
        <w:rPr>
          <w:rFonts w:eastAsia="Times New Roman"/>
          <w:lang w:eastAsia="ko-KR"/>
        </w:rPr>
        <w:t>for</w:t>
      </w:r>
      <w:r w:rsidR="00A42AC4" w:rsidRPr="00282F49">
        <w:rPr>
          <w:rFonts w:eastAsia="Times New Roman"/>
          <w:lang w:eastAsia="ko-KR"/>
        </w:rPr>
        <w:t xml:space="preserve"> </w:t>
      </w:r>
      <w:r w:rsidRPr="00282F49">
        <w:rPr>
          <w:rFonts w:eastAsia="Times New Roman"/>
          <w:lang w:eastAsia="ko-KR"/>
        </w:rPr>
        <w:t xml:space="preserve">the </w:t>
      </w:r>
      <w:r w:rsidRPr="00282F49">
        <w:rPr>
          <w:rStyle w:val="SDLkeyword"/>
          <w:rFonts w:eastAsia="Times New Roman"/>
          <w:lang w:eastAsia="ko-KR"/>
        </w:rPr>
        <w:t>map</w:t>
      </w:r>
      <w:r w:rsidRPr="00282F49">
        <w:rPr>
          <w:rFonts w:eastAsia="Times New Roman"/>
          <w:lang w:eastAsia="ko-KR"/>
        </w:rPr>
        <w:t>.</w:t>
      </w:r>
      <w:r w:rsidR="000B6178" w:rsidDel="000B6178">
        <w:rPr>
          <w:rFonts w:eastAsia="Times New Roman"/>
          <w:lang w:eastAsia="ko-KR"/>
        </w:rPr>
        <w:t xml:space="preserve"> </w:t>
      </w:r>
    </w:p>
    <w:p w14:paraId="7B5F2D96" w14:textId="77777777" w:rsidR="00611D9C" w:rsidRPr="00E34D83" w:rsidRDefault="00611D9C" w:rsidP="00611D9C">
      <w:pPr>
        <w:pStyle w:val="BodyText"/>
        <w:pBdr>
          <w:top w:val="single" w:sz="6" w:space="1" w:color="auto"/>
        </w:pBdr>
        <w:spacing w:after="220"/>
      </w:pPr>
      <w:r>
        <w:rPr>
          <w:rFonts w:eastAsia="Times New Roman"/>
          <w:lang w:eastAsia="ko-KR"/>
        </w:rPr>
        <w:t xml:space="preserve">For example, the following makes use of the </w:t>
      </w:r>
      <w:r>
        <w:rPr>
          <w:rFonts w:ascii="Courier New" w:eastAsia="Times New Roman" w:hAnsi="Courier New" w:cs="Courier New"/>
          <w:lang w:eastAsia="ko-KR"/>
        </w:rPr>
        <w:t>blocks_per_component</w:t>
      </w:r>
      <w:r>
        <w:rPr>
          <w:rFonts w:eastAsia="Times New Roman"/>
          <w:lang w:eastAsia="ko-KR"/>
        </w:rPr>
        <w:t xml:space="preserve"> map defined above which has a </w:t>
      </w:r>
      <w:r>
        <w:rPr>
          <w:rFonts w:ascii="Courier New" w:eastAsia="Times New Roman" w:hAnsi="Courier New" w:cs="Courier New"/>
          <w:lang w:eastAsia="ko-KR"/>
        </w:rPr>
        <w:t>YUVBlocks</w:t>
      </w:r>
      <w:r w:rsidRPr="00013F29">
        <w:rPr>
          <w:rFonts w:ascii="Courier New" w:eastAsia="Times New Roman" w:hAnsi="Courier New" w:cs="Courier New"/>
          <w:lang w:eastAsia="ko-KR"/>
        </w:rPr>
        <w:t xml:space="preserve"> </w:t>
      </w:r>
      <w:r w:rsidRPr="00013F29">
        <w:rPr>
          <w:rFonts w:ascii="Courier New" w:eastAsia="Times New Roman" w:hAnsi="Courier New" w:cs="Courier New"/>
          <w:b/>
          <w:bCs/>
          <w:lang w:eastAsia="ko-KR"/>
        </w:rPr>
        <w:t>class</w:t>
      </w:r>
      <w:r>
        <w:rPr>
          <w:rFonts w:eastAsia="Times New Roman"/>
          <w:lang w:eastAsia="ko-KR"/>
        </w:rPr>
        <w:t xml:space="preserve"> output type:</w:t>
      </w:r>
    </w:p>
    <w:p w14:paraId="57574F14" w14:textId="77777777" w:rsidR="00127906" w:rsidRPr="006D1923" w:rsidRDefault="00127906" w:rsidP="00C472DC">
      <w:pPr>
        <w:pStyle w:val="Example"/>
      </w:pPr>
      <w:r w:rsidRPr="006D1923">
        <w:t xml:space="preserve">EXAMPLE </w:t>
      </w:r>
      <w:r w:rsidRPr="006D1923">
        <w:sym w:font="Symbol" w:char="F0BE"/>
      </w:r>
    </w:p>
    <w:p w14:paraId="4B81A85A" w14:textId="77777777" w:rsidR="00127906" w:rsidRPr="00282F49" w:rsidRDefault="00127906" w:rsidP="00C472DC">
      <w:pPr>
        <w:pStyle w:val="Code"/>
      </w:pPr>
      <w:r w:rsidRPr="00282F49">
        <w:t>YUVblocks(blocks_per_component) chroma_format;</w:t>
      </w:r>
    </w:p>
    <w:p w14:paraId="482468B9" w14:textId="77777777" w:rsidR="00127906" w:rsidRPr="00282F49" w:rsidRDefault="00127906" w:rsidP="00127906">
      <w:pPr>
        <w:pStyle w:val="SDLCode"/>
        <w:rPr>
          <w:rFonts w:eastAsia="Times New Roman" w:cs="Times New Roman"/>
          <w:lang w:val="en-GB"/>
        </w:rPr>
      </w:pPr>
    </w:p>
    <w:p w14:paraId="37D26DDB" w14:textId="08EDEA08" w:rsidR="00127906" w:rsidRDefault="009E0935" w:rsidP="004C6B3A">
      <w:pPr>
        <w:pStyle w:val="Code"/>
      </w:pPr>
      <w:r>
        <w:t xml:space="preserve">if </w:t>
      </w:r>
      <w:r w:rsidR="007837B4">
        <w:t>(c</w:t>
      </w:r>
      <w:r w:rsidR="00127906" w:rsidRPr="00282F49">
        <w:t>hroma_format.Ublocks</w:t>
      </w:r>
      <w:r w:rsidR="007837B4">
        <w:t xml:space="preserve"> </w:t>
      </w:r>
      <w:r w:rsidR="00495952">
        <w:t>!</w:t>
      </w:r>
      <w:r w:rsidR="007837B4">
        <w:t xml:space="preserve">= </w:t>
      </w:r>
      <w:r w:rsidR="00495952">
        <w:t>4</w:t>
      </w:r>
      <w:r w:rsidR="007837B4">
        <w:t>)</w:t>
      </w:r>
      <w:r w:rsidR="00D504EC">
        <w:t xml:space="preserve"> {</w:t>
      </w:r>
    </w:p>
    <w:p w14:paraId="76718B5E" w14:textId="035024C2" w:rsidR="00D504EC" w:rsidRDefault="00D504EC" w:rsidP="004C6B3A">
      <w:pPr>
        <w:pStyle w:val="Code"/>
      </w:pPr>
      <w:r>
        <w:tab/>
        <w:t xml:space="preserve">unsigned int(8) </w:t>
      </w:r>
      <w:r w:rsidR="00495952">
        <w:t>u_width;</w:t>
      </w:r>
    </w:p>
    <w:p w14:paraId="54F3929A" w14:textId="68370048" w:rsidR="00495952" w:rsidRDefault="00495952" w:rsidP="004C6B3A">
      <w:pPr>
        <w:pStyle w:val="Code"/>
      </w:pPr>
      <w:r>
        <w:tab/>
        <w:t>unsigned int(8) u_height;</w:t>
      </w:r>
    </w:p>
    <w:p w14:paraId="4F9DD78A" w14:textId="316A0153" w:rsidR="00D504EC" w:rsidRDefault="00D504EC" w:rsidP="004C6B3A">
      <w:pPr>
        <w:pStyle w:val="Code"/>
      </w:pPr>
      <w:r>
        <w:t>}</w:t>
      </w:r>
    </w:p>
    <w:p w14:paraId="14BB855D" w14:textId="77777777" w:rsidR="0077515A" w:rsidRDefault="0077515A" w:rsidP="004C6B3A">
      <w:pPr>
        <w:pStyle w:val="Code"/>
      </w:pPr>
    </w:p>
    <w:p w14:paraId="283BAC21" w14:textId="35320CEA" w:rsidR="005D4A75" w:rsidRPr="00E56598" w:rsidRDefault="005D4A75" w:rsidP="00E56598">
      <w:pPr>
        <w:autoSpaceDE w:val="0"/>
        <w:autoSpaceDN w:val="0"/>
        <w:adjustRightInd w:val="0"/>
        <w:jc w:val="left"/>
      </w:pPr>
      <w:r w:rsidRPr="008F4E31">
        <w:rPr>
          <w:highlight w:val="yellow"/>
        </w:rPr>
        <w:t>[Editor’s note: An example bitstream for this would be:]</w:t>
      </w:r>
    </w:p>
    <w:p w14:paraId="312D32C8" w14:textId="00892421" w:rsidR="0077515A" w:rsidRPr="00F0277A" w:rsidRDefault="0077515A" w:rsidP="0077515A">
      <w:pPr>
        <w:pStyle w:val="BodyText"/>
        <w:spacing w:after="220"/>
        <w:rPr>
          <w:rFonts w:eastAsia="Times New Roman"/>
          <w:lang w:eastAsia="ko-KR"/>
        </w:rPr>
      </w:pPr>
      <w:r>
        <w:rPr>
          <w:rFonts w:eastAsia="Times New Roman"/>
          <w:lang w:eastAsia="ko-KR"/>
        </w:rPr>
        <w:t>As another</w:t>
      </w:r>
      <w:r w:rsidRPr="00F0277A">
        <w:rPr>
          <w:rFonts w:eastAsia="Times New Roman"/>
          <w:lang w:eastAsia="ko-KR"/>
        </w:rPr>
        <w:t xml:space="preserve"> example, the following makes use of the </w:t>
      </w:r>
      <w:r w:rsidRPr="00203C97">
        <w:rPr>
          <w:rFonts w:ascii="Courier New" w:eastAsia="Times New Roman" w:hAnsi="Courier New" w:cs="Courier New"/>
          <w:lang w:eastAsia="ko-KR"/>
        </w:rPr>
        <w:t>offsets</w:t>
      </w:r>
      <w:r w:rsidRPr="00F0277A">
        <w:rPr>
          <w:rFonts w:eastAsia="Times New Roman"/>
          <w:lang w:eastAsia="ko-KR"/>
        </w:rPr>
        <w:t xml:space="preserve"> map defined above which has a</w:t>
      </w:r>
      <w:r w:rsidR="000B6178">
        <w:rPr>
          <w:rFonts w:eastAsia="Times New Roman"/>
          <w:lang w:eastAsia="ko-KR"/>
        </w:rPr>
        <w:t>n</w:t>
      </w:r>
      <w:r w:rsidRPr="00F0277A">
        <w:rPr>
          <w:rFonts w:eastAsia="Times New Roman"/>
          <w:lang w:eastAsia="ko-KR"/>
        </w:rPr>
        <w:t xml:space="preserve"> </w:t>
      </w:r>
      <w:r w:rsidRPr="00203C97">
        <w:rPr>
          <w:rFonts w:ascii="Courier New" w:eastAsia="Times New Roman" w:hAnsi="Courier New" w:cs="Courier New"/>
          <w:b/>
          <w:bCs/>
          <w:lang w:eastAsia="ko-KR"/>
        </w:rPr>
        <w:t>int</w:t>
      </w:r>
      <w:r w:rsidRPr="00F0277A">
        <w:rPr>
          <w:rFonts w:eastAsia="Times New Roman"/>
          <w:lang w:eastAsia="ko-KR"/>
        </w:rPr>
        <w:t xml:space="preserve"> output type:</w:t>
      </w:r>
    </w:p>
    <w:p w14:paraId="2E01FFDE" w14:textId="77777777" w:rsidR="0077515A" w:rsidRPr="00F0277A" w:rsidRDefault="0077515A" w:rsidP="00C472DC">
      <w:pPr>
        <w:pStyle w:val="Example"/>
      </w:pPr>
      <w:r w:rsidRPr="00F0277A">
        <w:t xml:space="preserve">EXAMPLE </w:t>
      </w:r>
      <w:r w:rsidRPr="00F0277A">
        <w:sym w:font="Symbol" w:char="F0BE"/>
      </w:r>
    </w:p>
    <w:p w14:paraId="2CEF2CAC" w14:textId="64E04256" w:rsidR="0077515A" w:rsidRDefault="0077515A" w:rsidP="00485732">
      <w:pPr>
        <w:pStyle w:val="Code"/>
      </w:pPr>
      <w:r w:rsidRPr="00F0277A">
        <w:t>int(offsets) index_offset;</w:t>
      </w:r>
    </w:p>
    <w:p w14:paraId="6EA69BC9" w14:textId="77777777" w:rsidR="00485732" w:rsidRPr="00F0277A" w:rsidRDefault="00485732" w:rsidP="00C472DC">
      <w:pPr>
        <w:pStyle w:val="Code"/>
      </w:pPr>
    </w:p>
    <w:p w14:paraId="01EBBD5F" w14:textId="38D11A7F" w:rsidR="0077515A" w:rsidRDefault="00E36788" w:rsidP="00485732">
      <w:pPr>
        <w:pStyle w:val="Code"/>
        <w:rPr>
          <w:rFonts w:cs="Courier New"/>
        </w:rPr>
      </w:pPr>
      <w:r>
        <w:rPr>
          <w:rFonts w:cs="Courier New"/>
        </w:rPr>
        <w:t>if</w:t>
      </w:r>
      <w:r w:rsidR="007C3B98">
        <w:rPr>
          <w:rFonts w:cs="Courier New"/>
        </w:rPr>
        <w:t xml:space="preserve"> </w:t>
      </w:r>
      <w:r>
        <w:rPr>
          <w:rFonts w:cs="Courier New"/>
        </w:rPr>
        <w:t>(</w:t>
      </w:r>
      <w:r w:rsidR="0077515A" w:rsidRPr="00203C97">
        <w:rPr>
          <w:rFonts w:cs="Courier New"/>
        </w:rPr>
        <w:t>index_offset</w:t>
      </w:r>
      <w:r>
        <w:rPr>
          <w:rFonts w:cs="Courier New"/>
        </w:rPr>
        <w:t xml:space="preserve"> == </w:t>
      </w:r>
      <w:r w:rsidR="00485732">
        <w:rPr>
          <w:rFonts w:cs="Courier New"/>
        </w:rPr>
        <w:t>2</w:t>
      </w:r>
      <w:r w:rsidR="00087B0A">
        <w:rPr>
          <w:rFonts w:cs="Courier New"/>
        </w:rPr>
        <w:t>)</w:t>
      </w:r>
      <w:r w:rsidR="00485732">
        <w:rPr>
          <w:rFonts w:cs="Courier New"/>
        </w:rPr>
        <w:t xml:space="preserve"> {</w:t>
      </w:r>
    </w:p>
    <w:p w14:paraId="6CD7B036" w14:textId="3AF421AE" w:rsidR="00087B0A" w:rsidRDefault="00087B0A" w:rsidP="00C472DC">
      <w:pPr>
        <w:pStyle w:val="Code"/>
        <w:rPr>
          <w:rFonts w:cs="Courier New"/>
        </w:rPr>
      </w:pPr>
      <w:r>
        <w:rPr>
          <w:rFonts w:cs="Courier New"/>
        </w:rPr>
        <w:tab/>
        <w:t>unsigned int(</w:t>
      </w:r>
      <w:r w:rsidR="0013784E">
        <w:rPr>
          <w:rFonts w:cs="Courier New"/>
        </w:rPr>
        <w:t>6</w:t>
      </w:r>
      <w:r>
        <w:rPr>
          <w:rFonts w:cs="Courier New"/>
        </w:rPr>
        <w:t>)</w:t>
      </w:r>
      <w:r w:rsidR="0013784E">
        <w:rPr>
          <w:rFonts w:cs="Courier New"/>
        </w:rPr>
        <w:t xml:space="preserve"> foo;</w:t>
      </w:r>
    </w:p>
    <w:p w14:paraId="4D6B112B" w14:textId="3322C4FE" w:rsidR="00485732" w:rsidRPr="00A006A3" w:rsidRDefault="00485732" w:rsidP="00C472DC">
      <w:pPr>
        <w:pStyle w:val="Code"/>
        <w:rPr>
          <w:rFonts w:cs="Courier New"/>
        </w:rPr>
      </w:pPr>
      <w:r>
        <w:rPr>
          <w:rFonts w:cs="Courier New"/>
        </w:rPr>
        <w:t>}</w:t>
      </w:r>
    </w:p>
    <w:p w14:paraId="476B2F0C" w14:textId="77777777" w:rsidR="005D4A75" w:rsidRPr="008F4E31" w:rsidRDefault="005D4A75" w:rsidP="005D4A75">
      <w:pPr>
        <w:autoSpaceDE w:val="0"/>
        <w:autoSpaceDN w:val="0"/>
        <w:adjustRightInd w:val="0"/>
        <w:jc w:val="left"/>
      </w:pPr>
      <w:r w:rsidRPr="008F4E31">
        <w:rPr>
          <w:highlight w:val="yellow"/>
        </w:rPr>
        <w:t>[Editor’s note: An example bitstream for this would be:]</w:t>
      </w:r>
    </w:p>
    <w:p w14:paraId="50E30166" w14:textId="77777777" w:rsidR="007837B4" w:rsidRPr="00282F49" w:rsidRDefault="007837B4" w:rsidP="00C472DC">
      <w:pPr>
        <w:pStyle w:val="Code"/>
      </w:pPr>
    </w:p>
    <w:p w14:paraId="1ECD2C93" w14:textId="22AF49DE" w:rsidR="00127906" w:rsidRPr="00282F49" w:rsidRDefault="00127906" w:rsidP="009D2AF6">
      <w:pPr>
        <w:pStyle w:val="Heading2"/>
      </w:pPr>
      <w:bookmarkStart w:id="107" w:name="_Ref128409740"/>
      <w:bookmarkStart w:id="108" w:name="_Toc150443125"/>
      <w:r w:rsidRPr="00282F49">
        <w:t xml:space="preserve">Variable </w:t>
      </w:r>
      <w:r w:rsidR="00FE206E">
        <w:t>l</w:t>
      </w:r>
      <w:r w:rsidRPr="00282F49">
        <w:t xml:space="preserve">ength </w:t>
      </w:r>
      <w:r w:rsidR="00FE206E">
        <w:t>i</w:t>
      </w:r>
      <w:r w:rsidRPr="00282F49">
        <w:t xml:space="preserve">ndirect </w:t>
      </w:r>
      <w:r w:rsidR="00FE206E">
        <w:t>r</w:t>
      </w:r>
      <w:r w:rsidRPr="00282F49">
        <w:t xml:space="preserve">epresentation </w:t>
      </w:r>
      <w:r w:rsidR="00FE206E">
        <w:t>b</w:t>
      </w:r>
      <w:r w:rsidRPr="00282F49">
        <w:t xml:space="preserve">it </w:t>
      </w:r>
      <w:r w:rsidR="00FE206E">
        <w:t>f</w:t>
      </w:r>
      <w:r w:rsidRPr="00282F49">
        <w:t>ields</w:t>
      </w:r>
      <w:bookmarkEnd w:id="107"/>
      <w:bookmarkEnd w:id="108"/>
    </w:p>
    <w:p w14:paraId="4033B7DA" w14:textId="6AF29BEF" w:rsidR="00127906" w:rsidRDefault="00127906" w:rsidP="00127906">
      <w:pPr>
        <w:pStyle w:val="BodyText"/>
        <w:spacing w:after="220"/>
        <w:rPr>
          <w:rFonts w:eastAsia="Times New Roman"/>
          <w:lang w:eastAsia="ko-KR"/>
        </w:rPr>
      </w:pPr>
      <w:r w:rsidRPr="00282F49">
        <w:rPr>
          <w:rFonts w:eastAsia="Times New Roman"/>
          <w:lang w:eastAsia="ko-KR"/>
        </w:rPr>
        <w:t>For a variable length element utilizing a Huffman or variable length code table, an identical specification to the fixed length case shall be used</w:t>
      </w:r>
      <w:r w:rsidR="009739EE">
        <w:rPr>
          <w:rFonts w:eastAsia="Times New Roman"/>
          <w:lang w:eastAsia="ko-KR"/>
        </w:rPr>
        <w:t>.</w:t>
      </w:r>
    </w:p>
    <w:p w14:paraId="6FEB0F07" w14:textId="49997A8C" w:rsidR="009739EE" w:rsidRDefault="009739EE" w:rsidP="00127906">
      <w:pPr>
        <w:pStyle w:val="BodyText"/>
        <w:spacing w:after="220"/>
        <w:rPr>
          <w:rFonts w:eastAsia="Times New Roman"/>
          <w:lang w:eastAsia="ko-KR"/>
        </w:rPr>
      </w:pPr>
      <w:r w:rsidRPr="00282F49">
        <w:rPr>
          <w:rFonts w:eastAsia="Times New Roman"/>
          <w:lang w:eastAsia="ko-KR"/>
        </w:rPr>
        <w:t xml:space="preserve">The only difference is that the indices of the </w:t>
      </w:r>
      <w:r w:rsidRPr="00282F49">
        <w:rPr>
          <w:rStyle w:val="SDLkeyword"/>
          <w:rFonts w:eastAsia="Times New Roman"/>
          <w:lang w:eastAsia="ko-KR"/>
        </w:rPr>
        <w:t>map</w:t>
      </w:r>
      <w:r w:rsidRPr="00282F49">
        <w:rPr>
          <w:rFonts w:eastAsia="Times New Roman"/>
          <w:lang w:eastAsia="ko-KR"/>
        </w:rPr>
        <w:t xml:space="preserve"> are now of variable length</w:t>
      </w:r>
      <w:r w:rsidR="00FE0EF6">
        <w:rPr>
          <w:rFonts w:eastAsia="Times New Roman"/>
          <w:lang w:eastAsia="ko-KR"/>
        </w:rPr>
        <w:t xml:space="preserve"> and</w:t>
      </w:r>
      <w:r w:rsidR="00986AF6">
        <w:t xml:space="preserve"> shall unambiguously identify each output value</w:t>
      </w:r>
      <w:r w:rsidR="00FE0EF6">
        <w:t xml:space="preserve"> in addition of being unique</w:t>
      </w:r>
      <w:r w:rsidR="000E392C">
        <w:t xml:space="preserve"> (e.g. leaf values of a binary tree)</w:t>
      </w:r>
      <w:r w:rsidR="00047679">
        <w:t>.</w:t>
      </w:r>
    </w:p>
    <w:p w14:paraId="0E77B0DD" w14:textId="77777777" w:rsidR="009739EE" w:rsidRPr="00C472DC" w:rsidRDefault="009739EE" w:rsidP="00C472DC">
      <w:pPr>
        <w:pStyle w:val="Example"/>
      </w:pPr>
      <w:r w:rsidRPr="00C472DC">
        <w:t xml:space="preserve">EXAMPLE </w:t>
      </w:r>
      <w:r w:rsidRPr="00C472DC">
        <w:sym w:font="Symbol" w:char="F0BE"/>
      </w:r>
    </w:p>
    <w:p w14:paraId="1B2105BB"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val {</w:t>
      </w:r>
    </w:p>
    <w:p w14:paraId="5CE5A11C"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unsigned int foo;</w:t>
      </w:r>
    </w:p>
    <w:p w14:paraId="7062A8A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int bar;</w:t>
      </w:r>
    </w:p>
    <w:p w14:paraId="13EC1330"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62A8E516" w14:textId="77777777" w:rsidR="00127906" w:rsidRPr="00282F49" w:rsidRDefault="00127906" w:rsidP="00127906">
      <w:pPr>
        <w:pStyle w:val="SDLCode"/>
        <w:rPr>
          <w:rFonts w:eastAsia="Times New Roman" w:cs="Times New Roman"/>
          <w:lang w:val="en-GB"/>
        </w:rPr>
      </w:pPr>
    </w:p>
    <w:p w14:paraId="0469763B" w14:textId="004A0087" w:rsidR="00127906" w:rsidRPr="00282F49" w:rsidRDefault="00127906" w:rsidP="00127906">
      <w:pPr>
        <w:pStyle w:val="SDLCode"/>
        <w:rPr>
          <w:rFonts w:eastAsia="Times New Roman" w:cs="Times New Roman"/>
          <w:lang w:val="en-GB"/>
        </w:rPr>
      </w:pPr>
      <w:r w:rsidRPr="00282F49">
        <w:rPr>
          <w:rFonts w:eastAsia="Times New Roman" w:cs="Times New Roman"/>
          <w:lang w:val="en-GB"/>
        </w:rPr>
        <w:t>map sample_vlc_map (val</w:t>
      </w:r>
      <w:r w:rsidR="000774AA">
        <w:rPr>
          <w:rFonts w:eastAsia="Times New Roman" w:cs="Times New Roman"/>
          <w:lang w:val="en-GB"/>
        </w:rPr>
        <w:t xml:space="preserve">) </w:t>
      </w:r>
      <w:r w:rsidRPr="00282F49">
        <w:rPr>
          <w:rFonts w:eastAsia="Times New Roman" w:cs="Times New Roman"/>
          <w:lang w:val="en-GB"/>
        </w:rPr>
        <w:t>{</w:t>
      </w:r>
    </w:p>
    <w:p w14:paraId="5CE964DD" w14:textId="6DAD516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0b0000.001,</w:t>
      </w:r>
      <w:r w:rsidRPr="00282F49">
        <w:rPr>
          <w:rFonts w:eastAsia="Times New Roman" w:cs="Times New Roman"/>
          <w:lang w:val="en-GB"/>
        </w:rPr>
        <w:tab/>
        <w:t>{0, 5},</w:t>
      </w:r>
    </w:p>
    <w:p w14:paraId="00CF4B4E"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0b0000.0001,</w:t>
      </w:r>
      <w:r w:rsidRPr="00282F49">
        <w:rPr>
          <w:rFonts w:eastAsia="Times New Roman" w:cs="Times New Roman"/>
          <w:lang w:val="en-GB"/>
        </w:rPr>
        <w:tab/>
        <w:t>{1, -14}</w:t>
      </w:r>
    </w:p>
    <w:p w14:paraId="74332055" w14:textId="6BB5E69E" w:rsidR="005D4A75" w:rsidRPr="00E56598" w:rsidRDefault="00127906" w:rsidP="00E56598">
      <w:pPr>
        <w:pStyle w:val="SDLCode"/>
        <w:rPr>
          <w:rStyle w:val="SDLattribute"/>
          <w:i w:val="0"/>
          <w:iCs w:val="0"/>
        </w:rPr>
      </w:pPr>
      <w:r w:rsidRPr="00282F49">
        <w:rPr>
          <w:rFonts w:eastAsia="Times New Roman" w:cs="Times New Roman"/>
          <w:lang w:val="en-GB"/>
        </w:rPr>
        <w:t>}</w:t>
      </w:r>
    </w:p>
    <w:p w14:paraId="32A46534" w14:textId="77777777" w:rsidR="00127906" w:rsidRPr="00282F49" w:rsidRDefault="00127906" w:rsidP="00127906">
      <w:pPr>
        <w:pStyle w:val="SDLCode"/>
        <w:rPr>
          <w:rFonts w:eastAsia="Times New Roman" w:cs="Times New Roman"/>
          <w:lang w:val="en-GB"/>
        </w:rPr>
      </w:pPr>
    </w:p>
    <w:p w14:paraId="7E024FE9" w14:textId="016CF6A0" w:rsidR="00127906" w:rsidRDefault="00127906" w:rsidP="00127906">
      <w:pPr>
        <w:pStyle w:val="BodyText"/>
        <w:spacing w:after="220"/>
        <w:rPr>
          <w:rFonts w:eastAsia="Times New Roman"/>
          <w:lang w:eastAsia="ko-KR"/>
        </w:rPr>
      </w:pPr>
      <w:r w:rsidRPr="00282F49">
        <w:rPr>
          <w:rFonts w:eastAsia="Times New Roman"/>
          <w:lang w:eastAsia="ko-KR"/>
        </w:rPr>
        <w:t>Due to the large number of possible entries</w:t>
      </w:r>
      <w:r w:rsidR="00DE1F9E">
        <w:rPr>
          <w:rFonts w:eastAsia="Times New Roman"/>
          <w:lang w:eastAsia="ko-KR"/>
        </w:rPr>
        <w:t xml:space="preserve"> in variable length code tables</w:t>
      </w:r>
      <w:r w:rsidRPr="00282F49">
        <w:rPr>
          <w:rFonts w:eastAsia="Times New Roman"/>
          <w:lang w:eastAsia="ko-KR"/>
        </w:rPr>
        <w:t xml:space="preserve">, it may be inefficient to keep using variable length codewords for all possible values. </w:t>
      </w:r>
      <w:r w:rsidR="00176506">
        <w:rPr>
          <w:rFonts w:eastAsia="Times New Roman"/>
          <w:lang w:eastAsia="ko-KR"/>
        </w:rPr>
        <w:t xml:space="preserve">Because of this, they are often partially defined. </w:t>
      </w:r>
      <w:r w:rsidRPr="00282F49">
        <w:rPr>
          <w:rFonts w:eastAsia="Times New Roman"/>
          <w:lang w:eastAsia="ko-KR"/>
        </w:rPr>
        <w:t>This necessitates the use of escape codes, that signal the subsequent use of a fixed-length (or even variable length)</w:t>
      </w:r>
      <w:r w:rsidR="00246B34">
        <w:rPr>
          <w:rFonts w:eastAsia="Times New Roman"/>
          <w:lang w:eastAsia="ko-KR"/>
        </w:rPr>
        <w:t xml:space="preserve"> value</w:t>
      </w:r>
      <w:r w:rsidRPr="00282F49">
        <w:rPr>
          <w:rFonts w:eastAsia="Times New Roman"/>
          <w:lang w:eastAsia="ko-KR"/>
        </w:rPr>
        <w:t xml:space="preserve"> representation. To </w:t>
      </w:r>
      <w:r w:rsidR="00933681">
        <w:rPr>
          <w:rFonts w:eastAsia="Times New Roman"/>
          <w:lang w:eastAsia="ko-KR"/>
        </w:rPr>
        <w:t>support this</w:t>
      </w:r>
      <w:r w:rsidRPr="00282F49">
        <w:rPr>
          <w:rFonts w:eastAsia="Times New Roman"/>
          <w:lang w:eastAsia="ko-KR"/>
        </w:rPr>
        <w:t>, parsable</w:t>
      </w:r>
      <w:r w:rsidR="00E44EFB">
        <w:rPr>
          <w:rFonts w:eastAsia="Times New Roman"/>
          <w:lang w:eastAsia="ko-KR"/>
        </w:rPr>
        <w:t xml:space="preserve"> variable</w:t>
      </w:r>
      <w:r w:rsidRPr="00282F49">
        <w:rPr>
          <w:rFonts w:eastAsia="Times New Roman"/>
          <w:lang w:eastAsia="ko-KR"/>
        </w:rPr>
        <w:t xml:space="preserve"> </w:t>
      </w:r>
      <w:r w:rsidRPr="00E56598">
        <w:rPr>
          <w:rFonts w:ascii="Courier New" w:eastAsia="Times New Roman" w:hAnsi="Courier New" w:cs="Courier New"/>
          <w:b/>
          <w:bCs/>
          <w:i/>
          <w:iCs/>
          <w:lang w:eastAsia="ko-KR"/>
        </w:rPr>
        <w:t>type</w:t>
      </w:r>
      <w:r w:rsidRPr="00282F49">
        <w:rPr>
          <w:rFonts w:eastAsia="Times New Roman"/>
          <w:lang w:eastAsia="ko-KR"/>
        </w:rPr>
        <w:t xml:space="preserve"> declarations are allowed for </w:t>
      </w:r>
      <w:r w:rsidRPr="00282F49">
        <w:rPr>
          <w:rStyle w:val="SDLkeyword"/>
          <w:rFonts w:eastAsia="Times New Roman"/>
          <w:lang w:eastAsia="ko-KR"/>
        </w:rPr>
        <w:t>map</w:t>
      </w:r>
      <w:r w:rsidRPr="00282F49">
        <w:rPr>
          <w:rFonts w:eastAsia="Times New Roman"/>
          <w:lang w:eastAsia="ko-KR"/>
        </w:rPr>
        <w:t xml:space="preserve"> </w:t>
      </w:r>
      <w:r w:rsidR="00C17667">
        <w:rPr>
          <w:rFonts w:eastAsia="Times New Roman"/>
          <w:lang w:eastAsia="ko-KR"/>
        </w:rPr>
        <w:t xml:space="preserve">output </w:t>
      </w:r>
      <w:r w:rsidRPr="00282F49">
        <w:rPr>
          <w:rFonts w:eastAsia="Times New Roman"/>
          <w:lang w:eastAsia="ko-KR"/>
        </w:rPr>
        <w:t>values.</w:t>
      </w:r>
    </w:p>
    <w:p w14:paraId="279560D2" w14:textId="2BDD45E4" w:rsidR="00207956" w:rsidRDefault="00207956" w:rsidP="00207956">
      <w:pPr>
        <w:pStyle w:val="BodyText"/>
        <w:spacing w:after="220"/>
        <w:rPr>
          <w:rFonts w:eastAsia="Times New Roman"/>
          <w:lang w:eastAsia="ko-KR"/>
        </w:rPr>
      </w:pPr>
      <w:r w:rsidRPr="00282F49">
        <w:t xml:space="preserve">In </w:t>
      </w:r>
      <w:r>
        <w:t>this case</w:t>
      </w:r>
      <w:r w:rsidRPr="00282F49">
        <w:t xml:space="preserve">, the type </w:t>
      </w:r>
      <w:r>
        <w:t xml:space="preserve">of </w:t>
      </w:r>
      <w:r w:rsidR="00D52075">
        <w:t xml:space="preserve">an </w:t>
      </w:r>
      <w:r>
        <w:t xml:space="preserve">output </w:t>
      </w:r>
      <w:r w:rsidRPr="003E2B2D">
        <w:rPr>
          <w:i/>
          <w:iCs/>
        </w:rPr>
        <w:t>value</w:t>
      </w:r>
      <w:r>
        <w:t xml:space="preserve"> </w:t>
      </w:r>
      <w:r w:rsidRPr="00282F49">
        <w:t xml:space="preserve">within the </w:t>
      </w:r>
      <w:r w:rsidRPr="00282F49">
        <w:rPr>
          <w:rStyle w:val="SDLkeyword"/>
          <w:rFonts w:eastAsia="Times New Roman" w:cs="Times New Roman"/>
        </w:rPr>
        <w:t>map</w:t>
      </w:r>
      <w:r w:rsidRPr="00282F49">
        <w:t xml:space="preserve"> </w:t>
      </w:r>
      <w:r w:rsidR="00D52075">
        <w:t>definition</w:t>
      </w:r>
      <w:r w:rsidR="00D52075" w:rsidRPr="00282F49">
        <w:t xml:space="preserve"> </w:t>
      </w:r>
      <w:r w:rsidRPr="00282F49">
        <w:t xml:space="preserve">shall match the type associated with the </w:t>
      </w:r>
      <w:r w:rsidRPr="00282F49">
        <w:rPr>
          <w:rStyle w:val="SDLkeyword"/>
          <w:rFonts w:eastAsia="Times New Roman" w:cs="Times New Roman"/>
        </w:rPr>
        <w:t>map</w:t>
      </w:r>
      <w:r w:rsidRPr="00282F49">
        <w:t xml:space="preserve">’s </w:t>
      </w:r>
      <w:r w:rsidRPr="003E2B2D">
        <w:rPr>
          <w:i/>
          <w:iCs/>
        </w:rPr>
        <w:t>output_type</w:t>
      </w:r>
      <w:r w:rsidRPr="00282F49">
        <w:t>.</w:t>
      </w:r>
    </w:p>
    <w:p w14:paraId="5E36D491" w14:textId="74884E09" w:rsidR="006956A0" w:rsidRPr="006D1923" w:rsidRDefault="006956A0" w:rsidP="006956A0">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E.</w:t>
      </w:r>
      <w:r>
        <w:rPr>
          <w:rStyle w:val="CharBold"/>
          <w:rFonts w:eastAsia="Times New Roman"/>
        </w:rPr>
        <w:t>5</w:t>
      </w:r>
      <w:r w:rsidRPr="006D1923">
        <w:rPr>
          <w:rStyle w:val="CharBold"/>
          <w:rFonts w:eastAsia="Times New Roman"/>
        </w:rPr>
        <w:t>: Maps</w:t>
      </w:r>
    </w:p>
    <w:p w14:paraId="41FC64F3" w14:textId="77777777" w:rsidR="00503A3A" w:rsidRPr="006D1923" w:rsidRDefault="00503A3A" w:rsidP="00503A3A">
      <w:pPr>
        <w:pStyle w:val="List3"/>
        <w:keepNext/>
        <w:keepLines/>
        <w:spacing w:after="0"/>
        <w:ind w:left="851"/>
        <w:rPr>
          <w:rFonts w:eastAsia="Times New Roman"/>
        </w:rPr>
      </w:pPr>
      <w:r w:rsidRPr="006D1923">
        <w:rPr>
          <w:rStyle w:val="SDLkeyword"/>
          <w:rFonts w:eastAsia="Times New Roman"/>
        </w:rPr>
        <w:t>map</w:t>
      </w:r>
      <w:r w:rsidRPr="006D1923">
        <w:rPr>
          <w:rFonts w:eastAsia="Times New Roman"/>
        </w:rPr>
        <w:t xml:space="preserve"> </w:t>
      </w:r>
      <w:r>
        <w:rPr>
          <w:rStyle w:val="SDLattribute"/>
          <w:rFonts w:eastAsia="Times New Roman"/>
        </w:rPr>
        <w:t>m</w:t>
      </w:r>
      <w:r w:rsidRPr="006D1923">
        <w:rPr>
          <w:rStyle w:val="SDLattribute"/>
          <w:rFonts w:eastAsia="Times New Roman"/>
        </w:rPr>
        <w:t>ap</w:t>
      </w:r>
      <w:r>
        <w:rPr>
          <w:rStyle w:val="SDLattribute"/>
          <w:rFonts w:eastAsia="Times New Roman"/>
        </w:rPr>
        <w:t>_identifier</w:t>
      </w:r>
      <w:r w:rsidRPr="006D1923">
        <w:rPr>
          <w:rFonts w:eastAsia="Times New Roman"/>
        </w:rPr>
        <w:t xml:space="preserve"> </w:t>
      </w:r>
      <w:r w:rsidRPr="006D1923">
        <w:rPr>
          <w:rStyle w:val="SDLkeyword"/>
          <w:rFonts w:eastAsia="Times New Roman"/>
          <w:b w:val="0"/>
        </w:rPr>
        <w:t>(</w:t>
      </w:r>
      <w:r w:rsidRPr="006D1923">
        <w:rPr>
          <w:rStyle w:val="SDLattribute"/>
          <w:rFonts w:eastAsia="Times New Roman"/>
        </w:rPr>
        <w:t>output_type</w:t>
      </w:r>
      <w:r w:rsidRPr="006D1923">
        <w:rPr>
          <w:rStyle w:val="SDLkeyword"/>
          <w:rFonts w:eastAsia="Times New Roman"/>
          <w:b w:val="0"/>
        </w:rPr>
        <w:t>)</w:t>
      </w:r>
      <w:r w:rsidRPr="006D1923">
        <w:rPr>
          <w:rFonts w:eastAsia="Times New Roman"/>
        </w:rPr>
        <w:t xml:space="preserve"> </w:t>
      </w:r>
      <w:r w:rsidRPr="00C73BB5">
        <w:rPr>
          <w:rStyle w:val="SDLkeyword"/>
          <w:rFonts w:eastAsia="Times New Roman"/>
          <w:bCs w:val="0"/>
        </w:rPr>
        <w:t>{</w:t>
      </w:r>
    </w:p>
    <w:p w14:paraId="0AB996FF" w14:textId="30513EEC" w:rsidR="00503A3A" w:rsidRPr="006D1923" w:rsidRDefault="00503A3A" w:rsidP="00503A3A">
      <w:pPr>
        <w:pStyle w:val="List4"/>
        <w:keepNext/>
        <w:keepLines/>
        <w:spacing w:after="0"/>
        <w:ind w:left="851" w:firstLine="0"/>
        <w:rPr>
          <w:rFonts w:eastAsia="Times New Roman"/>
        </w:rPr>
      </w:pPr>
      <w:r w:rsidRPr="006D1923">
        <w:rPr>
          <w:rStyle w:val="SDLattribute"/>
          <w:rFonts w:eastAsia="Times New Roman"/>
        </w:rPr>
        <w:t>index</w:t>
      </w:r>
      <w:r w:rsidRPr="00C73BB5">
        <w:rPr>
          <w:rFonts w:ascii="Courier New" w:eastAsia="Times New Roman" w:hAnsi="Courier New" w:cs="Courier New"/>
          <w:b/>
          <w:bCs/>
        </w:rPr>
        <w:t xml:space="preserve">, </w:t>
      </w:r>
      <w:r w:rsidRPr="00C73BB5">
        <w:rPr>
          <w:rStyle w:val="SDLkeyword"/>
          <w:rFonts w:eastAsia="Times New Roman"/>
        </w:rPr>
        <w:t>{</w:t>
      </w:r>
      <w:r w:rsidRPr="006D1923">
        <w:rPr>
          <w:rStyle w:val="SDLattribute"/>
          <w:rFonts w:eastAsia="Times New Roman"/>
        </w:rPr>
        <w:t>value</w:t>
      </w:r>
      <w:r>
        <w:rPr>
          <w:rStyle w:val="SDLattribute"/>
          <w:rFonts w:eastAsia="Times New Roman"/>
        </w:rPr>
        <w:t xml:space="preserve"> </w:t>
      </w:r>
      <w:r w:rsidRPr="00E56598">
        <w:rPr>
          <w:rStyle w:val="SDLattribute"/>
          <w:rFonts w:eastAsia="Times New Roman"/>
          <w:i w:val="0"/>
          <w:iCs w:val="0"/>
        </w:rPr>
        <w:t>|</w:t>
      </w:r>
      <w:r>
        <w:rPr>
          <w:rStyle w:val="SDLattribute"/>
          <w:rFonts w:eastAsia="Times New Roman"/>
          <w:i w:val="0"/>
          <w:iCs w:val="0"/>
        </w:rPr>
        <w:t xml:space="preserve"> </w:t>
      </w:r>
      <w:r w:rsidRPr="006D1923">
        <w:rPr>
          <w:rStyle w:val="SDLmetaKeyword"/>
          <w:rFonts w:eastAsia="Times New Roman"/>
        </w:rPr>
        <w:t>type</w:t>
      </w:r>
      <w:r w:rsidRPr="006D1923">
        <w:rPr>
          <w:rStyle w:val="SDLkeyword"/>
          <w:rFonts w:eastAsia="Times New Roman"/>
        </w:rPr>
        <w:t>(</w:t>
      </w:r>
      <w:r w:rsidRPr="006D1923">
        <w:rPr>
          <w:rStyle w:val="SDLattribute"/>
          <w:rFonts w:eastAsia="Times New Roman"/>
        </w:rPr>
        <w:t>length</w:t>
      </w:r>
      <w:r w:rsidRPr="006D1923">
        <w:rPr>
          <w:rStyle w:val="SDLkeyword"/>
          <w:rFonts w:eastAsia="Times New Roman"/>
        </w:rPr>
        <w:t>)</w:t>
      </w:r>
      <w:r w:rsidRPr="00C73BB5">
        <w:rPr>
          <w:rFonts w:ascii="Courier New" w:eastAsia="Times New Roman" w:hAnsi="Courier New" w:cs="Courier New"/>
        </w:rPr>
        <w:t>[</w:t>
      </w:r>
      <w:r w:rsidRPr="00C73BB5">
        <w:rPr>
          <w:rFonts w:ascii="Courier New" w:eastAsia="Times New Roman" w:hAnsi="Courier New" w:cs="Courier New"/>
          <w:b/>
          <w:bCs/>
        </w:rPr>
        <w:t>,</w:t>
      </w:r>
      <w:r w:rsidRPr="006D1923">
        <w:rPr>
          <w:rFonts w:eastAsia="Times New Roman"/>
        </w:rPr>
        <w:t xml:space="preserve"> …</w:t>
      </w:r>
      <w:r w:rsidRPr="00C73BB5">
        <w:rPr>
          <w:rFonts w:ascii="Courier New" w:eastAsia="Times New Roman" w:hAnsi="Courier New" w:cs="Courier New"/>
        </w:rPr>
        <w:t>]</w:t>
      </w:r>
      <w:r w:rsidRPr="006D1923">
        <w:rPr>
          <w:rFonts w:eastAsia="Times New Roman"/>
        </w:rPr>
        <w:t xml:space="preserve"> </w:t>
      </w:r>
      <w:r w:rsidRPr="00C73BB5">
        <w:rPr>
          <w:rStyle w:val="SDLkeyword"/>
          <w:rFonts w:eastAsia="Times New Roman"/>
          <w:bCs w:val="0"/>
        </w:rPr>
        <w:t>}</w:t>
      </w:r>
      <w:r w:rsidRPr="00C73BB5">
        <w:rPr>
          <w:rFonts w:ascii="Courier New" w:eastAsia="Times New Roman" w:hAnsi="Courier New" w:cs="Courier New"/>
        </w:rPr>
        <w:t>[,</w:t>
      </w:r>
    </w:p>
    <w:p w14:paraId="0CE26A83" w14:textId="77777777" w:rsidR="00503A3A" w:rsidRPr="006D1923" w:rsidRDefault="00503A3A" w:rsidP="00503A3A">
      <w:pPr>
        <w:pStyle w:val="List4"/>
        <w:keepNext/>
        <w:keepLines/>
        <w:spacing w:after="0"/>
        <w:ind w:left="851" w:firstLine="0"/>
        <w:rPr>
          <w:rFonts w:eastAsia="Times New Roman"/>
        </w:rPr>
      </w:pPr>
      <w:r w:rsidRPr="006D1923">
        <w:rPr>
          <w:rFonts w:eastAsia="Times New Roman"/>
        </w:rPr>
        <w:t>…</w:t>
      </w:r>
      <w:r w:rsidRPr="00C73BB5">
        <w:rPr>
          <w:rFonts w:ascii="Courier New" w:eastAsia="Times New Roman" w:hAnsi="Courier New" w:cs="Courier New"/>
        </w:rPr>
        <w:t>]</w:t>
      </w:r>
    </w:p>
    <w:p w14:paraId="651CEE11" w14:textId="77777777" w:rsidR="00503A3A" w:rsidRPr="006D1923" w:rsidRDefault="00503A3A" w:rsidP="00503A3A">
      <w:pPr>
        <w:pStyle w:val="List3"/>
        <w:keepNext/>
        <w:keepLines/>
        <w:spacing w:after="0"/>
        <w:ind w:left="851"/>
        <w:rPr>
          <w:rStyle w:val="SDLkeyword"/>
          <w:rFonts w:eastAsia="Times New Roman"/>
        </w:rPr>
      </w:pPr>
      <w:r w:rsidRPr="006D1923">
        <w:rPr>
          <w:rStyle w:val="SDLkeyword"/>
          <w:rFonts w:eastAsia="Times New Roman"/>
        </w:rPr>
        <w:t>}</w:t>
      </w:r>
    </w:p>
    <w:p w14:paraId="7AE7B2DF" w14:textId="77777777" w:rsidR="006956A0" w:rsidRPr="00282F49" w:rsidRDefault="006956A0" w:rsidP="006956A0">
      <w:pPr>
        <w:pStyle w:val="BodyText"/>
        <w:pBdr>
          <w:top w:val="single" w:sz="6" w:space="1" w:color="auto"/>
        </w:pBdr>
        <w:rPr>
          <w:rFonts w:eastAsia="Times New Roman"/>
          <w:lang w:eastAsia="ko-KR"/>
        </w:rPr>
      </w:pPr>
    </w:p>
    <w:p w14:paraId="5A4DDD6C" w14:textId="03F8F4A6" w:rsidR="006C1A62" w:rsidRDefault="006C1A62" w:rsidP="006C1A62">
      <w:pPr>
        <w:pStyle w:val="BodyText"/>
        <w:spacing w:after="220"/>
        <w:rPr>
          <w:rFonts w:eastAsia="Times New Roman"/>
          <w:lang w:eastAsia="ko-KR"/>
        </w:rPr>
      </w:pPr>
      <w:r>
        <w:rPr>
          <w:rFonts w:eastAsia="Times New Roman"/>
        </w:rPr>
        <w:t>In the following example, w</w:t>
      </w:r>
      <w:r w:rsidRPr="00F84023">
        <w:rPr>
          <w:rFonts w:eastAsia="Times New Roman"/>
        </w:rPr>
        <w:t xml:space="preserve">hen the codeword </w:t>
      </w:r>
      <w:r w:rsidRPr="00C472DC">
        <w:rPr>
          <w:rStyle w:val="codeChar"/>
        </w:rPr>
        <w:t>0b0000.0000.1</w:t>
      </w:r>
      <w:r w:rsidRPr="00F84023">
        <w:rPr>
          <w:rFonts w:eastAsia="Times New Roman"/>
        </w:rPr>
        <w:t xml:space="preserve"> is encountered in the bitstream, then the value ‘</w:t>
      </w:r>
      <w:r w:rsidRPr="00603472">
        <w:rPr>
          <w:rFonts w:ascii="Courier New" w:eastAsia="Times New Roman" w:hAnsi="Courier New" w:cs="Courier New"/>
        </w:rPr>
        <w:t>5</w:t>
      </w:r>
      <w:r w:rsidRPr="00F84023">
        <w:rPr>
          <w:rFonts w:eastAsia="Times New Roman"/>
        </w:rPr>
        <w:t>’ is assigned to the first element</w:t>
      </w:r>
      <w:r>
        <w:rPr>
          <w:rFonts w:eastAsia="Times New Roman"/>
        </w:rPr>
        <w:t xml:space="preserve"> of the output </w:t>
      </w:r>
      <w:r w:rsidRPr="00603472">
        <w:rPr>
          <w:rFonts w:eastAsia="Times New Roman"/>
          <w:i/>
          <w:iCs/>
        </w:rPr>
        <w:t>value</w:t>
      </w:r>
      <w:r w:rsidRPr="00F84023">
        <w:rPr>
          <w:rFonts w:eastAsia="Times New Roman"/>
        </w:rPr>
        <w:t xml:space="preserve"> (</w:t>
      </w:r>
      <w:r>
        <w:rPr>
          <w:rFonts w:eastAsia="Times New Roman"/>
        </w:rPr>
        <w:t xml:space="preserve">i.e., </w:t>
      </w:r>
      <w:r w:rsidR="00B76638" w:rsidRPr="00C472DC">
        <w:rPr>
          <w:rStyle w:val="codeChar"/>
        </w:rPr>
        <w:t>val</w:t>
      </w:r>
      <w:r w:rsidRPr="00C472DC">
        <w:rPr>
          <w:rStyle w:val="codeChar"/>
        </w:rPr>
        <w:t>.foo</w:t>
      </w:r>
      <w:r w:rsidRPr="00F84023">
        <w:rPr>
          <w:rFonts w:eastAsia="Times New Roman"/>
        </w:rPr>
        <w:t xml:space="preserve">). The following 32 bits are </w:t>
      </w:r>
      <w:r>
        <w:rPr>
          <w:rFonts w:eastAsia="Times New Roman"/>
        </w:rPr>
        <w:t xml:space="preserve">then </w:t>
      </w:r>
      <w:r w:rsidRPr="00F84023">
        <w:rPr>
          <w:rFonts w:eastAsia="Times New Roman"/>
        </w:rPr>
        <w:t>parsed and assigned as the value of the second element</w:t>
      </w:r>
      <w:r>
        <w:rPr>
          <w:rFonts w:eastAsia="Times New Roman"/>
        </w:rPr>
        <w:t xml:space="preserve"> of the output </w:t>
      </w:r>
      <w:r w:rsidRPr="00603472">
        <w:rPr>
          <w:rFonts w:eastAsia="Times New Roman"/>
          <w:i/>
          <w:iCs/>
        </w:rPr>
        <w:t>value</w:t>
      </w:r>
      <w:r w:rsidRPr="00F84023">
        <w:rPr>
          <w:rFonts w:eastAsia="Times New Roman"/>
        </w:rPr>
        <w:t xml:space="preserve"> (</w:t>
      </w:r>
      <w:r>
        <w:rPr>
          <w:rFonts w:eastAsia="Times New Roman"/>
        </w:rPr>
        <w:t xml:space="preserve">i.e., </w:t>
      </w:r>
      <w:r w:rsidR="00B76638" w:rsidRPr="00C472DC">
        <w:rPr>
          <w:rStyle w:val="codeChar"/>
        </w:rPr>
        <w:t>val</w:t>
      </w:r>
      <w:r w:rsidRPr="00C472DC">
        <w:rPr>
          <w:rStyle w:val="codeChar"/>
        </w:rPr>
        <w:t>.bar</w:t>
      </w:r>
      <w:r w:rsidRPr="00F84023">
        <w:rPr>
          <w:rFonts w:eastAsia="Times New Roman"/>
        </w:rPr>
        <w:t>).</w:t>
      </w:r>
    </w:p>
    <w:p w14:paraId="39C08CD7" w14:textId="4139482E" w:rsidR="00127906" w:rsidRDefault="00127906" w:rsidP="00127906">
      <w:pPr>
        <w:pStyle w:val="Example"/>
        <w:rPr>
          <w:rFonts w:eastAsia="Times New Roman"/>
        </w:rPr>
      </w:pPr>
      <w:r w:rsidRPr="006D1923">
        <w:rPr>
          <w:rFonts w:eastAsia="Times New Roman"/>
        </w:rPr>
        <w:t xml:space="preserve">EXAMPLE </w:t>
      </w:r>
      <w:r w:rsidRPr="006D1923">
        <w:rPr>
          <w:rFonts w:eastAsia="Times New Roman"/>
        </w:rPr>
        <w:sym w:font="Symbol" w:char="F0BE"/>
      </w:r>
      <w:r w:rsidRPr="006D1923">
        <w:rPr>
          <w:rFonts w:eastAsia="Times New Roman"/>
        </w:rPr>
        <w:t xml:space="preserve"> </w:t>
      </w:r>
    </w:p>
    <w:p w14:paraId="067760D3"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t>class val {</w:t>
      </w:r>
    </w:p>
    <w:p w14:paraId="2CCA30B5"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tab/>
        <w:t>unsigned int foo;</w:t>
      </w:r>
    </w:p>
    <w:p w14:paraId="63BB501E"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tab/>
        <w:t>int bar;</w:t>
      </w:r>
    </w:p>
    <w:p w14:paraId="23FD69DD"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lastRenderedPageBreak/>
        <w:t>}</w:t>
      </w:r>
    </w:p>
    <w:p w14:paraId="1FC3BD9A" w14:textId="77777777" w:rsidR="00207956" w:rsidRDefault="00207956" w:rsidP="00127906">
      <w:pPr>
        <w:pStyle w:val="SDLCode"/>
        <w:rPr>
          <w:rFonts w:eastAsia="Times New Roman" w:cs="Times New Roman"/>
          <w:lang w:val="en-GB"/>
        </w:rPr>
      </w:pPr>
    </w:p>
    <w:p w14:paraId="2AE7DCDD" w14:textId="3402DCD4" w:rsidR="00127906" w:rsidRPr="00282F49" w:rsidRDefault="00127906" w:rsidP="00127906">
      <w:pPr>
        <w:pStyle w:val="SDLCode"/>
        <w:rPr>
          <w:rFonts w:eastAsia="Times New Roman" w:cs="Times New Roman"/>
          <w:lang w:val="en-GB"/>
        </w:rPr>
      </w:pPr>
      <w:r w:rsidRPr="00282F49">
        <w:rPr>
          <w:rFonts w:eastAsia="Times New Roman" w:cs="Times New Roman"/>
          <w:lang w:val="en-GB"/>
        </w:rPr>
        <w:t>map sample_map_with_esc (val) {</w:t>
      </w:r>
    </w:p>
    <w:p w14:paraId="1C10CC1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0b0000.001,</w:t>
      </w:r>
      <w:r w:rsidRPr="00282F49">
        <w:rPr>
          <w:rFonts w:eastAsia="Times New Roman" w:cs="Times New Roman"/>
          <w:lang w:val="en-GB"/>
        </w:rPr>
        <w:tab/>
      </w:r>
      <w:r w:rsidRPr="00282F49">
        <w:rPr>
          <w:rFonts w:eastAsia="Times New Roman" w:cs="Times New Roman"/>
          <w:lang w:val="en-GB"/>
        </w:rPr>
        <w:tab/>
        <w:t>{0, 5},</w:t>
      </w:r>
    </w:p>
    <w:p w14:paraId="4B71BACF" w14:textId="164B72F6"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0b0000.0001,</w:t>
      </w:r>
      <w:r w:rsidRPr="00282F49">
        <w:rPr>
          <w:rFonts w:eastAsia="Times New Roman" w:cs="Times New Roman"/>
          <w:lang w:val="en-GB"/>
        </w:rPr>
        <w:tab/>
      </w:r>
      <w:r w:rsidR="00F66FB8">
        <w:rPr>
          <w:rFonts w:eastAsia="Times New Roman" w:cs="Times New Roman"/>
          <w:lang w:val="en-GB"/>
        </w:rPr>
        <w:tab/>
      </w:r>
      <w:r w:rsidRPr="00282F49">
        <w:rPr>
          <w:rFonts w:eastAsia="Times New Roman" w:cs="Times New Roman"/>
          <w:lang w:val="en-GB"/>
        </w:rPr>
        <w:t>{1, -14},</w:t>
      </w:r>
    </w:p>
    <w:p w14:paraId="6518831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0b0000.0000.1,</w:t>
      </w:r>
      <w:r w:rsidRPr="00282F49">
        <w:rPr>
          <w:rFonts w:eastAsia="Times New Roman" w:cs="Times New Roman"/>
          <w:lang w:val="en-GB"/>
        </w:rPr>
        <w:tab/>
        <w:t>{5, int(32)},</w:t>
      </w:r>
    </w:p>
    <w:p w14:paraId="786A1F2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0b0000.0000.0,</w:t>
      </w:r>
      <w:r w:rsidRPr="00282F49">
        <w:rPr>
          <w:rFonts w:eastAsia="Times New Roman" w:cs="Times New Roman"/>
          <w:lang w:val="en-GB"/>
        </w:rPr>
        <w:tab/>
        <w:t>{0, -20}</w:t>
      </w:r>
    </w:p>
    <w:p w14:paraId="1A395F61" w14:textId="77777777" w:rsidR="00127906" w:rsidRDefault="00127906" w:rsidP="00127906">
      <w:pPr>
        <w:pStyle w:val="SDLCode"/>
        <w:rPr>
          <w:rFonts w:eastAsia="Times New Roman" w:cs="Times New Roman"/>
          <w:lang w:val="en-GB"/>
        </w:rPr>
      </w:pPr>
      <w:r w:rsidRPr="00282F49">
        <w:rPr>
          <w:rFonts w:eastAsia="Times New Roman" w:cs="Times New Roman"/>
          <w:lang w:val="en-GB"/>
        </w:rPr>
        <w:t>}</w:t>
      </w:r>
    </w:p>
    <w:p w14:paraId="476D320D" w14:textId="77777777" w:rsidR="005D4A75" w:rsidRPr="00282F49" w:rsidRDefault="005D4A75" w:rsidP="005D4A75">
      <w:pPr>
        <w:pStyle w:val="SDLCode"/>
        <w:rPr>
          <w:rFonts w:eastAsia="Times New Roman" w:cs="Times New Roman"/>
          <w:lang w:val="en-GB"/>
        </w:rPr>
      </w:pPr>
    </w:p>
    <w:p w14:paraId="432602DA" w14:textId="77777777" w:rsidR="005D4A75" w:rsidRDefault="005D4A75" w:rsidP="005D4A75">
      <w:pPr>
        <w:pStyle w:val="SDLCode"/>
        <w:rPr>
          <w:rStyle w:val="SDLattribute"/>
          <w:i w:val="0"/>
          <w:iCs w:val="0"/>
        </w:rPr>
      </w:pPr>
      <w:r w:rsidRPr="008F4E31">
        <w:rPr>
          <w:rStyle w:val="SDLattribute"/>
          <w:i w:val="0"/>
          <w:iCs w:val="0"/>
        </w:rPr>
        <w:t>val(sample_map_with_esc) myVal;</w:t>
      </w:r>
    </w:p>
    <w:p w14:paraId="24482EC7" w14:textId="77777777" w:rsidR="005D4A75" w:rsidRDefault="005D4A75" w:rsidP="005D4A75">
      <w:pPr>
        <w:pStyle w:val="SDLCode"/>
        <w:rPr>
          <w:rStyle w:val="SDLattribute"/>
          <w:i w:val="0"/>
          <w:iCs w:val="0"/>
        </w:rPr>
      </w:pPr>
    </w:p>
    <w:p w14:paraId="267F9933" w14:textId="77777777" w:rsidR="005D4A75" w:rsidRPr="008F4E31" w:rsidRDefault="005D4A75" w:rsidP="005D4A75">
      <w:pPr>
        <w:autoSpaceDE w:val="0"/>
        <w:autoSpaceDN w:val="0"/>
        <w:adjustRightInd w:val="0"/>
        <w:jc w:val="left"/>
      </w:pPr>
      <w:r w:rsidRPr="008F4E31">
        <w:rPr>
          <w:highlight w:val="yellow"/>
        </w:rPr>
        <w:t>[Editor’s note: An example bitstream for this would be:]</w:t>
      </w:r>
    </w:p>
    <w:p w14:paraId="260CC1D0" w14:textId="77777777" w:rsidR="00127906" w:rsidRPr="00282F49" w:rsidRDefault="00127906" w:rsidP="00127906">
      <w:pPr>
        <w:pStyle w:val="SDLCode"/>
        <w:rPr>
          <w:rFonts w:eastAsia="Times New Roman" w:cs="Times New Roman"/>
          <w:lang w:val="en-GB"/>
        </w:rPr>
      </w:pPr>
    </w:p>
    <w:p w14:paraId="52741D88" w14:textId="48FB68F0" w:rsidR="00127906" w:rsidRPr="00FF4676" w:rsidRDefault="008D14C1" w:rsidP="00FF4676">
      <w:pPr>
        <w:pStyle w:val="Note"/>
      </w:pPr>
      <w:r w:rsidRPr="00FF4676">
        <w:rPr>
          <w:rStyle w:val="NoteChar"/>
        </w:rPr>
        <w:t>NOTE</w:t>
      </w:r>
      <w:r w:rsidR="00FF4676">
        <w:rPr>
          <w:rStyle w:val="NoteChar"/>
        </w:rPr>
        <w:tab/>
      </w:r>
      <w:r w:rsidR="00D704FA" w:rsidRPr="00FF4676">
        <w:t>I</w:t>
      </w:r>
      <w:r w:rsidR="00127906" w:rsidRPr="00FF4676">
        <w:t>n case more than one element utilizes a parsable type declaration, the order in which elements are parsed</w:t>
      </w:r>
      <w:r w:rsidR="00D85ED4">
        <w:t xml:space="preserve"> </w:t>
      </w:r>
      <w:r w:rsidR="00B01956">
        <w:t>determines the extracted values</w:t>
      </w:r>
      <w:r w:rsidR="00FF4676" w:rsidRPr="00FF4676">
        <w:t>.</w:t>
      </w:r>
      <w:r w:rsidR="00127906" w:rsidRPr="00FF4676">
        <w:t xml:space="preserve"> </w:t>
      </w:r>
    </w:p>
    <w:p w14:paraId="571FD9AC" w14:textId="3BCAF7CB" w:rsidR="00954B2A" w:rsidRPr="00282F49" w:rsidRDefault="00954B2A" w:rsidP="00954B2A">
      <w:pPr>
        <w:pStyle w:val="Heading2"/>
      </w:pPr>
      <w:bookmarkStart w:id="109" w:name="_Ref128409955"/>
      <w:bookmarkStart w:id="110" w:name="_Toc150443126"/>
      <w:r w:rsidRPr="00282F49">
        <w:t xml:space="preserve">Variable </w:t>
      </w:r>
      <w:r w:rsidR="00915888" w:rsidRPr="00282F49">
        <w:t>l</w:t>
      </w:r>
      <w:r w:rsidRPr="00282F49">
        <w:t xml:space="preserve">ength </w:t>
      </w:r>
      <w:r w:rsidR="00915888" w:rsidRPr="00282F49">
        <w:t>s</w:t>
      </w:r>
      <w:r w:rsidRPr="00282F49">
        <w:t>tring</w:t>
      </w:r>
      <w:r w:rsidR="006E250A">
        <w:t>s</w:t>
      </w:r>
      <w:bookmarkEnd w:id="109"/>
      <w:bookmarkEnd w:id="110"/>
    </w:p>
    <w:p w14:paraId="1A0BA475" w14:textId="67A95F33" w:rsidR="00FD02CC" w:rsidRPr="00282F49" w:rsidRDefault="006E250A" w:rsidP="00FD02CC">
      <w:pPr>
        <w:pStyle w:val="BodyText"/>
        <w:spacing w:after="220"/>
        <w:rPr>
          <w:rFonts w:eastAsia="Times New Roman"/>
          <w:lang w:eastAsia="ko-KR"/>
        </w:rPr>
      </w:pPr>
      <w:r>
        <w:rPr>
          <w:rFonts w:eastAsia="Times New Roman"/>
          <w:lang w:eastAsia="ko-KR"/>
        </w:rPr>
        <w:t>A v</w:t>
      </w:r>
      <w:r w:rsidR="00915888" w:rsidRPr="00282F49">
        <w:rPr>
          <w:rFonts w:eastAsia="Times New Roman"/>
          <w:lang w:eastAsia="ko-KR"/>
        </w:rPr>
        <w:t>ariable length string</w:t>
      </w:r>
      <w:r w:rsidR="00FD02CC" w:rsidRPr="00282F49">
        <w:rPr>
          <w:rFonts w:eastAsia="Times New Roman"/>
          <w:lang w:eastAsia="ko-KR"/>
        </w:rPr>
        <w:t xml:space="preserve"> shall be represented as:</w:t>
      </w:r>
    </w:p>
    <w:p w14:paraId="60DA1D78" w14:textId="13F0D369" w:rsidR="00CB0B2E" w:rsidRPr="006D1923" w:rsidRDefault="00CB0B2E"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E.</w:t>
      </w:r>
      <w:r w:rsidR="006956A0">
        <w:rPr>
          <w:rStyle w:val="CharBold"/>
          <w:rFonts w:eastAsia="Times New Roman"/>
        </w:rPr>
        <w:t>6</w:t>
      </w:r>
      <w:r w:rsidRPr="006D1923">
        <w:rPr>
          <w:rStyle w:val="CharBold"/>
          <w:rFonts w:eastAsia="Times New Roman"/>
        </w:rPr>
        <w:t xml:space="preserve">: String </w:t>
      </w:r>
      <w:r>
        <w:rPr>
          <w:rStyle w:val="CharBold"/>
          <w:rFonts w:eastAsia="Times New Roman"/>
        </w:rPr>
        <w:t>d</w:t>
      </w:r>
      <w:r w:rsidRPr="006D1923">
        <w:rPr>
          <w:rStyle w:val="CharBold"/>
          <w:rFonts w:eastAsia="Times New Roman"/>
        </w:rPr>
        <w:t xml:space="preserve">ata </w:t>
      </w:r>
      <w:r>
        <w:rPr>
          <w:rStyle w:val="CharBold"/>
          <w:rFonts w:eastAsia="Times New Roman"/>
        </w:rPr>
        <w:t>t</w:t>
      </w:r>
      <w:r w:rsidRPr="006D1923">
        <w:rPr>
          <w:rStyle w:val="CharBold"/>
          <w:rFonts w:eastAsia="Times New Roman"/>
        </w:rPr>
        <w:t>ypes</w:t>
      </w:r>
    </w:p>
    <w:p w14:paraId="2AA977AF" w14:textId="18EB0F48" w:rsidR="00CB0B2E" w:rsidRPr="006D1923" w:rsidRDefault="009C271A" w:rsidP="00064445">
      <w:pPr>
        <w:pStyle w:val="List3"/>
        <w:keepNext/>
        <w:keepLines/>
        <w:rPr>
          <w:rFonts w:eastAsia="Times New Roman"/>
        </w:rPr>
      </w:pPr>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203C97">
        <w:rPr>
          <w:rStyle w:val="SDLattribute"/>
        </w:rPr>
        <w:t>modifier</w:t>
      </w:r>
      <w:r>
        <w:rPr>
          <w:rStyle w:val="SDLkeyword"/>
          <w:rFonts w:eastAsia="Times New Roman"/>
        </w:rPr>
        <w:t>)</w:t>
      </w:r>
      <w:r w:rsidRPr="00C73BB5">
        <w:rPr>
          <w:rFonts w:ascii="Courier New" w:eastAsia="Times New Roman" w:hAnsi="Courier New" w:cs="Courier New"/>
        </w:rPr>
        <w:t>]]</w:t>
      </w:r>
      <w:r w:rsidRPr="006D1923">
        <w:rPr>
          <w:rFonts w:eastAsia="Times New Roman"/>
        </w:rPr>
        <w:t xml:space="preserve"> </w:t>
      </w:r>
      <w:r w:rsidR="00CB0B2E" w:rsidRPr="00282F49">
        <w:rPr>
          <w:rStyle w:val="SDLmetaKeyword"/>
        </w:rPr>
        <w:t>string_</w:t>
      </w:r>
      <w:r w:rsidR="00CB0B2E" w:rsidRPr="006D1923">
        <w:rPr>
          <w:rStyle w:val="SDLmetaKeyword"/>
          <w:rFonts w:eastAsia="Times New Roman"/>
        </w:rPr>
        <w:t xml:space="preserve">type </w:t>
      </w:r>
      <w:r w:rsidR="00CB0B2E" w:rsidRPr="006D1923">
        <w:rPr>
          <w:rStyle w:val="SDLattribute"/>
          <w:rFonts w:eastAsia="Times New Roman"/>
        </w:rPr>
        <w:t>string_</w:t>
      </w:r>
      <w:r w:rsidR="00DB7FEC">
        <w:rPr>
          <w:rStyle w:val="SDLattribute"/>
          <w:rFonts w:eastAsia="Times New Roman"/>
        </w:rPr>
        <w:t>identifier</w:t>
      </w:r>
      <w:r w:rsidR="00DB7FEC" w:rsidRPr="006D1923">
        <w:rPr>
          <w:rStyle w:val="SDLattribute"/>
          <w:rFonts w:eastAsia="Times New Roman"/>
        </w:rPr>
        <w:t xml:space="preserve"> </w:t>
      </w:r>
      <w:r w:rsidR="00CB0B2E" w:rsidRPr="00C73BB5">
        <w:rPr>
          <w:rFonts w:ascii="Courier New" w:eastAsia="Times New Roman" w:hAnsi="Courier New" w:cs="Courier New"/>
        </w:rPr>
        <w:t>[</w:t>
      </w:r>
      <w:r w:rsidR="00CB0B2E" w:rsidRPr="00C73BB5">
        <w:rPr>
          <w:rStyle w:val="SDLattribute"/>
          <w:rFonts w:ascii="Courier New" w:eastAsia="Times New Roman" w:hAnsi="Courier New" w:cs="Courier New"/>
          <w:b/>
          <w:bCs/>
          <w:i w:val="0"/>
          <w:iCs w:val="0"/>
        </w:rPr>
        <w:t>=</w:t>
      </w:r>
      <w:r w:rsidR="00B6326C" w:rsidRPr="00C73BB5">
        <w:rPr>
          <w:rStyle w:val="SDLattribute"/>
          <w:rFonts w:eastAsia="Times New Roman" w:cs="Courier New"/>
          <w:i w:val="0"/>
          <w:iCs w:val="0"/>
        </w:rPr>
        <w:t xml:space="preserve"> </w:t>
      </w:r>
      <w:r w:rsidR="00B6326C" w:rsidRPr="000640E1">
        <w:rPr>
          <w:rFonts w:ascii="Courier New" w:eastAsia="Times New Roman" w:hAnsi="Courier New" w:cs="Courier New"/>
        </w:rPr>
        <w:t>[</w:t>
      </w:r>
      <w:r w:rsidR="00211C24" w:rsidRPr="00C73BB5">
        <w:rPr>
          <w:rFonts w:ascii="Courier New" w:eastAsia="Times New Roman" w:hAnsi="Courier New" w:cs="Courier New"/>
          <w:b/>
          <w:bCs/>
        </w:rPr>
        <w:t>u</w:t>
      </w:r>
      <w:r w:rsidR="00211C24" w:rsidRPr="00C73BB5">
        <w:rPr>
          <w:rFonts w:ascii="Courier New" w:eastAsia="Times New Roman" w:hAnsi="Courier New" w:cs="Courier New"/>
        </w:rPr>
        <w:t>|</w:t>
      </w:r>
      <w:r w:rsidR="00211C24" w:rsidRPr="00C73BB5">
        <w:rPr>
          <w:rFonts w:ascii="Courier New" w:eastAsia="Times New Roman" w:hAnsi="Courier New" w:cs="Courier New"/>
          <w:b/>
          <w:bCs/>
        </w:rPr>
        <w:t>u8</w:t>
      </w:r>
      <w:r w:rsidR="00B6326C" w:rsidRPr="000640E1">
        <w:rPr>
          <w:rFonts w:ascii="Courier New" w:eastAsia="Times New Roman" w:hAnsi="Courier New" w:cs="Courier New"/>
        </w:rPr>
        <w:t>]</w:t>
      </w:r>
      <w:r w:rsidR="00B6326C" w:rsidRPr="00C73BB5">
        <w:rPr>
          <w:rStyle w:val="SDLattribute"/>
          <w:rFonts w:ascii="Courier New" w:eastAsia="Times New Roman" w:hAnsi="Courier New" w:cs="Courier New"/>
          <w:b/>
          <w:bCs/>
          <w:i w:val="0"/>
          <w:iCs w:val="0"/>
        </w:rPr>
        <w:t>"</w:t>
      </w:r>
      <w:r w:rsidR="00CB0B2E">
        <w:rPr>
          <w:rStyle w:val="SDLattribute"/>
          <w:rFonts w:eastAsia="Times New Roman"/>
        </w:rPr>
        <w:t>string</w:t>
      </w:r>
      <w:r w:rsidR="00F66055">
        <w:rPr>
          <w:rStyle w:val="SDLattribute"/>
          <w:rFonts w:eastAsia="Times New Roman"/>
        </w:rPr>
        <w:t>_</w:t>
      </w:r>
      <w:r w:rsidR="00CB0B2E" w:rsidRPr="006D1923">
        <w:rPr>
          <w:rStyle w:val="SDLattribute"/>
          <w:rFonts w:eastAsia="Times New Roman"/>
        </w:rPr>
        <w:t>value</w:t>
      </w:r>
      <w:r w:rsidR="00B6326C" w:rsidRPr="00C73BB5">
        <w:rPr>
          <w:rStyle w:val="SDLattribute"/>
          <w:rFonts w:ascii="Courier New" w:eastAsia="Times New Roman" w:hAnsi="Courier New" w:cs="Courier New"/>
          <w:b/>
          <w:bCs/>
          <w:i w:val="0"/>
          <w:iCs w:val="0"/>
        </w:rPr>
        <w:t>"</w:t>
      </w:r>
      <w:r w:rsidR="00CB0B2E" w:rsidRPr="00C73BB5">
        <w:rPr>
          <w:rFonts w:ascii="Courier New" w:eastAsia="Times New Roman" w:hAnsi="Courier New" w:cs="Courier New"/>
        </w:rPr>
        <w:t>]</w:t>
      </w:r>
      <w:r w:rsidR="00CB0B2E" w:rsidRPr="00C73BB5">
        <w:rPr>
          <w:rFonts w:ascii="Courier New" w:eastAsia="Times New Roman" w:hAnsi="Courier New" w:cs="Courier New"/>
          <w:b/>
          <w:bCs/>
        </w:rPr>
        <w:t>;</w:t>
      </w:r>
    </w:p>
    <w:p w14:paraId="567B5627" w14:textId="77777777" w:rsidR="00F11986" w:rsidRDefault="00F11986" w:rsidP="00F11986">
      <w:pPr>
        <w:pStyle w:val="BodyText"/>
        <w:spacing w:after="220" w:line="240" w:lineRule="auto"/>
        <w:rPr>
          <w:highlight w:val="yellow"/>
        </w:rPr>
      </w:pPr>
      <w:r w:rsidRPr="00626302">
        <w:rPr>
          <w:highlight w:val="yellow"/>
        </w:rPr>
        <w:t xml:space="preserve">[Editor’s note: </w:t>
      </w:r>
      <w:r>
        <w:rPr>
          <w:highlight w:val="yellow"/>
        </w:rPr>
        <w:t>single quote is extensively used in existing standards, either switch from double to single or support both]</w:t>
      </w:r>
    </w:p>
    <w:p w14:paraId="566B6F4B" w14:textId="4970B458" w:rsidR="00E43C38" w:rsidRPr="00626302" w:rsidRDefault="00E43C38" w:rsidP="00F11986">
      <w:pPr>
        <w:pStyle w:val="BodyText"/>
        <w:spacing w:after="220" w:line="240" w:lineRule="auto"/>
        <w:rPr>
          <w:highlight w:val="yellow"/>
        </w:rPr>
      </w:pPr>
      <w:r>
        <w:rPr>
          <w:highlight w:val="yellow"/>
        </w:rPr>
        <w:t xml:space="preserve">[Editor’s note: should </w:t>
      </w:r>
      <w:r w:rsidRPr="00E56598">
        <w:rPr>
          <w:rFonts w:ascii="Courier New" w:hAnsi="Courier New" w:cs="Courier New"/>
          <w:b/>
          <w:bCs/>
          <w:highlight w:val="yellow"/>
        </w:rPr>
        <w:t>const</w:t>
      </w:r>
      <w:r>
        <w:rPr>
          <w:highlight w:val="yellow"/>
        </w:rPr>
        <w:t xml:space="preserve"> be supported for string types?</w:t>
      </w:r>
      <w:r w:rsidR="00C61358">
        <w:rPr>
          <w:highlight w:val="yellow"/>
        </w:rPr>
        <w:t xml:space="preserve"> How can strings be mutated?</w:t>
      </w:r>
      <w:r>
        <w:rPr>
          <w:highlight w:val="yellow"/>
        </w:rPr>
        <w:t>]</w:t>
      </w:r>
    </w:p>
    <w:p w14:paraId="3D71420E" w14:textId="77777777" w:rsidR="00CB0B2E" w:rsidRPr="00282F49" w:rsidRDefault="00CB0B2E" w:rsidP="00C472DC">
      <w:pPr>
        <w:pStyle w:val="BodyText"/>
        <w:pBdr>
          <w:top w:val="single" w:sz="6" w:space="0" w:color="auto"/>
        </w:pBdr>
        <w:rPr>
          <w:rFonts w:eastAsia="Times New Roman"/>
          <w:lang w:eastAsia="ko-KR"/>
        </w:rPr>
      </w:pPr>
    </w:p>
    <w:p w14:paraId="38C665FA" w14:textId="3645F80B" w:rsidR="005604F1" w:rsidRPr="006F7F3E" w:rsidRDefault="00915888" w:rsidP="00E56598">
      <w:pPr>
        <w:pStyle w:val="ExampleText"/>
        <w:rPr>
          <w:rFonts w:eastAsia="Times New Roman"/>
        </w:rPr>
      </w:pPr>
      <w:r w:rsidRPr="00282F49">
        <w:rPr>
          <w:rFonts w:ascii="Cambria" w:eastAsia="Times New Roman" w:hAnsi="Cambria"/>
          <w:sz w:val="22"/>
          <w:szCs w:val="22"/>
          <w:lang w:val="en-GB"/>
        </w:rPr>
        <w:t xml:space="preserve">The </w:t>
      </w:r>
      <w:r w:rsidRPr="00C73BB5">
        <w:rPr>
          <w:rStyle w:val="SDLmetaKeyword"/>
          <w:sz w:val="22"/>
          <w:szCs w:val="22"/>
        </w:rPr>
        <w:t>string_type</w:t>
      </w:r>
      <w:r w:rsidRPr="00282F49">
        <w:rPr>
          <w:rFonts w:ascii="Cambria" w:eastAsia="Times New Roman" w:hAnsi="Cambria"/>
          <w:sz w:val="22"/>
          <w:szCs w:val="22"/>
          <w:lang w:val="en-GB"/>
        </w:rPr>
        <w:t xml:space="preserve"> may be any of the following: </w:t>
      </w:r>
      <w:r w:rsidR="00E01208" w:rsidRPr="00C73BB5">
        <w:rPr>
          <w:rStyle w:val="SDLkeyword"/>
          <w:sz w:val="22"/>
          <w:szCs w:val="22"/>
        </w:rPr>
        <w:t>utf8string</w:t>
      </w:r>
      <w:r w:rsidR="00E01208" w:rsidRPr="00282F49">
        <w:rPr>
          <w:rFonts w:ascii="Cambria" w:eastAsia="Times New Roman" w:hAnsi="Cambria"/>
          <w:sz w:val="22"/>
          <w:szCs w:val="22"/>
          <w:lang w:val="en-GB"/>
        </w:rPr>
        <w:t xml:space="preserve">, </w:t>
      </w:r>
      <w:r w:rsidR="00E01208" w:rsidRPr="00C73BB5">
        <w:rPr>
          <w:rStyle w:val="SDLkeyword"/>
          <w:sz w:val="22"/>
          <w:szCs w:val="22"/>
        </w:rPr>
        <w:t>utfstring</w:t>
      </w:r>
      <w:r w:rsidR="00E01208" w:rsidRPr="00282F49">
        <w:rPr>
          <w:rFonts w:ascii="Cambria" w:eastAsia="Times New Roman" w:hAnsi="Cambria"/>
          <w:sz w:val="22"/>
          <w:szCs w:val="22"/>
          <w:lang w:val="en-GB"/>
        </w:rPr>
        <w:t xml:space="preserve">, </w:t>
      </w:r>
      <w:r w:rsidR="00E01208" w:rsidRPr="00C73BB5">
        <w:rPr>
          <w:rStyle w:val="SDLkeyword"/>
          <w:sz w:val="22"/>
          <w:szCs w:val="22"/>
        </w:rPr>
        <w:t>utf8list</w:t>
      </w:r>
      <w:r w:rsidR="00E01208" w:rsidRPr="00282F49">
        <w:rPr>
          <w:rFonts w:ascii="Cambria" w:eastAsia="Times New Roman" w:hAnsi="Cambria"/>
          <w:sz w:val="22"/>
          <w:szCs w:val="22"/>
          <w:lang w:val="en-GB"/>
        </w:rPr>
        <w:t xml:space="preserve">, </w:t>
      </w:r>
      <w:r w:rsidR="00E01208" w:rsidRPr="00C73BB5">
        <w:rPr>
          <w:rStyle w:val="SDLkeyword"/>
          <w:sz w:val="22"/>
          <w:szCs w:val="22"/>
        </w:rPr>
        <w:t>base64string</w:t>
      </w:r>
      <w:r w:rsidR="00E01208" w:rsidRPr="00906942">
        <w:rPr>
          <w:rFonts w:ascii="Cambria" w:eastAsia="Times New Roman" w:hAnsi="Cambria"/>
          <w:sz w:val="22"/>
          <w:szCs w:val="22"/>
          <w:lang w:val="en-GB"/>
        </w:rPr>
        <w:t>.</w:t>
      </w:r>
      <w:r w:rsidR="00B42A35" w:rsidRPr="00282F49">
        <w:rPr>
          <w:rFonts w:ascii="Cambria" w:eastAsia="Times New Roman" w:hAnsi="Cambria"/>
          <w:sz w:val="22"/>
          <w:szCs w:val="22"/>
          <w:lang w:val="en-GB"/>
        </w:rPr>
        <w:t xml:space="preserve"> </w:t>
      </w:r>
      <w:r w:rsidR="00E01208" w:rsidRPr="00282F49">
        <w:rPr>
          <w:rFonts w:ascii="Cambria" w:eastAsia="Times New Roman" w:hAnsi="Cambria"/>
          <w:sz w:val="22"/>
          <w:szCs w:val="22"/>
          <w:lang w:val="en-GB"/>
        </w:rPr>
        <w:t>The format of those string types</w:t>
      </w:r>
      <w:r w:rsidR="009110A1" w:rsidRPr="00282F49">
        <w:rPr>
          <w:rFonts w:ascii="Cambria" w:eastAsia="Times New Roman" w:hAnsi="Cambria"/>
          <w:sz w:val="22"/>
          <w:szCs w:val="22"/>
          <w:lang w:val="en-GB"/>
        </w:rPr>
        <w:t xml:space="preserve"> is define</w:t>
      </w:r>
      <w:r w:rsidR="006D4E99">
        <w:rPr>
          <w:rFonts w:ascii="Cambria" w:eastAsia="Times New Roman" w:hAnsi="Cambria"/>
          <w:sz w:val="22"/>
          <w:szCs w:val="22"/>
          <w:lang w:val="en-GB"/>
        </w:rPr>
        <w:t>d</w:t>
      </w:r>
      <w:r w:rsidR="009110A1" w:rsidRPr="00282F49">
        <w:rPr>
          <w:rFonts w:ascii="Cambria" w:eastAsia="Times New Roman" w:hAnsi="Cambria"/>
          <w:sz w:val="22"/>
          <w:szCs w:val="22"/>
          <w:lang w:val="en-GB"/>
        </w:rPr>
        <w:t xml:space="preserve"> in </w:t>
      </w:r>
      <w:r w:rsidR="00346B70">
        <w:rPr>
          <w:rFonts w:ascii="Cambria" w:eastAsia="Times New Roman" w:hAnsi="Cambria"/>
          <w:sz w:val="22"/>
          <w:szCs w:val="22"/>
          <w:lang w:val="en-GB"/>
        </w:rPr>
        <w:fldChar w:fldCharType="begin"/>
      </w:r>
      <w:r w:rsidR="00346B70">
        <w:rPr>
          <w:rFonts w:ascii="Cambria" w:eastAsia="Times New Roman" w:hAnsi="Cambria"/>
          <w:sz w:val="22"/>
          <w:szCs w:val="22"/>
          <w:lang w:val="en-GB"/>
        </w:rPr>
        <w:instrText xml:space="preserve"> REF _Ref120117542 \r \h </w:instrText>
      </w:r>
      <w:r w:rsidR="00346B70">
        <w:rPr>
          <w:rFonts w:ascii="Cambria" w:eastAsia="Times New Roman" w:hAnsi="Cambria"/>
          <w:sz w:val="22"/>
          <w:szCs w:val="22"/>
          <w:lang w:val="en-GB"/>
        </w:rPr>
      </w:r>
      <w:r w:rsidR="00346B70">
        <w:rPr>
          <w:rFonts w:ascii="Cambria" w:eastAsia="Times New Roman" w:hAnsi="Cambria"/>
          <w:sz w:val="22"/>
          <w:szCs w:val="22"/>
          <w:lang w:val="en-GB"/>
        </w:rPr>
        <w:fldChar w:fldCharType="separate"/>
      </w:r>
      <w:r w:rsidR="000F3D09">
        <w:rPr>
          <w:rFonts w:ascii="Cambria" w:eastAsia="Times New Roman" w:hAnsi="Cambria"/>
          <w:sz w:val="22"/>
          <w:szCs w:val="22"/>
          <w:lang w:val="en-GB"/>
        </w:rPr>
        <w:t>Table 1 —</w:t>
      </w:r>
      <w:r w:rsidR="00346B70">
        <w:rPr>
          <w:rFonts w:ascii="Cambria" w:eastAsia="Times New Roman" w:hAnsi="Cambria"/>
          <w:sz w:val="22"/>
          <w:szCs w:val="22"/>
          <w:lang w:val="en-GB"/>
        </w:rPr>
        <w:fldChar w:fldCharType="end"/>
      </w:r>
      <w:r w:rsidR="009110A1" w:rsidRPr="00282F49">
        <w:rPr>
          <w:rFonts w:ascii="Cambria" w:eastAsia="Times New Roman" w:hAnsi="Cambria"/>
          <w:sz w:val="22"/>
          <w:szCs w:val="22"/>
          <w:lang w:val="en-GB"/>
        </w:rPr>
        <w:t>.</w:t>
      </w:r>
      <w:r w:rsidR="00F00C57" w:rsidRPr="00282F49">
        <w:rPr>
          <w:rFonts w:ascii="Cambria" w:eastAsia="Times New Roman" w:hAnsi="Cambria"/>
          <w:sz w:val="22"/>
          <w:szCs w:val="22"/>
          <w:lang w:val="en-GB"/>
        </w:rPr>
        <w:t xml:space="preserve"> In these definitions, null-terminated means that the last character of a string is Unicode NUL, and hence an empty string is represented by a single Unicode NUL. Some fields using these types may restrict the characters permitted.</w:t>
      </w:r>
      <w:r w:rsidR="00B749A4">
        <w:rPr>
          <w:rFonts w:ascii="Cambria" w:eastAsia="Times New Roman" w:hAnsi="Cambria"/>
          <w:sz w:val="22"/>
          <w:szCs w:val="22"/>
          <w:lang w:val="en-GB"/>
        </w:rPr>
        <w:t xml:space="preserve"> </w:t>
      </w:r>
      <w:r w:rsidR="00B749A4" w:rsidRPr="00F84023">
        <w:rPr>
          <w:rFonts w:ascii="Cambria" w:eastAsia="Times New Roman" w:hAnsi="Cambria"/>
          <w:sz w:val="22"/>
          <w:szCs w:val="22"/>
          <w:lang w:val="en-GB"/>
        </w:rPr>
        <w:t xml:space="preserve">In addition, space-separated means that a SPACE character whose Unicode is U+0020 is used as string separator. In a </w:t>
      </w:r>
      <w:r w:rsidR="00B749A4" w:rsidRPr="00F84023">
        <w:rPr>
          <w:rFonts w:ascii="Courier New" w:eastAsia="Times New Roman" w:hAnsi="Courier New" w:cs="Courier New"/>
          <w:b/>
          <w:bCs/>
          <w:sz w:val="22"/>
          <w:szCs w:val="22"/>
          <w:lang w:val="en-GB"/>
        </w:rPr>
        <w:t>utf8list</w:t>
      </w:r>
      <w:r w:rsidR="00B749A4" w:rsidRPr="00F84023">
        <w:rPr>
          <w:rFonts w:ascii="Cambria" w:eastAsia="Times New Roman" w:hAnsi="Cambria"/>
          <w:sz w:val="22"/>
          <w:szCs w:val="22"/>
          <w:lang w:val="en-GB"/>
        </w:rPr>
        <w:t xml:space="preserve"> string, there shall not be any leading or trailing space character nor two consecutive space characters.</w:t>
      </w:r>
    </w:p>
    <w:p w14:paraId="2BB46A36" w14:textId="74DE399B" w:rsidR="005604F1" w:rsidRPr="00282F49" w:rsidRDefault="00ED16F2" w:rsidP="00E56598">
      <w:pPr>
        <w:pStyle w:val="BodyText"/>
        <w:rPr>
          <w:rFonts w:eastAsia="Times New Roman"/>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definition as in</w:t>
      </w:r>
      <w:r>
        <w:t xml:space="preserve"> subclause </w:t>
      </w:r>
      <w:r>
        <w:fldChar w:fldCharType="begin"/>
      </w:r>
      <w:r>
        <w:instrText xml:space="preserve"> REF _Ref128486809 \r \h </w:instrText>
      </w:r>
      <w:r>
        <w:fldChar w:fldCharType="separate"/>
      </w:r>
      <w:r>
        <w:t>6.2.1</w:t>
      </w:r>
      <w:r>
        <w:fldChar w:fldCharType="end"/>
      </w:r>
      <w:r>
        <w:t>.</w:t>
      </w:r>
    </w:p>
    <w:p w14:paraId="714AC0CA" w14:textId="1CF42F33" w:rsidR="00BE7481" w:rsidRPr="00282F49" w:rsidRDefault="00BE7481" w:rsidP="00282F49">
      <w:pPr>
        <w:pStyle w:val="Tabletitle"/>
        <w:rPr>
          <w:b w:val="0"/>
          <w:bCs w:val="0"/>
          <w:lang w:val="en-GB"/>
        </w:rPr>
      </w:pPr>
      <w:bookmarkStart w:id="111" w:name="_Ref120117542"/>
      <w:r w:rsidRPr="00282F49">
        <w:rPr>
          <w:lang w:val="en-GB"/>
        </w:rPr>
        <w:t>String data type definitions</w:t>
      </w:r>
      <w:bookmarkEnd w:id="1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7940"/>
      </w:tblGrid>
      <w:tr w:rsidR="009110A1" w:rsidRPr="006D1923" w14:paraId="5589D565" w14:textId="77777777" w:rsidTr="00C472DC">
        <w:trPr>
          <w:cantSplit/>
        </w:trPr>
        <w:tc>
          <w:tcPr>
            <w:tcW w:w="1801" w:type="dxa"/>
            <w:shd w:val="clear" w:color="auto" w:fill="auto"/>
          </w:tcPr>
          <w:p w14:paraId="620B59FF" w14:textId="0CB5F01C" w:rsidR="009110A1" w:rsidRPr="006D1923" w:rsidRDefault="00DB7FEC" w:rsidP="00C472DC">
            <w:pPr>
              <w:keepNext/>
              <w:spacing w:before="120"/>
              <w:jc w:val="center"/>
              <w:rPr>
                <w:b/>
              </w:rPr>
            </w:pPr>
            <w:r w:rsidRPr="00C73BB5">
              <w:rPr>
                <w:rStyle w:val="SDLmetaKeyword"/>
              </w:rPr>
              <w:t>string_type</w:t>
            </w:r>
          </w:p>
        </w:tc>
        <w:tc>
          <w:tcPr>
            <w:tcW w:w="7940" w:type="dxa"/>
            <w:shd w:val="clear" w:color="auto" w:fill="auto"/>
          </w:tcPr>
          <w:p w14:paraId="688871FD" w14:textId="4AFD675A" w:rsidR="009110A1" w:rsidRPr="006D1923" w:rsidRDefault="009110A1" w:rsidP="00C472DC">
            <w:pPr>
              <w:keepNext/>
              <w:spacing w:before="120"/>
              <w:jc w:val="center"/>
              <w:rPr>
                <w:b/>
              </w:rPr>
            </w:pPr>
            <w:r w:rsidRPr="006D1923">
              <w:rPr>
                <w:b/>
              </w:rPr>
              <w:t>Format</w:t>
            </w:r>
          </w:p>
        </w:tc>
      </w:tr>
      <w:tr w:rsidR="009110A1" w:rsidRPr="006D1923" w14:paraId="07AFBBED" w14:textId="77777777" w:rsidTr="00C472DC">
        <w:trPr>
          <w:cantSplit/>
        </w:trPr>
        <w:tc>
          <w:tcPr>
            <w:tcW w:w="1801" w:type="dxa"/>
            <w:shd w:val="clear" w:color="auto" w:fill="auto"/>
            <w:vAlign w:val="center"/>
          </w:tcPr>
          <w:p w14:paraId="23CC5F68" w14:textId="77777777" w:rsidR="009110A1" w:rsidRPr="00C73BB5" w:rsidRDefault="009110A1" w:rsidP="00C472DC">
            <w:pPr>
              <w:pStyle w:val="ExampleText"/>
              <w:spacing w:before="120" w:after="120"/>
              <w:jc w:val="center"/>
              <w:rPr>
                <w:rStyle w:val="SDLkeyword"/>
                <w:sz w:val="22"/>
                <w:szCs w:val="22"/>
              </w:rPr>
            </w:pPr>
            <w:r w:rsidRPr="00C73BB5">
              <w:rPr>
                <w:rStyle w:val="SDLkeyword"/>
                <w:sz w:val="22"/>
                <w:szCs w:val="22"/>
              </w:rPr>
              <w:t>utf8string</w:t>
            </w:r>
          </w:p>
        </w:tc>
        <w:tc>
          <w:tcPr>
            <w:tcW w:w="7940" w:type="dxa"/>
            <w:shd w:val="clear" w:color="auto" w:fill="auto"/>
          </w:tcPr>
          <w:p w14:paraId="7274D8D8" w14:textId="1647495F" w:rsidR="009110A1" w:rsidRPr="006D1923" w:rsidRDefault="009110A1" w:rsidP="00C472DC">
            <w:pPr>
              <w:keepNext/>
              <w:spacing w:before="120"/>
            </w:pPr>
            <w:r w:rsidRPr="006D1923">
              <w:t>UTF-8 string as defined in</w:t>
            </w:r>
            <w:r w:rsidR="00FC3C84">
              <w:t xml:space="preserve"> </w:t>
            </w:r>
            <w:r w:rsidR="00FC3C84" w:rsidRPr="00FC3C84">
              <w:t>RFC 3629</w:t>
            </w:r>
            <w:r w:rsidRPr="006D1923">
              <w:t>, null-terminated.</w:t>
            </w:r>
          </w:p>
        </w:tc>
      </w:tr>
      <w:tr w:rsidR="009110A1" w:rsidRPr="006D1923" w14:paraId="3A13CE9C" w14:textId="77777777" w:rsidTr="00C472DC">
        <w:trPr>
          <w:cantSplit/>
        </w:trPr>
        <w:tc>
          <w:tcPr>
            <w:tcW w:w="1801" w:type="dxa"/>
            <w:shd w:val="clear" w:color="auto" w:fill="auto"/>
            <w:vAlign w:val="center"/>
          </w:tcPr>
          <w:p w14:paraId="7BC92479" w14:textId="77777777" w:rsidR="009110A1" w:rsidRPr="00C73BB5" w:rsidRDefault="009110A1" w:rsidP="00C472DC">
            <w:pPr>
              <w:pStyle w:val="ExampleText"/>
              <w:spacing w:before="120" w:after="120"/>
              <w:jc w:val="center"/>
              <w:rPr>
                <w:rStyle w:val="SDLkeyword"/>
                <w:sz w:val="22"/>
                <w:szCs w:val="22"/>
              </w:rPr>
            </w:pPr>
            <w:r w:rsidRPr="00C73BB5">
              <w:rPr>
                <w:rStyle w:val="SDLkeyword"/>
                <w:sz w:val="22"/>
                <w:szCs w:val="22"/>
              </w:rPr>
              <w:t>utfstring</w:t>
            </w:r>
          </w:p>
        </w:tc>
        <w:tc>
          <w:tcPr>
            <w:tcW w:w="7940" w:type="dxa"/>
            <w:shd w:val="clear" w:color="auto" w:fill="auto"/>
          </w:tcPr>
          <w:p w14:paraId="6E892AB1" w14:textId="77777777" w:rsidR="009110A1" w:rsidRPr="006D1923" w:rsidRDefault="009110A1" w:rsidP="00C472DC">
            <w:pPr>
              <w:keepNext/>
              <w:spacing w:before="120"/>
            </w:pPr>
            <w:r w:rsidRPr="006D1923">
              <w:t>null-terminated string encoded using either UTF-8 or UTF-16.</w:t>
            </w:r>
          </w:p>
          <w:p w14:paraId="1F37C881" w14:textId="77777777" w:rsidR="009110A1" w:rsidRPr="006D1923" w:rsidRDefault="009110A1" w:rsidP="00C472DC">
            <w:pPr>
              <w:keepNext/>
              <w:spacing w:before="120"/>
            </w:pPr>
            <w:r w:rsidRPr="006D1923">
              <w:t>If UTF-16 is used, the sequence of bytes shall start with a byte order mark (BOM) and the null termination shall be 2 bytes set to 0.</w:t>
            </w:r>
          </w:p>
        </w:tc>
      </w:tr>
      <w:tr w:rsidR="009110A1" w:rsidRPr="006D1923" w14:paraId="7A773737" w14:textId="77777777" w:rsidTr="00C472DC">
        <w:trPr>
          <w:cantSplit/>
        </w:trPr>
        <w:tc>
          <w:tcPr>
            <w:tcW w:w="1801" w:type="dxa"/>
            <w:shd w:val="clear" w:color="auto" w:fill="auto"/>
            <w:vAlign w:val="center"/>
          </w:tcPr>
          <w:p w14:paraId="24EA1708" w14:textId="77777777" w:rsidR="009110A1" w:rsidRPr="00C73BB5" w:rsidRDefault="009110A1" w:rsidP="00C472DC">
            <w:pPr>
              <w:pStyle w:val="ExampleText"/>
              <w:spacing w:before="120" w:after="120"/>
              <w:jc w:val="center"/>
              <w:rPr>
                <w:rStyle w:val="SDLkeyword"/>
                <w:sz w:val="22"/>
                <w:szCs w:val="22"/>
              </w:rPr>
            </w:pPr>
            <w:bookmarkStart w:id="112" w:name="_Hlk108805483"/>
            <w:r w:rsidRPr="00C73BB5">
              <w:rPr>
                <w:rStyle w:val="SDLkeyword"/>
                <w:sz w:val="22"/>
                <w:szCs w:val="22"/>
              </w:rPr>
              <w:t>utf8list</w:t>
            </w:r>
            <w:bookmarkEnd w:id="112"/>
          </w:p>
        </w:tc>
        <w:tc>
          <w:tcPr>
            <w:tcW w:w="7940" w:type="dxa"/>
            <w:shd w:val="clear" w:color="auto" w:fill="auto"/>
          </w:tcPr>
          <w:p w14:paraId="43825803" w14:textId="77777777" w:rsidR="009110A1" w:rsidRPr="006D1923" w:rsidRDefault="009110A1" w:rsidP="00C472DC">
            <w:pPr>
              <w:keepNext/>
              <w:spacing w:before="120"/>
            </w:pPr>
            <w:r w:rsidRPr="006D1923">
              <w:t>null-terminated list of space-separated UTF-8 strings</w:t>
            </w:r>
          </w:p>
        </w:tc>
      </w:tr>
      <w:tr w:rsidR="009110A1" w:rsidRPr="006D1923" w14:paraId="04FB0F04" w14:textId="77777777" w:rsidTr="00C472DC">
        <w:trPr>
          <w:cantSplit/>
        </w:trPr>
        <w:tc>
          <w:tcPr>
            <w:tcW w:w="1801" w:type="dxa"/>
            <w:shd w:val="clear" w:color="auto" w:fill="auto"/>
            <w:vAlign w:val="center"/>
          </w:tcPr>
          <w:p w14:paraId="4A8E27CD" w14:textId="77777777" w:rsidR="009110A1" w:rsidRPr="00C73BB5" w:rsidRDefault="009110A1" w:rsidP="00C472DC">
            <w:pPr>
              <w:pStyle w:val="ExampleText"/>
              <w:spacing w:before="120" w:after="120"/>
              <w:jc w:val="center"/>
              <w:rPr>
                <w:rStyle w:val="SDLkeyword"/>
                <w:sz w:val="22"/>
                <w:szCs w:val="22"/>
              </w:rPr>
            </w:pPr>
            <w:r w:rsidRPr="00C73BB5">
              <w:rPr>
                <w:rStyle w:val="SDLkeyword"/>
                <w:sz w:val="22"/>
                <w:szCs w:val="22"/>
              </w:rPr>
              <w:t>base64string</w:t>
            </w:r>
          </w:p>
        </w:tc>
        <w:tc>
          <w:tcPr>
            <w:tcW w:w="7940" w:type="dxa"/>
            <w:shd w:val="clear" w:color="auto" w:fill="auto"/>
          </w:tcPr>
          <w:p w14:paraId="4A99AFD3" w14:textId="6E29174F" w:rsidR="009110A1" w:rsidRPr="006D1923" w:rsidRDefault="009110A1" w:rsidP="00C472DC">
            <w:pPr>
              <w:keepNext/>
              <w:spacing w:before="120"/>
            </w:pPr>
            <w:r w:rsidRPr="006D1923">
              <w:t xml:space="preserve">null-terminated </w:t>
            </w:r>
            <w:r w:rsidR="00BB1BDE">
              <w:t xml:space="preserve">compliant </w:t>
            </w:r>
            <w:r w:rsidRPr="006D1923">
              <w:t>base64 encoded data</w:t>
            </w:r>
            <w:r w:rsidR="00BB1BDE">
              <w:t xml:space="preserve"> as defined in clause 4 of RFC 4648</w:t>
            </w:r>
          </w:p>
        </w:tc>
      </w:tr>
    </w:tbl>
    <w:p w14:paraId="28BE923E" w14:textId="550FCF9B" w:rsidR="00915888" w:rsidRPr="00282F49" w:rsidRDefault="00915888" w:rsidP="00E01208">
      <w:pPr>
        <w:pStyle w:val="ExampleText"/>
        <w:rPr>
          <w:rFonts w:ascii="Cambria" w:eastAsia="Times New Roman" w:hAnsi="Cambria" w:cs="Times New Roman"/>
          <w:sz w:val="22"/>
          <w:szCs w:val="22"/>
          <w:lang w:val="en-GB"/>
        </w:rPr>
      </w:pPr>
    </w:p>
    <w:p w14:paraId="61D8A020" w14:textId="73D0E46F" w:rsidR="00004359" w:rsidRPr="00F84023" w:rsidRDefault="00004359" w:rsidP="00EF665B">
      <w:pPr>
        <w:pStyle w:val="Example"/>
      </w:pPr>
      <w:r w:rsidRPr="00F84023">
        <w:t xml:space="preserve">EXAMPLE </w:t>
      </w:r>
      <w:r w:rsidRPr="00F84023">
        <w:sym w:font="Symbol" w:char="F0BE"/>
      </w:r>
    </w:p>
    <w:p w14:paraId="3F29DE09" w14:textId="5CFD3D59" w:rsidR="00004359" w:rsidRPr="00282F49" w:rsidRDefault="00F262E8" w:rsidP="00C472DC">
      <w:pPr>
        <w:pStyle w:val="Code"/>
      </w:pPr>
      <w:r>
        <w:lastRenderedPageBreak/>
        <w:t xml:space="preserve">aligned(8) </w:t>
      </w:r>
      <w:r w:rsidR="00004359" w:rsidRPr="00282F49">
        <w:t xml:space="preserve">utf8string </w:t>
      </w:r>
      <w:r w:rsidR="000661CD" w:rsidRPr="00282F49">
        <w:t>message;</w:t>
      </w:r>
    </w:p>
    <w:p w14:paraId="52E54D60" w14:textId="5F6A4518" w:rsidR="001555A9" w:rsidRDefault="001439C6" w:rsidP="00C472DC">
      <w:pPr>
        <w:pStyle w:val="Code"/>
      </w:pPr>
      <w:r w:rsidRPr="00282F49">
        <w:t>base64string</w:t>
      </w:r>
      <w:r w:rsidR="00CC4E3C" w:rsidRPr="00282F49">
        <w:t xml:space="preserve"> encoded_data;</w:t>
      </w:r>
    </w:p>
    <w:p w14:paraId="45F59150" w14:textId="77777777" w:rsidR="00566CB1" w:rsidRDefault="00566CB1" w:rsidP="00C472DC">
      <w:pPr>
        <w:pStyle w:val="Code"/>
      </w:pPr>
    </w:p>
    <w:p w14:paraId="35E826D9" w14:textId="54B4733A" w:rsidR="00566CB1" w:rsidRDefault="000D7CE1" w:rsidP="00F84023">
      <w:pPr>
        <w:pStyle w:val="Heading2"/>
      </w:pPr>
      <w:bookmarkStart w:id="113" w:name="_Toc150443127"/>
      <w:r>
        <w:t>String l</w:t>
      </w:r>
      <w:r w:rsidR="00566CB1">
        <w:t>iterals</w:t>
      </w:r>
      <w:bookmarkEnd w:id="113"/>
    </w:p>
    <w:p w14:paraId="39D78B9C" w14:textId="479B4A8E" w:rsidR="002449DF" w:rsidRDefault="00033DA8" w:rsidP="002449DF">
      <w:pPr>
        <w:pStyle w:val="BodyText"/>
      </w:pPr>
      <w:r w:rsidRPr="00282F49">
        <w:rPr>
          <w:rFonts w:eastAsia="Times New Roman"/>
        </w:rPr>
        <w:t xml:space="preserve">The </w:t>
      </w:r>
      <w:r w:rsidRPr="003E2B2D">
        <w:rPr>
          <w:rFonts w:eastAsia="Times New Roman"/>
          <w:i/>
          <w:iCs/>
        </w:rPr>
        <w:t>string</w:t>
      </w:r>
      <w:r>
        <w:rPr>
          <w:rFonts w:eastAsia="Times New Roman"/>
        </w:rPr>
        <w:t>_</w:t>
      </w:r>
      <w:r w:rsidRPr="00282F49">
        <w:rPr>
          <w:rFonts w:eastAsia="Times New Roman"/>
          <w:i/>
          <w:iCs/>
        </w:rPr>
        <w:t>value</w:t>
      </w:r>
      <w:r w:rsidRPr="00282F49">
        <w:rPr>
          <w:rFonts w:eastAsia="Times New Roman"/>
        </w:rPr>
        <w:t xml:space="preserve"> attribute shall represent</w:t>
      </w:r>
      <w:r>
        <w:rPr>
          <w:rFonts w:eastAsia="Times New Roman"/>
        </w:rPr>
        <w:t xml:space="preserve"> a</w:t>
      </w:r>
      <w:r w:rsidRPr="00282F49">
        <w:rPr>
          <w:rFonts w:eastAsia="Times New Roman"/>
        </w:rPr>
        <w:t xml:space="preserve"> string literal as a sequence of characters enclosed in double quotation marks </w:t>
      </w:r>
      <w:r w:rsidR="003411AB" w:rsidRPr="00282F49">
        <w:rPr>
          <w:rFonts w:eastAsia="Times New Roman"/>
        </w:rPr>
        <w:t>(</w:t>
      </w:r>
      <w:r w:rsidR="003411AB" w:rsidRPr="00C73BB5">
        <w:rPr>
          <w:rFonts w:ascii="Courier New" w:eastAsia="Times New Roman" w:hAnsi="Courier New" w:cs="Courier New"/>
          <w:b/>
          <w:bCs/>
        </w:rPr>
        <w:t>"</w:t>
      </w:r>
      <w:r w:rsidR="003411AB">
        <w:rPr>
          <w:rFonts w:eastAsia="Times New Roman"/>
        </w:rPr>
        <w:t xml:space="preserve"> and</w:t>
      </w:r>
      <w:r w:rsidR="003411AB" w:rsidRPr="00282F49">
        <w:rPr>
          <w:rFonts w:eastAsia="Times New Roman"/>
        </w:rPr>
        <w:t xml:space="preserve"> </w:t>
      </w:r>
      <w:r w:rsidR="003411AB" w:rsidRPr="00C73BB5">
        <w:rPr>
          <w:rFonts w:ascii="Courier New" w:eastAsia="Times New Roman" w:hAnsi="Courier New" w:cs="Courier New"/>
          <w:b/>
          <w:bCs/>
        </w:rPr>
        <w:t>"</w:t>
      </w:r>
      <w:r w:rsidR="003411AB" w:rsidRPr="00282F49">
        <w:rPr>
          <w:rFonts w:eastAsia="Times New Roman"/>
        </w:rPr>
        <w:t>)</w:t>
      </w:r>
      <w:r w:rsidR="003411AB">
        <w:rPr>
          <w:rFonts w:eastAsia="Times New Roman"/>
        </w:rPr>
        <w:t xml:space="preserve"> </w:t>
      </w:r>
      <w:r>
        <w:rPr>
          <w:rFonts w:eastAsia="Times New Roman"/>
        </w:rPr>
        <w:t xml:space="preserve">with an allowed </w:t>
      </w:r>
      <w:r w:rsidR="00D2300C" w:rsidRPr="00C73BB5">
        <w:rPr>
          <w:rFonts w:eastAsia="Times New Roman" w:cstheme="minorHAnsi"/>
        </w:rPr>
        <w:t>encoding</w:t>
      </w:r>
      <w:r w:rsidR="00737A17">
        <w:rPr>
          <w:rFonts w:eastAsia="Times New Roman" w:cstheme="minorHAnsi"/>
        </w:rPr>
        <w:t xml:space="preserve"> </w:t>
      </w:r>
      <w:r w:rsidRPr="00C73BB5">
        <w:rPr>
          <w:rFonts w:eastAsia="Times New Roman" w:cstheme="minorHAnsi"/>
        </w:rPr>
        <w:t>prefix</w:t>
      </w:r>
      <w:r w:rsidRPr="00737A17">
        <w:rPr>
          <w:rFonts w:eastAsia="Times New Roman"/>
        </w:rPr>
        <w:t xml:space="preserve">. The </w:t>
      </w:r>
      <w:r w:rsidRPr="00C73BB5">
        <w:rPr>
          <w:rFonts w:eastAsia="Times New Roman" w:cs="Courier New"/>
        </w:rPr>
        <w:t>encoding</w:t>
      </w:r>
      <w:r w:rsidR="00737A17">
        <w:rPr>
          <w:rFonts w:eastAsia="Times New Roman" w:cs="Courier New"/>
        </w:rPr>
        <w:t xml:space="preserve"> </w:t>
      </w:r>
      <w:r w:rsidRPr="00C73BB5">
        <w:rPr>
          <w:rFonts w:eastAsia="Times New Roman" w:cs="Courier New"/>
        </w:rPr>
        <w:t>prefix</w:t>
      </w:r>
      <w:r w:rsidRPr="00737A17">
        <w:rPr>
          <w:rFonts w:eastAsia="Times New Roman"/>
        </w:rPr>
        <w:t xml:space="preserve"> is</w:t>
      </w:r>
      <w:r w:rsidRPr="00282F49">
        <w:rPr>
          <w:rFonts w:eastAsia="Times New Roman"/>
        </w:rPr>
        <w:t xml:space="preserve"> one of the following: </w:t>
      </w:r>
      <w:r w:rsidRPr="00C73BB5">
        <w:rPr>
          <w:rStyle w:val="SDLkeyword"/>
          <w:lang w:val="en-US"/>
        </w:rPr>
        <w:t>u8</w:t>
      </w:r>
      <w:r w:rsidRPr="00282F49">
        <w:rPr>
          <w:rFonts w:eastAsia="Times New Roman"/>
        </w:rPr>
        <w:t xml:space="preserve"> for UTF-8 string literal or </w:t>
      </w:r>
      <w:r w:rsidRPr="00C73BB5">
        <w:rPr>
          <w:rStyle w:val="SDLkeyword"/>
          <w:lang w:val="en-US"/>
        </w:rPr>
        <w:t>u</w:t>
      </w:r>
      <w:r w:rsidRPr="00282F49">
        <w:rPr>
          <w:rFonts w:eastAsia="Times New Roman"/>
          <w:b/>
          <w:bCs/>
        </w:rPr>
        <w:t xml:space="preserve"> </w:t>
      </w:r>
      <w:r w:rsidRPr="00282F49">
        <w:rPr>
          <w:rFonts w:eastAsia="Times New Roman"/>
        </w:rPr>
        <w:t>for UTF-16 string literal.</w:t>
      </w:r>
    </w:p>
    <w:p w14:paraId="51A0FA9F" w14:textId="2B880214" w:rsidR="00FA218B" w:rsidRDefault="00FA218B" w:rsidP="00C472DC">
      <w:pPr>
        <w:pStyle w:val="BodyText"/>
      </w:pPr>
      <w:r>
        <w:t xml:space="preserve">When a string literal is present, the </w:t>
      </w:r>
      <w:r w:rsidR="003E2414" w:rsidRPr="000F4FD6">
        <w:rPr>
          <w:rFonts w:cs="Courier New"/>
        </w:rPr>
        <w:t>encoding</w:t>
      </w:r>
      <w:r w:rsidR="000F4FD6">
        <w:rPr>
          <w:rFonts w:cs="Courier New"/>
        </w:rPr>
        <w:t xml:space="preserve"> </w:t>
      </w:r>
      <w:r w:rsidRPr="000F4FD6">
        <w:rPr>
          <w:rFonts w:cs="Courier New"/>
        </w:rPr>
        <w:t>prefix</w:t>
      </w:r>
      <w:r w:rsidRPr="000F4FD6">
        <w:t xml:space="preserve"> </w:t>
      </w:r>
      <w:r>
        <w:t xml:space="preserve">of the string literal shall be compatible with the </w:t>
      </w:r>
      <w:r w:rsidRPr="00C73BB5">
        <w:rPr>
          <w:rFonts w:ascii="Courier New" w:eastAsia="Times New Roman" w:hAnsi="Courier New" w:cs="Courier New"/>
          <w:b/>
          <w:bCs/>
          <w:i/>
          <w:iCs/>
        </w:rPr>
        <w:t>string_type</w:t>
      </w:r>
      <w:r>
        <w:t xml:space="preserve"> of the variable:</w:t>
      </w:r>
    </w:p>
    <w:p w14:paraId="27BB7E2E" w14:textId="77777777" w:rsidR="00FA218B" w:rsidRDefault="00FA218B" w:rsidP="00FA218B">
      <w:pPr>
        <w:pStyle w:val="ListParagraph"/>
        <w:numPr>
          <w:ilvl w:val="0"/>
          <w:numId w:val="1652"/>
        </w:numPr>
      </w:pPr>
      <w:r>
        <w:t xml:space="preserve">a string literal prefix </w:t>
      </w:r>
      <w:r w:rsidRPr="00C472DC">
        <w:rPr>
          <w:rStyle w:val="SDLkeyword"/>
        </w:rPr>
        <w:t>u8</w:t>
      </w:r>
      <w:r>
        <w:t xml:space="preserve"> with </w:t>
      </w:r>
      <w:r w:rsidRPr="00C472DC">
        <w:rPr>
          <w:rStyle w:val="SDLkeyword"/>
        </w:rPr>
        <w:t>utf8string</w:t>
      </w:r>
      <w:r>
        <w:t xml:space="preserve">, </w:t>
      </w:r>
      <w:r w:rsidRPr="00C472DC">
        <w:rPr>
          <w:rStyle w:val="SDLkeyword"/>
        </w:rPr>
        <w:t>utfstring</w:t>
      </w:r>
      <w:r>
        <w:t xml:space="preserve"> and </w:t>
      </w:r>
      <w:r w:rsidRPr="00C472DC">
        <w:rPr>
          <w:rStyle w:val="SDLkeyword"/>
        </w:rPr>
        <w:t>utf8list</w:t>
      </w:r>
      <w:r>
        <w:t xml:space="preserve"> variables.</w:t>
      </w:r>
    </w:p>
    <w:p w14:paraId="5EE46B13" w14:textId="77777777" w:rsidR="00FA218B" w:rsidRDefault="00FA218B" w:rsidP="00FA218B">
      <w:pPr>
        <w:pStyle w:val="ListParagraph"/>
        <w:numPr>
          <w:ilvl w:val="0"/>
          <w:numId w:val="1652"/>
        </w:numPr>
      </w:pPr>
      <w:r>
        <w:t xml:space="preserve">a string literal prefix </w:t>
      </w:r>
      <w:r w:rsidRPr="00C472DC">
        <w:rPr>
          <w:rStyle w:val="SDLkeyword"/>
        </w:rPr>
        <w:t>u</w:t>
      </w:r>
      <w:r>
        <w:t xml:space="preserve"> with </w:t>
      </w:r>
      <w:r w:rsidRPr="00C472DC">
        <w:rPr>
          <w:rStyle w:val="SDLkeyword"/>
        </w:rPr>
        <w:t>utfstring</w:t>
      </w:r>
      <w:r>
        <w:t>.</w:t>
      </w:r>
    </w:p>
    <w:p w14:paraId="463AA707" w14:textId="5692D73C" w:rsidR="00FA218B" w:rsidRPr="00F84023" w:rsidRDefault="00FA218B" w:rsidP="00F84023">
      <w:r>
        <w:t xml:space="preserve">There shall not be any </w:t>
      </w:r>
      <w:r w:rsidR="00770107">
        <w:t xml:space="preserve">encoding </w:t>
      </w:r>
      <w:r>
        <w:t xml:space="preserve">prefix with </w:t>
      </w:r>
      <w:r w:rsidRPr="00C472DC">
        <w:rPr>
          <w:rStyle w:val="SDLkeyword"/>
        </w:rPr>
        <w:t>base64string</w:t>
      </w:r>
      <w:r>
        <w:t xml:space="preserve"> variables</w:t>
      </w:r>
      <w:r w:rsidR="000C3776">
        <w:t>.</w:t>
      </w:r>
    </w:p>
    <w:p w14:paraId="77DA22CC" w14:textId="77777777" w:rsidR="00566CB1" w:rsidRPr="00F84023" w:rsidRDefault="00566CB1" w:rsidP="00FA218B">
      <w:pPr>
        <w:pStyle w:val="Example"/>
      </w:pPr>
      <w:r w:rsidRPr="00F84023">
        <w:t xml:space="preserve">EXAMPLE </w:t>
      </w:r>
      <w:r w:rsidRPr="00F84023">
        <w:sym w:font="Symbol" w:char="F0BE"/>
      </w:r>
    </w:p>
    <w:p w14:paraId="7785E1D5" w14:textId="53CA9AE2" w:rsidR="00566CB1" w:rsidRPr="00282F49" w:rsidRDefault="00566CB1" w:rsidP="00C472DC">
      <w:pPr>
        <w:pStyle w:val="Code"/>
      </w:pPr>
      <w:r w:rsidRPr="00282F49">
        <w:t>utfstring code = u8"this is a code";</w:t>
      </w:r>
    </w:p>
    <w:p w14:paraId="34ADC126" w14:textId="5A4E11EB" w:rsidR="00566CB1" w:rsidRPr="00282F49" w:rsidRDefault="00566CB1" w:rsidP="00C472DC">
      <w:pPr>
        <w:pStyle w:val="Code"/>
      </w:pPr>
      <w:r w:rsidRPr="00282F49">
        <w:t>utfstring label = u"this is a UTF-16 label";</w:t>
      </w:r>
    </w:p>
    <w:p w14:paraId="0278C490" w14:textId="69A8674B" w:rsidR="00300E59" w:rsidRDefault="00566CB1" w:rsidP="00FA218B">
      <w:pPr>
        <w:pStyle w:val="Code"/>
      </w:pPr>
      <w:r w:rsidRPr="00282F49">
        <w:t>utf8list</w:t>
      </w:r>
      <w:r w:rsidR="00033DA8">
        <w:t xml:space="preserve"> </w:t>
      </w:r>
      <w:r w:rsidRPr="00282F49">
        <w:t>interesting_list = u8"apple orange cherry";</w:t>
      </w:r>
    </w:p>
    <w:p w14:paraId="52CCC65D" w14:textId="4973FDFF" w:rsidR="00566CB1" w:rsidRDefault="00300E59" w:rsidP="00C472DC">
      <w:pPr>
        <w:pStyle w:val="Code"/>
      </w:pPr>
      <w:r w:rsidRPr="00282F49">
        <w:t>utf</w:t>
      </w:r>
      <w:r w:rsidR="00AE7151">
        <w:t>8</w:t>
      </w:r>
      <w:r w:rsidRPr="00282F49">
        <w:t xml:space="preserve">string </w:t>
      </w:r>
      <w:r w:rsidR="00AE7151">
        <w:t>mot</w:t>
      </w:r>
      <w:r w:rsidRPr="00282F49">
        <w:t xml:space="preserve"> = u8"</w:t>
      </w:r>
      <w:r w:rsidR="00AE7151">
        <w:t>c</w:t>
      </w:r>
      <w:r w:rsidR="00CB61B2">
        <w:rPr>
          <w:rFonts w:cs="Courier New"/>
        </w:rPr>
        <w:t>œ</w:t>
      </w:r>
      <w:r w:rsidR="009E7B66">
        <w:t>ur</w:t>
      </w:r>
      <w:r w:rsidRPr="00282F49">
        <w:t>";</w:t>
      </w:r>
    </w:p>
    <w:p w14:paraId="4B9DC37F" w14:textId="471382FC" w:rsidR="00127906" w:rsidRPr="00282F49" w:rsidRDefault="00127906" w:rsidP="009D2AF6">
      <w:pPr>
        <w:pStyle w:val="Heading1"/>
      </w:pPr>
      <w:bookmarkStart w:id="114" w:name="_Toc120119455"/>
      <w:bookmarkStart w:id="115" w:name="_Toc120119509"/>
      <w:bookmarkStart w:id="116" w:name="_Toc120120102"/>
      <w:bookmarkStart w:id="117" w:name="_Toc120120154"/>
      <w:bookmarkStart w:id="118" w:name="_Toc253585291"/>
      <w:bookmarkStart w:id="119" w:name="_Ref128489234"/>
      <w:bookmarkStart w:id="120" w:name="_Toc150443128"/>
      <w:bookmarkStart w:id="121" w:name="_Ref150457321"/>
      <w:bookmarkEnd w:id="114"/>
      <w:bookmarkEnd w:id="115"/>
      <w:bookmarkEnd w:id="116"/>
      <w:bookmarkEnd w:id="117"/>
      <w:r w:rsidRPr="00282F49">
        <w:t xml:space="preserve">Composite </w:t>
      </w:r>
      <w:r w:rsidR="00FE206E">
        <w:t>d</w:t>
      </w:r>
      <w:r w:rsidRPr="00282F49">
        <w:t xml:space="preserve">ata </w:t>
      </w:r>
      <w:r w:rsidR="00FE206E">
        <w:t>t</w:t>
      </w:r>
      <w:r w:rsidRPr="00282F49">
        <w:t>ypes</w:t>
      </w:r>
      <w:bookmarkEnd w:id="118"/>
      <w:bookmarkEnd w:id="119"/>
      <w:bookmarkEnd w:id="120"/>
      <w:bookmarkEnd w:id="121"/>
    </w:p>
    <w:p w14:paraId="7E61B7D9" w14:textId="77777777" w:rsidR="00127906" w:rsidRPr="006D1923" w:rsidRDefault="00127906" w:rsidP="009D2AF6">
      <w:pPr>
        <w:pStyle w:val="Heading2"/>
      </w:pPr>
      <w:bookmarkStart w:id="122" w:name="_Ref77978430"/>
      <w:bookmarkStart w:id="123" w:name="_Toc150443129"/>
      <w:r w:rsidRPr="006D1923">
        <w:t>Classes</w:t>
      </w:r>
      <w:bookmarkEnd w:id="122"/>
      <w:bookmarkEnd w:id="123"/>
    </w:p>
    <w:p w14:paraId="05D70270" w14:textId="10FD0572" w:rsidR="00127906" w:rsidRPr="00282F49" w:rsidRDefault="00127906" w:rsidP="00127906">
      <w:pPr>
        <w:pStyle w:val="BodyText"/>
        <w:spacing w:after="220"/>
        <w:rPr>
          <w:rFonts w:eastAsia="Times New Roman"/>
          <w:lang w:eastAsia="ko-KR"/>
        </w:rPr>
      </w:pPr>
      <w:r w:rsidRPr="00282F49">
        <w:rPr>
          <w:rFonts w:eastAsia="Times New Roman"/>
          <w:lang w:eastAsia="ko-KR"/>
        </w:rPr>
        <w:t>Classes are the mechanism with which definitions of composite types is performed. Their definition is as follows.</w:t>
      </w:r>
    </w:p>
    <w:p w14:paraId="248526E1" w14:textId="77777777"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C.1: Classes</w:t>
      </w:r>
    </w:p>
    <w:p w14:paraId="23315550" w14:textId="25112A86" w:rsidR="00127906" w:rsidRPr="006D1923" w:rsidRDefault="0036446D" w:rsidP="00064445">
      <w:pPr>
        <w:pStyle w:val="List3"/>
        <w:keepNext/>
        <w:keepLines/>
        <w:spacing w:after="0"/>
        <w:ind w:left="851"/>
        <w:rPr>
          <w:rFonts w:eastAsia="Times New Roman"/>
        </w:rPr>
      </w:pPr>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203C97">
        <w:rPr>
          <w:rStyle w:val="SDLattribute"/>
        </w:rPr>
        <w:t>modifier</w:t>
      </w:r>
      <w:r>
        <w:rPr>
          <w:rStyle w:val="SDLkeyword"/>
          <w:rFonts w:eastAsia="Times New Roman"/>
        </w:rPr>
        <w:t>)</w:t>
      </w:r>
      <w:r w:rsidRPr="00C73BB5">
        <w:rPr>
          <w:rFonts w:ascii="Courier New" w:eastAsia="Times New Roman" w:hAnsi="Courier New" w:cs="Courier New"/>
        </w:rPr>
        <w:t>]]</w:t>
      </w:r>
      <w:r w:rsidR="00127906" w:rsidRPr="006D1923">
        <w:rPr>
          <w:rFonts w:eastAsia="Times New Roman"/>
        </w:rPr>
        <w:t xml:space="preserve"> </w:t>
      </w:r>
      <w:r w:rsidR="00127906" w:rsidRPr="006D1923">
        <w:rPr>
          <w:rStyle w:val="SDLkeyword"/>
          <w:rFonts w:eastAsia="Times New Roman"/>
        </w:rPr>
        <w:t>class</w:t>
      </w:r>
      <w:r w:rsidR="00127906" w:rsidRPr="006D1923">
        <w:rPr>
          <w:rFonts w:eastAsia="Times New Roman"/>
        </w:rPr>
        <w:t xml:space="preserve"> </w:t>
      </w:r>
      <w:r w:rsidR="00CD52ED">
        <w:rPr>
          <w:rStyle w:val="SDLattribute"/>
          <w:rFonts w:eastAsia="Times New Roman"/>
        </w:rPr>
        <w:t>class</w:t>
      </w:r>
      <w:r w:rsidR="00127906" w:rsidRPr="006D1923">
        <w:rPr>
          <w:rStyle w:val="SDLattribute"/>
          <w:rFonts w:eastAsia="Times New Roman"/>
        </w:rPr>
        <w:t>_</w:t>
      </w:r>
      <w:r w:rsidR="00DB7FEC">
        <w:rPr>
          <w:rStyle w:val="SDLattribute"/>
          <w:rFonts w:eastAsia="Times New Roman"/>
        </w:rPr>
        <w:t>identifier</w:t>
      </w:r>
      <w:r w:rsidR="00DB7FEC" w:rsidRPr="006D1923">
        <w:rPr>
          <w:rFonts w:eastAsia="Times New Roman"/>
        </w:rPr>
        <w:t xml:space="preserve"> </w:t>
      </w:r>
      <w:r w:rsidR="00127906" w:rsidRPr="006D1923">
        <w:rPr>
          <w:rStyle w:val="SDLkeyword"/>
          <w:rFonts w:eastAsia="Times New Roman"/>
        </w:rPr>
        <w:t>{</w:t>
      </w:r>
    </w:p>
    <w:p w14:paraId="36A2B428" w14:textId="1BC48C10" w:rsidR="00127906" w:rsidRPr="006D1923" w:rsidRDefault="00127906" w:rsidP="00064445">
      <w:pPr>
        <w:pStyle w:val="List4"/>
        <w:keepNext/>
        <w:keepLines/>
        <w:spacing w:after="0"/>
        <w:ind w:left="851" w:firstLine="0"/>
        <w:rPr>
          <w:rFonts w:eastAsia="Times New Roman"/>
        </w:rPr>
      </w:pPr>
      <w:r w:rsidRPr="00C73BB5">
        <w:rPr>
          <w:rFonts w:ascii="Courier New" w:eastAsia="Times New Roman" w:hAnsi="Courier New" w:cs="Courier New"/>
        </w:rPr>
        <w:t>[</w:t>
      </w:r>
      <w:r w:rsidRPr="006D1923">
        <w:rPr>
          <w:rStyle w:val="SDLattribute"/>
          <w:rFonts w:eastAsia="Times New Roman"/>
        </w:rPr>
        <w:t>element</w:t>
      </w:r>
      <w:r w:rsidRPr="00C73BB5">
        <w:rPr>
          <w:rFonts w:ascii="Courier New" w:eastAsia="Times New Roman" w:hAnsi="Courier New" w:cs="Courier New"/>
          <w:b/>
          <w:bCs/>
        </w:rPr>
        <w:t>;</w:t>
      </w:r>
      <w:r w:rsidRPr="006D1923">
        <w:rPr>
          <w:rFonts w:eastAsia="Times New Roman"/>
        </w:rPr>
        <w:t xml:space="preserve"> …</w:t>
      </w:r>
      <w:r w:rsidRPr="00C73BB5">
        <w:rPr>
          <w:rFonts w:ascii="Courier New" w:eastAsia="Times New Roman" w:hAnsi="Courier New" w:cs="Courier New"/>
        </w:rPr>
        <w:t>]</w:t>
      </w:r>
    </w:p>
    <w:p w14:paraId="1AE6310F" w14:textId="77777777" w:rsidR="00127906" w:rsidRPr="006D1923" w:rsidRDefault="00127906" w:rsidP="00064445">
      <w:pPr>
        <w:pStyle w:val="List3"/>
        <w:keepNext/>
        <w:keepLines/>
        <w:rPr>
          <w:rStyle w:val="SDLkeyword"/>
          <w:rFonts w:eastAsia="Times New Roman"/>
        </w:rPr>
      </w:pPr>
      <w:r w:rsidRPr="006D1923">
        <w:rPr>
          <w:rStyle w:val="SDLkeyword"/>
          <w:rFonts w:eastAsia="Times New Roman"/>
        </w:rPr>
        <w:t>}</w:t>
      </w:r>
    </w:p>
    <w:p w14:paraId="0BF4CDB7" w14:textId="77777777" w:rsidR="00127906" w:rsidRDefault="00127906" w:rsidP="00127906">
      <w:pPr>
        <w:pStyle w:val="BodyText"/>
        <w:pBdr>
          <w:top w:val="single" w:sz="6" w:space="1" w:color="auto"/>
        </w:pBdr>
        <w:rPr>
          <w:rFonts w:eastAsia="Times New Roman"/>
          <w:lang w:eastAsia="ko-KR"/>
        </w:rPr>
      </w:pPr>
    </w:p>
    <w:p w14:paraId="06516B7E" w14:textId="7D3126DC" w:rsidR="00A86E2C" w:rsidRPr="00282F49" w:rsidRDefault="00175813" w:rsidP="00127906">
      <w:pPr>
        <w:pStyle w:val="BodyText"/>
        <w:pBdr>
          <w:top w:val="single" w:sz="6" w:space="1" w:color="auto"/>
        </w:pBdr>
        <w:rPr>
          <w:rFonts w:eastAsia="Times New Roman"/>
          <w:lang w:eastAsia="ko-KR"/>
        </w:rPr>
      </w:pPr>
      <w:r w:rsidRPr="00175813">
        <w:rPr>
          <w:rFonts w:eastAsia="Times New Roman"/>
          <w:lang w:eastAsia="ko-KR"/>
        </w:rPr>
        <w:t xml:space="preserve">The keyword </w:t>
      </w:r>
      <w:r w:rsidRPr="00C472DC">
        <w:rPr>
          <w:rStyle w:val="SDLkeyword"/>
        </w:rPr>
        <w:t>aligned</w:t>
      </w:r>
      <w:r w:rsidR="0036446D" w:rsidRPr="00C472DC">
        <w:t xml:space="preserve"> and its </w:t>
      </w:r>
      <w:r w:rsidR="0036446D" w:rsidRPr="00C472DC">
        <w:rPr>
          <w:rStyle w:val="SDLattribute"/>
        </w:rPr>
        <w:t>modifier</w:t>
      </w:r>
      <w:r w:rsidR="00BB6109" w:rsidRPr="00C472DC">
        <w:t xml:space="preserve"> ha</w:t>
      </w:r>
      <w:r w:rsidR="0036446D">
        <w:t>ve</w:t>
      </w:r>
      <w:r w:rsidR="00BB6109" w:rsidRPr="00C472DC">
        <w:t xml:space="preserve"> the same definition as in</w:t>
      </w:r>
      <w:r w:rsidR="00E458A2">
        <w:t xml:space="preserve"> subclause </w:t>
      </w:r>
      <w:r w:rsidR="00E458A2">
        <w:fldChar w:fldCharType="begin"/>
      </w:r>
      <w:r w:rsidR="00E458A2">
        <w:instrText xml:space="preserve"> REF _Ref128486809 \r \h </w:instrText>
      </w:r>
      <w:r w:rsidR="00E458A2">
        <w:fldChar w:fldCharType="separate"/>
      </w:r>
      <w:r w:rsidR="000F3D09">
        <w:t>6.2.1</w:t>
      </w:r>
      <w:r w:rsidR="00E458A2">
        <w:fldChar w:fldCharType="end"/>
      </w:r>
      <w:r w:rsidR="00E458A2">
        <w:t>.</w:t>
      </w:r>
      <w:r w:rsidR="00E458A2">
        <w:rPr>
          <w:rFonts w:eastAsia="Times New Roman"/>
          <w:lang w:eastAsia="ko-KR"/>
        </w:rPr>
        <w:t xml:space="preserve"> </w:t>
      </w:r>
    </w:p>
    <w:p w14:paraId="3DA93A84" w14:textId="738B5EF7" w:rsidR="004D2367" w:rsidRDefault="00127906" w:rsidP="00127906">
      <w:pPr>
        <w:pStyle w:val="BodyText"/>
        <w:spacing w:after="220"/>
        <w:rPr>
          <w:rFonts w:eastAsia="Times New Roman"/>
          <w:lang w:eastAsia="ko-KR"/>
        </w:rPr>
      </w:pPr>
      <w:r w:rsidRPr="00282F49">
        <w:rPr>
          <w:rFonts w:eastAsia="Times New Roman"/>
          <w:lang w:eastAsia="ko-KR"/>
        </w:rPr>
        <w:t xml:space="preserve">The different </w:t>
      </w:r>
      <w:r w:rsidR="00DD40C1" w:rsidRPr="0014050A">
        <w:rPr>
          <w:rFonts w:eastAsia="Times New Roman"/>
          <w:i/>
          <w:iCs/>
          <w:lang w:eastAsia="ko-KR"/>
        </w:rPr>
        <w:t>element</w:t>
      </w:r>
      <w:r w:rsidR="00DD40C1">
        <w:rPr>
          <w:rFonts w:eastAsia="Times New Roman"/>
          <w:lang w:eastAsia="ko-KR"/>
        </w:rPr>
        <w:t xml:space="preserve"> declarations</w:t>
      </w:r>
      <w:r w:rsidR="00DD40C1" w:rsidRPr="00282F49">
        <w:rPr>
          <w:rFonts w:eastAsia="Times New Roman"/>
          <w:lang w:eastAsia="ko-KR"/>
        </w:rPr>
        <w:t xml:space="preserve"> </w:t>
      </w:r>
      <w:r w:rsidRPr="00282F49">
        <w:rPr>
          <w:rFonts w:eastAsia="Times New Roman"/>
          <w:lang w:eastAsia="ko-KR"/>
        </w:rPr>
        <w:t>within the curly braces</w:t>
      </w:r>
      <w:r w:rsidR="00C91BA9">
        <w:rPr>
          <w:rFonts w:eastAsia="Times New Roman"/>
          <w:lang w:eastAsia="ko-KR"/>
        </w:rPr>
        <w:t xml:space="preserve"> (“</w:t>
      </w:r>
      <w:r w:rsidR="00C91BA9" w:rsidRPr="00C472DC">
        <w:rPr>
          <w:rStyle w:val="SDLkeyword"/>
        </w:rPr>
        <w:t>{</w:t>
      </w:r>
      <w:r w:rsidR="00C91BA9">
        <w:rPr>
          <w:rFonts w:eastAsia="Times New Roman"/>
          <w:lang w:eastAsia="ko-KR"/>
        </w:rPr>
        <w:t>“ and “</w:t>
      </w:r>
      <w:r w:rsidR="00C91BA9" w:rsidRPr="00C472DC">
        <w:rPr>
          <w:rStyle w:val="SDLkeyword"/>
        </w:rPr>
        <w:t>}</w:t>
      </w:r>
      <w:r w:rsidR="00C91BA9">
        <w:rPr>
          <w:rFonts w:eastAsia="Times New Roman"/>
          <w:lang w:eastAsia="ko-KR"/>
        </w:rPr>
        <w:t xml:space="preserve">”) </w:t>
      </w:r>
      <w:r w:rsidRPr="00282F49">
        <w:rPr>
          <w:rFonts w:eastAsia="Times New Roman"/>
          <w:lang w:eastAsia="ko-KR"/>
        </w:rPr>
        <w:t xml:space="preserve">are the definitions of the </w:t>
      </w:r>
      <w:r w:rsidR="005A68AF">
        <w:rPr>
          <w:rFonts w:eastAsia="Times New Roman"/>
          <w:lang w:eastAsia="ko-KR"/>
        </w:rPr>
        <w:t xml:space="preserve">contained </w:t>
      </w:r>
      <w:r w:rsidR="00AC595B">
        <w:rPr>
          <w:rFonts w:eastAsia="Times New Roman"/>
          <w:lang w:eastAsia="ko-KR"/>
        </w:rPr>
        <w:t>e</w:t>
      </w:r>
      <w:r w:rsidR="005A68AF">
        <w:rPr>
          <w:rFonts w:eastAsia="Times New Roman"/>
          <w:lang w:eastAsia="ko-KR"/>
        </w:rPr>
        <w:t xml:space="preserve">lementary </w:t>
      </w:r>
      <w:r w:rsidR="00AC595B">
        <w:rPr>
          <w:rFonts w:eastAsia="Times New Roman"/>
          <w:lang w:eastAsia="ko-KR"/>
        </w:rPr>
        <w:t>data t</w:t>
      </w:r>
      <w:r w:rsidR="005A68AF">
        <w:rPr>
          <w:rFonts w:eastAsia="Times New Roman"/>
          <w:lang w:eastAsia="ko-KR"/>
        </w:rPr>
        <w:t>ypes</w:t>
      </w:r>
      <w:r w:rsidR="00BA5E9C">
        <w:rPr>
          <w:rFonts w:eastAsia="Times New Roman"/>
          <w:lang w:eastAsia="ko-KR"/>
        </w:rPr>
        <w:t xml:space="preserve"> (as defined in clause </w:t>
      </w:r>
      <w:r w:rsidR="00BA5E9C">
        <w:rPr>
          <w:rFonts w:eastAsia="Times New Roman"/>
          <w:lang w:eastAsia="ko-KR"/>
        </w:rPr>
        <w:fldChar w:fldCharType="begin"/>
      </w:r>
      <w:r w:rsidR="00BA5E9C">
        <w:rPr>
          <w:rFonts w:eastAsia="Times New Roman"/>
          <w:lang w:eastAsia="ko-KR"/>
        </w:rPr>
        <w:instrText xml:space="preserve"> REF _Ref128489211 \r \h </w:instrText>
      </w:r>
      <w:r w:rsidR="00BA5E9C">
        <w:rPr>
          <w:rFonts w:eastAsia="Times New Roman"/>
          <w:lang w:eastAsia="ko-KR"/>
        </w:rPr>
      </w:r>
      <w:r w:rsidR="00BA5E9C">
        <w:rPr>
          <w:rFonts w:eastAsia="Times New Roman"/>
          <w:lang w:eastAsia="ko-KR"/>
        </w:rPr>
        <w:fldChar w:fldCharType="separate"/>
      </w:r>
      <w:r w:rsidR="000F3D09">
        <w:rPr>
          <w:rFonts w:eastAsia="Times New Roman"/>
          <w:lang w:eastAsia="ko-KR"/>
        </w:rPr>
        <w:t>6</w:t>
      </w:r>
      <w:r w:rsidR="00BA5E9C">
        <w:rPr>
          <w:rFonts w:eastAsia="Times New Roman"/>
          <w:lang w:eastAsia="ko-KR"/>
        </w:rPr>
        <w:fldChar w:fldCharType="end"/>
      </w:r>
      <w:r w:rsidR="00BA5E9C">
        <w:rPr>
          <w:rFonts w:eastAsia="Times New Roman"/>
          <w:lang w:eastAsia="ko-KR"/>
        </w:rPr>
        <w:t>)</w:t>
      </w:r>
      <w:r w:rsidR="005A68AF">
        <w:rPr>
          <w:rFonts w:eastAsia="Times New Roman"/>
          <w:lang w:eastAsia="ko-KR"/>
        </w:rPr>
        <w:t xml:space="preserve">, </w:t>
      </w:r>
      <w:r w:rsidR="00AC595B">
        <w:rPr>
          <w:rFonts w:eastAsia="Times New Roman"/>
          <w:lang w:eastAsia="ko-KR"/>
        </w:rPr>
        <w:t>c</w:t>
      </w:r>
      <w:r w:rsidR="005A68AF">
        <w:rPr>
          <w:rFonts w:eastAsia="Times New Roman"/>
          <w:lang w:eastAsia="ko-KR"/>
        </w:rPr>
        <w:t xml:space="preserve">omposite </w:t>
      </w:r>
      <w:r w:rsidR="00AC595B">
        <w:rPr>
          <w:rFonts w:eastAsia="Times New Roman"/>
          <w:lang w:eastAsia="ko-KR"/>
        </w:rPr>
        <w:t>d</w:t>
      </w:r>
      <w:r w:rsidR="005A68AF">
        <w:rPr>
          <w:rFonts w:eastAsia="Times New Roman"/>
          <w:lang w:eastAsia="ko-KR"/>
        </w:rPr>
        <w:t xml:space="preserve">ata </w:t>
      </w:r>
      <w:r w:rsidR="00AC595B">
        <w:rPr>
          <w:rFonts w:eastAsia="Times New Roman"/>
          <w:lang w:eastAsia="ko-KR"/>
        </w:rPr>
        <w:t>t</w:t>
      </w:r>
      <w:r w:rsidR="005A68AF">
        <w:rPr>
          <w:rFonts w:eastAsia="Times New Roman"/>
          <w:lang w:eastAsia="ko-KR"/>
        </w:rPr>
        <w:t>ypes</w:t>
      </w:r>
      <w:r w:rsidR="003864A6">
        <w:rPr>
          <w:rFonts w:eastAsia="Times New Roman"/>
          <w:lang w:eastAsia="ko-KR"/>
        </w:rPr>
        <w:t xml:space="preserve"> (as defined in</w:t>
      </w:r>
      <w:r w:rsidR="00AC595B">
        <w:rPr>
          <w:rFonts w:eastAsia="Times New Roman"/>
          <w:lang w:eastAsia="ko-KR"/>
        </w:rPr>
        <w:t xml:space="preserve"> clause</w:t>
      </w:r>
      <w:r w:rsidR="003864A6">
        <w:rPr>
          <w:rFonts w:eastAsia="Times New Roman"/>
          <w:lang w:eastAsia="ko-KR"/>
        </w:rPr>
        <w:t xml:space="preserve"> </w:t>
      </w:r>
      <w:r w:rsidR="003864A6">
        <w:rPr>
          <w:rFonts w:eastAsia="Times New Roman"/>
          <w:lang w:eastAsia="ko-KR"/>
        </w:rPr>
        <w:fldChar w:fldCharType="begin"/>
      </w:r>
      <w:r w:rsidR="003864A6">
        <w:rPr>
          <w:rFonts w:eastAsia="Times New Roman"/>
          <w:lang w:eastAsia="ko-KR"/>
        </w:rPr>
        <w:instrText xml:space="preserve"> REF _Ref128489234 \r \h </w:instrText>
      </w:r>
      <w:r w:rsidR="003864A6">
        <w:rPr>
          <w:rFonts w:eastAsia="Times New Roman"/>
          <w:lang w:eastAsia="ko-KR"/>
        </w:rPr>
      </w:r>
      <w:r w:rsidR="003864A6">
        <w:rPr>
          <w:rFonts w:eastAsia="Times New Roman"/>
          <w:lang w:eastAsia="ko-KR"/>
        </w:rPr>
        <w:fldChar w:fldCharType="separate"/>
      </w:r>
      <w:r w:rsidR="000F3D09">
        <w:rPr>
          <w:rFonts w:eastAsia="Times New Roman"/>
          <w:lang w:eastAsia="ko-KR"/>
        </w:rPr>
        <w:t>7</w:t>
      </w:r>
      <w:r w:rsidR="003864A6">
        <w:rPr>
          <w:rFonts w:eastAsia="Times New Roman"/>
          <w:lang w:eastAsia="ko-KR"/>
        </w:rPr>
        <w:fldChar w:fldCharType="end"/>
      </w:r>
      <w:r w:rsidR="003864A6">
        <w:rPr>
          <w:rFonts w:eastAsia="Times New Roman"/>
          <w:lang w:eastAsia="ko-KR"/>
        </w:rPr>
        <w:t>)</w:t>
      </w:r>
      <w:r w:rsidR="005A68AF">
        <w:rPr>
          <w:rFonts w:eastAsia="Times New Roman"/>
          <w:lang w:eastAsia="ko-KR"/>
        </w:rPr>
        <w:t xml:space="preserve"> or </w:t>
      </w:r>
      <w:r w:rsidR="00AC595B">
        <w:rPr>
          <w:rFonts w:eastAsia="Times New Roman"/>
          <w:lang w:eastAsia="ko-KR"/>
        </w:rPr>
        <w:t xml:space="preserve">syntactic flow control </w:t>
      </w:r>
      <w:r w:rsidR="005A68AF">
        <w:rPr>
          <w:rFonts w:eastAsia="Times New Roman"/>
          <w:lang w:eastAsia="ko-KR"/>
        </w:rPr>
        <w:t>elements</w:t>
      </w:r>
      <w:r w:rsidR="003864A6">
        <w:rPr>
          <w:rFonts w:eastAsia="Times New Roman"/>
          <w:lang w:eastAsia="ko-KR"/>
        </w:rPr>
        <w:t xml:space="preserve"> (as defined in </w:t>
      </w:r>
      <w:r w:rsidR="00AC595B">
        <w:rPr>
          <w:rFonts w:eastAsia="Times New Roman"/>
          <w:lang w:eastAsia="ko-KR"/>
        </w:rPr>
        <w:t xml:space="preserve">clause </w:t>
      </w:r>
      <w:r w:rsidR="00AC595B">
        <w:rPr>
          <w:rFonts w:eastAsia="Times New Roman"/>
          <w:lang w:eastAsia="ko-KR"/>
        </w:rPr>
        <w:fldChar w:fldCharType="begin"/>
      </w:r>
      <w:r w:rsidR="00AC595B">
        <w:rPr>
          <w:rFonts w:eastAsia="Times New Roman"/>
          <w:lang w:eastAsia="ko-KR"/>
        </w:rPr>
        <w:instrText xml:space="preserve"> REF _Ref128489252 \r \h </w:instrText>
      </w:r>
      <w:r w:rsidR="00AC595B">
        <w:rPr>
          <w:rFonts w:eastAsia="Times New Roman"/>
          <w:lang w:eastAsia="ko-KR"/>
        </w:rPr>
      </w:r>
      <w:r w:rsidR="00AC595B">
        <w:rPr>
          <w:rFonts w:eastAsia="Times New Roman"/>
          <w:lang w:eastAsia="ko-KR"/>
        </w:rPr>
        <w:fldChar w:fldCharType="separate"/>
      </w:r>
      <w:r w:rsidR="000F3D09">
        <w:rPr>
          <w:rFonts w:eastAsia="Times New Roman"/>
          <w:lang w:eastAsia="ko-KR"/>
        </w:rPr>
        <w:t>9</w:t>
      </w:r>
      <w:r w:rsidR="00AC595B">
        <w:rPr>
          <w:rFonts w:eastAsia="Times New Roman"/>
          <w:lang w:eastAsia="ko-KR"/>
        </w:rPr>
        <w:fldChar w:fldCharType="end"/>
      </w:r>
      <w:r w:rsidR="003864A6">
        <w:rPr>
          <w:rFonts w:eastAsia="Times New Roman"/>
          <w:lang w:eastAsia="ko-KR"/>
        </w:rPr>
        <w:t>)</w:t>
      </w:r>
      <w:r w:rsidRPr="00282F49">
        <w:rPr>
          <w:rFonts w:eastAsia="Times New Roman"/>
          <w:lang w:eastAsia="ko-KR"/>
        </w:rPr>
        <w:t>.</w:t>
      </w:r>
      <w:r w:rsidR="004D2367">
        <w:rPr>
          <w:rFonts w:eastAsia="Times New Roman"/>
          <w:lang w:eastAsia="ko-KR"/>
        </w:rPr>
        <w:t xml:space="preserve"> Furthermore</w:t>
      </w:r>
      <w:r w:rsidR="004D2367" w:rsidRPr="00F84023">
        <w:rPr>
          <w:rFonts w:eastAsia="Times New Roman"/>
        </w:rPr>
        <w:t xml:space="preserve">, a particular </w:t>
      </w:r>
      <w:r w:rsidR="0075776F">
        <w:rPr>
          <w:rFonts w:eastAsia="Times New Roman"/>
        </w:rPr>
        <w:t xml:space="preserve">member element </w:t>
      </w:r>
      <w:r w:rsidR="004D2367">
        <w:rPr>
          <w:rFonts w:eastAsia="Times New Roman"/>
        </w:rPr>
        <w:t xml:space="preserve">declared in a class </w:t>
      </w:r>
      <w:r w:rsidR="004D2367" w:rsidRPr="00F84023">
        <w:rPr>
          <w:rFonts w:eastAsia="Times New Roman"/>
        </w:rPr>
        <w:t>may be accessed using the</w:t>
      </w:r>
      <w:r w:rsidR="001259EB">
        <w:rPr>
          <w:rFonts w:eastAsia="Times New Roman"/>
        </w:rPr>
        <w:t xml:space="preserve"> c</w:t>
      </w:r>
      <w:r w:rsidR="001259EB" w:rsidRPr="00E56598">
        <w:rPr>
          <w:rFonts w:eastAsia="Times New Roman"/>
        </w:rPr>
        <w:t>lass member access operator</w:t>
      </w:r>
      <w:r w:rsidR="004D2367" w:rsidRPr="001259EB">
        <w:rPr>
          <w:rFonts w:eastAsia="Times New Roman"/>
        </w:rPr>
        <w:t xml:space="preserve"> </w:t>
      </w:r>
      <w:r w:rsidR="00821A52">
        <w:rPr>
          <w:rFonts w:eastAsia="Times New Roman"/>
        </w:rPr>
        <w:t>(“</w:t>
      </w:r>
      <w:r w:rsidR="00821A52" w:rsidRPr="00C73BB5">
        <w:rPr>
          <w:rFonts w:ascii="Courier New" w:eastAsia="Times New Roman" w:hAnsi="Courier New" w:cs="Courier New"/>
          <w:b/>
          <w:bCs/>
        </w:rPr>
        <w:t>.</w:t>
      </w:r>
      <w:r w:rsidR="00821A52">
        <w:rPr>
          <w:rFonts w:eastAsia="Times New Roman"/>
        </w:rPr>
        <w:t>”)</w:t>
      </w:r>
      <w:r w:rsidR="004D2367">
        <w:rPr>
          <w:rFonts w:eastAsia="Times New Roman"/>
        </w:rPr>
        <w:t>.</w:t>
      </w:r>
    </w:p>
    <w:p w14:paraId="3DF99253" w14:textId="0C5DD6DA" w:rsidR="009F08A1" w:rsidRDefault="009F08A1" w:rsidP="00F84023">
      <w:pPr>
        <w:pStyle w:val="Note"/>
        <w:rPr>
          <w:lang w:eastAsia="ko-KR"/>
        </w:rPr>
      </w:pPr>
      <w:r>
        <w:rPr>
          <w:lang w:eastAsia="ko-KR"/>
        </w:rPr>
        <w:t>NOTE</w:t>
      </w:r>
      <w:r>
        <w:rPr>
          <w:lang w:eastAsia="ko-KR"/>
        </w:rPr>
        <w:tab/>
      </w:r>
      <w:r w:rsidR="0051125B">
        <w:rPr>
          <w:lang w:eastAsia="ko-KR"/>
        </w:rPr>
        <w:t>Classes</w:t>
      </w:r>
      <w:r w:rsidR="0051125B" w:rsidRPr="00282F49">
        <w:rPr>
          <w:lang w:eastAsia="ko-KR"/>
        </w:rPr>
        <w:t xml:space="preserve"> </w:t>
      </w:r>
      <w:r w:rsidRPr="00282F49">
        <w:rPr>
          <w:lang w:eastAsia="ko-KR"/>
        </w:rPr>
        <w:t>may also be encapsulated within other</w:t>
      </w:r>
      <w:r w:rsidRPr="008F49C3">
        <w:rPr>
          <w:lang w:eastAsia="ko-KR"/>
        </w:rPr>
        <w:t xml:space="preserve"> </w:t>
      </w:r>
      <w:r w:rsidR="0051125B">
        <w:rPr>
          <w:lang w:eastAsia="ko-KR"/>
        </w:rPr>
        <w:t>classes</w:t>
      </w:r>
      <w:r w:rsidRPr="00282F49">
        <w:rPr>
          <w:lang w:eastAsia="ko-KR"/>
        </w:rPr>
        <w:t xml:space="preserve">. In this case, the </w:t>
      </w:r>
      <w:r w:rsidRPr="00282F49">
        <w:rPr>
          <w:rStyle w:val="SDLattribute"/>
          <w:rFonts w:eastAsia="Times New Roman"/>
          <w:lang w:eastAsia="ko-KR"/>
        </w:rPr>
        <w:t>element</w:t>
      </w:r>
      <w:r w:rsidRPr="00282F49">
        <w:rPr>
          <w:lang w:eastAsia="ko-KR"/>
        </w:rPr>
        <w:t xml:space="preserve"> in Rule C.1 is a</w:t>
      </w:r>
      <w:r>
        <w:rPr>
          <w:lang w:eastAsia="ko-KR"/>
        </w:rPr>
        <w:t xml:space="preserve"> </w:t>
      </w:r>
      <w:r w:rsidRPr="00C472DC">
        <w:t>class</w:t>
      </w:r>
      <w:r w:rsidRPr="00282F49" w:rsidDel="00F34B1A">
        <w:rPr>
          <w:lang w:eastAsia="ko-KR"/>
        </w:rPr>
        <w:t xml:space="preserve"> </w:t>
      </w:r>
      <w:r w:rsidRPr="00282F49">
        <w:rPr>
          <w:lang w:eastAsia="ko-KR"/>
        </w:rPr>
        <w:t>itself.</w:t>
      </w:r>
    </w:p>
    <w:p w14:paraId="2A6F3FC3" w14:textId="49E7E20D" w:rsidR="009F08A1" w:rsidRDefault="009F08A1" w:rsidP="009F08A1">
      <w:pPr>
        <w:pStyle w:val="BodyText"/>
      </w:pPr>
      <w:r w:rsidRPr="00282F49">
        <w:t xml:space="preserve">The order of declaration of the </w:t>
      </w:r>
      <w:r w:rsidRPr="0014050A">
        <w:rPr>
          <w:i/>
          <w:iCs/>
        </w:rPr>
        <w:t>elements</w:t>
      </w:r>
      <w:r w:rsidRPr="00282F49">
        <w:t xml:space="preserve"> </w:t>
      </w:r>
      <w:r w:rsidR="00F63F63">
        <w:t xml:space="preserve">is </w:t>
      </w:r>
      <w:r w:rsidR="00D5457C">
        <w:t>the</w:t>
      </w:r>
      <w:r w:rsidR="00F63F63">
        <w:t xml:space="preserve"> same</w:t>
      </w:r>
      <w:r w:rsidRPr="00282F49">
        <w:t xml:space="preserve"> order in which the elements appear in the bitstream.</w:t>
      </w:r>
    </w:p>
    <w:p w14:paraId="6FC24146" w14:textId="33C381EB" w:rsidR="00E46ADD" w:rsidRPr="00282F49" w:rsidRDefault="00E46ADD" w:rsidP="00E46ADD">
      <w:pPr>
        <w:pStyle w:val="BodyText"/>
        <w:spacing w:after="220"/>
        <w:rPr>
          <w:rFonts w:eastAsia="Times New Roman"/>
          <w:lang w:eastAsia="ko-KR"/>
        </w:rPr>
      </w:pPr>
      <w:r w:rsidRPr="00282F49">
        <w:rPr>
          <w:rFonts w:eastAsia="Times New Roman"/>
          <w:lang w:eastAsia="ko-KR"/>
        </w:rPr>
        <w:t xml:space="preserve">The next rule describes the use of such a </w:t>
      </w:r>
      <w:r>
        <w:rPr>
          <w:rStyle w:val="SDLkeyword"/>
          <w:rFonts w:eastAsia="Times New Roman"/>
          <w:lang w:eastAsia="ko-KR"/>
        </w:rPr>
        <w:t>class</w:t>
      </w:r>
      <w:r w:rsidRPr="00282F49">
        <w:rPr>
          <w:rFonts w:eastAsia="Times New Roman"/>
          <w:lang w:eastAsia="ko-KR"/>
        </w:rPr>
        <w:t>.</w:t>
      </w:r>
    </w:p>
    <w:p w14:paraId="0A4F03DB" w14:textId="10C16DFF" w:rsidR="00E46ADD" w:rsidRPr="006D1923" w:rsidRDefault="00E46ADD" w:rsidP="00E46ADD">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w:t>
      </w:r>
      <w:r>
        <w:rPr>
          <w:rStyle w:val="CharBold"/>
          <w:rFonts w:eastAsia="Times New Roman"/>
        </w:rPr>
        <w:t>C</w:t>
      </w:r>
      <w:r w:rsidRPr="006D1923">
        <w:rPr>
          <w:rStyle w:val="CharBold"/>
          <w:rFonts w:eastAsia="Times New Roman"/>
        </w:rPr>
        <w:t>.</w:t>
      </w:r>
      <w:r>
        <w:rPr>
          <w:rStyle w:val="CharBold"/>
          <w:rFonts w:eastAsia="Times New Roman"/>
        </w:rPr>
        <w:t>2</w:t>
      </w:r>
      <w:r w:rsidRPr="006D1923">
        <w:rPr>
          <w:rStyle w:val="CharBold"/>
          <w:rFonts w:eastAsia="Times New Roman"/>
        </w:rPr>
        <w:t xml:space="preserve">: </w:t>
      </w:r>
      <w:r>
        <w:rPr>
          <w:rStyle w:val="CharBold"/>
          <w:rFonts w:eastAsia="Times New Roman"/>
        </w:rPr>
        <w:t>Class</w:t>
      </w:r>
      <w:r w:rsidRPr="006D1923">
        <w:rPr>
          <w:rStyle w:val="CharBold"/>
          <w:rFonts w:eastAsia="Times New Roman"/>
        </w:rPr>
        <w:t xml:space="preserve"> </w:t>
      </w:r>
      <w:r>
        <w:rPr>
          <w:rStyle w:val="CharBold"/>
          <w:rFonts w:eastAsia="Times New Roman"/>
        </w:rPr>
        <w:t>d</w:t>
      </w:r>
      <w:r w:rsidRPr="006D1923">
        <w:rPr>
          <w:rStyle w:val="CharBold"/>
          <w:rFonts w:eastAsia="Times New Roman"/>
        </w:rPr>
        <w:t xml:space="preserve">ata </w:t>
      </w:r>
      <w:r>
        <w:rPr>
          <w:rStyle w:val="CharBold"/>
          <w:rFonts w:eastAsia="Times New Roman"/>
        </w:rPr>
        <w:t>t</w:t>
      </w:r>
      <w:r w:rsidRPr="006D1923">
        <w:rPr>
          <w:rStyle w:val="CharBold"/>
          <w:rFonts w:eastAsia="Times New Roman"/>
        </w:rPr>
        <w:t>ypes</w:t>
      </w:r>
    </w:p>
    <w:p w14:paraId="1453B1EB" w14:textId="07E0FE4C" w:rsidR="00E46ADD" w:rsidRPr="006D1923" w:rsidRDefault="00E46ADD" w:rsidP="00E46ADD">
      <w:pPr>
        <w:pStyle w:val="List3"/>
        <w:keepNext/>
        <w:keepLines/>
        <w:rPr>
          <w:rFonts w:eastAsia="Times New Roman"/>
        </w:rPr>
      </w:pPr>
      <w:r>
        <w:rPr>
          <w:rStyle w:val="SDLattribute"/>
          <w:rFonts w:eastAsia="Times New Roman"/>
        </w:rPr>
        <w:t>class_identifier</w:t>
      </w:r>
      <w:r w:rsidRPr="006D1923">
        <w:rPr>
          <w:rFonts w:eastAsia="Times New Roman"/>
        </w:rPr>
        <w:t xml:space="preserve"> </w:t>
      </w:r>
      <w:r>
        <w:rPr>
          <w:rFonts w:eastAsia="Times New Roman"/>
          <w:i/>
          <w:iCs/>
        </w:rPr>
        <w:t>class</w:t>
      </w:r>
      <w:r w:rsidRPr="008F4E31">
        <w:rPr>
          <w:rFonts w:eastAsia="Times New Roman"/>
          <w:i/>
          <w:iCs/>
        </w:rPr>
        <w:t>_variable_</w:t>
      </w:r>
      <w:r>
        <w:rPr>
          <w:rStyle w:val="SDLattribute"/>
          <w:rFonts w:eastAsia="Times New Roman"/>
        </w:rPr>
        <w:t>identifier</w:t>
      </w:r>
      <w:r w:rsidRPr="00C73BB5">
        <w:rPr>
          <w:rFonts w:ascii="Courier New" w:eastAsia="Times New Roman" w:hAnsi="Courier New" w:cs="Courier New"/>
          <w:b/>
          <w:bCs/>
        </w:rPr>
        <w:t>;</w:t>
      </w:r>
    </w:p>
    <w:p w14:paraId="69DD312D" w14:textId="77777777" w:rsidR="00E46ADD" w:rsidRPr="00282F49" w:rsidRDefault="00E46ADD" w:rsidP="00E46ADD">
      <w:pPr>
        <w:pStyle w:val="BodyText"/>
        <w:pBdr>
          <w:top w:val="single" w:sz="6" w:space="1" w:color="auto"/>
        </w:pBdr>
        <w:rPr>
          <w:rFonts w:eastAsia="Times New Roman"/>
          <w:lang w:eastAsia="ko-KR"/>
        </w:rPr>
      </w:pPr>
    </w:p>
    <w:p w14:paraId="5E8761CE" w14:textId="07081F39" w:rsidR="001A7F60" w:rsidRPr="00282F49" w:rsidRDefault="005D796E" w:rsidP="00F84023">
      <w:pPr>
        <w:pStyle w:val="Heading2"/>
      </w:pPr>
      <w:bookmarkStart w:id="124" w:name="_Toc150339386"/>
      <w:bookmarkStart w:id="125" w:name="_Toc150339471"/>
      <w:bookmarkStart w:id="126" w:name="_Toc150339554"/>
      <w:bookmarkStart w:id="127" w:name="_Toc150339721"/>
      <w:bookmarkStart w:id="128" w:name="_Toc150443130"/>
      <w:bookmarkStart w:id="129" w:name="_Toc150443131"/>
      <w:bookmarkEnd w:id="124"/>
      <w:bookmarkEnd w:id="125"/>
      <w:bookmarkEnd w:id="126"/>
      <w:bookmarkEnd w:id="127"/>
      <w:bookmarkEnd w:id="128"/>
      <w:r>
        <w:t>Base and d</w:t>
      </w:r>
      <w:r w:rsidR="001A7F60">
        <w:t xml:space="preserve">erived </w:t>
      </w:r>
      <w:r w:rsidR="00FE206E">
        <w:t>c</w:t>
      </w:r>
      <w:r w:rsidR="001A7F60">
        <w:t>lasses</w:t>
      </w:r>
      <w:bookmarkEnd w:id="129"/>
    </w:p>
    <w:p w14:paraId="77629D9F" w14:textId="1554E2B2" w:rsidR="00EE7A12" w:rsidRPr="00282F49" w:rsidRDefault="00127906" w:rsidP="00EE7A12">
      <w:pPr>
        <w:pStyle w:val="BodyText"/>
        <w:spacing w:after="220"/>
        <w:rPr>
          <w:rFonts w:eastAsia="Times New Roman"/>
          <w:lang w:eastAsia="ko-KR"/>
        </w:rPr>
      </w:pPr>
      <w:r w:rsidRPr="00282F49">
        <w:rPr>
          <w:rFonts w:eastAsia="Times New Roman"/>
          <w:lang w:eastAsia="ko-KR"/>
        </w:rPr>
        <w:t xml:space="preserve">The optional keyword </w:t>
      </w:r>
      <w:r w:rsidRPr="00282F49">
        <w:rPr>
          <w:rStyle w:val="SDLkeyword"/>
          <w:rFonts w:eastAsia="Times New Roman"/>
          <w:lang w:eastAsia="ko-KR"/>
        </w:rPr>
        <w:t>extends</w:t>
      </w:r>
      <w:r w:rsidRPr="00282F49">
        <w:rPr>
          <w:rFonts w:eastAsia="Times New Roman"/>
          <w:lang w:eastAsia="ko-KR"/>
        </w:rPr>
        <w:t xml:space="preserve"> </w:t>
      </w:r>
      <w:r w:rsidR="004859F2">
        <w:rPr>
          <w:rFonts w:eastAsia="Times New Roman"/>
          <w:lang w:eastAsia="ko-KR"/>
        </w:rPr>
        <w:t xml:space="preserve">followed by the </w:t>
      </w:r>
      <w:r w:rsidR="00340883">
        <w:rPr>
          <w:rStyle w:val="SDLattribute"/>
          <w:rFonts w:eastAsia="Times New Roman"/>
        </w:rPr>
        <w:t>base</w:t>
      </w:r>
      <w:r w:rsidR="004859F2" w:rsidRPr="006D1923">
        <w:rPr>
          <w:rStyle w:val="SDLattribute"/>
          <w:rFonts w:eastAsia="Times New Roman"/>
        </w:rPr>
        <w:t>_class</w:t>
      </w:r>
      <w:r w:rsidR="004859F2" w:rsidRPr="00282F49">
        <w:rPr>
          <w:rFonts w:eastAsia="Times New Roman"/>
          <w:lang w:eastAsia="ko-KR"/>
        </w:rPr>
        <w:t xml:space="preserve"> </w:t>
      </w:r>
      <w:r w:rsidR="004859F2">
        <w:rPr>
          <w:rFonts w:eastAsia="Times New Roman"/>
          <w:lang w:eastAsia="ko-KR"/>
        </w:rPr>
        <w:t xml:space="preserve">attribute </w:t>
      </w:r>
      <w:r w:rsidRPr="00282F49">
        <w:rPr>
          <w:rFonts w:eastAsia="Times New Roman"/>
          <w:lang w:eastAsia="ko-KR"/>
        </w:rPr>
        <w:t xml:space="preserve">specifies that the </w:t>
      </w:r>
      <w:r w:rsidR="00DA02BD">
        <w:rPr>
          <w:rFonts w:eastAsia="Times New Roman"/>
          <w:lang w:eastAsia="ko-KR"/>
        </w:rPr>
        <w:t xml:space="preserve">class </w:t>
      </w:r>
      <w:r w:rsidRPr="00282F49">
        <w:rPr>
          <w:rFonts w:eastAsia="Times New Roman"/>
          <w:lang w:eastAsia="ko-KR"/>
        </w:rPr>
        <w:t xml:space="preserve">is </w:t>
      </w:r>
      <w:r w:rsidR="00C46A22">
        <w:rPr>
          <w:rFonts w:eastAsia="Times New Roman"/>
          <w:lang w:eastAsia="ko-KR"/>
        </w:rPr>
        <w:t xml:space="preserve">a </w:t>
      </w:r>
      <w:r w:rsidRPr="00282F49">
        <w:rPr>
          <w:rFonts w:eastAsia="Times New Roman"/>
          <w:lang w:eastAsia="ko-KR"/>
        </w:rPr>
        <w:t xml:space="preserve">derived </w:t>
      </w:r>
      <w:r w:rsidR="00C46A22">
        <w:rPr>
          <w:rFonts w:eastAsia="Times New Roman"/>
          <w:lang w:eastAsia="ko-KR"/>
        </w:rPr>
        <w:t>class</w:t>
      </w:r>
      <w:r w:rsidR="00FD5814">
        <w:rPr>
          <w:rFonts w:eastAsia="Times New Roman"/>
          <w:lang w:eastAsia="ko-KR"/>
        </w:rPr>
        <w:t xml:space="preserve"> a</w:t>
      </w:r>
      <w:r w:rsidR="00535903">
        <w:rPr>
          <w:rFonts w:eastAsia="Times New Roman"/>
          <w:lang w:eastAsia="ko-KR"/>
        </w:rPr>
        <w:t>n</w:t>
      </w:r>
      <w:r w:rsidR="00FD5814">
        <w:rPr>
          <w:rFonts w:eastAsia="Times New Roman"/>
          <w:lang w:eastAsia="ko-KR"/>
        </w:rPr>
        <w:t>d that it derives</w:t>
      </w:r>
      <w:r w:rsidR="00C46A22">
        <w:rPr>
          <w:rFonts w:eastAsia="Times New Roman"/>
          <w:lang w:eastAsia="ko-KR"/>
        </w:rPr>
        <w:t xml:space="preserve"> </w:t>
      </w:r>
      <w:r w:rsidRPr="00282F49">
        <w:rPr>
          <w:rFonts w:eastAsia="Times New Roman"/>
          <w:lang w:eastAsia="ko-KR"/>
        </w:rPr>
        <w:t>from another</w:t>
      </w:r>
      <w:r w:rsidR="003131D3">
        <w:rPr>
          <w:rFonts w:eastAsia="Times New Roman"/>
          <w:lang w:eastAsia="ko-KR"/>
        </w:rPr>
        <w:t xml:space="preserve"> </w:t>
      </w:r>
      <w:r w:rsidR="00DA02BD">
        <w:rPr>
          <w:rFonts w:eastAsia="Times New Roman"/>
          <w:lang w:eastAsia="ko-KR"/>
        </w:rPr>
        <w:t xml:space="preserve">class </w:t>
      </w:r>
      <w:r w:rsidR="004859F2" w:rsidRPr="00C472DC">
        <w:t xml:space="preserve">of type </w:t>
      </w:r>
      <w:r w:rsidR="00AF3E68">
        <w:rPr>
          <w:rStyle w:val="SDLattribute"/>
          <w:rFonts w:eastAsia="Times New Roman"/>
        </w:rPr>
        <w:t>base</w:t>
      </w:r>
      <w:r w:rsidR="004859F2" w:rsidRPr="006D1923">
        <w:rPr>
          <w:rStyle w:val="SDLattribute"/>
          <w:rFonts w:eastAsia="Times New Roman"/>
        </w:rPr>
        <w:t>_class</w:t>
      </w:r>
      <w:r w:rsidR="00C46A22" w:rsidRPr="00C472DC">
        <w:t xml:space="preserve"> called the base class</w:t>
      </w:r>
      <w:r w:rsidRPr="00282F49">
        <w:rPr>
          <w:rFonts w:eastAsia="Times New Roman"/>
          <w:lang w:eastAsia="ko-KR"/>
        </w:rPr>
        <w:t xml:space="preserve">. </w:t>
      </w:r>
      <w:r w:rsidR="000D42C6">
        <w:rPr>
          <w:rFonts w:eastAsia="Times New Roman"/>
          <w:lang w:eastAsia="ko-KR"/>
        </w:rPr>
        <w:t>The base class is either a class</w:t>
      </w:r>
      <w:r w:rsidR="002652E5">
        <w:rPr>
          <w:rFonts w:eastAsia="Times New Roman"/>
          <w:lang w:eastAsia="ko-KR"/>
        </w:rPr>
        <w:t xml:space="preserve"> (as defined in subclause </w:t>
      </w:r>
      <w:r w:rsidR="002652E5">
        <w:rPr>
          <w:rFonts w:eastAsia="Times New Roman"/>
          <w:lang w:eastAsia="ko-KR"/>
        </w:rPr>
        <w:fldChar w:fldCharType="begin"/>
      </w:r>
      <w:r w:rsidR="002652E5">
        <w:rPr>
          <w:rFonts w:eastAsia="Times New Roman"/>
          <w:lang w:eastAsia="ko-KR"/>
        </w:rPr>
        <w:instrText xml:space="preserve"> REF _Ref77978430 \r \h </w:instrText>
      </w:r>
      <w:r w:rsidR="002652E5">
        <w:rPr>
          <w:rFonts w:eastAsia="Times New Roman"/>
          <w:lang w:eastAsia="ko-KR"/>
        </w:rPr>
      </w:r>
      <w:r w:rsidR="002652E5">
        <w:rPr>
          <w:rFonts w:eastAsia="Times New Roman"/>
          <w:lang w:eastAsia="ko-KR"/>
        </w:rPr>
        <w:fldChar w:fldCharType="separate"/>
      </w:r>
      <w:r w:rsidR="000F3D09">
        <w:rPr>
          <w:rFonts w:eastAsia="Times New Roman"/>
          <w:lang w:eastAsia="ko-KR"/>
        </w:rPr>
        <w:t>7.1</w:t>
      </w:r>
      <w:r w:rsidR="002652E5">
        <w:rPr>
          <w:rFonts w:eastAsia="Times New Roman"/>
          <w:lang w:eastAsia="ko-KR"/>
        </w:rPr>
        <w:fldChar w:fldCharType="end"/>
      </w:r>
      <w:r w:rsidR="002652E5">
        <w:rPr>
          <w:rFonts w:eastAsia="Times New Roman"/>
          <w:lang w:eastAsia="ko-KR"/>
        </w:rPr>
        <w:t>)</w:t>
      </w:r>
      <w:r w:rsidR="000D42C6">
        <w:rPr>
          <w:rFonts w:eastAsia="Times New Roman"/>
          <w:lang w:eastAsia="ko-KR"/>
        </w:rPr>
        <w:t>, a derived class</w:t>
      </w:r>
      <w:r w:rsidR="002652E5">
        <w:rPr>
          <w:rFonts w:eastAsia="Times New Roman"/>
          <w:lang w:eastAsia="ko-KR"/>
        </w:rPr>
        <w:t xml:space="preserve"> (as defined in this subclause) or an abstract class (as </w:t>
      </w:r>
      <w:r w:rsidR="002652E5">
        <w:rPr>
          <w:rFonts w:eastAsia="Times New Roman"/>
          <w:lang w:eastAsia="ko-KR"/>
        </w:rPr>
        <w:lastRenderedPageBreak/>
        <w:t>defined in</w:t>
      </w:r>
      <w:r w:rsidR="002652E5" w:rsidRPr="002652E5">
        <w:rPr>
          <w:rFonts w:eastAsia="Times New Roman"/>
          <w:lang w:eastAsia="ko-KR"/>
        </w:rPr>
        <w:t xml:space="preserve"> </w:t>
      </w:r>
      <w:r w:rsidR="002652E5">
        <w:rPr>
          <w:rFonts w:eastAsia="Times New Roman"/>
          <w:lang w:eastAsia="ko-KR"/>
        </w:rPr>
        <w:t xml:space="preserve">subclause </w:t>
      </w:r>
      <w:r w:rsidR="002652E5">
        <w:rPr>
          <w:rFonts w:eastAsia="Times New Roman"/>
          <w:lang w:eastAsia="ko-KR"/>
        </w:rPr>
        <w:fldChar w:fldCharType="begin"/>
      </w:r>
      <w:r w:rsidR="002652E5">
        <w:rPr>
          <w:rFonts w:eastAsia="Times New Roman"/>
          <w:lang w:eastAsia="ko-KR"/>
        </w:rPr>
        <w:instrText xml:space="preserve"> REF _Ref128495296 \r \h </w:instrText>
      </w:r>
      <w:r w:rsidR="002652E5">
        <w:rPr>
          <w:rFonts w:eastAsia="Times New Roman"/>
          <w:lang w:eastAsia="ko-KR"/>
        </w:rPr>
      </w:r>
      <w:r w:rsidR="002652E5">
        <w:rPr>
          <w:rFonts w:eastAsia="Times New Roman"/>
          <w:lang w:eastAsia="ko-KR"/>
        </w:rPr>
        <w:fldChar w:fldCharType="separate"/>
      </w:r>
      <w:r w:rsidR="000F3D09">
        <w:rPr>
          <w:rFonts w:eastAsia="Times New Roman"/>
          <w:lang w:eastAsia="ko-KR"/>
        </w:rPr>
        <w:t>7.3</w:t>
      </w:r>
      <w:r w:rsidR="002652E5">
        <w:rPr>
          <w:rFonts w:eastAsia="Times New Roman"/>
          <w:lang w:eastAsia="ko-KR"/>
        </w:rPr>
        <w:fldChar w:fldCharType="end"/>
      </w:r>
      <w:r w:rsidR="002652E5">
        <w:rPr>
          <w:rFonts w:eastAsia="Times New Roman"/>
          <w:lang w:eastAsia="ko-KR"/>
        </w:rPr>
        <w:t xml:space="preserve">). </w:t>
      </w:r>
      <w:r w:rsidRPr="00282F49">
        <w:rPr>
          <w:rFonts w:eastAsia="Times New Roman"/>
          <w:lang w:eastAsia="ko-KR"/>
        </w:rPr>
        <w:t xml:space="preserve">Derivation implies that all information present in the base </w:t>
      </w:r>
      <w:r w:rsidR="00DA02BD">
        <w:rPr>
          <w:rFonts w:eastAsia="Times New Roman"/>
          <w:lang w:eastAsia="ko-KR"/>
        </w:rPr>
        <w:t xml:space="preserve">class </w:t>
      </w:r>
      <w:r w:rsidR="00453016">
        <w:rPr>
          <w:rFonts w:eastAsia="Times New Roman"/>
          <w:lang w:eastAsia="ko-KR"/>
        </w:rPr>
        <w:t>can</w:t>
      </w:r>
      <w:r w:rsidRPr="00282F49">
        <w:rPr>
          <w:rFonts w:eastAsia="Times New Roman"/>
          <w:lang w:eastAsia="ko-KR"/>
        </w:rPr>
        <w:t xml:space="preserve"> also </w:t>
      </w:r>
      <w:r w:rsidR="00453016">
        <w:rPr>
          <w:rFonts w:eastAsia="Times New Roman"/>
          <w:lang w:eastAsia="ko-KR"/>
        </w:rPr>
        <w:t xml:space="preserve">be accessed </w:t>
      </w:r>
      <w:r w:rsidRPr="00282F49">
        <w:rPr>
          <w:rFonts w:eastAsia="Times New Roman"/>
          <w:lang w:eastAsia="ko-KR"/>
        </w:rPr>
        <w:t xml:space="preserve">in the derived </w:t>
      </w:r>
      <w:r w:rsidR="00DA02BD">
        <w:rPr>
          <w:rFonts w:eastAsia="Times New Roman"/>
          <w:lang w:eastAsia="ko-KR"/>
        </w:rPr>
        <w:t>class</w:t>
      </w:r>
      <w:r w:rsidRPr="00282F49">
        <w:rPr>
          <w:rFonts w:eastAsia="Times New Roman"/>
          <w:lang w:eastAsia="ko-KR"/>
        </w:rPr>
        <w:t xml:space="preserve">, and that, in the bitstream, all such information </w:t>
      </w:r>
      <w:r w:rsidRPr="00282F49">
        <w:rPr>
          <w:rFonts w:eastAsia="Times New Roman"/>
          <w:i/>
          <w:iCs/>
          <w:lang w:eastAsia="ko-KR"/>
        </w:rPr>
        <w:t>precedes</w:t>
      </w:r>
      <w:r w:rsidRPr="00282F49">
        <w:rPr>
          <w:rFonts w:eastAsia="Times New Roman"/>
          <w:lang w:eastAsia="ko-KR"/>
        </w:rPr>
        <w:t xml:space="preserve"> any additional bitstream syntax declarations specified in the </w:t>
      </w:r>
      <w:r w:rsidR="00FB45D8">
        <w:rPr>
          <w:rFonts w:eastAsia="Times New Roman"/>
          <w:lang w:eastAsia="ko-KR"/>
        </w:rPr>
        <w:t>derived</w:t>
      </w:r>
      <w:r w:rsidR="00FB45D8" w:rsidRPr="00282F49">
        <w:rPr>
          <w:rFonts w:eastAsia="Times New Roman"/>
          <w:lang w:eastAsia="ko-KR"/>
        </w:rPr>
        <w:t xml:space="preserve"> </w:t>
      </w:r>
      <w:r w:rsidR="00DA02BD">
        <w:rPr>
          <w:rFonts w:eastAsia="Times New Roman"/>
          <w:lang w:eastAsia="ko-KR"/>
        </w:rPr>
        <w:t>class</w:t>
      </w:r>
      <w:r w:rsidRPr="00282F49">
        <w:rPr>
          <w:rFonts w:eastAsia="Times New Roman"/>
          <w:lang w:eastAsia="ko-KR"/>
        </w:rPr>
        <w:t>.</w:t>
      </w:r>
    </w:p>
    <w:p w14:paraId="1D45E37C" w14:textId="0E52229B" w:rsidR="00EE7A12" w:rsidRPr="006D1923" w:rsidRDefault="00EE7A12"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C.</w:t>
      </w:r>
      <w:r w:rsidR="00E46ADD">
        <w:rPr>
          <w:rStyle w:val="CharBold"/>
          <w:rFonts w:eastAsia="Times New Roman"/>
        </w:rPr>
        <w:t>3</w:t>
      </w:r>
      <w:r w:rsidRPr="006D1923">
        <w:rPr>
          <w:rStyle w:val="CharBold"/>
          <w:rFonts w:eastAsia="Times New Roman"/>
        </w:rPr>
        <w:t xml:space="preserve">: </w:t>
      </w:r>
      <w:r w:rsidR="00FD5814">
        <w:rPr>
          <w:rStyle w:val="CharBold"/>
          <w:rFonts w:eastAsia="Times New Roman"/>
        </w:rPr>
        <w:t>D</w:t>
      </w:r>
      <w:r>
        <w:rPr>
          <w:rStyle w:val="CharBold"/>
          <w:rFonts w:eastAsia="Times New Roman"/>
        </w:rPr>
        <w:t>erived c</w:t>
      </w:r>
      <w:r w:rsidRPr="006D1923">
        <w:rPr>
          <w:rStyle w:val="CharBold"/>
          <w:rFonts w:eastAsia="Times New Roman"/>
        </w:rPr>
        <w:t>lasses</w:t>
      </w:r>
    </w:p>
    <w:p w14:paraId="1D34D64E" w14:textId="02354343" w:rsidR="00EE7A12" w:rsidRPr="006D1923" w:rsidRDefault="00EE7A12" w:rsidP="00C73BB5">
      <w:pPr>
        <w:pStyle w:val="List3"/>
        <w:keepNext/>
        <w:keepLines/>
        <w:spacing w:after="0"/>
        <w:ind w:left="851"/>
        <w:jc w:val="left"/>
        <w:rPr>
          <w:rFonts w:eastAsia="Times New Roman"/>
        </w:rPr>
      </w:pPr>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203C97">
        <w:rPr>
          <w:rStyle w:val="SDLattribute"/>
        </w:rPr>
        <w:t>modifier</w:t>
      </w:r>
      <w:r>
        <w:rPr>
          <w:rStyle w:val="SDLkeyword"/>
          <w:rFonts w:eastAsia="Times New Roman"/>
        </w:rPr>
        <w:t>)</w:t>
      </w:r>
      <w:r w:rsidRPr="00C73BB5">
        <w:rPr>
          <w:rFonts w:ascii="Courier New" w:eastAsia="Times New Roman" w:hAnsi="Courier New" w:cs="Courier New"/>
        </w:rPr>
        <w:t>]]</w:t>
      </w:r>
      <w:r w:rsidRPr="006D1923">
        <w:rPr>
          <w:rFonts w:eastAsia="Times New Roman"/>
        </w:rPr>
        <w:t xml:space="preserve"> </w:t>
      </w:r>
      <w:r w:rsidRPr="006D1923">
        <w:rPr>
          <w:rStyle w:val="SDLkeyword"/>
          <w:rFonts w:eastAsia="Times New Roman"/>
        </w:rPr>
        <w:t>class</w:t>
      </w:r>
      <w:r w:rsidRPr="006D1923">
        <w:rPr>
          <w:rFonts w:eastAsia="Times New Roman"/>
        </w:rPr>
        <w:t xml:space="preserve"> </w:t>
      </w:r>
      <w:r w:rsidR="00CD52ED">
        <w:rPr>
          <w:rStyle w:val="SDLattribute"/>
          <w:rFonts w:eastAsia="Times New Roman"/>
        </w:rPr>
        <w:t>class</w:t>
      </w:r>
      <w:r w:rsidRPr="006D1923">
        <w:rPr>
          <w:rStyle w:val="SDLattribute"/>
          <w:rFonts w:eastAsia="Times New Roman"/>
        </w:rPr>
        <w:t>_</w:t>
      </w:r>
      <w:r w:rsidR="00DB7FEC">
        <w:rPr>
          <w:rStyle w:val="SDLattribute"/>
          <w:rFonts w:eastAsia="Times New Roman"/>
        </w:rPr>
        <w:t>identifier</w:t>
      </w:r>
      <w:r w:rsidR="00DB7FEC" w:rsidRPr="006D1923">
        <w:rPr>
          <w:rFonts w:eastAsia="Times New Roman"/>
        </w:rPr>
        <w:t xml:space="preserve"> </w:t>
      </w:r>
      <w:r w:rsidR="00D117A0" w:rsidRPr="000640E1">
        <w:rPr>
          <w:rFonts w:ascii="Courier New" w:eastAsia="Times New Roman" w:hAnsi="Courier New" w:cs="Courier New"/>
        </w:rPr>
        <w:t>[</w:t>
      </w:r>
      <w:r w:rsidRPr="006D1923">
        <w:rPr>
          <w:rStyle w:val="SDLkeyword"/>
          <w:rFonts w:eastAsia="Times New Roman"/>
        </w:rPr>
        <w:t>extends</w:t>
      </w:r>
      <w:r w:rsidRPr="006D1923">
        <w:rPr>
          <w:rFonts w:eastAsia="Times New Roman"/>
        </w:rPr>
        <w:t xml:space="preserve"> </w:t>
      </w:r>
      <w:r w:rsidR="00340883">
        <w:rPr>
          <w:rStyle w:val="SDLattribute"/>
          <w:rFonts w:eastAsia="Times New Roman"/>
        </w:rPr>
        <w:t>base</w:t>
      </w:r>
      <w:r w:rsidRPr="006D1923">
        <w:rPr>
          <w:rStyle w:val="SDLattribute"/>
          <w:rFonts w:eastAsia="Times New Roman"/>
        </w:rPr>
        <w:t>_class</w:t>
      </w:r>
      <w:r w:rsidR="00D117A0" w:rsidRPr="000640E1">
        <w:rPr>
          <w:rFonts w:ascii="Courier New" w:eastAsia="Times New Roman" w:hAnsi="Courier New" w:cs="Courier New"/>
        </w:rPr>
        <w:t>]</w:t>
      </w:r>
      <w:r w:rsidR="00D117A0" w:rsidRPr="00C73BB5">
        <w:rPr>
          <w:rFonts w:eastAsia="Times New Roman" w:cs="Courier New"/>
        </w:rPr>
        <w:t xml:space="preserve"> </w:t>
      </w:r>
      <w:r w:rsidRPr="00C73BB5">
        <w:rPr>
          <w:rFonts w:ascii="Courier New" w:eastAsia="Times New Roman" w:hAnsi="Courier New" w:cs="Courier New"/>
        </w:rPr>
        <w:t>[</w:t>
      </w:r>
      <w:r w:rsidRPr="00C73BB5">
        <w:rPr>
          <w:rFonts w:ascii="Courier New" w:eastAsia="Times New Roman" w:hAnsi="Courier New" w:cs="Courier New"/>
          <w:b/>
          <w:bCs/>
        </w:rPr>
        <w:t>:</w:t>
      </w:r>
      <w:r w:rsidRPr="006D1923">
        <w:rPr>
          <w:rFonts w:eastAsia="Times New Roman"/>
        </w:rPr>
        <w:t xml:space="preserve"> </w:t>
      </w:r>
      <w:r w:rsidRPr="006D1923">
        <w:rPr>
          <w:rStyle w:val="SDLkeyword"/>
          <w:rFonts w:eastAsia="Times New Roman"/>
        </w:rPr>
        <w:t>bit(</w:t>
      </w:r>
      <w:r w:rsidRPr="006D1923">
        <w:rPr>
          <w:rStyle w:val="SDLattribute"/>
          <w:rFonts w:eastAsia="Times New Roman"/>
        </w:rPr>
        <w:t>length</w:t>
      </w:r>
      <w:r w:rsidRPr="006D1923">
        <w:rPr>
          <w:rStyle w:val="SDLkeyword"/>
          <w:rFonts w:eastAsia="Times New Roman"/>
        </w:rPr>
        <w:t>)</w:t>
      </w:r>
      <w:r w:rsidRPr="006D1923">
        <w:rPr>
          <w:rFonts w:eastAsia="Times New Roman"/>
        </w:rPr>
        <w:t xml:space="preserve"> </w:t>
      </w:r>
      <w:r w:rsidRPr="00C73BB5">
        <w:rPr>
          <w:rFonts w:ascii="Courier New" w:eastAsia="Times New Roman" w:hAnsi="Courier New" w:cs="Courier New"/>
        </w:rPr>
        <w:t>[</w:t>
      </w:r>
      <w:r w:rsidR="00A223CF">
        <w:rPr>
          <w:rStyle w:val="SDLattribute"/>
          <w:rFonts w:eastAsia="Times New Roman"/>
        </w:rPr>
        <w:t>class_i</w:t>
      </w:r>
      <w:r w:rsidRPr="006D1923">
        <w:rPr>
          <w:rStyle w:val="SDLattribute"/>
          <w:rFonts w:eastAsia="Times New Roman"/>
        </w:rPr>
        <w:t>d_</w:t>
      </w:r>
      <w:r w:rsidR="00A223CF">
        <w:rPr>
          <w:rStyle w:val="SDLattribute"/>
          <w:rFonts w:eastAsia="Times New Roman"/>
        </w:rPr>
        <w:t>identifier</w:t>
      </w:r>
      <w:r w:rsidR="007A768E">
        <w:rPr>
          <w:rStyle w:val="SDLattribute"/>
          <w:rFonts w:eastAsia="Times New Roman"/>
        </w:rPr>
        <w:t xml:space="preserve"> </w:t>
      </w:r>
      <w:r w:rsidRPr="00C73BB5">
        <w:rPr>
          <w:rFonts w:ascii="Courier New" w:eastAsia="Times New Roman" w:hAnsi="Courier New" w:cs="Courier New"/>
          <w:b/>
          <w:bCs/>
        </w:rPr>
        <w:t>=</w:t>
      </w:r>
      <w:r w:rsidRPr="00C73BB5">
        <w:rPr>
          <w:rFonts w:ascii="Courier New" w:eastAsia="Times New Roman" w:hAnsi="Courier New" w:cs="Courier New"/>
        </w:rPr>
        <w:t>]</w:t>
      </w:r>
      <w:r w:rsidRPr="006D1923">
        <w:rPr>
          <w:rFonts w:eastAsia="Times New Roman"/>
        </w:rPr>
        <w:t xml:space="preserve"> </w:t>
      </w:r>
      <w:r w:rsidR="00AE0CED" w:rsidRPr="00E56598">
        <w:rPr>
          <w:rFonts w:eastAsia="Times New Roman"/>
          <w:i/>
          <w:iCs/>
        </w:rPr>
        <w:t>class_</w:t>
      </w:r>
      <w:r w:rsidRPr="006D1923">
        <w:rPr>
          <w:rStyle w:val="SDLattribute"/>
          <w:rFonts w:eastAsia="Times New Roman"/>
        </w:rPr>
        <w:t>id</w:t>
      </w:r>
      <w:r w:rsidRPr="006D1923">
        <w:rPr>
          <w:rFonts w:eastAsia="Times New Roman"/>
        </w:rPr>
        <w:t xml:space="preserve"> </w:t>
      </w:r>
      <w:r w:rsidRPr="00C73BB5">
        <w:rPr>
          <w:rFonts w:ascii="Courier New" w:eastAsia="Times New Roman" w:hAnsi="Courier New" w:cs="Courier New"/>
        </w:rPr>
        <w:t>|</w:t>
      </w:r>
      <w:r w:rsidRPr="006D1923">
        <w:rPr>
          <w:rFonts w:eastAsia="Times New Roman"/>
        </w:rPr>
        <w:t xml:space="preserve"> </w:t>
      </w:r>
      <w:r w:rsidRPr="006D1923">
        <w:rPr>
          <w:rStyle w:val="SDLattribute"/>
          <w:rFonts w:eastAsia="Times New Roman"/>
        </w:rPr>
        <w:t xml:space="preserve">id_range </w:t>
      </w:r>
      <w:r w:rsidRPr="00C73BB5">
        <w:rPr>
          <w:rFonts w:ascii="Courier New" w:eastAsia="Times New Roman" w:hAnsi="Courier New" w:cs="Courier New"/>
        </w:rPr>
        <w:t>|</w:t>
      </w:r>
      <w:r w:rsidRPr="006D1923">
        <w:rPr>
          <w:rFonts w:eastAsia="Times New Roman"/>
          <w:i/>
          <w:iCs/>
        </w:rPr>
        <w:t xml:space="preserve"> extended_id_range </w:t>
      </w:r>
      <w:r w:rsidRPr="00C73BB5">
        <w:rPr>
          <w:rFonts w:ascii="Courier New" w:eastAsia="Times New Roman" w:hAnsi="Courier New" w:cs="Courier New"/>
        </w:rPr>
        <w:t>]</w:t>
      </w:r>
      <w:r w:rsidRPr="006D1923">
        <w:rPr>
          <w:rFonts w:eastAsia="Times New Roman"/>
        </w:rPr>
        <w:t xml:space="preserve"> </w:t>
      </w:r>
      <w:r w:rsidRPr="006D1923">
        <w:rPr>
          <w:rStyle w:val="SDLkeyword"/>
          <w:rFonts w:eastAsia="Times New Roman"/>
        </w:rPr>
        <w:t>{</w:t>
      </w:r>
    </w:p>
    <w:p w14:paraId="0F0E220A" w14:textId="0E111A5B" w:rsidR="00EE7A12" w:rsidRPr="006D1923" w:rsidRDefault="00EE7A12" w:rsidP="00C73BB5">
      <w:pPr>
        <w:pStyle w:val="List4"/>
        <w:keepNext/>
        <w:keepLines/>
        <w:spacing w:after="0"/>
        <w:ind w:left="851" w:firstLine="0"/>
        <w:jc w:val="left"/>
        <w:rPr>
          <w:rFonts w:eastAsia="Times New Roman"/>
        </w:rPr>
      </w:pPr>
      <w:r w:rsidRPr="00C73BB5">
        <w:rPr>
          <w:rFonts w:ascii="Courier New" w:eastAsia="Times New Roman" w:hAnsi="Courier New" w:cs="Courier New"/>
        </w:rPr>
        <w:t>[</w:t>
      </w:r>
      <w:r w:rsidRPr="006D1923">
        <w:rPr>
          <w:rStyle w:val="SDLattribute"/>
          <w:rFonts w:eastAsia="Times New Roman"/>
        </w:rPr>
        <w:t>element</w:t>
      </w:r>
      <w:r w:rsidRPr="00C73BB5">
        <w:rPr>
          <w:rFonts w:ascii="Courier New" w:eastAsia="Times New Roman" w:hAnsi="Courier New" w:cs="Courier New"/>
          <w:b/>
          <w:bCs/>
        </w:rPr>
        <w:t>;</w:t>
      </w:r>
      <w:r w:rsidRPr="006D1923">
        <w:rPr>
          <w:rFonts w:eastAsia="Times New Roman"/>
        </w:rPr>
        <w:t xml:space="preserve"> …</w:t>
      </w:r>
      <w:r w:rsidRPr="00C73BB5">
        <w:rPr>
          <w:rFonts w:ascii="Courier New" w:eastAsia="Times New Roman" w:hAnsi="Courier New" w:cs="Courier New"/>
        </w:rPr>
        <w:t>]</w:t>
      </w:r>
    </w:p>
    <w:p w14:paraId="2C3C99D9" w14:textId="77777777" w:rsidR="00EE7A12" w:rsidRPr="006D1923" w:rsidRDefault="00EE7A12" w:rsidP="00C73BB5">
      <w:pPr>
        <w:pStyle w:val="List3"/>
        <w:keepNext/>
        <w:keepLines/>
        <w:jc w:val="left"/>
        <w:rPr>
          <w:rStyle w:val="SDLkeyword"/>
          <w:rFonts w:eastAsia="Times New Roman"/>
        </w:rPr>
      </w:pPr>
      <w:r w:rsidRPr="006D1923">
        <w:rPr>
          <w:rStyle w:val="SDLkeyword"/>
          <w:rFonts w:eastAsia="Times New Roman"/>
        </w:rPr>
        <w:t>}</w:t>
      </w:r>
    </w:p>
    <w:p w14:paraId="0C917B3D" w14:textId="77777777" w:rsidR="0072765B" w:rsidRDefault="0072765B" w:rsidP="00EE7A12">
      <w:pPr>
        <w:pStyle w:val="BodyText"/>
        <w:pBdr>
          <w:top w:val="single" w:sz="6" w:space="1" w:color="auto"/>
        </w:pBdr>
        <w:rPr>
          <w:rFonts w:eastAsia="Times New Roman"/>
          <w:lang w:eastAsia="ko-KR"/>
        </w:rPr>
      </w:pPr>
    </w:p>
    <w:p w14:paraId="6C872EA4" w14:textId="2D4F491A" w:rsidR="00B40BE8" w:rsidRDefault="00B40BE8" w:rsidP="00EE7A12">
      <w:pPr>
        <w:pStyle w:val="BodyText"/>
        <w:pBdr>
          <w:top w:val="single" w:sz="6" w:space="1" w:color="auto"/>
        </w:pBdr>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definition as in</w:t>
      </w:r>
      <w:r>
        <w:t xml:space="preserve"> subclause </w:t>
      </w:r>
      <w:r>
        <w:fldChar w:fldCharType="begin"/>
      </w:r>
      <w:r>
        <w:instrText xml:space="preserve"> REF _Ref128486809 \r \h </w:instrText>
      </w:r>
      <w:r>
        <w:fldChar w:fldCharType="separate"/>
      </w:r>
      <w:r w:rsidR="000F3D09">
        <w:t>6.2.1</w:t>
      </w:r>
      <w:r>
        <w:fldChar w:fldCharType="end"/>
      </w:r>
      <w:r>
        <w:t>.</w:t>
      </w:r>
      <w:r>
        <w:rPr>
          <w:rFonts w:eastAsia="Times New Roman"/>
          <w:lang w:eastAsia="ko-KR"/>
        </w:rPr>
        <w:t xml:space="preserve"> </w:t>
      </w:r>
    </w:p>
    <w:p w14:paraId="272B93B8" w14:textId="636171EB" w:rsidR="00C178A8" w:rsidRDefault="00C178A8" w:rsidP="00EE7A12">
      <w:pPr>
        <w:pStyle w:val="BodyText"/>
        <w:pBdr>
          <w:top w:val="single" w:sz="6" w:space="1" w:color="auto"/>
        </w:pBdr>
        <w:rPr>
          <w:rFonts w:eastAsia="Times New Roman"/>
          <w:lang w:eastAsia="ko-KR"/>
        </w:rPr>
      </w:pPr>
      <w:r>
        <w:rPr>
          <w:rFonts w:eastAsia="Times New Roman"/>
          <w:lang w:eastAsia="ko-KR"/>
        </w:rPr>
        <w:t xml:space="preserve">The </w:t>
      </w:r>
      <w:r w:rsidR="00ED0A10">
        <w:rPr>
          <w:rFonts w:eastAsia="Times New Roman"/>
          <w:lang w:eastAsia="ko-KR"/>
        </w:rPr>
        <w:t xml:space="preserve">meaning of the </w:t>
      </w:r>
      <w:r>
        <w:rPr>
          <w:rFonts w:eastAsia="Times New Roman"/>
          <w:lang w:eastAsia="ko-KR"/>
        </w:rPr>
        <w:t xml:space="preserve">keyword </w:t>
      </w:r>
      <w:r w:rsidRPr="00C472DC">
        <w:rPr>
          <w:rStyle w:val="SDLkeyword"/>
        </w:rPr>
        <w:t>bit</w:t>
      </w:r>
      <w:r>
        <w:rPr>
          <w:rFonts w:eastAsia="Times New Roman"/>
          <w:lang w:eastAsia="ko-KR"/>
        </w:rPr>
        <w:t xml:space="preserve"> and its related attribute</w:t>
      </w:r>
      <w:r w:rsidR="00ED0A10">
        <w:rPr>
          <w:rFonts w:eastAsia="Times New Roman"/>
          <w:lang w:eastAsia="ko-KR"/>
        </w:rPr>
        <w:t>s</w:t>
      </w:r>
      <w:r>
        <w:rPr>
          <w:rFonts w:eastAsia="Times New Roman"/>
          <w:lang w:eastAsia="ko-KR"/>
        </w:rPr>
        <w:t xml:space="preserve"> </w:t>
      </w:r>
      <w:r w:rsidR="003F4ADD">
        <w:rPr>
          <w:rFonts w:eastAsia="Times New Roman"/>
          <w:lang w:eastAsia="ko-KR"/>
        </w:rPr>
        <w:t>is</w:t>
      </w:r>
      <w:r>
        <w:rPr>
          <w:rFonts w:eastAsia="Times New Roman"/>
          <w:lang w:eastAsia="ko-KR"/>
        </w:rPr>
        <w:t xml:space="preserve"> define</w:t>
      </w:r>
      <w:r w:rsidR="00ED0A10">
        <w:rPr>
          <w:rFonts w:eastAsia="Times New Roman"/>
          <w:lang w:eastAsia="ko-KR"/>
        </w:rPr>
        <w:t>d</w:t>
      </w:r>
      <w:r>
        <w:rPr>
          <w:rFonts w:eastAsia="Times New Roman"/>
          <w:lang w:eastAsia="ko-KR"/>
        </w:rPr>
        <w:t xml:space="preserve"> in</w:t>
      </w:r>
      <w:r w:rsidR="00BA44D8">
        <w:rPr>
          <w:rFonts w:eastAsia="Times New Roman"/>
          <w:lang w:eastAsia="ko-KR"/>
        </w:rPr>
        <w:t xml:space="preserve"> subclause</w:t>
      </w:r>
      <w:r w:rsidR="003B6A40">
        <w:rPr>
          <w:rFonts w:eastAsia="Times New Roman"/>
          <w:lang w:eastAsia="ko-KR"/>
        </w:rPr>
        <w:t xml:space="preserve"> </w:t>
      </w:r>
      <w:r w:rsidR="003B6A40">
        <w:rPr>
          <w:rFonts w:eastAsia="Times New Roman"/>
          <w:lang w:eastAsia="ko-KR"/>
        </w:rPr>
        <w:fldChar w:fldCharType="begin"/>
      </w:r>
      <w:r w:rsidR="003B6A40">
        <w:rPr>
          <w:rFonts w:eastAsia="Times New Roman"/>
          <w:lang w:eastAsia="ko-KR"/>
        </w:rPr>
        <w:instrText xml:space="preserve"> REF _Ref128580659 \r \h </w:instrText>
      </w:r>
      <w:r w:rsidR="003B6A40">
        <w:rPr>
          <w:rFonts w:eastAsia="Times New Roman"/>
          <w:lang w:eastAsia="ko-KR"/>
        </w:rPr>
      </w:r>
      <w:r w:rsidR="003B6A40">
        <w:rPr>
          <w:rFonts w:eastAsia="Times New Roman"/>
          <w:lang w:eastAsia="ko-KR"/>
        </w:rPr>
        <w:fldChar w:fldCharType="separate"/>
      </w:r>
      <w:r w:rsidR="000F3D09">
        <w:rPr>
          <w:rFonts w:eastAsia="Times New Roman"/>
          <w:lang w:eastAsia="ko-KR"/>
        </w:rPr>
        <w:t>7.5</w:t>
      </w:r>
      <w:r w:rsidR="003B6A40">
        <w:rPr>
          <w:rFonts w:eastAsia="Times New Roman"/>
          <w:lang w:eastAsia="ko-KR"/>
        </w:rPr>
        <w:fldChar w:fldCharType="end"/>
      </w:r>
      <w:r>
        <w:rPr>
          <w:rFonts w:eastAsia="Times New Roman"/>
          <w:lang w:eastAsia="ko-KR"/>
        </w:rPr>
        <w:t>.</w:t>
      </w:r>
    </w:p>
    <w:p w14:paraId="5D2797EB" w14:textId="28AE243D" w:rsidR="00D452CD" w:rsidRPr="00E56598" w:rsidRDefault="00BF0EB1" w:rsidP="00E73F91">
      <w:pPr>
        <w:pStyle w:val="Code"/>
        <w:rPr>
          <w:rFonts w:ascii="Cambria" w:hAnsi="Cambria" w:cs="Courier New"/>
          <w:sz w:val="22"/>
          <w:highlight w:val="yellow"/>
        </w:rPr>
      </w:pPr>
      <w:r w:rsidRPr="00BF0EB1">
        <w:rPr>
          <w:rFonts w:ascii="Cambria" w:hAnsi="Cambria" w:cs="Courier New"/>
          <w:sz w:val="22"/>
          <w:highlight w:val="yellow"/>
        </w:rPr>
        <w:t>[</w:t>
      </w:r>
      <w:r w:rsidR="00D452CD" w:rsidRPr="00E56598">
        <w:rPr>
          <w:rFonts w:ascii="Cambria" w:hAnsi="Cambria" w:cs="Courier New"/>
          <w:sz w:val="22"/>
          <w:highlight w:val="yellow"/>
        </w:rPr>
        <w:t>Editor</w:t>
      </w:r>
      <w:r w:rsidRPr="00BF0EB1">
        <w:rPr>
          <w:rFonts w:ascii="Cambria" w:hAnsi="Cambria" w:cs="Courier New"/>
          <w:sz w:val="22"/>
          <w:highlight w:val="yellow"/>
        </w:rPr>
        <w:t>’</w:t>
      </w:r>
      <w:r w:rsidR="00D452CD" w:rsidRPr="00E56598">
        <w:rPr>
          <w:rFonts w:ascii="Cambria" w:hAnsi="Cambria" w:cs="Courier New"/>
          <w:sz w:val="22"/>
          <w:highlight w:val="yellow"/>
        </w:rPr>
        <w:t>s note: Can a non-aligned class derive from an aligned sub-class?</w:t>
      </w:r>
      <w:r w:rsidRPr="00E56598">
        <w:rPr>
          <w:rFonts w:ascii="Cambria" w:hAnsi="Cambria" w:cs="Courier New"/>
          <w:sz w:val="22"/>
          <w:highlight w:val="yellow"/>
        </w:rPr>
        <w:t>]</w:t>
      </w:r>
    </w:p>
    <w:p w14:paraId="52FC096E" w14:textId="1CD1B877" w:rsidR="00D452CD" w:rsidRPr="00E56598" w:rsidRDefault="00BF0EB1" w:rsidP="00E73F91">
      <w:pPr>
        <w:pStyle w:val="Code"/>
        <w:rPr>
          <w:rFonts w:ascii="Cambria" w:hAnsi="Cambria" w:cs="Courier New"/>
          <w:sz w:val="22"/>
          <w:highlight w:val="yellow"/>
        </w:rPr>
      </w:pPr>
      <w:r w:rsidRPr="00BF0EB1">
        <w:rPr>
          <w:rFonts w:ascii="Cambria" w:hAnsi="Cambria" w:cs="Courier New"/>
          <w:sz w:val="22"/>
          <w:highlight w:val="yellow"/>
        </w:rPr>
        <w:t>[</w:t>
      </w:r>
      <w:r w:rsidR="00D452CD" w:rsidRPr="00E56598">
        <w:rPr>
          <w:rFonts w:ascii="Cambria" w:hAnsi="Cambria" w:cs="Courier New"/>
          <w:sz w:val="22"/>
          <w:highlight w:val="yellow"/>
        </w:rPr>
        <w:t>Editor</w:t>
      </w:r>
      <w:r w:rsidRPr="00BF0EB1">
        <w:rPr>
          <w:rFonts w:ascii="Cambria" w:hAnsi="Cambria" w:cs="Courier New"/>
          <w:sz w:val="22"/>
          <w:highlight w:val="yellow"/>
        </w:rPr>
        <w:t>’</w:t>
      </w:r>
      <w:r w:rsidR="00D452CD" w:rsidRPr="00E56598">
        <w:rPr>
          <w:rFonts w:ascii="Cambria" w:hAnsi="Cambria" w:cs="Courier New"/>
          <w:sz w:val="22"/>
          <w:highlight w:val="yellow"/>
        </w:rPr>
        <w:t>s note: Can an aligned class derive from a non-aligned sub-class?</w:t>
      </w:r>
      <w:r w:rsidRPr="00E56598">
        <w:rPr>
          <w:rFonts w:ascii="Cambria" w:hAnsi="Cambria" w:cs="Courier New"/>
          <w:sz w:val="22"/>
          <w:highlight w:val="yellow"/>
        </w:rPr>
        <w:t>]</w:t>
      </w:r>
    </w:p>
    <w:p w14:paraId="12885EE0" w14:textId="6B1A30D5" w:rsidR="00D452CD" w:rsidRDefault="00BF0EB1" w:rsidP="00E56598">
      <w:pPr>
        <w:pStyle w:val="BodyText"/>
        <w:rPr>
          <w:rFonts w:eastAsia="Times New Roman"/>
          <w:lang w:eastAsia="ko-KR"/>
        </w:rPr>
      </w:pPr>
      <w:r w:rsidRPr="00BF0EB1">
        <w:rPr>
          <w:rFonts w:cs="Courier New"/>
          <w:szCs w:val="18"/>
          <w:highlight w:val="yellow"/>
        </w:rPr>
        <w:t>[</w:t>
      </w:r>
      <w:r w:rsidR="00D452CD" w:rsidRPr="00BF0EB1">
        <w:rPr>
          <w:rFonts w:cs="Courier New"/>
          <w:szCs w:val="18"/>
          <w:highlight w:val="yellow"/>
        </w:rPr>
        <w:t>Editor</w:t>
      </w:r>
      <w:r w:rsidRPr="00BF0EB1">
        <w:rPr>
          <w:rFonts w:cs="Courier New"/>
          <w:szCs w:val="18"/>
          <w:highlight w:val="yellow"/>
        </w:rPr>
        <w:t>’</w:t>
      </w:r>
      <w:r w:rsidR="00D452CD" w:rsidRPr="00BF0EB1">
        <w:rPr>
          <w:rFonts w:cs="Courier New"/>
          <w:szCs w:val="18"/>
          <w:highlight w:val="yellow"/>
        </w:rPr>
        <w:t>s note: Can an aligned class derive from an aligned sub-class with a different alignment width?</w:t>
      </w:r>
      <w:r w:rsidRPr="00E56598">
        <w:rPr>
          <w:rFonts w:cs="Courier New"/>
          <w:szCs w:val="18"/>
          <w:highlight w:val="yellow"/>
        </w:rPr>
        <w:t>]</w:t>
      </w:r>
    </w:p>
    <w:p w14:paraId="7DC7D697" w14:textId="603DCB26" w:rsidR="0051125B" w:rsidRPr="00C472DC" w:rsidRDefault="0051125B" w:rsidP="00C472DC">
      <w:pPr>
        <w:pStyle w:val="Note"/>
      </w:pPr>
      <w:r w:rsidRPr="00C472DC">
        <w:t>NOTE</w:t>
      </w:r>
      <w:r w:rsidRPr="00C472DC">
        <w:tab/>
      </w:r>
      <w:r w:rsidR="00BA2633">
        <w:t>Classes</w:t>
      </w:r>
      <w:r w:rsidRPr="00C472DC">
        <w:t xml:space="preserve"> may also be encapsulated within other </w:t>
      </w:r>
      <w:r w:rsidR="00BA2633">
        <w:t>classes</w:t>
      </w:r>
      <w:r w:rsidRPr="00C472DC">
        <w:t xml:space="preserve">. In this case, the </w:t>
      </w:r>
      <w:r w:rsidRPr="00C472DC">
        <w:rPr>
          <w:rStyle w:val="SDLattribute"/>
        </w:rPr>
        <w:t>element</w:t>
      </w:r>
      <w:r w:rsidRPr="00C472DC">
        <w:t xml:space="preserve"> in Rule C.</w:t>
      </w:r>
      <w:r w:rsidR="0075776F">
        <w:t>3</w:t>
      </w:r>
      <w:r w:rsidR="0075776F" w:rsidRPr="00C472DC">
        <w:t xml:space="preserve"> </w:t>
      </w:r>
      <w:r w:rsidRPr="00C472DC">
        <w:t xml:space="preserve">is a </w:t>
      </w:r>
      <w:r w:rsidRPr="00C472DC">
        <w:rPr>
          <w:rStyle w:val="SDLkeyword"/>
          <w:rFonts w:ascii="Cambria" w:hAnsi="Cambria" w:cs="Times New Roman"/>
          <w:b w:val="0"/>
          <w:bCs w:val="0"/>
        </w:rPr>
        <w:t>class</w:t>
      </w:r>
      <w:r w:rsidRPr="00C472DC" w:rsidDel="00F34B1A">
        <w:t xml:space="preserve"> </w:t>
      </w:r>
      <w:r w:rsidRPr="00C472DC">
        <w:t>itself.</w:t>
      </w:r>
    </w:p>
    <w:p w14:paraId="7072FC95" w14:textId="6052F1CF" w:rsidR="006A49DA" w:rsidRPr="00C472DC" w:rsidRDefault="006A49DA" w:rsidP="00C472DC">
      <w:pPr>
        <w:pStyle w:val="BodyText"/>
      </w:pPr>
      <w:r w:rsidRPr="00282F49">
        <w:t xml:space="preserve">The order of declaration of the </w:t>
      </w:r>
      <w:r w:rsidRPr="0014050A">
        <w:rPr>
          <w:i/>
          <w:iCs/>
        </w:rPr>
        <w:t>element</w:t>
      </w:r>
      <w:r w:rsidRPr="00282F49">
        <w:t xml:space="preserve"> is the same order in which the elements appear in the bitstream.</w:t>
      </w:r>
    </w:p>
    <w:p w14:paraId="50F9A31D" w14:textId="2C326A21" w:rsidR="00537F1B" w:rsidRPr="00603472" w:rsidRDefault="00537F1B" w:rsidP="00537F1B">
      <w:pPr>
        <w:pStyle w:val="ExampleText"/>
        <w:rPr>
          <w:rFonts w:eastAsia="Times New Roman" w:cs="Times New Roman"/>
          <w:lang w:val="en-GB"/>
        </w:rPr>
      </w:pPr>
      <w:r w:rsidRPr="00F84023">
        <w:rPr>
          <w:rFonts w:ascii="Cambria" w:eastAsia="Times New Roman" w:hAnsi="Cambria" w:cs="Times New Roman"/>
          <w:sz w:val="22"/>
          <w:szCs w:val="22"/>
          <w:lang w:val="en-GB"/>
        </w:rPr>
        <w:t xml:space="preserve">In the </w:t>
      </w:r>
      <w:r>
        <w:rPr>
          <w:rFonts w:ascii="Cambria" w:eastAsia="Times New Roman" w:hAnsi="Cambria" w:cs="Times New Roman"/>
          <w:sz w:val="22"/>
          <w:szCs w:val="22"/>
          <w:lang w:val="en-GB"/>
        </w:rPr>
        <w:t>following</w:t>
      </w:r>
      <w:r w:rsidRPr="00F84023">
        <w:rPr>
          <w:rFonts w:ascii="Cambria" w:eastAsia="Times New Roman" w:hAnsi="Cambria" w:cs="Times New Roman"/>
          <w:sz w:val="22"/>
          <w:szCs w:val="22"/>
          <w:lang w:val="en-GB"/>
        </w:rPr>
        <w:t xml:space="preserve"> example,</w:t>
      </w:r>
      <w:r w:rsidRPr="00282F49">
        <w:rPr>
          <w:rFonts w:eastAsia="Times New Roman" w:cs="Times New Roman"/>
          <w:lang w:val="en-GB"/>
        </w:rPr>
        <w:t xml:space="preserve"> </w:t>
      </w:r>
      <w:r w:rsidRPr="00C472DC">
        <w:rPr>
          <w:rStyle w:val="codeChar"/>
        </w:rPr>
        <w:t>bar.</w:t>
      </w:r>
      <w:r w:rsidR="00B1200C">
        <w:rPr>
          <w:rStyle w:val="codeChar"/>
        </w:rPr>
        <w:t>b</w:t>
      </w:r>
      <w:r w:rsidRPr="00282F49">
        <w:rPr>
          <w:rFonts w:eastAsia="Times New Roman" w:cs="Times New Roman"/>
          <w:lang w:val="en-GB"/>
        </w:rPr>
        <w:t xml:space="preserve"> </w:t>
      </w:r>
      <w:r w:rsidRPr="00F84023">
        <w:rPr>
          <w:rFonts w:ascii="Cambria" w:eastAsia="Times New Roman" w:hAnsi="Cambria" w:cs="Times New Roman"/>
          <w:sz w:val="22"/>
          <w:szCs w:val="22"/>
          <w:lang w:val="en-GB"/>
        </w:rPr>
        <w:t>immediately precedes</w:t>
      </w:r>
      <w:r w:rsidRPr="00282F49">
        <w:rPr>
          <w:rFonts w:eastAsia="Times New Roman" w:cs="Times New Roman"/>
          <w:lang w:val="en-GB"/>
        </w:rPr>
        <w:t xml:space="preserve"> </w:t>
      </w:r>
      <w:r w:rsidRPr="00C472DC">
        <w:rPr>
          <w:rStyle w:val="codeChar"/>
        </w:rPr>
        <w:t>bar.</w:t>
      </w:r>
      <w:r w:rsidR="00B1200C">
        <w:rPr>
          <w:rStyle w:val="codeChar"/>
        </w:rPr>
        <w:t>c</w:t>
      </w:r>
      <w:r w:rsidRPr="00282F49">
        <w:rPr>
          <w:rFonts w:eastAsia="Times New Roman" w:cs="Times New Roman"/>
          <w:lang w:val="en-GB"/>
        </w:rPr>
        <w:t xml:space="preserve"> </w:t>
      </w:r>
      <w:r w:rsidRPr="00F84023">
        <w:rPr>
          <w:rFonts w:ascii="Cambria" w:eastAsia="Times New Roman" w:hAnsi="Cambria" w:cs="Times New Roman"/>
          <w:sz w:val="22"/>
          <w:szCs w:val="22"/>
          <w:lang w:val="en-GB"/>
        </w:rPr>
        <w:t>in the bitstream</w:t>
      </w:r>
      <w:r>
        <w:rPr>
          <w:rFonts w:ascii="Cambria" w:eastAsia="Times New Roman" w:hAnsi="Cambria" w:cs="Times New Roman"/>
          <w:sz w:val="22"/>
          <w:szCs w:val="22"/>
          <w:lang w:val="en-GB"/>
        </w:rPr>
        <w:t>:</w:t>
      </w:r>
    </w:p>
    <w:p w14:paraId="13F372AB" w14:textId="77777777" w:rsidR="00537F1B" w:rsidRPr="006D1923" w:rsidRDefault="00537F1B" w:rsidP="00C472DC">
      <w:pPr>
        <w:pStyle w:val="Example"/>
      </w:pPr>
      <w:r w:rsidRPr="006D1923">
        <w:t xml:space="preserve">EXAMPLE </w:t>
      </w:r>
      <w:r w:rsidRPr="006D1923">
        <w:sym w:font="Symbol" w:char="F0BE"/>
      </w:r>
    </w:p>
    <w:p w14:paraId="7D82C982" w14:textId="77777777" w:rsidR="00537F1B" w:rsidRPr="00282F49" w:rsidRDefault="00537F1B" w:rsidP="00C472DC">
      <w:pPr>
        <w:pStyle w:val="Code"/>
      </w:pPr>
      <w:r w:rsidRPr="00282F49">
        <w:t>class foo {</w:t>
      </w:r>
    </w:p>
    <w:p w14:paraId="1D7973B2" w14:textId="77777777" w:rsidR="00537F1B" w:rsidRPr="00282F49" w:rsidRDefault="00537F1B" w:rsidP="00C472DC">
      <w:pPr>
        <w:pStyle w:val="Code"/>
      </w:pPr>
      <w:r w:rsidRPr="00282F49">
        <w:tab/>
      </w:r>
      <w:r>
        <w:t xml:space="preserve"> </w:t>
      </w:r>
      <w:r w:rsidRPr="00282F49">
        <w:t>int(3) a;</w:t>
      </w:r>
    </w:p>
    <w:p w14:paraId="575823B1" w14:textId="77777777" w:rsidR="00537F1B" w:rsidRPr="00282F49" w:rsidRDefault="00537F1B" w:rsidP="00C472DC">
      <w:pPr>
        <w:pStyle w:val="Code"/>
      </w:pPr>
      <w:r w:rsidRPr="00282F49">
        <w:t>}</w:t>
      </w:r>
    </w:p>
    <w:p w14:paraId="6B5E27B2" w14:textId="77777777" w:rsidR="00537F1B" w:rsidRPr="00282F49" w:rsidRDefault="00537F1B" w:rsidP="00C472DC">
      <w:pPr>
        <w:pStyle w:val="Code"/>
        <w:rPr>
          <w:sz w:val="16"/>
        </w:rPr>
      </w:pPr>
    </w:p>
    <w:p w14:paraId="1625D52C" w14:textId="77777777" w:rsidR="00537F1B" w:rsidRPr="00282F49" w:rsidRDefault="00537F1B" w:rsidP="00C472DC">
      <w:pPr>
        <w:pStyle w:val="Code"/>
      </w:pPr>
      <w:r w:rsidRPr="00282F49">
        <w:t xml:space="preserve">class bar extends foo { </w:t>
      </w:r>
    </w:p>
    <w:p w14:paraId="446FB60D" w14:textId="6836EB8C" w:rsidR="00537F1B" w:rsidRPr="00282F49" w:rsidRDefault="00537F1B" w:rsidP="00C472DC">
      <w:pPr>
        <w:pStyle w:val="Code"/>
        <w:ind w:firstLine="420"/>
      </w:pPr>
      <w:r w:rsidRPr="00282F49">
        <w:t>int(5) b;</w:t>
      </w:r>
    </w:p>
    <w:p w14:paraId="0CA7EBFD" w14:textId="3427766B" w:rsidR="00537F1B" w:rsidRPr="00282F49" w:rsidRDefault="00537F1B" w:rsidP="00C472DC">
      <w:pPr>
        <w:pStyle w:val="Code"/>
        <w:ind w:firstLine="420"/>
      </w:pPr>
      <w:r w:rsidRPr="00282F49">
        <w:t>int(10) c;</w:t>
      </w:r>
    </w:p>
    <w:p w14:paraId="0507B46C" w14:textId="65238146" w:rsidR="00537F1B" w:rsidRDefault="00537F1B" w:rsidP="00C472DC">
      <w:pPr>
        <w:pStyle w:val="Code"/>
      </w:pPr>
      <w:r w:rsidRPr="00282F49">
        <w:t>}</w:t>
      </w:r>
    </w:p>
    <w:p w14:paraId="5BDA5968" w14:textId="77777777" w:rsidR="00067CDC" w:rsidRDefault="00067CDC" w:rsidP="00067CDC">
      <w:pPr>
        <w:pStyle w:val="SDLCode"/>
      </w:pPr>
    </w:p>
    <w:p w14:paraId="255EC432" w14:textId="0F94D5CA" w:rsidR="00067CDC" w:rsidRDefault="00067CDC" w:rsidP="00067CDC">
      <w:pPr>
        <w:pStyle w:val="SDLCode"/>
      </w:pPr>
      <w:r w:rsidRPr="00A50F5F">
        <w:t>bar myBar;</w:t>
      </w:r>
    </w:p>
    <w:p w14:paraId="69964506" w14:textId="77777777" w:rsidR="00067CDC" w:rsidRDefault="00067CDC" w:rsidP="00067CDC">
      <w:pPr>
        <w:pStyle w:val="SDLCode"/>
      </w:pPr>
    </w:p>
    <w:p w14:paraId="18852B6F" w14:textId="2ABF2476" w:rsidR="00067CDC" w:rsidRPr="00A50F5F" w:rsidRDefault="00067CDC" w:rsidP="00067CDC">
      <w:pPr>
        <w:autoSpaceDE w:val="0"/>
        <w:autoSpaceDN w:val="0"/>
        <w:adjustRightInd w:val="0"/>
        <w:jc w:val="left"/>
      </w:pPr>
      <w:r w:rsidRPr="008F4E31">
        <w:rPr>
          <w:highlight w:val="yellow"/>
        </w:rPr>
        <w:t>[Editor’s note: An example bitstream for this would be:]</w:t>
      </w:r>
    </w:p>
    <w:p w14:paraId="42D2465C" w14:textId="77777777" w:rsidR="00067CDC" w:rsidRPr="00C472DC" w:rsidRDefault="00067CDC" w:rsidP="00C472DC">
      <w:pPr>
        <w:pStyle w:val="Code"/>
      </w:pPr>
    </w:p>
    <w:p w14:paraId="4DCF67AF" w14:textId="4F5F5CBD" w:rsidR="00127906" w:rsidRPr="006D1923" w:rsidRDefault="00127906" w:rsidP="009D2AF6">
      <w:pPr>
        <w:pStyle w:val="Heading2"/>
      </w:pPr>
      <w:bookmarkStart w:id="130" w:name="_Toc120119459"/>
      <w:bookmarkStart w:id="131" w:name="_Toc120119513"/>
      <w:bookmarkStart w:id="132" w:name="_Toc120120106"/>
      <w:bookmarkStart w:id="133" w:name="_Toc120120158"/>
      <w:bookmarkStart w:id="134" w:name="_Ref128495296"/>
      <w:bookmarkStart w:id="135" w:name="_Toc150443132"/>
      <w:bookmarkEnd w:id="130"/>
      <w:bookmarkEnd w:id="131"/>
      <w:bookmarkEnd w:id="132"/>
      <w:bookmarkEnd w:id="133"/>
      <w:r w:rsidRPr="006D1923">
        <w:t xml:space="preserve">Abstract </w:t>
      </w:r>
      <w:r w:rsidR="00FE206E">
        <w:t>c</w:t>
      </w:r>
      <w:r w:rsidRPr="006D1923">
        <w:t>lasses</w:t>
      </w:r>
      <w:bookmarkEnd w:id="134"/>
      <w:bookmarkEnd w:id="135"/>
    </w:p>
    <w:p w14:paraId="6317532F" w14:textId="68593DB4" w:rsidR="006E69C6" w:rsidRDefault="006E69C6" w:rsidP="00127906">
      <w:pPr>
        <w:pStyle w:val="BodyText"/>
        <w:spacing w:after="220"/>
        <w:rPr>
          <w:rFonts w:eastAsia="Times New Roman"/>
          <w:lang w:eastAsia="ko-KR"/>
        </w:rPr>
      </w:pPr>
      <w:r w:rsidRPr="00282F49">
        <w:rPr>
          <w:rFonts w:eastAsia="Times New Roman"/>
          <w:lang w:eastAsia="ko-KR"/>
        </w:rPr>
        <w:t xml:space="preserve">The optional keyword </w:t>
      </w:r>
      <w:r>
        <w:rPr>
          <w:rStyle w:val="SDLkeyword"/>
          <w:rFonts w:eastAsia="Times New Roman"/>
          <w:lang w:eastAsia="ko-KR"/>
        </w:rPr>
        <w:t>abstract</w:t>
      </w:r>
      <w:r w:rsidRPr="00282F49">
        <w:rPr>
          <w:rFonts w:eastAsia="Times New Roman"/>
          <w:lang w:eastAsia="ko-KR"/>
        </w:rPr>
        <w:t xml:space="preserve"> specifies that the</w:t>
      </w:r>
      <w:r w:rsidR="009D7256">
        <w:rPr>
          <w:rFonts w:eastAsia="Times New Roman"/>
          <w:lang w:eastAsia="ko-KR"/>
        </w:rPr>
        <w:t xml:space="preserve"> class</w:t>
      </w:r>
      <w:r w:rsidRPr="00282F49">
        <w:rPr>
          <w:rFonts w:eastAsia="Times New Roman"/>
          <w:lang w:eastAsia="ko-KR"/>
        </w:rPr>
        <w:t xml:space="preserve"> is </w:t>
      </w:r>
      <w:r w:rsidR="00817286">
        <w:rPr>
          <w:rFonts w:eastAsia="Times New Roman"/>
          <w:lang w:eastAsia="ko-KR"/>
        </w:rPr>
        <w:t>an abstract class.</w:t>
      </w:r>
      <w:r w:rsidR="006C1347">
        <w:rPr>
          <w:rFonts w:eastAsia="Times New Roman"/>
          <w:lang w:eastAsia="ko-KR"/>
        </w:rPr>
        <w:t xml:space="preserve"> </w:t>
      </w:r>
      <w:r w:rsidR="0085494C">
        <w:rPr>
          <w:rFonts w:eastAsia="Times New Roman"/>
          <w:lang w:eastAsia="ko-KR"/>
        </w:rPr>
        <w:t>O</w:t>
      </w:r>
      <w:r w:rsidR="0085494C" w:rsidRPr="00282F49">
        <w:rPr>
          <w:rFonts w:eastAsia="Times New Roman"/>
          <w:lang w:eastAsia="ko-KR"/>
        </w:rPr>
        <w:t xml:space="preserve">nly </w:t>
      </w:r>
      <w:r w:rsidR="0085494C">
        <w:rPr>
          <w:rFonts w:eastAsia="Times New Roman"/>
          <w:lang w:eastAsia="ko-KR"/>
        </w:rPr>
        <w:t xml:space="preserve">non-abstract </w:t>
      </w:r>
      <w:r w:rsidR="0085494C" w:rsidRPr="00282F49">
        <w:rPr>
          <w:rFonts w:eastAsia="Times New Roman"/>
          <w:lang w:eastAsia="ko-KR"/>
        </w:rPr>
        <w:t>classes</w:t>
      </w:r>
      <w:r w:rsidR="00724DEA">
        <w:rPr>
          <w:rFonts w:eastAsia="Times New Roman"/>
          <w:lang w:eastAsia="ko-KR"/>
        </w:rPr>
        <w:t>, possibly derived from a base class,</w:t>
      </w:r>
      <w:r w:rsidR="0085494C" w:rsidRPr="00282F49">
        <w:rPr>
          <w:rFonts w:eastAsia="Times New Roman"/>
          <w:lang w:eastAsia="ko-KR"/>
        </w:rPr>
        <w:t xml:space="preserve"> shall be present in the bitstream.</w:t>
      </w:r>
    </w:p>
    <w:p w14:paraId="5B63CE83" w14:textId="367EA642" w:rsidR="00E507D4" w:rsidRDefault="00E507D4" w:rsidP="00127906">
      <w:pPr>
        <w:pStyle w:val="BodyText"/>
        <w:spacing w:after="220"/>
        <w:rPr>
          <w:rFonts w:eastAsia="Times New Roman"/>
          <w:lang w:eastAsia="ko-KR"/>
        </w:rPr>
      </w:pPr>
      <w:r>
        <w:rPr>
          <w:rFonts w:eastAsia="Times New Roman"/>
          <w:lang w:eastAsia="ko-KR"/>
        </w:rPr>
        <w:t>As an abstract class cannot appear in the bitstream, t</w:t>
      </w:r>
      <w:r w:rsidRPr="00175813">
        <w:rPr>
          <w:rFonts w:eastAsia="Times New Roman"/>
          <w:lang w:eastAsia="ko-KR"/>
        </w:rPr>
        <w:t xml:space="preserve">he keyword </w:t>
      </w:r>
      <w:r w:rsidRPr="00203C97">
        <w:rPr>
          <w:rStyle w:val="SDLkeyword"/>
        </w:rPr>
        <w:t>aligned</w:t>
      </w:r>
      <w:r w:rsidRPr="00203C97">
        <w:t xml:space="preserve"> and its </w:t>
      </w:r>
      <w:r w:rsidRPr="00203C97">
        <w:rPr>
          <w:rStyle w:val="SDLattribute"/>
        </w:rPr>
        <w:t>modifier</w:t>
      </w:r>
      <w:r w:rsidRPr="00203C97">
        <w:t xml:space="preserve"> </w:t>
      </w:r>
      <w:r>
        <w:t>cannot be used in the declaration of an abstract class.</w:t>
      </w:r>
    </w:p>
    <w:p w14:paraId="582567B9" w14:textId="3DA748EC" w:rsidR="006C1347" w:rsidRPr="006D1923" w:rsidRDefault="006C1347"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C.</w:t>
      </w:r>
      <w:r w:rsidR="00E46ADD">
        <w:rPr>
          <w:rStyle w:val="CharBold"/>
          <w:rFonts w:eastAsia="Times New Roman"/>
        </w:rPr>
        <w:t>4</w:t>
      </w:r>
      <w:r w:rsidRPr="006D1923">
        <w:rPr>
          <w:rStyle w:val="CharBold"/>
          <w:rFonts w:eastAsia="Times New Roman"/>
        </w:rPr>
        <w:t xml:space="preserve">: </w:t>
      </w:r>
      <w:r>
        <w:rPr>
          <w:rStyle w:val="CharBold"/>
          <w:rFonts w:eastAsia="Times New Roman"/>
        </w:rPr>
        <w:t>Abstract c</w:t>
      </w:r>
      <w:r w:rsidRPr="006D1923">
        <w:rPr>
          <w:rStyle w:val="CharBold"/>
          <w:rFonts w:eastAsia="Times New Roman"/>
        </w:rPr>
        <w:t>lasses</w:t>
      </w:r>
    </w:p>
    <w:p w14:paraId="2E091BCB" w14:textId="16D33881" w:rsidR="006C1347" w:rsidRPr="006D1923" w:rsidRDefault="007F58EB" w:rsidP="00C73BB5">
      <w:pPr>
        <w:pStyle w:val="List3"/>
        <w:keepNext/>
        <w:keepLines/>
        <w:spacing w:after="0"/>
        <w:ind w:left="851"/>
        <w:jc w:val="left"/>
        <w:rPr>
          <w:rFonts w:eastAsia="Times New Roman"/>
        </w:rPr>
      </w:pPr>
      <w:r w:rsidRPr="006D1923">
        <w:rPr>
          <w:rStyle w:val="SDLkeyword"/>
          <w:rFonts w:eastAsia="Times New Roman"/>
        </w:rPr>
        <w:t>abstract</w:t>
      </w:r>
      <w:r w:rsidR="006C1347" w:rsidRPr="006D1923">
        <w:rPr>
          <w:rFonts w:eastAsia="Times New Roman"/>
        </w:rPr>
        <w:t xml:space="preserve"> </w:t>
      </w:r>
      <w:r w:rsidR="006C1347" w:rsidRPr="006D1923">
        <w:rPr>
          <w:rStyle w:val="SDLkeyword"/>
          <w:rFonts w:eastAsia="Times New Roman"/>
        </w:rPr>
        <w:t>class</w:t>
      </w:r>
      <w:r w:rsidR="006C1347" w:rsidRPr="006D1923">
        <w:rPr>
          <w:rFonts w:eastAsia="Times New Roman"/>
        </w:rPr>
        <w:t xml:space="preserve"> </w:t>
      </w:r>
      <w:r w:rsidR="006C1347">
        <w:rPr>
          <w:rStyle w:val="SDLattribute"/>
          <w:rFonts w:eastAsia="Times New Roman"/>
        </w:rPr>
        <w:t>class</w:t>
      </w:r>
      <w:r w:rsidR="006C1347" w:rsidRPr="006D1923">
        <w:rPr>
          <w:rStyle w:val="SDLattribute"/>
          <w:rFonts w:eastAsia="Times New Roman"/>
        </w:rPr>
        <w:t>_</w:t>
      </w:r>
      <w:r w:rsidR="00DB7FEC">
        <w:rPr>
          <w:rStyle w:val="SDLattribute"/>
          <w:rFonts w:eastAsia="Times New Roman"/>
        </w:rPr>
        <w:t>identifier</w:t>
      </w:r>
      <w:r w:rsidR="00DB7FEC" w:rsidRPr="006D1923">
        <w:rPr>
          <w:rFonts w:eastAsia="Times New Roman"/>
        </w:rPr>
        <w:t xml:space="preserve"> </w:t>
      </w:r>
      <w:r w:rsidRPr="00C73BB5">
        <w:rPr>
          <w:rFonts w:ascii="Courier New" w:eastAsia="Times New Roman" w:hAnsi="Courier New" w:cs="Courier New"/>
        </w:rPr>
        <w:t>[</w:t>
      </w:r>
      <w:r w:rsidR="006C1347" w:rsidRPr="006D1923">
        <w:rPr>
          <w:rStyle w:val="SDLkeyword"/>
          <w:rFonts w:eastAsia="Times New Roman"/>
        </w:rPr>
        <w:t>extends</w:t>
      </w:r>
      <w:r w:rsidR="006C1347" w:rsidRPr="006D1923">
        <w:rPr>
          <w:rFonts w:eastAsia="Times New Roman"/>
        </w:rPr>
        <w:t xml:space="preserve"> </w:t>
      </w:r>
      <w:r w:rsidR="006C1347">
        <w:rPr>
          <w:rStyle w:val="SDLattribute"/>
          <w:rFonts w:eastAsia="Times New Roman"/>
        </w:rPr>
        <w:t>base</w:t>
      </w:r>
      <w:r w:rsidR="006C1347" w:rsidRPr="006D1923">
        <w:rPr>
          <w:rStyle w:val="SDLattribute"/>
          <w:rFonts w:eastAsia="Times New Roman"/>
        </w:rPr>
        <w:t>_class</w:t>
      </w:r>
      <w:r w:rsidR="00CD14DA" w:rsidRPr="00C73BB5">
        <w:rPr>
          <w:rFonts w:ascii="Courier New" w:eastAsia="Times New Roman" w:hAnsi="Courier New" w:cs="Courier New"/>
        </w:rPr>
        <w:t>]</w:t>
      </w:r>
      <w:r w:rsidR="006C1347" w:rsidRPr="006D1923">
        <w:rPr>
          <w:rFonts w:eastAsia="Times New Roman"/>
        </w:rPr>
        <w:t xml:space="preserve"> </w:t>
      </w:r>
      <w:r w:rsidR="006C1347" w:rsidRPr="00C73BB5">
        <w:rPr>
          <w:rFonts w:ascii="Courier New" w:eastAsia="Times New Roman" w:hAnsi="Courier New" w:cs="Courier New"/>
        </w:rPr>
        <w:t>[</w:t>
      </w:r>
      <w:r w:rsidR="006C1347" w:rsidRPr="00C73BB5">
        <w:rPr>
          <w:rFonts w:ascii="Courier New" w:eastAsia="Times New Roman" w:hAnsi="Courier New" w:cs="Courier New"/>
          <w:b/>
          <w:bCs/>
        </w:rPr>
        <w:t>:</w:t>
      </w:r>
      <w:r w:rsidR="006C1347" w:rsidRPr="006D1923">
        <w:rPr>
          <w:rFonts w:eastAsia="Times New Roman"/>
        </w:rPr>
        <w:t xml:space="preserve"> </w:t>
      </w:r>
      <w:r w:rsidR="006C1347" w:rsidRPr="006D1923">
        <w:rPr>
          <w:rStyle w:val="SDLkeyword"/>
          <w:rFonts w:eastAsia="Times New Roman"/>
        </w:rPr>
        <w:t>bit(</w:t>
      </w:r>
      <w:r w:rsidR="006C1347" w:rsidRPr="006D1923">
        <w:rPr>
          <w:rStyle w:val="SDLattribute"/>
          <w:rFonts w:eastAsia="Times New Roman"/>
        </w:rPr>
        <w:t>length</w:t>
      </w:r>
      <w:r w:rsidR="006C1347" w:rsidRPr="006D1923">
        <w:rPr>
          <w:rStyle w:val="SDLkeyword"/>
          <w:rFonts w:eastAsia="Times New Roman"/>
        </w:rPr>
        <w:t>)</w:t>
      </w:r>
      <w:r w:rsidR="006C1347" w:rsidRPr="006D1923">
        <w:rPr>
          <w:rFonts w:eastAsia="Times New Roman"/>
        </w:rPr>
        <w:t xml:space="preserve"> [</w:t>
      </w:r>
      <w:r w:rsidR="00A223CF">
        <w:rPr>
          <w:rStyle w:val="SDLattribute"/>
          <w:rFonts w:eastAsia="Times New Roman"/>
        </w:rPr>
        <w:t>class_i</w:t>
      </w:r>
      <w:r w:rsidR="006C1347" w:rsidRPr="006D1923">
        <w:rPr>
          <w:rStyle w:val="SDLattribute"/>
          <w:rFonts w:eastAsia="Times New Roman"/>
        </w:rPr>
        <w:t>d_</w:t>
      </w:r>
      <w:r w:rsidR="00A223CF">
        <w:rPr>
          <w:rStyle w:val="SDLattribute"/>
          <w:rFonts w:eastAsia="Times New Roman"/>
        </w:rPr>
        <w:t>identifier</w:t>
      </w:r>
      <w:r w:rsidR="006C1347" w:rsidRPr="00C73BB5">
        <w:rPr>
          <w:rFonts w:ascii="Courier New" w:eastAsia="Times New Roman" w:hAnsi="Courier New" w:cs="Courier New"/>
          <w:b/>
          <w:bCs/>
        </w:rPr>
        <w:t>=</w:t>
      </w:r>
      <w:r w:rsidR="006C1347" w:rsidRPr="006D1923">
        <w:rPr>
          <w:rFonts w:eastAsia="Times New Roman"/>
        </w:rPr>
        <w:t xml:space="preserve">] </w:t>
      </w:r>
      <w:r w:rsidR="00AE0CED" w:rsidRPr="00E56598">
        <w:rPr>
          <w:rFonts w:eastAsia="Times New Roman"/>
          <w:i/>
          <w:iCs/>
        </w:rPr>
        <w:t>class_</w:t>
      </w:r>
      <w:r w:rsidR="006C1347" w:rsidRPr="006D1923">
        <w:rPr>
          <w:rStyle w:val="SDLattribute"/>
          <w:rFonts w:eastAsia="Times New Roman"/>
        </w:rPr>
        <w:t>id</w:t>
      </w:r>
      <w:r w:rsidR="006C1347" w:rsidRPr="006D1923">
        <w:rPr>
          <w:rFonts w:eastAsia="Times New Roman"/>
        </w:rPr>
        <w:t xml:space="preserve"> | </w:t>
      </w:r>
      <w:r w:rsidR="006C1347" w:rsidRPr="006D1923">
        <w:rPr>
          <w:rStyle w:val="SDLattribute"/>
          <w:rFonts w:eastAsia="Times New Roman"/>
        </w:rPr>
        <w:t xml:space="preserve">id_range </w:t>
      </w:r>
      <w:r w:rsidR="006C1347" w:rsidRPr="006D1923">
        <w:rPr>
          <w:rFonts w:eastAsia="Times New Roman"/>
        </w:rPr>
        <w:t>|</w:t>
      </w:r>
      <w:r w:rsidR="006C1347" w:rsidRPr="006D1923">
        <w:rPr>
          <w:rFonts w:eastAsia="Times New Roman"/>
          <w:i/>
          <w:iCs/>
        </w:rPr>
        <w:t xml:space="preserve"> extended_id_range </w:t>
      </w:r>
      <w:r w:rsidR="006C1347" w:rsidRPr="006D1923">
        <w:rPr>
          <w:rFonts w:eastAsia="Times New Roman"/>
        </w:rPr>
        <w:t xml:space="preserve">] </w:t>
      </w:r>
      <w:r w:rsidR="006C1347" w:rsidRPr="006D1923">
        <w:rPr>
          <w:rStyle w:val="SDLkeyword"/>
          <w:rFonts w:eastAsia="Times New Roman"/>
        </w:rPr>
        <w:t>{</w:t>
      </w:r>
    </w:p>
    <w:p w14:paraId="2E7C10B1" w14:textId="412CC011" w:rsidR="006C1347" w:rsidRPr="006D1923" w:rsidRDefault="006C1347" w:rsidP="00C73BB5">
      <w:pPr>
        <w:pStyle w:val="List4"/>
        <w:keepNext/>
        <w:keepLines/>
        <w:spacing w:after="0"/>
        <w:ind w:left="851" w:firstLine="0"/>
        <w:jc w:val="left"/>
        <w:rPr>
          <w:rFonts w:eastAsia="Times New Roman"/>
        </w:rPr>
      </w:pPr>
      <w:r w:rsidRPr="006D1923">
        <w:rPr>
          <w:rFonts w:eastAsia="Times New Roman"/>
        </w:rPr>
        <w:t>[</w:t>
      </w:r>
      <w:r w:rsidRPr="006D1923">
        <w:rPr>
          <w:rStyle w:val="SDLattribute"/>
          <w:rFonts w:eastAsia="Times New Roman"/>
        </w:rPr>
        <w:t>element</w:t>
      </w:r>
      <w:r w:rsidRPr="00C73BB5">
        <w:rPr>
          <w:rFonts w:ascii="Courier New" w:eastAsia="Times New Roman" w:hAnsi="Courier New" w:cs="Courier New"/>
          <w:b/>
          <w:bCs/>
        </w:rPr>
        <w:t>;</w:t>
      </w:r>
      <w:r w:rsidRPr="006D1923">
        <w:rPr>
          <w:rFonts w:eastAsia="Times New Roman"/>
        </w:rPr>
        <w:t xml:space="preserve"> …]</w:t>
      </w:r>
    </w:p>
    <w:p w14:paraId="689916E3" w14:textId="77777777" w:rsidR="006C1347" w:rsidRPr="006D1923" w:rsidRDefault="006C1347" w:rsidP="00C73BB5">
      <w:pPr>
        <w:pStyle w:val="List3"/>
        <w:keepNext/>
        <w:keepLines/>
        <w:jc w:val="left"/>
        <w:rPr>
          <w:rStyle w:val="SDLkeyword"/>
          <w:rFonts w:eastAsia="Times New Roman"/>
        </w:rPr>
      </w:pPr>
      <w:r w:rsidRPr="006D1923">
        <w:rPr>
          <w:rStyle w:val="SDLkeyword"/>
          <w:rFonts w:eastAsia="Times New Roman"/>
        </w:rPr>
        <w:t>}</w:t>
      </w:r>
    </w:p>
    <w:p w14:paraId="540FF255" w14:textId="18D1EA0A" w:rsidR="006C1347" w:rsidRDefault="006C1347" w:rsidP="006C1347">
      <w:pPr>
        <w:pStyle w:val="BodyText"/>
        <w:pBdr>
          <w:top w:val="single" w:sz="6" w:space="1" w:color="auto"/>
        </w:pBdr>
        <w:rPr>
          <w:rFonts w:eastAsia="Times New Roman"/>
          <w:lang w:eastAsia="ko-KR"/>
        </w:rPr>
      </w:pPr>
    </w:p>
    <w:p w14:paraId="1FB5E6BC" w14:textId="15ED2EBD" w:rsidR="00ED0A10" w:rsidRDefault="00ED0A10" w:rsidP="00C472DC">
      <w:pPr>
        <w:pStyle w:val="BodyText"/>
        <w:pBdr>
          <w:top w:val="single" w:sz="6" w:space="1" w:color="auto"/>
        </w:pBdr>
        <w:rPr>
          <w:rFonts w:eastAsia="Times New Roman"/>
          <w:lang w:eastAsia="ko-KR"/>
        </w:rPr>
      </w:pPr>
      <w:r>
        <w:rPr>
          <w:rFonts w:eastAsia="Times New Roman"/>
          <w:lang w:eastAsia="ko-KR"/>
        </w:rPr>
        <w:t xml:space="preserve">The meaning of the keyword </w:t>
      </w:r>
      <w:r w:rsidRPr="00203C97">
        <w:rPr>
          <w:rStyle w:val="SDLkeyword"/>
        </w:rPr>
        <w:t>bit</w:t>
      </w:r>
      <w:r>
        <w:rPr>
          <w:rFonts w:eastAsia="Times New Roman"/>
          <w:lang w:eastAsia="ko-KR"/>
        </w:rPr>
        <w:t xml:space="preserve"> and its related attributes defined in subclause</w:t>
      </w:r>
      <w:r w:rsidR="003B6A40">
        <w:rPr>
          <w:rFonts w:eastAsia="Times New Roman"/>
          <w:lang w:eastAsia="ko-KR"/>
        </w:rPr>
        <w:t xml:space="preserve"> </w:t>
      </w:r>
      <w:r w:rsidR="003B6A40">
        <w:rPr>
          <w:rFonts w:eastAsia="Times New Roman"/>
          <w:lang w:eastAsia="ko-KR"/>
        </w:rPr>
        <w:fldChar w:fldCharType="begin"/>
      </w:r>
      <w:r w:rsidR="003B6A40">
        <w:rPr>
          <w:rFonts w:eastAsia="Times New Roman"/>
          <w:lang w:eastAsia="ko-KR"/>
        </w:rPr>
        <w:instrText xml:space="preserve"> REF _Ref128580659 \r \h </w:instrText>
      </w:r>
      <w:r w:rsidR="003B6A40">
        <w:rPr>
          <w:rFonts w:eastAsia="Times New Roman"/>
          <w:lang w:eastAsia="ko-KR"/>
        </w:rPr>
      </w:r>
      <w:r w:rsidR="003B6A40">
        <w:rPr>
          <w:rFonts w:eastAsia="Times New Roman"/>
          <w:lang w:eastAsia="ko-KR"/>
        </w:rPr>
        <w:fldChar w:fldCharType="separate"/>
      </w:r>
      <w:r w:rsidR="000F3D09">
        <w:rPr>
          <w:rFonts w:eastAsia="Times New Roman"/>
          <w:lang w:eastAsia="ko-KR"/>
        </w:rPr>
        <w:t>7.5</w:t>
      </w:r>
      <w:r w:rsidR="003B6A40">
        <w:rPr>
          <w:rFonts w:eastAsia="Times New Roman"/>
          <w:lang w:eastAsia="ko-KR"/>
        </w:rPr>
        <w:fldChar w:fldCharType="end"/>
      </w:r>
      <w:r>
        <w:rPr>
          <w:rFonts w:eastAsia="Times New Roman"/>
          <w:lang w:eastAsia="ko-KR"/>
        </w:rPr>
        <w:t>.</w:t>
      </w:r>
    </w:p>
    <w:p w14:paraId="634947D5" w14:textId="29566523" w:rsidR="00B6354E" w:rsidRPr="00E56598" w:rsidRDefault="00F61914" w:rsidP="00B6354E">
      <w:pPr>
        <w:pStyle w:val="Code"/>
        <w:rPr>
          <w:rFonts w:ascii="Cambria" w:hAnsi="Cambria" w:cs="Courier New"/>
          <w:sz w:val="22"/>
          <w:highlight w:val="yellow"/>
        </w:rPr>
      </w:pPr>
      <w:r w:rsidRPr="00F61914">
        <w:rPr>
          <w:rFonts w:ascii="Cambria" w:hAnsi="Cambria" w:cs="Courier New"/>
          <w:sz w:val="22"/>
          <w:highlight w:val="yellow"/>
        </w:rPr>
        <w:t>[</w:t>
      </w:r>
      <w:r w:rsidR="00B6354E" w:rsidRPr="00F61914">
        <w:rPr>
          <w:rFonts w:ascii="Cambria" w:hAnsi="Cambria" w:cs="Courier New"/>
          <w:sz w:val="22"/>
          <w:highlight w:val="yellow"/>
        </w:rPr>
        <w:t>Editor</w:t>
      </w:r>
      <w:r w:rsidRPr="00F61914">
        <w:rPr>
          <w:rFonts w:ascii="Cambria" w:hAnsi="Cambria" w:cs="Courier New"/>
          <w:sz w:val="22"/>
          <w:highlight w:val="yellow"/>
        </w:rPr>
        <w:t>’</w:t>
      </w:r>
      <w:r w:rsidR="00B6354E" w:rsidRPr="00F61914">
        <w:rPr>
          <w:rFonts w:ascii="Cambria" w:hAnsi="Cambria" w:cs="Courier New"/>
          <w:sz w:val="22"/>
          <w:highlight w:val="yellow"/>
        </w:rPr>
        <w:t>s note: Can an abstract class derive from an abstract class?</w:t>
      </w:r>
      <w:r w:rsidRPr="00E56598">
        <w:rPr>
          <w:rFonts w:ascii="Cambria" w:hAnsi="Cambria" w:cs="Courier New"/>
          <w:sz w:val="22"/>
          <w:highlight w:val="yellow"/>
        </w:rPr>
        <w:t>]</w:t>
      </w:r>
    </w:p>
    <w:p w14:paraId="3570E361" w14:textId="1A3F2E16" w:rsidR="00B6354E" w:rsidRPr="008F4E31" w:rsidRDefault="00F61914" w:rsidP="00B6354E">
      <w:pPr>
        <w:pStyle w:val="Code"/>
        <w:rPr>
          <w:rFonts w:ascii="Cambria" w:hAnsi="Cambria" w:cs="Courier New"/>
          <w:sz w:val="22"/>
        </w:rPr>
      </w:pPr>
      <w:r w:rsidRPr="00F61914">
        <w:rPr>
          <w:rFonts w:ascii="Cambria" w:hAnsi="Cambria" w:cs="Courier New"/>
          <w:sz w:val="22"/>
          <w:highlight w:val="yellow"/>
        </w:rPr>
        <w:lastRenderedPageBreak/>
        <w:t>[</w:t>
      </w:r>
      <w:r w:rsidR="00B6354E" w:rsidRPr="00F61914">
        <w:rPr>
          <w:rFonts w:ascii="Cambria" w:hAnsi="Cambria" w:cs="Courier New"/>
          <w:sz w:val="22"/>
          <w:highlight w:val="yellow"/>
        </w:rPr>
        <w:t>Editor</w:t>
      </w:r>
      <w:r w:rsidRPr="00F61914">
        <w:rPr>
          <w:rFonts w:ascii="Cambria" w:hAnsi="Cambria" w:cs="Courier New"/>
          <w:sz w:val="22"/>
          <w:highlight w:val="yellow"/>
        </w:rPr>
        <w:t>’</w:t>
      </w:r>
      <w:r w:rsidR="00B6354E" w:rsidRPr="00F61914">
        <w:rPr>
          <w:rFonts w:ascii="Cambria" w:hAnsi="Cambria" w:cs="Courier New"/>
          <w:sz w:val="22"/>
          <w:highlight w:val="yellow"/>
        </w:rPr>
        <w:t>s note: Can an abstract class derive from a non-abstract class?</w:t>
      </w:r>
      <w:r w:rsidRPr="00E56598">
        <w:rPr>
          <w:rFonts w:ascii="Cambria" w:hAnsi="Cambria" w:cs="Courier New"/>
          <w:sz w:val="22"/>
          <w:highlight w:val="yellow"/>
        </w:rPr>
        <w:t>]</w:t>
      </w:r>
    </w:p>
    <w:p w14:paraId="60E2267D" w14:textId="77777777" w:rsidR="00B6354E" w:rsidRDefault="00B6354E" w:rsidP="00E56598">
      <w:pPr>
        <w:pStyle w:val="BodyText"/>
        <w:rPr>
          <w:rFonts w:eastAsia="Times New Roman"/>
          <w:lang w:eastAsia="ko-KR"/>
        </w:rPr>
      </w:pPr>
    </w:p>
    <w:p w14:paraId="63A595CB" w14:textId="285D56E6" w:rsidR="00BE3D38" w:rsidRDefault="00BE3D38" w:rsidP="00C472DC">
      <w:pPr>
        <w:pStyle w:val="Example"/>
      </w:pPr>
      <w:r w:rsidRPr="006D1923">
        <w:t xml:space="preserve">EXAMPLE </w:t>
      </w:r>
      <w:r w:rsidRPr="006D1923">
        <w:sym w:font="Symbol" w:char="F0BE"/>
      </w:r>
    </w:p>
    <w:p w14:paraId="0153F2FF" w14:textId="7301A945" w:rsidR="00127906" w:rsidRPr="00282F49" w:rsidRDefault="00127906" w:rsidP="00C472DC">
      <w:pPr>
        <w:pStyle w:val="Code"/>
      </w:pPr>
      <w:r w:rsidRPr="00282F49">
        <w:t xml:space="preserve">abstract class </w:t>
      </w:r>
      <w:r w:rsidR="005626AE">
        <w:t>Shape</w:t>
      </w:r>
      <w:r w:rsidRPr="00282F49">
        <w:t xml:space="preserve"> {</w:t>
      </w:r>
    </w:p>
    <w:p w14:paraId="1FC7D83A" w14:textId="77777777" w:rsidR="00127906" w:rsidRPr="00282F49" w:rsidRDefault="00127906" w:rsidP="00C472DC">
      <w:pPr>
        <w:pStyle w:val="Code"/>
      </w:pPr>
      <w:r w:rsidRPr="00282F49">
        <w:t>}</w:t>
      </w:r>
    </w:p>
    <w:p w14:paraId="50BEDD8F" w14:textId="77777777" w:rsidR="00127906" w:rsidRPr="00282F49" w:rsidRDefault="00127906" w:rsidP="00C472DC">
      <w:pPr>
        <w:pStyle w:val="Code"/>
        <w:rPr>
          <w:sz w:val="16"/>
        </w:rPr>
      </w:pPr>
    </w:p>
    <w:p w14:paraId="3DADA848" w14:textId="72F3B8F2" w:rsidR="00127906" w:rsidRPr="00282F49" w:rsidRDefault="00127906" w:rsidP="00C472DC">
      <w:pPr>
        <w:pStyle w:val="Code"/>
      </w:pPr>
      <w:r w:rsidRPr="00282F49">
        <w:t xml:space="preserve">class </w:t>
      </w:r>
      <w:r w:rsidR="005626AE">
        <w:t>Circle</w:t>
      </w:r>
      <w:r w:rsidR="005626AE" w:rsidRPr="00282F49">
        <w:t xml:space="preserve"> </w:t>
      </w:r>
      <w:r w:rsidRPr="00282F49">
        <w:t xml:space="preserve">extends </w:t>
      </w:r>
      <w:r w:rsidR="005626AE">
        <w:t>Shape</w:t>
      </w:r>
      <w:r w:rsidR="005626AE" w:rsidRPr="00282F49">
        <w:t xml:space="preserve"> </w:t>
      </w:r>
      <w:r w:rsidRPr="00282F49">
        <w:t>{</w:t>
      </w:r>
    </w:p>
    <w:p w14:paraId="4A1DB523" w14:textId="022E0204" w:rsidR="00127906" w:rsidRPr="00282F49" w:rsidRDefault="00127906" w:rsidP="00C472DC">
      <w:pPr>
        <w:pStyle w:val="Code"/>
      </w:pPr>
      <w:r w:rsidRPr="00282F49">
        <w:tab/>
      </w:r>
      <w:r w:rsidR="00EC6563">
        <w:t>unsigned int</w:t>
      </w:r>
      <w:r w:rsidR="009B1DE0">
        <w:t>(</w:t>
      </w:r>
      <w:r w:rsidR="00B04210">
        <w:t>16</w:t>
      </w:r>
      <w:r w:rsidR="009B1DE0">
        <w:t>)</w:t>
      </w:r>
      <w:r w:rsidR="00EC6563">
        <w:t xml:space="preserve"> radius;</w:t>
      </w:r>
    </w:p>
    <w:p w14:paraId="70BAD787" w14:textId="77777777" w:rsidR="00127906" w:rsidRPr="00282F49" w:rsidRDefault="00127906" w:rsidP="00C472DC">
      <w:pPr>
        <w:pStyle w:val="Code"/>
      </w:pPr>
      <w:r w:rsidRPr="00282F49">
        <w:t>}</w:t>
      </w:r>
    </w:p>
    <w:p w14:paraId="4AEB51C0" w14:textId="77777777" w:rsidR="00127906" w:rsidRPr="00282F49" w:rsidRDefault="00127906" w:rsidP="00C472DC">
      <w:pPr>
        <w:pStyle w:val="Code"/>
        <w:rPr>
          <w:sz w:val="16"/>
        </w:rPr>
      </w:pPr>
    </w:p>
    <w:p w14:paraId="40AC0865" w14:textId="41F25749" w:rsidR="00127906" w:rsidRPr="00282F49" w:rsidRDefault="00127906" w:rsidP="00C472DC">
      <w:pPr>
        <w:pStyle w:val="Code"/>
      </w:pPr>
      <w:r w:rsidRPr="00282F49">
        <w:t xml:space="preserve">class </w:t>
      </w:r>
      <w:r w:rsidR="005626AE">
        <w:t>Rectangle</w:t>
      </w:r>
      <w:r w:rsidR="005626AE" w:rsidRPr="00282F49">
        <w:t xml:space="preserve"> </w:t>
      </w:r>
      <w:r w:rsidRPr="00282F49">
        <w:t xml:space="preserve">extends </w:t>
      </w:r>
      <w:r w:rsidR="005626AE">
        <w:t>Shape</w:t>
      </w:r>
      <w:r w:rsidR="005626AE" w:rsidRPr="00282F49">
        <w:t xml:space="preserve"> </w:t>
      </w:r>
      <w:r w:rsidRPr="00282F49">
        <w:t>{</w:t>
      </w:r>
    </w:p>
    <w:p w14:paraId="0B380A83" w14:textId="3A1008CE" w:rsidR="00EC6563" w:rsidRPr="00282F49" w:rsidRDefault="00EC6563" w:rsidP="00EC6563">
      <w:pPr>
        <w:pStyle w:val="Code"/>
      </w:pPr>
      <w:r w:rsidRPr="00282F49">
        <w:tab/>
      </w:r>
      <w:r>
        <w:t>unsigned int</w:t>
      </w:r>
      <w:r w:rsidR="009B1DE0">
        <w:t>(</w:t>
      </w:r>
      <w:r w:rsidR="00B04210">
        <w:t>16</w:t>
      </w:r>
      <w:r w:rsidR="009B1DE0">
        <w:t>)</w:t>
      </w:r>
      <w:r>
        <w:t xml:space="preserve"> width;</w:t>
      </w:r>
    </w:p>
    <w:p w14:paraId="22CAD5C6" w14:textId="142E86E8" w:rsidR="00127906" w:rsidRPr="00282F49" w:rsidRDefault="00EC6563" w:rsidP="00C472DC">
      <w:pPr>
        <w:pStyle w:val="Code"/>
      </w:pPr>
      <w:r w:rsidRPr="00282F49">
        <w:tab/>
      </w:r>
      <w:r>
        <w:t>unsigned int</w:t>
      </w:r>
      <w:r w:rsidR="009B1DE0">
        <w:t>(</w:t>
      </w:r>
      <w:r w:rsidR="00B04210">
        <w:t>16</w:t>
      </w:r>
      <w:r w:rsidR="009B1DE0">
        <w:t>)</w:t>
      </w:r>
      <w:r>
        <w:t xml:space="preserve"> height;</w:t>
      </w:r>
    </w:p>
    <w:p w14:paraId="5A77C08E" w14:textId="77777777" w:rsidR="00127906" w:rsidRPr="00282F49" w:rsidRDefault="00127906" w:rsidP="00C472DC">
      <w:pPr>
        <w:pStyle w:val="Code"/>
      </w:pPr>
      <w:r w:rsidRPr="00282F49">
        <w:t>}</w:t>
      </w:r>
    </w:p>
    <w:p w14:paraId="3F22E732" w14:textId="77777777" w:rsidR="00127906" w:rsidRDefault="00127906" w:rsidP="00BE3D38">
      <w:pPr>
        <w:pStyle w:val="Code"/>
        <w:rPr>
          <w:sz w:val="16"/>
        </w:rPr>
      </w:pPr>
    </w:p>
    <w:p w14:paraId="76231C1E" w14:textId="36A53CAB" w:rsidR="00064B54" w:rsidRPr="00282F49" w:rsidRDefault="00064B54" w:rsidP="00C472DC">
      <w:pPr>
        <w:pStyle w:val="Code"/>
        <w:rPr>
          <w:sz w:val="16"/>
        </w:rPr>
      </w:pPr>
      <w:r>
        <w:t xml:space="preserve">// </w:t>
      </w:r>
      <w:r w:rsidR="001F3565">
        <w:t>o</w:t>
      </w:r>
      <w:r>
        <w:t xml:space="preserve">nly Circle </w:t>
      </w:r>
      <w:r w:rsidR="004041FD">
        <w:t>and</w:t>
      </w:r>
      <w:r>
        <w:t xml:space="preserve"> Rectangle </w:t>
      </w:r>
      <w:r w:rsidR="004041FD">
        <w:t xml:space="preserve">classes </w:t>
      </w:r>
      <w:r>
        <w:t>can be present</w:t>
      </w:r>
    </w:p>
    <w:p w14:paraId="390C3A50" w14:textId="3399F444" w:rsidR="00127906" w:rsidRPr="00282F49" w:rsidRDefault="00127906" w:rsidP="00C472DC">
      <w:pPr>
        <w:pStyle w:val="Code"/>
      </w:pPr>
      <w:r w:rsidRPr="00282F49">
        <w:t>class Example {</w:t>
      </w:r>
    </w:p>
    <w:p w14:paraId="2525DE0A" w14:textId="2C3C7A5A" w:rsidR="00127906" w:rsidRDefault="00127906" w:rsidP="00BE3D38">
      <w:pPr>
        <w:pStyle w:val="Code"/>
      </w:pPr>
      <w:r w:rsidRPr="00282F49">
        <w:tab/>
      </w:r>
      <w:r w:rsidR="00536648">
        <w:t>Circle</w:t>
      </w:r>
      <w:r w:rsidR="00536648" w:rsidRPr="00282F49">
        <w:t xml:space="preserve"> </w:t>
      </w:r>
      <w:r w:rsidR="00536648">
        <w:t>c</w:t>
      </w:r>
      <w:r w:rsidRPr="00282F49">
        <w:t>;</w:t>
      </w:r>
    </w:p>
    <w:p w14:paraId="32D9966D" w14:textId="7F47B5B8" w:rsidR="00536648" w:rsidRPr="00282F49" w:rsidRDefault="00536648" w:rsidP="00C472DC">
      <w:pPr>
        <w:pStyle w:val="Code"/>
      </w:pPr>
      <w:r>
        <w:tab/>
        <w:t>Rectangle</w:t>
      </w:r>
      <w:r w:rsidRPr="00282F49">
        <w:t xml:space="preserve"> </w:t>
      </w:r>
      <w:r>
        <w:t>r</w:t>
      </w:r>
      <w:r w:rsidRPr="00282F49">
        <w:t>;</w:t>
      </w:r>
    </w:p>
    <w:p w14:paraId="6B50E6DE" w14:textId="12B46731" w:rsidR="00C02505" w:rsidRDefault="00127906" w:rsidP="00C472DC">
      <w:pPr>
        <w:pStyle w:val="Code"/>
      </w:pPr>
      <w:r w:rsidRPr="00282F49">
        <w:t>}</w:t>
      </w:r>
    </w:p>
    <w:p w14:paraId="1FE5B470" w14:textId="77777777" w:rsidR="00067CDC" w:rsidRDefault="00067CDC" w:rsidP="00C472DC">
      <w:pPr>
        <w:pStyle w:val="Code"/>
      </w:pPr>
    </w:p>
    <w:p w14:paraId="54D7E549" w14:textId="77777777" w:rsidR="00067CDC" w:rsidRPr="00A50F5F" w:rsidRDefault="00067CDC" w:rsidP="00E56598">
      <w:pPr>
        <w:pStyle w:val="SDLCode"/>
      </w:pPr>
      <w:r>
        <w:t>Example</w:t>
      </w:r>
      <w:r w:rsidRPr="00A50F5F">
        <w:t xml:space="preserve"> my</w:t>
      </w:r>
      <w:r>
        <w:t>Example</w:t>
      </w:r>
      <w:r w:rsidRPr="00A50F5F">
        <w:t>;</w:t>
      </w:r>
    </w:p>
    <w:p w14:paraId="497B6F0E" w14:textId="77777777" w:rsidR="00067CDC" w:rsidRDefault="00067CDC" w:rsidP="00C472DC">
      <w:pPr>
        <w:pStyle w:val="Code"/>
      </w:pPr>
    </w:p>
    <w:p w14:paraId="54572B17" w14:textId="77777777" w:rsidR="00067CDC" w:rsidRPr="00A50F5F" w:rsidRDefault="00067CDC" w:rsidP="00067CDC">
      <w:pPr>
        <w:autoSpaceDE w:val="0"/>
        <w:autoSpaceDN w:val="0"/>
        <w:adjustRightInd w:val="0"/>
        <w:jc w:val="left"/>
      </w:pPr>
      <w:r w:rsidRPr="008F4E31">
        <w:rPr>
          <w:highlight w:val="yellow"/>
        </w:rPr>
        <w:t>[Editor’s note: An example bitstream for this would be:]</w:t>
      </w:r>
    </w:p>
    <w:p w14:paraId="4F01FB19" w14:textId="77777777" w:rsidR="00127906" w:rsidRPr="00282F49" w:rsidRDefault="00127906" w:rsidP="00C472DC">
      <w:pPr>
        <w:pStyle w:val="Code"/>
      </w:pPr>
    </w:p>
    <w:p w14:paraId="53096D8B" w14:textId="77777777" w:rsidR="00C02505" w:rsidRPr="006D1923" w:rsidRDefault="00C02505" w:rsidP="00C02505">
      <w:pPr>
        <w:pStyle w:val="Heading2"/>
      </w:pPr>
      <w:bookmarkStart w:id="136" w:name="_Toc150443133"/>
      <w:bookmarkStart w:id="137" w:name="_Toc124283513"/>
      <w:bookmarkStart w:id="138" w:name="_Ref128554401"/>
      <w:bookmarkStart w:id="139" w:name="_Ref77770596"/>
      <w:r w:rsidRPr="006D1923">
        <w:t>Expandable classes</w:t>
      </w:r>
      <w:bookmarkEnd w:id="136"/>
    </w:p>
    <w:p w14:paraId="2BBC4025" w14:textId="406BF32C" w:rsidR="00C02505" w:rsidRDefault="00C02505" w:rsidP="00C02505">
      <w:pPr>
        <w:pStyle w:val="BodyText"/>
        <w:spacing w:after="220"/>
        <w:rPr>
          <w:rFonts w:eastAsia="Times New Roman"/>
          <w:snapToGrid w:val="0"/>
        </w:rPr>
      </w:pPr>
      <w:r w:rsidRPr="00282F49">
        <w:rPr>
          <w:rFonts w:eastAsia="Times New Roman"/>
          <w:lang w:eastAsia="ko-KR"/>
        </w:rPr>
        <w:t xml:space="preserve">When the </w:t>
      </w:r>
      <w:r w:rsidRPr="00282F49">
        <w:rPr>
          <w:rStyle w:val="SDLkeyword"/>
          <w:rFonts w:eastAsia="Times New Roman"/>
          <w:lang w:eastAsia="ko-KR"/>
        </w:rPr>
        <w:t>expandable</w:t>
      </w:r>
      <w:r w:rsidRPr="00282F49">
        <w:rPr>
          <w:rFonts w:eastAsia="Times New Roman"/>
          <w:lang w:eastAsia="ko-KR"/>
        </w:rPr>
        <w:t xml:space="preserve"> keyword is used in the </w:t>
      </w:r>
      <w:r>
        <w:rPr>
          <w:rFonts w:eastAsia="Times New Roman"/>
          <w:lang w:eastAsia="ko-KR"/>
        </w:rPr>
        <w:t xml:space="preserve">class </w:t>
      </w:r>
      <w:r w:rsidRPr="00282F49">
        <w:rPr>
          <w:rFonts w:eastAsia="Times New Roman"/>
          <w:lang w:eastAsia="ko-KR"/>
        </w:rPr>
        <w:t xml:space="preserve">declaration, it indicates that the </w:t>
      </w:r>
      <w:r>
        <w:rPr>
          <w:rFonts w:eastAsia="Times New Roman"/>
          <w:lang w:eastAsia="ko-KR"/>
        </w:rPr>
        <w:t xml:space="preserve">class </w:t>
      </w:r>
      <w:r w:rsidRPr="00282F49">
        <w:rPr>
          <w:rFonts w:eastAsia="Times New Roman"/>
          <w:snapToGrid w:val="0"/>
        </w:rPr>
        <w:t xml:space="preserve">may contain implicit arrays or undefined trailing data, called the </w:t>
      </w:r>
      <w:r w:rsidR="00660156">
        <w:rPr>
          <w:rFonts w:eastAsia="Times New Roman"/>
          <w:snapToGrid w:val="0"/>
        </w:rPr>
        <w:t>“</w:t>
      </w:r>
      <w:r w:rsidRPr="00282F49">
        <w:rPr>
          <w:rFonts w:eastAsia="Times New Roman"/>
          <w:snapToGrid w:val="0"/>
        </w:rPr>
        <w:t>expansion</w:t>
      </w:r>
      <w:r w:rsidR="00660156">
        <w:rPr>
          <w:rFonts w:eastAsia="Times New Roman"/>
          <w:snapToGrid w:val="0"/>
        </w:rPr>
        <w:t>”</w:t>
      </w:r>
      <w:r w:rsidRPr="00282F49">
        <w:rPr>
          <w:rFonts w:eastAsia="Times New Roman"/>
          <w:snapToGrid w:val="0"/>
        </w:rPr>
        <w:t>.</w:t>
      </w:r>
    </w:p>
    <w:p w14:paraId="6FF58C54" w14:textId="0319BDAA" w:rsidR="00C02505" w:rsidRPr="006D1923" w:rsidRDefault="00C02505"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C.</w:t>
      </w:r>
      <w:r w:rsidR="00E46ADD">
        <w:rPr>
          <w:rStyle w:val="CharBold"/>
          <w:rFonts w:eastAsia="Times New Roman"/>
        </w:rPr>
        <w:t>5</w:t>
      </w:r>
      <w:r w:rsidRPr="006D1923">
        <w:rPr>
          <w:rStyle w:val="CharBold"/>
          <w:rFonts w:eastAsia="Times New Roman"/>
        </w:rPr>
        <w:t xml:space="preserve">: </w:t>
      </w:r>
      <w:r>
        <w:rPr>
          <w:rStyle w:val="CharBold"/>
          <w:rFonts w:eastAsia="Times New Roman"/>
        </w:rPr>
        <w:t>Expandable c</w:t>
      </w:r>
      <w:r w:rsidRPr="006D1923">
        <w:rPr>
          <w:rStyle w:val="CharBold"/>
          <w:rFonts w:eastAsia="Times New Roman"/>
        </w:rPr>
        <w:t>lasses</w:t>
      </w:r>
    </w:p>
    <w:p w14:paraId="3A1557E5" w14:textId="3E784AEA" w:rsidR="00C02505" w:rsidRPr="006D1923" w:rsidRDefault="00C02505" w:rsidP="00064445">
      <w:pPr>
        <w:pStyle w:val="List3"/>
        <w:keepNext/>
        <w:keepLines/>
        <w:spacing w:after="0"/>
        <w:ind w:left="851"/>
        <w:jc w:val="left"/>
        <w:rPr>
          <w:rFonts w:eastAsia="Times New Roman"/>
        </w:rPr>
      </w:pPr>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203C97">
        <w:rPr>
          <w:rStyle w:val="SDLattribute"/>
        </w:rPr>
        <w:t>modifier</w:t>
      </w:r>
      <w:r>
        <w:rPr>
          <w:rStyle w:val="SDLkeyword"/>
          <w:rFonts w:eastAsia="Times New Roman"/>
        </w:rPr>
        <w:t>)</w:t>
      </w:r>
      <w:r w:rsidRPr="00C73BB5">
        <w:rPr>
          <w:rFonts w:ascii="Courier New" w:eastAsia="Times New Roman" w:hAnsi="Courier New" w:cs="Courier New"/>
        </w:rPr>
        <w:t>]]</w:t>
      </w:r>
      <w:r>
        <w:rPr>
          <w:rFonts w:eastAsia="Times New Roman"/>
        </w:rPr>
        <w:t xml:space="preserve"> </w:t>
      </w:r>
      <w:r w:rsidRPr="006D1923">
        <w:rPr>
          <w:rStyle w:val="SDLkeyword"/>
          <w:rFonts w:eastAsia="Times New Roman"/>
        </w:rPr>
        <w:t>expandable</w:t>
      </w:r>
      <w:r w:rsidRPr="00203C97">
        <w:rPr>
          <w:rFonts w:ascii="Courier New" w:eastAsia="Times New Roman" w:hAnsi="Courier New" w:cs="Courier New"/>
        </w:rPr>
        <w:t>[</w:t>
      </w:r>
      <w:r w:rsidRPr="006D1923">
        <w:rPr>
          <w:rStyle w:val="SDLkeyword"/>
          <w:rFonts w:eastAsia="Times New Roman"/>
        </w:rPr>
        <w:t>(</w:t>
      </w:r>
      <w:r w:rsidRPr="006D1923">
        <w:rPr>
          <w:rStyle w:val="SDLattribute"/>
          <w:rFonts w:eastAsia="Times New Roman"/>
        </w:rPr>
        <w:t>max</w:t>
      </w:r>
      <w:r>
        <w:rPr>
          <w:rStyle w:val="SDLattribute"/>
          <w:rFonts w:eastAsia="Times New Roman"/>
        </w:rPr>
        <w:t>_c</w:t>
      </w:r>
      <w:r w:rsidRPr="006D1923">
        <w:rPr>
          <w:rStyle w:val="SDLattribute"/>
          <w:rFonts w:eastAsia="Times New Roman"/>
        </w:rPr>
        <w:t>lass</w:t>
      </w:r>
      <w:r>
        <w:rPr>
          <w:rStyle w:val="SDLattribute"/>
          <w:rFonts w:eastAsia="Times New Roman"/>
        </w:rPr>
        <w:t>_s</w:t>
      </w:r>
      <w:r w:rsidRPr="006D1923">
        <w:rPr>
          <w:rStyle w:val="SDLattribute"/>
          <w:rFonts w:eastAsia="Times New Roman"/>
        </w:rPr>
        <w:t>ize</w:t>
      </w:r>
      <w:r w:rsidRPr="006D1923">
        <w:rPr>
          <w:rStyle w:val="SDLkeyword"/>
          <w:rFonts w:eastAsia="Times New Roman"/>
        </w:rPr>
        <w:t>)</w:t>
      </w:r>
      <w:r w:rsidR="00EC6563" w:rsidRPr="000640E1">
        <w:rPr>
          <w:rFonts w:ascii="Courier New" w:eastAsia="Times New Roman" w:hAnsi="Courier New" w:cs="Courier New"/>
        </w:rPr>
        <w:t>]</w:t>
      </w:r>
      <w:r>
        <w:rPr>
          <w:rFonts w:eastAsia="Times New Roman"/>
        </w:rPr>
        <w:t xml:space="preserve"> </w:t>
      </w:r>
      <w:r w:rsidRPr="006D1923">
        <w:rPr>
          <w:rStyle w:val="SDLkeyword"/>
          <w:rFonts w:eastAsia="Times New Roman"/>
        </w:rPr>
        <w:t>class</w:t>
      </w:r>
      <w:r w:rsidRPr="006D1923">
        <w:rPr>
          <w:rFonts w:eastAsia="Times New Roman"/>
        </w:rPr>
        <w:t xml:space="preserve"> </w:t>
      </w:r>
      <w:r>
        <w:rPr>
          <w:rStyle w:val="SDLattribute"/>
          <w:rFonts w:eastAsia="Times New Roman"/>
        </w:rPr>
        <w:t>class</w:t>
      </w:r>
      <w:r w:rsidRPr="006D1923">
        <w:rPr>
          <w:rStyle w:val="SDLattribute"/>
          <w:rFonts w:eastAsia="Times New Roman"/>
        </w:rPr>
        <w:t>_</w:t>
      </w:r>
      <w:r w:rsidR="00DB7FEC">
        <w:rPr>
          <w:rStyle w:val="SDLattribute"/>
          <w:rFonts w:eastAsia="Times New Roman"/>
        </w:rPr>
        <w:t>identifier</w:t>
      </w:r>
      <w:r w:rsidR="00DB7FEC" w:rsidRPr="006D1923">
        <w:rPr>
          <w:rFonts w:eastAsia="Times New Roman"/>
        </w:rPr>
        <w:t xml:space="preserve"> </w:t>
      </w:r>
      <w:r>
        <w:rPr>
          <w:rFonts w:eastAsia="Times New Roman"/>
        </w:rPr>
        <w:t>[</w:t>
      </w:r>
      <w:r w:rsidRPr="006D1923">
        <w:rPr>
          <w:rStyle w:val="SDLkeyword"/>
          <w:rFonts w:eastAsia="Times New Roman"/>
        </w:rPr>
        <w:t>extends</w:t>
      </w:r>
      <w:r w:rsidRPr="006D1923">
        <w:rPr>
          <w:rFonts w:eastAsia="Times New Roman"/>
        </w:rPr>
        <w:t xml:space="preserve"> </w:t>
      </w:r>
      <w:r>
        <w:rPr>
          <w:rStyle w:val="SDLattribute"/>
          <w:rFonts w:eastAsia="Times New Roman"/>
        </w:rPr>
        <w:t>base</w:t>
      </w:r>
      <w:r w:rsidRPr="006D1923">
        <w:rPr>
          <w:rStyle w:val="SDLattribute"/>
          <w:rFonts w:eastAsia="Times New Roman"/>
        </w:rPr>
        <w:t>_class</w:t>
      </w:r>
      <w:r w:rsidRPr="006D1923">
        <w:rPr>
          <w:rFonts w:eastAsia="Times New Roman"/>
        </w:rPr>
        <w:t xml:space="preserve">] </w:t>
      </w:r>
      <w:r w:rsidRPr="00C73BB5">
        <w:rPr>
          <w:rFonts w:ascii="Courier New" w:eastAsia="Times New Roman" w:hAnsi="Courier New" w:cs="Courier New"/>
        </w:rPr>
        <w:t>[</w:t>
      </w:r>
      <w:r w:rsidRPr="006D1923">
        <w:rPr>
          <w:rFonts w:eastAsia="Times New Roman"/>
        </w:rPr>
        <w:t xml:space="preserve">: </w:t>
      </w:r>
      <w:r w:rsidRPr="006D1923">
        <w:rPr>
          <w:rStyle w:val="SDLkeyword"/>
          <w:rFonts w:eastAsia="Times New Roman"/>
        </w:rPr>
        <w:t>bit(</w:t>
      </w:r>
      <w:r w:rsidRPr="006D1923">
        <w:rPr>
          <w:rStyle w:val="SDLattribute"/>
          <w:rFonts w:eastAsia="Times New Roman"/>
        </w:rPr>
        <w:t>length</w:t>
      </w:r>
      <w:r w:rsidRPr="006D1923">
        <w:rPr>
          <w:rStyle w:val="SDLkeyword"/>
          <w:rFonts w:eastAsia="Times New Roman"/>
        </w:rPr>
        <w:t>)</w:t>
      </w:r>
      <w:r w:rsidRPr="006D1923">
        <w:rPr>
          <w:rFonts w:eastAsia="Times New Roman"/>
        </w:rPr>
        <w:t xml:space="preserve"> </w:t>
      </w:r>
      <w:r w:rsidRPr="00C73BB5">
        <w:rPr>
          <w:rFonts w:ascii="Courier New" w:eastAsia="Times New Roman" w:hAnsi="Courier New" w:cs="Courier New"/>
        </w:rPr>
        <w:t>[</w:t>
      </w:r>
      <w:r w:rsidR="00A223CF">
        <w:rPr>
          <w:rStyle w:val="SDLattribute"/>
          <w:rFonts w:eastAsia="Times New Roman"/>
        </w:rPr>
        <w:t>class_i</w:t>
      </w:r>
      <w:r w:rsidRPr="006D1923">
        <w:rPr>
          <w:rStyle w:val="SDLattribute"/>
          <w:rFonts w:eastAsia="Times New Roman"/>
        </w:rPr>
        <w:t>d_</w:t>
      </w:r>
      <w:r w:rsidR="00A223CF">
        <w:rPr>
          <w:rStyle w:val="SDLattribute"/>
          <w:rFonts w:eastAsia="Times New Roman"/>
        </w:rPr>
        <w:t>identifier</w:t>
      </w:r>
      <w:r w:rsidRPr="00C73BB5">
        <w:rPr>
          <w:rFonts w:ascii="Courier New" w:eastAsia="Times New Roman" w:hAnsi="Courier New" w:cs="Courier New"/>
          <w:b/>
          <w:bCs/>
        </w:rPr>
        <w:t>=</w:t>
      </w:r>
      <w:r w:rsidRPr="00C73BB5">
        <w:rPr>
          <w:rFonts w:ascii="Courier New" w:eastAsia="Times New Roman" w:hAnsi="Courier New" w:cs="Courier New"/>
        </w:rPr>
        <w:t>]</w:t>
      </w:r>
      <w:r w:rsidRPr="006D1923">
        <w:rPr>
          <w:rFonts w:eastAsia="Times New Roman"/>
        </w:rPr>
        <w:t xml:space="preserve"> </w:t>
      </w:r>
      <w:r w:rsidR="00AE0CED">
        <w:rPr>
          <w:rStyle w:val="SDLattribute"/>
          <w:rFonts w:eastAsia="Times New Roman"/>
        </w:rPr>
        <w:t>class_id</w:t>
      </w:r>
      <w:r w:rsidRPr="006D1923">
        <w:rPr>
          <w:rFonts w:eastAsia="Times New Roman"/>
        </w:rPr>
        <w:t xml:space="preserve"> </w:t>
      </w:r>
      <w:r w:rsidRPr="00C73BB5">
        <w:rPr>
          <w:rFonts w:ascii="Courier New" w:eastAsia="Times New Roman" w:hAnsi="Courier New" w:cs="Courier New"/>
        </w:rPr>
        <w:t>|</w:t>
      </w:r>
      <w:r w:rsidRPr="006D1923">
        <w:rPr>
          <w:rFonts w:eastAsia="Times New Roman"/>
        </w:rPr>
        <w:t xml:space="preserve"> </w:t>
      </w:r>
      <w:r w:rsidRPr="006D1923">
        <w:rPr>
          <w:rStyle w:val="SDLattribute"/>
          <w:rFonts w:eastAsia="Times New Roman"/>
        </w:rPr>
        <w:t xml:space="preserve">id_range </w:t>
      </w:r>
      <w:r w:rsidRPr="00C73BB5">
        <w:rPr>
          <w:rFonts w:ascii="Courier New" w:eastAsia="Times New Roman" w:hAnsi="Courier New" w:cs="Courier New"/>
        </w:rPr>
        <w:t>|</w:t>
      </w:r>
      <w:r w:rsidRPr="006D1923">
        <w:rPr>
          <w:rFonts w:eastAsia="Times New Roman"/>
          <w:i/>
          <w:iCs/>
        </w:rPr>
        <w:t xml:space="preserve"> extended_id_range </w:t>
      </w:r>
      <w:r w:rsidRPr="00C73BB5">
        <w:rPr>
          <w:rFonts w:ascii="Courier New" w:eastAsia="Times New Roman" w:hAnsi="Courier New" w:cs="Courier New"/>
        </w:rPr>
        <w:t>]</w:t>
      </w:r>
      <w:r w:rsidRPr="006D1923">
        <w:rPr>
          <w:rFonts w:eastAsia="Times New Roman"/>
        </w:rPr>
        <w:t xml:space="preserve"> </w:t>
      </w:r>
      <w:r w:rsidRPr="006D1923">
        <w:rPr>
          <w:rStyle w:val="SDLkeyword"/>
          <w:rFonts w:eastAsia="Times New Roman"/>
        </w:rPr>
        <w:t>{</w:t>
      </w:r>
    </w:p>
    <w:p w14:paraId="5FD9BCE3" w14:textId="0883DFA6" w:rsidR="00C02505" w:rsidRPr="006D1923" w:rsidRDefault="00C02505" w:rsidP="00064445">
      <w:pPr>
        <w:pStyle w:val="List4"/>
        <w:keepNext/>
        <w:keepLines/>
        <w:spacing w:after="0"/>
        <w:ind w:left="851" w:firstLine="0"/>
        <w:jc w:val="left"/>
        <w:rPr>
          <w:rFonts w:eastAsia="Times New Roman"/>
        </w:rPr>
      </w:pPr>
      <w:r w:rsidRPr="00C73BB5">
        <w:rPr>
          <w:rFonts w:ascii="Courier New" w:eastAsia="Times New Roman" w:hAnsi="Courier New" w:cs="Courier New"/>
        </w:rPr>
        <w:t>[</w:t>
      </w:r>
      <w:r w:rsidRPr="006D1923">
        <w:rPr>
          <w:rStyle w:val="SDLattribute"/>
          <w:rFonts w:eastAsia="Times New Roman"/>
        </w:rPr>
        <w:t>element</w:t>
      </w:r>
      <w:r w:rsidRPr="00C73BB5">
        <w:rPr>
          <w:rFonts w:ascii="Courier New" w:eastAsia="Times New Roman" w:hAnsi="Courier New" w:cs="Courier New"/>
          <w:b/>
          <w:bCs/>
        </w:rPr>
        <w:t>;</w:t>
      </w:r>
      <w:r w:rsidRPr="006D1923">
        <w:rPr>
          <w:rFonts w:eastAsia="Times New Roman"/>
        </w:rPr>
        <w:t xml:space="preserve"> …</w:t>
      </w:r>
      <w:r w:rsidRPr="00C73BB5">
        <w:rPr>
          <w:rFonts w:ascii="Courier New" w:eastAsia="Times New Roman" w:hAnsi="Courier New" w:cs="Courier New"/>
        </w:rPr>
        <w:t>]</w:t>
      </w:r>
    </w:p>
    <w:p w14:paraId="3F30425B" w14:textId="77777777" w:rsidR="00C02505" w:rsidRPr="006D1923" w:rsidRDefault="00C02505" w:rsidP="00064445">
      <w:pPr>
        <w:pStyle w:val="List3"/>
        <w:keepNext/>
        <w:keepLines/>
        <w:jc w:val="left"/>
        <w:rPr>
          <w:rStyle w:val="SDLkeyword"/>
          <w:rFonts w:eastAsia="Times New Roman"/>
        </w:rPr>
      </w:pPr>
      <w:r w:rsidRPr="006D1923">
        <w:rPr>
          <w:rStyle w:val="SDLkeyword"/>
          <w:rFonts w:eastAsia="Times New Roman"/>
        </w:rPr>
        <w:t>}</w:t>
      </w:r>
    </w:p>
    <w:p w14:paraId="396E7A7F" w14:textId="77777777" w:rsidR="00C02505" w:rsidRDefault="00C02505" w:rsidP="00C02505">
      <w:pPr>
        <w:pStyle w:val="BodyText"/>
        <w:pBdr>
          <w:top w:val="single" w:sz="6" w:space="1" w:color="auto"/>
        </w:pBdr>
        <w:rPr>
          <w:rFonts w:eastAsia="Times New Roman"/>
          <w:lang w:eastAsia="ko-KR"/>
        </w:rPr>
      </w:pPr>
    </w:p>
    <w:p w14:paraId="4E2D3073" w14:textId="437DCE50" w:rsidR="00F62ED4" w:rsidRDefault="00F62ED4" w:rsidP="00F62ED4">
      <w:pPr>
        <w:pStyle w:val="BodyText"/>
        <w:pBdr>
          <w:top w:val="single" w:sz="6" w:space="1" w:color="auto"/>
        </w:pBdr>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definition as in</w:t>
      </w:r>
      <w:r>
        <w:t xml:space="preserve"> subclause </w:t>
      </w:r>
      <w:r>
        <w:fldChar w:fldCharType="begin"/>
      </w:r>
      <w:r>
        <w:instrText xml:space="preserve"> REF _Ref128486809 \r \h </w:instrText>
      </w:r>
      <w:r>
        <w:fldChar w:fldCharType="separate"/>
      </w:r>
      <w:r w:rsidR="000F3D09">
        <w:t>6.2.1</w:t>
      </w:r>
      <w:r>
        <w:fldChar w:fldCharType="end"/>
      </w:r>
      <w:r>
        <w:t>.</w:t>
      </w:r>
    </w:p>
    <w:p w14:paraId="59A320D2" w14:textId="1632A778" w:rsidR="00F62ED4" w:rsidRPr="00203C97" w:rsidRDefault="00F62ED4" w:rsidP="00C02505">
      <w:pPr>
        <w:pStyle w:val="BodyText"/>
        <w:pBdr>
          <w:top w:val="single" w:sz="6" w:space="1" w:color="auto"/>
        </w:pBdr>
        <w:rPr>
          <w:rFonts w:eastAsia="Times New Roman"/>
          <w:lang w:eastAsia="ko-KR"/>
        </w:rPr>
      </w:pPr>
      <w:r>
        <w:rPr>
          <w:rFonts w:eastAsia="Times New Roman"/>
          <w:lang w:eastAsia="ko-KR"/>
        </w:rPr>
        <w:t xml:space="preserve">The meaning of the keyword </w:t>
      </w:r>
      <w:r w:rsidRPr="00203C97">
        <w:rPr>
          <w:rStyle w:val="SDLkeyword"/>
        </w:rPr>
        <w:t>bit</w:t>
      </w:r>
      <w:r>
        <w:rPr>
          <w:rFonts w:eastAsia="Times New Roman"/>
          <w:lang w:eastAsia="ko-KR"/>
        </w:rPr>
        <w:t xml:space="preserve"> and its related attributes defined in subclause</w:t>
      </w:r>
      <w:r w:rsidR="003B6A40">
        <w:rPr>
          <w:rFonts w:eastAsia="Times New Roman"/>
          <w:lang w:eastAsia="ko-KR"/>
        </w:rPr>
        <w:t xml:space="preserve"> </w:t>
      </w:r>
      <w:r w:rsidR="003B6A40">
        <w:rPr>
          <w:rFonts w:eastAsia="Times New Roman"/>
          <w:lang w:eastAsia="ko-KR"/>
        </w:rPr>
        <w:fldChar w:fldCharType="begin"/>
      </w:r>
      <w:r w:rsidR="003B6A40">
        <w:rPr>
          <w:rFonts w:eastAsia="Times New Roman"/>
          <w:lang w:eastAsia="ko-KR"/>
        </w:rPr>
        <w:instrText xml:space="preserve"> REF _Ref128580659 \r \h </w:instrText>
      </w:r>
      <w:r w:rsidR="003B6A40">
        <w:rPr>
          <w:rFonts w:eastAsia="Times New Roman"/>
          <w:lang w:eastAsia="ko-KR"/>
        </w:rPr>
      </w:r>
      <w:r w:rsidR="003B6A40">
        <w:rPr>
          <w:rFonts w:eastAsia="Times New Roman"/>
          <w:lang w:eastAsia="ko-KR"/>
        </w:rPr>
        <w:fldChar w:fldCharType="separate"/>
      </w:r>
      <w:r w:rsidR="000F3D09">
        <w:rPr>
          <w:rFonts w:eastAsia="Times New Roman"/>
          <w:lang w:eastAsia="ko-KR"/>
        </w:rPr>
        <w:t>7.5</w:t>
      </w:r>
      <w:r w:rsidR="003B6A40">
        <w:rPr>
          <w:rFonts w:eastAsia="Times New Roman"/>
          <w:lang w:eastAsia="ko-KR"/>
        </w:rPr>
        <w:fldChar w:fldCharType="end"/>
      </w:r>
      <w:r>
        <w:rPr>
          <w:rFonts w:eastAsia="Times New Roman"/>
          <w:lang w:eastAsia="ko-KR"/>
        </w:rPr>
        <w:t>.</w:t>
      </w:r>
    </w:p>
    <w:p w14:paraId="5E5E2104" w14:textId="2675A2D2" w:rsidR="00C02505" w:rsidRDefault="00C02505" w:rsidP="00C02505">
      <w:pPr>
        <w:pStyle w:val="BodyText"/>
        <w:spacing w:after="220"/>
        <w:rPr>
          <w:rFonts w:eastAsia="Times New Roman"/>
          <w:lang w:eastAsia="ko-KR"/>
        </w:rPr>
      </w:pPr>
      <w:r>
        <w:rPr>
          <w:rFonts w:eastAsia="Times New Roman"/>
          <w:lang w:eastAsia="ko-KR"/>
        </w:rPr>
        <w:t xml:space="preserve">Expandable classes </w:t>
      </w:r>
      <w:r w:rsidRPr="00282F49">
        <w:rPr>
          <w:rFonts w:eastAsia="Times New Roman"/>
          <w:lang w:eastAsia="ko-KR"/>
        </w:rPr>
        <w:t xml:space="preserve">may be used for classes that </w:t>
      </w:r>
      <w:r>
        <w:rPr>
          <w:rFonts w:eastAsia="Times New Roman"/>
          <w:lang w:eastAsia="ko-KR"/>
        </w:rPr>
        <w:t xml:space="preserve">are </w:t>
      </w:r>
      <w:r w:rsidRPr="00282F49">
        <w:rPr>
          <w:rFonts w:eastAsia="Times New Roman"/>
          <w:lang w:eastAsia="ko-KR"/>
        </w:rPr>
        <w:t>require</w:t>
      </w:r>
      <w:r>
        <w:rPr>
          <w:rFonts w:eastAsia="Times New Roman"/>
          <w:lang w:eastAsia="ko-KR"/>
        </w:rPr>
        <w:t>d to support</w:t>
      </w:r>
      <w:r w:rsidRPr="00282F49">
        <w:rPr>
          <w:rFonts w:eastAsia="Times New Roman"/>
          <w:lang w:eastAsia="ko-KR"/>
        </w:rPr>
        <w:t xml:space="preserve"> future compatible extension</w:t>
      </w:r>
      <w:r>
        <w:rPr>
          <w:rFonts w:eastAsia="Times New Roman"/>
          <w:lang w:eastAsia="ko-KR"/>
        </w:rPr>
        <w:t>s</w:t>
      </w:r>
      <w:r w:rsidRPr="00282F49">
        <w:rPr>
          <w:rFonts w:eastAsia="Times New Roman"/>
          <w:lang w:eastAsia="ko-KR"/>
        </w:rPr>
        <w:t xml:space="preserve"> or that may include private data. </w:t>
      </w:r>
      <w:r w:rsidR="00E43F21">
        <w:rPr>
          <w:rFonts w:eastAsia="Times New Roman"/>
          <w:lang w:eastAsia="ko-KR"/>
        </w:rPr>
        <w:t>For example, a</w:t>
      </w:r>
      <w:r w:rsidR="00E43F21" w:rsidRPr="00282F49">
        <w:rPr>
          <w:rFonts w:eastAsia="Times New Roman"/>
          <w:lang w:eastAsia="ko-KR"/>
        </w:rPr>
        <w:t xml:space="preserve"> </w:t>
      </w:r>
      <w:r w:rsidRPr="00282F49">
        <w:rPr>
          <w:rFonts w:eastAsia="Times New Roman"/>
          <w:lang w:eastAsia="ko-KR"/>
        </w:rPr>
        <w:t xml:space="preserve">legacy device </w:t>
      </w:r>
      <w:r>
        <w:rPr>
          <w:rFonts w:eastAsia="Times New Roman"/>
          <w:lang w:eastAsia="ko-KR"/>
        </w:rPr>
        <w:t>can</w:t>
      </w:r>
      <w:r w:rsidRPr="00282F49">
        <w:rPr>
          <w:rFonts w:eastAsia="Times New Roman"/>
          <w:lang w:eastAsia="ko-KR"/>
        </w:rPr>
        <w:t xml:space="preserve"> decode an expandable </w:t>
      </w:r>
      <w:r>
        <w:rPr>
          <w:rFonts w:eastAsia="Times New Roman"/>
          <w:lang w:eastAsia="ko-KR"/>
        </w:rPr>
        <w:t xml:space="preserve">class </w:t>
      </w:r>
      <w:r w:rsidRPr="00282F49">
        <w:rPr>
          <w:rFonts w:eastAsia="Times New Roman"/>
          <w:lang w:eastAsia="ko-KR"/>
        </w:rPr>
        <w:t>up to the last parsable variable</w:t>
      </w:r>
      <w:r w:rsidR="00DC52FF">
        <w:rPr>
          <w:rFonts w:eastAsia="Times New Roman"/>
          <w:lang w:eastAsia="ko-KR"/>
        </w:rPr>
        <w:t xml:space="preserve"> appearing</w:t>
      </w:r>
      <w:r w:rsidRPr="00282F49">
        <w:rPr>
          <w:rFonts w:eastAsia="Times New Roman"/>
          <w:lang w:eastAsia="ko-KR"/>
        </w:rPr>
        <w:t xml:space="preserve"> </w:t>
      </w:r>
      <w:r w:rsidR="00DC52FF">
        <w:rPr>
          <w:rFonts w:eastAsia="Times New Roman"/>
          <w:lang w:eastAsia="ko-KR"/>
        </w:rPr>
        <w:t xml:space="preserve">in the version of the </w:t>
      </w:r>
      <w:r w:rsidR="00E43F21">
        <w:rPr>
          <w:rFonts w:eastAsia="Times New Roman"/>
          <w:lang w:eastAsia="ko-KR"/>
        </w:rPr>
        <w:t xml:space="preserve">class definition </w:t>
      </w:r>
      <w:r w:rsidR="00D30B39">
        <w:rPr>
          <w:rFonts w:eastAsia="Times New Roman"/>
          <w:lang w:eastAsia="ko-KR"/>
        </w:rPr>
        <w:t xml:space="preserve">that </w:t>
      </w:r>
      <w:r w:rsidR="00DC52FF">
        <w:rPr>
          <w:rFonts w:eastAsia="Times New Roman"/>
          <w:lang w:eastAsia="ko-KR"/>
        </w:rPr>
        <w:t>the</w:t>
      </w:r>
      <w:r w:rsidR="00E43F21">
        <w:rPr>
          <w:rFonts w:eastAsia="Times New Roman"/>
          <w:lang w:eastAsia="ko-KR"/>
        </w:rPr>
        <w:t xml:space="preserve"> device </w:t>
      </w:r>
      <w:r w:rsidR="00DC52FF">
        <w:rPr>
          <w:rFonts w:eastAsia="Times New Roman"/>
          <w:lang w:eastAsia="ko-KR"/>
        </w:rPr>
        <w:t>is aware of and</w:t>
      </w:r>
      <w:r w:rsidR="00E43F21">
        <w:rPr>
          <w:rFonts w:eastAsia="Times New Roman"/>
          <w:lang w:eastAsia="ko-KR"/>
        </w:rPr>
        <w:t xml:space="preserve"> can</w:t>
      </w:r>
      <w:r w:rsidRPr="00282F49">
        <w:rPr>
          <w:rFonts w:eastAsia="Times New Roman"/>
          <w:lang w:eastAsia="ko-KR"/>
        </w:rPr>
        <w:t xml:space="preserve"> skip the</w:t>
      </w:r>
      <w:r>
        <w:rPr>
          <w:rFonts w:eastAsia="Times New Roman"/>
          <w:lang w:eastAsia="ko-KR"/>
        </w:rPr>
        <w:t xml:space="preserve"> unknown</w:t>
      </w:r>
      <w:r w:rsidRPr="00282F49">
        <w:rPr>
          <w:rFonts w:eastAsia="Times New Roman"/>
          <w:lang w:eastAsia="ko-KR"/>
        </w:rPr>
        <w:t xml:space="preserve"> </w:t>
      </w:r>
      <w:r>
        <w:rPr>
          <w:rFonts w:eastAsia="Times New Roman"/>
          <w:lang w:eastAsia="ko-KR"/>
        </w:rPr>
        <w:t xml:space="preserve">class </w:t>
      </w:r>
      <w:r w:rsidRPr="00282F49">
        <w:rPr>
          <w:rFonts w:eastAsia="Times New Roman"/>
          <w:lang w:eastAsia="ko-KR"/>
        </w:rPr>
        <w:t xml:space="preserve">data following the last known </w:t>
      </w:r>
      <w:r w:rsidR="00E43F21">
        <w:rPr>
          <w:rFonts w:eastAsia="Times New Roman"/>
          <w:lang w:eastAsia="ko-KR"/>
        </w:rPr>
        <w:t>variable</w:t>
      </w:r>
      <w:r>
        <w:rPr>
          <w:rFonts w:eastAsia="Times New Roman"/>
          <w:lang w:eastAsia="ko-KR"/>
        </w:rPr>
        <w:t>.</w:t>
      </w:r>
    </w:p>
    <w:p w14:paraId="5C259036" w14:textId="77777777" w:rsidR="00C02505" w:rsidRDefault="00C02505" w:rsidP="00C02505">
      <w:pPr>
        <w:pStyle w:val="BodyText"/>
        <w:spacing w:after="220"/>
        <w:rPr>
          <w:rFonts w:eastAsia="Times New Roman"/>
          <w:lang w:eastAsia="ko-KR"/>
        </w:rPr>
      </w:pPr>
      <w:r>
        <w:rPr>
          <w:rFonts w:eastAsia="Times New Roman"/>
          <w:lang w:eastAsia="ko-KR"/>
        </w:rPr>
        <w:t xml:space="preserve">To this end, an expandable class </w:t>
      </w:r>
      <w:r w:rsidRPr="00282F49">
        <w:rPr>
          <w:rFonts w:eastAsia="Times New Roman"/>
          <w:lang w:eastAsia="ko-KR"/>
        </w:rPr>
        <w:t>explicitly</w:t>
      </w:r>
      <w:r>
        <w:rPr>
          <w:rFonts w:eastAsia="Times New Roman"/>
          <w:lang w:eastAsia="ko-KR"/>
        </w:rPr>
        <w:t xml:space="preserve"> </w:t>
      </w:r>
      <w:r w:rsidRPr="00282F49">
        <w:rPr>
          <w:rFonts w:eastAsia="Times New Roman"/>
          <w:lang w:eastAsia="ko-KR"/>
        </w:rPr>
        <w:t xml:space="preserve">encodes its own size in bytes </w:t>
      </w:r>
      <w:r>
        <w:rPr>
          <w:rFonts w:eastAsia="Times New Roman"/>
          <w:lang w:eastAsia="ko-KR"/>
        </w:rPr>
        <w:t xml:space="preserve">in the bitstream. </w:t>
      </w:r>
      <w:r w:rsidRPr="00282F49">
        <w:rPr>
          <w:rFonts w:eastAsia="Times New Roman"/>
          <w:lang w:eastAsia="ko-KR"/>
        </w:rPr>
        <w:t xml:space="preserve">The size precedes any parsable variables of the </w:t>
      </w:r>
      <w:r>
        <w:rPr>
          <w:rFonts w:eastAsia="Times New Roman"/>
          <w:lang w:eastAsia="ko-KR"/>
        </w:rPr>
        <w:t xml:space="preserve">class and its variable-length </w:t>
      </w:r>
      <w:r w:rsidRPr="00282F49">
        <w:rPr>
          <w:rFonts w:eastAsia="Times New Roman"/>
          <w:lang w:eastAsia="ko-KR"/>
        </w:rPr>
        <w:t>encoding</w:t>
      </w:r>
      <w:r>
        <w:rPr>
          <w:rFonts w:eastAsia="Times New Roman"/>
          <w:lang w:eastAsia="ko-KR"/>
        </w:rPr>
        <w:t xml:space="preserve"> is</w:t>
      </w:r>
      <w:r w:rsidRPr="00282F49">
        <w:rPr>
          <w:rFonts w:eastAsia="Times New Roman"/>
          <w:lang w:eastAsia="ko-KR"/>
        </w:rPr>
        <w:t xml:space="preserve"> </w:t>
      </w:r>
      <w:r>
        <w:rPr>
          <w:rFonts w:eastAsia="Times New Roman"/>
          <w:lang w:eastAsia="ko-KR"/>
        </w:rPr>
        <w:t>defined below using the SDL convention</w:t>
      </w:r>
      <w:r w:rsidRPr="00282F49">
        <w:rPr>
          <w:rFonts w:eastAsia="Times New Roman"/>
          <w:lang w:eastAsia="ko-KR"/>
        </w:rPr>
        <w:t>:</w:t>
      </w:r>
    </w:p>
    <w:p w14:paraId="281A47D4" w14:textId="77777777" w:rsidR="00C02505" w:rsidRPr="00282F49" w:rsidRDefault="00C02505" w:rsidP="00C02505">
      <w:pPr>
        <w:pStyle w:val="Code"/>
      </w:pPr>
      <w:r w:rsidRPr="00282F49">
        <w:t>int sizeOfInstance = 0;</w:t>
      </w:r>
    </w:p>
    <w:p w14:paraId="13424C30" w14:textId="77777777" w:rsidR="00C02505" w:rsidRPr="00282F49" w:rsidRDefault="00C02505" w:rsidP="00C02505">
      <w:pPr>
        <w:pStyle w:val="Code"/>
      </w:pPr>
      <w:r w:rsidRPr="00282F49">
        <w:t>bit(1) nextByte;</w:t>
      </w:r>
    </w:p>
    <w:p w14:paraId="71717B71" w14:textId="77777777" w:rsidR="00C02505" w:rsidRDefault="00C02505" w:rsidP="00C02505">
      <w:pPr>
        <w:pStyle w:val="Code"/>
      </w:pPr>
      <w:r w:rsidRPr="00282F49">
        <w:t>bit(7) sizeByte;</w:t>
      </w:r>
    </w:p>
    <w:p w14:paraId="29998C1F" w14:textId="77777777" w:rsidR="00C02505" w:rsidRDefault="00C02505" w:rsidP="00C02505">
      <w:pPr>
        <w:pStyle w:val="Code"/>
      </w:pPr>
      <w:r w:rsidRPr="00282F49">
        <w:t>sizeOfInstance = sizeByte;</w:t>
      </w:r>
    </w:p>
    <w:p w14:paraId="02A154A9" w14:textId="77777777" w:rsidR="00C02505" w:rsidRPr="00282F49" w:rsidRDefault="00C02505" w:rsidP="00C02505">
      <w:pPr>
        <w:pStyle w:val="Code"/>
      </w:pPr>
    </w:p>
    <w:p w14:paraId="0239913E" w14:textId="77777777" w:rsidR="00C02505" w:rsidRPr="00282F49" w:rsidRDefault="00C02505" w:rsidP="00C02505">
      <w:pPr>
        <w:pStyle w:val="Code"/>
      </w:pPr>
      <w:r w:rsidRPr="00282F49">
        <w:t>while(nextByte) {</w:t>
      </w:r>
    </w:p>
    <w:p w14:paraId="7585B3B1" w14:textId="77777777" w:rsidR="00C02505" w:rsidRPr="00282F49" w:rsidRDefault="00C02505" w:rsidP="00C02505">
      <w:pPr>
        <w:pStyle w:val="Code"/>
      </w:pPr>
      <w:r w:rsidRPr="00282F49">
        <w:tab/>
        <w:t>bit(1) nextByte;</w:t>
      </w:r>
    </w:p>
    <w:p w14:paraId="254B78AC" w14:textId="77777777" w:rsidR="00C02505" w:rsidRPr="00282F49" w:rsidRDefault="00C02505" w:rsidP="00C02505">
      <w:pPr>
        <w:pStyle w:val="Code"/>
      </w:pPr>
      <w:r w:rsidRPr="00282F49">
        <w:tab/>
        <w:t>bit(7) sizeByte;</w:t>
      </w:r>
    </w:p>
    <w:p w14:paraId="5B61158E" w14:textId="77777777" w:rsidR="00C02505" w:rsidRDefault="00C02505" w:rsidP="00C02505">
      <w:pPr>
        <w:pStyle w:val="Code"/>
      </w:pPr>
      <w:r w:rsidRPr="00282F49">
        <w:tab/>
        <w:t>sizeOfInstance = sizeOfInstance</w:t>
      </w:r>
      <w:r>
        <w:t xml:space="preserve"> </w:t>
      </w:r>
      <w:r w:rsidRPr="00282F49">
        <w:t>&lt;&lt;</w:t>
      </w:r>
      <w:r>
        <w:t xml:space="preserve"> </w:t>
      </w:r>
      <w:r w:rsidRPr="00282F49">
        <w:t>7 | sizeByte;</w:t>
      </w:r>
    </w:p>
    <w:p w14:paraId="3684D5D5" w14:textId="77777777" w:rsidR="00C02505" w:rsidRDefault="00C02505" w:rsidP="00C02505">
      <w:pPr>
        <w:pStyle w:val="Code"/>
      </w:pPr>
      <w:r w:rsidRPr="00282F49">
        <w:t>}</w:t>
      </w:r>
    </w:p>
    <w:p w14:paraId="210C1FC7" w14:textId="77777777" w:rsidR="00C02505" w:rsidRPr="00203C97" w:rsidRDefault="00C02505" w:rsidP="00C02505">
      <w:pPr>
        <w:pStyle w:val="Code"/>
      </w:pPr>
    </w:p>
    <w:p w14:paraId="692BCF23" w14:textId="6F106BA4" w:rsidR="00C02505" w:rsidRDefault="00C02505" w:rsidP="00C02505">
      <w:pPr>
        <w:pStyle w:val="Note"/>
        <w:rPr>
          <w:snapToGrid w:val="0"/>
        </w:rPr>
      </w:pPr>
      <w:r>
        <w:rPr>
          <w:snapToGrid w:val="0"/>
        </w:rPr>
        <w:t>NOTE</w:t>
      </w:r>
      <w:r>
        <w:rPr>
          <w:snapToGrid w:val="0"/>
        </w:rPr>
        <w:tab/>
      </w:r>
      <w:r w:rsidR="00690827">
        <w:rPr>
          <w:snapToGrid w:val="0"/>
        </w:rPr>
        <w:t xml:space="preserve">By definition, the </w:t>
      </w:r>
      <w:r>
        <w:rPr>
          <w:snapToGrid w:val="0"/>
        </w:rPr>
        <w:t xml:space="preserve">encoding of </w:t>
      </w:r>
      <w:r w:rsidR="00690827" w:rsidRPr="00E56598">
        <w:rPr>
          <w:rFonts w:ascii="Courier New" w:hAnsi="Courier New" w:cs="Courier New"/>
          <w:snapToGrid w:val="0"/>
        </w:rPr>
        <w:t>sizeOfInstance</w:t>
      </w:r>
      <w:r w:rsidR="00690827">
        <w:rPr>
          <w:snapToGrid w:val="0"/>
        </w:rPr>
        <w:t xml:space="preserve"> is</w:t>
      </w:r>
      <w:r w:rsidR="00DB2748">
        <w:rPr>
          <w:snapToGrid w:val="0"/>
        </w:rPr>
        <w:t xml:space="preserve"> always an integer number of bytes in size</w:t>
      </w:r>
      <w:r>
        <w:rPr>
          <w:snapToGrid w:val="0"/>
        </w:rPr>
        <w:t>.</w:t>
      </w:r>
    </w:p>
    <w:p w14:paraId="5EAA4B61" w14:textId="77777777" w:rsidR="00A339D2" w:rsidRDefault="00A339D2" w:rsidP="00C02505">
      <w:pPr>
        <w:pStyle w:val="BodyText"/>
        <w:spacing w:after="220"/>
        <w:rPr>
          <w:rFonts w:eastAsia="Times New Roman"/>
          <w:snapToGrid w:val="0"/>
        </w:rPr>
      </w:pPr>
      <w:r w:rsidRPr="006D1923">
        <w:rPr>
          <w:rFonts w:eastAsia="Times New Roman"/>
          <w:snapToGrid w:val="0"/>
        </w:rPr>
        <w:t>The size information is</w:t>
      </w:r>
      <w:r>
        <w:rPr>
          <w:rFonts w:eastAsia="Times New Roman"/>
          <w:snapToGrid w:val="0"/>
        </w:rPr>
        <w:t xml:space="preserve"> implicitly</w:t>
      </w:r>
      <w:r w:rsidRPr="006D1923">
        <w:rPr>
          <w:rFonts w:eastAsia="Times New Roman"/>
          <w:snapToGrid w:val="0"/>
        </w:rPr>
        <w:t xml:space="preserve"> accessible within the class as </w:t>
      </w:r>
      <w:r>
        <w:rPr>
          <w:rFonts w:eastAsia="Times New Roman"/>
          <w:snapToGrid w:val="0"/>
        </w:rPr>
        <w:t>the</w:t>
      </w:r>
      <w:r w:rsidRPr="006D1923">
        <w:rPr>
          <w:rFonts w:eastAsia="Times New Roman"/>
          <w:snapToGrid w:val="0"/>
        </w:rPr>
        <w:t xml:space="preserve"> </w:t>
      </w:r>
      <w:r>
        <w:rPr>
          <w:rFonts w:eastAsia="Times New Roman"/>
          <w:snapToGrid w:val="0"/>
        </w:rPr>
        <w:t xml:space="preserve">member </w:t>
      </w:r>
      <w:r w:rsidRPr="006D1923">
        <w:rPr>
          <w:rFonts w:eastAsia="Times New Roman"/>
          <w:snapToGrid w:val="0"/>
        </w:rPr>
        <w:t xml:space="preserve">variable </w:t>
      </w:r>
      <w:r w:rsidRPr="00203C97">
        <w:rPr>
          <w:rStyle w:val="codeChar"/>
        </w:rPr>
        <w:t>sizeOfInstance</w:t>
      </w:r>
      <w:r>
        <w:rPr>
          <w:rFonts w:eastAsia="Times New Roman"/>
          <w:snapToGrid w:val="0"/>
        </w:rPr>
        <w:t xml:space="preserve"> whenever a class is made expandable.</w:t>
      </w:r>
    </w:p>
    <w:p w14:paraId="50B6543F" w14:textId="4484B4C2" w:rsidR="00C02505" w:rsidRDefault="00A339D2" w:rsidP="00C02505">
      <w:pPr>
        <w:pStyle w:val="BodyText"/>
        <w:spacing w:after="220"/>
        <w:rPr>
          <w:rFonts w:eastAsia="Times New Roman"/>
          <w:lang w:eastAsia="ko-KR"/>
        </w:rPr>
      </w:pPr>
      <w:r>
        <w:rPr>
          <w:rFonts w:eastAsia="Times New Roman"/>
          <w:snapToGrid w:val="0"/>
        </w:rPr>
        <w:t xml:space="preserve">As the </w:t>
      </w:r>
      <w:r w:rsidRPr="00E56598">
        <w:rPr>
          <w:rFonts w:ascii="Courier New" w:eastAsia="Times New Roman" w:hAnsi="Courier New" w:cs="Courier New"/>
          <w:snapToGrid w:val="0"/>
        </w:rPr>
        <w:t>sizeOfInstance</w:t>
      </w:r>
      <w:r>
        <w:rPr>
          <w:rFonts w:eastAsia="Times New Roman"/>
          <w:snapToGrid w:val="0"/>
        </w:rPr>
        <w:t xml:space="preserve"> value encodes the </w:t>
      </w:r>
      <w:r w:rsidR="00640F0E">
        <w:rPr>
          <w:rFonts w:eastAsia="Times New Roman"/>
          <w:snapToGrid w:val="0"/>
        </w:rPr>
        <w:t xml:space="preserve">class </w:t>
      </w:r>
      <w:r>
        <w:rPr>
          <w:rFonts w:eastAsia="Times New Roman"/>
          <w:snapToGrid w:val="0"/>
        </w:rPr>
        <w:t xml:space="preserve">size in bytes, an </w:t>
      </w:r>
      <w:r w:rsidR="00C02505" w:rsidRPr="006D1923">
        <w:rPr>
          <w:rFonts w:eastAsia="Times New Roman"/>
          <w:snapToGrid w:val="0"/>
        </w:rPr>
        <w:t xml:space="preserve">expandable class </w:t>
      </w:r>
      <w:r>
        <w:rPr>
          <w:rFonts w:eastAsia="Times New Roman"/>
          <w:snapToGrid w:val="0"/>
        </w:rPr>
        <w:t>should</w:t>
      </w:r>
      <w:r w:rsidRPr="006D1923">
        <w:rPr>
          <w:rFonts w:eastAsia="Times New Roman"/>
          <w:snapToGrid w:val="0"/>
        </w:rPr>
        <w:t xml:space="preserve"> </w:t>
      </w:r>
      <w:r w:rsidR="007A71EA">
        <w:rPr>
          <w:rFonts w:eastAsia="Times New Roman"/>
          <w:snapToGrid w:val="0"/>
        </w:rPr>
        <w:t>be</w:t>
      </w:r>
      <w:r w:rsidR="003428ED">
        <w:rPr>
          <w:rFonts w:eastAsia="Times New Roman"/>
          <w:snapToGrid w:val="0"/>
        </w:rPr>
        <w:t xml:space="preserve"> defined in a way to ensure that its </w:t>
      </w:r>
      <w:r w:rsidR="00C02505" w:rsidRPr="006D1923">
        <w:rPr>
          <w:rFonts w:eastAsia="Times New Roman"/>
          <w:snapToGrid w:val="0"/>
        </w:rPr>
        <w:t xml:space="preserve">size </w:t>
      </w:r>
      <w:r w:rsidR="003428ED">
        <w:rPr>
          <w:rFonts w:eastAsia="Times New Roman"/>
          <w:snapToGrid w:val="0"/>
        </w:rPr>
        <w:t xml:space="preserve">is always </w:t>
      </w:r>
      <w:r w:rsidR="00C02505" w:rsidRPr="006D1923">
        <w:rPr>
          <w:rFonts w:eastAsia="Times New Roman"/>
          <w:snapToGrid w:val="0"/>
        </w:rPr>
        <w:t>an integer number of bytes</w:t>
      </w:r>
      <w:r>
        <w:rPr>
          <w:rFonts w:eastAsia="Times New Roman"/>
          <w:snapToGrid w:val="0"/>
        </w:rPr>
        <w:t>.</w:t>
      </w:r>
      <w:r w:rsidR="00C02505" w:rsidRPr="006D1923">
        <w:rPr>
          <w:rFonts w:eastAsia="Times New Roman"/>
          <w:snapToGrid w:val="0"/>
        </w:rPr>
        <w:t xml:space="preserve"> </w:t>
      </w:r>
      <w:r>
        <w:rPr>
          <w:rFonts w:eastAsia="Times New Roman"/>
          <w:snapToGrid w:val="0"/>
        </w:rPr>
        <w:t>If this is not the case</w:t>
      </w:r>
      <w:r w:rsidR="009620B1">
        <w:rPr>
          <w:rFonts w:eastAsia="Times New Roman"/>
          <w:snapToGrid w:val="0"/>
        </w:rPr>
        <w:t xml:space="preserve">, padding bits will exist in the bitstream at the end of the last encoded parsable member variable. These padding bits will be included when determining the </w:t>
      </w:r>
      <w:r w:rsidR="009620B1" w:rsidRPr="008F4E31">
        <w:rPr>
          <w:rFonts w:ascii="Courier New" w:eastAsia="Times New Roman" w:hAnsi="Courier New" w:cs="Courier New"/>
          <w:snapToGrid w:val="0"/>
        </w:rPr>
        <w:t>sizeOfInstance</w:t>
      </w:r>
      <w:r w:rsidR="009620B1">
        <w:rPr>
          <w:rFonts w:eastAsia="Times New Roman"/>
          <w:snapToGrid w:val="0"/>
        </w:rPr>
        <w:t xml:space="preserve"> value. </w:t>
      </w:r>
      <w:r>
        <w:rPr>
          <w:rFonts w:eastAsia="Times New Roman"/>
          <w:snapToGrid w:val="0"/>
        </w:rPr>
        <w:t xml:space="preserve"> </w:t>
      </w:r>
    </w:p>
    <w:p w14:paraId="69249943" w14:textId="2683FF46" w:rsidR="004E645B" w:rsidRDefault="004E645B" w:rsidP="00C02505">
      <w:pPr>
        <w:pStyle w:val="BodyText"/>
        <w:spacing w:after="220"/>
        <w:rPr>
          <w:rFonts w:eastAsia="Times New Roman"/>
          <w:lang w:eastAsia="ko-KR"/>
        </w:rPr>
      </w:pPr>
      <w:r>
        <w:rPr>
          <w:rFonts w:eastAsia="Times New Roman"/>
          <w:lang w:eastAsia="ko-KR"/>
        </w:rPr>
        <w:t xml:space="preserve">As </w:t>
      </w:r>
      <w:r w:rsidR="00DF4ADA">
        <w:rPr>
          <w:rFonts w:eastAsia="Times New Roman"/>
          <w:lang w:eastAsia="ko-KR"/>
        </w:rPr>
        <w:t>the</w:t>
      </w:r>
      <w:r>
        <w:rPr>
          <w:rFonts w:eastAsia="Times New Roman"/>
          <w:lang w:eastAsia="ko-KR"/>
        </w:rPr>
        <w:t xml:space="preserve"> </w:t>
      </w:r>
      <w:r w:rsidRPr="00E56598">
        <w:rPr>
          <w:rFonts w:ascii="Courier New" w:eastAsia="Times New Roman" w:hAnsi="Courier New" w:cs="Courier New"/>
          <w:b/>
          <w:bCs/>
          <w:lang w:eastAsia="ko-KR"/>
        </w:rPr>
        <w:t>expandable</w:t>
      </w:r>
      <w:r>
        <w:rPr>
          <w:rFonts w:eastAsia="Times New Roman"/>
          <w:lang w:eastAsia="ko-KR"/>
        </w:rPr>
        <w:t xml:space="preserve"> </w:t>
      </w:r>
      <w:r w:rsidR="00DF4ADA">
        <w:rPr>
          <w:rFonts w:eastAsia="Times New Roman"/>
          <w:lang w:eastAsia="ko-KR"/>
        </w:rPr>
        <w:t xml:space="preserve">keyword implies an encoded </w:t>
      </w:r>
      <w:r w:rsidRPr="008F4E31">
        <w:rPr>
          <w:rFonts w:ascii="Courier New" w:eastAsia="Times New Roman" w:hAnsi="Courier New" w:cs="Courier New"/>
          <w:snapToGrid w:val="0"/>
        </w:rPr>
        <w:t>sizeOfInstance</w:t>
      </w:r>
      <w:r>
        <w:rPr>
          <w:rFonts w:eastAsia="Times New Roman"/>
          <w:snapToGrid w:val="0"/>
        </w:rPr>
        <w:t xml:space="preserve"> value</w:t>
      </w:r>
      <w:r w:rsidR="00DF4ADA">
        <w:rPr>
          <w:rFonts w:eastAsia="Times New Roman"/>
          <w:snapToGrid w:val="0"/>
        </w:rPr>
        <w:t xml:space="preserve">, it cannot appear with the </w:t>
      </w:r>
      <w:r w:rsidR="00DF4ADA" w:rsidRPr="00E56598">
        <w:rPr>
          <w:rFonts w:ascii="Courier New" w:eastAsia="Times New Roman" w:hAnsi="Courier New" w:cs="Courier New"/>
          <w:b/>
          <w:bCs/>
          <w:snapToGrid w:val="0"/>
        </w:rPr>
        <w:t>abstract</w:t>
      </w:r>
      <w:r w:rsidR="00DF4ADA">
        <w:rPr>
          <w:rFonts w:eastAsia="Times New Roman"/>
          <w:snapToGrid w:val="0"/>
        </w:rPr>
        <w:t xml:space="preserve"> keyword which implies a non-encoded class.</w:t>
      </w:r>
      <w:r>
        <w:rPr>
          <w:rFonts w:eastAsia="Times New Roman"/>
          <w:snapToGrid w:val="0"/>
        </w:rPr>
        <w:t>.</w:t>
      </w:r>
    </w:p>
    <w:p w14:paraId="7DCAC941" w14:textId="404DEB88" w:rsidR="00C02505" w:rsidRDefault="00C02505" w:rsidP="00C02505">
      <w:pPr>
        <w:pStyle w:val="BodyText"/>
        <w:spacing w:after="220"/>
        <w:rPr>
          <w:rFonts w:eastAsia="Times New Roman"/>
          <w:snapToGrid w:val="0"/>
        </w:rPr>
      </w:pPr>
      <w:r w:rsidRPr="00282F49">
        <w:rPr>
          <w:rFonts w:eastAsia="Times New Roman"/>
          <w:lang w:eastAsia="ko-KR"/>
        </w:rPr>
        <w:t xml:space="preserve">If the </w:t>
      </w:r>
      <w:r>
        <w:rPr>
          <w:rFonts w:eastAsia="Times New Roman"/>
          <w:lang w:eastAsia="ko-KR"/>
        </w:rPr>
        <w:t xml:space="preserve">class </w:t>
      </w:r>
      <w:r w:rsidR="00EC6563">
        <w:rPr>
          <w:rFonts w:eastAsia="Times New Roman"/>
          <w:lang w:eastAsia="ko-KR"/>
        </w:rPr>
        <w:t xml:space="preserve">definition uses the </w:t>
      </w:r>
      <w:r w:rsidR="00EC6563" w:rsidRPr="00C73BB5">
        <w:rPr>
          <w:rFonts w:ascii="Courier New" w:eastAsia="Times New Roman" w:hAnsi="Courier New" w:cs="Courier New"/>
          <w:b/>
          <w:bCs/>
          <w:lang w:eastAsia="ko-KR"/>
        </w:rPr>
        <w:t>bit</w:t>
      </w:r>
      <w:r w:rsidR="00EC6563">
        <w:rPr>
          <w:rFonts w:eastAsia="Times New Roman"/>
          <w:lang w:eastAsia="ko-KR"/>
        </w:rPr>
        <w:t xml:space="preserve"> keyword indicating </w:t>
      </w:r>
      <w:r w:rsidR="00A223CF">
        <w:rPr>
          <w:rFonts w:eastAsia="Times New Roman"/>
          <w:lang w:eastAsia="ko-KR"/>
        </w:rPr>
        <w:t xml:space="preserve">the presence of an </w:t>
      </w:r>
      <w:r w:rsidR="00EC6563">
        <w:rPr>
          <w:rFonts w:eastAsia="Times New Roman"/>
          <w:lang w:eastAsia="ko-KR"/>
        </w:rPr>
        <w:t>encod</w:t>
      </w:r>
      <w:r w:rsidR="00A223CF">
        <w:rPr>
          <w:rFonts w:eastAsia="Times New Roman"/>
          <w:lang w:eastAsia="ko-KR"/>
        </w:rPr>
        <w:t>ed</w:t>
      </w:r>
      <w:r w:rsidR="00EC6563">
        <w:rPr>
          <w:rFonts w:eastAsia="Times New Roman"/>
          <w:lang w:eastAsia="ko-KR"/>
        </w:rPr>
        <w:t xml:space="preserve"> </w:t>
      </w:r>
      <w:r w:rsidR="00A223CF">
        <w:rPr>
          <w:rStyle w:val="SDLattribute"/>
          <w:rFonts w:eastAsia="Times New Roman"/>
          <w:lang w:eastAsia="ko-KR"/>
        </w:rPr>
        <w:t>class_</w:t>
      </w:r>
      <w:r w:rsidR="00EC6563" w:rsidRPr="00282F49">
        <w:rPr>
          <w:rStyle w:val="SDLattribute"/>
          <w:rFonts w:eastAsia="Times New Roman"/>
          <w:lang w:eastAsia="ko-KR"/>
        </w:rPr>
        <w:t>id</w:t>
      </w:r>
      <w:r>
        <w:rPr>
          <w:rFonts w:eastAsia="Times New Roman"/>
          <w:lang w:eastAsia="ko-KR"/>
        </w:rPr>
        <w:t>,</w:t>
      </w:r>
      <w:r w:rsidRPr="00282F49">
        <w:rPr>
          <w:rFonts w:eastAsia="Times New Roman"/>
          <w:lang w:eastAsia="ko-KR"/>
        </w:rPr>
        <w:t xml:space="preserve"> the encoding of th</w:t>
      </w:r>
      <w:r w:rsidR="00EC6563">
        <w:rPr>
          <w:rFonts w:eastAsia="Times New Roman"/>
          <w:lang w:eastAsia="ko-KR"/>
        </w:rPr>
        <w:t>is</w:t>
      </w:r>
      <w:r w:rsidRPr="00282F49">
        <w:rPr>
          <w:rStyle w:val="SDLattribute"/>
          <w:rFonts w:eastAsia="Times New Roman"/>
          <w:lang w:eastAsia="ko-KR"/>
        </w:rPr>
        <w:t xml:space="preserve"> </w:t>
      </w:r>
      <w:r w:rsidR="00C768F7" w:rsidRPr="00C73BB5">
        <w:rPr>
          <w:rStyle w:val="SDLattribute"/>
          <w:rFonts w:eastAsia="Times New Roman"/>
          <w:i w:val="0"/>
          <w:iCs w:val="0"/>
          <w:lang w:eastAsia="ko-KR"/>
        </w:rPr>
        <w:t xml:space="preserve">value </w:t>
      </w:r>
      <w:r>
        <w:rPr>
          <w:rFonts w:eastAsia="Times New Roman"/>
          <w:lang w:eastAsia="ko-KR"/>
        </w:rPr>
        <w:t>shall p</w:t>
      </w:r>
      <w:r w:rsidRPr="00282F49">
        <w:rPr>
          <w:rFonts w:eastAsia="Times New Roman"/>
          <w:lang w:eastAsia="ko-KR"/>
        </w:rPr>
        <w:t xml:space="preserve">recede the size encoding. </w:t>
      </w:r>
      <w:r w:rsidR="00C9220A">
        <w:rPr>
          <w:rFonts w:eastAsia="Times New Roman"/>
          <w:snapToGrid w:val="0"/>
        </w:rPr>
        <w:t xml:space="preserve">If the class is </w:t>
      </w:r>
      <w:r w:rsidR="00C9220A" w:rsidRPr="00A339D2">
        <w:rPr>
          <w:rFonts w:eastAsia="Times New Roman" w:cs="Courier New"/>
          <w:snapToGrid w:val="0"/>
        </w:rPr>
        <w:t>aligned</w:t>
      </w:r>
      <w:r w:rsidR="00C9220A">
        <w:rPr>
          <w:rFonts w:eastAsia="Times New Roman"/>
          <w:snapToGrid w:val="0"/>
        </w:rPr>
        <w:t xml:space="preserve">, the alignment occurs in the bitstream before the encoded </w:t>
      </w:r>
      <w:r w:rsidR="00A223CF">
        <w:rPr>
          <w:rFonts w:eastAsia="Times New Roman"/>
          <w:i/>
          <w:iCs/>
          <w:snapToGrid w:val="0"/>
        </w:rPr>
        <w:t>class</w:t>
      </w:r>
      <w:r w:rsidR="00C9220A" w:rsidRPr="008F4E31">
        <w:rPr>
          <w:rFonts w:eastAsia="Times New Roman"/>
          <w:i/>
          <w:iCs/>
          <w:snapToGrid w:val="0"/>
        </w:rPr>
        <w:t>_id</w:t>
      </w:r>
      <w:r w:rsidR="00C9220A">
        <w:rPr>
          <w:rFonts w:eastAsia="Times New Roman"/>
          <w:snapToGrid w:val="0"/>
        </w:rPr>
        <w:t xml:space="preserve"> and size information. </w:t>
      </w:r>
      <w:r w:rsidRPr="006D1923">
        <w:rPr>
          <w:rFonts w:eastAsia="Times New Roman"/>
          <w:snapToGrid w:val="0"/>
        </w:rPr>
        <w:t xml:space="preserve">The size information shall not include the number of </w:t>
      </w:r>
      <w:r>
        <w:rPr>
          <w:rFonts w:eastAsia="Times New Roman"/>
          <w:snapToGrid w:val="0"/>
        </w:rPr>
        <w:t>bytes</w:t>
      </w:r>
      <w:r w:rsidRPr="006D1923">
        <w:rPr>
          <w:rFonts w:eastAsia="Times New Roman"/>
          <w:snapToGrid w:val="0"/>
        </w:rPr>
        <w:t xml:space="preserve"> needed for the size</w:t>
      </w:r>
      <w:r>
        <w:rPr>
          <w:rFonts w:eastAsia="Times New Roman"/>
          <w:snapToGrid w:val="0"/>
        </w:rPr>
        <w:t xml:space="preserve"> encoding</w:t>
      </w:r>
      <w:r w:rsidR="00A14B9F">
        <w:rPr>
          <w:rFonts w:eastAsia="Times New Roman"/>
          <w:snapToGrid w:val="0"/>
        </w:rPr>
        <w:t xml:space="preserve">, </w:t>
      </w:r>
      <w:r w:rsidR="00A223CF">
        <w:rPr>
          <w:rFonts w:eastAsia="Times New Roman"/>
          <w:snapToGrid w:val="0"/>
        </w:rPr>
        <w:t xml:space="preserve">the </w:t>
      </w:r>
      <w:r w:rsidR="001D1A82">
        <w:rPr>
          <w:rFonts w:eastAsia="Times New Roman"/>
          <w:snapToGrid w:val="0"/>
        </w:rPr>
        <w:t>bits skip</w:t>
      </w:r>
      <w:r w:rsidR="00A223CF">
        <w:rPr>
          <w:rFonts w:eastAsia="Times New Roman"/>
          <w:snapToGrid w:val="0"/>
        </w:rPr>
        <w:t>ped</w:t>
      </w:r>
      <w:r w:rsidR="001D1A82">
        <w:rPr>
          <w:rFonts w:eastAsia="Times New Roman"/>
          <w:snapToGrid w:val="0"/>
        </w:rPr>
        <w:t xml:space="preserve"> to achieve </w:t>
      </w:r>
      <w:r w:rsidR="00A14B9F">
        <w:rPr>
          <w:rFonts w:eastAsia="Times New Roman"/>
          <w:snapToGrid w:val="0"/>
        </w:rPr>
        <w:t>alignment</w:t>
      </w:r>
      <w:r w:rsidRPr="006D1923">
        <w:rPr>
          <w:rFonts w:eastAsia="Times New Roman"/>
          <w:snapToGrid w:val="0"/>
        </w:rPr>
        <w:t xml:space="preserve"> </w:t>
      </w:r>
      <w:r w:rsidR="00C768F7">
        <w:rPr>
          <w:rFonts w:eastAsia="Times New Roman"/>
          <w:snapToGrid w:val="0"/>
        </w:rPr>
        <w:t>nor</w:t>
      </w:r>
      <w:r w:rsidR="00C768F7" w:rsidRPr="006D1923">
        <w:rPr>
          <w:rFonts w:eastAsia="Times New Roman"/>
          <w:snapToGrid w:val="0"/>
        </w:rPr>
        <w:t xml:space="preserve"> </w:t>
      </w:r>
      <w:r w:rsidRPr="006D1923">
        <w:rPr>
          <w:rFonts w:eastAsia="Times New Roman"/>
          <w:snapToGrid w:val="0"/>
        </w:rPr>
        <w:t>the</w:t>
      </w:r>
      <w:r w:rsidR="00EC6563">
        <w:rPr>
          <w:rFonts w:eastAsia="Times New Roman"/>
          <w:snapToGrid w:val="0"/>
        </w:rPr>
        <w:t xml:space="preserve"> </w:t>
      </w:r>
      <w:r w:rsidR="00A223CF">
        <w:rPr>
          <w:rFonts w:eastAsia="Times New Roman"/>
          <w:i/>
          <w:iCs/>
          <w:snapToGrid w:val="0"/>
        </w:rPr>
        <w:t>class</w:t>
      </w:r>
      <w:r w:rsidR="00F52475" w:rsidRPr="00C73BB5">
        <w:rPr>
          <w:rFonts w:eastAsia="Times New Roman"/>
          <w:i/>
          <w:iCs/>
          <w:snapToGrid w:val="0"/>
        </w:rPr>
        <w:t>_id</w:t>
      </w:r>
      <w:r w:rsidR="00F52475">
        <w:rPr>
          <w:rFonts w:eastAsia="Times New Roman"/>
          <w:snapToGrid w:val="0"/>
        </w:rPr>
        <w:t xml:space="preserve"> </w:t>
      </w:r>
      <w:r w:rsidRPr="006D1923">
        <w:rPr>
          <w:rFonts w:eastAsia="Times New Roman"/>
          <w:snapToGrid w:val="0"/>
        </w:rPr>
        <w:t>encoding.</w:t>
      </w:r>
      <w:r w:rsidR="004F3066">
        <w:rPr>
          <w:rFonts w:eastAsia="Times New Roman"/>
          <w:snapToGrid w:val="0"/>
        </w:rPr>
        <w:t xml:space="preserve"> </w:t>
      </w:r>
    </w:p>
    <w:p w14:paraId="6797B0AE" w14:textId="3FA25D06" w:rsidR="00C02505" w:rsidRDefault="00C02505" w:rsidP="00C02505">
      <w:pPr>
        <w:pStyle w:val="BodyText"/>
        <w:spacing w:after="220"/>
        <w:rPr>
          <w:rFonts w:eastAsia="Times New Roman"/>
          <w:snapToGrid w:val="0"/>
        </w:rPr>
      </w:pPr>
      <w:r w:rsidRPr="00282F49">
        <w:rPr>
          <w:rFonts w:eastAsia="Times New Roman"/>
          <w:lang w:eastAsia="ko-KR"/>
        </w:rPr>
        <w:t>Anywhere in the syntax where a set of expandable classes with</w:t>
      </w:r>
      <w:r w:rsidR="00F52475">
        <w:rPr>
          <w:rFonts w:eastAsia="Times New Roman"/>
          <w:lang w:eastAsia="ko-KR"/>
        </w:rPr>
        <w:t xml:space="preserve"> </w:t>
      </w:r>
      <w:r w:rsidR="00A223CF">
        <w:rPr>
          <w:rStyle w:val="SDLattribute"/>
          <w:rFonts w:eastAsia="Times New Roman"/>
          <w:lang w:eastAsia="ko-KR"/>
        </w:rPr>
        <w:t>class</w:t>
      </w:r>
      <w:r w:rsidRPr="00282F49">
        <w:rPr>
          <w:rStyle w:val="SDLattribute"/>
          <w:rFonts w:eastAsia="Times New Roman"/>
          <w:lang w:eastAsia="ko-KR"/>
        </w:rPr>
        <w:t>_id</w:t>
      </w:r>
      <w:r w:rsidR="00F52475">
        <w:rPr>
          <w:rStyle w:val="SDLattribute"/>
          <w:rFonts w:eastAsia="Times New Roman"/>
          <w:lang w:eastAsia="ko-KR"/>
        </w:rPr>
        <w:t xml:space="preserve"> </w:t>
      </w:r>
      <w:r w:rsidR="00F52475">
        <w:rPr>
          <w:rFonts w:eastAsia="Times New Roman"/>
          <w:lang w:eastAsia="ko-KR"/>
        </w:rPr>
        <w:t>value</w:t>
      </w:r>
      <w:r w:rsidR="00B826F7">
        <w:rPr>
          <w:rFonts w:eastAsia="Times New Roman"/>
          <w:lang w:eastAsia="ko-KR"/>
        </w:rPr>
        <w:t>s</w:t>
      </w:r>
      <w:r w:rsidR="00F52475" w:rsidRPr="00282F49">
        <w:rPr>
          <w:rFonts w:eastAsia="Times New Roman"/>
          <w:lang w:eastAsia="ko-KR"/>
        </w:rPr>
        <w:t xml:space="preserve"> </w:t>
      </w:r>
      <w:r w:rsidRPr="00282F49">
        <w:rPr>
          <w:rFonts w:eastAsia="Times New Roman"/>
          <w:lang w:eastAsia="ko-KR"/>
        </w:rPr>
        <w:t>is expected</w:t>
      </w:r>
      <w:r>
        <w:rPr>
          <w:rFonts w:eastAsia="Times New Roman"/>
          <w:lang w:eastAsia="ko-KR"/>
        </w:rPr>
        <w:t>,</w:t>
      </w:r>
      <w:r w:rsidRPr="00282F49">
        <w:rPr>
          <w:rFonts w:eastAsia="Times New Roman"/>
          <w:lang w:eastAsia="ko-KR"/>
        </w:rPr>
        <w:t xml:space="preserve"> it is permissible to intersperse expandable classes with unknown</w:t>
      </w:r>
      <w:r w:rsidR="00F52475" w:rsidRPr="00C73BB5">
        <w:rPr>
          <w:rFonts w:eastAsia="Times New Roman" w:cs="Courier New"/>
          <w:lang w:eastAsia="ko-KR"/>
        </w:rPr>
        <w:t xml:space="preserve"> </w:t>
      </w:r>
      <w:r w:rsidR="00A223CF">
        <w:rPr>
          <w:rStyle w:val="SDLattribute"/>
          <w:rFonts w:eastAsia="Times New Roman"/>
          <w:lang w:eastAsia="ko-KR"/>
        </w:rPr>
        <w:t>class</w:t>
      </w:r>
      <w:r w:rsidRPr="00282F49">
        <w:rPr>
          <w:rStyle w:val="SDLattribute"/>
          <w:rFonts w:eastAsia="Times New Roman"/>
          <w:lang w:eastAsia="ko-KR"/>
        </w:rPr>
        <w:t>_id</w:t>
      </w:r>
      <w:r w:rsidR="00F52475">
        <w:rPr>
          <w:rStyle w:val="SDLattribute"/>
          <w:rFonts w:eastAsia="Times New Roman"/>
          <w:lang w:eastAsia="ko-KR"/>
        </w:rPr>
        <w:t xml:space="preserve"> </w:t>
      </w:r>
      <w:r w:rsidRPr="00282F49">
        <w:rPr>
          <w:rFonts w:eastAsia="Times New Roman"/>
          <w:lang w:eastAsia="ko-KR"/>
        </w:rPr>
        <w:t>values. These classes shall be skipped, using the size information.</w:t>
      </w:r>
    </w:p>
    <w:p w14:paraId="4161FCF8" w14:textId="77777777" w:rsidR="00C02505" w:rsidRDefault="00C02505" w:rsidP="00C02505">
      <w:pPr>
        <w:pStyle w:val="BodyText"/>
        <w:spacing w:after="220"/>
      </w:pPr>
      <w:r w:rsidRPr="00282F49">
        <w:rPr>
          <w:rFonts w:eastAsia="Times New Roman"/>
          <w:lang w:eastAsia="ko-KR"/>
        </w:rPr>
        <w:t xml:space="preserve">If the </w:t>
      </w:r>
      <w:r w:rsidRPr="00282F49">
        <w:rPr>
          <w:rStyle w:val="SDLkeyword"/>
          <w:rFonts w:eastAsia="Times New Roman"/>
          <w:lang w:eastAsia="ko-KR"/>
        </w:rPr>
        <w:t>expandable</w:t>
      </w:r>
      <w:r w:rsidRPr="00282F49">
        <w:rPr>
          <w:rFonts w:eastAsia="Times New Roman"/>
          <w:lang w:eastAsia="ko-KR"/>
        </w:rPr>
        <w:t xml:space="preserve"> keyword has a </w:t>
      </w:r>
      <w:r w:rsidRPr="00282F49">
        <w:rPr>
          <w:rStyle w:val="SDLattribute"/>
          <w:rFonts w:eastAsia="Times New Roman"/>
          <w:lang w:eastAsia="ko-KR"/>
        </w:rPr>
        <w:t>maxClassSize</w:t>
      </w:r>
      <w:r w:rsidRPr="00282F49">
        <w:rPr>
          <w:rFonts w:eastAsia="Times New Roman"/>
          <w:lang w:eastAsia="ko-KR"/>
        </w:rPr>
        <w:t xml:space="preserve"> attribute, then this indicates the maximum permissible size of this </w:t>
      </w:r>
      <w:r>
        <w:rPr>
          <w:rFonts w:eastAsia="Times New Roman"/>
          <w:lang w:eastAsia="ko-KR"/>
        </w:rPr>
        <w:t xml:space="preserve">class </w:t>
      </w:r>
      <w:r w:rsidRPr="00282F49">
        <w:rPr>
          <w:rFonts w:eastAsia="Times New Roman"/>
          <w:lang w:eastAsia="ko-KR"/>
        </w:rPr>
        <w:t xml:space="preserve">in bytes, </w:t>
      </w:r>
      <w:r>
        <w:t>i.e. a maximum permissible value for</w:t>
      </w:r>
      <w:r w:rsidRPr="0062440C">
        <w:t xml:space="preserve"> </w:t>
      </w:r>
      <w:r w:rsidRPr="00203C97">
        <w:rPr>
          <w:rStyle w:val="codeChar"/>
        </w:rPr>
        <w:t>sizeOfInstance</w:t>
      </w:r>
      <w:r>
        <w:t xml:space="preserve">. This information can help a parser to determine the appropriate type of integer to choose for holding the value of the variable </w:t>
      </w:r>
      <w:r w:rsidRPr="00203C97">
        <w:rPr>
          <w:rStyle w:val="codeChar"/>
        </w:rPr>
        <w:t>sizeOfInstance</w:t>
      </w:r>
      <w:r>
        <w:t>.</w:t>
      </w:r>
    </w:p>
    <w:p w14:paraId="35BBA02C" w14:textId="697D81E7" w:rsidR="00660156" w:rsidRDefault="00660156" w:rsidP="00C02505">
      <w:pPr>
        <w:pStyle w:val="BodyText"/>
        <w:spacing w:after="220"/>
      </w:pPr>
      <w:r>
        <w:t>Expandable class shall not derive from another expandable class.</w:t>
      </w:r>
    </w:p>
    <w:p w14:paraId="380495F2" w14:textId="1336B4BD" w:rsidR="00CF41A8" w:rsidRPr="00E56598" w:rsidRDefault="00BF0EB1" w:rsidP="00CF41A8">
      <w:pPr>
        <w:pStyle w:val="Code"/>
        <w:rPr>
          <w:rFonts w:ascii="Cambria" w:hAnsi="Cambria" w:cs="Courier New"/>
          <w:sz w:val="22"/>
          <w:highlight w:val="yellow"/>
        </w:rPr>
      </w:pPr>
      <w:r w:rsidRPr="00BF0EB1">
        <w:rPr>
          <w:rFonts w:ascii="Cambria" w:hAnsi="Cambria" w:cs="Courier New"/>
          <w:sz w:val="22"/>
          <w:highlight w:val="yellow"/>
        </w:rPr>
        <w:t>[</w:t>
      </w:r>
      <w:r w:rsidR="00CF41A8" w:rsidRPr="00E56598">
        <w:rPr>
          <w:rFonts w:ascii="Cambria" w:hAnsi="Cambria" w:cs="Courier New"/>
          <w:sz w:val="22"/>
          <w:highlight w:val="yellow"/>
        </w:rPr>
        <w:t>Editor</w:t>
      </w:r>
      <w:r>
        <w:rPr>
          <w:rFonts w:ascii="Cambria" w:hAnsi="Cambria" w:cs="Courier New"/>
          <w:sz w:val="22"/>
          <w:highlight w:val="yellow"/>
        </w:rPr>
        <w:t>’</w:t>
      </w:r>
      <w:r w:rsidR="00CF41A8" w:rsidRPr="00E56598">
        <w:rPr>
          <w:rFonts w:ascii="Cambria" w:hAnsi="Cambria" w:cs="Courier New"/>
          <w:sz w:val="22"/>
          <w:highlight w:val="yellow"/>
        </w:rPr>
        <w:t>s note: Can a non-expandable class derive from an expandable class?</w:t>
      </w:r>
      <w:r w:rsidRPr="00E56598">
        <w:rPr>
          <w:rFonts w:ascii="Cambria" w:hAnsi="Cambria" w:cs="Courier New"/>
          <w:sz w:val="22"/>
          <w:highlight w:val="yellow"/>
        </w:rPr>
        <w:t>]</w:t>
      </w:r>
    </w:p>
    <w:p w14:paraId="6239FC29" w14:textId="2DB5FF24" w:rsidR="00CF41A8" w:rsidRPr="00E56598" w:rsidRDefault="00BF0EB1" w:rsidP="00CF41A8">
      <w:pPr>
        <w:pStyle w:val="Code"/>
        <w:rPr>
          <w:rFonts w:ascii="Cambria" w:hAnsi="Cambria" w:cs="Courier New"/>
          <w:sz w:val="22"/>
        </w:rPr>
      </w:pPr>
      <w:r w:rsidRPr="00BF0EB1">
        <w:rPr>
          <w:rFonts w:ascii="Cambria" w:hAnsi="Cambria" w:cs="Courier New"/>
          <w:sz w:val="22"/>
          <w:highlight w:val="yellow"/>
        </w:rPr>
        <w:t>[</w:t>
      </w:r>
      <w:r w:rsidR="00CF41A8" w:rsidRPr="00E56598">
        <w:rPr>
          <w:rFonts w:ascii="Cambria" w:hAnsi="Cambria" w:cs="Courier New"/>
          <w:sz w:val="22"/>
          <w:highlight w:val="yellow"/>
        </w:rPr>
        <w:t>Editor</w:t>
      </w:r>
      <w:r>
        <w:rPr>
          <w:rFonts w:ascii="Cambria" w:hAnsi="Cambria" w:cs="Courier New"/>
          <w:sz w:val="22"/>
          <w:highlight w:val="yellow"/>
        </w:rPr>
        <w:t>’</w:t>
      </w:r>
      <w:r w:rsidR="00CF41A8" w:rsidRPr="00E56598">
        <w:rPr>
          <w:rFonts w:ascii="Cambria" w:hAnsi="Cambria" w:cs="Courier New"/>
          <w:sz w:val="22"/>
          <w:highlight w:val="yellow"/>
        </w:rPr>
        <w:t>s note: Can an expandable class derive from a non-expandable class?</w:t>
      </w:r>
      <w:r w:rsidRPr="00E56598">
        <w:rPr>
          <w:rFonts w:ascii="Cambria" w:hAnsi="Cambria" w:cs="Courier New"/>
          <w:sz w:val="22"/>
          <w:highlight w:val="yellow"/>
        </w:rPr>
        <w:t>]</w:t>
      </w:r>
    </w:p>
    <w:p w14:paraId="384C60BE" w14:textId="77777777" w:rsidR="00CF41A8" w:rsidRPr="008F4E31" w:rsidRDefault="00CF41A8" w:rsidP="00CF41A8">
      <w:pPr>
        <w:pStyle w:val="Code"/>
        <w:rPr>
          <w:rFonts w:ascii="Cambria" w:hAnsi="Cambria" w:cs="Courier New"/>
          <w:szCs w:val="18"/>
        </w:rPr>
      </w:pPr>
    </w:p>
    <w:p w14:paraId="6732964D" w14:textId="77777777" w:rsidR="00C02505" w:rsidRDefault="00C02505" w:rsidP="00C02505">
      <w:pPr>
        <w:pStyle w:val="BodyText"/>
        <w:spacing w:after="220"/>
        <w:rPr>
          <w:rFonts w:eastAsia="Times New Roman"/>
          <w:lang w:eastAsia="ko-KR"/>
        </w:rPr>
      </w:pPr>
      <w:r w:rsidRPr="00282F49">
        <w:rPr>
          <w:rFonts w:eastAsia="Times New Roman"/>
          <w:lang w:eastAsia="ko-KR"/>
        </w:rPr>
        <w:t>The</w:t>
      </w:r>
      <w:r>
        <w:rPr>
          <w:rFonts w:eastAsia="Times New Roman"/>
          <w:lang w:eastAsia="ko-KR"/>
        </w:rPr>
        <w:t xml:space="preserve"> following example defines an expandable class with a maximum size of 120 bytes</w:t>
      </w:r>
      <w:r w:rsidRPr="00282F49">
        <w:rPr>
          <w:rFonts w:eastAsia="Times New Roman"/>
          <w:lang w:eastAsia="ko-KR"/>
        </w:rPr>
        <w:t>:</w:t>
      </w:r>
    </w:p>
    <w:p w14:paraId="1ABCEA82" w14:textId="77777777" w:rsidR="00C02505" w:rsidRPr="006D1923" w:rsidRDefault="00C02505" w:rsidP="00C02505">
      <w:pPr>
        <w:pStyle w:val="Example"/>
      </w:pPr>
      <w:r w:rsidRPr="006D1923">
        <w:t xml:space="preserve">EXAMPLE </w:t>
      </w:r>
      <w:r w:rsidRPr="006D1923">
        <w:sym w:font="Symbol" w:char="F0BE"/>
      </w:r>
    </w:p>
    <w:p w14:paraId="5C7D2B3B" w14:textId="77777777" w:rsidR="00C02505" w:rsidRPr="00282F49" w:rsidRDefault="00C02505" w:rsidP="00C02505">
      <w:pPr>
        <w:pStyle w:val="Code"/>
      </w:pPr>
      <w:r>
        <w:t xml:space="preserve">aligned expandable(120) </w:t>
      </w:r>
      <w:r w:rsidRPr="00282F49">
        <w:t>class Example</w:t>
      </w:r>
      <w:r>
        <w:t xml:space="preserve"> </w:t>
      </w:r>
      <w:r w:rsidRPr="00282F49">
        <w:t>{</w:t>
      </w:r>
    </w:p>
    <w:p w14:paraId="74B48BBB" w14:textId="46ECA8EE" w:rsidR="00613F45" w:rsidRPr="00E56598" w:rsidRDefault="00613F45" w:rsidP="00613F45">
      <w:pPr>
        <w:pStyle w:val="Code"/>
      </w:pPr>
      <w:r w:rsidRPr="00E56598">
        <w:t xml:space="preserve">    // note that as the class is expandable </w:t>
      </w:r>
      <w:r w:rsidR="0075776F">
        <w:t>“</w:t>
      </w:r>
      <w:r w:rsidRPr="00E56598">
        <w:t>sizeOfInstance</w:t>
      </w:r>
      <w:r w:rsidR="0075776F">
        <w:t>”</w:t>
      </w:r>
      <w:r w:rsidRPr="00E56598">
        <w:t xml:space="preserve"> is accessible within this</w:t>
      </w:r>
    </w:p>
    <w:p w14:paraId="03A24800" w14:textId="23D3E1F8" w:rsidR="00613F45" w:rsidRPr="00E56598" w:rsidRDefault="00613F45" w:rsidP="00613F45">
      <w:pPr>
        <w:pStyle w:val="Code"/>
      </w:pPr>
      <w:r w:rsidRPr="00E56598">
        <w:t xml:space="preserve">    // class as a constant value and lengthof(sizeOfInstance) will return a multiple of 8</w:t>
      </w:r>
    </w:p>
    <w:p w14:paraId="48F06481" w14:textId="4CB3964D" w:rsidR="00C02505" w:rsidRDefault="00C2134F" w:rsidP="00C02505">
      <w:pPr>
        <w:pStyle w:val="Code"/>
      </w:pPr>
      <w:r>
        <w:t xml:space="preserve">    </w:t>
      </w:r>
      <w:r w:rsidR="00C02505" w:rsidRPr="00282F49">
        <w:t>int(3) a;</w:t>
      </w:r>
    </w:p>
    <w:p w14:paraId="4E28887E" w14:textId="696E884D" w:rsidR="00C2134F" w:rsidRDefault="00C2134F" w:rsidP="00C02505">
      <w:pPr>
        <w:pStyle w:val="Code"/>
      </w:pPr>
      <w:r>
        <w:t xml:space="preserve">    // 5 padding bits will follow in the bitstream to ensure the class</w:t>
      </w:r>
    </w:p>
    <w:p w14:paraId="3108827C" w14:textId="4789F1A3" w:rsidR="00C2134F" w:rsidRPr="00282F49" w:rsidRDefault="00C2134F" w:rsidP="00C02505">
      <w:pPr>
        <w:pStyle w:val="Code"/>
      </w:pPr>
      <w:r>
        <w:t xml:space="preserve">    // size is an integer number of bytes</w:t>
      </w:r>
    </w:p>
    <w:p w14:paraId="7A9C8D3C" w14:textId="02C2947D" w:rsidR="00D925E6" w:rsidRDefault="00C02505" w:rsidP="00E56598">
      <w:pPr>
        <w:pStyle w:val="SDLCode"/>
      </w:pPr>
      <w:r w:rsidRPr="00D925E6">
        <w:t>}</w:t>
      </w:r>
    </w:p>
    <w:p w14:paraId="4B8BD8D7" w14:textId="77777777" w:rsidR="00D925E6" w:rsidRDefault="00D925E6" w:rsidP="00D925E6">
      <w:pPr>
        <w:pStyle w:val="SDLCode"/>
        <w:rPr>
          <w:color w:val="5B9BD5" w:themeColor="accent1"/>
          <w:lang w:val="en-GB"/>
        </w:rPr>
      </w:pPr>
    </w:p>
    <w:p w14:paraId="70AB9FA1" w14:textId="1F0C7BA1" w:rsidR="00D925E6" w:rsidRDefault="00D925E6" w:rsidP="00FA37DC">
      <w:pPr>
        <w:pStyle w:val="SDLCode"/>
        <w:rPr>
          <w:lang w:val="en-GB"/>
        </w:rPr>
      </w:pPr>
      <w:r w:rsidRPr="00E56598">
        <w:rPr>
          <w:lang w:val="en-GB"/>
        </w:rPr>
        <w:t>Example myExample;</w:t>
      </w:r>
    </w:p>
    <w:p w14:paraId="37FC01E5" w14:textId="77777777" w:rsidR="00FA37DC" w:rsidRDefault="00FA37DC" w:rsidP="00E56598">
      <w:pPr>
        <w:pStyle w:val="SDLCode"/>
      </w:pPr>
    </w:p>
    <w:p w14:paraId="0765A00D" w14:textId="77777777" w:rsidR="00D925E6" w:rsidRDefault="00D925E6" w:rsidP="00D925E6">
      <w:pPr>
        <w:autoSpaceDE w:val="0"/>
        <w:autoSpaceDN w:val="0"/>
        <w:adjustRightInd w:val="0"/>
        <w:jc w:val="left"/>
      </w:pPr>
      <w:r w:rsidRPr="008F4E31">
        <w:rPr>
          <w:highlight w:val="yellow"/>
        </w:rPr>
        <w:t>[Editor’s note: An example bitstream for this would be:]</w:t>
      </w:r>
    </w:p>
    <w:p w14:paraId="235447CB" w14:textId="41B2EC84" w:rsidR="00D925E6" w:rsidRPr="00A50F5F" w:rsidRDefault="00D925E6" w:rsidP="00D925E6">
      <w:pPr>
        <w:autoSpaceDE w:val="0"/>
        <w:autoSpaceDN w:val="0"/>
        <w:adjustRightInd w:val="0"/>
        <w:jc w:val="left"/>
      </w:pPr>
      <w:r w:rsidRPr="00E56598">
        <w:t>Note that as this is an expandable class</w:t>
      </w:r>
      <w:r w:rsidR="0075776F">
        <w:t>,</w:t>
      </w:r>
      <w:r w:rsidRPr="00E56598">
        <w:t xml:space="preserve"> the </w:t>
      </w:r>
      <w:r w:rsidRPr="00E56598">
        <w:rPr>
          <w:rFonts w:ascii="Courier New" w:hAnsi="Courier New" w:cs="Courier New"/>
        </w:rPr>
        <w:t>sizeOfInstance</w:t>
      </w:r>
      <w:r w:rsidRPr="00E56598">
        <w:t xml:space="preserve"> is not declared</w:t>
      </w:r>
      <w:r w:rsidR="0075776F">
        <w:t xml:space="preserve"> in the class definition</w:t>
      </w:r>
      <w:r w:rsidRPr="00E56598">
        <w:t xml:space="preserve">, but the value is encoded in the bitstream and is implicitly accessible via </w:t>
      </w:r>
      <w:r w:rsidRPr="00E56598">
        <w:rPr>
          <w:rFonts w:ascii="Courier New" w:hAnsi="Courier New" w:cs="Courier New"/>
        </w:rPr>
        <w:t>myExample.sizeOfInstance</w:t>
      </w:r>
      <w:r w:rsidRPr="00E56598">
        <w:t>.</w:t>
      </w:r>
    </w:p>
    <w:p w14:paraId="277872B0" w14:textId="254E0575" w:rsidR="00103E4F" w:rsidRDefault="00AC236D" w:rsidP="00AC236D">
      <w:pPr>
        <w:pStyle w:val="Heading2"/>
        <w:numPr>
          <w:ilvl w:val="1"/>
          <w:numId w:val="1"/>
        </w:numPr>
        <w:tabs>
          <w:tab w:val="clear" w:pos="360"/>
        </w:tabs>
      </w:pPr>
      <w:bookmarkStart w:id="140" w:name="_Toc148992199"/>
      <w:bookmarkStart w:id="141" w:name="_Toc150339390"/>
      <w:bookmarkStart w:id="142" w:name="_Toc150339475"/>
      <w:bookmarkStart w:id="143" w:name="_Toc150339558"/>
      <w:bookmarkStart w:id="144" w:name="_Toc150339725"/>
      <w:bookmarkStart w:id="145" w:name="_Toc150443134"/>
      <w:bookmarkStart w:id="146" w:name="_Ref128580659"/>
      <w:bookmarkStart w:id="147" w:name="_Toc150443135"/>
      <w:bookmarkEnd w:id="140"/>
      <w:bookmarkEnd w:id="141"/>
      <w:bookmarkEnd w:id="142"/>
      <w:bookmarkEnd w:id="143"/>
      <w:bookmarkEnd w:id="144"/>
      <w:bookmarkEnd w:id="145"/>
      <w:r>
        <w:t>Polymorphism</w:t>
      </w:r>
      <w:bookmarkEnd w:id="137"/>
      <w:r w:rsidR="006B2BCE">
        <w:t xml:space="preserve"> in class declaration</w:t>
      </w:r>
      <w:bookmarkEnd w:id="138"/>
      <w:bookmarkEnd w:id="146"/>
      <w:bookmarkEnd w:id="147"/>
    </w:p>
    <w:p w14:paraId="240D6BDB" w14:textId="6ACA2F0E" w:rsidR="00AC236D" w:rsidRPr="00D452CF" w:rsidRDefault="00EC2CE2" w:rsidP="00C472DC">
      <w:pPr>
        <w:pStyle w:val="Heading3"/>
      </w:pPr>
      <w:bookmarkStart w:id="148" w:name="_Toc150443136"/>
      <w:r>
        <w:t>General</w:t>
      </w:r>
      <w:bookmarkEnd w:id="148"/>
    </w:p>
    <w:p w14:paraId="64C3AA76" w14:textId="13D1DD60" w:rsidR="00302A6A" w:rsidRDefault="00AC236D" w:rsidP="00302A6A">
      <w:pPr>
        <w:pStyle w:val="BodyText"/>
        <w:spacing w:after="220"/>
        <w:rPr>
          <w:rFonts w:eastAsia="Times New Roman"/>
          <w:lang w:eastAsia="ko-KR"/>
        </w:rPr>
      </w:pPr>
      <w:r w:rsidRPr="00282F49">
        <w:rPr>
          <w:rFonts w:eastAsia="Times New Roman"/>
          <w:lang w:eastAsia="ko-KR"/>
        </w:rPr>
        <w:t xml:space="preserve">If the </w:t>
      </w:r>
      <w:r w:rsidR="00B00610" w:rsidRPr="00203C97">
        <w:rPr>
          <w:rStyle w:val="SDLkeyword"/>
        </w:rPr>
        <w:t>bit</w:t>
      </w:r>
      <w:r w:rsidR="00B00610" w:rsidRPr="00203C97">
        <w:t xml:space="preserve"> keyword</w:t>
      </w:r>
      <w:r w:rsidRPr="00282F49">
        <w:rPr>
          <w:rFonts w:eastAsia="Times New Roman"/>
          <w:lang w:eastAsia="ko-KR"/>
        </w:rPr>
        <w:t xml:space="preserve"> is used, a derived</w:t>
      </w:r>
      <w:r>
        <w:rPr>
          <w:rFonts w:eastAsia="Times New Roman"/>
          <w:lang w:eastAsia="ko-KR"/>
        </w:rPr>
        <w:t xml:space="preserve"> class </w:t>
      </w:r>
      <w:r w:rsidRPr="00282F49">
        <w:rPr>
          <w:rFonts w:eastAsia="Times New Roman"/>
          <w:lang w:eastAsia="ko-KR"/>
        </w:rPr>
        <w:t>may appear at any point in the bitstream where its base</w:t>
      </w:r>
      <w:r>
        <w:rPr>
          <w:rFonts w:eastAsia="Times New Roman"/>
          <w:lang w:eastAsia="ko-KR"/>
        </w:rPr>
        <w:t xml:space="preserve"> class </w:t>
      </w:r>
      <w:r w:rsidRPr="00282F49">
        <w:rPr>
          <w:rFonts w:eastAsia="Times New Roman"/>
          <w:lang w:eastAsia="ko-KR"/>
        </w:rPr>
        <w:t xml:space="preserve">is </w:t>
      </w:r>
      <w:r w:rsidR="00F351AE">
        <w:rPr>
          <w:rFonts w:eastAsia="Times New Roman"/>
          <w:lang w:eastAsia="ko-KR"/>
        </w:rPr>
        <w:t>used</w:t>
      </w:r>
      <w:r w:rsidRPr="00282F49">
        <w:rPr>
          <w:rFonts w:eastAsia="Times New Roman"/>
          <w:lang w:eastAsia="ko-KR"/>
        </w:rPr>
        <w:t xml:space="preserve"> in the syntax</w:t>
      </w:r>
      <w:r w:rsidR="004E76FF">
        <w:rPr>
          <w:rFonts w:eastAsia="Times New Roman"/>
          <w:lang w:eastAsia="ko-KR"/>
        </w:rPr>
        <w:t xml:space="preserve">, hence </w:t>
      </w:r>
      <w:r w:rsidR="004E76FF" w:rsidRPr="00282F49">
        <w:rPr>
          <w:rFonts w:eastAsia="Times New Roman"/>
          <w:lang w:eastAsia="ko-KR"/>
        </w:rPr>
        <w:t>allow</w:t>
      </w:r>
      <w:r w:rsidR="004E76FF">
        <w:rPr>
          <w:rFonts w:eastAsia="Times New Roman"/>
          <w:lang w:eastAsia="ko-KR"/>
        </w:rPr>
        <w:t>ing</w:t>
      </w:r>
      <w:r w:rsidR="004E76FF" w:rsidRPr="00282F49">
        <w:rPr>
          <w:rFonts w:eastAsia="Times New Roman"/>
          <w:lang w:eastAsia="ko-KR"/>
        </w:rPr>
        <w:t xml:space="preserve"> to express polymorphism in the SDL syntax description</w:t>
      </w:r>
      <w:r w:rsidRPr="00282F49">
        <w:rPr>
          <w:rFonts w:eastAsia="Times New Roman"/>
          <w:lang w:eastAsia="ko-KR"/>
        </w:rPr>
        <w:t xml:space="preserve">. </w:t>
      </w:r>
      <w:r w:rsidR="00302A6A" w:rsidRPr="00282F49">
        <w:rPr>
          <w:rFonts w:eastAsia="Times New Roman"/>
          <w:lang w:eastAsia="ko-KR"/>
        </w:rPr>
        <w:t xml:space="preserve">The </w:t>
      </w:r>
      <w:r w:rsidR="00A223CF">
        <w:rPr>
          <w:rStyle w:val="SDLattribute"/>
          <w:rFonts w:eastAsia="Times New Roman"/>
          <w:lang w:eastAsia="ko-KR"/>
        </w:rPr>
        <w:t>class</w:t>
      </w:r>
      <w:r w:rsidR="00302A6A" w:rsidRPr="00282F49">
        <w:rPr>
          <w:rStyle w:val="SDLattribute"/>
          <w:rFonts w:eastAsia="Times New Roman"/>
          <w:lang w:eastAsia="ko-KR"/>
        </w:rPr>
        <w:t>_id</w:t>
      </w:r>
      <w:r w:rsidR="000C2787">
        <w:rPr>
          <w:rFonts w:eastAsia="Times New Roman"/>
          <w:lang w:eastAsia="ko-KR"/>
        </w:rPr>
        <w:t xml:space="preserve"> </w:t>
      </w:r>
      <w:r w:rsidR="000C2787">
        <w:rPr>
          <w:rFonts w:eastAsia="Times New Roman"/>
          <w:lang w:eastAsia="ko-KR"/>
        </w:rPr>
        <w:lastRenderedPageBreak/>
        <w:t>value</w:t>
      </w:r>
      <w:r w:rsidR="00FE2F5A">
        <w:rPr>
          <w:rStyle w:val="SDLattribute"/>
          <w:rFonts w:eastAsia="Times New Roman"/>
          <w:lang w:eastAsia="ko-KR"/>
        </w:rPr>
        <w:t xml:space="preserve"> </w:t>
      </w:r>
      <w:r w:rsidR="00FE2F5A" w:rsidRPr="00C472DC">
        <w:t>is</w:t>
      </w:r>
      <w:r w:rsidR="00302A6A" w:rsidRPr="00282F49">
        <w:rPr>
          <w:rFonts w:eastAsia="Times New Roman"/>
          <w:lang w:eastAsia="ko-KR"/>
        </w:rPr>
        <w:t xml:space="preserve"> </w:t>
      </w:r>
      <w:r w:rsidR="00FE2F5A">
        <w:rPr>
          <w:rFonts w:eastAsia="Times New Roman"/>
          <w:lang w:eastAsia="ko-KR"/>
        </w:rPr>
        <w:t xml:space="preserve">the </w:t>
      </w:r>
      <w:r w:rsidR="00302A6A" w:rsidRPr="00282F49">
        <w:rPr>
          <w:rFonts w:eastAsia="Times New Roman"/>
          <w:lang w:eastAsia="ko-KR"/>
        </w:rPr>
        <w:t>key demultiplexing entity</w:t>
      </w:r>
      <w:r w:rsidR="00C77461">
        <w:rPr>
          <w:rFonts w:eastAsia="Times New Roman"/>
          <w:lang w:eastAsia="ko-KR"/>
        </w:rPr>
        <w:t xml:space="preserve"> </w:t>
      </w:r>
      <w:r w:rsidR="00BA23DE">
        <w:rPr>
          <w:rFonts w:eastAsia="Times New Roman"/>
          <w:lang w:eastAsia="ko-KR"/>
        </w:rPr>
        <w:t xml:space="preserve">which is </w:t>
      </w:r>
      <w:r w:rsidR="00C77461">
        <w:rPr>
          <w:rFonts w:eastAsia="Times New Roman"/>
          <w:lang w:eastAsia="ko-KR"/>
        </w:rPr>
        <w:t xml:space="preserve">present </w:t>
      </w:r>
      <w:r w:rsidR="0064733C">
        <w:rPr>
          <w:rFonts w:eastAsia="Times New Roman"/>
          <w:lang w:eastAsia="ko-KR"/>
        </w:rPr>
        <w:t xml:space="preserve">in the bitstream </w:t>
      </w:r>
      <w:r w:rsidR="00107039">
        <w:rPr>
          <w:rFonts w:eastAsia="Times New Roman"/>
          <w:lang w:eastAsia="ko-KR"/>
        </w:rPr>
        <w:t>before any class member variable</w:t>
      </w:r>
      <w:r w:rsidR="00C77461">
        <w:rPr>
          <w:rFonts w:eastAsia="Times New Roman"/>
          <w:lang w:eastAsia="ko-KR"/>
        </w:rPr>
        <w:t xml:space="preserve"> of the class</w:t>
      </w:r>
      <w:r w:rsidR="00BA23DE">
        <w:rPr>
          <w:rFonts w:eastAsia="Times New Roman"/>
          <w:lang w:eastAsia="ko-KR"/>
        </w:rPr>
        <w:t xml:space="preserve">. This </w:t>
      </w:r>
      <w:r w:rsidR="00302A6A" w:rsidRPr="00282F49">
        <w:rPr>
          <w:rFonts w:eastAsia="Times New Roman"/>
          <w:lang w:eastAsia="ko-KR"/>
        </w:rPr>
        <w:t xml:space="preserve">allows differentiation between base and derived </w:t>
      </w:r>
      <w:r w:rsidR="003163BD">
        <w:rPr>
          <w:rFonts w:eastAsia="Times New Roman"/>
          <w:lang w:eastAsia="ko-KR"/>
        </w:rPr>
        <w:t>classes</w:t>
      </w:r>
      <w:r w:rsidR="00F17A56">
        <w:rPr>
          <w:rFonts w:eastAsia="Times New Roman"/>
          <w:lang w:eastAsia="ko-KR"/>
        </w:rPr>
        <w:t xml:space="preserve"> when parsing</w:t>
      </w:r>
      <w:r w:rsidR="00302A6A" w:rsidRPr="00282F49">
        <w:rPr>
          <w:rFonts w:eastAsia="Times New Roman"/>
          <w:lang w:eastAsia="ko-KR"/>
        </w:rPr>
        <w:t>.</w:t>
      </w:r>
      <w:r w:rsidR="00D077C1">
        <w:rPr>
          <w:rFonts w:eastAsia="Times New Roman"/>
          <w:lang w:eastAsia="ko-KR"/>
        </w:rPr>
        <w:t xml:space="preserve"> The length of</w:t>
      </w:r>
      <w:r w:rsidR="007F7436">
        <w:rPr>
          <w:rFonts w:eastAsia="Times New Roman"/>
          <w:lang w:eastAsia="ko-KR"/>
        </w:rPr>
        <w:t xml:space="preserve"> the </w:t>
      </w:r>
      <w:r w:rsidR="00A223CF">
        <w:rPr>
          <w:rStyle w:val="SDLattribute"/>
          <w:rFonts w:eastAsia="Times New Roman"/>
          <w:lang w:eastAsia="ko-KR"/>
        </w:rPr>
        <w:t>class</w:t>
      </w:r>
      <w:r w:rsidR="007F7436" w:rsidRPr="00282F49">
        <w:rPr>
          <w:rStyle w:val="SDLattribute"/>
          <w:rFonts w:eastAsia="Times New Roman"/>
          <w:lang w:eastAsia="ko-KR"/>
        </w:rPr>
        <w:t>_id</w:t>
      </w:r>
      <w:r w:rsidR="00B024A8" w:rsidRPr="00C472DC">
        <w:t xml:space="preserve"> is given by the </w:t>
      </w:r>
      <w:r w:rsidR="00B024A8">
        <w:rPr>
          <w:rStyle w:val="SDLattribute"/>
          <w:rFonts w:eastAsia="Times New Roman"/>
          <w:lang w:eastAsia="ko-KR"/>
        </w:rPr>
        <w:t xml:space="preserve">length </w:t>
      </w:r>
      <w:r w:rsidR="00B024A8" w:rsidRPr="00C472DC">
        <w:t xml:space="preserve">attribute </w:t>
      </w:r>
      <w:r w:rsidR="00F17A56">
        <w:t xml:space="preserve">following </w:t>
      </w:r>
      <w:r w:rsidR="00B024A8" w:rsidRPr="00C472DC">
        <w:t xml:space="preserve">the </w:t>
      </w:r>
      <w:r w:rsidR="00B024A8" w:rsidRPr="00C472DC">
        <w:rPr>
          <w:rStyle w:val="SDLkeyword"/>
        </w:rPr>
        <w:t>bit</w:t>
      </w:r>
      <w:r w:rsidR="00B024A8" w:rsidRPr="00C472DC">
        <w:t xml:space="preserve"> keyword</w:t>
      </w:r>
      <w:r w:rsidR="00B024A8">
        <w:rPr>
          <w:rStyle w:val="SDLattribute"/>
          <w:rFonts w:eastAsia="Times New Roman"/>
          <w:lang w:eastAsia="ko-KR"/>
        </w:rPr>
        <w:t>.</w:t>
      </w:r>
      <w:r w:rsidR="0061007C">
        <w:rPr>
          <w:rFonts w:eastAsia="Times New Roman"/>
          <w:lang w:eastAsia="ko-KR"/>
        </w:rPr>
        <w:t xml:space="preserve"> </w:t>
      </w:r>
      <w:r w:rsidR="003163BD">
        <w:rPr>
          <w:rFonts w:eastAsia="Times New Roman"/>
          <w:lang w:eastAsia="ko-KR"/>
        </w:rPr>
        <w:t xml:space="preserve">The optional </w:t>
      </w:r>
      <w:r w:rsidR="003163BD" w:rsidRPr="00282F49">
        <w:rPr>
          <w:rFonts w:eastAsia="Times New Roman"/>
          <w:lang w:eastAsia="ko-KR"/>
        </w:rPr>
        <w:t xml:space="preserve">attribute </w:t>
      </w:r>
      <w:r w:rsidR="00A223CF" w:rsidRPr="00E56598">
        <w:rPr>
          <w:rFonts w:eastAsia="Times New Roman"/>
          <w:i/>
          <w:iCs/>
          <w:lang w:eastAsia="ko-KR"/>
        </w:rPr>
        <w:t>class</w:t>
      </w:r>
      <w:r w:rsidR="00A223CF">
        <w:rPr>
          <w:rFonts w:eastAsia="Times New Roman"/>
          <w:lang w:eastAsia="ko-KR"/>
        </w:rPr>
        <w:t>_</w:t>
      </w:r>
      <w:r w:rsidR="003163BD" w:rsidRPr="00282F49">
        <w:rPr>
          <w:rStyle w:val="SDLattribute"/>
          <w:rFonts w:eastAsia="Times New Roman"/>
          <w:lang w:eastAsia="ko-KR"/>
        </w:rPr>
        <w:t>id_</w:t>
      </w:r>
      <w:r w:rsidR="00A223CF">
        <w:rPr>
          <w:rStyle w:val="SDLattribute"/>
          <w:rFonts w:eastAsia="Times New Roman"/>
          <w:lang w:eastAsia="ko-KR"/>
        </w:rPr>
        <w:t>identifier</w:t>
      </w:r>
      <w:r w:rsidR="00A223CF" w:rsidRPr="00282F49">
        <w:rPr>
          <w:rStyle w:val="SDLattribute"/>
          <w:rFonts w:eastAsia="Times New Roman"/>
          <w:lang w:eastAsia="ko-KR"/>
        </w:rPr>
        <w:t xml:space="preserve"> </w:t>
      </w:r>
      <w:r w:rsidR="003163BD" w:rsidRPr="00282F49">
        <w:rPr>
          <w:rFonts w:eastAsia="Times New Roman"/>
          <w:lang w:eastAsia="ko-KR"/>
        </w:rPr>
        <w:t xml:space="preserve">allows to </w:t>
      </w:r>
      <w:r w:rsidR="003163BD">
        <w:rPr>
          <w:rFonts w:eastAsia="Times New Roman"/>
          <w:lang w:eastAsia="ko-KR"/>
        </w:rPr>
        <w:t xml:space="preserve">access </w:t>
      </w:r>
      <w:r w:rsidR="00A223CF">
        <w:rPr>
          <w:rFonts w:eastAsia="Times New Roman"/>
          <w:lang w:eastAsia="ko-KR"/>
        </w:rPr>
        <w:t xml:space="preserve">the </w:t>
      </w:r>
      <w:r w:rsidR="00A223CF">
        <w:rPr>
          <w:rStyle w:val="SDLattribute"/>
          <w:rFonts w:eastAsia="Times New Roman"/>
          <w:lang w:eastAsia="ko-KR"/>
        </w:rPr>
        <w:t>class</w:t>
      </w:r>
      <w:r w:rsidR="00F17A56" w:rsidRPr="00282F49">
        <w:rPr>
          <w:rStyle w:val="SDLattribute"/>
          <w:rFonts w:eastAsia="Times New Roman"/>
          <w:lang w:eastAsia="ko-KR"/>
        </w:rPr>
        <w:t>_id</w:t>
      </w:r>
      <w:r w:rsidR="00F17A56">
        <w:rPr>
          <w:rFonts w:eastAsia="Times New Roman"/>
          <w:lang w:eastAsia="ko-KR"/>
        </w:rPr>
        <w:t xml:space="preserve"> </w:t>
      </w:r>
      <w:r w:rsidR="003163BD">
        <w:rPr>
          <w:rFonts w:eastAsia="Times New Roman"/>
          <w:lang w:eastAsia="ko-KR"/>
        </w:rPr>
        <w:t xml:space="preserve">from within the class. </w:t>
      </w:r>
      <w:r w:rsidR="00703BD3">
        <w:rPr>
          <w:rFonts w:eastAsia="Times New Roman"/>
          <w:snapToGrid w:val="0"/>
        </w:rPr>
        <w:t xml:space="preserve">If the class is </w:t>
      </w:r>
      <w:r w:rsidR="00703BD3" w:rsidRPr="00E56598">
        <w:rPr>
          <w:rFonts w:eastAsia="Times New Roman" w:cs="Courier New"/>
          <w:snapToGrid w:val="0"/>
        </w:rPr>
        <w:t>aligned</w:t>
      </w:r>
      <w:r w:rsidR="00703BD3">
        <w:rPr>
          <w:rFonts w:eastAsia="Times New Roman"/>
          <w:snapToGrid w:val="0"/>
        </w:rPr>
        <w:t xml:space="preserve">, the alignment occurs in the bitstream before the encoded </w:t>
      </w:r>
      <w:r w:rsidR="00A223CF">
        <w:rPr>
          <w:rFonts w:eastAsia="Times New Roman"/>
          <w:i/>
          <w:iCs/>
          <w:snapToGrid w:val="0"/>
        </w:rPr>
        <w:t>class</w:t>
      </w:r>
      <w:r w:rsidR="00703BD3" w:rsidRPr="008F4E31">
        <w:rPr>
          <w:rFonts w:eastAsia="Times New Roman"/>
          <w:i/>
          <w:iCs/>
          <w:snapToGrid w:val="0"/>
        </w:rPr>
        <w:t>_id</w:t>
      </w:r>
      <w:r w:rsidR="00AF0E62">
        <w:rPr>
          <w:rFonts w:eastAsia="Times New Roman"/>
          <w:snapToGrid w:val="0"/>
        </w:rPr>
        <w:t>.</w:t>
      </w:r>
    </w:p>
    <w:p w14:paraId="45DCA626" w14:textId="7C8E188F" w:rsidR="00A223CF" w:rsidRDefault="00A223CF" w:rsidP="00A223CF">
      <w:pPr>
        <w:pStyle w:val="BodyText"/>
      </w:pPr>
      <w:r>
        <w:t xml:space="preserve">When the </w:t>
      </w:r>
      <w:r w:rsidRPr="00C472DC">
        <w:rPr>
          <w:rStyle w:val="SDLkeyword"/>
        </w:rPr>
        <w:t>bit</w:t>
      </w:r>
      <w:r>
        <w:t xml:space="preserve"> keyword is used, a</w:t>
      </w:r>
      <w:r w:rsidRPr="00F8014B">
        <w:t xml:space="preserve">ll derived class </w:t>
      </w:r>
      <w:r>
        <w:rPr>
          <w:rStyle w:val="SDLattribute"/>
        </w:rPr>
        <w:t>class</w:t>
      </w:r>
      <w:r w:rsidRPr="00C472DC">
        <w:rPr>
          <w:rStyle w:val="SDLattribute"/>
        </w:rPr>
        <w:t>_id</w:t>
      </w:r>
      <w:r w:rsidRPr="00F8014B">
        <w:t xml:space="preserve"> attributes </w:t>
      </w:r>
      <w:r>
        <w:t>shall</w:t>
      </w:r>
      <w:r w:rsidRPr="00F8014B">
        <w:t xml:space="preserve"> specify the same </w:t>
      </w:r>
      <w:r w:rsidRPr="00C472DC">
        <w:rPr>
          <w:rStyle w:val="SDLattribute"/>
        </w:rPr>
        <w:t>length</w:t>
      </w:r>
      <w:r w:rsidRPr="00F8014B">
        <w:t xml:space="preserve"> </w:t>
      </w:r>
      <w:r>
        <w:t xml:space="preserve">attribute value </w:t>
      </w:r>
      <w:r w:rsidRPr="00F8014B">
        <w:t>as the base class.</w:t>
      </w:r>
      <w:r>
        <w:t xml:space="preserve"> </w:t>
      </w:r>
    </w:p>
    <w:p w14:paraId="798E9F3F" w14:textId="45658B29" w:rsidR="00A223CF" w:rsidRDefault="00A223CF" w:rsidP="00A223CF">
      <w:pPr>
        <w:pStyle w:val="BodyText"/>
        <w:spacing w:after="220"/>
        <w:rPr>
          <w:rFonts w:cs="Courier New"/>
          <w:szCs w:val="18"/>
        </w:rPr>
      </w:pPr>
      <w:r w:rsidRPr="008F4E31">
        <w:rPr>
          <w:highlight w:val="yellow"/>
        </w:rPr>
        <w:t>[</w:t>
      </w:r>
      <w:r w:rsidRPr="00BF0EB1">
        <w:rPr>
          <w:rFonts w:cs="Courier New"/>
          <w:szCs w:val="18"/>
          <w:highlight w:val="yellow"/>
        </w:rPr>
        <w:t xml:space="preserve">Editor’s note: It is proposed to state that derived classes shall also always declare the same </w:t>
      </w:r>
      <w:r w:rsidR="00D8730D" w:rsidRPr="00E56598">
        <w:rPr>
          <w:rFonts w:cs="Courier New"/>
          <w:i/>
          <w:iCs/>
          <w:szCs w:val="18"/>
          <w:highlight w:val="yellow"/>
        </w:rPr>
        <w:t>class_id_identifier</w:t>
      </w:r>
      <w:r w:rsidRPr="00BF0EB1">
        <w:rPr>
          <w:rFonts w:cs="Courier New"/>
          <w:szCs w:val="18"/>
          <w:highlight w:val="yellow"/>
        </w:rPr>
        <w:t>.</w:t>
      </w:r>
      <w:r w:rsidRPr="008F4E31">
        <w:rPr>
          <w:rFonts w:cs="Courier New"/>
          <w:szCs w:val="18"/>
          <w:highlight w:val="yellow"/>
        </w:rPr>
        <w:t>]</w:t>
      </w:r>
    </w:p>
    <w:p w14:paraId="31EF860E" w14:textId="51D528E4" w:rsidR="00AC236D" w:rsidRPr="00282F49" w:rsidRDefault="00AC236D" w:rsidP="00A223CF">
      <w:pPr>
        <w:pStyle w:val="BodyText"/>
        <w:spacing w:after="220"/>
        <w:rPr>
          <w:rFonts w:eastAsia="Times New Roman"/>
          <w:lang w:eastAsia="ko-KR"/>
        </w:rPr>
      </w:pPr>
      <w:r w:rsidRPr="00282F49">
        <w:rPr>
          <w:rFonts w:eastAsia="Times New Roman"/>
          <w:lang w:eastAsia="ko-KR"/>
        </w:rPr>
        <w:t>The actual</w:t>
      </w:r>
      <w:r>
        <w:rPr>
          <w:rFonts w:eastAsia="Times New Roman"/>
          <w:lang w:eastAsia="ko-KR"/>
        </w:rPr>
        <w:t xml:space="preserve"> class </w:t>
      </w:r>
      <w:r w:rsidRPr="00282F49">
        <w:rPr>
          <w:rFonts w:eastAsia="Times New Roman"/>
          <w:lang w:eastAsia="ko-KR"/>
        </w:rPr>
        <w:t>to be parsed is determined as follows:</w:t>
      </w:r>
    </w:p>
    <w:p w14:paraId="4CF6843A" w14:textId="752655D5" w:rsidR="00AC236D" w:rsidRPr="00203C97" w:rsidRDefault="00AC236D" w:rsidP="00AC236D">
      <w:pPr>
        <w:pStyle w:val="ListBullet"/>
        <w:numPr>
          <w:ilvl w:val="0"/>
          <w:numId w:val="2005"/>
        </w:numPr>
        <w:tabs>
          <w:tab w:val="clear" w:pos="403"/>
        </w:tabs>
        <w:spacing w:after="220" w:line="240" w:lineRule="auto"/>
        <w:contextualSpacing w:val="0"/>
        <w:rPr>
          <w:rFonts w:eastAsia="Times New Roman"/>
        </w:rPr>
      </w:pPr>
      <w:r w:rsidRPr="00203C97">
        <w:rPr>
          <w:rFonts w:eastAsia="Times New Roman"/>
        </w:rPr>
        <w:t xml:space="preserve">The base </w:t>
      </w:r>
      <w:r>
        <w:rPr>
          <w:rFonts w:eastAsia="Times New Roman"/>
          <w:lang w:eastAsia="ko-KR"/>
        </w:rPr>
        <w:t xml:space="preserve">class </w:t>
      </w:r>
      <w:r w:rsidRPr="00203C97">
        <w:rPr>
          <w:rFonts w:eastAsia="Times New Roman"/>
        </w:rPr>
        <w:t xml:space="preserve">declaration shall assign a constant value to </w:t>
      </w:r>
      <w:r w:rsidR="00A223CF">
        <w:rPr>
          <w:rStyle w:val="SDLattribute"/>
          <w:rFonts w:eastAsia="Times New Roman"/>
        </w:rPr>
        <w:t>class</w:t>
      </w:r>
      <w:r w:rsidRPr="00203C97">
        <w:rPr>
          <w:rStyle w:val="SDLattribute"/>
          <w:rFonts w:eastAsia="Times New Roman"/>
        </w:rPr>
        <w:t>_id</w:t>
      </w:r>
      <w:r w:rsidRPr="00203C97">
        <w:rPr>
          <w:rFonts w:eastAsia="Times New Roman"/>
        </w:rPr>
        <w:t>.</w:t>
      </w:r>
    </w:p>
    <w:p w14:paraId="31E114F5" w14:textId="5AB7C1CA" w:rsidR="009C5000" w:rsidRDefault="00AC236D" w:rsidP="00C472DC">
      <w:pPr>
        <w:pStyle w:val="ListBullet"/>
        <w:numPr>
          <w:ilvl w:val="0"/>
          <w:numId w:val="2005"/>
        </w:numPr>
        <w:tabs>
          <w:tab w:val="clear" w:pos="403"/>
        </w:tabs>
        <w:spacing w:line="240" w:lineRule="auto"/>
        <w:contextualSpacing w:val="0"/>
        <w:rPr>
          <w:rFonts w:eastAsia="Times New Roman"/>
        </w:rPr>
      </w:pPr>
      <w:r w:rsidRPr="00203C97">
        <w:rPr>
          <w:rFonts w:eastAsia="Times New Roman"/>
        </w:rPr>
        <w:t xml:space="preserve">Each derived </w:t>
      </w:r>
      <w:r>
        <w:rPr>
          <w:rFonts w:eastAsia="Times New Roman"/>
          <w:lang w:eastAsia="ko-KR"/>
        </w:rPr>
        <w:t xml:space="preserve">class </w:t>
      </w:r>
      <w:r w:rsidRPr="00203C97">
        <w:rPr>
          <w:rFonts w:eastAsia="Times New Roman"/>
        </w:rPr>
        <w:t xml:space="preserve">declaration shall assign a constant value to </w:t>
      </w:r>
      <w:r w:rsidR="00A223CF">
        <w:rPr>
          <w:rStyle w:val="SDLattribute"/>
          <w:rFonts w:eastAsia="Times New Roman"/>
        </w:rPr>
        <w:t>class</w:t>
      </w:r>
      <w:r w:rsidRPr="00203C97">
        <w:rPr>
          <w:rStyle w:val="SDLattribute"/>
          <w:rFonts w:eastAsia="Times New Roman"/>
        </w:rPr>
        <w:t>_id</w:t>
      </w:r>
      <w:r w:rsidRPr="00203C97">
        <w:rPr>
          <w:rFonts w:eastAsia="Times New Roman"/>
        </w:rPr>
        <w:t>.</w:t>
      </w:r>
    </w:p>
    <w:p w14:paraId="5351E07A" w14:textId="7981D322" w:rsidR="00E55994" w:rsidRPr="00C472DC" w:rsidRDefault="00D8730D" w:rsidP="00E56598">
      <w:pPr>
        <w:pStyle w:val="Note"/>
      </w:pPr>
      <w:r w:rsidRPr="00203C97">
        <w:t>NOTE</w:t>
      </w:r>
      <w:r w:rsidRPr="00203C97">
        <w:tab/>
        <w:t xml:space="preserve">Derived classes may </w:t>
      </w:r>
      <w:r>
        <w:t xml:space="preserve">use </w:t>
      </w:r>
      <w:r w:rsidRPr="00203C97">
        <w:t xml:space="preserve">the same </w:t>
      </w:r>
      <w:r>
        <w:rPr>
          <w:rStyle w:val="SDLattribute"/>
        </w:rPr>
        <w:t>class</w:t>
      </w:r>
      <w:r w:rsidRPr="00C472DC">
        <w:rPr>
          <w:rStyle w:val="SDLattribute"/>
        </w:rPr>
        <w:t>_id</w:t>
      </w:r>
      <w:r w:rsidRPr="00203C97">
        <w:t xml:space="preserve"> value as the base </w:t>
      </w:r>
      <w:r w:rsidRPr="00203C97">
        <w:rPr>
          <w:rStyle w:val="SDLkeyword"/>
          <w:rFonts w:ascii="Cambria" w:hAnsi="Cambria" w:cs="Times New Roman"/>
          <w:b w:val="0"/>
          <w:bCs w:val="0"/>
        </w:rPr>
        <w:t>class</w:t>
      </w:r>
      <w:r w:rsidRPr="00203C97">
        <w:t>. In that case</w:t>
      </w:r>
      <w:r>
        <w:t xml:space="preserve">, </w:t>
      </w:r>
      <w:r w:rsidRPr="00203C97">
        <w:t>classes can only be discriminated through context</w:t>
      </w:r>
      <w:r>
        <w:t>ual</w:t>
      </w:r>
      <w:r w:rsidRPr="00203C97">
        <w:t xml:space="preserve"> information</w:t>
      </w:r>
      <w:r>
        <w:t xml:space="preserve"> such as the value of a member variable from the base class.</w:t>
      </w:r>
    </w:p>
    <w:p w14:paraId="0EC273D6" w14:textId="77777777" w:rsidR="00AC236D" w:rsidRPr="006D1923" w:rsidRDefault="00AC236D" w:rsidP="00AC236D">
      <w:pPr>
        <w:pStyle w:val="Example"/>
      </w:pPr>
      <w:r w:rsidRPr="006D1923">
        <w:t xml:space="preserve">EXAMPLE </w:t>
      </w:r>
      <w:r w:rsidRPr="006D1923">
        <w:sym w:font="Symbol" w:char="F0BE"/>
      </w:r>
    </w:p>
    <w:p w14:paraId="54E28A92" w14:textId="77777777" w:rsidR="00AC236D" w:rsidRDefault="00AC236D" w:rsidP="00AC236D">
      <w:pPr>
        <w:pStyle w:val="Code"/>
      </w:pPr>
      <w:r w:rsidRPr="00984F51">
        <w:t>class Foo : bit(</w:t>
      </w:r>
      <w:r w:rsidRPr="00203C97">
        <w:t>2</w:t>
      </w:r>
      <w:r w:rsidRPr="00984F51">
        <w:t>) id = 0 {</w:t>
      </w:r>
    </w:p>
    <w:p w14:paraId="56311B73" w14:textId="2D39AFBF" w:rsidR="00613F45" w:rsidRPr="0031101D" w:rsidRDefault="00613F45" w:rsidP="00613F45">
      <w:pPr>
        <w:pStyle w:val="Code"/>
      </w:pPr>
      <w:r w:rsidRPr="0031101D">
        <w:t xml:space="preserve">    // note that as "id" is declared it is accessible within this class</w:t>
      </w:r>
    </w:p>
    <w:p w14:paraId="34F6F241" w14:textId="3415C03B" w:rsidR="00613F45" w:rsidRPr="0031101D" w:rsidRDefault="00613F45" w:rsidP="00613F45">
      <w:pPr>
        <w:pStyle w:val="Code"/>
      </w:pPr>
      <w:r w:rsidRPr="0031101D">
        <w:t xml:space="preserve">    // as a constant value </w:t>
      </w:r>
      <w:r w:rsidR="001318CB" w:rsidRPr="00E56598">
        <w:t>and</w:t>
      </w:r>
      <w:r w:rsidRPr="0031101D">
        <w:t xml:space="preserve"> lengthof(id) will return 2</w:t>
      </w:r>
    </w:p>
    <w:p w14:paraId="11EAD4DD" w14:textId="2C811076" w:rsidR="00AC236D" w:rsidRPr="00984F51" w:rsidRDefault="000774AA" w:rsidP="00AC236D">
      <w:pPr>
        <w:pStyle w:val="Code"/>
      </w:pPr>
      <w:r>
        <w:rPr>
          <w:lang w:val="x-none"/>
        </w:rPr>
        <w:tab/>
      </w:r>
      <w:r w:rsidR="00532FFE">
        <w:t>int(5) a;</w:t>
      </w:r>
    </w:p>
    <w:p w14:paraId="78F4E33F" w14:textId="77777777" w:rsidR="00AC236D" w:rsidRPr="00984F51" w:rsidRDefault="00AC236D" w:rsidP="00AC236D">
      <w:pPr>
        <w:pStyle w:val="Code"/>
      </w:pPr>
      <w:r w:rsidRPr="00984F51">
        <w:t>}</w:t>
      </w:r>
    </w:p>
    <w:p w14:paraId="65BED43B" w14:textId="77777777" w:rsidR="00AC236D" w:rsidRPr="00984F51" w:rsidRDefault="00AC236D" w:rsidP="00AC236D">
      <w:pPr>
        <w:pStyle w:val="Code"/>
        <w:rPr>
          <w:sz w:val="16"/>
        </w:rPr>
      </w:pPr>
    </w:p>
    <w:p w14:paraId="64E0CE72" w14:textId="77777777" w:rsidR="00AC236D" w:rsidRPr="00984F51" w:rsidRDefault="00AC236D" w:rsidP="00AC236D">
      <w:pPr>
        <w:pStyle w:val="Code"/>
      </w:pPr>
      <w:r w:rsidRPr="00984F51">
        <w:t>class Foo</w:t>
      </w:r>
      <w:r w:rsidRPr="00203C97">
        <w:t>1</w:t>
      </w:r>
      <w:r w:rsidRPr="00984F51">
        <w:t xml:space="preserve"> extends Foo : bit(</w:t>
      </w:r>
      <w:r w:rsidRPr="00203C97">
        <w:t>2</w:t>
      </w:r>
      <w:r w:rsidRPr="00984F51">
        <w:t xml:space="preserve">) id = </w:t>
      </w:r>
      <w:r w:rsidRPr="00203C97">
        <w:t>1</w:t>
      </w:r>
      <w:r w:rsidRPr="00984F51">
        <w:t xml:space="preserve"> {</w:t>
      </w:r>
    </w:p>
    <w:p w14:paraId="10669CF2" w14:textId="71A44917" w:rsidR="00613F45" w:rsidRPr="00984F51" w:rsidRDefault="00613F45" w:rsidP="00613F45">
      <w:pPr>
        <w:pStyle w:val="Code"/>
      </w:pPr>
      <w:r>
        <w:t xml:space="preserve">    </w:t>
      </w:r>
      <w:r w:rsidR="00532FFE">
        <w:t>int(5) b;</w:t>
      </w:r>
      <w:r w:rsidR="00CC07D6">
        <w:t xml:space="preserve"> </w:t>
      </w:r>
      <w:r w:rsidR="00CC07D6" w:rsidRPr="00282F49">
        <w:t xml:space="preserve">// this b is preceded by the </w:t>
      </w:r>
      <w:r w:rsidR="00CC07D6">
        <w:t>5</w:t>
      </w:r>
      <w:r w:rsidR="00CC07D6" w:rsidRPr="00282F49">
        <w:t xml:space="preserve"> bits of a</w:t>
      </w:r>
      <w:r>
        <w:t xml:space="preserve">    </w:t>
      </w:r>
    </w:p>
    <w:p w14:paraId="49BC8A19" w14:textId="77777777" w:rsidR="00AC236D" w:rsidRPr="00984F51" w:rsidRDefault="00AC236D" w:rsidP="00AC236D">
      <w:pPr>
        <w:pStyle w:val="Code"/>
      </w:pPr>
      <w:r w:rsidRPr="00984F51">
        <w:t>}</w:t>
      </w:r>
    </w:p>
    <w:p w14:paraId="610ABA18" w14:textId="77777777" w:rsidR="00AC236D" w:rsidRPr="00984F51" w:rsidRDefault="00AC236D" w:rsidP="00AC236D">
      <w:pPr>
        <w:pStyle w:val="Code"/>
        <w:rPr>
          <w:sz w:val="16"/>
        </w:rPr>
      </w:pPr>
    </w:p>
    <w:p w14:paraId="739222D3" w14:textId="77777777" w:rsidR="00AC236D" w:rsidRPr="00984F51" w:rsidRDefault="00AC236D" w:rsidP="00AC236D">
      <w:pPr>
        <w:pStyle w:val="Code"/>
      </w:pPr>
      <w:r w:rsidRPr="00984F51">
        <w:t>class Foo</w:t>
      </w:r>
      <w:r w:rsidRPr="00203C97">
        <w:t>2</w:t>
      </w:r>
      <w:r w:rsidRPr="00984F51">
        <w:t xml:space="preserve"> extends Foo : bit(</w:t>
      </w:r>
      <w:r w:rsidRPr="00203C97">
        <w:t>2</w:t>
      </w:r>
      <w:r w:rsidRPr="00984F51">
        <w:t xml:space="preserve">) id = </w:t>
      </w:r>
      <w:r w:rsidRPr="00203C97">
        <w:t>2</w:t>
      </w:r>
      <w:r w:rsidRPr="00984F51">
        <w:t xml:space="preserve"> {</w:t>
      </w:r>
    </w:p>
    <w:p w14:paraId="484EFF60" w14:textId="07D8368C" w:rsidR="00AC236D" w:rsidRPr="00984F51" w:rsidRDefault="00532FFE" w:rsidP="00AC236D">
      <w:pPr>
        <w:pStyle w:val="Code"/>
      </w:pPr>
      <w:r>
        <w:rPr>
          <w:lang w:val="x-none"/>
        </w:rPr>
        <w:tab/>
      </w:r>
      <w:r>
        <w:t>int(5) c;</w:t>
      </w:r>
      <w:r w:rsidR="00CC07D6">
        <w:t xml:space="preserve"> </w:t>
      </w:r>
      <w:r w:rsidR="00CC07D6" w:rsidRPr="00282F49">
        <w:t xml:space="preserve">// this </w:t>
      </w:r>
      <w:r w:rsidR="00CC07D6">
        <w:t>c</w:t>
      </w:r>
      <w:r w:rsidR="00CC07D6" w:rsidRPr="00282F49">
        <w:t xml:space="preserve"> is preceded by the </w:t>
      </w:r>
      <w:r w:rsidR="00CC07D6">
        <w:t>5</w:t>
      </w:r>
      <w:r w:rsidR="00CC07D6" w:rsidRPr="00282F49">
        <w:t xml:space="preserve"> bits of a</w:t>
      </w:r>
    </w:p>
    <w:p w14:paraId="19A7D022" w14:textId="77777777" w:rsidR="00AC236D" w:rsidRPr="00984F51" w:rsidRDefault="00AC236D" w:rsidP="00AC236D">
      <w:pPr>
        <w:pStyle w:val="Code"/>
      </w:pPr>
      <w:r w:rsidRPr="00984F51">
        <w:t>}</w:t>
      </w:r>
    </w:p>
    <w:p w14:paraId="55E85C0D" w14:textId="77777777" w:rsidR="00AC236D" w:rsidRPr="00984F51" w:rsidRDefault="00AC236D" w:rsidP="00AC236D">
      <w:pPr>
        <w:pStyle w:val="Code"/>
        <w:rPr>
          <w:sz w:val="16"/>
        </w:rPr>
      </w:pPr>
    </w:p>
    <w:p w14:paraId="4E20454D" w14:textId="77777777" w:rsidR="00AC236D" w:rsidRPr="00984F51" w:rsidRDefault="00AC236D" w:rsidP="00AC236D">
      <w:pPr>
        <w:pStyle w:val="Code"/>
      </w:pPr>
      <w:r w:rsidRPr="00984F51">
        <w:t>class Example {</w:t>
      </w:r>
    </w:p>
    <w:p w14:paraId="470F6800" w14:textId="4694F84F" w:rsidR="00AC236D" w:rsidRPr="00984F51" w:rsidRDefault="000774AA" w:rsidP="00AC236D">
      <w:pPr>
        <w:pStyle w:val="Code"/>
      </w:pPr>
      <w:r>
        <w:tab/>
      </w:r>
      <w:r w:rsidR="00AC236D" w:rsidRPr="00984F51">
        <w:t>Foo f;</w:t>
      </w:r>
      <w:r>
        <w:tab/>
      </w:r>
      <w:r w:rsidR="00AC236D" w:rsidRPr="00984F51">
        <w:t xml:space="preserve">// </w:t>
      </w:r>
      <w:r w:rsidR="00AC236D" w:rsidRPr="00203C97">
        <w:t>may</w:t>
      </w:r>
      <w:r w:rsidR="00AC236D" w:rsidRPr="00984F51">
        <w:t xml:space="preserve"> be Foo</w:t>
      </w:r>
      <w:r w:rsidR="00AC236D" w:rsidRPr="00203C97">
        <w:t>,</w:t>
      </w:r>
      <w:r w:rsidR="00AC236D" w:rsidRPr="00984F51">
        <w:t xml:space="preserve"> </w:t>
      </w:r>
      <w:r w:rsidR="00AC236D" w:rsidRPr="00203C97">
        <w:t xml:space="preserve">Foo1 </w:t>
      </w:r>
      <w:r w:rsidR="00AC236D" w:rsidRPr="00984F51">
        <w:t>or Foo</w:t>
      </w:r>
      <w:r w:rsidR="00AC236D" w:rsidRPr="00203C97">
        <w:t>2</w:t>
      </w:r>
    </w:p>
    <w:p w14:paraId="3515975A" w14:textId="77777777" w:rsidR="00AC236D" w:rsidRDefault="00AC236D" w:rsidP="00AC236D">
      <w:pPr>
        <w:pStyle w:val="Code"/>
        <w:rPr>
          <w:rFonts w:cs="Courier New"/>
          <w:szCs w:val="18"/>
        </w:rPr>
      </w:pPr>
      <w:r w:rsidRPr="00203C97">
        <w:rPr>
          <w:rFonts w:cs="Courier New"/>
          <w:szCs w:val="18"/>
        </w:rPr>
        <w:t>}</w:t>
      </w:r>
    </w:p>
    <w:p w14:paraId="2E36F882" w14:textId="77777777" w:rsidR="00796FDC" w:rsidRDefault="00796FDC" w:rsidP="00AC236D">
      <w:pPr>
        <w:pStyle w:val="Code"/>
        <w:rPr>
          <w:rFonts w:cs="Courier New"/>
          <w:szCs w:val="18"/>
        </w:rPr>
      </w:pPr>
    </w:p>
    <w:p w14:paraId="027F8AF9" w14:textId="6F477447" w:rsidR="00796FDC" w:rsidRDefault="00796FDC" w:rsidP="00AC236D">
      <w:pPr>
        <w:pStyle w:val="Code"/>
        <w:rPr>
          <w:rFonts w:cs="Courier New"/>
          <w:szCs w:val="18"/>
        </w:rPr>
      </w:pPr>
      <w:r>
        <w:rPr>
          <w:rFonts w:cs="Courier New"/>
          <w:szCs w:val="18"/>
        </w:rPr>
        <w:t xml:space="preserve">Example </w:t>
      </w:r>
      <w:r w:rsidR="00C32F3A">
        <w:rPr>
          <w:rFonts w:cs="Courier New"/>
          <w:szCs w:val="18"/>
        </w:rPr>
        <w:t>myExample</w:t>
      </w:r>
      <w:r>
        <w:rPr>
          <w:rFonts w:cs="Courier New"/>
          <w:szCs w:val="18"/>
        </w:rPr>
        <w:t>;</w:t>
      </w:r>
    </w:p>
    <w:p w14:paraId="68C99C85" w14:textId="77777777" w:rsidR="0052676F" w:rsidRDefault="0052676F" w:rsidP="00AC236D">
      <w:pPr>
        <w:pStyle w:val="Code"/>
        <w:rPr>
          <w:rFonts w:cs="Courier New"/>
          <w:szCs w:val="18"/>
        </w:rPr>
      </w:pPr>
    </w:p>
    <w:p w14:paraId="5B8CBF27" w14:textId="657380E6" w:rsidR="0052676F" w:rsidRPr="0052676F" w:rsidRDefault="0052676F" w:rsidP="00E56598">
      <w:pPr>
        <w:autoSpaceDE w:val="0"/>
        <w:autoSpaceDN w:val="0"/>
        <w:adjustRightInd w:val="0"/>
        <w:jc w:val="left"/>
      </w:pPr>
      <w:r w:rsidRPr="008F4E31">
        <w:rPr>
          <w:highlight w:val="yellow"/>
        </w:rPr>
        <w:t>[Editor’s note: An example bitstream for this would be:]</w:t>
      </w:r>
    </w:p>
    <w:p w14:paraId="185C18E3" w14:textId="77777777" w:rsidR="00AC236D" w:rsidRPr="00203C97" w:rsidRDefault="00AC236D" w:rsidP="00AC236D">
      <w:pPr>
        <w:pStyle w:val="Code"/>
        <w:rPr>
          <w:rFonts w:cs="Courier New"/>
          <w:szCs w:val="18"/>
        </w:rPr>
      </w:pPr>
    </w:p>
    <w:p w14:paraId="5CC515C4" w14:textId="19C91098" w:rsidR="00A30E64" w:rsidRDefault="00A30E64" w:rsidP="00A30E64">
      <w:pPr>
        <w:pStyle w:val="BodyText"/>
        <w:spacing w:after="220"/>
        <w:rPr>
          <w:rFonts w:eastAsia="Times New Roman"/>
          <w:lang w:eastAsia="ko-KR"/>
        </w:rPr>
      </w:pPr>
      <w:r>
        <w:rPr>
          <w:rFonts w:eastAsia="Times New Roman"/>
          <w:lang w:eastAsia="ko-KR"/>
        </w:rPr>
        <w:t>A</w:t>
      </w:r>
      <w:r w:rsidR="00D8730D">
        <w:rPr>
          <w:rFonts w:eastAsia="Times New Roman"/>
          <w:lang w:eastAsia="ko-KR"/>
        </w:rPr>
        <w:t>s an</w:t>
      </w:r>
      <w:r>
        <w:rPr>
          <w:rFonts w:eastAsia="Times New Roman"/>
          <w:lang w:eastAsia="ko-KR"/>
        </w:rPr>
        <w:t xml:space="preserve"> alternative to </w:t>
      </w:r>
      <w:r w:rsidR="001636C9">
        <w:rPr>
          <w:rFonts w:eastAsia="Times New Roman"/>
          <w:lang w:eastAsia="ko-KR"/>
        </w:rPr>
        <w:t xml:space="preserve">a single </w:t>
      </w:r>
      <w:r w:rsidR="00D8730D">
        <w:rPr>
          <w:rStyle w:val="SDLattribute"/>
          <w:rFonts w:eastAsia="Times New Roman"/>
          <w:lang w:eastAsia="ko-KR"/>
        </w:rPr>
        <w:t>class</w:t>
      </w:r>
      <w:r w:rsidRPr="00282F49">
        <w:rPr>
          <w:rStyle w:val="SDLattribute"/>
          <w:rFonts w:eastAsia="Times New Roman"/>
          <w:lang w:eastAsia="ko-KR"/>
        </w:rPr>
        <w:t>_id</w:t>
      </w:r>
      <w:r>
        <w:rPr>
          <w:rFonts w:eastAsia="Times New Roman"/>
          <w:lang w:eastAsia="ko-KR"/>
        </w:rPr>
        <w:t xml:space="preserve"> </w:t>
      </w:r>
      <w:r w:rsidR="001636C9">
        <w:rPr>
          <w:rFonts w:eastAsia="Times New Roman"/>
          <w:lang w:eastAsia="ko-KR"/>
        </w:rPr>
        <w:t>value</w:t>
      </w:r>
      <w:r>
        <w:rPr>
          <w:rStyle w:val="SDLattribute"/>
          <w:rFonts w:eastAsia="Times New Roman"/>
          <w:lang w:eastAsia="ko-KR"/>
        </w:rPr>
        <w:t>,</w:t>
      </w:r>
      <w:r>
        <w:rPr>
          <w:rFonts w:eastAsia="Times New Roman"/>
          <w:lang w:eastAsia="ko-KR"/>
        </w:rPr>
        <w:t xml:space="preserve"> i</w:t>
      </w:r>
      <w:r w:rsidRPr="00282F49">
        <w:rPr>
          <w:rFonts w:eastAsia="Times New Roman"/>
          <w:lang w:eastAsia="ko-KR"/>
        </w:rPr>
        <w:t xml:space="preserve">t is also possible to </w:t>
      </w:r>
      <w:r w:rsidR="001636C9">
        <w:rPr>
          <w:rFonts w:eastAsia="Times New Roman"/>
          <w:lang w:eastAsia="ko-KR"/>
        </w:rPr>
        <w:t>define</w:t>
      </w:r>
      <w:r w:rsidRPr="00282F49">
        <w:rPr>
          <w:rFonts w:eastAsia="Times New Roman"/>
          <w:lang w:eastAsia="ko-KR"/>
        </w:rPr>
        <w:t>:</w:t>
      </w:r>
    </w:p>
    <w:p w14:paraId="0FE0F505" w14:textId="77777777" w:rsidR="00A30E64" w:rsidRDefault="00A30E64" w:rsidP="00A30E64">
      <w:pPr>
        <w:pStyle w:val="BodyText"/>
        <w:numPr>
          <w:ilvl w:val="0"/>
          <w:numId w:val="2004"/>
        </w:numPr>
        <w:spacing w:after="220"/>
        <w:rPr>
          <w:rFonts w:eastAsia="Times New Roman"/>
          <w:lang w:eastAsia="ko-KR"/>
        </w:rPr>
      </w:pPr>
      <w:r>
        <w:rPr>
          <w:rFonts w:eastAsia="Times New Roman"/>
          <w:lang w:eastAsia="ko-KR"/>
        </w:rPr>
        <w:t xml:space="preserve">an </w:t>
      </w:r>
      <w:r w:rsidRPr="00282F49">
        <w:rPr>
          <w:rStyle w:val="SDLattribute"/>
          <w:rFonts w:eastAsia="Times New Roman"/>
          <w:lang w:eastAsia="ko-KR"/>
        </w:rPr>
        <w:t>id_range</w:t>
      </w:r>
      <w:r>
        <w:rPr>
          <w:rFonts w:eastAsia="Times New Roman"/>
          <w:lang w:eastAsia="ko-KR"/>
        </w:rPr>
        <w:t xml:space="preserve"> attribute which is a range of numerical values </w:t>
      </w:r>
      <w:r w:rsidRPr="00282F49">
        <w:rPr>
          <w:rFonts w:eastAsia="Times New Roman"/>
          <w:lang w:eastAsia="ko-KR"/>
        </w:rPr>
        <w:t xml:space="preserve">specified as </w:t>
      </w:r>
      <w:r w:rsidRPr="00282F49">
        <w:rPr>
          <w:rStyle w:val="SDLattribute"/>
          <w:rFonts w:eastAsia="Times New Roman"/>
          <w:lang w:eastAsia="ko-KR"/>
        </w:rPr>
        <w:t xml:space="preserve">start_id </w:t>
      </w:r>
      <w:r w:rsidRPr="00E56598">
        <w:rPr>
          <w:rStyle w:val="SDLattribute"/>
          <w:rFonts w:ascii="Courier New" w:eastAsia="Times New Roman" w:hAnsi="Courier New" w:cs="Courier New"/>
          <w:b/>
          <w:bCs/>
          <w:lang w:eastAsia="ko-KR"/>
        </w:rPr>
        <w:t>..</w:t>
      </w:r>
      <w:r w:rsidRPr="00282F49">
        <w:rPr>
          <w:rStyle w:val="SDLattribute"/>
          <w:rFonts w:eastAsia="Times New Roman"/>
          <w:lang w:eastAsia="ko-KR"/>
        </w:rPr>
        <w:t xml:space="preserve"> end_id</w:t>
      </w:r>
      <w:r w:rsidRPr="00282F49">
        <w:rPr>
          <w:rFonts w:eastAsia="Times New Roman"/>
          <w:lang w:eastAsia="ko-KR"/>
        </w:rPr>
        <w:t>, inclusive of both bounds</w:t>
      </w:r>
    </w:p>
    <w:p w14:paraId="44247B1C" w14:textId="1A4F7C04" w:rsidR="00A30E64" w:rsidRPr="00282F49" w:rsidRDefault="00A30E64" w:rsidP="00A30E64">
      <w:pPr>
        <w:pStyle w:val="BodyText"/>
        <w:numPr>
          <w:ilvl w:val="0"/>
          <w:numId w:val="2004"/>
        </w:numPr>
        <w:spacing w:after="220"/>
        <w:rPr>
          <w:rFonts w:eastAsia="Times New Roman"/>
          <w:lang w:eastAsia="ko-KR"/>
        </w:rPr>
      </w:pPr>
      <w:r w:rsidRPr="00203C97">
        <w:t>an</w:t>
      </w:r>
      <w:r>
        <w:rPr>
          <w:i/>
          <w:iCs/>
        </w:rPr>
        <w:t xml:space="preserve"> </w:t>
      </w:r>
      <w:r w:rsidRPr="006D1923">
        <w:rPr>
          <w:i/>
          <w:iCs/>
        </w:rPr>
        <w:t>extended_id_range</w:t>
      </w:r>
      <w:r w:rsidRPr="00203C97">
        <w:t xml:space="preserve"> attribute which is </w:t>
      </w:r>
      <w:r w:rsidRPr="006D1923">
        <w:t xml:space="preserve">a combination of </w:t>
      </w:r>
      <w:r w:rsidRPr="006D1923">
        <w:rPr>
          <w:rStyle w:val="SDLattribute"/>
          <w:rFonts w:eastAsia="Times New Roman"/>
          <w:lang w:eastAsia="ko-KR"/>
        </w:rPr>
        <w:t xml:space="preserve">id_range </w:t>
      </w:r>
      <w:r w:rsidRPr="006D1923">
        <w:rPr>
          <w:rStyle w:val="SDLattribute"/>
          <w:rFonts w:eastAsia="Times New Roman"/>
          <w:i w:val="0"/>
          <w:iCs w:val="0"/>
          <w:lang w:eastAsia="ko-KR"/>
        </w:rPr>
        <w:t xml:space="preserve">and </w:t>
      </w:r>
      <w:r w:rsidR="00AA3858">
        <w:rPr>
          <w:rStyle w:val="SDLattribute"/>
          <w:rFonts w:eastAsia="Times New Roman"/>
          <w:lang w:eastAsia="ko-KR"/>
        </w:rPr>
        <w:t>class</w:t>
      </w:r>
      <w:r w:rsidRPr="006D1923">
        <w:rPr>
          <w:rStyle w:val="SDLattribute"/>
          <w:rFonts w:eastAsia="Times New Roman"/>
          <w:lang w:eastAsia="ko-KR"/>
        </w:rPr>
        <w:t>_id</w:t>
      </w:r>
      <w:r>
        <w:rPr>
          <w:rStyle w:val="SDLattribute"/>
          <w:rFonts w:eastAsia="Times New Roman"/>
          <w:i w:val="0"/>
          <w:iCs w:val="0"/>
          <w:lang w:eastAsia="ko-KR"/>
        </w:rPr>
        <w:t xml:space="preserve"> </w:t>
      </w:r>
      <w:r w:rsidRPr="006D1923">
        <w:t xml:space="preserve"> specified as a comma-</w:t>
      </w:r>
      <w:r w:rsidRPr="006D1923">
        <w:rPr>
          <w:rStyle w:val="SDLattribute"/>
          <w:rFonts w:eastAsia="Times New Roman"/>
          <w:i w:val="0"/>
          <w:iCs w:val="0"/>
          <w:lang w:eastAsia="ko-KR"/>
        </w:rPr>
        <w:t xml:space="preserve">separated list of </w:t>
      </w:r>
      <w:r w:rsidR="00AA3858">
        <w:rPr>
          <w:rStyle w:val="SDLattribute"/>
          <w:rFonts w:eastAsia="Times New Roman"/>
          <w:lang w:eastAsia="ko-KR"/>
        </w:rPr>
        <w:t>class</w:t>
      </w:r>
      <w:r w:rsidRPr="006D1923">
        <w:rPr>
          <w:rStyle w:val="SDLattribute"/>
          <w:rFonts w:eastAsia="Times New Roman"/>
          <w:lang w:eastAsia="ko-KR"/>
        </w:rPr>
        <w:t>_id</w:t>
      </w:r>
      <w:r w:rsidRPr="006D1923">
        <w:rPr>
          <w:rStyle w:val="SDLattribute"/>
          <w:rFonts w:eastAsia="Times New Roman"/>
          <w:i w:val="0"/>
          <w:iCs w:val="0"/>
          <w:lang w:eastAsia="ko-KR"/>
        </w:rPr>
        <w:t xml:space="preserve"> </w:t>
      </w:r>
      <w:r w:rsidR="00A22811">
        <w:rPr>
          <w:rStyle w:val="SDLattribute"/>
          <w:rFonts w:eastAsia="Times New Roman"/>
          <w:i w:val="0"/>
          <w:iCs w:val="0"/>
          <w:lang w:eastAsia="ko-KR"/>
        </w:rPr>
        <w:t xml:space="preserve">values </w:t>
      </w:r>
      <w:r w:rsidRPr="006D1923">
        <w:rPr>
          <w:rStyle w:val="SDLattribute"/>
          <w:rFonts w:eastAsia="Times New Roman"/>
          <w:i w:val="0"/>
          <w:iCs w:val="0"/>
          <w:lang w:eastAsia="ko-KR"/>
        </w:rPr>
        <w:t xml:space="preserve">and </w:t>
      </w:r>
      <w:r w:rsidRPr="006D1923">
        <w:rPr>
          <w:rStyle w:val="SDLattribute"/>
          <w:rFonts w:eastAsia="Times New Roman"/>
          <w:lang w:eastAsia="ko-KR"/>
        </w:rPr>
        <w:t>range_id</w:t>
      </w:r>
      <w:r w:rsidR="005F1A6F">
        <w:rPr>
          <w:rStyle w:val="SDLattribute"/>
          <w:rFonts w:eastAsia="Times New Roman"/>
          <w:i w:val="0"/>
          <w:iCs w:val="0"/>
          <w:lang w:eastAsia="ko-KR"/>
        </w:rPr>
        <w:t xml:space="preserve"> </w:t>
      </w:r>
      <w:r w:rsidR="00A22811">
        <w:rPr>
          <w:rStyle w:val="SDLattribute"/>
          <w:rFonts w:eastAsia="Times New Roman"/>
          <w:i w:val="0"/>
          <w:iCs w:val="0"/>
          <w:lang w:eastAsia="ko-KR"/>
        </w:rPr>
        <w:t xml:space="preserve">ranges </w:t>
      </w:r>
      <w:r w:rsidR="005F1A6F">
        <w:rPr>
          <w:rStyle w:val="SDLattribute"/>
          <w:rFonts w:eastAsia="Times New Roman"/>
          <w:i w:val="0"/>
          <w:iCs w:val="0"/>
          <w:lang w:eastAsia="ko-KR"/>
        </w:rPr>
        <w:t>e.g</w:t>
      </w:r>
      <w:r w:rsidR="005F1A6F" w:rsidRPr="006D1923">
        <w:rPr>
          <w:rStyle w:val="SDLattribute"/>
          <w:rFonts w:eastAsia="Times New Roman"/>
          <w:i w:val="0"/>
          <w:iCs w:val="0"/>
          <w:lang w:eastAsia="ko-KR"/>
        </w:rPr>
        <w:t xml:space="preserve"> </w:t>
      </w:r>
      <w:r w:rsidR="000F11ED" w:rsidRPr="00C73BB5">
        <w:rPr>
          <w:rStyle w:val="SDLattribute"/>
          <w:rFonts w:ascii="Courier New" w:eastAsia="Times New Roman" w:hAnsi="Courier New" w:cs="Courier New"/>
          <w:lang w:eastAsia="ko-KR"/>
        </w:rPr>
        <w:t>myId</w:t>
      </w:r>
      <w:r w:rsidRPr="00C73BB5">
        <w:rPr>
          <w:rStyle w:val="SDLattribute"/>
          <w:rFonts w:ascii="Courier New" w:eastAsia="Times New Roman" w:hAnsi="Courier New" w:cs="Courier New"/>
          <w:i w:val="0"/>
          <w:iCs w:val="0"/>
          <w:lang w:eastAsia="ko-KR"/>
        </w:rPr>
        <w:t>=</w:t>
      </w:r>
      <w:r w:rsidR="005F1A6F" w:rsidRPr="00C73BB5">
        <w:rPr>
          <w:rStyle w:val="SDLattribute"/>
          <w:rFonts w:ascii="Courier New" w:eastAsia="Times New Roman" w:hAnsi="Courier New" w:cs="Courier New"/>
          <w:lang w:eastAsia="ko-KR"/>
        </w:rPr>
        <w:t>0x01</w:t>
      </w:r>
      <w:r w:rsidRPr="00C73BB5">
        <w:rPr>
          <w:rStyle w:val="SDLattribute"/>
          <w:rFonts w:ascii="Courier New" w:eastAsia="Times New Roman" w:hAnsi="Courier New" w:cs="Courier New"/>
          <w:i w:val="0"/>
          <w:iCs w:val="0"/>
          <w:lang w:eastAsia="ko-KR"/>
        </w:rPr>
        <w:t>,</w:t>
      </w:r>
      <w:r w:rsidR="005F1A6F" w:rsidRPr="00C73BB5">
        <w:rPr>
          <w:rStyle w:val="SDLattribute"/>
          <w:rFonts w:ascii="Courier New" w:eastAsia="Times New Roman" w:hAnsi="Courier New" w:cs="Courier New"/>
          <w:lang w:eastAsia="ko-KR"/>
        </w:rPr>
        <w:t>0x02</w:t>
      </w:r>
      <w:r w:rsidRPr="00C73BB5">
        <w:rPr>
          <w:rStyle w:val="SDLattribute"/>
          <w:rFonts w:ascii="Courier New" w:eastAsia="Times New Roman" w:hAnsi="Courier New" w:cs="Courier New"/>
          <w:i w:val="0"/>
          <w:iCs w:val="0"/>
          <w:lang w:eastAsia="ko-KR"/>
        </w:rPr>
        <w:t>,</w:t>
      </w:r>
      <w:r w:rsidR="005F1A6F" w:rsidRPr="00C73BB5">
        <w:rPr>
          <w:rStyle w:val="SDLattribute"/>
          <w:rFonts w:ascii="Courier New" w:eastAsia="Times New Roman" w:hAnsi="Courier New" w:cs="Courier New"/>
          <w:lang w:eastAsia="ko-KR"/>
        </w:rPr>
        <w:t>0x10..Ox1F</w:t>
      </w:r>
      <w:r w:rsidRPr="006D1923">
        <w:rPr>
          <w:rStyle w:val="SDLattribute"/>
          <w:rFonts w:eastAsia="Times New Roman"/>
          <w:lang w:eastAsia="ko-KR"/>
        </w:rPr>
        <w:t>.</w:t>
      </w:r>
    </w:p>
    <w:p w14:paraId="75E4E41D" w14:textId="4A0FCB12" w:rsidR="00D71DDC" w:rsidRPr="00E56598" w:rsidRDefault="00D71DDC" w:rsidP="00C472DC">
      <w:pPr>
        <w:pStyle w:val="Note"/>
        <w:rPr>
          <w:sz w:val="22"/>
          <w:szCs w:val="22"/>
        </w:rPr>
      </w:pPr>
      <w:r w:rsidRPr="00E56598">
        <w:rPr>
          <w:sz w:val="22"/>
          <w:szCs w:val="22"/>
        </w:rPr>
        <w:t>In such cases:</w:t>
      </w:r>
    </w:p>
    <w:p w14:paraId="49A78FE7" w14:textId="7F2EBF8A" w:rsidR="00D71DDC" w:rsidRPr="00203C97" w:rsidRDefault="00D71DDC" w:rsidP="00D71DDC">
      <w:pPr>
        <w:pStyle w:val="ListBullet"/>
        <w:numPr>
          <w:ilvl w:val="0"/>
          <w:numId w:val="2005"/>
        </w:numPr>
        <w:tabs>
          <w:tab w:val="clear" w:pos="403"/>
        </w:tabs>
        <w:spacing w:after="220" w:line="240" w:lineRule="auto"/>
        <w:contextualSpacing w:val="0"/>
        <w:rPr>
          <w:rFonts w:eastAsia="Times New Roman"/>
        </w:rPr>
      </w:pPr>
      <w:r w:rsidRPr="00203C97">
        <w:rPr>
          <w:rFonts w:eastAsia="Times New Roman"/>
        </w:rPr>
        <w:t xml:space="preserve">The base </w:t>
      </w:r>
      <w:r>
        <w:rPr>
          <w:rFonts w:eastAsia="Times New Roman"/>
          <w:lang w:eastAsia="ko-KR"/>
        </w:rPr>
        <w:t xml:space="preserve">class </w:t>
      </w:r>
      <w:r w:rsidRPr="00203C97">
        <w:rPr>
          <w:rFonts w:eastAsia="Times New Roman"/>
        </w:rPr>
        <w:t xml:space="preserve">declaration shall </w:t>
      </w:r>
      <w:r>
        <w:rPr>
          <w:rFonts w:eastAsia="Times New Roman"/>
        </w:rPr>
        <w:t>declare</w:t>
      </w:r>
      <w:r w:rsidRPr="00203C97">
        <w:rPr>
          <w:rFonts w:eastAsia="Times New Roman"/>
        </w:rPr>
        <w:t xml:space="preserve"> a </w:t>
      </w:r>
      <w:r>
        <w:rPr>
          <w:rFonts w:eastAsia="Times New Roman"/>
        </w:rPr>
        <w:t xml:space="preserve">range of valid values via an </w:t>
      </w:r>
      <w:r w:rsidRPr="00282F49">
        <w:rPr>
          <w:rStyle w:val="SDLattribute"/>
          <w:rFonts w:eastAsia="Times New Roman"/>
          <w:lang w:eastAsia="ko-KR"/>
        </w:rPr>
        <w:t>id_range</w:t>
      </w:r>
      <w:r>
        <w:rPr>
          <w:rStyle w:val="SDLattribute"/>
          <w:rFonts w:eastAsia="Times New Roman"/>
          <w:lang w:eastAsia="ko-KR"/>
        </w:rPr>
        <w:t xml:space="preserve"> </w:t>
      </w:r>
      <w:r w:rsidRPr="00C73BB5">
        <w:rPr>
          <w:rStyle w:val="SDLattribute"/>
          <w:rFonts w:eastAsia="Times New Roman"/>
          <w:i w:val="0"/>
          <w:iCs w:val="0"/>
          <w:lang w:eastAsia="ko-KR"/>
        </w:rPr>
        <w:t>or</w:t>
      </w:r>
      <w:r>
        <w:rPr>
          <w:rStyle w:val="SDLattribute"/>
          <w:rFonts w:eastAsia="Times New Roman"/>
          <w:lang w:eastAsia="ko-KR"/>
        </w:rPr>
        <w:t xml:space="preserve"> </w:t>
      </w:r>
      <w:r w:rsidRPr="006D1923">
        <w:rPr>
          <w:i/>
          <w:iCs/>
        </w:rPr>
        <w:t>extended_id_range</w:t>
      </w:r>
      <w:r w:rsidR="00521CA6">
        <w:rPr>
          <w:i/>
          <w:iCs/>
        </w:rPr>
        <w:t>.</w:t>
      </w:r>
    </w:p>
    <w:p w14:paraId="0E69E35B" w14:textId="7A37EAF9" w:rsidR="00D71DDC" w:rsidRDefault="00D71DDC" w:rsidP="00E56598">
      <w:pPr>
        <w:pStyle w:val="ListBullet"/>
        <w:numPr>
          <w:ilvl w:val="0"/>
          <w:numId w:val="2005"/>
        </w:numPr>
        <w:tabs>
          <w:tab w:val="clear" w:pos="403"/>
        </w:tabs>
        <w:spacing w:line="240" w:lineRule="auto"/>
        <w:contextualSpacing w:val="0"/>
      </w:pPr>
      <w:r w:rsidRPr="00203C97">
        <w:rPr>
          <w:rFonts w:eastAsia="Times New Roman"/>
        </w:rPr>
        <w:t xml:space="preserve">Each derived </w:t>
      </w:r>
      <w:r>
        <w:rPr>
          <w:rFonts w:eastAsia="Times New Roman"/>
          <w:lang w:eastAsia="ko-KR"/>
        </w:rPr>
        <w:t xml:space="preserve">class </w:t>
      </w:r>
      <w:r w:rsidRPr="00203C97">
        <w:rPr>
          <w:rFonts w:eastAsia="Times New Roman"/>
        </w:rPr>
        <w:t xml:space="preserve">declaration shall assign a constant value </w:t>
      </w:r>
      <w:r w:rsidR="00521CA6">
        <w:rPr>
          <w:rFonts w:eastAsia="Times New Roman"/>
        </w:rPr>
        <w:t>or a range of valid values via an</w:t>
      </w:r>
      <w:r w:rsidRPr="00203C97">
        <w:rPr>
          <w:rFonts w:eastAsia="Times New Roman"/>
        </w:rPr>
        <w:t xml:space="preserve"> </w:t>
      </w:r>
      <w:r w:rsidR="00AA3858">
        <w:rPr>
          <w:rStyle w:val="SDLattribute"/>
          <w:rFonts w:eastAsia="Times New Roman"/>
        </w:rPr>
        <w:t>class</w:t>
      </w:r>
      <w:r w:rsidRPr="00203C97">
        <w:rPr>
          <w:rStyle w:val="SDLattribute"/>
          <w:rFonts w:eastAsia="Times New Roman"/>
        </w:rPr>
        <w:t>_id</w:t>
      </w:r>
      <w:r w:rsidR="00521CA6">
        <w:rPr>
          <w:rStyle w:val="SDLattribute"/>
          <w:rFonts w:eastAsia="Times New Roman"/>
        </w:rPr>
        <w:t xml:space="preserve"> </w:t>
      </w:r>
      <w:r w:rsidR="003F05BF" w:rsidRPr="003F05BF">
        <w:rPr>
          <w:rStyle w:val="SDLattribute"/>
          <w:rFonts w:eastAsia="Times New Roman"/>
          <w:i w:val="0"/>
          <w:iCs w:val="0"/>
        </w:rPr>
        <w:t xml:space="preserve">value </w:t>
      </w:r>
      <w:r w:rsidR="00521CA6" w:rsidRPr="00C73BB5">
        <w:rPr>
          <w:rStyle w:val="SDLattribute"/>
          <w:rFonts w:eastAsia="Times New Roman"/>
          <w:i w:val="0"/>
          <w:iCs w:val="0"/>
        </w:rPr>
        <w:t xml:space="preserve">or an </w:t>
      </w:r>
      <w:r w:rsidR="00521CA6" w:rsidRPr="00282F49">
        <w:rPr>
          <w:rStyle w:val="SDLattribute"/>
          <w:rFonts w:eastAsia="Times New Roman"/>
          <w:lang w:eastAsia="ko-KR"/>
        </w:rPr>
        <w:t>id_range</w:t>
      </w:r>
      <w:r w:rsidR="00521CA6">
        <w:rPr>
          <w:rStyle w:val="SDLattribute"/>
          <w:rFonts w:eastAsia="Times New Roman"/>
          <w:lang w:eastAsia="ko-KR"/>
        </w:rPr>
        <w:t xml:space="preserve"> </w:t>
      </w:r>
      <w:r w:rsidR="00521CA6" w:rsidRPr="000640E1">
        <w:rPr>
          <w:rStyle w:val="SDLattribute"/>
          <w:rFonts w:eastAsia="Times New Roman"/>
          <w:i w:val="0"/>
          <w:iCs w:val="0"/>
          <w:lang w:eastAsia="ko-KR"/>
        </w:rPr>
        <w:t>or</w:t>
      </w:r>
      <w:r w:rsidR="00521CA6">
        <w:rPr>
          <w:rStyle w:val="SDLattribute"/>
          <w:rFonts w:eastAsia="Times New Roman"/>
          <w:lang w:eastAsia="ko-KR"/>
        </w:rPr>
        <w:t xml:space="preserve"> </w:t>
      </w:r>
      <w:r w:rsidR="00521CA6" w:rsidRPr="006D1923">
        <w:rPr>
          <w:i/>
          <w:iCs/>
        </w:rPr>
        <w:t>extended_id_range</w:t>
      </w:r>
      <w:r w:rsidRPr="00203C97">
        <w:rPr>
          <w:rFonts w:eastAsia="Times New Roman"/>
        </w:rPr>
        <w:t>.</w:t>
      </w:r>
      <w:r w:rsidR="00521CA6">
        <w:rPr>
          <w:rFonts w:eastAsia="Times New Roman"/>
        </w:rPr>
        <w:t xml:space="preserve"> This value or range of values shall correspond to legal values defined for the base class. </w:t>
      </w:r>
    </w:p>
    <w:p w14:paraId="59852891" w14:textId="7D35A78E" w:rsidR="00AC236D" w:rsidRPr="006D1923" w:rsidRDefault="00AC236D" w:rsidP="00C472DC">
      <w:pPr>
        <w:pStyle w:val="Note"/>
      </w:pPr>
      <w:r w:rsidRPr="006D1923">
        <w:lastRenderedPageBreak/>
        <w:t xml:space="preserve">EXAMPLE </w:t>
      </w:r>
      <w:r w:rsidRPr="006D1923">
        <w:sym w:font="Symbol" w:char="F0BE"/>
      </w:r>
    </w:p>
    <w:p w14:paraId="21BB477B" w14:textId="6A3A852E" w:rsidR="00596A72" w:rsidRPr="00984F51" w:rsidRDefault="00596A72" w:rsidP="00596A72">
      <w:pPr>
        <w:pStyle w:val="Code"/>
      </w:pPr>
      <w:r w:rsidRPr="00984F51">
        <w:t>class Foo : bit(</w:t>
      </w:r>
      <w:r>
        <w:t>5</w:t>
      </w:r>
      <w:r w:rsidRPr="00984F51">
        <w:t xml:space="preserve">) id = </w:t>
      </w:r>
      <w:r w:rsidR="00FA475C">
        <w:t>1,</w:t>
      </w:r>
      <w:r>
        <w:t>10..20</w:t>
      </w:r>
      <w:r w:rsidRPr="00984F51">
        <w:t xml:space="preserve"> {</w:t>
      </w:r>
    </w:p>
    <w:p w14:paraId="28B1FEFE" w14:textId="77777777" w:rsidR="00596A72" w:rsidRPr="00984F51" w:rsidRDefault="00596A72" w:rsidP="00596A72">
      <w:pPr>
        <w:pStyle w:val="Code"/>
      </w:pPr>
      <w:r>
        <w:rPr>
          <w:lang w:val="x-none"/>
        </w:rPr>
        <w:tab/>
      </w:r>
      <w:r>
        <w:t>int(5) a;</w:t>
      </w:r>
    </w:p>
    <w:p w14:paraId="4F9030C9" w14:textId="77777777" w:rsidR="00596A72" w:rsidRDefault="00596A72" w:rsidP="00596A72">
      <w:pPr>
        <w:pStyle w:val="Code"/>
      </w:pPr>
      <w:r w:rsidRPr="00984F51">
        <w:t>}</w:t>
      </w:r>
    </w:p>
    <w:p w14:paraId="55DD4710" w14:textId="77777777" w:rsidR="00786457" w:rsidRDefault="00786457" w:rsidP="00596A72">
      <w:pPr>
        <w:pStyle w:val="Code"/>
      </w:pPr>
    </w:p>
    <w:p w14:paraId="23A35549" w14:textId="04C83852" w:rsidR="00FA475C" w:rsidRPr="00984F51" w:rsidRDefault="00FA475C" w:rsidP="00FA475C">
      <w:pPr>
        <w:pStyle w:val="Code"/>
      </w:pPr>
      <w:r w:rsidRPr="00984F51">
        <w:t>class Foo</w:t>
      </w:r>
      <w:r>
        <w:t>1</w:t>
      </w:r>
      <w:r w:rsidRPr="00984F51">
        <w:t xml:space="preserve"> extends Foo : bit(</w:t>
      </w:r>
      <w:r w:rsidRPr="00203C97">
        <w:t>2</w:t>
      </w:r>
      <w:r w:rsidRPr="00984F51">
        <w:t xml:space="preserve">) id = </w:t>
      </w:r>
      <w:r>
        <w:t>10</w:t>
      </w:r>
      <w:r w:rsidRPr="00984F51">
        <w:t xml:space="preserve"> {</w:t>
      </w:r>
    </w:p>
    <w:p w14:paraId="4C0BA823" w14:textId="6418F7D0" w:rsidR="00FA475C" w:rsidRPr="00984F51" w:rsidRDefault="00FA475C" w:rsidP="00FA475C">
      <w:pPr>
        <w:pStyle w:val="Code"/>
      </w:pPr>
      <w:r>
        <w:rPr>
          <w:lang w:val="x-none"/>
        </w:rPr>
        <w:tab/>
      </w:r>
      <w:r>
        <w:t xml:space="preserve">int(5) b; </w:t>
      </w:r>
      <w:r w:rsidRPr="00282F49">
        <w:t xml:space="preserve">// this </w:t>
      </w:r>
      <w:r>
        <w:t>b</w:t>
      </w:r>
      <w:r w:rsidRPr="00282F49">
        <w:t xml:space="preserve"> is preceded by the </w:t>
      </w:r>
      <w:r>
        <w:t>5</w:t>
      </w:r>
      <w:r w:rsidRPr="00282F49">
        <w:t xml:space="preserve"> bits of a</w:t>
      </w:r>
    </w:p>
    <w:p w14:paraId="3F643CC5" w14:textId="10FD3BD6" w:rsidR="00786457" w:rsidRDefault="00FA475C" w:rsidP="00786457">
      <w:pPr>
        <w:pStyle w:val="Code"/>
      </w:pPr>
      <w:r w:rsidRPr="00984F51">
        <w:t>}</w:t>
      </w:r>
    </w:p>
    <w:p w14:paraId="621E222F" w14:textId="77777777" w:rsidR="00521CA6" w:rsidRPr="00984F51" w:rsidRDefault="00521CA6" w:rsidP="00786457">
      <w:pPr>
        <w:pStyle w:val="Code"/>
      </w:pPr>
    </w:p>
    <w:p w14:paraId="0B5700DA" w14:textId="4C8ADF88" w:rsidR="00103E4F" w:rsidRPr="00D452CF" w:rsidRDefault="00E5509E" w:rsidP="00103E4F">
      <w:pPr>
        <w:pStyle w:val="Heading3"/>
        <w:numPr>
          <w:ilvl w:val="2"/>
          <w:numId w:val="1"/>
        </w:numPr>
      </w:pPr>
      <w:bookmarkStart w:id="149" w:name="_Ref128497584"/>
      <w:bookmarkStart w:id="150" w:name="_Toc150443137"/>
      <w:r>
        <w:t>Polymorphism for</w:t>
      </w:r>
      <w:r w:rsidR="00103E4F">
        <w:t xml:space="preserve"> abstract </w:t>
      </w:r>
      <w:r w:rsidR="000C594B">
        <w:t>classes</w:t>
      </w:r>
      <w:bookmarkEnd w:id="149"/>
      <w:bookmarkEnd w:id="150"/>
    </w:p>
    <w:p w14:paraId="78EA60FC" w14:textId="7DDBDD8A" w:rsidR="00AE5E82" w:rsidRPr="00282F49" w:rsidRDefault="00A5602C" w:rsidP="000C594B">
      <w:pPr>
        <w:pStyle w:val="BodyText"/>
        <w:spacing w:after="220"/>
        <w:rPr>
          <w:rFonts w:eastAsia="Times New Roman"/>
          <w:lang w:eastAsia="ko-KR"/>
        </w:rPr>
      </w:pPr>
      <w:r>
        <w:rPr>
          <w:rFonts w:eastAsia="Times New Roman"/>
          <w:lang w:eastAsia="ko-KR"/>
        </w:rPr>
        <w:t xml:space="preserve">Since abstract classes are not present in a bitstream, this means </w:t>
      </w:r>
      <w:r w:rsidR="000C594B" w:rsidRPr="00282F49">
        <w:rPr>
          <w:rFonts w:eastAsia="Times New Roman"/>
          <w:lang w:eastAsia="ko-KR"/>
        </w:rPr>
        <w:t>that the derived classes</w:t>
      </w:r>
      <w:r>
        <w:rPr>
          <w:rFonts w:eastAsia="Times New Roman"/>
          <w:lang w:eastAsia="ko-KR"/>
        </w:rPr>
        <w:t xml:space="preserve"> of an abstract class</w:t>
      </w:r>
      <w:r w:rsidR="000C594B" w:rsidRPr="00282F49">
        <w:rPr>
          <w:rFonts w:eastAsia="Times New Roman"/>
          <w:lang w:eastAsia="ko-KR"/>
        </w:rPr>
        <w:t xml:space="preserve"> may use the entire range of </w:t>
      </w:r>
      <w:r w:rsidR="00AA3858">
        <w:rPr>
          <w:rFonts w:eastAsia="Times New Roman"/>
          <w:i/>
          <w:iCs/>
          <w:lang w:eastAsia="ko-KR"/>
        </w:rPr>
        <w:t>class</w:t>
      </w:r>
      <w:r w:rsidR="002B538D" w:rsidRPr="00E56598">
        <w:rPr>
          <w:rFonts w:eastAsia="Times New Roman"/>
          <w:i/>
          <w:iCs/>
          <w:lang w:eastAsia="ko-KR"/>
        </w:rPr>
        <w:t>_id</w:t>
      </w:r>
      <w:r w:rsidR="002B538D">
        <w:rPr>
          <w:rFonts w:eastAsia="Times New Roman"/>
          <w:lang w:eastAsia="ko-KR"/>
        </w:rPr>
        <w:t xml:space="preserve"> values</w:t>
      </w:r>
      <w:r w:rsidR="002B538D" w:rsidRPr="00282F49">
        <w:rPr>
          <w:rFonts w:eastAsia="Times New Roman"/>
          <w:lang w:eastAsia="ko-KR"/>
        </w:rPr>
        <w:t xml:space="preserve"> </w:t>
      </w:r>
      <w:r w:rsidR="000C594B" w:rsidRPr="00282F49">
        <w:rPr>
          <w:rFonts w:eastAsia="Times New Roman"/>
          <w:lang w:eastAsia="ko-KR"/>
        </w:rPr>
        <w:t xml:space="preserve">available. </w:t>
      </w:r>
      <w:r w:rsidR="00C03C5E">
        <w:rPr>
          <w:rFonts w:eastAsia="Times New Roman"/>
          <w:lang w:eastAsia="ko-KR"/>
        </w:rPr>
        <w:t>For the abstract base class</w:t>
      </w:r>
      <w:r w:rsidR="00C40405">
        <w:rPr>
          <w:rFonts w:eastAsia="Times New Roman"/>
          <w:lang w:eastAsia="ko-KR"/>
        </w:rPr>
        <w:t xml:space="preserve">, the </w:t>
      </w:r>
      <w:r w:rsidR="00AA3858">
        <w:rPr>
          <w:rStyle w:val="SDLattribute"/>
        </w:rPr>
        <w:t>class</w:t>
      </w:r>
      <w:r w:rsidR="00C40405" w:rsidRPr="00203C97">
        <w:rPr>
          <w:rStyle w:val="SDLattribute"/>
        </w:rPr>
        <w:t>_id</w:t>
      </w:r>
      <w:r w:rsidR="00C40405">
        <w:rPr>
          <w:rFonts w:eastAsia="Times New Roman"/>
          <w:lang w:eastAsia="ko-KR"/>
        </w:rPr>
        <w:t xml:space="preserve"> </w:t>
      </w:r>
      <w:r w:rsidR="00FF43C2">
        <w:rPr>
          <w:rFonts w:eastAsia="Times New Roman"/>
          <w:lang w:eastAsia="ko-KR"/>
        </w:rPr>
        <w:t xml:space="preserve">shall </w:t>
      </w:r>
      <w:r w:rsidR="00C328EE">
        <w:rPr>
          <w:rFonts w:eastAsia="Times New Roman"/>
          <w:lang w:eastAsia="ko-KR"/>
        </w:rPr>
        <w:t xml:space="preserve">be </w:t>
      </w:r>
      <w:r w:rsidR="00DC63AD">
        <w:rPr>
          <w:rFonts w:eastAsia="Times New Roman"/>
          <w:lang w:eastAsia="ko-KR"/>
        </w:rPr>
        <w:t>specified</w:t>
      </w:r>
      <w:r w:rsidR="00463044">
        <w:rPr>
          <w:rFonts w:eastAsia="Times New Roman"/>
          <w:lang w:eastAsia="ko-KR"/>
        </w:rPr>
        <w:t xml:space="preserve"> as </w:t>
      </w:r>
      <w:r w:rsidR="000C594B" w:rsidRPr="00282F49">
        <w:rPr>
          <w:rFonts w:eastAsia="Times New Roman"/>
          <w:lang w:eastAsia="ko-KR"/>
        </w:rPr>
        <w:t>0</w:t>
      </w:r>
      <w:r w:rsidR="00463044">
        <w:rPr>
          <w:rFonts w:eastAsia="Times New Roman"/>
          <w:lang w:eastAsia="ko-KR"/>
        </w:rPr>
        <w:t xml:space="preserve"> or </w:t>
      </w:r>
      <w:r w:rsidR="00DC63AD">
        <w:rPr>
          <w:rFonts w:eastAsia="Times New Roman"/>
          <w:lang w:eastAsia="ko-KR"/>
        </w:rPr>
        <w:t xml:space="preserve">alternatively </w:t>
      </w:r>
      <w:r w:rsidR="00463044" w:rsidRPr="00C73BB5">
        <w:rPr>
          <w:rStyle w:val="SDLattribute"/>
          <w:rFonts w:eastAsia="Times New Roman"/>
          <w:i w:val="0"/>
          <w:iCs w:val="0"/>
        </w:rPr>
        <w:t xml:space="preserve">an </w:t>
      </w:r>
      <w:r w:rsidR="00463044" w:rsidRPr="00282F49">
        <w:rPr>
          <w:rStyle w:val="SDLattribute"/>
          <w:rFonts w:eastAsia="Times New Roman"/>
          <w:lang w:eastAsia="ko-KR"/>
        </w:rPr>
        <w:t>id_range</w:t>
      </w:r>
      <w:r w:rsidR="00463044">
        <w:rPr>
          <w:rStyle w:val="SDLattribute"/>
          <w:rFonts w:eastAsia="Times New Roman"/>
          <w:lang w:eastAsia="ko-KR"/>
        </w:rPr>
        <w:t xml:space="preserve"> </w:t>
      </w:r>
      <w:r w:rsidR="00463044" w:rsidRPr="000640E1">
        <w:rPr>
          <w:rStyle w:val="SDLattribute"/>
          <w:rFonts w:eastAsia="Times New Roman"/>
          <w:i w:val="0"/>
          <w:iCs w:val="0"/>
          <w:lang w:eastAsia="ko-KR"/>
        </w:rPr>
        <w:t>or</w:t>
      </w:r>
      <w:r w:rsidR="00463044">
        <w:rPr>
          <w:rStyle w:val="SDLattribute"/>
          <w:rFonts w:eastAsia="Times New Roman"/>
          <w:lang w:eastAsia="ko-KR"/>
        </w:rPr>
        <w:t xml:space="preserve"> </w:t>
      </w:r>
      <w:r w:rsidR="00463044" w:rsidRPr="006D1923">
        <w:rPr>
          <w:i/>
          <w:iCs/>
        </w:rPr>
        <w:t>extended_id_range</w:t>
      </w:r>
      <w:r w:rsidR="00DC63AD">
        <w:rPr>
          <w:i/>
          <w:iCs/>
        </w:rPr>
        <w:t xml:space="preserve"> </w:t>
      </w:r>
      <w:r w:rsidR="00DC63AD" w:rsidRPr="00E56598">
        <w:t>shall be specified</w:t>
      </w:r>
      <w:r w:rsidR="000C594B" w:rsidRPr="00282F49">
        <w:rPr>
          <w:rFonts w:eastAsia="Times New Roman"/>
          <w:lang w:eastAsia="ko-KR"/>
        </w:rPr>
        <w:t>.</w:t>
      </w:r>
    </w:p>
    <w:p w14:paraId="38171DC3" w14:textId="49CC7A13" w:rsidR="00C03C5E" w:rsidRDefault="00C03C5E" w:rsidP="00C472DC">
      <w:pPr>
        <w:pStyle w:val="Example"/>
      </w:pPr>
      <w:r w:rsidRPr="006D1923">
        <w:t xml:space="preserve">EXAMPLE </w:t>
      </w:r>
      <w:r w:rsidRPr="006D1923">
        <w:sym w:font="Symbol" w:char="F0BE"/>
      </w:r>
    </w:p>
    <w:p w14:paraId="6F87DF48" w14:textId="77777777" w:rsidR="000C594B" w:rsidRPr="00282F49" w:rsidRDefault="000C594B" w:rsidP="00C472DC">
      <w:pPr>
        <w:pStyle w:val="Code"/>
      </w:pPr>
      <w:r w:rsidRPr="00282F49">
        <w:t>abstract class Foo : bit(1) id=0 { // the value 0 is not really used</w:t>
      </w:r>
    </w:p>
    <w:p w14:paraId="3B8DD0D5" w14:textId="77777777" w:rsidR="000C594B" w:rsidRPr="00282F49" w:rsidRDefault="000C594B" w:rsidP="00C472DC">
      <w:pPr>
        <w:pStyle w:val="Code"/>
      </w:pPr>
      <w:r w:rsidRPr="00282F49">
        <w:t>}</w:t>
      </w:r>
    </w:p>
    <w:p w14:paraId="4A915EBC" w14:textId="77777777" w:rsidR="000C594B" w:rsidRPr="00282F49" w:rsidRDefault="000C594B" w:rsidP="00C472DC">
      <w:pPr>
        <w:pStyle w:val="Code"/>
        <w:rPr>
          <w:sz w:val="16"/>
        </w:rPr>
      </w:pPr>
    </w:p>
    <w:p w14:paraId="45EC2697" w14:textId="76CEEC8B" w:rsidR="000C594B" w:rsidRPr="00282F49" w:rsidRDefault="000C594B" w:rsidP="00C472DC">
      <w:pPr>
        <w:pStyle w:val="Code"/>
      </w:pPr>
      <w:r w:rsidRPr="00282F49">
        <w:t xml:space="preserve">// derived classes are free to use the entire range of </w:t>
      </w:r>
      <w:r w:rsidR="002D7477">
        <w:t>ids, in this case 0..1</w:t>
      </w:r>
    </w:p>
    <w:p w14:paraId="0F9155F6" w14:textId="77777777" w:rsidR="000C594B" w:rsidRPr="00282F49" w:rsidRDefault="000C594B" w:rsidP="00C472DC">
      <w:pPr>
        <w:pStyle w:val="Code"/>
      </w:pPr>
      <w:r w:rsidRPr="00282F49">
        <w:t>class Foo0 extends Foo : bit(1) id=0 {</w:t>
      </w:r>
    </w:p>
    <w:p w14:paraId="07466957" w14:textId="2DD200F1" w:rsidR="00406E36" w:rsidRPr="00984F51" w:rsidRDefault="00406E36" w:rsidP="00406E36">
      <w:pPr>
        <w:pStyle w:val="Code"/>
      </w:pPr>
      <w:r>
        <w:tab/>
        <w:t>int(5) a;</w:t>
      </w:r>
    </w:p>
    <w:p w14:paraId="470F4147" w14:textId="77777777" w:rsidR="000C594B" w:rsidRPr="00282F49" w:rsidRDefault="000C594B" w:rsidP="00C472DC">
      <w:pPr>
        <w:pStyle w:val="Code"/>
      </w:pPr>
      <w:r w:rsidRPr="00282F49">
        <w:t>}</w:t>
      </w:r>
    </w:p>
    <w:p w14:paraId="2F482AF8" w14:textId="77777777" w:rsidR="000C594B" w:rsidRPr="00282F49" w:rsidRDefault="000C594B" w:rsidP="00C472DC">
      <w:pPr>
        <w:pStyle w:val="Code"/>
        <w:rPr>
          <w:sz w:val="16"/>
        </w:rPr>
      </w:pPr>
    </w:p>
    <w:p w14:paraId="7EA52E54" w14:textId="77777777" w:rsidR="000C594B" w:rsidRPr="00282F49" w:rsidRDefault="000C594B" w:rsidP="00C472DC">
      <w:pPr>
        <w:pStyle w:val="Code"/>
      </w:pPr>
      <w:r w:rsidRPr="00282F49">
        <w:t>class Foo1 extends Foo : bit(1) id=1 {</w:t>
      </w:r>
    </w:p>
    <w:p w14:paraId="07FEB6B4" w14:textId="3541EACB" w:rsidR="00406E36" w:rsidRPr="00984F51" w:rsidRDefault="00406E36" w:rsidP="00406E36">
      <w:pPr>
        <w:pStyle w:val="Code"/>
      </w:pPr>
      <w:r>
        <w:tab/>
        <w:t>int(10) b;</w:t>
      </w:r>
    </w:p>
    <w:p w14:paraId="71E69D0A" w14:textId="77777777" w:rsidR="000C594B" w:rsidRPr="00282F49" w:rsidRDefault="000C594B" w:rsidP="00C472DC">
      <w:pPr>
        <w:pStyle w:val="Code"/>
      </w:pPr>
      <w:r w:rsidRPr="00282F49">
        <w:t>}</w:t>
      </w:r>
    </w:p>
    <w:p w14:paraId="37238145" w14:textId="77777777" w:rsidR="000C594B" w:rsidRPr="00282F49" w:rsidRDefault="000C594B" w:rsidP="00C472DC">
      <w:pPr>
        <w:pStyle w:val="Code"/>
        <w:rPr>
          <w:sz w:val="16"/>
        </w:rPr>
      </w:pPr>
    </w:p>
    <w:p w14:paraId="6822F8A0" w14:textId="77777777" w:rsidR="000C594B" w:rsidRPr="00282F49" w:rsidRDefault="000C594B" w:rsidP="00C472DC">
      <w:pPr>
        <w:pStyle w:val="Code"/>
      </w:pPr>
      <w:r w:rsidRPr="00282F49">
        <w:t>class Example {</w:t>
      </w:r>
    </w:p>
    <w:p w14:paraId="20A8F3AF" w14:textId="77777777" w:rsidR="000C594B" w:rsidRPr="00282F49" w:rsidRDefault="000C594B" w:rsidP="00C472DC">
      <w:pPr>
        <w:pStyle w:val="Code"/>
      </w:pPr>
      <w:r w:rsidRPr="00282F49">
        <w:tab/>
        <w:t>Foo f;</w:t>
      </w:r>
      <w:r w:rsidRPr="00282F49">
        <w:tab/>
        <w:t>// can only be Foo0 or Foo1, not Foo</w:t>
      </w:r>
    </w:p>
    <w:p w14:paraId="0C994716" w14:textId="77777777" w:rsidR="000C594B" w:rsidRPr="00282F49" w:rsidRDefault="000C594B" w:rsidP="00C472DC">
      <w:pPr>
        <w:pStyle w:val="Code"/>
      </w:pPr>
      <w:r w:rsidRPr="00282F49">
        <w:t>}</w:t>
      </w:r>
    </w:p>
    <w:p w14:paraId="77251AF5" w14:textId="77777777" w:rsidR="008D6498" w:rsidRDefault="008D6498" w:rsidP="002474D8">
      <w:pPr>
        <w:pStyle w:val="Code"/>
        <w:rPr>
          <w:rFonts w:ascii="Cambria" w:hAnsi="Cambria"/>
          <w:highlight w:val="yellow"/>
        </w:rPr>
      </w:pPr>
    </w:p>
    <w:p w14:paraId="1AB4FBAD" w14:textId="1324596D" w:rsidR="00127906" w:rsidRPr="006D1923" w:rsidRDefault="00127906" w:rsidP="009D2AF6">
      <w:pPr>
        <w:pStyle w:val="Heading2"/>
      </w:pPr>
      <w:bookmarkStart w:id="151" w:name="_Toc120120508"/>
      <w:bookmarkStart w:id="152" w:name="_Toc150443138"/>
      <w:bookmarkEnd w:id="139"/>
      <w:bookmarkEnd w:id="151"/>
      <w:r w:rsidRPr="006D1923">
        <w:t>Parameter types</w:t>
      </w:r>
      <w:bookmarkEnd w:id="152"/>
    </w:p>
    <w:p w14:paraId="2C27EE32" w14:textId="069CE29D"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A parameter type defines a </w:t>
      </w:r>
      <w:r w:rsidR="00DA02BD">
        <w:rPr>
          <w:rFonts w:eastAsia="Times New Roman"/>
          <w:lang w:eastAsia="ko-KR"/>
        </w:rPr>
        <w:t xml:space="preserve">class </w:t>
      </w:r>
      <w:r w:rsidRPr="00282F49">
        <w:rPr>
          <w:rFonts w:eastAsia="Times New Roman"/>
          <w:lang w:eastAsia="ko-KR"/>
        </w:rPr>
        <w:t>with parameters. This address</w:t>
      </w:r>
      <w:r w:rsidR="00946D5B">
        <w:rPr>
          <w:rFonts w:eastAsia="Times New Roman"/>
          <w:lang w:eastAsia="ko-KR"/>
        </w:rPr>
        <w:t>es</w:t>
      </w:r>
      <w:r w:rsidRPr="00282F49">
        <w:rPr>
          <w:rFonts w:eastAsia="Times New Roman"/>
          <w:lang w:eastAsia="ko-KR"/>
        </w:rPr>
        <w:t xml:space="preserve"> cases where the data structure of the </w:t>
      </w:r>
      <w:r w:rsidR="00DA02BD">
        <w:rPr>
          <w:rFonts w:eastAsia="Times New Roman"/>
          <w:lang w:eastAsia="ko-KR"/>
        </w:rPr>
        <w:t xml:space="preserve">class </w:t>
      </w:r>
      <w:r w:rsidRPr="00282F49">
        <w:rPr>
          <w:rFonts w:eastAsia="Times New Roman"/>
          <w:lang w:eastAsia="ko-KR"/>
        </w:rPr>
        <w:t xml:space="preserve">depends on </w:t>
      </w:r>
      <w:r w:rsidR="00D155D2">
        <w:rPr>
          <w:rFonts w:eastAsia="Times New Roman"/>
          <w:lang w:eastAsia="ko-KR"/>
        </w:rPr>
        <w:t xml:space="preserve">referencing </w:t>
      </w:r>
      <w:r w:rsidR="00D155D2" w:rsidRPr="00282F49">
        <w:rPr>
          <w:rFonts w:eastAsia="Times New Roman"/>
          <w:lang w:eastAsia="ko-KR"/>
        </w:rPr>
        <w:t>v</w:t>
      </w:r>
      <w:r w:rsidR="00D155D2">
        <w:rPr>
          <w:rFonts w:eastAsia="Times New Roman"/>
          <w:lang w:eastAsia="ko-KR"/>
        </w:rPr>
        <w:t>alues</w:t>
      </w:r>
      <w:r w:rsidR="00D155D2" w:rsidRPr="00282F49">
        <w:rPr>
          <w:rFonts w:eastAsia="Times New Roman"/>
          <w:lang w:eastAsia="ko-KR"/>
        </w:rPr>
        <w:t xml:space="preserve"> </w:t>
      </w:r>
      <w:r w:rsidRPr="00282F49">
        <w:rPr>
          <w:rFonts w:eastAsia="Times New Roman"/>
          <w:lang w:eastAsia="ko-KR"/>
        </w:rPr>
        <w:t xml:space="preserve">of one or more other </w:t>
      </w:r>
      <w:r w:rsidR="00E46ADD">
        <w:rPr>
          <w:rFonts w:eastAsia="Times New Roman"/>
          <w:lang w:eastAsia="ko-KR"/>
        </w:rPr>
        <w:t>parsed items</w:t>
      </w:r>
      <w:r w:rsidRPr="00282F49">
        <w:rPr>
          <w:rFonts w:eastAsia="Times New Roman"/>
          <w:lang w:eastAsia="ko-KR"/>
        </w:rPr>
        <w:t xml:space="preserve">. Parameter types provide placeholders for such references, in the same way as the arguments in a C function declaration. The syntax of a </w:t>
      </w:r>
      <w:r w:rsidR="00DA02BD">
        <w:rPr>
          <w:rFonts w:eastAsia="Times New Roman"/>
          <w:lang w:eastAsia="ko-KR"/>
        </w:rPr>
        <w:t xml:space="preserve">class </w:t>
      </w:r>
      <w:r w:rsidRPr="00282F49">
        <w:rPr>
          <w:rFonts w:eastAsia="Times New Roman"/>
          <w:lang w:eastAsia="ko-KR"/>
        </w:rPr>
        <w:t>definition with parameters is as follows.</w:t>
      </w:r>
    </w:p>
    <w:p w14:paraId="12E9BF8C" w14:textId="4BAE4394" w:rsidR="00127906" w:rsidRPr="006D1923" w:rsidRDefault="00127906" w:rsidP="00064445">
      <w:pPr>
        <w:pStyle w:val="List"/>
        <w:keepLines/>
        <w:numPr>
          <w:ilvl w:val="0"/>
          <w:numId w:val="0"/>
        </w:numPr>
        <w:pBdr>
          <w:top w:val="single" w:sz="6" w:space="1" w:color="auto"/>
        </w:pBdr>
        <w:ind w:left="425" w:hanging="425"/>
        <w:jc w:val="left"/>
        <w:rPr>
          <w:rStyle w:val="CharBold"/>
          <w:rFonts w:eastAsia="Times New Roman"/>
        </w:rPr>
      </w:pPr>
      <w:r w:rsidRPr="006D1923">
        <w:rPr>
          <w:rStyle w:val="CharBold"/>
          <w:rFonts w:eastAsia="Times New Roman"/>
        </w:rPr>
        <w:t>Rule C.</w:t>
      </w:r>
      <w:r w:rsidR="00E46ADD">
        <w:rPr>
          <w:rStyle w:val="CharBold"/>
          <w:rFonts w:eastAsia="Times New Roman"/>
        </w:rPr>
        <w:t>6</w:t>
      </w:r>
      <w:r w:rsidRPr="006D1923">
        <w:rPr>
          <w:rStyle w:val="CharBold"/>
          <w:rFonts w:eastAsia="Times New Roman"/>
        </w:rPr>
        <w:t xml:space="preserve">: Class </w:t>
      </w:r>
      <w:r w:rsidR="00FE206E">
        <w:rPr>
          <w:rStyle w:val="CharBold"/>
          <w:rFonts w:eastAsia="Times New Roman"/>
        </w:rPr>
        <w:t>p</w:t>
      </w:r>
      <w:r w:rsidRPr="006D1923">
        <w:rPr>
          <w:rStyle w:val="CharBold"/>
          <w:rFonts w:eastAsia="Times New Roman"/>
        </w:rPr>
        <w:t xml:space="preserve">arameter </w:t>
      </w:r>
      <w:r w:rsidR="00FE206E">
        <w:rPr>
          <w:rStyle w:val="CharBold"/>
          <w:rFonts w:eastAsia="Times New Roman"/>
        </w:rPr>
        <w:t>t</w:t>
      </w:r>
      <w:r w:rsidRPr="006D1923">
        <w:rPr>
          <w:rStyle w:val="CharBold"/>
          <w:rFonts w:eastAsia="Times New Roman"/>
        </w:rPr>
        <w:t>ypes</w:t>
      </w:r>
    </w:p>
    <w:p w14:paraId="612733C2" w14:textId="2BD9BF52" w:rsidR="00127906" w:rsidRPr="006D1923" w:rsidRDefault="0036446D" w:rsidP="00064445">
      <w:pPr>
        <w:pStyle w:val="List3"/>
        <w:keepNext/>
        <w:keepLines/>
        <w:spacing w:after="0"/>
        <w:jc w:val="left"/>
      </w:pPr>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203C97">
        <w:rPr>
          <w:rStyle w:val="SDLattribute"/>
        </w:rPr>
        <w:t>modifier</w:t>
      </w:r>
      <w:r>
        <w:rPr>
          <w:rStyle w:val="SDLkeyword"/>
          <w:rFonts w:eastAsia="Times New Roman"/>
        </w:rPr>
        <w:t>)</w:t>
      </w:r>
      <w:r w:rsidRPr="00C73BB5">
        <w:rPr>
          <w:rFonts w:ascii="Courier New" w:eastAsia="Times New Roman" w:hAnsi="Courier New" w:cs="Courier New"/>
        </w:rPr>
        <w:t>]]</w:t>
      </w:r>
      <w:r>
        <w:rPr>
          <w:rFonts w:eastAsia="Times New Roman"/>
        </w:rPr>
        <w:t xml:space="preserve"> </w:t>
      </w:r>
      <w:r w:rsidR="00127906" w:rsidRPr="00C73BB5">
        <w:rPr>
          <w:rFonts w:ascii="Courier New" w:eastAsia="Times New Roman" w:hAnsi="Courier New" w:cs="Courier New"/>
        </w:rPr>
        <w:t>[</w:t>
      </w:r>
      <w:r w:rsidR="00127906" w:rsidRPr="006D1923">
        <w:rPr>
          <w:rStyle w:val="SDLkeyword"/>
          <w:rFonts w:eastAsia="Times New Roman"/>
        </w:rPr>
        <w:t>abstract</w:t>
      </w:r>
      <w:r w:rsidR="00127906" w:rsidRPr="00C73BB5">
        <w:rPr>
          <w:rFonts w:ascii="Courier New" w:eastAsia="Times New Roman" w:hAnsi="Courier New" w:cs="Courier New"/>
        </w:rPr>
        <w:t>]</w:t>
      </w:r>
      <w:r w:rsidR="00A2280B" w:rsidRPr="00C73BB5">
        <w:rPr>
          <w:rStyle w:val="SDLkeyword"/>
          <w:rFonts w:ascii="Cambria" w:eastAsia="Times New Roman" w:hAnsi="Cambria"/>
        </w:rPr>
        <w:t xml:space="preserve"> </w:t>
      </w:r>
      <w:r w:rsidR="00A2280B" w:rsidRPr="000640E1">
        <w:rPr>
          <w:rFonts w:ascii="Courier New" w:eastAsia="Times New Roman" w:hAnsi="Courier New" w:cs="Courier New"/>
        </w:rPr>
        <w:t>[</w:t>
      </w:r>
      <w:r w:rsidR="00A2280B" w:rsidRPr="006D1923">
        <w:rPr>
          <w:rStyle w:val="SDLkeyword"/>
          <w:rFonts w:eastAsia="Times New Roman"/>
        </w:rPr>
        <w:t>expandable</w:t>
      </w:r>
      <w:r w:rsidR="00A2280B" w:rsidRPr="00203C97">
        <w:rPr>
          <w:rFonts w:ascii="Courier New" w:eastAsia="Times New Roman" w:hAnsi="Courier New" w:cs="Courier New"/>
        </w:rPr>
        <w:t>[</w:t>
      </w:r>
      <w:r w:rsidR="00A2280B" w:rsidRPr="006D1923">
        <w:rPr>
          <w:rStyle w:val="SDLkeyword"/>
          <w:rFonts w:eastAsia="Times New Roman"/>
        </w:rPr>
        <w:t>(</w:t>
      </w:r>
      <w:r w:rsidR="00A2280B" w:rsidRPr="006D1923">
        <w:rPr>
          <w:rStyle w:val="SDLattribute"/>
          <w:rFonts w:eastAsia="Times New Roman"/>
        </w:rPr>
        <w:t>max</w:t>
      </w:r>
      <w:r w:rsidR="00A2280B">
        <w:rPr>
          <w:rStyle w:val="SDLattribute"/>
          <w:rFonts w:eastAsia="Times New Roman"/>
        </w:rPr>
        <w:t>_c</w:t>
      </w:r>
      <w:r w:rsidR="00A2280B" w:rsidRPr="006D1923">
        <w:rPr>
          <w:rStyle w:val="SDLattribute"/>
          <w:rFonts w:eastAsia="Times New Roman"/>
        </w:rPr>
        <w:t>lass</w:t>
      </w:r>
      <w:r w:rsidR="00A2280B">
        <w:rPr>
          <w:rStyle w:val="SDLattribute"/>
          <w:rFonts w:eastAsia="Times New Roman"/>
        </w:rPr>
        <w:t>_s</w:t>
      </w:r>
      <w:r w:rsidR="00A2280B" w:rsidRPr="006D1923">
        <w:rPr>
          <w:rStyle w:val="SDLattribute"/>
          <w:rFonts w:eastAsia="Times New Roman"/>
        </w:rPr>
        <w:t>ize</w:t>
      </w:r>
      <w:r w:rsidR="00A2280B" w:rsidRPr="006D1923">
        <w:rPr>
          <w:rStyle w:val="SDLkeyword"/>
          <w:rFonts w:eastAsia="Times New Roman"/>
        </w:rPr>
        <w:t>)</w:t>
      </w:r>
      <w:r w:rsidR="00A2280B" w:rsidRPr="000640E1">
        <w:rPr>
          <w:rFonts w:ascii="Courier New" w:eastAsia="Times New Roman" w:hAnsi="Courier New" w:cs="Courier New"/>
        </w:rPr>
        <w:t>]]</w:t>
      </w:r>
      <w:r w:rsidR="00A2280B">
        <w:rPr>
          <w:rFonts w:eastAsia="Times New Roman"/>
        </w:rPr>
        <w:t xml:space="preserve"> </w:t>
      </w:r>
      <w:r w:rsidR="00127906" w:rsidRPr="006D1923">
        <w:rPr>
          <w:rFonts w:eastAsia="Times New Roman"/>
        </w:rPr>
        <w:t xml:space="preserve"> </w:t>
      </w:r>
      <w:r w:rsidR="00127906" w:rsidRPr="006D1923">
        <w:rPr>
          <w:rStyle w:val="SDLkeyword"/>
          <w:rFonts w:eastAsia="Times New Roman"/>
        </w:rPr>
        <w:t>class</w:t>
      </w:r>
      <w:r w:rsidR="00127906" w:rsidRPr="006D1923">
        <w:rPr>
          <w:rFonts w:eastAsia="Times New Roman"/>
        </w:rPr>
        <w:t xml:space="preserve"> </w:t>
      </w:r>
      <w:r w:rsidR="00CD52ED">
        <w:rPr>
          <w:rStyle w:val="SDLattribute"/>
          <w:rFonts w:eastAsia="Times New Roman"/>
        </w:rPr>
        <w:t>class</w:t>
      </w:r>
      <w:r w:rsidR="00127906" w:rsidRPr="006D1923">
        <w:rPr>
          <w:rStyle w:val="SDLattribute"/>
          <w:rFonts w:eastAsia="Times New Roman"/>
        </w:rPr>
        <w:t>_</w:t>
      </w:r>
      <w:r w:rsidR="00DB7FEC">
        <w:rPr>
          <w:rStyle w:val="SDLattribute"/>
          <w:rFonts w:eastAsia="Times New Roman"/>
        </w:rPr>
        <w:t>identifier</w:t>
      </w:r>
      <w:r w:rsidR="00DB7FEC" w:rsidRPr="006D1923">
        <w:rPr>
          <w:rFonts w:eastAsia="Times New Roman"/>
        </w:rPr>
        <w:t xml:space="preserve"> </w:t>
      </w:r>
      <w:r w:rsidR="00127906" w:rsidRPr="00C73BB5">
        <w:rPr>
          <w:rFonts w:ascii="Courier New" w:eastAsia="Times New Roman" w:hAnsi="Courier New" w:cs="Courier New"/>
        </w:rPr>
        <w:t>[</w:t>
      </w:r>
      <w:r w:rsidR="00127906" w:rsidRPr="006D1923">
        <w:rPr>
          <w:rStyle w:val="SDLkeyword"/>
          <w:rFonts w:eastAsia="Times New Roman"/>
        </w:rPr>
        <w:t>(</w:t>
      </w:r>
      <w:r w:rsidR="005B40D1" w:rsidRPr="006D1923">
        <w:rPr>
          <w:rStyle w:val="SDLattribute"/>
          <w:rFonts w:eastAsia="Times New Roman"/>
        </w:rPr>
        <w:t>parameter</w:t>
      </w:r>
      <w:r w:rsidR="005B40D1">
        <w:rPr>
          <w:rStyle w:val="SDLattribute"/>
          <w:rFonts w:eastAsia="Times New Roman"/>
        </w:rPr>
        <w:t>_</w:t>
      </w:r>
      <w:r w:rsidR="00127906" w:rsidRPr="006D1923">
        <w:rPr>
          <w:rStyle w:val="SDLattribute"/>
          <w:rFonts w:eastAsia="Times New Roman"/>
        </w:rPr>
        <w:t>list</w:t>
      </w:r>
      <w:r w:rsidR="00127906" w:rsidRPr="006D1923">
        <w:rPr>
          <w:rStyle w:val="SDLkeyword"/>
          <w:rFonts w:eastAsia="Times New Roman"/>
        </w:rPr>
        <w:t>)</w:t>
      </w:r>
      <w:r w:rsidR="00127906" w:rsidRPr="00C73BB5">
        <w:rPr>
          <w:rFonts w:ascii="Courier New" w:eastAsia="Times New Roman" w:hAnsi="Courier New" w:cs="Courier New"/>
        </w:rPr>
        <w:t>]</w:t>
      </w:r>
      <w:r w:rsidR="00127906" w:rsidRPr="006D1923">
        <w:rPr>
          <w:rFonts w:eastAsia="Times New Roman"/>
        </w:rPr>
        <w:t xml:space="preserve"> </w:t>
      </w:r>
      <w:r w:rsidR="00127906" w:rsidRPr="00C73BB5">
        <w:rPr>
          <w:rFonts w:ascii="Courier New" w:eastAsia="Times New Roman" w:hAnsi="Courier New" w:cs="Courier New"/>
        </w:rPr>
        <w:t>[</w:t>
      </w:r>
      <w:r w:rsidR="00127906" w:rsidRPr="006D1923">
        <w:rPr>
          <w:rStyle w:val="SDLkeyword"/>
          <w:rFonts w:eastAsia="Times New Roman"/>
        </w:rPr>
        <w:t>extends</w:t>
      </w:r>
      <w:r w:rsidR="00127906" w:rsidRPr="006D1923">
        <w:rPr>
          <w:rFonts w:eastAsia="Times New Roman"/>
        </w:rPr>
        <w:t xml:space="preserve"> </w:t>
      </w:r>
      <w:r w:rsidR="00AF3E68">
        <w:rPr>
          <w:rStyle w:val="SDLattribute"/>
          <w:rFonts w:eastAsia="Times New Roman"/>
        </w:rPr>
        <w:t>base</w:t>
      </w:r>
      <w:r w:rsidR="00127906" w:rsidRPr="006D1923">
        <w:rPr>
          <w:rStyle w:val="SDLattribute"/>
          <w:rFonts w:eastAsia="Times New Roman"/>
        </w:rPr>
        <w:t>_class</w:t>
      </w:r>
      <w:r w:rsidR="00127906" w:rsidRPr="00C73BB5">
        <w:rPr>
          <w:rFonts w:ascii="Courier New" w:eastAsia="Times New Roman" w:hAnsi="Courier New" w:cs="Courier New"/>
        </w:rPr>
        <w:t>]</w:t>
      </w:r>
      <w:r>
        <w:rPr>
          <w:rFonts w:eastAsia="Times New Roman"/>
        </w:rPr>
        <w:t xml:space="preserve"> </w:t>
      </w:r>
      <w:r w:rsidR="00127906" w:rsidRPr="00C73BB5">
        <w:rPr>
          <w:rFonts w:ascii="Courier New" w:hAnsi="Courier New" w:cs="Courier New"/>
        </w:rPr>
        <w:t>[</w:t>
      </w:r>
      <w:r w:rsidR="00127906" w:rsidRPr="00C73BB5">
        <w:rPr>
          <w:rFonts w:ascii="Courier New" w:hAnsi="Courier New" w:cs="Courier New"/>
          <w:b/>
          <w:bCs/>
        </w:rPr>
        <w:t>:</w:t>
      </w:r>
      <w:r w:rsidR="00127906" w:rsidRPr="006D1923">
        <w:t xml:space="preserve"> </w:t>
      </w:r>
      <w:r w:rsidR="00127906" w:rsidRPr="006D1923">
        <w:rPr>
          <w:rStyle w:val="SDLkeyword"/>
          <w:rFonts w:eastAsia="Times New Roman"/>
        </w:rPr>
        <w:t>bit(</w:t>
      </w:r>
      <w:r w:rsidR="00127906" w:rsidRPr="006D1923">
        <w:rPr>
          <w:rStyle w:val="SDLattribute"/>
          <w:rFonts w:eastAsia="Times New Roman"/>
        </w:rPr>
        <w:t>length</w:t>
      </w:r>
      <w:r w:rsidR="00127906" w:rsidRPr="006D1923">
        <w:rPr>
          <w:rStyle w:val="SDLkeyword"/>
          <w:rFonts w:eastAsia="Times New Roman"/>
        </w:rPr>
        <w:t>)</w:t>
      </w:r>
      <w:r w:rsidR="00127906" w:rsidRPr="006D1923">
        <w:t xml:space="preserve"> </w:t>
      </w:r>
      <w:r w:rsidR="00127906" w:rsidRPr="00C73BB5">
        <w:rPr>
          <w:rFonts w:ascii="Courier New" w:hAnsi="Courier New" w:cs="Courier New"/>
        </w:rPr>
        <w:t>[</w:t>
      </w:r>
      <w:r w:rsidR="00A223CF">
        <w:rPr>
          <w:rStyle w:val="SDLattribute"/>
          <w:rFonts w:eastAsia="Times New Roman"/>
        </w:rPr>
        <w:t>class_i</w:t>
      </w:r>
      <w:r w:rsidR="00127906" w:rsidRPr="006D1923">
        <w:rPr>
          <w:rStyle w:val="SDLattribute"/>
          <w:rFonts w:eastAsia="Times New Roman"/>
        </w:rPr>
        <w:t>d_</w:t>
      </w:r>
      <w:r w:rsidR="00A223CF">
        <w:rPr>
          <w:rStyle w:val="SDLattribute"/>
          <w:rFonts w:eastAsia="Times New Roman"/>
        </w:rPr>
        <w:t>identifier</w:t>
      </w:r>
      <w:r w:rsidR="00127906" w:rsidRPr="00C73BB5">
        <w:rPr>
          <w:rFonts w:ascii="Courier New" w:hAnsi="Courier New" w:cs="Courier New"/>
          <w:b/>
          <w:bCs/>
        </w:rPr>
        <w:t>=</w:t>
      </w:r>
      <w:r w:rsidR="00127906" w:rsidRPr="00C73BB5">
        <w:rPr>
          <w:rFonts w:ascii="Courier New" w:hAnsi="Courier New" w:cs="Courier New"/>
        </w:rPr>
        <w:t>]</w:t>
      </w:r>
      <w:r w:rsidR="00127906" w:rsidRPr="006D1923">
        <w:t xml:space="preserve"> </w:t>
      </w:r>
      <w:r w:rsidR="00AA3858">
        <w:rPr>
          <w:rStyle w:val="SDLattribute"/>
          <w:rFonts w:eastAsia="Times New Roman"/>
        </w:rPr>
        <w:t>class</w:t>
      </w:r>
      <w:r w:rsidR="00127906" w:rsidRPr="006D1923">
        <w:rPr>
          <w:rStyle w:val="SDLattribute"/>
          <w:rFonts w:eastAsia="Times New Roman"/>
        </w:rPr>
        <w:t>_id</w:t>
      </w:r>
      <w:r w:rsidR="00127906" w:rsidRPr="006D1923">
        <w:t xml:space="preserve"> </w:t>
      </w:r>
      <w:r w:rsidR="00127906" w:rsidRPr="00C73BB5">
        <w:rPr>
          <w:rFonts w:ascii="Courier New" w:hAnsi="Courier New" w:cs="Courier New"/>
        </w:rPr>
        <w:t>|</w:t>
      </w:r>
      <w:r w:rsidR="00127906" w:rsidRPr="006D1923">
        <w:t xml:space="preserve"> </w:t>
      </w:r>
      <w:r w:rsidR="00127906" w:rsidRPr="006D1923">
        <w:rPr>
          <w:rStyle w:val="SDLattribute"/>
          <w:rFonts w:eastAsia="Times New Roman"/>
        </w:rPr>
        <w:t>id_range</w:t>
      </w:r>
      <w:r w:rsidR="00127906" w:rsidRPr="006D1923">
        <w:t xml:space="preserve"> </w:t>
      </w:r>
      <w:r w:rsidR="000275E4" w:rsidRPr="000640E1">
        <w:rPr>
          <w:rFonts w:ascii="Courier New" w:eastAsia="Times New Roman" w:hAnsi="Courier New" w:cs="Courier New"/>
        </w:rPr>
        <w:t>|</w:t>
      </w:r>
      <w:r w:rsidR="000275E4" w:rsidRPr="006D1923">
        <w:rPr>
          <w:rFonts w:eastAsia="Times New Roman"/>
          <w:i/>
          <w:iCs/>
        </w:rPr>
        <w:t xml:space="preserve"> extended_id_range</w:t>
      </w:r>
      <w:r w:rsidR="00127906" w:rsidRPr="00C73BB5">
        <w:rPr>
          <w:rFonts w:ascii="Courier New" w:hAnsi="Courier New" w:cs="Courier New"/>
        </w:rPr>
        <w:t>]</w:t>
      </w:r>
      <w:r w:rsidR="00127906" w:rsidRPr="006D1923">
        <w:t xml:space="preserve"> </w:t>
      </w:r>
      <w:r w:rsidR="00127906" w:rsidRPr="006D1923">
        <w:rPr>
          <w:rStyle w:val="SDLkeyword"/>
          <w:rFonts w:eastAsia="Times New Roman"/>
        </w:rPr>
        <w:t>{</w:t>
      </w:r>
    </w:p>
    <w:p w14:paraId="37F9927D" w14:textId="6FDD1EB7" w:rsidR="00127906" w:rsidRPr="006D1923" w:rsidRDefault="00127906" w:rsidP="00064445">
      <w:pPr>
        <w:pStyle w:val="List4"/>
        <w:keepNext/>
        <w:keepLines/>
        <w:spacing w:after="0"/>
        <w:ind w:left="849" w:firstLine="0"/>
        <w:jc w:val="left"/>
        <w:rPr>
          <w:rFonts w:eastAsia="Times New Roman"/>
        </w:rPr>
      </w:pPr>
      <w:r w:rsidRPr="00C73BB5">
        <w:rPr>
          <w:rFonts w:ascii="Courier New" w:eastAsia="Times New Roman" w:hAnsi="Courier New" w:cs="Courier New"/>
        </w:rPr>
        <w:t>[</w:t>
      </w:r>
      <w:r w:rsidRPr="006D1923">
        <w:rPr>
          <w:rStyle w:val="SDLattribute"/>
          <w:rFonts w:eastAsia="Times New Roman"/>
        </w:rPr>
        <w:t>element</w:t>
      </w:r>
      <w:r w:rsidRPr="00C73BB5">
        <w:rPr>
          <w:rFonts w:ascii="Courier New" w:eastAsia="Times New Roman" w:hAnsi="Courier New" w:cs="Courier New"/>
          <w:b/>
          <w:bCs/>
        </w:rPr>
        <w:t>;</w:t>
      </w:r>
      <w:r w:rsidRPr="006D1923">
        <w:rPr>
          <w:rFonts w:eastAsia="Times New Roman"/>
        </w:rPr>
        <w:t xml:space="preserve"> …</w:t>
      </w:r>
      <w:r w:rsidRPr="00C73BB5">
        <w:rPr>
          <w:rFonts w:ascii="Courier New" w:eastAsia="Times New Roman" w:hAnsi="Courier New" w:cs="Courier New"/>
        </w:rPr>
        <w:t>]</w:t>
      </w:r>
    </w:p>
    <w:p w14:paraId="7C75864B" w14:textId="77777777" w:rsidR="00127906" w:rsidRDefault="00127906" w:rsidP="00064445">
      <w:pPr>
        <w:pStyle w:val="List3"/>
        <w:keepNext/>
        <w:keepLines/>
        <w:jc w:val="left"/>
        <w:rPr>
          <w:rStyle w:val="SDLkeyword"/>
          <w:rFonts w:eastAsia="Times New Roman"/>
        </w:rPr>
      </w:pPr>
      <w:r w:rsidRPr="006D1923">
        <w:rPr>
          <w:rStyle w:val="SDLkeyword"/>
          <w:rFonts w:eastAsia="Times New Roman"/>
        </w:rPr>
        <w:t>}</w:t>
      </w:r>
    </w:p>
    <w:p w14:paraId="21C7F197" w14:textId="77777777" w:rsidR="00A620EF" w:rsidRDefault="00A620EF" w:rsidP="00064445">
      <w:pPr>
        <w:pStyle w:val="List3"/>
        <w:keepNext/>
        <w:keepLines/>
        <w:jc w:val="left"/>
        <w:rPr>
          <w:rFonts w:ascii="Courier" w:hAnsi="Courier" w:cs="Courier"/>
          <w:highlight w:val="yellow"/>
        </w:rPr>
      </w:pPr>
      <w:r w:rsidRPr="00A620EF">
        <w:rPr>
          <w:highlight w:val="yellow"/>
        </w:rPr>
        <w:t xml:space="preserve">[Editor’s note: </w:t>
      </w:r>
      <w:r w:rsidRPr="00E56598">
        <w:rPr>
          <w:highlight w:val="yellow"/>
        </w:rPr>
        <w:t xml:space="preserve">base_class attribute should be extended to allow parameter list values e.g. </w:t>
      </w:r>
      <w:r w:rsidRPr="00A620EF">
        <w:rPr>
          <w:rFonts w:ascii="Courier" w:hAnsi="Courier" w:cs="Courier"/>
          <w:highlight w:val="yellow"/>
        </w:rPr>
        <w:t>class</w:t>
      </w:r>
    </w:p>
    <w:p w14:paraId="5F838E1D" w14:textId="06A9239D" w:rsidR="00A620EF" w:rsidRPr="006D1923" w:rsidRDefault="00A620EF" w:rsidP="00064445">
      <w:pPr>
        <w:pStyle w:val="List3"/>
        <w:keepNext/>
        <w:keepLines/>
        <w:jc w:val="left"/>
        <w:rPr>
          <w:rStyle w:val="SDLkeyword"/>
          <w:rFonts w:eastAsia="Times New Roman"/>
        </w:rPr>
      </w:pPr>
      <w:r w:rsidRPr="00A620EF">
        <w:rPr>
          <w:rFonts w:ascii="Courier" w:hAnsi="Courier" w:cs="Courier"/>
          <w:highlight w:val="yellow"/>
        </w:rPr>
        <w:t>FileTypeBox extends Box('ftyp')</w:t>
      </w:r>
      <w:r w:rsidRPr="00E56598">
        <w:rPr>
          <w:rFonts w:ascii="Courier" w:hAnsi="Courier" w:cs="Courier"/>
          <w:highlight w:val="yellow"/>
        </w:rPr>
        <w:t>]</w:t>
      </w:r>
    </w:p>
    <w:p w14:paraId="43ADF6FD" w14:textId="77777777" w:rsidR="00127906" w:rsidRDefault="00127906" w:rsidP="00127906">
      <w:pPr>
        <w:pStyle w:val="BodyText"/>
        <w:pBdr>
          <w:top w:val="single" w:sz="6" w:space="1" w:color="auto"/>
        </w:pBdr>
        <w:spacing w:after="220"/>
        <w:rPr>
          <w:rFonts w:eastAsia="Times New Roman"/>
          <w:lang w:eastAsia="ko-KR"/>
        </w:rPr>
      </w:pPr>
    </w:p>
    <w:p w14:paraId="0E3B1C19" w14:textId="54FA048C" w:rsidR="00DA2488" w:rsidRPr="00282F49" w:rsidRDefault="00DA2488" w:rsidP="00C472DC">
      <w:pPr>
        <w:pStyle w:val="BodyText"/>
        <w:pBdr>
          <w:top w:val="single" w:sz="6" w:space="1" w:color="auto"/>
        </w:pBdr>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definition as in</w:t>
      </w:r>
      <w:r>
        <w:t xml:space="preserve"> subclause </w:t>
      </w:r>
      <w:r>
        <w:fldChar w:fldCharType="begin"/>
      </w:r>
      <w:r>
        <w:instrText xml:space="preserve"> REF _Ref128486809 \r \h </w:instrText>
      </w:r>
      <w:r>
        <w:fldChar w:fldCharType="separate"/>
      </w:r>
      <w:r w:rsidR="000F3D09">
        <w:t>6.2.1</w:t>
      </w:r>
      <w:r>
        <w:fldChar w:fldCharType="end"/>
      </w:r>
      <w:r>
        <w:t>.</w:t>
      </w:r>
      <w:r>
        <w:rPr>
          <w:rFonts w:eastAsia="Times New Roman"/>
          <w:lang w:eastAsia="ko-KR"/>
        </w:rPr>
        <w:t xml:space="preserve"> </w:t>
      </w:r>
    </w:p>
    <w:p w14:paraId="03E9189D" w14:textId="0C832F62" w:rsidR="00127906" w:rsidRDefault="00127906" w:rsidP="00127906">
      <w:pPr>
        <w:pStyle w:val="BodyText"/>
        <w:spacing w:after="220"/>
      </w:pPr>
      <w:r w:rsidRPr="002D5092">
        <w:rPr>
          <w:rFonts w:eastAsia="Times New Roman"/>
          <w:lang w:eastAsia="ko-KR"/>
        </w:rPr>
        <w:t xml:space="preserve">The </w:t>
      </w:r>
      <w:r w:rsidR="005B40D1" w:rsidRPr="002D5092">
        <w:rPr>
          <w:rFonts w:eastAsia="Times New Roman"/>
          <w:i/>
          <w:iCs/>
          <w:lang w:eastAsia="ko-KR"/>
        </w:rPr>
        <w:t>parameter_</w:t>
      </w:r>
      <w:r w:rsidRPr="002D5092">
        <w:rPr>
          <w:rFonts w:eastAsia="Times New Roman"/>
          <w:i/>
          <w:iCs/>
          <w:lang w:eastAsia="ko-KR"/>
        </w:rPr>
        <w:t>list</w:t>
      </w:r>
      <w:r w:rsidRPr="002D5092">
        <w:rPr>
          <w:rFonts w:eastAsia="Times New Roman"/>
          <w:lang w:eastAsia="ko-KR"/>
        </w:rPr>
        <w:t xml:space="preserve"> is a list of </w:t>
      </w:r>
      <w:r w:rsidRPr="002D5092">
        <w:rPr>
          <w:rStyle w:val="SDLmetaKeyword"/>
          <w:rFonts w:eastAsia="Times New Roman"/>
          <w:lang w:eastAsia="ko-KR"/>
        </w:rPr>
        <w:t>type</w:t>
      </w:r>
      <w:r w:rsidRPr="002D5092">
        <w:rPr>
          <w:rFonts w:eastAsia="Times New Roman"/>
          <w:lang w:eastAsia="ko-KR"/>
        </w:rPr>
        <w:t xml:space="preserve"> </w:t>
      </w:r>
      <w:r w:rsidR="00401D6E" w:rsidRPr="002D5092">
        <w:rPr>
          <w:rFonts w:eastAsia="Times New Roman"/>
          <w:lang w:eastAsia="ko-KR"/>
        </w:rPr>
        <w:t xml:space="preserve">or </w:t>
      </w:r>
      <w:r w:rsidR="00401D6E" w:rsidRPr="002D5092">
        <w:rPr>
          <w:rFonts w:ascii="Courier New" w:eastAsia="Times New Roman" w:hAnsi="Courier New" w:cs="Courier New"/>
          <w:b/>
          <w:bCs/>
          <w:lang w:eastAsia="ko-KR"/>
        </w:rPr>
        <w:t>class</w:t>
      </w:r>
      <w:r w:rsidR="00401D6E" w:rsidRPr="002D5092">
        <w:rPr>
          <w:rFonts w:eastAsia="Times New Roman"/>
          <w:lang w:eastAsia="ko-KR"/>
        </w:rPr>
        <w:t xml:space="preserve"> </w:t>
      </w:r>
      <w:r w:rsidR="00DB7FEC" w:rsidRPr="002D5092">
        <w:rPr>
          <w:rFonts w:eastAsia="Times New Roman"/>
          <w:lang w:eastAsia="ko-KR"/>
        </w:rPr>
        <w:t xml:space="preserve">identifiers </w:t>
      </w:r>
      <w:r w:rsidRPr="002D5092">
        <w:rPr>
          <w:rFonts w:eastAsia="Times New Roman"/>
          <w:lang w:eastAsia="ko-KR"/>
        </w:rPr>
        <w:t xml:space="preserve">and variable </w:t>
      </w:r>
      <w:r w:rsidR="00DB7FEC" w:rsidRPr="002D5092">
        <w:rPr>
          <w:rFonts w:eastAsia="Times New Roman"/>
          <w:lang w:eastAsia="ko-KR"/>
        </w:rPr>
        <w:t xml:space="preserve">identifier </w:t>
      </w:r>
      <w:r w:rsidRPr="002D5092">
        <w:rPr>
          <w:rFonts w:eastAsia="Times New Roman"/>
          <w:lang w:eastAsia="ko-KR"/>
        </w:rPr>
        <w:t xml:space="preserve">pairs separated by commas. </w:t>
      </w:r>
      <w:r w:rsidR="00741B62" w:rsidRPr="002D5092">
        <w:t xml:space="preserve">Usage of a </w:t>
      </w:r>
      <w:r w:rsidR="00741B62" w:rsidRPr="002D5092">
        <w:rPr>
          <w:rFonts w:ascii="Courier New" w:hAnsi="Courier New" w:cs="Courier New"/>
          <w:b/>
          <w:bCs/>
          <w:i/>
          <w:iCs/>
        </w:rPr>
        <w:t>string_type</w:t>
      </w:r>
      <w:r w:rsidR="00741B62" w:rsidRPr="002D5092">
        <w:t xml:space="preserve"> in a </w:t>
      </w:r>
      <w:r w:rsidR="00741B62" w:rsidRPr="002D5092">
        <w:rPr>
          <w:i/>
          <w:iCs/>
        </w:rPr>
        <w:t>parameter_list</w:t>
      </w:r>
      <w:r w:rsidR="00741B62" w:rsidRPr="002D5092">
        <w:t xml:space="preserve"> is not supported. </w:t>
      </w:r>
      <w:r w:rsidR="002D5092" w:rsidRPr="002D5092">
        <w:t xml:space="preserve">The value of any parsable variable </w:t>
      </w:r>
      <w:r w:rsidR="00286737" w:rsidRPr="002D5092">
        <w:t>or non-</w:t>
      </w:r>
      <w:r w:rsidR="002D5092" w:rsidRPr="002D5092">
        <w:t xml:space="preserve">parsable </w:t>
      </w:r>
      <w:r w:rsidR="00286737" w:rsidRPr="002D5092">
        <w:t xml:space="preserve">variable </w:t>
      </w:r>
      <w:r w:rsidR="002D5092" w:rsidRPr="002D5092">
        <w:t xml:space="preserve">(defined in </w:t>
      </w:r>
      <w:r w:rsidR="002D5092">
        <w:fldChar w:fldCharType="begin"/>
      </w:r>
      <w:r w:rsidR="002D5092">
        <w:instrText xml:space="preserve"> REF _Ref150458683 \r \h </w:instrText>
      </w:r>
      <w:r w:rsidR="002D5092">
        <w:fldChar w:fldCharType="separate"/>
      </w:r>
      <w:r w:rsidR="002D5092">
        <w:t>8</w:t>
      </w:r>
      <w:r w:rsidR="002D5092">
        <w:fldChar w:fldCharType="end"/>
      </w:r>
      <w:r w:rsidR="002D5092" w:rsidRPr="002D5092">
        <w:t xml:space="preserve">) </w:t>
      </w:r>
      <w:r w:rsidR="00286737" w:rsidRPr="002D5092">
        <w:t>accessible within the current scope, can be passed as a parameter.</w:t>
      </w:r>
      <w:r w:rsidR="00FE1F50">
        <w:t xml:space="preserve"> </w:t>
      </w:r>
    </w:p>
    <w:p w14:paraId="3686A9F0" w14:textId="21BF61C7" w:rsidR="00A620EF" w:rsidRPr="00E56598" w:rsidRDefault="00A620EF" w:rsidP="00E56598">
      <w:pPr>
        <w:pStyle w:val="NormalWeb"/>
      </w:pPr>
      <w:r w:rsidRPr="00A620EF">
        <w:rPr>
          <w:highlight w:val="yellow"/>
        </w:rPr>
        <w:lastRenderedPageBreak/>
        <w:t xml:space="preserve">[Editor’s note: Use of string_type in a parameter list is not necessarily required to support existing constructs such as </w:t>
      </w:r>
      <w:r w:rsidRPr="00E56598">
        <w:rPr>
          <w:rFonts w:ascii="Courier" w:hAnsi="Courier" w:cs="Courier"/>
          <w:sz w:val="22"/>
          <w:szCs w:val="22"/>
          <w:highlight w:val="yellow"/>
        </w:rPr>
        <w:t>class FileTypeBox extends Box('ftyp')</w:t>
      </w:r>
      <w:r w:rsidRPr="00E56598">
        <w:rPr>
          <w:rFonts w:ascii="Cambria" w:hAnsi="Cambria" w:cs="Courier"/>
          <w:sz w:val="22"/>
          <w:szCs w:val="22"/>
          <w:highlight w:val="yellow"/>
        </w:rPr>
        <w:t>as long as value coercion is discussed</w:t>
      </w:r>
      <w:r w:rsidRPr="00A620EF">
        <w:rPr>
          <w:highlight w:val="yellow"/>
        </w:rPr>
        <w:t>]</w:t>
      </w:r>
    </w:p>
    <w:p w14:paraId="2061E434" w14:textId="1FBD7B66" w:rsidR="00127906" w:rsidRDefault="00127906" w:rsidP="00127906">
      <w:pPr>
        <w:pStyle w:val="BodyText"/>
        <w:spacing w:after="220"/>
        <w:rPr>
          <w:rFonts w:eastAsia="Times New Roman"/>
          <w:lang w:eastAsia="ko-KR"/>
        </w:rPr>
      </w:pPr>
      <w:r w:rsidRPr="00282F49">
        <w:rPr>
          <w:rFonts w:eastAsia="Times New Roman"/>
          <w:lang w:eastAsia="ko-KR"/>
        </w:rPr>
        <w:t xml:space="preserve">A </w:t>
      </w:r>
      <w:r w:rsidR="00DA02BD">
        <w:rPr>
          <w:rFonts w:eastAsia="Times New Roman"/>
          <w:lang w:eastAsia="ko-KR"/>
        </w:rPr>
        <w:t xml:space="preserve">class </w:t>
      </w:r>
      <w:r w:rsidRPr="00282F49">
        <w:rPr>
          <w:rFonts w:eastAsia="Times New Roman"/>
          <w:lang w:eastAsia="ko-KR"/>
        </w:rPr>
        <w:t xml:space="preserve">that uses parameter types is dependent on the </w:t>
      </w:r>
      <w:r w:rsidR="00E46ADD">
        <w:rPr>
          <w:rFonts w:eastAsia="Times New Roman"/>
          <w:lang w:eastAsia="ko-KR"/>
        </w:rPr>
        <w:t>values</w:t>
      </w:r>
      <w:r w:rsidR="00E46ADD" w:rsidRPr="00282F49">
        <w:rPr>
          <w:rFonts w:eastAsia="Times New Roman"/>
          <w:lang w:eastAsia="ko-KR"/>
        </w:rPr>
        <w:t xml:space="preserve"> </w:t>
      </w:r>
      <w:r w:rsidRPr="00282F49">
        <w:rPr>
          <w:rFonts w:eastAsia="Times New Roman"/>
          <w:lang w:eastAsia="ko-KR"/>
        </w:rPr>
        <w:t xml:space="preserve">in its parameter list. When </w:t>
      </w:r>
      <w:r w:rsidR="003C04D6">
        <w:rPr>
          <w:rFonts w:eastAsia="Times New Roman"/>
          <w:lang w:eastAsia="ko-KR"/>
        </w:rPr>
        <w:t>populating the member values</w:t>
      </w:r>
      <w:r w:rsidR="003C04D6" w:rsidRPr="00282F49">
        <w:rPr>
          <w:rFonts w:eastAsia="Times New Roman"/>
          <w:lang w:eastAsia="ko-KR"/>
        </w:rPr>
        <w:t xml:space="preserve"> </w:t>
      </w:r>
      <w:r w:rsidR="003C04D6">
        <w:rPr>
          <w:rFonts w:eastAsia="Times New Roman"/>
          <w:lang w:eastAsia="ko-KR"/>
        </w:rPr>
        <w:t xml:space="preserve">of </w:t>
      </w:r>
      <w:r w:rsidRPr="00282F49">
        <w:rPr>
          <w:rFonts w:eastAsia="Times New Roman"/>
          <w:lang w:eastAsia="ko-KR"/>
        </w:rPr>
        <w:t xml:space="preserve">such a </w:t>
      </w:r>
      <w:r w:rsidR="00DA02BD">
        <w:rPr>
          <w:rFonts w:eastAsia="Times New Roman"/>
          <w:lang w:eastAsia="ko-KR"/>
        </w:rPr>
        <w:t>class</w:t>
      </w:r>
      <w:r w:rsidRPr="00282F49">
        <w:rPr>
          <w:rFonts w:eastAsia="Times New Roman"/>
          <w:lang w:eastAsia="ko-KR"/>
        </w:rPr>
        <w:t xml:space="preserve">, the parameters </w:t>
      </w:r>
      <w:r w:rsidR="00547509">
        <w:rPr>
          <w:rFonts w:eastAsia="Times New Roman"/>
          <w:lang w:eastAsia="ko-KR"/>
        </w:rPr>
        <w:t>must</w:t>
      </w:r>
      <w:r w:rsidRPr="00282F49">
        <w:rPr>
          <w:rFonts w:eastAsia="Times New Roman"/>
          <w:lang w:eastAsia="ko-KR"/>
        </w:rPr>
        <w:t xml:space="preserve"> be</w:t>
      </w:r>
      <w:r w:rsidR="003C04D6">
        <w:rPr>
          <w:rFonts w:eastAsia="Times New Roman"/>
          <w:lang w:eastAsia="ko-KR"/>
        </w:rPr>
        <w:t xml:space="preserve"> already be populated</w:t>
      </w:r>
      <w:r w:rsidRPr="00282F49">
        <w:rPr>
          <w:rFonts w:eastAsia="Times New Roman"/>
          <w:lang w:eastAsia="ko-KR"/>
        </w:rPr>
        <w:t xml:space="preserve"> </w:t>
      </w:r>
      <w:r w:rsidR="003C04D6">
        <w:rPr>
          <w:rFonts w:eastAsia="Times New Roman"/>
          <w:lang w:eastAsia="ko-KR"/>
        </w:rPr>
        <w:t>with values</w:t>
      </w:r>
      <w:r w:rsidRPr="00282F49">
        <w:rPr>
          <w:rFonts w:eastAsia="Times New Roman"/>
          <w:lang w:eastAsia="ko-KR"/>
        </w:rPr>
        <w:t>.</w:t>
      </w:r>
    </w:p>
    <w:p w14:paraId="667C55F6" w14:textId="77777777" w:rsidR="00127906" w:rsidRPr="00F84023" w:rsidRDefault="00127906" w:rsidP="00F84023">
      <w:pPr>
        <w:pStyle w:val="Example"/>
      </w:pPr>
      <w:r w:rsidRPr="00F84023">
        <w:t xml:space="preserve">EXAMPLE </w:t>
      </w:r>
      <w:r w:rsidRPr="00F84023">
        <w:sym w:font="Symbol" w:char="F0BE"/>
      </w:r>
      <w:r w:rsidRPr="00F84023">
        <w:t xml:space="preserve"> </w:t>
      </w:r>
    </w:p>
    <w:p w14:paraId="4AFAAB9D"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class A {</w:t>
      </w:r>
    </w:p>
    <w:p w14:paraId="59DFC127"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ab/>
        <w:t>unsigned int(4) format;</w:t>
      </w:r>
    </w:p>
    <w:p w14:paraId="7801C989"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w:t>
      </w:r>
    </w:p>
    <w:p w14:paraId="779D7AD6" w14:textId="77777777" w:rsidR="00127906" w:rsidRPr="00282F49" w:rsidRDefault="00127906" w:rsidP="00127906">
      <w:pPr>
        <w:pStyle w:val="SDLCode"/>
        <w:keepNext/>
        <w:rPr>
          <w:rFonts w:eastAsia="Times New Roman" w:cs="Times New Roman"/>
          <w:lang w:val="en-GB"/>
        </w:rPr>
      </w:pPr>
    </w:p>
    <w:p w14:paraId="6F7E5D80"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class B (A a, int i) {</w:t>
      </w:r>
      <w:r w:rsidRPr="00282F49">
        <w:rPr>
          <w:rFonts w:eastAsia="Times New Roman" w:cs="Times New Roman"/>
          <w:lang w:val="en-GB"/>
        </w:rPr>
        <w:tab/>
      </w:r>
      <w:r w:rsidRPr="00282F49">
        <w:rPr>
          <w:rFonts w:eastAsia="Times New Roman" w:cs="Times New Roman"/>
          <w:lang w:val="en-GB"/>
        </w:rPr>
        <w:tab/>
        <w:t>// B uses parameter types</w:t>
      </w:r>
    </w:p>
    <w:p w14:paraId="5DD5D7C8"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ab/>
        <w:t>unsigned int(i) bar;</w:t>
      </w:r>
    </w:p>
    <w:p w14:paraId="4CD697A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if( a.format == SOME_FORMAT ) {</w:t>
      </w:r>
    </w:p>
    <w:p w14:paraId="5F84A5A0" w14:textId="1AC44B8F"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r>
      <w:r w:rsidR="003C04D6">
        <w:rPr>
          <w:rFonts w:eastAsia="Times New Roman" w:cs="Times New Roman"/>
          <w:lang w:val="en-GB"/>
        </w:rPr>
        <w:t>int(10) b;</w:t>
      </w:r>
    </w:p>
    <w:p w14:paraId="7ED2E1A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475CFA0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54EFEA07" w14:textId="77777777" w:rsidR="00127906" w:rsidRPr="00282F49" w:rsidRDefault="00127906" w:rsidP="00127906">
      <w:pPr>
        <w:pStyle w:val="SDLCode"/>
        <w:rPr>
          <w:rFonts w:eastAsia="Times New Roman" w:cs="Times New Roman"/>
          <w:lang w:val="en-GB"/>
        </w:rPr>
      </w:pPr>
    </w:p>
    <w:p w14:paraId="12F1FD71" w14:textId="77777777" w:rsidR="00127906" w:rsidRPr="00282F49" w:rsidRDefault="00127906" w:rsidP="00127906">
      <w:pPr>
        <w:pStyle w:val="SDLCode"/>
        <w:keepNext/>
        <w:keepLines/>
        <w:rPr>
          <w:rFonts w:eastAsia="Times New Roman" w:cs="Times New Roman"/>
          <w:lang w:val="en-GB"/>
        </w:rPr>
      </w:pPr>
      <w:r w:rsidRPr="00282F49">
        <w:rPr>
          <w:rFonts w:eastAsia="Times New Roman" w:cs="Times New Roman"/>
          <w:lang w:val="en-GB"/>
        </w:rPr>
        <w:t>class C {</w:t>
      </w:r>
    </w:p>
    <w:p w14:paraId="689484EE" w14:textId="77777777" w:rsidR="00127906" w:rsidRPr="00282F49" w:rsidRDefault="00127906" w:rsidP="00127906">
      <w:pPr>
        <w:pStyle w:val="SDLCode"/>
        <w:keepNext/>
        <w:keepLines/>
        <w:rPr>
          <w:rFonts w:eastAsia="Times New Roman" w:cs="Times New Roman"/>
          <w:lang w:val="en-GB"/>
        </w:rPr>
      </w:pPr>
      <w:r w:rsidRPr="00282F49">
        <w:rPr>
          <w:rFonts w:eastAsia="Times New Roman" w:cs="Times New Roman"/>
          <w:lang w:val="en-GB"/>
        </w:rPr>
        <w:tab/>
        <w:t>int(2) i;</w:t>
      </w:r>
    </w:p>
    <w:p w14:paraId="24BC9719"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A a;</w:t>
      </w:r>
    </w:p>
    <w:p w14:paraId="71FD5E7D" w14:textId="435540F6"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 xml:space="preserve">B foo(a, </w:t>
      </w:r>
      <w:r w:rsidR="005F4AC6">
        <w:rPr>
          <w:rFonts w:eastAsia="Times New Roman" w:cs="Times New Roman"/>
          <w:lang w:val="en-GB"/>
        </w:rPr>
        <w:t>i</w:t>
      </w:r>
      <w:r w:rsidRPr="00282F49">
        <w:rPr>
          <w:rFonts w:eastAsia="Times New Roman" w:cs="Times New Roman"/>
          <w:lang w:val="en-GB"/>
        </w:rPr>
        <w:t>); // parameter</w:t>
      </w:r>
      <w:r w:rsidR="003C04D6">
        <w:rPr>
          <w:rFonts w:eastAsia="Times New Roman" w:cs="Times New Roman"/>
          <w:lang w:val="en-GB"/>
        </w:rPr>
        <w:t>s with populated value</w:t>
      </w:r>
      <w:r w:rsidRPr="00282F49">
        <w:rPr>
          <w:rFonts w:eastAsia="Times New Roman" w:cs="Times New Roman"/>
          <w:lang w:val="en-GB"/>
        </w:rPr>
        <w:t>s are required</w:t>
      </w:r>
    </w:p>
    <w:p w14:paraId="201EDB65" w14:textId="77777777" w:rsidR="00127906" w:rsidRDefault="00127906" w:rsidP="00127906">
      <w:pPr>
        <w:pStyle w:val="SDLCode"/>
        <w:rPr>
          <w:rFonts w:eastAsia="Times New Roman" w:cs="Times New Roman"/>
          <w:lang w:val="en-GB"/>
        </w:rPr>
      </w:pPr>
      <w:r w:rsidRPr="00282F49">
        <w:rPr>
          <w:rFonts w:eastAsia="Times New Roman" w:cs="Times New Roman"/>
          <w:lang w:val="en-GB"/>
        </w:rPr>
        <w:t>}</w:t>
      </w:r>
    </w:p>
    <w:p w14:paraId="2EB96D81" w14:textId="77777777" w:rsidR="0004687D" w:rsidRDefault="0004687D" w:rsidP="00127906">
      <w:pPr>
        <w:pStyle w:val="SDLCode"/>
        <w:rPr>
          <w:rFonts w:eastAsia="Times New Roman" w:cs="Times New Roman"/>
          <w:lang w:val="en-GB"/>
        </w:rPr>
      </w:pPr>
    </w:p>
    <w:p w14:paraId="3175FC9A" w14:textId="61A2647C" w:rsidR="0004687D" w:rsidRDefault="0004687D" w:rsidP="00127906">
      <w:pPr>
        <w:pStyle w:val="SDLCode"/>
        <w:rPr>
          <w:rFonts w:eastAsia="Times New Roman" w:cs="Times New Roman"/>
          <w:lang w:val="en-GB"/>
        </w:rPr>
      </w:pPr>
      <w:r>
        <w:rPr>
          <w:rFonts w:eastAsia="Times New Roman" w:cs="Times New Roman"/>
          <w:lang w:val="en-GB"/>
        </w:rPr>
        <w:t>C myExample;</w:t>
      </w:r>
    </w:p>
    <w:p w14:paraId="4729CE50" w14:textId="77777777" w:rsidR="0004687D" w:rsidRPr="00282F49" w:rsidRDefault="0004687D" w:rsidP="00127906">
      <w:pPr>
        <w:pStyle w:val="SDLCode"/>
        <w:rPr>
          <w:rFonts w:eastAsia="Times New Roman" w:cs="Times New Roman"/>
          <w:lang w:val="en-GB"/>
        </w:rPr>
      </w:pPr>
    </w:p>
    <w:p w14:paraId="15A5547C" w14:textId="28C26FBD" w:rsidR="0004687D" w:rsidRDefault="0004687D" w:rsidP="0004687D">
      <w:pPr>
        <w:autoSpaceDE w:val="0"/>
        <w:autoSpaceDN w:val="0"/>
        <w:adjustRightInd w:val="0"/>
        <w:jc w:val="left"/>
      </w:pPr>
      <w:r w:rsidRPr="008F4E31">
        <w:rPr>
          <w:highlight w:val="yellow"/>
        </w:rPr>
        <w:t>[Editor’s note: An example bitstream for this would be:]</w:t>
      </w:r>
    </w:p>
    <w:p w14:paraId="5961002F" w14:textId="4995336B" w:rsidR="003541B3" w:rsidRPr="0052676F" w:rsidRDefault="003541B3" w:rsidP="0004687D">
      <w:pPr>
        <w:autoSpaceDE w:val="0"/>
        <w:autoSpaceDN w:val="0"/>
        <w:adjustRightInd w:val="0"/>
        <w:jc w:val="left"/>
      </w:pPr>
      <w:r w:rsidRPr="008F4E31">
        <w:rPr>
          <w:highlight w:val="yellow"/>
        </w:rPr>
        <w:t xml:space="preserve">[Editor’s note: </w:t>
      </w:r>
      <w:r>
        <w:rPr>
          <w:highlight w:val="yellow"/>
        </w:rPr>
        <w:t xml:space="preserve">Also provide example definition which uses parameter list values in the base class of the extended class definition e.g. </w:t>
      </w:r>
      <w:r w:rsidRPr="00626302">
        <w:rPr>
          <w:rFonts w:ascii="Courier" w:hAnsi="Courier" w:cs="Courier"/>
          <w:highlight w:val="yellow"/>
        </w:rPr>
        <w:t>class FileTypeBox extends Box('ftyp')</w:t>
      </w:r>
      <w:r w:rsidRPr="008F4E31">
        <w:rPr>
          <w:highlight w:val="yellow"/>
        </w:rPr>
        <w:t>]</w:t>
      </w:r>
    </w:p>
    <w:p w14:paraId="5AD38071" w14:textId="77777777" w:rsidR="00127906" w:rsidRPr="00282F49" w:rsidRDefault="00127906" w:rsidP="00127906">
      <w:pPr>
        <w:pStyle w:val="SDLCode"/>
        <w:rPr>
          <w:rFonts w:eastAsia="Times New Roman" w:cs="Times New Roman"/>
          <w:lang w:val="en-GB"/>
        </w:rPr>
      </w:pPr>
    </w:p>
    <w:p w14:paraId="7EF34537" w14:textId="611C67EC" w:rsidR="00127906" w:rsidRDefault="00127906" w:rsidP="009D2AF6">
      <w:pPr>
        <w:pStyle w:val="Heading2"/>
      </w:pPr>
      <w:bookmarkStart w:id="153" w:name="_Toc150443139"/>
      <w:bookmarkStart w:id="154" w:name="_Ref150459000"/>
      <w:r w:rsidRPr="006D1923">
        <w:t>Arrays</w:t>
      </w:r>
      <w:bookmarkEnd w:id="153"/>
      <w:bookmarkEnd w:id="154"/>
    </w:p>
    <w:p w14:paraId="50BE1900" w14:textId="33FE2F6F" w:rsidR="005136DE" w:rsidRPr="005136DE" w:rsidRDefault="005136DE" w:rsidP="00E56598">
      <w:pPr>
        <w:pStyle w:val="Heading3"/>
      </w:pPr>
      <w:bookmarkStart w:id="155" w:name="_Toc150443140"/>
      <w:r>
        <w:t>General</w:t>
      </w:r>
      <w:bookmarkEnd w:id="155"/>
    </w:p>
    <w:p w14:paraId="55B34AD6" w14:textId="4333C5C1"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Arrays are defined using square brackets. The array declaration is applicable to both elementary </w:t>
      </w:r>
      <w:r w:rsidR="007A21A3">
        <w:rPr>
          <w:rFonts w:eastAsia="Times New Roman"/>
          <w:lang w:eastAsia="ko-KR"/>
        </w:rPr>
        <w:t>types and classes</w:t>
      </w:r>
      <w:r w:rsidRPr="00282F49">
        <w:rPr>
          <w:rFonts w:eastAsia="Times New Roman"/>
          <w:lang w:eastAsia="ko-KR"/>
        </w:rPr>
        <w:t>.</w:t>
      </w:r>
    </w:p>
    <w:p w14:paraId="5A4AD752" w14:textId="77777777"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A.1: Arrays</w:t>
      </w:r>
    </w:p>
    <w:p w14:paraId="04334DFE" w14:textId="25C66864" w:rsidR="00127906" w:rsidRPr="006D1923" w:rsidRDefault="00A117F3" w:rsidP="00064445">
      <w:pPr>
        <w:pStyle w:val="List3"/>
        <w:keepNext/>
        <w:keepLines/>
        <w:rPr>
          <w:rFonts w:eastAsia="Times New Roman"/>
        </w:rPr>
      </w:pPr>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C472DC">
        <w:rPr>
          <w:rStyle w:val="SDLattribute"/>
        </w:rPr>
        <w:t>modifier</w:t>
      </w:r>
      <w:r>
        <w:rPr>
          <w:rStyle w:val="SDLkeyword"/>
          <w:rFonts w:eastAsia="Times New Roman"/>
        </w:rPr>
        <w:t>)</w:t>
      </w:r>
      <w:r w:rsidRPr="00C73BB5">
        <w:rPr>
          <w:rFonts w:ascii="Courier New" w:eastAsia="Times New Roman" w:hAnsi="Courier New" w:cs="Courier New"/>
        </w:rPr>
        <w:t>]]</w:t>
      </w:r>
      <w:r w:rsidRPr="006D1923">
        <w:rPr>
          <w:rFonts w:eastAsia="Times New Roman"/>
        </w:rPr>
        <w:t xml:space="preserve"> </w:t>
      </w:r>
      <w:r w:rsidR="00127906" w:rsidRPr="00C73BB5">
        <w:rPr>
          <w:rStyle w:val="SDLkeyword"/>
          <w:rFonts w:eastAsia="Times New Roman"/>
          <w:i/>
          <w:iCs/>
        </w:rPr>
        <w:t>typespec</w:t>
      </w:r>
      <w:r w:rsidR="00127906" w:rsidRPr="006D1923">
        <w:rPr>
          <w:rFonts w:eastAsia="Times New Roman"/>
        </w:rPr>
        <w:t xml:space="preserve"> </w:t>
      </w:r>
      <w:r w:rsidR="00DB7FEC">
        <w:rPr>
          <w:rStyle w:val="SDLattribute"/>
          <w:rFonts w:eastAsia="Times New Roman"/>
        </w:rPr>
        <w:t>array_identifier</w:t>
      </w:r>
      <w:r w:rsidR="00DB7FEC" w:rsidRPr="006D1923">
        <w:rPr>
          <w:rFonts w:eastAsia="Times New Roman"/>
        </w:rPr>
        <w:t xml:space="preserve"> </w:t>
      </w:r>
      <w:r w:rsidR="00127906" w:rsidRPr="006D1923">
        <w:rPr>
          <w:rStyle w:val="SDLkeyword"/>
          <w:rFonts w:eastAsia="Times New Roman"/>
        </w:rPr>
        <w:t>[</w:t>
      </w:r>
      <w:r w:rsidR="00127906" w:rsidRPr="006D1923">
        <w:rPr>
          <w:rStyle w:val="SDLattribute"/>
          <w:rFonts w:eastAsia="Times New Roman"/>
        </w:rPr>
        <w:t>length</w:t>
      </w:r>
      <w:r w:rsidR="00127906" w:rsidRPr="006D1923">
        <w:rPr>
          <w:rStyle w:val="SDLkeyword"/>
          <w:rFonts w:eastAsia="Times New Roman"/>
        </w:rPr>
        <w:t>]</w:t>
      </w:r>
      <w:r w:rsidR="00127906" w:rsidRPr="00C73BB5">
        <w:rPr>
          <w:rFonts w:ascii="Courier New" w:eastAsia="Times New Roman" w:hAnsi="Courier New" w:cs="Courier New"/>
          <w:b/>
          <w:bCs/>
        </w:rPr>
        <w:t>;</w:t>
      </w:r>
    </w:p>
    <w:p w14:paraId="3F43BDA6" w14:textId="79C72F68" w:rsidR="00127906" w:rsidRPr="00282F49" w:rsidRDefault="00127906" w:rsidP="00127906">
      <w:pPr>
        <w:pStyle w:val="BodyText"/>
        <w:pBdr>
          <w:top w:val="single" w:sz="6" w:space="1" w:color="auto"/>
        </w:pBdr>
        <w:spacing w:after="220"/>
        <w:rPr>
          <w:rFonts w:eastAsia="Times New Roman"/>
          <w:lang w:eastAsia="ko-KR"/>
        </w:rPr>
      </w:pPr>
    </w:p>
    <w:p w14:paraId="24CF61DF" w14:textId="08B40312" w:rsidR="00127906" w:rsidRDefault="00127906" w:rsidP="00127906">
      <w:pPr>
        <w:pStyle w:val="BodyText"/>
        <w:spacing w:after="220"/>
        <w:rPr>
          <w:rFonts w:eastAsia="Times New Roman"/>
          <w:lang w:eastAsia="ko-KR"/>
        </w:rPr>
      </w:pPr>
      <w:r w:rsidRPr="00C73BB5">
        <w:rPr>
          <w:rStyle w:val="SDLkeyword"/>
          <w:rFonts w:eastAsia="Times New Roman"/>
          <w:i/>
          <w:iCs/>
          <w:lang w:eastAsia="ko-KR"/>
        </w:rPr>
        <w:t>typespec</w:t>
      </w:r>
      <w:r w:rsidRPr="00282F49">
        <w:rPr>
          <w:rFonts w:eastAsia="Times New Roman"/>
          <w:lang w:eastAsia="ko-KR"/>
        </w:rPr>
        <w:t xml:space="preserve"> is a</w:t>
      </w:r>
      <w:r w:rsidR="0089684E">
        <w:rPr>
          <w:rFonts w:eastAsia="Times New Roman"/>
          <w:lang w:eastAsia="ko-KR"/>
        </w:rPr>
        <w:t xml:space="preserve"> parsable </w:t>
      </w:r>
      <w:r w:rsidRPr="00282F49">
        <w:rPr>
          <w:rStyle w:val="SDLmetaKeyword"/>
          <w:rFonts w:eastAsia="Times New Roman"/>
          <w:lang w:eastAsia="ko-KR"/>
        </w:rPr>
        <w:t>type</w:t>
      </w:r>
      <w:r w:rsidRPr="00282F49">
        <w:rPr>
          <w:rFonts w:eastAsia="Times New Roman"/>
          <w:lang w:eastAsia="ko-KR"/>
        </w:rPr>
        <w:t xml:space="preserve"> specification (</w:t>
      </w:r>
      <w:r w:rsidR="00A774F4">
        <w:rPr>
          <w:rFonts w:eastAsia="Times New Roman"/>
          <w:lang w:eastAsia="ko-KR"/>
        </w:rPr>
        <w:t xml:space="preserve">e.g., </w:t>
      </w:r>
      <w:r w:rsidR="00ED4709">
        <w:rPr>
          <w:rFonts w:eastAsia="Times New Roman"/>
          <w:lang w:eastAsia="ko-KR"/>
        </w:rPr>
        <w:t>a</w:t>
      </w:r>
      <w:r w:rsidR="0089684E" w:rsidRPr="00E56598">
        <w:rPr>
          <w:rFonts w:eastAsia="Times New Roman"/>
          <w:lang w:eastAsia="ko-KR"/>
        </w:rPr>
        <w:t>n elementary type</w:t>
      </w:r>
      <w:r w:rsidR="0089684E">
        <w:rPr>
          <w:rFonts w:eastAsia="Times New Roman"/>
          <w:b/>
          <w:bCs/>
          <w:lang w:eastAsia="ko-KR"/>
        </w:rPr>
        <w:t xml:space="preserve"> </w:t>
      </w:r>
      <w:r w:rsidR="0089684E">
        <w:rPr>
          <w:rFonts w:eastAsia="Times New Roman"/>
          <w:lang w:eastAsia="ko-KR"/>
        </w:rPr>
        <w:t xml:space="preserve">with a </w:t>
      </w:r>
      <w:r w:rsidR="0089684E" w:rsidRPr="00E56598">
        <w:rPr>
          <w:rFonts w:eastAsia="Times New Roman"/>
          <w:i/>
          <w:iCs/>
          <w:lang w:eastAsia="ko-KR"/>
        </w:rPr>
        <w:t>length</w:t>
      </w:r>
      <w:r w:rsidR="0089684E">
        <w:rPr>
          <w:rFonts w:eastAsia="Times New Roman"/>
          <w:lang w:eastAsia="ko-KR"/>
        </w:rPr>
        <w:t xml:space="preserve"> attribute</w:t>
      </w:r>
      <w:r w:rsidRPr="00282F49">
        <w:rPr>
          <w:rFonts w:eastAsia="Times New Roman"/>
          <w:lang w:eastAsia="ko-KR"/>
        </w:rPr>
        <w:t xml:space="preserve">, e.g. </w:t>
      </w:r>
      <w:r w:rsidRPr="00C73BB5">
        <w:rPr>
          <w:rFonts w:eastAsia="Times New Roman"/>
          <w:b/>
          <w:bCs/>
          <w:lang w:eastAsia="ko-KR"/>
        </w:rPr>
        <w:t>‘</w:t>
      </w:r>
      <w:r w:rsidRPr="00C73BB5">
        <w:rPr>
          <w:rStyle w:val="SDLkeyword"/>
          <w:rFonts w:eastAsia="Times New Roman"/>
          <w:b w:val="0"/>
          <w:lang w:eastAsia="ko-KR"/>
        </w:rPr>
        <w:t>int(</w:t>
      </w:r>
      <w:r w:rsidRPr="00C73BB5">
        <w:rPr>
          <w:rFonts w:ascii="Courier New" w:eastAsia="Times New Roman" w:hAnsi="Courier New" w:cs="Courier New"/>
          <w:lang w:eastAsia="ko-KR"/>
        </w:rPr>
        <w:t>2</w:t>
      </w:r>
      <w:r w:rsidRPr="00C73BB5">
        <w:rPr>
          <w:rStyle w:val="SDLkeyword"/>
          <w:rFonts w:eastAsia="Times New Roman"/>
          <w:b w:val="0"/>
          <w:lang w:eastAsia="ko-KR"/>
        </w:rPr>
        <w:t>)</w:t>
      </w:r>
      <w:r w:rsidRPr="00C73BB5">
        <w:rPr>
          <w:rFonts w:eastAsia="Times New Roman"/>
          <w:b/>
          <w:bCs/>
          <w:lang w:eastAsia="ko-KR"/>
        </w:rPr>
        <w:t>’</w:t>
      </w:r>
      <w:r w:rsidRPr="00282F49">
        <w:rPr>
          <w:rFonts w:eastAsia="Times New Roman"/>
          <w:lang w:eastAsia="ko-KR"/>
        </w:rPr>
        <w:t>)</w:t>
      </w:r>
      <w:r w:rsidR="00A774F4">
        <w:rPr>
          <w:rFonts w:eastAsia="Times New Roman"/>
          <w:lang w:eastAsia="ko-KR"/>
        </w:rPr>
        <w:t xml:space="preserve"> or a </w:t>
      </w:r>
      <w:r w:rsidR="001F6598" w:rsidRPr="00E56598">
        <w:rPr>
          <w:rFonts w:ascii="Courier New" w:hAnsi="Courier New" w:cs="Courier New"/>
          <w:b/>
          <w:bCs/>
        </w:rPr>
        <w:t>class</w:t>
      </w:r>
      <w:r w:rsidR="00623BDA">
        <w:t xml:space="preserve"> </w:t>
      </w:r>
      <w:r w:rsidR="00DB7FEC">
        <w:t>identifier</w:t>
      </w:r>
      <w:r w:rsidRPr="00282F49">
        <w:rPr>
          <w:rFonts w:eastAsia="Times New Roman"/>
          <w:lang w:eastAsia="ko-KR"/>
        </w:rPr>
        <w:t xml:space="preserve">. The attribute </w:t>
      </w:r>
      <w:r w:rsidRPr="00282F49">
        <w:rPr>
          <w:rStyle w:val="SDLattribute"/>
          <w:rFonts w:eastAsia="Times New Roman"/>
          <w:lang w:eastAsia="ko-KR"/>
        </w:rPr>
        <w:t>length</w:t>
      </w:r>
      <w:r w:rsidRPr="00282F49">
        <w:rPr>
          <w:rFonts w:eastAsia="Times New Roman"/>
          <w:lang w:eastAsia="ko-KR"/>
        </w:rPr>
        <w:t xml:space="preserve"> </w:t>
      </w:r>
      <w:r w:rsidR="00DB7FEC">
        <w:rPr>
          <w:rFonts w:eastAsia="Times New Roman"/>
          <w:lang w:eastAsia="ko-KR"/>
        </w:rPr>
        <w:t>specifies the capacity</w:t>
      </w:r>
      <w:r w:rsidR="00DB7FEC" w:rsidRPr="00282F49">
        <w:rPr>
          <w:rFonts w:eastAsia="Times New Roman"/>
          <w:lang w:eastAsia="ko-KR"/>
        </w:rPr>
        <w:t xml:space="preserve"> </w:t>
      </w:r>
      <w:r w:rsidR="00DB7FEC">
        <w:rPr>
          <w:rFonts w:eastAsia="Times New Roman"/>
          <w:lang w:eastAsia="ko-KR"/>
        </w:rPr>
        <w:t>of the array</w:t>
      </w:r>
      <w:r w:rsidRPr="00282F49">
        <w:rPr>
          <w:rFonts w:eastAsia="Times New Roman"/>
          <w:lang w:eastAsia="ko-KR"/>
        </w:rPr>
        <w:t>.</w:t>
      </w:r>
      <w:r w:rsidR="00A774F4">
        <w:rPr>
          <w:rFonts w:eastAsia="Times New Roman"/>
          <w:lang w:eastAsia="ko-KR"/>
        </w:rPr>
        <w:t xml:space="preserve"> </w:t>
      </w:r>
      <w:r w:rsidR="00A774F4" w:rsidRPr="00282F49">
        <w:rPr>
          <w:rFonts w:eastAsia="Times New Roman"/>
          <w:lang w:eastAsia="ko-KR"/>
        </w:rPr>
        <w:t xml:space="preserve">The </w:t>
      </w:r>
      <w:r w:rsidR="001B132D" w:rsidRPr="00282F49">
        <w:rPr>
          <w:rStyle w:val="SDLattribute"/>
          <w:rFonts w:eastAsia="Times New Roman"/>
          <w:lang w:eastAsia="ko-KR"/>
        </w:rPr>
        <w:t>length</w:t>
      </w:r>
      <w:r w:rsidR="001B132D" w:rsidRPr="00282F49">
        <w:rPr>
          <w:rFonts w:eastAsia="Times New Roman"/>
          <w:lang w:eastAsia="ko-KR"/>
        </w:rPr>
        <w:t xml:space="preserve"> </w:t>
      </w:r>
      <w:r w:rsidR="001B132D">
        <w:rPr>
          <w:rFonts w:eastAsia="Times New Roman"/>
          <w:lang w:eastAsia="ko-KR"/>
        </w:rPr>
        <w:t xml:space="preserve">value </w:t>
      </w:r>
      <w:r w:rsidR="00A774F4" w:rsidRPr="00282F49">
        <w:rPr>
          <w:rFonts w:eastAsia="Times New Roman"/>
          <w:lang w:eastAsia="ko-KR"/>
        </w:rPr>
        <w:t>can depend on other bitstream values or expressions that involve such values.</w:t>
      </w:r>
    </w:p>
    <w:p w14:paraId="5C4F747D" w14:textId="77777777" w:rsidR="00E13BCE" w:rsidRPr="00282F49" w:rsidRDefault="00E13BCE" w:rsidP="00E13BCE">
      <w:pPr>
        <w:pStyle w:val="BodyText"/>
        <w:spacing w:after="220"/>
        <w:rPr>
          <w:rFonts w:eastAsia="Times New Roman"/>
          <w:lang w:eastAsia="ko-KR"/>
        </w:rPr>
      </w:pPr>
      <w:r>
        <w:rPr>
          <w:rFonts w:eastAsia="Times New Roman"/>
          <w:lang w:eastAsia="ko-KR"/>
        </w:rPr>
        <w:t xml:space="preserve">In the following example </w:t>
      </w:r>
      <w:r w:rsidRPr="001F6CCB">
        <w:rPr>
          <w:rFonts w:eastAsia="Times New Roman"/>
          <w:lang w:eastAsia="ko-KR"/>
        </w:rPr>
        <w:t>‘</w:t>
      </w:r>
      <w:r w:rsidRPr="00C472DC">
        <w:rPr>
          <w:rStyle w:val="codeChar"/>
        </w:rPr>
        <w:t>a</w:t>
      </w:r>
      <w:r w:rsidRPr="001F6CCB">
        <w:rPr>
          <w:rFonts w:eastAsia="Times New Roman"/>
          <w:lang w:eastAsia="ko-KR"/>
        </w:rPr>
        <w:t>’ is an array of 5 elements, each of which is represented using 4 bits in the bitstream and interpreted as an unsigned integer</w:t>
      </w:r>
      <w:r>
        <w:rPr>
          <w:rFonts w:eastAsia="Times New Roman"/>
          <w:lang w:eastAsia="ko-KR"/>
        </w:rPr>
        <w:t>:</w:t>
      </w:r>
    </w:p>
    <w:p w14:paraId="42EA7650" w14:textId="77777777" w:rsidR="00127906" w:rsidRPr="00F84023" w:rsidRDefault="00127906" w:rsidP="00F84023">
      <w:pPr>
        <w:pStyle w:val="Example"/>
      </w:pPr>
      <w:r w:rsidRPr="00F84023">
        <w:t xml:space="preserve">EXAMPLE </w:t>
      </w:r>
      <w:r w:rsidRPr="00F84023">
        <w:sym w:font="Symbol" w:char="F0BE"/>
      </w:r>
      <w:r w:rsidRPr="00F84023">
        <w:t xml:space="preserve"> </w:t>
      </w:r>
    </w:p>
    <w:p w14:paraId="787AD0BA" w14:textId="16044876" w:rsidR="0004687D" w:rsidRPr="00282F49" w:rsidRDefault="00127906" w:rsidP="00127906">
      <w:pPr>
        <w:pStyle w:val="SDLCode"/>
        <w:rPr>
          <w:rFonts w:eastAsia="Times New Roman" w:cs="Times New Roman"/>
          <w:lang w:val="en-GB"/>
        </w:rPr>
      </w:pPr>
      <w:r w:rsidRPr="00282F49">
        <w:rPr>
          <w:rFonts w:eastAsia="Times New Roman" w:cs="Times New Roman"/>
          <w:lang w:val="en-GB"/>
        </w:rPr>
        <w:t>unsigned int(4) a[5];</w:t>
      </w:r>
    </w:p>
    <w:p w14:paraId="6014E6C1" w14:textId="77777777" w:rsidR="0034557E" w:rsidRDefault="0034557E" w:rsidP="00E56598">
      <w:pPr>
        <w:pStyle w:val="SDLCode"/>
      </w:pPr>
    </w:p>
    <w:p w14:paraId="1C9FCCA0" w14:textId="50B2CB72" w:rsidR="0004687D" w:rsidRPr="00E56598" w:rsidRDefault="0004687D" w:rsidP="00E56598">
      <w:pPr>
        <w:autoSpaceDE w:val="0"/>
        <w:autoSpaceDN w:val="0"/>
        <w:adjustRightInd w:val="0"/>
        <w:jc w:val="left"/>
      </w:pPr>
      <w:r w:rsidRPr="008F4E31">
        <w:rPr>
          <w:highlight w:val="yellow"/>
        </w:rPr>
        <w:t>[Editor’s note: An example bitstream for this would be:]</w:t>
      </w:r>
    </w:p>
    <w:p w14:paraId="35408A21" w14:textId="2BF978E6" w:rsidR="005B795C" w:rsidRDefault="005B795C" w:rsidP="005B795C">
      <w:pPr>
        <w:pStyle w:val="BodyText"/>
        <w:spacing w:after="220"/>
        <w:rPr>
          <w:rFonts w:eastAsia="Times New Roman"/>
          <w:lang w:eastAsia="ko-KR"/>
        </w:rPr>
      </w:pPr>
      <w:r>
        <w:rPr>
          <w:rFonts w:eastAsia="Times New Roman"/>
          <w:lang w:eastAsia="ko-KR"/>
        </w:rPr>
        <w:t xml:space="preserve">In the following example </w:t>
      </w:r>
      <w:r w:rsidRPr="001F6CCB">
        <w:rPr>
          <w:rFonts w:eastAsia="Times New Roman"/>
          <w:lang w:eastAsia="ko-KR"/>
        </w:rPr>
        <w:t>the length of ‘</w:t>
      </w:r>
      <w:r w:rsidRPr="00C472DC">
        <w:rPr>
          <w:rStyle w:val="codeChar"/>
        </w:rPr>
        <w:t>c</w:t>
      </w:r>
      <w:r w:rsidRPr="001F6CCB">
        <w:rPr>
          <w:rFonts w:eastAsia="Times New Roman"/>
          <w:lang w:eastAsia="ko-KR"/>
        </w:rPr>
        <w:t>’ depends on the actual value of</w:t>
      </w:r>
      <w:r w:rsidR="00B07E44">
        <w:rPr>
          <w:rFonts w:eastAsia="Times New Roman"/>
          <w:lang w:eastAsia="ko-KR"/>
        </w:rPr>
        <w:t xml:space="preserve"> </w:t>
      </w:r>
      <w:r w:rsidRPr="001F6CCB">
        <w:rPr>
          <w:rFonts w:eastAsia="Times New Roman"/>
          <w:lang w:eastAsia="ko-KR"/>
        </w:rPr>
        <w:t xml:space="preserve"> ‘</w:t>
      </w:r>
      <w:r w:rsidRPr="00C472DC">
        <w:rPr>
          <w:rStyle w:val="codeChar"/>
        </w:rPr>
        <w:t>b</w:t>
      </w:r>
      <w:r w:rsidRPr="001F6CCB">
        <w:rPr>
          <w:rFonts w:eastAsia="Times New Roman"/>
          <w:lang w:eastAsia="ko-KR"/>
        </w:rPr>
        <w:t>’</w:t>
      </w:r>
      <w:r>
        <w:rPr>
          <w:rFonts w:eastAsia="Times New Roman"/>
          <w:lang w:eastAsia="ko-KR"/>
        </w:rPr>
        <w:t>:</w:t>
      </w:r>
    </w:p>
    <w:p w14:paraId="238A528A" w14:textId="77777777" w:rsidR="00E13BCE" w:rsidRPr="00F84023" w:rsidRDefault="00E13BCE" w:rsidP="00F84023">
      <w:pPr>
        <w:pStyle w:val="Example"/>
      </w:pPr>
      <w:r w:rsidRPr="00F84023">
        <w:t xml:space="preserve">EXAMPLE </w:t>
      </w:r>
      <w:r w:rsidRPr="00F84023">
        <w:sym w:font="Symbol" w:char="F0BE"/>
      </w:r>
      <w:r w:rsidRPr="00F84023">
        <w:t xml:space="preserve"> </w:t>
      </w:r>
    </w:p>
    <w:p w14:paraId="228EE627" w14:textId="77777777" w:rsidR="00E13BCE" w:rsidRPr="00282F49" w:rsidRDefault="00E13BCE" w:rsidP="00E13BCE">
      <w:pPr>
        <w:pStyle w:val="SDLCode"/>
        <w:rPr>
          <w:rFonts w:eastAsia="Times New Roman" w:cs="Times New Roman"/>
          <w:lang w:val="en-GB"/>
        </w:rPr>
      </w:pPr>
      <w:r w:rsidRPr="00282F49">
        <w:rPr>
          <w:rFonts w:eastAsia="Times New Roman" w:cs="Times New Roman"/>
          <w:lang w:val="en-GB"/>
        </w:rPr>
        <w:lastRenderedPageBreak/>
        <w:t>int(10) b;</w:t>
      </w:r>
    </w:p>
    <w:p w14:paraId="2FCA49B3" w14:textId="22890EAA" w:rsidR="0004687D" w:rsidRDefault="00E13BCE" w:rsidP="00E13BCE">
      <w:pPr>
        <w:pStyle w:val="SDLCode"/>
        <w:rPr>
          <w:rFonts w:eastAsia="Times New Roman" w:cs="Times New Roman"/>
          <w:lang w:val="en-GB"/>
        </w:rPr>
      </w:pPr>
      <w:r w:rsidRPr="00282F49">
        <w:rPr>
          <w:rFonts w:eastAsia="Times New Roman" w:cs="Times New Roman"/>
          <w:lang w:val="en-GB"/>
        </w:rPr>
        <w:t>int(2) c[b];</w:t>
      </w:r>
    </w:p>
    <w:p w14:paraId="46A86C85" w14:textId="77777777" w:rsidR="0004687D" w:rsidRDefault="0004687D" w:rsidP="00E56598">
      <w:pPr>
        <w:pStyle w:val="SDLCode"/>
        <w:rPr>
          <w:highlight w:val="yellow"/>
        </w:rPr>
      </w:pPr>
    </w:p>
    <w:p w14:paraId="12B252B8" w14:textId="58A82BE2" w:rsidR="00E13BCE" w:rsidRPr="00E56598" w:rsidRDefault="0004687D" w:rsidP="00E56598">
      <w:pPr>
        <w:autoSpaceDE w:val="0"/>
        <w:autoSpaceDN w:val="0"/>
        <w:adjustRightInd w:val="0"/>
        <w:jc w:val="left"/>
      </w:pPr>
      <w:r w:rsidRPr="008F4E31">
        <w:rPr>
          <w:highlight w:val="yellow"/>
        </w:rPr>
        <w:t>[Editor’s note: An example bitstream for this would be:]</w:t>
      </w:r>
    </w:p>
    <w:p w14:paraId="56A37D31" w14:textId="777FAAC1" w:rsidR="008A6607" w:rsidRDefault="008A6607" w:rsidP="008A6607">
      <w:pPr>
        <w:pStyle w:val="BodyText"/>
      </w:pPr>
      <w:r>
        <w:t>Individual values of an array are accessed using square brackets. For example:</w:t>
      </w:r>
    </w:p>
    <w:p w14:paraId="1D4ACFA9" w14:textId="77777777" w:rsidR="008A6607" w:rsidRPr="00F84023" w:rsidRDefault="008A6607" w:rsidP="008A6607">
      <w:pPr>
        <w:pStyle w:val="Example"/>
      </w:pPr>
      <w:r w:rsidRPr="00F84023">
        <w:t xml:space="preserve">EXAMPLE </w:t>
      </w:r>
      <w:r w:rsidRPr="00F84023">
        <w:sym w:font="Symbol" w:char="F0BE"/>
      </w:r>
      <w:r w:rsidRPr="00F84023">
        <w:t xml:space="preserve"> </w:t>
      </w:r>
    </w:p>
    <w:p w14:paraId="4AF2F4D8" w14:textId="4EC9893D" w:rsidR="008A6607" w:rsidRDefault="008A6607" w:rsidP="008A6607">
      <w:pPr>
        <w:pStyle w:val="SDLCode"/>
        <w:rPr>
          <w:rFonts w:eastAsia="Times New Roman" w:cs="Times New Roman"/>
          <w:lang w:val="en-GB"/>
        </w:rPr>
      </w:pPr>
      <w:r w:rsidRPr="00282F49">
        <w:rPr>
          <w:rFonts w:eastAsia="Times New Roman" w:cs="Times New Roman"/>
          <w:lang w:val="en-GB"/>
        </w:rPr>
        <w:t>int(4) a[5];</w:t>
      </w:r>
    </w:p>
    <w:p w14:paraId="35A76229" w14:textId="2CCA6AAE" w:rsidR="008A6607" w:rsidRDefault="008A6607" w:rsidP="008A6607">
      <w:pPr>
        <w:pStyle w:val="SDLCode"/>
        <w:rPr>
          <w:rFonts w:eastAsia="Times New Roman" w:cs="Times New Roman"/>
          <w:lang w:val="en-GB"/>
        </w:rPr>
      </w:pPr>
      <w:r>
        <w:rPr>
          <w:rFonts w:eastAsia="Times New Roman" w:cs="Times New Roman"/>
          <w:lang w:val="en-GB"/>
        </w:rPr>
        <w:t>int b = a[0]; // b is set to the value of the first entry in a</w:t>
      </w:r>
    </w:p>
    <w:p w14:paraId="316B40FC" w14:textId="77777777" w:rsidR="00A96C71" w:rsidRDefault="00A96C71" w:rsidP="008A6607">
      <w:pPr>
        <w:pStyle w:val="SDLCode"/>
        <w:rPr>
          <w:rFonts w:eastAsia="Times New Roman" w:cs="Times New Roman"/>
          <w:lang w:val="en-GB"/>
        </w:rPr>
      </w:pPr>
    </w:p>
    <w:p w14:paraId="36B3E636" w14:textId="22F7AB10" w:rsidR="00A96C71" w:rsidRDefault="00A96C71" w:rsidP="00E56598">
      <w:pPr>
        <w:pStyle w:val="Note"/>
      </w:pPr>
      <w:r>
        <w:t>NOTE</w:t>
      </w:r>
      <w:r>
        <w:tab/>
        <w:t xml:space="preserve">In the example above </w:t>
      </w:r>
      <w:r w:rsidRPr="00E56598">
        <w:rPr>
          <w:rFonts w:ascii="Courier New" w:hAnsi="Courier New" w:cs="Courier New"/>
        </w:rPr>
        <w:t>b</w:t>
      </w:r>
      <w:r>
        <w:t xml:space="preserve"> is a non-parsable variable as defined in </w:t>
      </w:r>
      <w:r>
        <w:fldChar w:fldCharType="begin"/>
      </w:r>
      <w:r>
        <w:instrText xml:space="preserve"> REF _Ref150459191 \r \h  \* MERGEFORMAT </w:instrText>
      </w:r>
      <w:r>
        <w:fldChar w:fldCharType="separate"/>
      </w:r>
      <w:r>
        <w:t>8</w:t>
      </w:r>
      <w:r>
        <w:fldChar w:fldCharType="end"/>
      </w:r>
      <w:r>
        <w:t xml:space="preserve"> </w:t>
      </w:r>
    </w:p>
    <w:p w14:paraId="5B6900CE" w14:textId="77777777" w:rsidR="00A117F3" w:rsidRDefault="00A117F3" w:rsidP="00A117F3">
      <w:pPr>
        <w:pStyle w:val="Heading3"/>
        <w:numPr>
          <w:ilvl w:val="2"/>
          <w:numId w:val="1"/>
        </w:numPr>
      </w:pPr>
      <w:bookmarkStart w:id="156" w:name="_Toc150443141"/>
      <w:r>
        <w:t>Alignment</w:t>
      </w:r>
      <w:bookmarkEnd w:id="156"/>
    </w:p>
    <w:p w14:paraId="6650B6CD" w14:textId="4789356A" w:rsidR="00A117F3" w:rsidRDefault="00A117F3" w:rsidP="00A117F3">
      <w:pPr>
        <w:pStyle w:val="BodyText"/>
        <w:spacing w:after="220"/>
        <w:rPr>
          <w:rFonts w:eastAsia="Times New Roman"/>
          <w:lang w:eastAsia="ko-KR"/>
        </w:rPr>
      </w:pPr>
      <w:r w:rsidRPr="00282F49">
        <w:rPr>
          <w:rFonts w:eastAsia="Times New Roman"/>
          <w:lang w:eastAsia="ko-KR"/>
        </w:rPr>
        <w:t xml:space="preserve">The keyword </w:t>
      </w:r>
      <w:r w:rsidRPr="00282F49">
        <w:rPr>
          <w:rStyle w:val="SDLkeyword"/>
          <w:rFonts w:eastAsia="Times New Roman"/>
          <w:lang w:eastAsia="ko-KR"/>
        </w:rPr>
        <w:t>aligned</w:t>
      </w:r>
      <w:r w:rsidRPr="00282F49">
        <w:rPr>
          <w:rFonts w:eastAsia="Times New Roman"/>
          <w:lang w:eastAsia="ko-KR"/>
        </w:rPr>
        <w:t xml:space="preserve"> indicates that the </w:t>
      </w:r>
      <w:r w:rsidRPr="00E56598">
        <w:rPr>
          <w:rFonts w:eastAsia="Times New Roman"/>
          <w:u w:val="single"/>
          <w:lang w:eastAsia="ko-KR"/>
        </w:rPr>
        <w:t>start</w:t>
      </w:r>
      <w:r>
        <w:rPr>
          <w:rFonts w:eastAsia="Times New Roman"/>
          <w:lang w:eastAsia="ko-KR"/>
        </w:rPr>
        <w:t xml:space="preserve"> of the array </w:t>
      </w:r>
      <w:r w:rsidRPr="00282F49">
        <w:rPr>
          <w:rFonts w:eastAsia="Times New Roman"/>
          <w:lang w:eastAsia="ko-KR"/>
        </w:rPr>
        <w:t>data is aligned on a byte boundary.</w:t>
      </w:r>
    </w:p>
    <w:p w14:paraId="4181B9C1" w14:textId="64BFC26C" w:rsidR="00A117F3" w:rsidRDefault="00A117F3" w:rsidP="00A117F3">
      <w:pPr>
        <w:pStyle w:val="BodyText"/>
        <w:spacing w:after="220"/>
        <w:rPr>
          <w:rFonts w:eastAsia="Times New Roman"/>
          <w:lang w:eastAsia="ko-KR"/>
        </w:rPr>
      </w:pPr>
      <w:r w:rsidRPr="00313683">
        <w:rPr>
          <w:rFonts w:eastAsia="Times New Roman"/>
          <w:lang w:eastAsia="ko-KR"/>
        </w:rPr>
        <w:t>For example, a</w:t>
      </w:r>
      <w:r>
        <w:rPr>
          <w:rFonts w:eastAsia="Times New Roman"/>
          <w:lang w:eastAsia="ko-KR"/>
        </w:rPr>
        <w:t>n array where the first item is aligned</w:t>
      </w:r>
      <w:r w:rsidRPr="00313683">
        <w:rPr>
          <w:rFonts w:eastAsia="Times New Roman"/>
          <w:lang w:eastAsia="ko-KR"/>
        </w:rPr>
        <w:t xml:space="preserve"> on a byte boundary</w:t>
      </w:r>
      <w:r>
        <w:rPr>
          <w:rFonts w:eastAsia="Times New Roman"/>
          <w:lang w:eastAsia="ko-KR"/>
        </w:rPr>
        <w:t xml:space="preserve"> and the individual items are packed with no skipped bits for alignment</w:t>
      </w:r>
      <w:r w:rsidRPr="00313683">
        <w:rPr>
          <w:rFonts w:eastAsia="Times New Roman"/>
          <w:lang w:eastAsia="ko-KR"/>
        </w:rPr>
        <w:t>:</w:t>
      </w:r>
    </w:p>
    <w:p w14:paraId="28BFEE71" w14:textId="77777777" w:rsidR="00A117F3" w:rsidRDefault="00A117F3" w:rsidP="00A117F3">
      <w:pPr>
        <w:pStyle w:val="Example"/>
      </w:pPr>
      <w:r w:rsidRPr="006D1923">
        <w:t xml:space="preserve">EXAMPLE </w:t>
      </w:r>
      <w:r w:rsidRPr="006D1923">
        <w:sym w:font="Symbol" w:char="F0BE"/>
      </w:r>
    </w:p>
    <w:p w14:paraId="662B29E8" w14:textId="35023FE8" w:rsidR="00A117F3" w:rsidRPr="00282F49" w:rsidRDefault="00A117F3" w:rsidP="00A117F3">
      <w:pPr>
        <w:pStyle w:val="Code"/>
      </w:pPr>
      <w:r w:rsidRPr="00282F49">
        <w:t>aligned bit(</w:t>
      </w:r>
      <w:r>
        <w:t>5</w:t>
      </w:r>
      <w:r w:rsidRPr="00282F49">
        <w:t xml:space="preserve">) </w:t>
      </w:r>
      <w:r>
        <w:t>foo[7]</w:t>
      </w:r>
      <w:r w:rsidRPr="00282F49">
        <w:t>;</w:t>
      </w:r>
    </w:p>
    <w:p w14:paraId="20F3A6B7" w14:textId="77777777" w:rsidR="00A117F3" w:rsidRPr="00282F49" w:rsidRDefault="00A117F3" w:rsidP="00A117F3">
      <w:pPr>
        <w:pStyle w:val="SDLCode"/>
        <w:rPr>
          <w:rFonts w:eastAsia="Times New Roman" w:cs="Times New Roman"/>
          <w:lang w:val="en-GB"/>
        </w:rPr>
      </w:pPr>
    </w:p>
    <w:p w14:paraId="481B32B0" w14:textId="77777777" w:rsidR="0004687D" w:rsidRPr="008F4E31" w:rsidRDefault="0004687D" w:rsidP="0004687D">
      <w:pPr>
        <w:autoSpaceDE w:val="0"/>
        <w:autoSpaceDN w:val="0"/>
        <w:adjustRightInd w:val="0"/>
        <w:jc w:val="left"/>
      </w:pPr>
      <w:r w:rsidRPr="008F4E31">
        <w:rPr>
          <w:highlight w:val="yellow"/>
        </w:rPr>
        <w:t>[Editor’s note: An example bitstream for this would be:]</w:t>
      </w:r>
    </w:p>
    <w:p w14:paraId="3E4F7081" w14:textId="77777777" w:rsidR="00A117F3" w:rsidRDefault="00A117F3" w:rsidP="00A117F3">
      <w:pPr>
        <w:pStyle w:val="BodyText"/>
        <w:spacing w:after="220"/>
        <w:rPr>
          <w:rFonts w:eastAsia="Times New Roman"/>
          <w:lang w:eastAsia="ko-KR"/>
        </w:rPr>
      </w:pPr>
      <w:r w:rsidRPr="00282F49">
        <w:rPr>
          <w:rFonts w:eastAsia="Times New Roman"/>
          <w:lang w:eastAsia="ko-KR"/>
        </w:rPr>
        <w:t xml:space="preserve">An optional numeric </w:t>
      </w:r>
      <w:r w:rsidRPr="00C472DC">
        <w:rPr>
          <w:rStyle w:val="SDLattribute"/>
        </w:rPr>
        <w:t>modifier</w:t>
      </w:r>
      <w:r>
        <w:rPr>
          <w:rFonts w:eastAsia="Times New Roman"/>
          <w:lang w:eastAsia="ko-KR"/>
        </w:rPr>
        <w:t xml:space="preserve"> attribute</w:t>
      </w:r>
      <w:r w:rsidRPr="00282F49">
        <w:rPr>
          <w:rFonts w:eastAsia="Times New Roman"/>
          <w:lang w:eastAsia="ko-KR"/>
        </w:rPr>
        <w:t xml:space="preserve"> may be used to signify alignment on boundar</w:t>
      </w:r>
      <w:r>
        <w:rPr>
          <w:rFonts w:eastAsia="Times New Roman"/>
          <w:lang w:eastAsia="ko-KR"/>
        </w:rPr>
        <w:t>ies other than byte</w:t>
      </w:r>
      <w:r w:rsidRPr="00282F49">
        <w:rPr>
          <w:rFonts w:eastAsia="Times New Roman"/>
          <w:lang w:eastAsia="ko-KR"/>
        </w:rPr>
        <w:t>. Allowed values are 8, 16, 32, 64, and 128. Any skipped bits due to alignment shall have the value ‘0’.</w:t>
      </w:r>
    </w:p>
    <w:p w14:paraId="465AF96F" w14:textId="73DDDD2F" w:rsidR="005B795C" w:rsidRDefault="005B795C" w:rsidP="005B795C">
      <w:pPr>
        <w:pStyle w:val="Heading2"/>
      </w:pPr>
      <w:bookmarkStart w:id="157" w:name="_Toc148992206"/>
      <w:bookmarkStart w:id="158" w:name="_Toc150339397"/>
      <w:bookmarkStart w:id="159" w:name="_Toc150339482"/>
      <w:bookmarkStart w:id="160" w:name="_Toc150339565"/>
      <w:bookmarkStart w:id="161" w:name="_Toc150339732"/>
      <w:bookmarkStart w:id="162" w:name="_Toc150443142"/>
      <w:bookmarkStart w:id="163" w:name="_Toc150443143"/>
      <w:bookmarkEnd w:id="157"/>
      <w:bookmarkEnd w:id="158"/>
      <w:bookmarkEnd w:id="159"/>
      <w:bookmarkEnd w:id="160"/>
      <w:bookmarkEnd w:id="161"/>
      <w:bookmarkEnd w:id="162"/>
      <w:r>
        <w:t>Multi-dimensional arrays</w:t>
      </w:r>
      <w:bookmarkEnd w:id="163"/>
    </w:p>
    <w:p w14:paraId="54700417" w14:textId="71D410C1" w:rsidR="00760701" w:rsidRDefault="00760701" w:rsidP="00064445">
      <w:pPr>
        <w:pStyle w:val="BodyText"/>
        <w:spacing w:after="220"/>
      </w:pPr>
      <w:r w:rsidRPr="00C206D8">
        <w:t xml:space="preserve">Multi-dimensional arrays are </w:t>
      </w:r>
      <w:r>
        <w:t>supported</w:t>
      </w:r>
      <w:r w:rsidRPr="00C206D8">
        <w:t xml:space="preserve"> as well. The parsing order from the bitstream corresponds to scanning the array by incrementing first the right-most index of the array, then the second, and so on.</w:t>
      </w:r>
    </w:p>
    <w:p w14:paraId="5B9F54E9" w14:textId="12734114" w:rsidR="00B017EC" w:rsidRPr="006D1923" w:rsidRDefault="00B017EC" w:rsidP="00B017EC">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A.</w:t>
      </w:r>
      <w:r>
        <w:rPr>
          <w:rStyle w:val="CharBold"/>
          <w:rFonts w:eastAsia="Times New Roman"/>
        </w:rPr>
        <w:t>2</w:t>
      </w:r>
      <w:r w:rsidRPr="006D1923">
        <w:rPr>
          <w:rStyle w:val="CharBold"/>
          <w:rFonts w:eastAsia="Times New Roman"/>
        </w:rPr>
        <w:t xml:space="preserve">: </w:t>
      </w:r>
      <w:r>
        <w:rPr>
          <w:rStyle w:val="CharBold"/>
          <w:rFonts w:eastAsia="Times New Roman"/>
        </w:rPr>
        <w:t>Multi-dimensional a</w:t>
      </w:r>
      <w:r w:rsidRPr="006D1923">
        <w:rPr>
          <w:rStyle w:val="CharBold"/>
          <w:rFonts w:eastAsia="Times New Roman"/>
        </w:rPr>
        <w:t>rrays</w:t>
      </w:r>
    </w:p>
    <w:p w14:paraId="0A894617" w14:textId="3D39493B" w:rsidR="00B017EC" w:rsidRPr="006D1923" w:rsidRDefault="00A117F3" w:rsidP="00B017EC">
      <w:pPr>
        <w:pStyle w:val="List3"/>
        <w:keepNext/>
        <w:keepLines/>
        <w:rPr>
          <w:rFonts w:eastAsia="Times New Roman"/>
        </w:rPr>
      </w:pPr>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C472DC">
        <w:rPr>
          <w:rStyle w:val="SDLattribute"/>
        </w:rPr>
        <w:t>modifier</w:t>
      </w:r>
      <w:r>
        <w:rPr>
          <w:rStyle w:val="SDLkeyword"/>
          <w:rFonts w:eastAsia="Times New Roman"/>
        </w:rPr>
        <w:t>)</w:t>
      </w:r>
      <w:r w:rsidRPr="00C73BB5">
        <w:rPr>
          <w:rFonts w:ascii="Courier New" w:eastAsia="Times New Roman" w:hAnsi="Courier New" w:cs="Courier New"/>
        </w:rPr>
        <w:t>]]</w:t>
      </w:r>
      <w:r w:rsidRPr="006D1923">
        <w:rPr>
          <w:rFonts w:eastAsia="Times New Roman"/>
        </w:rPr>
        <w:t xml:space="preserve"> </w:t>
      </w:r>
      <w:r w:rsidR="00B017EC" w:rsidRPr="006D1923">
        <w:rPr>
          <w:rStyle w:val="SDLkeyword"/>
          <w:rFonts w:eastAsia="Times New Roman"/>
        </w:rPr>
        <w:t>typespec</w:t>
      </w:r>
      <w:r w:rsidR="00B017EC" w:rsidRPr="006D1923">
        <w:rPr>
          <w:rFonts w:eastAsia="Times New Roman"/>
        </w:rPr>
        <w:t xml:space="preserve"> </w:t>
      </w:r>
      <w:r w:rsidR="00DB7FEC">
        <w:rPr>
          <w:rStyle w:val="SDLattribute"/>
          <w:rFonts w:eastAsia="Times New Roman"/>
        </w:rPr>
        <w:t>array_identifier</w:t>
      </w:r>
      <w:r w:rsidR="00DB7FEC" w:rsidRPr="006D1923">
        <w:rPr>
          <w:rFonts w:eastAsia="Times New Roman"/>
        </w:rPr>
        <w:t xml:space="preserve"> </w:t>
      </w:r>
      <w:r w:rsidR="00B017EC" w:rsidRPr="006D1923">
        <w:rPr>
          <w:rStyle w:val="SDLkeyword"/>
          <w:rFonts w:eastAsia="Times New Roman"/>
        </w:rPr>
        <w:t>[</w:t>
      </w:r>
      <w:r w:rsidR="00B017EC" w:rsidRPr="006D1923">
        <w:rPr>
          <w:rStyle w:val="SDLattribute"/>
          <w:rFonts w:eastAsia="Times New Roman"/>
        </w:rPr>
        <w:t>length</w:t>
      </w:r>
      <w:r w:rsidR="00B017EC" w:rsidRPr="006D1923">
        <w:rPr>
          <w:rStyle w:val="SDLkeyword"/>
          <w:rFonts w:eastAsia="Times New Roman"/>
        </w:rPr>
        <w:t>][</w:t>
      </w:r>
      <w:r w:rsidR="00B017EC" w:rsidRPr="006D1923">
        <w:rPr>
          <w:rStyle w:val="SDLattribute"/>
          <w:rFonts w:eastAsia="Times New Roman"/>
        </w:rPr>
        <w:t>length</w:t>
      </w:r>
      <w:r w:rsidR="00B017EC" w:rsidRPr="006D1923">
        <w:rPr>
          <w:rStyle w:val="SDLkeyword"/>
          <w:rFonts w:eastAsia="Times New Roman"/>
        </w:rPr>
        <w:t>]</w:t>
      </w:r>
      <w:r w:rsidR="00F32574">
        <w:rPr>
          <w:rStyle w:val="SDLkeyword"/>
          <w:rFonts w:eastAsia="Times New Roman"/>
        </w:rPr>
        <w:t>…</w:t>
      </w:r>
      <w:r w:rsidR="00B017EC" w:rsidRPr="00C73BB5">
        <w:rPr>
          <w:rFonts w:ascii="Courier New" w:eastAsia="Times New Roman" w:hAnsi="Courier New" w:cs="Courier New"/>
          <w:b/>
          <w:bCs/>
        </w:rPr>
        <w:t>;</w:t>
      </w:r>
    </w:p>
    <w:p w14:paraId="07061A26" w14:textId="2257D92D" w:rsidR="00B017EC" w:rsidRPr="00064445" w:rsidRDefault="00B017EC" w:rsidP="00064445">
      <w:pPr>
        <w:pStyle w:val="BodyText"/>
        <w:pBdr>
          <w:top w:val="single" w:sz="6" w:space="1" w:color="auto"/>
        </w:pBdr>
        <w:spacing w:after="220"/>
        <w:rPr>
          <w:rFonts w:eastAsia="Times New Roman"/>
          <w:lang w:eastAsia="ko-KR"/>
        </w:rPr>
      </w:pPr>
    </w:p>
    <w:p w14:paraId="22F4EBA7" w14:textId="42B0BB77" w:rsidR="00A75080" w:rsidRPr="00E34D83" w:rsidRDefault="00A75080" w:rsidP="00A75080">
      <w:pPr>
        <w:pStyle w:val="BodyText"/>
        <w:spacing w:after="220"/>
      </w:pPr>
      <w:r>
        <w:rPr>
          <w:rFonts w:eastAsia="Times New Roman"/>
          <w:lang w:eastAsia="ko-KR"/>
        </w:rPr>
        <w:t>In the following example</w:t>
      </w:r>
      <w:r w:rsidR="00CD30EA">
        <w:rPr>
          <w:rFonts w:eastAsia="Times New Roman"/>
          <w:lang w:eastAsia="ko-KR"/>
        </w:rPr>
        <w:t>,</w:t>
      </w:r>
      <w:r>
        <w:rPr>
          <w:rFonts w:eastAsia="Times New Roman"/>
          <w:lang w:eastAsia="ko-KR"/>
        </w:rPr>
        <w:t xml:space="preserve"> </w:t>
      </w:r>
      <w:r w:rsidRPr="00603472">
        <w:rPr>
          <w:rFonts w:ascii="Courier New" w:eastAsia="Times New Roman" w:hAnsi="Courier New" w:cs="Courier New"/>
          <w:lang w:eastAsia="ko-KR"/>
        </w:rPr>
        <w:t>a</w:t>
      </w:r>
      <w:r w:rsidRPr="001F6CCB">
        <w:rPr>
          <w:rFonts w:eastAsia="Times New Roman"/>
          <w:lang w:eastAsia="ko-KR"/>
        </w:rPr>
        <w:t xml:space="preserve"> is an array of 5 elements, each of which is represented </w:t>
      </w:r>
      <w:r>
        <w:rPr>
          <w:rFonts w:eastAsia="Times New Roman"/>
          <w:lang w:eastAsia="ko-KR"/>
        </w:rPr>
        <w:t xml:space="preserve">as an array of 6 elements </w:t>
      </w:r>
      <w:r w:rsidRPr="001F6CCB">
        <w:rPr>
          <w:rFonts w:eastAsia="Times New Roman"/>
          <w:lang w:eastAsia="ko-KR"/>
        </w:rPr>
        <w:t>using 4 bits in the bitstream and interpreted as an unsigned integer</w:t>
      </w:r>
      <w:r>
        <w:rPr>
          <w:rFonts w:eastAsia="Times New Roman"/>
          <w:lang w:eastAsia="ko-KR"/>
        </w:rPr>
        <w:t>:</w:t>
      </w:r>
    </w:p>
    <w:p w14:paraId="6859C417" w14:textId="77777777" w:rsidR="00760701" w:rsidRPr="00F84023" w:rsidRDefault="00760701" w:rsidP="00F84023">
      <w:pPr>
        <w:pStyle w:val="Example"/>
      </w:pPr>
      <w:r w:rsidRPr="00F84023">
        <w:t xml:space="preserve">EXAMPLE </w:t>
      </w:r>
      <w:r w:rsidRPr="00F84023">
        <w:sym w:font="Symbol" w:char="F0BE"/>
      </w:r>
      <w:r w:rsidRPr="00F84023">
        <w:t xml:space="preserve"> </w:t>
      </w:r>
    </w:p>
    <w:p w14:paraId="5E4F0C6B" w14:textId="05197AD4" w:rsidR="005B795C" w:rsidRDefault="00760701" w:rsidP="00E56598">
      <w:pPr>
        <w:pStyle w:val="SDLCode"/>
      </w:pPr>
      <w:r w:rsidRPr="00282F49">
        <w:rPr>
          <w:rFonts w:eastAsia="Times New Roman" w:cs="Times New Roman"/>
          <w:lang w:val="en-GB"/>
        </w:rPr>
        <w:t>unsigned int(4) a[5]</w:t>
      </w:r>
      <w:r>
        <w:rPr>
          <w:rFonts w:eastAsia="Times New Roman" w:cs="Times New Roman"/>
          <w:lang w:val="en-GB"/>
        </w:rPr>
        <w:t>[</w:t>
      </w:r>
      <w:r w:rsidR="005378E5">
        <w:rPr>
          <w:rFonts w:eastAsia="Times New Roman" w:cs="Times New Roman"/>
          <w:lang w:val="en-GB"/>
        </w:rPr>
        <w:t>6</w:t>
      </w:r>
      <w:r>
        <w:rPr>
          <w:rFonts w:eastAsia="Times New Roman" w:cs="Times New Roman"/>
          <w:lang w:val="en-GB"/>
        </w:rPr>
        <w:t>]</w:t>
      </w:r>
      <w:r w:rsidRPr="00282F49">
        <w:rPr>
          <w:rFonts w:eastAsia="Times New Roman" w:cs="Times New Roman"/>
          <w:lang w:val="en-GB"/>
        </w:rPr>
        <w:t>;</w:t>
      </w:r>
    </w:p>
    <w:p w14:paraId="62013EBF" w14:textId="18EEDD76" w:rsidR="00127906" w:rsidRPr="006D1923" w:rsidRDefault="00127906" w:rsidP="009D2AF6">
      <w:pPr>
        <w:pStyle w:val="Heading2"/>
      </w:pPr>
      <w:bookmarkStart w:id="164" w:name="_Toc138258958"/>
      <w:bookmarkStart w:id="165" w:name="_Toc150443144"/>
      <w:bookmarkEnd w:id="164"/>
      <w:r w:rsidRPr="006D1923">
        <w:t xml:space="preserve">Partial </w:t>
      </w:r>
      <w:r w:rsidR="005B795C">
        <w:t>a</w:t>
      </w:r>
      <w:r w:rsidRPr="006D1923">
        <w:t>rrays</w:t>
      </w:r>
      <w:bookmarkEnd w:id="165"/>
    </w:p>
    <w:p w14:paraId="64D11421" w14:textId="5DAC0741"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In several situations, it is desirable to load the values of an array one by one, </w:t>
      </w:r>
      <w:r w:rsidR="002D36BA" w:rsidRPr="00282F49">
        <w:rPr>
          <w:rFonts w:eastAsia="Times New Roman"/>
          <w:lang w:eastAsia="ko-KR"/>
        </w:rPr>
        <w:t>to</w:t>
      </w:r>
      <w:r w:rsidRPr="00282F49">
        <w:rPr>
          <w:rFonts w:eastAsia="Times New Roman"/>
          <w:lang w:eastAsia="ko-KR"/>
        </w:rPr>
        <w:t xml:space="preserve"> check for</w:t>
      </w:r>
      <w:r w:rsidR="0071750F">
        <w:rPr>
          <w:rFonts w:eastAsia="Times New Roman"/>
          <w:lang w:eastAsia="ko-KR"/>
        </w:rPr>
        <w:t xml:space="preserve"> </w:t>
      </w:r>
      <w:r w:rsidRPr="00282F49">
        <w:rPr>
          <w:rFonts w:eastAsia="Times New Roman"/>
          <w:lang w:eastAsia="ko-KR"/>
        </w:rPr>
        <w:t>a terminating or other condition. For this purpose, an extended array declaration is allowed in which individual elements of the array may be accessed</w:t>
      </w:r>
      <w:r w:rsidR="00AD2E57">
        <w:rPr>
          <w:rFonts w:eastAsia="Times New Roman"/>
          <w:lang w:eastAsia="ko-KR"/>
        </w:rPr>
        <w:t xml:space="preserve"> for population i.e. </w:t>
      </w:r>
      <w:r w:rsidR="00A07032">
        <w:rPr>
          <w:rFonts w:eastAsia="Times New Roman"/>
          <w:lang w:eastAsia="ko-KR"/>
        </w:rPr>
        <w:t>allowing</w:t>
      </w:r>
      <w:r w:rsidR="00AD2E57">
        <w:rPr>
          <w:rFonts w:eastAsia="Times New Roman"/>
          <w:lang w:eastAsia="ko-KR"/>
        </w:rPr>
        <w:t xml:space="preserve"> </w:t>
      </w:r>
      <w:r w:rsidR="00A07032">
        <w:rPr>
          <w:rFonts w:eastAsia="Times New Roman"/>
          <w:lang w:eastAsia="ko-KR"/>
        </w:rPr>
        <w:t xml:space="preserve">the </w:t>
      </w:r>
      <w:r w:rsidR="002F7A95">
        <w:rPr>
          <w:rFonts w:eastAsia="Times New Roman"/>
          <w:lang w:eastAsia="ko-KR"/>
        </w:rPr>
        <w:t>defin</w:t>
      </w:r>
      <w:r w:rsidR="00A07032">
        <w:rPr>
          <w:rFonts w:eastAsia="Times New Roman"/>
          <w:lang w:eastAsia="ko-KR"/>
        </w:rPr>
        <w:t>ition of dynamically sized</w:t>
      </w:r>
      <w:r w:rsidR="00AD2E57">
        <w:rPr>
          <w:rFonts w:eastAsia="Times New Roman"/>
          <w:lang w:eastAsia="ko-KR"/>
        </w:rPr>
        <w:t xml:space="preserve"> sparse array</w:t>
      </w:r>
      <w:r w:rsidR="00A07032">
        <w:rPr>
          <w:rFonts w:eastAsia="Times New Roman"/>
          <w:lang w:eastAsia="ko-KR"/>
        </w:rPr>
        <w:t>s</w:t>
      </w:r>
      <w:r w:rsidRPr="00282F49">
        <w:rPr>
          <w:rFonts w:eastAsia="Times New Roman"/>
          <w:lang w:eastAsia="ko-KR"/>
        </w:rPr>
        <w:t xml:space="preserve">. </w:t>
      </w:r>
    </w:p>
    <w:p w14:paraId="43FE21A9" w14:textId="41069F91"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A.</w:t>
      </w:r>
      <w:r w:rsidR="00B017EC">
        <w:rPr>
          <w:rStyle w:val="CharBold"/>
          <w:rFonts w:eastAsia="Times New Roman"/>
        </w:rPr>
        <w:t>3</w:t>
      </w:r>
      <w:r w:rsidRPr="006D1923">
        <w:rPr>
          <w:rStyle w:val="CharBold"/>
          <w:rFonts w:eastAsia="Times New Roman"/>
        </w:rPr>
        <w:t xml:space="preserve">: Partial </w:t>
      </w:r>
      <w:r w:rsidR="00FE206E">
        <w:rPr>
          <w:rStyle w:val="CharBold"/>
          <w:rFonts w:eastAsia="Times New Roman"/>
        </w:rPr>
        <w:t>a</w:t>
      </w:r>
      <w:r w:rsidRPr="006D1923">
        <w:rPr>
          <w:rStyle w:val="CharBold"/>
          <w:rFonts w:eastAsia="Times New Roman"/>
        </w:rPr>
        <w:t>rrays</w:t>
      </w:r>
    </w:p>
    <w:p w14:paraId="075E2AE9" w14:textId="3D89BA28" w:rsidR="00127906" w:rsidRPr="006D1923" w:rsidRDefault="00A117F3" w:rsidP="00064445">
      <w:pPr>
        <w:pStyle w:val="List3"/>
        <w:keepNext/>
        <w:keepLines/>
        <w:rPr>
          <w:rFonts w:eastAsia="Times New Roman"/>
        </w:rPr>
      </w:pPr>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C472DC">
        <w:rPr>
          <w:rStyle w:val="SDLattribute"/>
        </w:rPr>
        <w:t>modifier</w:t>
      </w:r>
      <w:r>
        <w:rPr>
          <w:rStyle w:val="SDLkeyword"/>
          <w:rFonts w:eastAsia="Times New Roman"/>
        </w:rPr>
        <w:t>)</w:t>
      </w:r>
      <w:r w:rsidRPr="00C73BB5">
        <w:rPr>
          <w:rFonts w:ascii="Courier New" w:eastAsia="Times New Roman" w:hAnsi="Courier New" w:cs="Courier New"/>
        </w:rPr>
        <w:t>]]</w:t>
      </w:r>
      <w:r w:rsidRPr="006D1923">
        <w:rPr>
          <w:rFonts w:eastAsia="Times New Roman"/>
        </w:rPr>
        <w:t xml:space="preserve"> </w:t>
      </w:r>
      <w:r w:rsidR="00127906" w:rsidRPr="006D1923">
        <w:rPr>
          <w:rStyle w:val="SDLkeyword"/>
          <w:rFonts w:eastAsia="Times New Roman"/>
        </w:rPr>
        <w:t xml:space="preserve">typespec </w:t>
      </w:r>
      <w:r w:rsidR="00DB7FEC">
        <w:rPr>
          <w:rStyle w:val="SDLattribute"/>
          <w:rFonts w:eastAsia="Times New Roman"/>
        </w:rPr>
        <w:t>array_identifier</w:t>
      </w:r>
      <w:r w:rsidR="00127906" w:rsidRPr="006D1923">
        <w:rPr>
          <w:rStyle w:val="SDLkeyword"/>
          <w:rFonts w:eastAsia="Times New Roman"/>
        </w:rPr>
        <w:t>[[</w:t>
      </w:r>
      <w:r w:rsidR="00127906" w:rsidRPr="006D1923">
        <w:rPr>
          <w:rStyle w:val="SDLattribute"/>
          <w:rFonts w:eastAsia="Times New Roman"/>
        </w:rPr>
        <w:t>index</w:t>
      </w:r>
      <w:r w:rsidR="00127906" w:rsidRPr="006D1923">
        <w:rPr>
          <w:rStyle w:val="SDLkeyword"/>
          <w:rFonts w:eastAsia="Times New Roman"/>
        </w:rPr>
        <w:t>]]</w:t>
      </w:r>
      <w:r w:rsidR="00127906" w:rsidRPr="00C73BB5">
        <w:rPr>
          <w:rFonts w:ascii="Courier New" w:eastAsia="Times New Roman" w:hAnsi="Courier New" w:cs="Courier New"/>
          <w:b/>
          <w:bCs/>
        </w:rPr>
        <w:t>;</w:t>
      </w:r>
    </w:p>
    <w:p w14:paraId="42A0F04E" w14:textId="4EF90843" w:rsidR="00127906" w:rsidRPr="00282F49" w:rsidRDefault="00127906" w:rsidP="00127906">
      <w:pPr>
        <w:pStyle w:val="BodyText"/>
        <w:pBdr>
          <w:top w:val="single" w:sz="6" w:space="1" w:color="auto"/>
        </w:pBdr>
        <w:rPr>
          <w:rFonts w:eastAsia="Times New Roman"/>
          <w:lang w:eastAsia="ko-KR"/>
        </w:rPr>
      </w:pPr>
    </w:p>
    <w:p w14:paraId="0AF7E4BD" w14:textId="601351A2" w:rsidR="008860C6" w:rsidRDefault="00127906" w:rsidP="00C472DC">
      <w:pPr>
        <w:pStyle w:val="BodyText"/>
        <w:spacing w:after="220"/>
        <w:rPr>
          <w:rFonts w:eastAsia="Times New Roman"/>
          <w:lang w:eastAsia="ko-KR"/>
        </w:rPr>
      </w:pPr>
      <w:r w:rsidRPr="00282F49">
        <w:rPr>
          <w:rFonts w:eastAsia="Times New Roman"/>
          <w:lang w:eastAsia="ko-KR"/>
        </w:rPr>
        <w:t xml:space="preserve">Here </w:t>
      </w:r>
      <w:r w:rsidRPr="00282F49">
        <w:rPr>
          <w:rStyle w:val="SDLattribute"/>
          <w:rFonts w:eastAsia="Times New Roman"/>
          <w:lang w:eastAsia="ko-KR"/>
        </w:rPr>
        <w:t>index</w:t>
      </w:r>
      <w:r w:rsidRPr="00282F49">
        <w:rPr>
          <w:rFonts w:eastAsia="Times New Roman"/>
          <w:lang w:eastAsia="ko-KR"/>
        </w:rPr>
        <w:t xml:space="preserve"> is the </w:t>
      </w:r>
      <w:r w:rsidR="00337901">
        <w:rPr>
          <w:rFonts w:eastAsia="Times New Roman"/>
          <w:lang w:eastAsia="ko-KR"/>
        </w:rPr>
        <w:t xml:space="preserve">index of the </w:t>
      </w:r>
      <w:r w:rsidRPr="00282F49">
        <w:rPr>
          <w:rFonts w:eastAsia="Times New Roman"/>
          <w:lang w:eastAsia="ko-KR"/>
        </w:rPr>
        <w:t>element of the array that is defined.</w:t>
      </w:r>
      <w:r w:rsidR="00337901">
        <w:rPr>
          <w:rFonts w:eastAsia="Times New Roman"/>
          <w:lang w:eastAsia="ko-KR"/>
        </w:rPr>
        <w:t xml:space="preserve"> Index values start</w:t>
      </w:r>
      <w:r w:rsidR="004E37F0">
        <w:rPr>
          <w:rFonts w:eastAsia="Times New Roman"/>
          <w:lang w:eastAsia="ko-KR"/>
        </w:rPr>
        <w:t xml:space="preserve"> at the value ‘0’.</w:t>
      </w:r>
      <w:r w:rsidRPr="00282F49">
        <w:rPr>
          <w:rFonts w:eastAsia="Times New Roman"/>
          <w:lang w:eastAsia="ko-KR"/>
        </w:rPr>
        <w:t xml:space="preserve"> Several such partial definitions may be given, but they shall all agree on the </w:t>
      </w:r>
      <w:r w:rsidRPr="00282F49">
        <w:rPr>
          <w:rStyle w:val="SDLmetaKeyword"/>
          <w:rFonts w:eastAsia="Times New Roman"/>
          <w:lang w:eastAsia="ko-KR"/>
        </w:rPr>
        <w:t>type</w:t>
      </w:r>
      <w:r w:rsidR="0071750F">
        <w:rPr>
          <w:rStyle w:val="SDLmetaKeyword"/>
          <w:rFonts w:eastAsia="Times New Roman"/>
          <w:lang w:eastAsia="ko-KR"/>
        </w:rPr>
        <w:t>s</w:t>
      </w:r>
      <w:r w:rsidR="0071750F" w:rsidRPr="00F84023">
        <w:rPr>
          <w:rStyle w:val="SDLmetaKeyword"/>
        </w:rPr>
        <w:t>pec</w:t>
      </w:r>
      <w:r w:rsidRPr="00282F49">
        <w:rPr>
          <w:rFonts w:eastAsia="Times New Roman"/>
          <w:lang w:eastAsia="ko-KR"/>
        </w:rPr>
        <w:t xml:space="preserve"> specification. This notation is also valid for multidimensional arrays.</w:t>
      </w:r>
    </w:p>
    <w:p w14:paraId="687A612A" w14:textId="11BC2A0A" w:rsidR="009E24F9" w:rsidRPr="00C472DC" w:rsidRDefault="009E24F9" w:rsidP="00C472DC">
      <w:pPr>
        <w:pStyle w:val="BodyText"/>
        <w:spacing w:after="220"/>
        <w:rPr>
          <w:rFonts w:eastAsia="Times New Roman"/>
          <w:lang w:eastAsia="ko-KR"/>
        </w:rPr>
      </w:pPr>
      <w:r>
        <w:rPr>
          <w:rFonts w:eastAsia="Times New Roman"/>
          <w:lang w:eastAsia="ko-KR"/>
        </w:rPr>
        <w:lastRenderedPageBreak/>
        <w:t xml:space="preserve">In the following example, the entries </w:t>
      </w:r>
      <w:r w:rsidR="005E64C4">
        <w:rPr>
          <w:rFonts w:eastAsia="Times New Roman"/>
          <w:lang w:eastAsia="ko-KR"/>
        </w:rPr>
        <w:t>of</w:t>
      </w:r>
      <w:r>
        <w:rPr>
          <w:rFonts w:eastAsia="Times New Roman"/>
          <w:lang w:eastAsia="ko-KR"/>
        </w:rPr>
        <w:t xml:space="preserve"> the one-dimensional array </w:t>
      </w:r>
      <w:r w:rsidRPr="00E56598">
        <w:rPr>
          <w:rFonts w:ascii="Courier New" w:eastAsia="Times New Roman" w:hAnsi="Courier New" w:cs="Courier New"/>
          <w:lang w:eastAsia="ko-KR"/>
        </w:rPr>
        <w:t>wordLength</w:t>
      </w:r>
      <w:r>
        <w:rPr>
          <w:rFonts w:eastAsia="Times New Roman"/>
          <w:lang w:eastAsia="ko-KR"/>
        </w:rPr>
        <w:t xml:space="preserve"> are populated in a sparse manner within the for loop. On the subsequent line, these values are then accessed to define and populate the two-dimensional </w:t>
      </w:r>
      <w:r w:rsidRPr="00E56598">
        <w:rPr>
          <w:rFonts w:ascii="Courier New" w:eastAsia="Times New Roman" w:hAnsi="Courier New" w:cs="Courier New"/>
          <w:lang w:eastAsia="ko-KR"/>
        </w:rPr>
        <w:t>array</w:t>
      </w:r>
      <w:r>
        <w:rPr>
          <w:rFonts w:eastAsia="Times New Roman"/>
          <w:lang w:eastAsia="ko-KR"/>
        </w:rPr>
        <w:t xml:space="preserve"> words</w:t>
      </w:r>
      <w:r w:rsidR="00684309">
        <w:rPr>
          <w:rFonts w:eastAsia="Times New Roman"/>
          <w:lang w:eastAsia="ko-KR"/>
        </w:rPr>
        <w:t xml:space="preserve"> (again in a sparse manner for one of the dimensions)</w:t>
      </w:r>
      <w:r w:rsidR="00FA49F2">
        <w:rPr>
          <w:rFonts w:eastAsia="Times New Roman"/>
          <w:lang w:eastAsia="ko-KR"/>
        </w:rPr>
        <w:t>:</w:t>
      </w:r>
    </w:p>
    <w:p w14:paraId="5029FDCC" w14:textId="76D49F86" w:rsidR="003F75DC" w:rsidRPr="00F84023" w:rsidRDefault="003F75DC" w:rsidP="003F75DC">
      <w:pPr>
        <w:pStyle w:val="Example"/>
      </w:pPr>
      <w:r w:rsidRPr="00F84023">
        <w:t xml:space="preserve">EXAMPLE </w:t>
      </w:r>
      <w:r w:rsidRPr="00F84023">
        <w:sym w:font="Symbol" w:char="F0BE"/>
      </w:r>
      <w:r w:rsidRPr="00F84023">
        <w:t xml:space="preserve"> </w:t>
      </w:r>
    </w:p>
    <w:p w14:paraId="6275C606" w14:textId="0BE0DB82" w:rsidR="009E24F9" w:rsidRPr="009E24F9" w:rsidRDefault="009E24F9" w:rsidP="009E24F9">
      <w:pPr>
        <w:pStyle w:val="SDLCode"/>
        <w:rPr>
          <w:rFonts w:eastAsia="Times New Roman"/>
        </w:rPr>
      </w:pPr>
      <w:r w:rsidRPr="009E24F9">
        <w:rPr>
          <w:rFonts w:eastAsia="Times New Roman"/>
        </w:rPr>
        <w:t xml:space="preserve">int </w:t>
      </w:r>
      <w:r>
        <w:rPr>
          <w:rFonts w:eastAsia="Times New Roman"/>
        </w:rPr>
        <w:t>i</w:t>
      </w:r>
      <w:r w:rsidRPr="009E24F9">
        <w:rPr>
          <w:rFonts w:eastAsia="Times New Roman"/>
        </w:rPr>
        <w:t>;</w:t>
      </w:r>
    </w:p>
    <w:p w14:paraId="5B3AB12A" w14:textId="69BAFF16" w:rsidR="009E24F9" w:rsidRPr="009E24F9" w:rsidRDefault="009E24F9" w:rsidP="009E24F9">
      <w:pPr>
        <w:pStyle w:val="SDLCode"/>
        <w:rPr>
          <w:rFonts w:eastAsia="Times New Roman"/>
        </w:rPr>
      </w:pPr>
      <w:r w:rsidRPr="009E24F9">
        <w:rPr>
          <w:rFonts w:eastAsia="Times New Roman"/>
        </w:rPr>
        <w:t xml:space="preserve">unsigned int(8) </w:t>
      </w:r>
      <w:r>
        <w:rPr>
          <w:rFonts w:eastAsia="Times New Roman"/>
        </w:rPr>
        <w:t>word</w:t>
      </w:r>
      <w:r w:rsidR="005022CB">
        <w:rPr>
          <w:rFonts w:eastAsia="Times New Roman"/>
        </w:rPr>
        <w:t>C</w:t>
      </w:r>
      <w:r>
        <w:rPr>
          <w:rFonts w:eastAsia="Times New Roman"/>
        </w:rPr>
        <w:t>ount</w:t>
      </w:r>
      <w:r w:rsidRPr="009E24F9">
        <w:rPr>
          <w:rFonts w:eastAsia="Times New Roman"/>
        </w:rPr>
        <w:t>;</w:t>
      </w:r>
    </w:p>
    <w:p w14:paraId="75AB820E" w14:textId="1EB265D1" w:rsidR="009E24F9" w:rsidRPr="009E24F9" w:rsidRDefault="009E24F9" w:rsidP="009E24F9">
      <w:pPr>
        <w:pStyle w:val="SDLCode"/>
        <w:rPr>
          <w:rFonts w:eastAsia="Times New Roman"/>
        </w:rPr>
      </w:pPr>
      <w:r w:rsidRPr="009E24F9">
        <w:rPr>
          <w:rFonts w:eastAsia="Times New Roman"/>
        </w:rPr>
        <w:t>for (</w:t>
      </w:r>
      <w:r>
        <w:rPr>
          <w:rFonts w:eastAsia="Times New Roman"/>
        </w:rPr>
        <w:t>i</w:t>
      </w:r>
      <w:r w:rsidRPr="009E24F9">
        <w:rPr>
          <w:rFonts w:eastAsia="Times New Roman"/>
        </w:rPr>
        <w:t xml:space="preserve"> = 0; </w:t>
      </w:r>
      <w:r>
        <w:rPr>
          <w:rFonts w:eastAsia="Times New Roman"/>
        </w:rPr>
        <w:t>i</w:t>
      </w:r>
      <w:r w:rsidRPr="009E24F9">
        <w:rPr>
          <w:rFonts w:eastAsia="Times New Roman"/>
        </w:rPr>
        <w:t xml:space="preserve"> &lt; </w:t>
      </w:r>
      <w:r>
        <w:rPr>
          <w:rFonts w:eastAsia="Times New Roman"/>
        </w:rPr>
        <w:t>word</w:t>
      </w:r>
      <w:r w:rsidR="005022CB">
        <w:rPr>
          <w:rFonts w:eastAsia="Times New Roman"/>
        </w:rPr>
        <w:t>C</w:t>
      </w:r>
      <w:r>
        <w:rPr>
          <w:rFonts w:eastAsia="Times New Roman"/>
        </w:rPr>
        <w:t>ount</w:t>
      </w:r>
      <w:r w:rsidRPr="009E24F9">
        <w:rPr>
          <w:rFonts w:eastAsia="Times New Roman"/>
        </w:rPr>
        <w:t>; i++) {</w:t>
      </w:r>
    </w:p>
    <w:p w14:paraId="769594E7" w14:textId="77777777" w:rsidR="005022CB" w:rsidRDefault="005022CB" w:rsidP="00D630A5">
      <w:pPr>
        <w:pStyle w:val="SDLCode"/>
        <w:rPr>
          <w:rFonts w:eastAsia="Times New Roman"/>
        </w:rPr>
      </w:pPr>
    </w:p>
    <w:p w14:paraId="7F147A09" w14:textId="64A0597A" w:rsidR="00D630A5" w:rsidRPr="009E24F9" w:rsidRDefault="00D630A5" w:rsidP="00D630A5">
      <w:pPr>
        <w:pStyle w:val="SDLCode"/>
        <w:rPr>
          <w:rFonts w:eastAsia="Times New Roman"/>
        </w:rPr>
      </w:pPr>
      <w:r>
        <w:rPr>
          <w:rFonts w:eastAsia="Times New Roman"/>
        </w:rPr>
        <w:tab/>
        <w:t xml:space="preserve"> // sparse array population</w:t>
      </w:r>
    </w:p>
    <w:p w14:paraId="4FA93F35" w14:textId="287C4A78" w:rsidR="009E24F9" w:rsidRDefault="009E24F9" w:rsidP="009E24F9">
      <w:pPr>
        <w:pStyle w:val="SDLCode"/>
        <w:rPr>
          <w:rFonts w:eastAsia="Times New Roman"/>
        </w:rPr>
      </w:pPr>
      <w:r w:rsidRPr="009E24F9">
        <w:rPr>
          <w:rFonts w:eastAsia="Times New Roman"/>
        </w:rPr>
        <w:t xml:space="preserve">    unsigned int(8) wordLength[[i]];</w:t>
      </w:r>
    </w:p>
    <w:p w14:paraId="2D6E2408" w14:textId="77777777" w:rsidR="00D630A5" w:rsidRDefault="00D630A5" w:rsidP="009E24F9">
      <w:pPr>
        <w:pStyle w:val="SDLCode"/>
        <w:rPr>
          <w:rFonts w:eastAsia="Times New Roman"/>
        </w:rPr>
      </w:pPr>
    </w:p>
    <w:p w14:paraId="4606C6F6" w14:textId="13A7B08E" w:rsidR="00D630A5" w:rsidRPr="009E24F9" w:rsidRDefault="00D630A5" w:rsidP="00D630A5">
      <w:pPr>
        <w:pStyle w:val="SDLCode"/>
        <w:rPr>
          <w:rFonts w:eastAsia="Times New Roman"/>
        </w:rPr>
      </w:pPr>
      <w:r w:rsidRPr="009E24F9">
        <w:rPr>
          <w:rFonts w:eastAsia="Times New Roman"/>
        </w:rPr>
        <w:t xml:space="preserve">    </w:t>
      </w:r>
      <w:r>
        <w:rPr>
          <w:rFonts w:eastAsia="Times New Roman"/>
        </w:rPr>
        <w:t>// first dimension sparse array population</w:t>
      </w:r>
    </w:p>
    <w:p w14:paraId="2CCE075B" w14:textId="18389837" w:rsidR="00D630A5" w:rsidRDefault="00D630A5" w:rsidP="009E24F9">
      <w:pPr>
        <w:pStyle w:val="SDLCode"/>
        <w:rPr>
          <w:rFonts w:eastAsia="Times New Roman"/>
        </w:rPr>
      </w:pPr>
      <w:r w:rsidRPr="009E24F9">
        <w:rPr>
          <w:rFonts w:eastAsia="Times New Roman"/>
        </w:rPr>
        <w:t xml:space="preserve">    </w:t>
      </w:r>
      <w:r>
        <w:rPr>
          <w:rFonts w:eastAsia="Times New Roman"/>
        </w:rPr>
        <w:t xml:space="preserve">// second dimension </w:t>
      </w:r>
      <w:r w:rsidR="005022CB">
        <w:rPr>
          <w:rFonts w:eastAsia="Times New Roman"/>
        </w:rPr>
        <w:t xml:space="preserve">fully populated with a size defined by </w:t>
      </w:r>
      <w:r w:rsidR="005022CB" w:rsidRPr="009E24F9">
        <w:rPr>
          <w:rFonts w:eastAsia="Times New Roman"/>
        </w:rPr>
        <w:t>wordLength[i]</w:t>
      </w:r>
      <w:r w:rsidR="005022CB">
        <w:rPr>
          <w:rFonts w:eastAsia="Times New Roman"/>
        </w:rPr>
        <w:t xml:space="preserve">  </w:t>
      </w:r>
    </w:p>
    <w:p w14:paraId="2AEAB24A" w14:textId="2D7C1446" w:rsidR="009E24F9" w:rsidRPr="009E24F9" w:rsidRDefault="009E24F9" w:rsidP="009E24F9">
      <w:pPr>
        <w:pStyle w:val="SDLCode"/>
        <w:rPr>
          <w:rFonts w:eastAsia="Times New Roman"/>
        </w:rPr>
      </w:pPr>
      <w:r w:rsidRPr="009E24F9">
        <w:rPr>
          <w:rFonts w:eastAsia="Times New Roman"/>
        </w:rPr>
        <w:t xml:space="preserve">    bit(8) word</w:t>
      </w:r>
      <w:r>
        <w:rPr>
          <w:rFonts w:eastAsia="Times New Roman"/>
        </w:rPr>
        <w:t>s</w:t>
      </w:r>
      <w:r w:rsidRPr="009E24F9">
        <w:rPr>
          <w:rFonts w:eastAsia="Times New Roman"/>
        </w:rPr>
        <w:t>[[i]][wordLength[i]];</w:t>
      </w:r>
      <w:r w:rsidR="00D630A5">
        <w:rPr>
          <w:rFonts w:eastAsia="Times New Roman"/>
        </w:rPr>
        <w:t xml:space="preserve"> </w:t>
      </w:r>
    </w:p>
    <w:p w14:paraId="038D4E52" w14:textId="08C69927" w:rsidR="00CF747F" w:rsidRDefault="009E24F9" w:rsidP="009E24F9">
      <w:pPr>
        <w:pStyle w:val="SDLCode"/>
        <w:rPr>
          <w:rFonts w:eastAsia="Times New Roman"/>
        </w:rPr>
      </w:pPr>
      <w:r w:rsidRPr="009E24F9">
        <w:rPr>
          <w:rFonts w:eastAsia="Times New Roman"/>
        </w:rPr>
        <w:t>}</w:t>
      </w:r>
    </w:p>
    <w:p w14:paraId="082E4237" w14:textId="77777777" w:rsidR="009E24F9" w:rsidRPr="00C472DC" w:rsidRDefault="009E24F9" w:rsidP="009E24F9">
      <w:pPr>
        <w:pStyle w:val="SDLCode"/>
        <w:rPr>
          <w:rFonts w:eastAsia="Times New Roman"/>
        </w:rPr>
      </w:pPr>
    </w:p>
    <w:p w14:paraId="115DF703" w14:textId="77777777" w:rsidR="008B4155" w:rsidRPr="00282F49" w:rsidRDefault="008B4155" w:rsidP="008B4155">
      <w:pPr>
        <w:pStyle w:val="BodyText"/>
        <w:spacing w:after="220"/>
        <w:rPr>
          <w:rFonts w:eastAsia="Times New Roman"/>
          <w:lang w:eastAsia="ko-KR"/>
        </w:rPr>
      </w:pPr>
      <w:r>
        <w:rPr>
          <w:rFonts w:eastAsia="Times New Roman"/>
          <w:lang w:eastAsia="ko-KR"/>
        </w:rPr>
        <w:t xml:space="preserve">The following example </w:t>
      </w:r>
      <w:r w:rsidRPr="000E39C4">
        <w:rPr>
          <w:rFonts w:eastAsia="Times New Roman"/>
          <w:lang w:eastAsia="ko-KR"/>
        </w:rPr>
        <w:t>indicates the element a(5, 3) of the array (the element in the 6</w:t>
      </w:r>
      <w:r w:rsidRPr="000E39C4">
        <w:rPr>
          <w:rFonts w:eastAsia="Times New Roman"/>
          <w:vertAlign w:val="superscript"/>
          <w:lang w:eastAsia="ko-KR"/>
        </w:rPr>
        <w:t>th</w:t>
      </w:r>
      <w:r w:rsidRPr="000E39C4">
        <w:rPr>
          <w:rFonts w:eastAsia="Times New Roman"/>
          <w:lang w:eastAsia="ko-KR"/>
        </w:rPr>
        <w:t xml:space="preserve"> row and the 4</w:t>
      </w:r>
      <w:r w:rsidRPr="000E39C4">
        <w:rPr>
          <w:rFonts w:eastAsia="Times New Roman"/>
          <w:vertAlign w:val="superscript"/>
          <w:lang w:eastAsia="ko-KR"/>
        </w:rPr>
        <w:t>th</w:t>
      </w:r>
      <w:r w:rsidRPr="000E39C4">
        <w:rPr>
          <w:rFonts w:eastAsia="Times New Roman"/>
          <w:lang w:eastAsia="ko-KR"/>
        </w:rPr>
        <w:t xml:space="preserve"> column)</w:t>
      </w:r>
      <w:r>
        <w:rPr>
          <w:rFonts w:eastAsia="Times New Roman"/>
          <w:lang w:eastAsia="ko-KR"/>
        </w:rPr>
        <w:t>:</w:t>
      </w:r>
    </w:p>
    <w:p w14:paraId="4925C099" w14:textId="276FE943" w:rsidR="00127906" w:rsidRPr="00F84023" w:rsidRDefault="00127906" w:rsidP="00F84023">
      <w:pPr>
        <w:pStyle w:val="Example"/>
      </w:pPr>
      <w:r w:rsidRPr="00F84023">
        <w:t xml:space="preserve">EXAMPLE </w:t>
      </w:r>
      <w:r w:rsidRPr="00F84023">
        <w:sym w:font="Symbol" w:char="F0BE"/>
      </w:r>
      <w:r w:rsidRPr="00F84023">
        <w:t xml:space="preserve"> </w:t>
      </w:r>
    </w:p>
    <w:p w14:paraId="485A800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a[[3]][[5]];</w:t>
      </w:r>
    </w:p>
    <w:p w14:paraId="52ED78B5" w14:textId="77777777" w:rsidR="00127906" w:rsidRPr="006D1923" w:rsidRDefault="00127906" w:rsidP="00127906">
      <w:pPr>
        <w:pStyle w:val="List2"/>
        <w:spacing w:after="0"/>
        <w:ind w:left="568" w:hanging="284"/>
        <w:rPr>
          <w:rFonts w:eastAsia="Times New Roman"/>
        </w:rPr>
      </w:pPr>
    </w:p>
    <w:p w14:paraId="483E0831" w14:textId="77777777" w:rsidR="0004687D" w:rsidRPr="008F4E31" w:rsidRDefault="0004687D" w:rsidP="0004687D">
      <w:pPr>
        <w:autoSpaceDE w:val="0"/>
        <w:autoSpaceDN w:val="0"/>
        <w:adjustRightInd w:val="0"/>
        <w:jc w:val="left"/>
      </w:pPr>
      <w:r w:rsidRPr="008F4E31">
        <w:rPr>
          <w:highlight w:val="yellow"/>
        </w:rPr>
        <w:t>[Editor’s note: An example bitstream for this would be:]</w:t>
      </w:r>
    </w:p>
    <w:p w14:paraId="7B3CA97E" w14:textId="0B547ED8" w:rsidR="00127906" w:rsidRPr="00F84023" w:rsidRDefault="006F6579" w:rsidP="00F84023">
      <w:pPr>
        <w:pStyle w:val="BodyText"/>
      </w:pPr>
      <w:r>
        <w:rPr>
          <w:lang w:eastAsia="ko-KR"/>
        </w:rPr>
        <w:t xml:space="preserve">The following example </w:t>
      </w:r>
      <w:r w:rsidRPr="00282F49">
        <w:rPr>
          <w:lang w:eastAsia="ko-KR"/>
        </w:rPr>
        <w:t xml:space="preserve">indicates the entire </w:t>
      </w:r>
      <w:r w:rsidR="00775006" w:rsidRPr="000E39C4">
        <w:rPr>
          <w:rFonts w:eastAsia="Times New Roman"/>
          <w:lang w:eastAsia="ko-KR"/>
        </w:rPr>
        <w:t>6</w:t>
      </w:r>
      <w:r w:rsidR="00775006" w:rsidRPr="000E39C4">
        <w:rPr>
          <w:rFonts w:eastAsia="Times New Roman"/>
          <w:vertAlign w:val="superscript"/>
          <w:lang w:eastAsia="ko-KR"/>
        </w:rPr>
        <w:t>th</w:t>
      </w:r>
      <w:r w:rsidR="00775006" w:rsidRPr="000E39C4">
        <w:rPr>
          <w:rFonts w:eastAsia="Times New Roman"/>
          <w:lang w:eastAsia="ko-KR"/>
        </w:rPr>
        <w:t xml:space="preserve"> </w:t>
      </w:r>
      <w:r w:rsidRPr="00282F49">
        <w:rPr>
          <w:lang w:eastAsia="ko-KR"/>
        </w:rPr>
        <w:t>column</w:t>
      </w:r>
      <w:r w:rsidR="00095BB1">
        <w:rPr>
          <w:lang w:eastAsia="ko-KR"/>
        </w:rPr>
        <w:t xml:space="preserve"> </w:t>
      </w:r>
      <w:r w:rsidR="00095BB1">
        <w:t>(index ‘5’)</w:t>
      </w:r>
      <w:r w:rsidRPr="00282F49">
        <w:rPr>
          <w:lang w:eastAsia="ko-KR"/>
        </w:rPr>
        <w:t xml:space="preserve"> of the array</w:t>
      </w:r>
      <w:r w:rsidR="0033206B" w:rsidRPr="00282F49">
        <w:t xml:space="preserve">, with a length of </w:t>
      </w:r>
      <w:r w:rsidR="0033206B">
        <w:t>3</w:t>
      </w:r>
      <w:r w:rsidR="0033206B" w:rsidRPr="00282F49">
        <w:t xml:space="preserve"> elements</w:t>
      </w:r>
      <w:r w:rsidR="00B9553F">
        <w:t xml:space="preserve"> of 4-bit integer values</w:t>
      </w:r>
      <w:r>
        <w:rPr>
          <w:lang w:eastAsia="ko-KR"/>
        </w:rPr>
        <w:t>:</w:t>
      </w:r>
    </w:p>
    <w:p w14:paraId="0B50DC7B" w14:textId="4392CD3B" w:rsidR="00C9709D" w:rsidRPr="00F84023" w:rsidRDefault="00C9709D" w:rsidP="00F84023">
      <w:pPr>
        <w:pStyle w:val="Example"/>
      </w:pPr>
      <w:r w:rsidRPr="00F84023">
        <w:t xml:space="preserve">EXAMPLE </w:t>
      </w:r>
      <w:r w:rsidRPr="00F84023">
        <w:sym w:font="Symbol" w:char="F0BE"/>
      </w:r>
      <w:r w:rsidRPr="00F84023">
        <w:t xml:space="preserve"> </w:t>
      </w:r>
    </w:p>
    <w:p w14:paraId="613F3CA2" w14:textId="66D135EA"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a[3][[5]];</w:t>
      </w:r>
    </w:p>
    <w:p w14:paraId="5206086A" w14:textId="77777777" w:rsidR="00127906" w:rsidRPr="006D1923" w:rsidRDefault="00127906" w:rsidP="00127906">
      <w:pPr>
        <w:pStyle w:val="List2"/>
        <w:spacing w:after="0"/>
        <w:ind w:left="568" w:hanging="284"/>
        <w:rPr>
          <w:rFonts w:eastAsia="Times New Roman"/>
        </w:rPr>
      </w:pPr>
    </w:p>
    <w:p w14:paraId="3C85A816" w14:textId="77777777" w:rsidR="0004687D" w:rsidRPr="008F4E31" w:rsidRDefault="0004687D" w:rsidP="0004687D">
      <w:pPr>
        <w:autoSpaceDE w:val="0"/>
        <w:autoSpaceDN w:val="0"/>
        <w:adjustRightInd w:val="0"/>
        <w:jc w:val="left"/>
      </w:pPr>
      <w:r w:rsidRPr="008F4E31">
        <w:rPr>
          <w:highlight w:val="yellow"/>
        </w:rPr>
        <w:t>[Editor’s note: An example bitstream for this would be:]</w:t>
      </w:r>
    </w:p>
    <w:p w14:paraId="273FCB63" w14:textId="71D82314" w:rsidR="001C0270" w:rsidRDefault="001C0270" w:rsidP="001C0270">
      <w:pPr>
        <w:pStyle w:val="BodyText"/>
      </w:pPr>
      <w:r>
        <w:rPr>
          <w:lang w:eastAsia="ko-KR"/>
        </w:rPr>
        <w:t>The following example</w:t>
      </w:r>
      <w:r>
        <w:t xml:space="preserve"> </w:t>
      </w:r>
      <w:r w:rsidRPr="00282F49">
        <w:t xml:space="preserve">indicates the entire </w:t>
      </w:r>
      <w:r w:rsidR="00077133">
        <w:rPr>
          <w:rFonts w:eastAsia="Times New Roman"/>
          <w:lang w:eastAsia="ko-KR"/>
        </w:rPr>
        <w:t>4</w:t>
      </w:r>
      <w:r w:rsidR="00077133" w:rsidRPr="000E39C4">
        <w:rPr>
          <w:rFonts w:eastAsia="Times New Roman"/>
          <w:vertAlign w:val="superscript"/>
          <w:lang w:eastAsia="ko-KR"/>
        </w:rPr>
        <w:t>th</w:t>
      </w:r>
      <w:r w:rsidR="00077133" w:rsidRPr="00282F49">
        <w:t xml:space="preserve"> </w:t>
      </w:r>
      <w:r w:rsidRPr="00282F49">
        <w:t>row</w:t>
      </w:r>
      <w:r w:rsidR="0034677C">
        <w:t xml:space="preserve"> (index </w:t>
      </w:r>
      <w:r w:rsidR="00095BB1">
        <w:t>‘</w:t>
      </w:r>
      <w:r w:rsidR="0034677C">
        <w:t>3</w:t>
      </w:r>
      <w:r w:rsidR="00095BB1">
        <w:t>’</w:t>
      </w:r>
      <w:r w:rsidR="0034677C">
        <w:t>)</w:t>
      </w:r>
      <w:r w:rsidRPr="00282F49">
        <w:t xml:space="preserve"> of the array, with a length of 5 elements</w:t>
      </w:r>
      <w:r w:rsidR="00B9553F">
        <w:t xml:space="preserve"> of 4-bit integer values</w:t>
      </w:r>
      <w:r>
        <w:t>:</w:t>
      </w:r>
    </w:p>
    <w:p w14:paraId="06523011" w14:textId="0BC69D85" w:rsidR="00C9709D" w:rsidRPr="00F84023" w:rsidRDefault="00C9709D" w:rsidP="00F84023">
      <w:pPr>
        <w:pStyle w:val="Example"/>
      </w:pPr>
      <w:r w:rsidRPr="00F84023">
        <w:t xml:space="preserve">EXAMPLE </w:t>
      </w:r>
      <w:r w:rsidRPr="00F84023">
        <w:sym w:font="Symbol" w:char="F0BE"/>
      </w:r>
      <w:r w:rsidRPr="00F84023">
        <w:t xml:space="preserve"> </w:t>
      </w:r>
    </w:p>
    <w:p w14:paraId="0B0E1C65" w14:textId="634B5F7E" w:rsidR="00127906" w:rsidRDefault="00127906" w:rsidP="00127906">
      <w:pPr>
        <w:pStyle w:val="SDLCode"/>
        <w:rPr>
          <w:rFonts w:eastAsia="Times New Roman" w:cs="Times New Roman"/>
          <w:lang w:val="en-GB"/>
        </w:rPr>
      </w:pPr>
      <w:r w:rsidRPr="00282F49">
        <w:rPr>
          <w:rFonts w:eastAsia="Times New Roman" w:cs="Times New Roman"/>
          <w:lang w:val="en-GB"/>
        </w:rPr>
        <w:t>int(4) a[[3]][5];</w:t>
      </w:r>
    </w:p>
    <w:p w14:paraId="47BA6439" w14:textId="77777777" w:rsidR="0004687D" w:rsidRDefault="0004687D" w:rsidP="00127906">
      <w:pPr>
        <w:pStyle w:val="SDLCode"/>
        <w:rPr>
          <w:rFonts w:eastAsia="Times New Roman" w:cs="Times New Roman"/>
          <w:lang w:val="en-GB"/>
        </w:rPr>
      </w:pPr>
    </w:p>
    <w:p w14:paraId="37640E15" w14:textId="1CBBF2E8" w:rsidR="00127906" w:rsidRPr="006D1923" w:rsidRDefault="0004687D" w:rsidP="00E56598">
      <w:pPr>
        <w:autoSpaceDE w:val="0"/>
        <w:autoSpaceDN w:val="0"/>
        <w:adjustRightInd w:val="0"/>
        <w:jc w:val="left"/>
      </w:pPr>
      <w:r w:rsidRPr="008F4E31">
        <w:rPr>
          <w:highlight w:val="yellow"/>
        </w:rPr>
        <w:t>[Editor’s note: An example bitstream for this would be:]</w:t>
      </w:r>
    </w:p>
    <w:p w14:paraId="1BC4C441" w14:textId="6A51BE2A" w:rsidR="00127906" w:rsidRPr="00C472DC" w:rsidRDefault="00127906" w:rsidP="009C5CF4">
      <w:pPr>
        <w:pStyle w:val="Note"/>
      </w:pPr>
      <w:r w:rsidRPr="00C472DC">
        <w:t>NOTE</w:t>
      </w:r>
      <w:r w:rsidR="009C5CF4" w:rsidRPr="00C472DC">
        <w:tab/>
      </w:r>
      <w:r w:rsidRPr="009C5CF4">
        <w:t>a[5]</w:t>
      </w:r>
      <w:r w:rsidRPr="00C472DC">
        <w:t xml:space="preserve"> </w:t>
      </w:r>
      <w:r w:rsidR="008C4DDF">
        <w:t>specifies</w:t>
      </w:r>
      <w:r w:rsidR="008C4DDF" w:rsidRPr="00C472DC">
        <w:t xml:space="preserve"> </w:t>
      </w:r>
      <w:r w:rsidR="008C4DDF">
        <w:t xml:space="preserve">an array of </w:t>
      </w:r>
      <w:r w:rsidRPr="00C472DC">
        <w:t xml:space="preserve">five elements, whereas </w:t>
      </w:r>
      <w:r w:rsidRPr="009C5CF4">
        <w:t>a[[5]]</w:t>
      </w:r>
      <w:r w:rsidRPr="00C472DC">
        <w:t xml:space="preserve"> </w:t>
      </w:r>
      <w:r w:rsidR="002C2A4F">
        <w:t>specifies</w:t>
      </w:r>
      <w:r w:rsidR="00BC31E8">
        <w:t xml:space="preserve"> the 6</w:t>
      </w:r>
      <w:r w:rsidR="00BC31E8" w:rsidRPr="00C472DC">
        <w:rPr>
          <w:vertAlign w:val="superscript"/>
        </w:rPr>
        <w:t>th</w:t>
      </w:r>
      <w:r w:rsidR="00BC31E8">
        <w:t xml:space="preserve"> element of</w:t>
      </w:r>
      <w:r w:rsidR="002C2A4F">
        <w:t xml:space="preserve"> an array </w:t>
      </w:r>
      <w:r w:rsidR="00BC31E8">
        <w:t xml:space="preserve">which can contain </w:t>
      </w:r>
      <w:r w:rsidRPr="00C472DC">
        <w:t>at least six</w:t>
      </w:r>
      <w:r w:rsidR="002C2A4F">
        <w:t xml:space="preserve"> elements</w:t>
      </w:r>
      <w:r w:rsidRPr="00C472DC">
        <w:t>.</w:t>
      </w:r>
    </w:p>
    <w:p w14:paraId="66A9AEAE" w14:textId="215D4D81" w:rsidR="00127906" w:rsidRDefault="00127906" w:rsidP="009D2AF6">
      <w:pPr>
        <w:pStyle w:val="Heading2"/>
      </w:pPr>
      <w:bookmarkStart w:id="166" w:name="_Toc150443145"/>
      <w:r w:rsidRPr="006D1923">
        <w:t xml:space="preserve">Implicit </w:t>
      </w:r>
      <w:r w:rsidR="00FE206E">
        <w:t>a</w:t>
      </w:r>
      <w:r w:rsidRPr="006D1923">
        <w:t>rrays</w:t>
      </w:r>
      <w:bookmarkEnd w:id="166"/>
    </w:p>
    <w:p w14:paraId="5F68FFF7" w14:textId="51345402" w:rsidR="008B3F12" w:rsidRDefault="008B3F12" w:rsidP="008B3F12">
      <w:pPr>
        <w:pStyle w:val="BodyText"/>
        <w:spacing w:after="220"/>
        <w:rPr>
          <w:rFonts w:eastAsia="Times New Roman"/>
          <w:lang w:eastAsia="ko-KR"/>
        </w:rPr>
      </w:pPr>
      <w:r>
        <w:rPr>
          <w:rFonts w:eastAsia="Times New Roman"/>
          <w:lang w:eastAsia="ko-KR"/>
        </w:rPr>
        <w:t>An array with an implicit length</w:t>
      </w:r>
      <w:r w:rsidRPr="00282F49">
        <w:rPr>
          <w:rFonts w:eastAsia="Times New Roman"/>
          <w:lang w:eastAsia="ko-KR"/>
        </w:rPr>
        <w:t xml:space="preserve"> </w:t>
      </w:r>
      <w:r>
        <w:rPr>
          <w:rFonts w:eastAsia="Times New Roman"/>
          <w:lang w:eastAsia="ko-KR"/>
        </w:rPr>
        <w:t xml:space="preserve">is an implicit array. </w:t>
      </w:r>
      <w:r w:rsidR="002954CB">
        <w:rPr>
          <w:rFonts w:eastAsia="Times New Roman"/>
          <w:lang w:eastAsia="ko-KR"/>
        </w:rPr>
        <w:t>It is</w:t>
      </w:r>
      <w:r w:rsidRPr="00282F49">
        <w:rPr>
          <w:rFonts w:eastAsia="Times New Roman"/>
          <w:lang w:eastAsia="ko-KR"/>
        </w:rPr>
        <w:t xml:space="preserve"> indicated by an array declaration without a length specification.</w:t>
      </w:r>
      <w:r w:rsidRPr="00AA54D0">
        <w:rPr>
          <w:rFonts w:eastAsia="Times New Roman"/>
          <w:lang w:eastAsia="ko-KR"/>
        </w:rPr>
        <w:t xml:space="preserve"> </w:t>
      </w:r>
      <w:r w:rsidRPr="00282F49">
        <w:rPr>
          <w:rFonts w:eastAsia="Times New Roman"/>
          <w:lang w:eastAsia="ko-KR"/>
        </w:rPr>
        <w:t xml:space="preserve">To limit the </w:t>
      </w:r>
      <w:r>
        <w:rPr>
          <w:rFonts w:eastAsia="Times New Roman"/>
          <w:lang w:eastAsia="ko-KR"/>
        </w:rPr>
        <w:t xml:space="preserve">possible minimum and maximum implicit </w:t>
      </w:r>
      <w:r w:rsidRPr="00282F49">
        <w:rPr>
          <w:rFonts w:eastAsia="Times New Roman"/>
          <w:lang w:eastAsia="ko-KR"/>
        </w:rPr>
        <w:t>length of the array, a</w:t>
      </w:r>
      <w:r>
        <w:rPr>
          <w:rFonts w:eastAsia="Times New Roman"/>
          <w:lang w:eastAsia="ko-KR"/>
        </w:rPr>
        <w:t>n</w:t>
      </w:r>
      <w:r w:rsidRPr="00282F49">
        <w:rPr>
          <w:rFonts w:eastAsia="Times New Roman"/>
          <w:lang w:eastAsia="ko-KR"/>
        </w:rPr>
        <w:t xml:space="preserve"> </w:t>
      </w:r>
      <w:r>
        <w:rPr>
          <w:rFonts w:eastAsia="Times New Roman"/>
          <w:lang w:eastAsia="ko-KR"/>
        </w:rPr>
        <w:t xml:space="preserve">optional </w:t>
      </w:r>
      <w:r w:rsidRPr="00277A14">
        <w:rPr>
          <w:rFonts w:eastAsia="Times New Roman"/>
          <w:lang w:eastAsia="ko-KR"/>
        </w:rPr>
        <w:t>range</w:t>
      </w:r>
      <w:r w:rsidRPr="00282F49">
        <w:rPr>
          <w:rFonts w:eastAsia="Times New Roman"/>
          <w:lang w:eastAsia="ko-KR"/>
        </w:rPr>
        <w:t xml:space="preserve"> specification may be </w:t>
      </w:r>
      <w:r>
        <w:rPr>
          <w:rFonts w:eastAsia="Times New Roman"/>
          <w:lang w:eastAsia="ko-KR"/>
        </w:rPr>
        <w:t>used as</w:t>
      </w:r>
      <w:r w:rsidRPr="00282F49">
        <w:rPr>
          <w:rFonts w:eastAsia="Times New Roman"/>
          <w:lang w:eastAsia="ko-KR"/>
        </w:rPr>
        <w:t xml:space="preserve"> the specification of the length.</w:t>
      </w:r>
    </w:p>
    <w:p w14:paraId="60267EE6" w14:textId="7B5FAF8B" w:rsidR="00273C02" w:rsidRPr="006D1923" w:rsidRDefault="00273C02" w:rsidP="00273C02">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A.</w:t>
      </w:r>
      <w:r>
        <w:rPr>
          <w:rStyle w:val="CharBold"/>
          <w:rFonts w:eastAsia="Times New Roman"/>
        </w:rPr>
        <w:t>4</w:t>
      </w:r>
      <w:r w:rsidRPr="006D1923">
        <w:rPr>
          <w:rStyle w:val="CharBold"/>
          <w:rFonts w:eastAsia="Times New Roman"/>
        </w:rPr>
        <w:t xml:space="preserve">: </w:t>
      </w:r>
      <w:r>
        <w:rPr>
          <w:rStyle w:val="CharBold"/>
          <w:rFonts w:eastAsia="Times New Roman"/>
        </w:rPr>
        <w:t>Implicit a</w:t>
      </w:r>
      <w:r w:rsidRPr="006D1923">
        <w:rPr>
          <w:rStyle w:val="CharBold"/>
          <w:rFonts w:eastAsia="Times New Roman"/>
        </w:rPr>
        <w:t>rrays</w:t>
      </w:r>
    </w:p>
    <w:p w14:paraId="3FDF1A17" w14:textId="71627F93" w:rsidR="00273C02" w:rsidRPr="006D1923" w:rsidRDefault="00A117F3" w:rsidP="00273C02">
      <w:pPr>
        <w:pStyle w:val="List3"/>
        <w:keepNext/>
        <w:keepLines/>
        <w:rPr>
          <w:rFonts w:eastAsia="Times New Roman"/>
        </w:rPr>
      </w:pPr>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C472DC">
        <w:rPr>
          <w:rStyle w:val="SDLattribute"/>
        </w:rPr>
        <w:t>modifier</w:t>
      </w:r>
      <w:r>
        <w:rPr>
          <w:rStyle w:val="SDLkeyword"/>
          <w:rFonts w:eastAsia="Times New Roman"/>
        </w:rPr>
        <w:t>)</w:t>
      </w:r>
      <w:r w:rsidRPr="00C73BB5">
        <w:rPr>
          <w:rFonts w:ascii="Courier New" w:eastAsia="Times New Roman" w:hAnsi="Courier New" w:cs="Courier New"/>
        </w:rPr>
        <w:t>]]</w:t>
      </w:r>
      <w:r w:rsidRPr="006D1923">
        <w:rPr>
          <w:rFonts w:eastAsia="Times New Roman"/>
        </w:rPr>
        <w:t xml:space="preserve"> </w:t>
      </w:r>
      <w:r w:rsidR="00273C02" w:rsidRPr="006D1923">
        <w:rPr>
          <w:rStyle w:val="SDLkeyword"/>
          <w:rFonts w:eastAsia="Times New Roman"/>
        </w:rPr>
        <w:t>typespec</w:t>
      </w:r>
      <w:r w:rsidR="00273C02" w:rsidRPr="006D1923">
        <w:rPr>
          <w:rFonts w:eastAsia="Times New Roman"/>
        </w:rPr>
        <w:t xml:space="preserve"> </w:t>
      </w:r>
      <w:r w:rsidR="00DB7FEC">
        <w:rPr>
          <w:rStyle w:val="SDLattribute"/>
          <w:rFonts w:eastAsia="Times New Roman"/>
        </w:rPr>
        <w:t>array_identifier</w:t>
      </w:r>
      <w:r w:rsidR="00273C02" w:rsidRPr="006D1923">
        <w:rPr>
          <w:rFonts w:eastAsia="Times New Roman"/>
        </w:rPr>
        <w:t xml:space="preserve"> </w:t>
      </w:r>
      <w:r w:rsidR="00273C02" w:rsidRPr="006D1923">
        <w:rPr>
          <w:rStyle w:val="SDLkeyword"/>
          <w:rFonts w:eastAsia="Times New Roman"/>
        </w:rPr>
        <w:t>[</w:t>
      </w:r>
      <w:r w:rsidR="000F5CE7" w:rsidRPr="006D1923">
        <w:rPr>
          <w:rFonts w:eastAsia="Times New Roman"/>
        </w:rPr>
        <w:t>[</w:t>
      </w:r>
      <w:r w:rsidR="000F5CE7" w:rsidRPr="003F7872">
        <w:rPr>
          <w:rStyle w:val="SDLattribute"/>
        </w:rPr>
        <w:t>range</w:t>
      </w:r>
      <w:r w:rsidR="000F5CE7" w:rsidRPr="006D1923">
        <w:rPr>
          <w:rFonts w:eastAsia="Times New Roman"/>
        </w:rPr>
        <w:t>]</w:t>
      </w:r>
      <w:r w:rsidR="00273C02" w:rsidRPr="006D1923">
        <w:rPr>
          <w:rStyle w:val="SDLkeyword"/>
          <w:rFonts w:eastAsia="Times New Roman"/>
        </w:rPr>
        <w:t>]</w:t>
      </w:r>
      <w:r w:rsidR="00273C02" w:rsidRPr="006D1923">
        <w:rPr>
          <w:rFonts w:eastAsia="Times New Roman"/>
        </w:rPr>
        <w:t>;</w:t>
      </w:r>
    </w:p>
    <w:p w14:paraId="528E11D9" w14:textId="7385C5AD" w:rsidR="00273C02" w:rsidRDefault="00273C02" w:rsidP="00064445">
      <w:pPr>
        <w:pStyle w:val="BodyText"/>
        <w:pBdr>
          <w:top w:val="single" w:sz="6" w:space="1" w:color="auto"/>
        </w:pBdr>
        <w:rPr>
          <w:rFonts w:eastAsia="Times New Roman"/>
          <w:lang w:eastAsia="ko-KR"/>
        </w:rPr>
      </w:pPr>
    </w:p>
    <w:p w14:paraId="5D7F3C4E" w14:textId="77777777" w:rsidR="002954CB" w:rsidRDefault="002954CB" w:rsidP="002954CB">
      <w:pPr>
        <w:pStyle w:val="BodyText"/>
        <w:spacing w:after="220"/>
        <w:rPr>
          <w:rFonts w:eastAsia="Times New Roman"/>
          <w:lang w:eastAsia="ko-KR"/>
        </w:rPr>
      </w:pPr>
      <w:r w:rsidRPr="00282F49">
        <w:rPr>
          <w:rFonts w:eastAsia="Times New Roman"/>
          <w:lang w:eastAsia="ko-KR"/>
        </w:rPr>
        <w:t xml:space="preserve">When a series of polymorphic classes is present in the bitstream, it may be represented as an array of the same type as that of the base </w:t>
      </w:r>
      <w:r w:rsidRPr="00C472DC">
        <w:t>class</w:t>
      </w:r>
      <w:r w:rsidRPr="00282F49">
        <w:rPr>
          <w:rFonts w:eastAsia="Times New Roman"/>
          <w:lang w:eastAsia="ko-KR"/>
        </w:rPr>
        <w:t>.</w:t>
      </w:r>
    </w:p>
    <w:p w14:paraId="169F247A" w14:textId="214C8600" w:rsidR="00127906" w:rsidRPr="00282F49" w:rsidRDefault="00D96330" w:rsidP="00127906">
      <w:pPr>
        <w:pStyle w:val="BodyText"/>
        <w:spacing w:after="220"/>
        <w:rPr>
          <w:rFonts w:eastAsia="Times New Roman"/>
          <w:lang w:eastAsia="ko-KR"/>
        </w:rPr>
      </w:pPr>
      <w:r>
        <w:rPr>
          <w:rFonts w:eastAsia="Times New Roman"/>
          <w:lang w:eastAsia="ko-KR"/>
        </w:rPr>
        <w:t xml:space="preserve">For example, </w:t>
      </w:r>
      <w:r w:rsidR="00127906" w:rsidRPr="00282F49">
        <w:rPr>
          <w:rFonts w:eastAsia="Times New Roman"/>
          <w:lang w:eastAsia="ko-KR"/>
        </w:rPr>
        <w:t xml:space="preserve">assume that a set of polymorphic classes is defined, derived from the base </w:t>
      </w:r>
      <w:r w:rsidR="00127906" w:rsidRPr="00C472DC">
        <w:t>class</w:t>
      </w:r>
      <w:r w:rsidR="00127906" w:rsidRPr="00282F49">
        <w:rPr>
          <w:rFonts w:eastAsia="Times New Roman"/>
          <w:lang w:eastAsia="ko-KR"/>
        </w:rPr>
        <w:t xml:space="preserve"> </w:t>
      </w:r>
      <w:r w:rsidR="00127906" w:rsidRPr="00C472DC">
        <w:rPr>
          <w:rStyle w:val="codeChar"/>
        </w:rPr>
        <w:t>Foo</w:t>
      </w:r>
      <w:r w:rsidR="00127906" w:rsidRPr="00282F49">
        <w:rPr>
          <w:rFonts w:eastAsia="Times New Roman"/>
          <w:lang w:eastAsia="ko-KR"/>
        </w:rPr>
        <w:t xml:space="preserve"> (</w:t>
      </w:r>
      <w:r w:rsidR="00BE0C06">
        <w:rPr>
          <w:rFonts w:eastAsia="Times New Roman"/>
          <w:lang w:eastAsia="ko-KR"/>
        </w:rPr>
        <w:t xml:space="preserve">which </w:t>
      </w:r>
      <w:r w:rsidR="00127906" w:rsidRPr="00282F49">
        <w:rPr>
          <w:rFonts w:eastAsia="Times New Roman"/>
          <w:lang w:eastAsia="ko-KR"/>
        </w:rPr>
        <w:t>may or may not be abstract):</w:t>
      </w:r>
    </w:p>
    <w:p w14:paraId="5DCAFD57" w14:textId="5F757E8D" w:rsidR="0034557E" w:rsidRPr="0034557E" w:rsidRDefault="0034557E" w:rsidP="00F84023">
      <w:pPr>
        <w:pStyle w:val="Example"/>
      </w:pPr>
      <w:r w:rsidRPr="0034557E">
        <w:lastRenderedPageBreak/>
        <w:t xml:space="preserve">EXAMPLE </w:t>
      </w:r>
      <w:r w:rsidRPr="0034557E">
        <w:sym w:font="Symbol" w:char="F0BE"/>
      </w:r>
      <w:r w:rsidRPr="0034557E">
        <w:t xml:space="preserve"> </w:t>
      </w:r>
    </w:p>
    <w:p w14:paraId="724718EF" w14:textId="6AC52DAD"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class Foo : </w:t>
      </w:r>
      <w:r w:rsidR="00AA41CF">
        <w:rPr>
          <w:rFonts w:eastAsia="Times New Roman" w:cs="Times New Roman"/>
          <w:lang w:val="en-GB"/>
        </w:rPr>
        <w:t>bit</w:t>
      </w:r>
      <w:r w:rsidRPr="00282F49">
        <w:rPr>
          <w:rFonts w:eastAsia="Times New Roman" w:cs="Times New Roman"/>
          <w:lang w:val="en-GB"/>
        </w:rPr>
        <w:t>(16) id = 0 {</w:t>
      </w:r>
    </w:p>
    <w:p w14:paraId="2C948701" w14:textId="42BED8C4"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00EE24FB">
        <w:rPr>
          <w:rFonts w:eastAsia="Times New Roman" w:cs="Times New Roman"/>
          <w:lang w:val="en-GB"/>
        </w:rPr>
        <w:t>int(5) a;</w:t>
      </w:r>
    </w:p>
    <w:p w14:paraId="590C06B5"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3D6A2353" w14:textId="77777777" w:rsidR="00127906" w:rsidRDefault="00127906" w:rsidP="00127906">
      <w:pPr>
        <w:pStyle w:val="SDLCode"/>
        <w:rPr>
          <w:rFonts w:eastAsia="Times New Roman" w:cs="Times New Roman"/>
          <w:lang w:val="en-GB"/>
        </w:rPr>
      </w:pPr>
    </w:p>
    <w:p w14:paraId="687FF6EA" w14:textId="297628AE" w:rsidR="00730FB3" w:rsidRDefault="00730FB3" w:rsidP="00730FB3">
      <w:pPr>
        <w:pStyle w:val="BodyText"/>
        <w:spacing w:after="220"/>
        <w:rPr>
          <w:rFonts w:eastAsia="Times New Roman"/>
          <w:lang w:eastAsia="ko-KR"/>
        </w:rPr>
      </w:pPr>
      <w:r>
        <w:rPr>
          <w:rFonts w:eastAsia="Times New Roman"/>
          <w:lang w:eastAsia="ko-KR"/>
        </w:rPr>
        <w:t xml:space="preserve">Then an array of polymorphic </w:t>
      </w:r>
      <w:r w:rsidR="00E46ADD">
        <w:rPr>
          <w:rFonts w:eastAsia="Times New Roman"/>
          <w:lang w:eastAsia="ko-KR"/>
        </w:rPr>
        <w:t xml:space="preserve">classes </w:t>
      </w:r>
      <w:r>
        <w:rPr>
          <w:rFonts w:eastAsia="Times New Roman"/>
          <w:lang w:eastAsia="ko-KR"/>
        </w:rPr>
        <w:t>with an explicit length of 100 can be defined as follows:</w:t>
      </w:r>
    </w:p>
    <w:p w14:paraId="10305A88" w14:textId="31F75677" w:rsidR="00730FB3" w:rsidRPr="0034557E" w:rsidRDefault="00730FB3" w:rsidP="00730FB3">
      <w:pPr>
        <w:pStyle w:val="Example"/>
      </w:pPr>
      <w:r w:rsidRPr="0034557E">
        <w:t xml:space="preserve">EXAMPLE </w:t>
      </w:r>
      <w:r w:rsidRPr="0034557E">
        <w:sym w:font="Symbol" w:char="F0BE"/>
      </w:r>
      <w:r w:rsidRPr="0034557E">
        <w:t xml:space="preserve"> </w:t>
      </w:r>
    </w:p>
    <w:p w14:paraId="386312A7" w14:textId="0EEED2E1" w:rsidR="00730FB3" w:rsidRDefault="00730FB3" w:rsidP="00127906">
      <w:pPr>
        <w:pStyle w:val="SDLCode"/>
        <w:rPr>
          <w:rFonts w:eastAsia="Times New Roman" w:cs="Times New Roman"/>
          <w:lang w:val="en-GB"/>
        </w:rPr>
      </w:pPr>
      <w:r>
        <w:rPr>
          <w:rFonts w:eastAsia="Times New Roman" w:cs="Times New Roman"/>
          <w:lang w:val="en-GB"/>
        </w:rPr>
        <w:t>Foo explicit_length_array[100];</w:t>
      </w:r>
    </w:p>
    <w:p w14:paraId="09805D9B" w14:textId="77777777" w:rsidR="00730FB3" w:rsidRPr="00282F49" w:rsidRDefault="00730FB3" w:rsidP="00127906">
      <w:pPr>
        <w:pStyle w:val="SDLCode"/>
        <w:rPr>
          <w:rFonts w:eastAsia="Times New Roman" w:cs="Times New Roman"/>
          <w:lang w:val="en-GB"/>
        </w:rPr>
      </w:pPr>
    </w:p>
    <w:p w14:paraId="1C986B42" w14:textId="2F2CBF16" w:rsidR="00D664C7" w:rsidRDefault="00127906" w:rsidP="00127906">
      <w:pPr>
        <w:pStyle w:val="BodyText"/>
        <w:spacing w:after="220"/>
        <w:rPr>
          <w:rFonts w:eastAsia="Times New Roman"/>
          <w:lang w:eastAsia="ko-KR"/>
        </w:rPr>
      </w:pPr>
      <w:r w:rsidRPr="00282F49">
        <w:rPr>
          <w:rFonts w:eastAsia="Times New Roman"/>
          <w:lang w:eastAsia="ko-KR"/>
        </w:rPr>
        <w:t xml:space="preserve">For an array of such </w:t>
      </w:r>
      <w:r w:rsidR="00AA3858">
        <w:rPr>
          <w:rFonts w:eastAsia="Times New Roman"/>
          <w:lang w:eastAsia="ko-KR"/>
        </w:rPr>
        <w:t>classe</w:t>
      </w:r>
      <w:r w:rsidR="00AA3858" w:rsidRPr="00282F49">
        <w:rPr>
          <w:rFonts w:eastAsia="Times New Roman"/>
          <w:lang w:eastAsia="ko-KR"/>
        </w:rPr>
        <w:t>s</w:t>
      </w:r>
      <w:r w:rsidRPr="00282F49">
        <w:rPr>
          <w:rFonts w:eastAsia="Times New Roman"/>
          <w:lang w:eastAsia="ko-KR"/>
        </w:rPr>
        <w:t xml:space="preserve">, it is possible to implicitly determine the length by examining the validity of the </w:t>
      </w:r>
      <w:r w:rsidR="00AA3858">
        <w:rPr>
          <w:rStyle w:val="SDLattribute"/>
        </w:rPr>
        <w:t>class</w:t>
      </w:r>
      <w:r w:rsidR="00AF361A" w:rsidRPr="00203C97">
        <w:rPr>
          <w:rStyle w:val="SDLattribute"/>
        </w:rPr>
        <w:t>_id</w:t>
      </w:r>
      <w:r w:rsidR="00AF361A" w:rsidRPr="00AF361A" w:rsidDel="00AF361A">
        <w:t xml:space="preserve"> </w:t>
      </w:r>
      <w:r w:rsidR="006C6B4D">
        <w:t>of the class</w:t>
      </w:r>
      <w:r w:rsidRPr="00282F49">
        <w:rPr>
          <w:rFonts w:eastAsia="Times New Roman"/>
          <w:lang w:eastAsia="ko-KR"/>
        </w:rPr>
        <w:t xml:space="preserve">. </w:t>
      </w:r>
      <w:r w:rsidR="00AA3858">
        <w:rPr>
          <w:rFonts w:eastAsia="Times New Roman"/>
          <w:lang w:eastAsia="ko-KR"/>
        </w:rPr>
        <w:t>Classes</w:t>
      </w:r>
      <w:r w:rsidR="00AA3858" w:rsidRPr="00282F49">
        <w:rPr>
          <w:rFonts w:eastAsia="Times New Roman"/>
          <w:lang w:eastAsia="ko-KR"/>
        </w:rPr>
        <w:t xml:space="preserve"> </w:t>
      </w:r>
      <w:r w:rsidRPr="00282F49">
        <w:rPr>
          <w:rFonts w:eastAsia="Times New Roman"/>
          <w:lang w:eastAsia="ko-KR"/>
        </w:rPr>
        <w:t xml:space="preserve">are inserted in the array as long as the </w:t>
      </w:r>
      <w:r w:rsidR="00AA3858">
        <w:rPr>
          <w:rStyle w:val="SDLattribute"/>
        </w:rPr>
        <w:t>class</w:t>
      </w:r>
      <w:r w:rsidR="006C6B4D" w:rsidRPr="00203C97">
        <w:rPr>
          <w:rStyle w:val="SDLattribute"/>
        </w:rPr>
        <w:t>_id</w:t>
      </w:r>
      <w:r w:rsidR="006C6B4D" w:rsidRPr="00282F49" w:rsidDel="006C6B4D">
        <w:rPr>
          <w:rFonts w:eastAsia="Times New Roman"/>
          <w:lang w:eastAsia="ko-KR"/>
        </w:rPr>
        <w:t xml:space="preserve"> </w:t>
      </w:r>
      <w:r w:rsidRPr="00282F49">
        <w:rPr>
          <w:rFonts w:eastAsia="Times New Roman"/>
          <w:lang w:eastAsia="ko-KR"/>
        </w:rPr>
        <w:t xml:space="preserve">can be properly resolved to one of the </w:t>
      </w:r>
      <w:r w:rsidR="00AA3858">
        <w:rPr>
          <w:rStyle w:val="SDLattribute"/>
        </w:rPr>
        <w:t>class</w:t>
      </w:r>
      <w:r w:rsidR="006C6B4D" w:rsidRPr="00203C97">
        <w:rPr>
          <w:rStyle w:val="SDLattribute"/>
        </w:rPr>
        <w:t>_id</w:t>
      </w:r>
      <w:r w:rsidR="006C6B4D" w:rsidRPr="00282F49" w:rsidDel="006C6B4D">
        <w:rPr>
          <w:rFonts w:eastAsia="Times New Roman"/>
          <w:lang w:eastAsia="ko-KR"/>
        </w:rPr>
        <w:t xml:space="preserve"> </w:t>
      </w:r>
      <w:r w:rsidR="006C6B4D">
        <w:rPr>
          <w:rFonts w:eastAsia="Times New Roman"/>
          <w:lang w:eastAsia="ko-KR"/>
        </w:rPr>
        <w:t>value</w:t>
      </w:r>
      <w:r w:rsidRPr="00282F49">
        <w:rPr>
          <w:rFonts w:eastAsia="Times New Roman"/>
          <w:lang w:eastAsia="ko-KR"/>
        </w:rPr>
        <w:t xml:space="preserve">s defined in the base (if not abstract) or its derived classes. </w:t>
      </w:r>
    </w:p>
    <w:p w14:paraId="23172334" w14:textId="62AB75F3" w:rsidR="00F91942" w:rsidRDefault="00C749BB" w:rsidP="00064445">
      <w:pPr>
        <w:pStyle w:val="Note"/>
        <w:rPr>
          <w:rFonts w:eastAsia="Times New Roman"/>
          <w:lang w:eastAsia="ko-KR"/>
        </w:rPr>
      </w:pPr>
      <w:r>
        <w:t>NOTE</w:t>
      </w:r>
      <w:r>
        <w:tab/>
      </w:r>
      <w:r w:rsidR="00F91942">
        <w:t xml:space="preserve">When an implicit array is followed by further parsable data, there is a possibility that the following encoded bits match the value of a class </w:t>
      </w:r>
      <w:r w:rsidR="00AA3858">
        <w:rPr>
          <w:rStyle w:val="SDLattribute"/>
        </w:rPr>
        <w:t>class</w:t>
      </w:r>
      <w:r w:rsidR="00F91942" w:rsidRPr="00064445">
        <w:rPr>
          <w:rStyle w:val="SDLattribute"/>
        </w:rPr>
        <w:t>_id</w:t>
      </w:r>
      <w:r w:rsidR="00F91942">
        <w:t xml:space="preserve">. In this </w:t>
      </w:r>
      <w:r>
        <w:t>case</w:t>
      </w:r>
      <w:r w:rsidR="00F91942">
        <w:t xml:space="preserve">, the </w:t>
      </w:r>
      <w:r w:rsidR="00351989">
        <w:t xml:space="preserve">SDL definition author </w:t>
      </w:r>
      <w:r w:rsidR="00F91942">
        <w:t xml:space="preserve">should </w:t>
      </w:r>
      <w:r w:rsidR="00351989">
        <w:t xml:space="preserve">take care of </w:t>
      </w:r>
      <w:r w:rsidR="00F91942">
        <w:t>prevent</w:t>
      </w:r>
      <w:r w:rsidR="00351989">
        <w:t>ing</w:t>
      </w:r>
      <w:r w:rsidR="00F91942">
        <w:t xml:space="preserve"> this </w:t>
      </w:r>
      <w:r w:rsidR="00BD0FE8">
        <w:t xml:space="preserve">possible </w:t>
      </w:r>
      <w:r w:rsidR="00F91942">
        <w:t>ambiguity in the bitstream by a mechanism such as emulation prevention bytes or reserved value markers.</w:t>
      </w:r>
    </w:p>
    <w:p w14:paraId="1855935B" w14:textId="66D8C5A4" w:rsidR="00AF361A" w:rsidRPr="00282F49" w:rsidRDefault="00AF361A" w:rsidP="00127906">
      <w:pPr>
        <w:pStyle w:val="BodyText"/>
        <w:spacing w:after="220"/>
        <w:rPr>
          <w:rFonts w:eastAsia="Times New Roman"/>
          <w:lang w:eastAsia="ko-KR"/>
        </w:rPr>
      </w:pPr>
      <w:r w:rsidRPr="002B1551">
        <w:t xml:space="preserve">In the following example, the number of elements is implicitly obtained via </w:t>
      </w:r>
      <w:r w:rsidR="00680490">
        <w:rPr>
          <w:rStyle w:val="SDLattribute"/>
        </w:rPr>
        <w:t>class</w:t>
      </w:r>
      <w:r w:rsidRPr="00C472DC">
        <w:rPr>
          <w:rStyle w:val="SDLattribute"/>
        </w:rPr>
        <w:t>_id</w:t>
      </w:r>
      <w:r w:rsidR="0017342A">
        <w:rPr>
          <w:rFonts w:ascii="Courier New" w:hAnsi="Courier New" w:cs="Courier New"/>
        </w:rPr>
        <w:t xml:space="preserve"> </w:t>
      </w:r>
      <w:r w:rsidRPr="002B1551">
        <w:t>resolution:</w:t>
      </w:r>
    </w:p>
    <w:p w14:paraId="62234773" w14:textId="03A04137" w:rsidR="00127906" w:rsidRPr="00282F49" w:rsidRDefault="00127906" w:rsidP="00F84023">
      <w:pPr>
        <w:pStyle w:val="Example"/>
      </w:pPr>
      <w:r w:rsidRPr="00282F49">
        <w:t xml:space="preserve">EXAMPLE </w:t>
      </w:r>
      <w:r w:rsidRPr="00282F49">
        <w:rPr>
          <w:lang w:eastAsia="ja-JP"/>
        </w:rPr>
        <w:sym w:font="Symbol" w:char="F0BE"/>
      </w:r>
      <w:r w:rsidRPr="00282F49">
        <w:rPr>
          <w:lang w:eastAsia="ja-JP"/>
        </w:rPr>
        <w:t xml:space="preserve"> </w:t>
      </w:r>
    </w:p>
    <w:p w14:paraId="53C53C5A" w14:textId="7FC231C5" w:rsidR="007D301E" w:rsidRDefault="00127906" w:rsidP="00127906">
      <w:pPr>
        <w:pStyle w:val="SDLCode"/>
        <w:rPr>
          <w:rFonts w:eastAsia="Times New Roman" w:cs="Times New Roman"/>
          <w:lang w:val="en-GB"/>
        </w:rPr>
      </w:pPr>
      <w:r w:rsidRPr="00282F49">
        <w:rPr>
          <w:rFonts w:eastAsia="Times New Roman" w:cs="Times New Roman"/>
          <w:lang w:val="en-GB"/>
        </w:rPr>
        <w:t>Foo f[];</w:t>
      </w:r>
      <w:r w:rsidRPr="00282F49">
        <w:rPr>
          <w:rFonts w:eastAsia="Times New Roman" w:cs="Times New Roman"/>
          <w:lang w:val="en-GB"/>
        </w:rPr>
        <w:tab/>
        <w:t xml:space="preserve">// length implicitly obtained via </w:t>
      </w:r>
      <w:r w:rsidR="00680490" w:rsidRPr="00E56598">
        <w:rPr>
          <w:rStyle w:val="SDLattribute"/>
          <w:i w:val="0"/>
          <w:iCs w:val="0"/>
        </w:rPr>
        <w:t>class</w:t>
      </w:r>
      <w:r w:rsidR="00454A4B" w:rsidRPr="00E56598">
        <w:rPr>
          <w:rStyle w:val="SDLattribute"/>
          <w:i w:val="0"/>
          <w:iCs w:val="0"/>
        </w:rPr>
        <w:t>_id</w:t>
      </w:r>
      <w:r w:rsidRPr="00E56598">
        <w:rPr>
          <w:rFonts w:eastAsia="Times New Roman"/>
          <w:i/>
        </w:rPr>
        <w:t xml:space="preserve"> </w:t>
      </w:r>
      <w:r w:rsidRPr="00680490">
        <w:rPr>
          <w:rFonts w:eastAsia="Times New Roman" w:cs="Times New Roman"/>
          <w:iCs/>
          <w:lang w:val="en-GB"/>
        </w:rPr>
        <w:t>r</w:t>
      </w:r>
      <w:r w:rsidRPr="00282F49">
        <w:rPr>
          <w:rFonts w:eastAsia="Times New Roman" w:cs="Times New Roman"/>
          <w:lang w:val="en-GB"/>
        </w:rPr>
        <w:t>esolution</w:t>
      </w:r>
    </w:p>
    <w:p w14:paraId="35BB5D1A" w14:textId="77777777" w:rsidR="00127906" w:rsidRPr="00282F49" w:rsidRDefault="00127906" w:rsidP="00127906">
      <w:pPr>
        <w:pStyle w:val="SDLCode"/>
        <w:rPr>
          <w:rFonts w:eastAsia="Times New Roman" w:cs="Times New Roman"/>
          <w:lang w:val="en-GB"/>
        </w:rPr>
      </w:pPr>
    </w:p>
    <w:p w14:paraId="47C514D9" w14:textId="2FA46BEF" w:rsidR="00C633B6" w:rsidRPr="00F84023" w:rsidRDefault="00C633B6" w:rsidP="00F84023">
      <w:r w:rsidRPr="00C633B6">
        <w:t>In the following example, ‘</w:t>
      </w:r>
      <w:r w:rsidRPr="00C472DC">
        <w:rPr>
          <w:rStyle w:val="codeChar"/>
        </w:rPr>
        <w:t>f</w:t>
      </w:r>
      <w:r w:rsidRPr="00C633B6">
        <w:t>’ may have at least 1 and at most 255 elements:</w:t>
      </w:r>
    </w:p>
    <w:p w14:paraId="533DCAD6" w14:textId="56EBB7E7" w:rsidR="00127906" w:rsidRPr="00282F49" w:rsidRDefault="00127906" w:rsidP="00F84023">
      <w:pPr>
        <w:pStyle w:val="Example"/>
      </w:pPr>
      <w:r w:rsidRPr="00282F49">
        <w:t xml:space="preserve">EXAMPLE </w:t>
      </w:r>
      <w:r w:rsidRPr="00282F49">
        <w:sym w:font="Symbol" w:char="F0BE"/>
      </w:r>
      <w:r w:rsidRPr="00282F49">
        <w:t xml:space="preserve"> </w:t>
      </w:r>
    </w:p>
    <w:p w14:paraId="58043BE2" w14:textId="7F0B8AA2" w:rsidR="00127906" w:rsidRPr="00282F49" w:rsidRDefault="00127906" w:rsidP="00127906">
      <w:pPr>
        <w:pStyle w:val="SDLCode"/>
        <w:rPr>
          <w:rFonts w:eastAsia="Times New Roman" w:cs="Times New Roman"/>
          <w:lang w:val="en-GB"/>
        </w:rPr>
      </w:pPr>
      <w:r w:rsidRPr="00282F49">
        <w:rPr>
          <w:rFonts w:eastAsia="Times New Roman" w:cs="Times New Roman"/>
          <w:lang w:val="en-GB"/>
        </w:rPr>
        <w:t>Foo f[1..255];</w:t>
      </w:r>
      <w:r w:rsidRPr="00282F49">
        <w:rPr>
          <w:rFonts w:eastAsia="Times New Roman" w:cs="Times New Roman"/>
          <w:lang w:val="en-GB"/>
        </w:rPr>
        <w:tab/>
        <w:t>// at least 1, at most 255 elements</w:t>
      </w:r>
    </w:p>
    <w:p w14:paraId="79A6E6DD" w14:textId="025B2D8F" w:rsidR="00127906" w:rsidRPr="006D1923" w:rsidRDefault="00127906" w:rsidP="009D2AF6">
      <w:pPr>
        <w:pStyle w:val="Heading1"/>
      </w:pPr>
      <w:bookmarkStart w:id="167" w:name="_Toc120119468"/>
      <w:bookmarkStart w:id="168" w:name="_Toc120119522"/>
      <w:bookmarkStart w:id="169" w:name="_Toc120120114"/>
      <w:bookmarkStart w:id="170" w:name="_Toc120120166"/>
      <w:bookmarkStart w:id="171" w:name="_Toc253585293"/>
      <w:bookmarkStart w:id="172" w:name="_Toc150443146"/>
      <w:bookmarkStart w:id="173" w:name="_Ref150457403"/>
      <w:bookmarkStart w:id="174" w:name="_Ref150458588"/>
      <w:bookmarkStart w:id="175" w:name="_Ref150458683"/>
      <w:bookmarkStart w:id="176" w:name="_Ref150459191"/>
      <w:bookmarkEnd w:id="167"/>
      <w:bookmarkEnd w:id="168"/>
      <w:bookmarkEnd w:id="169"/>
      <w:bookmarkEnd w:id="170"/>
      <w:r w:rsidRPr="006D1923">
        <w:t>Non-</w:t>
      </w:r>
      <w:r w:rsidR="00FE206E">
        <w:t>p</w:t>
      </w:r>
      <w:r w:rsidRPr="006D1923">
        <w:t xml:space="preserve">arsable </w:t>
      </w:r>
      <w:r w:rsidR="00FE206E">
        <w:t>v</w:t>
      </w:r>
      <w:r w:rsidRPr="006D1923">
        <w:t>ariables</w:t>
      </w:r>
      <w:bookmarkEnd w:id="171"/>
      <w:bookmarkEnd w:id="172"/>
      <w:bookmarkEnd w:id="173"/>
      <w:bookmarkEnd w:id="174"/>
      <w:bookmarkEnd w:id="175"/>
      <w:bookmarkEnd w:id="176"/>
    </w:p>
    <w:p w14:paraId="21970FB0" w14:textId="21F1E15F" w:rsidR="00B803DC" w:rsidRDefault="00B803DC" w:rsidP="00E56598">
      <w:pPr>
        <w:pStyle w:val="Heading2"/>
      </w:pPr>
      <w:r>
        <w:t>General</w:t>
      </w:r>
    </w:p>
    <w:p w14:paraId="26EDEDA9" w14:textId="2F0C0615" w:rsidR="000E46CD" w:rsidRDefault="00AA2987">
      <w:pPr>
        <w:pStyle w:val="BodyText"/>
        <w:spacing w:after="220"/>
        <w:rPr>
          <w:rFonts w:eastAsia="Times New Roman"/>
          <w:lang w:eastAsia="ko-KR"/>
        </w:rPr>
      </w:pPr>
      <w:r>
        <w:rPr>
          <w:rFonts w:eastAsia="Times New Roman"/>
          <w:lang w:eastAsia="ko-KR"/>
        </w:rPr>
        <w:t>T</w:t>
      </w:r>
      <w:r w:rsidR="00127906" w:rsidRPr="00282F49">
        <w:rPr>
          <w:rFonts w:eastAsia="Times New Roman"/>
          <w:lang w:eastAsia="ko-KR"/>
        </w:rPr>
        <w:t xml:space="preserve">o accommodate complex syntactic constructs, in which context information cannot be directly obtained from the bitstream but only as a result of a computation, non-parsable variables are allowed. </w:t>
      </w:r>
    </w:p>
    <w:p w14:paraId="75E06B08" w14:textId="77777777" w:rsidR="008A640B" w:rsidRDefault="008A640B" w:rsidP="008A640B">
      <w:pPr>
        <w:pStyle w:val="BodyText"/>
        <w:spacing w:after="220"/>
        <w:rPr>
          <w:rFonts w:eastAsia="Times New Roman"/>
          <w:lang w:eastAsia="ko-KR"/>
        </w:rPr>
      </w:pPr>
      <w:r>
        <w:rPr>
          <w:rFonts w:eastAsia="Times New Roman"/>
          <w:lang w:eastAsia="ko-KR"/>
        </w:rPr>
        <w:t xml:space="preserve">Non-parsable variables </w:t>
      </w:r>
      <w:r w:rsidRPr="00282F49">
        <w:rPr>
          <w:rFonts w:eastAsia="Times New Roman"/>
          <w:lang w:eastAsia="ko-KR"/>
        </w:rPr>
        <w:t xml:space="preserve">may be used in expressions and conditions in the same way as </w:t>
      </w:r>
      <w:r>
        <w:rPr>
          <w:rFonts w:eastAsia="Times New Roman"/>
          <w:lang w:eastAsia="ko-KR"/>
        </w:rPr>
        <w:t>parsable</w:t>
      </w:r>
      <w:r w:rsidRPr="00282F49">
        <w:rPr>
          <w:rFonts w:eastAsia="Times New Roman"/>
          <w:lang w:eastAsia="ko-KR"/>
        </w:rPr>
        <w:t xml:space="preserve"> variables. In the following example, the number of non-zero elements of an array is computed.</w:t>
      </w:r>
    </w:p>
    <w:p w14:paraId="3D7714BB" w14:textId="77777777" w:rsidR="008A640B" w:rsidRPr="0014050A" w:rsidRDefault="008A640B" w:rsidP="008A640B">
      <w:pPr>
        <w:pStyle w:val="Example"/>
      </w:pPr>
      <w:r w:rsidRPr="0014050A">
        <w:t xml:space="preserve">EXAMPLE </w:t>
      </w:r>
      <w:r w:rsidRPr="0014050A">
        <w:sym w:font="Symbol" w:char="F0BE"/>
      </w:r>
      <w:r w:rsidRPr="0014050A">
        <w:t xml:space="preserve"> </w:t>
      </w:r>
    </w:p>
    <w:p w14:paraId="1C632952" w14:textId="77777777" w:rsidR="008A640B" w:rsidRPr="00282F49" w:rsidRDefault="008A640B" w:rsidP="008A640B">
      <w:pPr>
        <w:pStyle w:val="SDLCode"/>
        <w:rPr>
          <w:rFonts w:eastAsia="Times New Roman" w:cs="Times New Roman"/>
          <w:lang w:val="en-GB"/>
        </w:rPr>
      </w:pPr>
      <w:r w:rsidRPr="00282F49">
        <w:rPr>
          <w:rFonts w:eastAsia="Times New Roman" w:cs="Times New Roman"/>
          <w:lang w:val="en-GB"/>
        </w:rPr>
        <w:t xml:space="preserve">int(4) </w:t>
      </w:r>
      <w:r>
        <w:rPr>
          <w:rFonts w:eastAsia="Times New Roman" w:cs="Times New Roman"/>
          <w:lang w:val="en-GB"/>
        </w:rPr>
        <w:t>myA</w:t>
      </w:r>
      <w:r w:rsidRPr="00282F49">
        <w:rPr>
          <w:rFonts w:eastAsia="Times New Roman" w:cs="Times New Roman"/>
          <w:lang w:val="en-GB"/>
        </w:rPr>
        <w:t>rray[</w:t>
      </w:r>
      <w:r>
        <w:rPr>
          <w:rFonts w:eastAsia="Times New Roman" w:cs="Times New Roman"/>
          <w:lang w:val="en-GB"/>
        </w:rPr>
        <w:t>100</w:t>
      </w:r>
      <w:r w:rsidRPr="00282F49">
        <w:rPr>
          <w:rFonts w:eastAsia="Times New Roman" w:cs="Times New Roman"/>
          <w:lang w:val="en-GB"/>
        </w:rPr>
        <w:t>];</w:t>
      </w:r>
    </w:p>
    <w:p w14:paraId="2334EB09" w14:textId="77777777" w:rsidR="008A640B" w:rsidRDefault="008A640B" w:rsidP="008A640B">
      <w:pPr>
        <w:pStyle w:val="SDLCode"/>
        <w:rPr>
          <w:rFonts w:eastAsia="Times New Roman" w:cs="Times New Roman"/>
          <w:lang w:val="en-GB"/>
        </w:rPr>
      </w:pPr>
      <w:r w:rsidRPr="00282F49">
        <w:rPr>
          <w:rFonts w:eastAsia="Times New Roman" w:cs="Times New Roman"/>
          <w:lang w:val="en-GB"/>
        </w:rPr>
        <w:t>int i; // this is a temporary, non-parsable variable</w:t>
      </w:r>
    </w:p>
    <w:p w14:paraId="40296D3F" w14:textId="77777777" w:rsidR="008A640B" w:rsidRDefault="008A640B" w:rsidP="008A640B">
      <w:pPr>
        <w:pStyle w:val="SDLCode"/>
        <w:rPr>
          <w:rFonts w:eastAsia="Times New Roman" w:cs="Times New Roman"/>
          <w:lang w:val="en-GB"/>
        </w:rPr>
      </w:pPr>
      <w:r w:rsidRPr="00282F49">
        <w:rPr>
          <w:rFonts w:eastAsia="Times New Roman" w:cs="Times New Roman"/>
          <w:lang w:val="en-GB"/>
        </w:rPr>
        <w:t xml:space="preserve">int </w:t>
      </w:r>
      <w:r>
        <w:rPr>
          <w:rFonts w:eastAsia="Times New Roman" w:cs="Times New Roman"/>
          <w:lang w:val="en-GB"/>
        </w:rPr>
        <w:t>n = 0</w:t>
      </w:r>
      <w:r w:rsidRPr="00282F49">
        <w:rPr>
          <w:rFonts w:eastAsia="Times New Roman" w:cs="Times New Roman"/>
          <w:lang w:val="en-GB"/>
        </w:rPr>
        <w:t>; // this is a temporary, non-parsable variable</w:t>
      </w:r>
    </w:p>
    <w:p w14:paraId="1050CD7A" w14:textId="77777777" w:rsidR="008A640B" w:rsidRPr="00282F49" w:rsidRDefault="008A640B" w:rsidP="008A640B">
      <w:pPr>
        <w:pStyle w:val="SDLCode"/>
        <w:rPr>
          <w:rFonts w:eastAsia="Times New Roman" w:cs="Times New Roman"/>
          <w:lang w:val="en-GB"/>
        </w:rPr>
      </w:pPr>
    </w:p>
    <w:p w14:paraId="06E76EA8" w14:textId="77777777" w:rsidR="008A640B" w:rsidRPr="00282F49" w:rsidRDefault="008A640B" w:rsidP="008A640B">
      <w:pPr>
        <w:pStyle w:val="SDLCode"/>
        <w:rPr>
          <w:rFonts w:eastAsia="Times New Roman" w:cs="Times New Roman"/>
          <w:lang w:val="en-GB"/>
        </w:rPr>
      </w:pPr>
      <w:r w:rsidRPr="00282F49">
        <w:rPr>
          <w:rFonts w:eastAsia="Times New Roman" w:cs="Times New Roman"/>
          <w:lang w:val="en-GB"/>
        </w:rPr>
        <w:t>for (</w:t>
      </w:r>
      <w:r>
        <w:rPr>
          <w:rFonts w:eastAsia="Times New Roman" w:cs="Times New Roman"/>
          <w:lang w:val="en-GB"/>
        </w:rPr>
        <w:t xml:space="preserve">i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r>
        <w:rPr>
          <w:rFonts w:eastAsia="Times New Roman" w:cs="Times New Roman"/>
          <w:lang w:val="en-GB"/>
        </w:rPr>
        <w:t xml:space="preserve">i </w:t>
      </w:r>
      <w:r w:rsidRPr="00282F49">
        <w:rPr>
          <w:rFonts w:eastAsia="Times New Roman" w:cs="Times New Roman"/>
          <w:lang w:val="en-GB"/>
        </w:rPr>
        <w:t>&lt;</w:t>
      </w:r>
      <w:r>
        <w:rPr>
          <w:rFonts w:eastAsia="Times New Roman" w:cs="Times New Roman"/>
          <w:lang w:val="en-GB"/>
        </w:rPr>
        <w:t xml:space="preserve"> 100</w:t>
      </w:r>
      <w:r w:rsidRPr="00282F49">
        <w:rPr>
          <w:rFonts w:eastAsia="Times New Roman" w:cs="Times New Roman"/>
          <w:lang w:val="en-GB"/>
        </w:rPr>
        <w:t>; i++) {</w:t>
      </w:r>
    </w:p>
    <w:p w14:paraId="778CD262" w14:textId="77777777" w:rsidR="008A640B" w:rsidRPr="00282F49" w:rsidRDefault="008A640B" w:rsidP="008A640B">
      <w:pPr>
        <w:pStyle w:val="SDLCode"/>
        <w:rPr>
          <w:rFonts w:eastAsia="Times New Roman" w:cs="Times New Roman"/>
          <w:lang w:val="en-GB"/>
        </w:rPr>
      </w:pPr>
      <w:r w:rsidRPr="00282F49">
        <w:rPr>
          <w:rFonts w:eastAsia="Times New Roman" w:cs="Times New Roman"/>
          <w:lang w:val="en-GB"/>
        </w:rPr>
        <w:tab/>
      </w:r>
      <w:r w:rsidRPr="00C457E5">
        <w:rPr>
          <w:rFonts w:eastAsia="Times New Roman" w:cs="Times New Roman"/>
          <w:lang w:val="en-GB"/>
        </w:rPr>
        <w:t>if (</w:t>
      </w:r>
      <w:r>
        <w:rPr>
          <w:rFonts w:eastAsia="Times New Roman" w:cs="Times New Roman"/>
          <w:lang w:val="en-GB"/>
        </w:rPr>
        <w:t>myA</w:t>
      </w:r>
      <w:r w:rsidRPr="00282F49">
        <w:rPr>
          <w:rFonts w:eastAsia="Times New Roman" w:cs="Times New Roman"/>
          <w:lang w:val="en-GB"/>
        </w:rPr>
        <w:t>rray</w:t>
      </w:r>
      <w:r w:rsidRPr="00C457E5">
        <w:rPr>
          <w:rFonts w:eastAsia="Times New Roman" w:cs="Times New Roman"/>
          <w:lang w:val="en-GB"/>
        </w:rPr>
        <w:t>[i]</w:t>
      </w:r>
      <w:r>
        <w:rPr>
          <w:rFonts w:eastAsia="Times New Roman" w:cs="Times New Roman"/>
          <w:lang w:val="en-GB"/>
        </w:rPr>
        <w:t xml:space="preserve"> </w:t>
      </w:r>
      <w:r w:rsidRPr="00C457E5">
        <w:rPr>
          <w:rFonts w:eastAsia="Times New Roman" w:cs="Times New Roman"/>
          <w:lang w:val="en-GB"/>
        </w:rPr>
        <w:t>!=</w:t>
      </w:r>
      <w:r>
        <w:rPr>
          <w:rFonts w:eastAsia="Times New Roman" w:cs="Times New Roman"/>
          <w:lang w:val="en-GB"/>
        </w:rPr>
        <w:t xml:space="preserve"> </w:t>
      </w:r>
      <w:r w:rsidRPr="00C457E5">
        <w:rPr>
          <w:rFonts w:eastAsia="Times New Roman" w:cs="Times New Roman"/>
          <w:lang w:val="en-GB"/>
        </w:rPr>
        <w:t>0) {</w:t>
      </w:r>
      <w:r w:rsidRPr="00282F49">
        <w:rPr>
          <w:rFonts w:eastAsia="Times New Roman" w:cs="Times New Roman"/>
          <w:lang w:val="en-GB"/>
        </w:rPr>
        <w:t xml:space="preserve"> </w:t>
      </w:r>
    </w:p>
    <w:p w14:paraId="706FF202" w14:textId="77777777" w:rsidR="008A640B" w:rsidRDefault="008A640B" w:rsidP="008A640B">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t>n++;</w:t>
      </w:r>
    </w:p>
    <w:p w14:paraId="11A43309" w14:textId="77777777" w:rsidR="008A640B" w:rsidRPr="00282F49" w:rsidRDefault="008A640B" w:rsidP="008A640B">
      <w:pPr>
        <w:pStyle w:val="SDLCode"/>
        <w:rPr>
          <w:rFonts w:eastAsia="Times New Roman" w:cs="Times New Roman"/>
          <w:lang w:val="en-GB"/>
        </w:rPr>
      </w:pPr>
      <w:r>
        <w:rPr>
          <w:rFonts w:eastAsia="Times New Roman" w:cs="Times New Roman"/>
          <w:lang w:val="en-GB"/>
        </w:rPr>
        <w:tab/>
        <w:t>}</w:t>
      </w:r>
    </w:p>
    <w:p w14:paraId="6346A0EE" w14:textId="77777777" w:rsidR="008A640B" w:rsidRPr="00282F49" w:rsidRDefault="008A640B" w:rsidP="008A640B">
      <w:pPr>
        <w:pStyle w:val="SDLCode"/>
        <w:rPr>
          <w:rFonts w:eastAsia="Times New Roman" w:cs="Times New Roman"/>
          <w:lang w:val="en-GB"/>
        </w:rPr>
      </w:pPr>
      <w:r w:rsidRPr="00282F49">
        <w:rPr>
          <w:rFonts w:eastAsia="Times New Roman" w:cs="Times New Roman"/>
          <w:lang w:val="en-GB"/>
        </w:rPr>
        <w:t>}</w:t>
      </w:r>
    </w:p>
    <w:p w14:paraId="2798C14D" w14:textId="77777777" w:rsidR="008A640B" w:rsidRPr="00282F49" w:rsidRDefault="008A640B" w:rsidP="008A640B">
      <w:pPr>
        <w:pStyle w:val="SDLCode"/>
        <w:rPr>
          <w:rFonts w:eastAsia="Times New Roman" w:cs="Times New Roman"/>
          <w:lang w:val="en-GB"/>
        </w:rPr>
      </w:pPr>
    </w:p>
    <w:p w14:paraId="2A3C5D99" w14:textId="77777777" w:rsidR="008A640B" w:rsidRDefault="008A640B" w:rsidP="008A640B">
      <w:pPr>
        <w:pStyle w:val="SDLCode"/>
        <w:rPr>
          <w:rFonts w:eastAsia="Times New Roman" w:cs="Times New Roman"/>
          <w:lang w:val="en-GB"/>
        </w:rPr>
      </w:pPr>
      <w:r w:rsidRPr="00282F49">
        <w:rPr>
          <w:rFonts w:eastAsia="Times New Roman" w:cs="Times New Roman"/>
          <w:lang w:val="en-GB"/>
        </w:rPr>
        <w:t xml:space="preserve">// read as many coefficients as there are non-zero elements in array </w:t>
      </w:r>
    </w:p>
    <w:p w14:paraId="6058D793" w14:textId="15BCD27B" w:rsidR="008A640B" w:rsidRDefault="008A640B" w:rsidP="00236976">
      <w:pPr>
        <w:pStyle w:val="SDLCode"/>
        <w:rPr>
          <w:rFonts w:eastAsia="Times New Roman" w:cs="Times New Roman"/>
          <w:lang w:val="en-GB"/>
        </w:rPr>
      </w:pPr>
      <w:r w:rsidRPr="00282F49">
        <w:rPr>
          <w:rFonts w:eastAsia="Times New Roman" w:cs="Times New Roman"/>
          <w:lang w:val="en-GB"/>
        </w:rPr>
        <w:t>int(3) coefficients[n];</w:t>
      </w:r>
      <w:r>
        <w:rPr>
          <w:rFonts w:eastAsia="Times New Roman" w:cs="Times New Roman"/>
          <w:lang w:val="en-GB"/>
        </w:rPr>
        <w:t xml:space="preserve"> </w:t>
      </w:r>
    </w:p>
    <w:p w14:paraId="4D68FD6F" w14:textId="77777777" w:rsidR="00236976" w:rsidRPr="00E56598" w:rsidRDefault="00236976" w:rsidP="00E56598">
      <w:pPr>
        <w:pStyle w:val="SDLCode"/>
        <w:rPr>
          <w:rFonts w:eastAsia="Times New Roman"/>
        </w:rPr>
      </w:pPr>
    </w:p>
    <w:p w14:paraId="4B53005D" w14:textId="77777777" w:rsidR="008A640B" w:rsidRDefault="008A640B" w:rsidP="008A640B">
      <w:pPr>
        <w:pStyle w:val="BodyText"/>
        <w:spacing w:after="220"/>
        <w:rPr>
          <w:rFonts w:eastAsia="Times New Roman"/>
          <w:lang w:eastAsia="ko-KR"/>
        </w:rPr>
      </w:pPr>
      <w:r>
        <w:rPr>
          <w:rFonts w:eastAsia="Times New Roman"/>
          <w:lang w:eastAsia="ko-KR"/>
        </w:rPr>
        <w:t>The memory storage size of non-parsable variables is not defined by the SDL. Care should be taken when creating SDL definitions to avoid unspecified behaviour. As an example:</w:t>
      </w:r>
    </w:p>
    <w:p w14:paraId="4A41C115" w14:textId="1F86E597" w:rsidR="008A640B" w:rsidRPr="0014050A" w:rsidRDefault="008A640B" w:rsidP="008A640B">
      <w:pPr>
        <w:pStyle w:val="Example"/>
      </w:pPr>
      <w:r w:rsidRPr="0014050A">
        <w:t xml:space="preserve">EXAMPLE </w:t>
      </w:r>
      <w:r w:rsidRPr="0014050A">
        <w:sym w:font="Symbol" w:char="F0BE"/>
      </w:r>
      <w:r w:rsidRPr="0014050A">
        <w:t xml:space="preserve"> </w:t>
      </w:r>
    </w:p>
    <w:p w14:paraId="57991F8A" w14:textId="77777777" w:rsidR="008A640B" w:rsidRDefault="008A640B" w:rsidP="008A640B">
      <w:pPr>
        <w:pStyle w:val="SDLCode"/>
        <w:rPr>
          <w:rFonts w:eastAsia="Times New Roman" w:cs="Times New Roman"/>
          <w:lang w:val="en-GB"/>
        </w:rPr>
      </w:pPr>
      <w:r>
        <w:rPr>
          <w:rFonts w:eastAsia="Times New Roman" w:cs="Times New Roman"/>
          <w:lang w:val="en-GB"/>
        </w:rPr>
        <w:t>bit b = 0</w:t>
      </w:r>
      <w:r w:rsidRPr="00282F49">
        <w:rPr>
          <w:rFonts w:eastAsia="Times New Roman" w:cs="Times New Roman"/>
          <w:lang w:val="en-GB"/>
        </w:rPr>
        <w:t>;</w:t>
      </w:r>
    </w:p>
    <w:p w14:paraId="285BD3F7" w14:textId="77777777" w:rsidR="008A640B" w:rsidRDefault="008A640B" w:rsidP="008A640B">
      <w:pPr>
        <w:pStyle w:val="SDLCode"/>
        <w:rPr>
          <w:rFonts w:eastAsia="Times New Roman" w:cs="Times New Roman"/>
          <w:lang w:val="en-GB"/>
        </w:rPr>
      </w:pPr>
      <w:r>
        <w:rPr>
          <w:rFonts w:eastAsia="Times New Roman" w:cs="Times New Roman"/>
          <w:lang w:val="en-GB"/>
        </w:rPr>
        <w:t>b++; // b is now equal to 1</w:t>
      </w:r>
    </w:p>
    <w:p w14:paraId="65DF749C" w14:textId="77777777" w:rsidR="008A640B" w:rsidRDefault="008A640B" w:rsidP="008A640B">
      <w:pPr>
        <w:pStyle w:val="SDLCode"/>
        <w:rPr>
          <w:rFonts w:eastAsia="Times New Roman" w:cs="Times New Roman"/>
          <w:lang w:val="en-GB"/>
        </w:rPr>
      </w:pPr>
      <w:r>
        <w:rPr>
          <w:rFonts w:eastAsia="Times New Roman" w:cs="Times New Roman"/>
          <w:lang w:val="en-GB"/>
        </w:rPr>
        <w:t>b++; // undefined as to whether this causes an error or b wraps to 0 or increments to 2</w:t>
      </w:r>
    </w:p>
    <w:p w14:paraId="48896242" w14:textId="77777777" w:rsidR="008A640B" w:rsidRPr="00720E47" w:rsidRDefault="008A640B" w:rsidP="008A640B">
      <w:pPr>
        <w:pStyle w:val="SDLCode"/>
        <w:rPr>
          <w:rFonts w:eastAsia="Times New Roman" w:cs="Times New Roman"/>
          <w:lang w:val="en-GB"/>
        </w:rPr>
      </w:pPr>
    </w:p>
    <w:p w14:paraId="598B52CB" w14:textId="77777777" w:rsidR="008A640B" w:rsidRDefault="008A640B" w:rsidP="008A640B">
      <w:pPr>
        <w:pStyle w:val="BodyText"/>
        <w:spacing w:after="220" w:line="240" w:lineRule="auto"/>
        <w:rPr>
          <w:highlight w:val="yellow"/>
        </w:rPr>
      </w:pPr>
      <w:r w:rsidRPr="00720E47">
        <w:rPr>
          <w:highlight w:val="yellow"/>
        </w:rPr>
        <w:t xml:space="preserve">[Editor’s note: </w:t>
      </w:r>
      <w:r>
        <w:rPr>
          <w:highlight w:val="yellow"/>
        </w:rPr>
        <w:t>this could potentially be moved to a new clause discussing bitstream and in-memory values, value coercion etc.]</w:t>
      </w:r>
    </w:p>
    <w:p w14:paraId="6D1CDB91" w14:textId="15A44DA1" w:rsidR="003E2DAD" w:rsidRDefault="003E2DAD" w:rsidP="003E2DAD">
      <w:pPr>
        <w:pStyle w:val="Heading2"/>
      </w:pPr>
      <w:r>
        <w:t>Elementary data types</w:t>
      </w:r>
    </w:p>
    <w:p w14:paraId="647502DC" w14:textId="68403553" w:rsidR="003E2DAD" w:rsidRDefault="003E2DAD" w:rsidP="003E2DAD">
      <w:pPr>
        <w:rPr>
          <w:rFonts w:eastAsia="Times New Roman"/>
          <w:lang w:eastAsia="ko-KR"/>
        </w:rPr>
      </w:pPr>
      <w:r>
        <w:rPr>
          <w:rFonts w:eastAsia="Times New Roman"/>
          <w:lang w:eastAsia="ko-KR"/>
        </w:rPr>
        <w:t xml:space="preserve">Non-parsable elementary data type variable declarations are distinguished from parsable variable declarations due to the absence of a </w:t>
      </w:r>
      <w:r w:rsidRPr="00720E47">
        <w:rPr>
          <w:rFonts w:eastAsia="Times New Roman"/>
          <w:i/>
          <w:iCs/>
          <w:lang w:eastAsia="ko-KR"/>
        </w:rPr>
        <w:t>length</w:t>
      </w:r>
      <w:r>
        <w:rPr>
          <w:rFonts w:eastAsia="Times New Roman"/>
          <w:lang w:eastAsia="ko-KR"/>
        </w:rPr>
        <w:t xml:space="preserve"> attribute.</w:t>
      </w:r>
    </w:p>
    <w:p w14:paraId="02E6F3CD" w14:textId="77777777" w:rsidR="003E2DAD" w:rsidRPr="00E56598" w:rsidRDefault="003E2DAD" w:rsidP="00E56598">
      <w:pPr>
        <w:rPr>
          <w:lang w:eastAsia="ja-JP"/>
        </w:rPr>
      </w:pPr>
    </w:p>
    <w:p w14:paraId="2BD3D012" w14:textId="03EBD46A" w:rsidR="003E2DAD" w:rsidRPr="006D1923" w:rsidRDefault="003E2DAD" w:rsidP="003E2DAD">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w:t>
      </w:r>
      <w:r w:rsidR="00FF44A8">
        <w:rPr>
          <w:rStyle w:val="CharBold"/>
          <w:rFonts w:eastAsia="Times New Roman"/>
        </w:rPr>
        <w:t>NP</w:t>
      </w:r>
      <w:r w:rsidRPr="006D1923">
        <w:rPr>
          <w:rStyle w:val="CharBold"/>
          <w:rFonts w:eastAsia="Times New Roman"/>
        </w:rPr>
        <w:t xml:space="preserve">.1: Elementary </w:t>
      </w:r>
      <w:r>
        <w:rPr>
          <w:rStyle w:val="CharBold"/>
          <w:rFonts w:eastAsia="Times New Roman"/>
        </w:rPr>
        <w:t>d</w:t>
      </w:r>
      <w:r w:rsidRPr="006D1923">
        <w:rPr>
          <w:rStyle w:val="CharBold"/>
          <w:rFonts w:eastAsia="Times New Roman"/>
        </w:rPr>
        <w:t xml:space="preserve">ata </w:t>
      </w:r>
      <w:r>
        <w:rPr>
          <w:rStyle w:val="CharBold"/>
          <w:rFonts w:eastAsia="Times New Roman"/>
        </w:rPr>
        <w:t>t</w:t>
      </w:r>
      <w:r w:rsidRPr="006D1923">
        <w:rPr>
          <w:rStyle w:val="CharBold"/>
          <w:rFonts w:eastAsia="Times New Roman"/>
        </w:rPr>
        <w:t>ypes</w:t>
      </w:r>
    </w:p>
    <w:p w14:paraId="77E211BC" w14:textId="1DC2A500" w:rsidR="003E2DAD" w:rsidRPr="006D1923" w:rsidRDefault="003E2DAD" w:rsidP="003E2DAD">
      <w:pPr>
        <w:pStyle w:val="List3"/>
        <w:keepNext/>
        <w:keepLines/>
        <w:spacing w:after="0"/>
        <w:ind w:left="851" w:hanging="284"/>
        <w:rPr>
          <w:rFonts w:eastAsia="Times New Roman"/>
        </w:rPr>
      </w:pPr>
      <w:r w:rsidRPr="00C73BB5">
        <w:rPr>
          <w:rFonts w:ascii="Courier New" w:eastAsia="Times New Roman" w:hAnsi="Courier New" w:cs="Courier New"/>
        </w:rPr>
        <w:t>[</w:t>
      </w:r>
      <w:r>
        <w:rPr>
          <w:rStyle w:val="SDLkeyword"/>
          <w:rFonts w:eastAsia="Times New Roman"/>
        </w:rPr>
        <w:t>const</w:t>
      </w:r>
      <w:r w:rsidRPr="00C73BB5">
        <w:rPr>
          <w:rFonts w:ascii="Courier New" w:eastAsia="Times New Roman" w:hAnsi="Courier New" w:cs="Courier New"/>
        </w:rPr>
        <w:t>]</w:t>
      </w:r>
      <w:r w:rsidRPr="006D1923">
        <w:rPr>
          <w:rFonts w:eastAsia="Times New Roman"/>
        </w:rPr>
        <w:t xml:space="preserve"> </w:t>
      </w:r>
      <w:r w:rsidRPr="006D1923">
        <w:rPr>
          <w:rStyle w:val="SDLmetaKeyword"/>
          <w:rFonts w:eastAsia="Times New Roman"/>
        </w:rPr>
        <w:t>type</w:t>
      </w:r>
      <w:r w:rsidRPr="006D1923">
        <w:rPr>
          <w:rFonts w:eastAsia="Times New Roman"/>
        </w:rPr>
        <w:t xml:space="preserve"> </w:t>
      </w:r>
      <w:r>
        <w:rPr>
          <w:rStyle w:val="SDLattribute"/>
          <w:rFonts w:eastAsia="Times New Roman"/>
        </w:rPr>
        <w:t>identifier</w:t>
      </w:r>
      <w:r w:rsidRPr="006D1923">
        <w:rPr>
          <w:rStyle w:val="SDLattribute"/>
          <w:rFonts w:eastAsia="Times New Roman"/>
        </w:rPr>
        <w:t xml:space="preserve"> </w:t>
      </w:r>
      <w:r w:rsidRPr="00C73BB5">
        <w:rPr>
          <w:rFonts w:ascii="Courier New" w:eastAsia="Times New Roman" w:hAnsi="Courier New" w:cs="Courier New"/>
        </w:rPr>
        <w:t>[</w:t>
      </w:r>
      <w:r w:rsidRPr="00C73BB5">
        <w:rPr>
          <w:rStyle w:val="SDLattribute"/>
          <w:rFonts w:ascii="Courier New" w:eastAsia="Times New Roman" w:hAnsi="Courier New" w:cs="Courier New"/>
          <w:b/>
          <w:bCs/>
          <w:i w:val="0"/>
          <w:iCs w:val="0"/>
        </w:rPr>
        <w:t>=</w:t>
      </w:r>
      <w:r w:rsidRPr="006D1923">
        <w:rPr>
          <w:rStyle w:val="SDLattribute"/>
          <w:rFonts w:eastAsia="Times New Roman"/>
        </w:rPr>
        <w:t xml:space="preserve"> value</w:t>
      </w:r>
      <w:r w:rsidRPr="00C73BB5">
        <w:rPr>
          <w:rFonts w:ascii="Courier New" w:eastAsia="Times New Roman" w:hAnsi="Courier New" w:cs="Courier New"/>
        </w:rPr>
        <w:t>]</w:t>
      </w:r>
      <w:r w:rsidRPr="00C73BB5">
        <w:rPr>
          <w:rFonts w:ascii="Courier New" w:eastAsia="Times New Roman" w:hAnsi="Courier New" w:cs="Courier New"/>
          <w:b/>
          <w:bCs/>
        </w:rPr>
        <w:t>;</w:t>
      </w:r>
    </w:p>
    <w:p w14:paraId="36CF5946" w14:textId="77777777" w:rsidR="003E2DAD" w:rsidRDefault="003E2DAD" w:rsidP="003E2DAD">
      <w:pPr>
        <w:pStyle w:val="BodyText"/>
        <w:pBdr>
          <w:top w:val="single" w:sz="6" w:space="1" w:color="auto"/>
        </w:pBdr>
        <w:spacing w:after="220"/>
        <w:rPr>
          <w:rFonts w:eastAsia="Times New Roman"/>
          <w:lang w:eastAsia="ko-KR"/>
        </w:rPr>
      </w:pPr>
    </w:p>
    <w:p w14:paraId="79E9C355" w14:textId="6143F4FD" w:rsidR="009575C5" w:rsidRDefault="009575C5" w:rsidP="009575C5">
      <w:pPr>
        <w:pStyle w:val="BodyText"/>
        <w:pBdr>
          <w:top w:val="single" w:sz="6" w:space="1" w:color="auto"/>
        </w:pBdr>
        <w:rPr>
          <w:rFonts w:eastAsia="Times New Roman"/>
          <w:lang w:eastAsia="ko-KR"/>
        </w:rPr>
      </w:pPr>
      <w:r w:rsidRPr="00175813">
        <w:rPr>
          <w:rFonts w:eastAsia="Times New Roman"/>
          <w:lang w:eastAsia="ko-KR"/>
        </w:rPr>
        <w:t xml:space="preserve">The keyword </w:t>
      </w:r>
      <w:r>
        <w:rPr>
          <w:rStyle w:val="SDLkeyword"/>
        </w:rPr>
        <w:t>const</w:t>
      </w:r>
      <w:r w:rsidRPr="00203C97">
        <w:t xml:space="preserve"> </w:t>
      </w:r>
      <w:r>
        <w:t>has</w:t>
      </w:r>
      <w:r w:rsidRPr="00203C97">
        <w:t xml:space="preserve"> the same definition as in</w:t>
      </w:r>
      <w:r>
        <w:t xml:space="preserve"> subclause </w:t>
      </w:r>
      <w:r>
        <w:fldChar w:fldCharType="begin"/>
      </w:r>
      <w:r>
        <w:instrText xml:space="preserve"> REF _Ref150457988 \r \h </w:instrText>
      </w:r>
      <w:r>
        <w:fldChar w:fldCharType="separate"/>
      </w:r>
      <w:r>
        <w:t>6.2.5</w:t>
      </w:r>
      <w:r>
        <w:fldChar w:fldCharType="end"/>
      </w:r>
      <w:r>
        <w:t xml:space="preserve"> and </w:t>
      </w:r>
      <w:r w:rsidRPr="00E56598">
        <w:rPr>
          <w:rFonts w:ascii="Courier New" w:hAnsi="Courier New" w:cs="Courier New"/>
          <w:b/>
          <w:bCs/>
          <w:i/>
          <w:iCs/>
        </w:rPr>
        <w:t>type</w:t>
      </w:r>
      <w:r>
        <w:t xml:space="preserve"> is as previously defined in </w:t>
      </w:r>
      <w:r>
        <w:fldChar w:fldCharType="begin"/>
      </w:r>
      <w:r>
        <w:instrText xml:space="preserve"> REF _Ref150458091 \r \h </w:instrText>
      </w:r>
      <w:r>
        <w:fldChar w:fldCharType="separate"/>
      </w:r>
      <w:r>
        <w:t>6.2.2</w:t>
      </w:r>
      <w:r>
        <w:fldChar w:fldCharType="end"/>
      </w:r>
      <w:r>
        <w:t>.</w:t>
      </w:r>
    </w:p>
    <w:p w14:paraId="434CE6B1" w14:textId="57FC4E1F" w:rsidR="002F1E83" w:rsidRPr="00E56598" w:rsidRDefault="002F1E83" w:rsidP="002F1E83">
      <w:pPr>
        <w:pStyle w:val="BodyText"/>
        <w:spacing w:after="220"/>
        <w:rPr>
          <w:rFonts w:eastAsia="Times New Roman"/>
          <w:lang w:eastAsia="ko-KR"/>
        </w:rPr>
      </w:pPr>
      <w:r w:rsidRPr="00E56598">
        <w:rPr>
          <w:rFonts w:eastAsia="Times New Roman"/>
          <w:lang w:eastAsia="ko-KR"/>
        </w:rPr>
        <w:t>For example, an unsigned integer non-parsable variable would be represented as:</w:t>
      </w:r>
    </w:p>
    <w:p w14:paraId="783ADC9A" w14:textId="77777777" w:rsidR="002F1E83" w:rsidRPr="00E56598" w:rsidRDefault="002F1E83" w:rsidP="002F1E83">
      <w:pPr>
        <w:pStyle w:val="Example"/>
      </w:pPr>
      <w:r w:rsidRPr="00E56598">
        <w:t xml:space="preserve">EXAMPLE </w:t>
      </w:r>
      <w:r w:rsidRPr="00E56598">
        <w:sym w:font="Symbol" w:char="F0BE"/>
      </w:r>
    </w:p>
    <w:p w14:paraId="052E0B04" w14:textId="054DE956" w:rsidR="002F1E83" w:rsidRPr="00282F49" w:rsidRDefault="002F1E83" w:rsidP="002F1E83">
      <w:pPr>
        <w:pStyle w:val="Code"/>
      </w:pPr>
      <w:r w:rsidRPr="00E56598">
        <w:t>unsigned int foo;</w:t>
      </w:r>
    </w:p>
    <w:p w14:paraId="22880C17" w14:textId="77777777" w:rsidR="009D07F8" w:rsidRPr="00282F49" w:rsidRDefault="009D07F8" w:rsidP="009D07F8">
      <w:pPr>
        <w:pStyle w:val="SDLCode"/>
        <w:rPr>
          <w:rFonts w:eastAsia="Times New Roman" w:cs="Times New Roman"/>
          <w:lang w:val="en-GB"/>
        </w:rPr>
      </w:pPr>
    </w:p>
    <w:p w14:paraId="2041C95E" w14:textId="317FE70E" w:rsidR="000605AE" w:rsidRDefault="000605AE" w:rsidP="00E56598">
      <w:pPr>
        <w:pStyle w:val="Heading3"/>
      </w:pPr>
      <w:r>
        <w:t>Value</w:t>
      </w:r>
    </w:p>
    <w:p w14:paraId="4D892A6D" w14:textId="64D6E2B7" w:rsidR="00F01935" w:rsidRDefault="008A640B" w:rsidP="008A640B">
      <w:pPr>
        <w:pStyle w:val="BodyText"/>
        <w:spacing w:after="220"/>
        <w:rPr>
          <w:rFonts w:eastAsia="Times New Roman"/>
          <w:lang w:eastAsia="ko-KR"/>
        </w:rPr>
      </w:pPr>
      <w:r w:rsidRPr="00282F49">
        <w:rPr>
          <w:rFonts w:eastAsia="Times New Roman"/>
          <w:lang w:eastAsia="ko-KR"/>
        </w:rPr>
        <w:t xml:space="preserve">The </w:t>
      </w:r>
      <w:r w:rsidRPr="00282F49">
        <w:rPr>
          <w:rStyle w:val="SDLattribute"/>
          <w:rFonts w:eastAsia="Times New Roman"/>
          <w:lang w:eastAsia="ko-KR"/>
        </w:rPr>
        <w:t>value</w:t>
      </w:r>
      <w:r w:rsidRPr="00282F49">
        <w:rPr>
          <w:rFonts w:eastAsia="Times New Roman"/>
          <w:lang w:eastAsia="ko-KR"/>
        </w:rPr>
        <w:t xml:space="preserve"> attribute shall be present only when the </w:t>
      </w:r>
      <w:r w:rsidR="00D86DB1">
        <w:rPr>
          <w:rFonts w:eastAsia="Times New Roman"/>
          <w:lang w:eastAsia="ko-KR"/>
        </w:rPr>
        <w:t>variable should be initialised with a value</w:t>
      </w:r>
      <w:r w:rsidRPr="00282F49">
        <w:rPr>
          <w:rFonts w:eastAsia="Times New Roman"/>
          <w:lang w:eastAsia="ko-KR"/>
        </w:rPr>
        <w:t>.</w:t>
      </w:r>
      <w:r w:rsidR="00F01935">
        <w:rPr>
          <w:rFonts w:eastAsia="Times New Roman"/>
          <w:lang w:eastAsia="ko-KR"/>
        </w:rPr>
        <w:t xml:space="preserve"> </w:t>
      </w:r>
      <w:r>
        <w:rPr>
          <w:rFonts w:eastAsia="Times New Roman"/>
          <w:lang w:eastAsia="ko-KR"/>
        </w:rPr>
        <w:t xml:space="preserve">A variable may be used when defining a value. </w:t>
      </w:r>
    </w:p>
    <w:p w14:paraId="68CD3FB2" w14:textId="2D707019" w:rsidR="008A640B" w:rsidRDefault="008A640B" w:rsidP="008A640B">
      <w:pPr>
        <w:pStyle w:val="BodyText"/>
        <w:spacing w:after="220"/>
        <w:rPr>
          <w:rFonts w:eastAsia="Times New Roman"/>
          <w:lang w:eastAsia="ko-KR"/>
        </w:rPr>
      </w:pPr>
      <w:r>
        <w:rPr>
          <w:rFonts w:eastAsia="Times New Roman"/>
          <w:lang w:eastAsia="ko-KR"/>
        </w:rPr>
        <w:t>For example:</w:t>
      </w:r>
    </w:p>
    <w:p w14:paraId="25117472" w14:textId="77777777" w:rsidR="008A640B" w:rsidRPr="006D1923" w:rsidRDefault="008A640B" w:rsidP="008A640B">
      <w:pPr>
        <w:pStyle w:val="Example"/>
      </w:pPr>
      <w:r w:rsidRPr="006D1923">
        <w:t xml:space="preserve">EXAMPLE </w:t>
      </w:r>
      <w:r w:rsidRPr="006D1923">
        <w:sym w:font="Symbol" w:char="F0BE"/>
      </w:r>
    </w:p>
    <w:p w14:paraId="6BCC0432" w14:textId="774486B1" w:rsidR="008A640B" w:rsidRDefault="008A640B" w:rsidP="008A640B">
      <w:pPr>
        <w:pStyle w:val="Code"/>
      </w:pPr>
      <w:r>
        <w:t>unsigned int</w:t>
      </w:r>
      <w:r w:rsidRPr="00282F49">
        <w:t xml:space="preserve"> </w:t>
      </w:r>
      <w:r w:rsidR="00EB347C">
        <w:t>initial</w:t>
      </w:r>
      <w:r>
        <w:t xml:space="preserve"> = 0;</w:t>
      </w:r>
    </w:p>
    <w:p w14:paraId="3FAFC377" w14:textId="543BBEFE" w:rsidR="00D86DB1" w:rsidRDefault="008A640B" w:rsidP="00D86DB1">
      <w:pPr>
        <w:pStyle w:val="SDLCode"/>
      </w:pPr>
      <w:r>
        <w:t>unsigned int</w:t>
      </w:r>
      <w:r w:rsidRPr="00282F49">
        <w:t xml:space="preserve"> </w:t>
      </w:r>
      <w:r>
        <w:t xml:space="preserve">foo = </w:t>
      </w:r>
      <w:r w:rsidR="00EB347C">
        <w:t>initial</w:t>
      </w:r>
      <w:r>
        <w:t>;</w:t>
      </w:r>
    </w:p>
    <w:p w14:paraId="6085884B" w14:textId="77777777" w:rsidR="00D86DB1" w:rsidRDefault="00D86DB1" w:rsidP="00E56598">
      <w:pPr>
        <w:pStyle w:val="SDLCode"/>
      </w:pPr>
    </w:p>
    <w:p w14:paraId="433AAA82" w14:textId="0B9C7EF4" w:rsidR="000605AE" w:rsidRPr="00E56598" w:rsidRDefault="00D86DB1" w:rsidP="00E56598">
      <w:pPr>
        <w:pStyle w:val="Note"/>
        <w:rPr>
          <w:lang w:eastAsia="ko-KR"/>
        </w:rPr>
      </w:pPr>
      <w:r>
        <w:rPr>
          <w:lang w:eastAsia="ko-KR"/>
        </w:rPr>
        <w:t>NOTE</w:t>
      </w:r>
      <w:r>
        <w:rPr>
          <w:lang w:eastAsia="ko-KR"/>
        </w:rPr>
        <w:tab/>
      </w:r>
      <w:r w:rsidRPr="00720E47">
        <w:rPr>
          <w:lang w:eastAsia="ko-KR"/>
        </w:rPr>
        <w:t>Unlike a parsable variable, a range of values cannot be specified when declaring a non-parsable variable.</w:t>
      </w:r>
      <w:r w:rsidRPr="00E175AB">
        <w:rPr>
          <w:lang w:eastAsia="ko-KR"/>
        </w:rPr>
        <w:t xml:space="preserve"> </w:t>
      </w:r>
    </w:p>
    <w:p w14:paraId="62D0417C" w14:textId="231A1558" w:rsidR="0094505D" w:rsidRDefault="0094505D" w:rsidP="00EC1E8A">
      <w:pPr>
        <w:pStyle w:val="Heading2"/>
      </w:pPr>
      <w:r>
        <w:t>Arrays</w:t>
      </w:r>
    </w:p>
    <w:p w14:paraId="69A89CA6" w14:textId="15B46F4F" w:rsidR="0094505D" w:rsidRPr="00282F49" w:rsidRDefault="0094505D" w:rsidP="0094505D">
      <w:pPr>
        <w:pStyle w:val="BodyText"/>
        <w:spacing w:after="220"/>
        <w:rPr>
          <w:rFonts w:eastAsia="Times New Roman"/>
          <w:lang w:eastAsia="ko-KR"/>
        </w:rPr>
      </w:pPr>
      <w:r w:rsidRPr="00282F49">
        <w:rPr>
          <w:rFonts w:eastAsia="Times New Roman"/>
          <w:lang w:eastAsia="ko-KR"/>
        </w:rPr>
        <w:t xml:space="preserve">Arrays are defined using square brackets. The array declaration </w:t>
      </w:r>
      <w:r w:rsidR="0058715F">
        <w:rPr>
          <w:rFonts w:eastAsia="Times New Roman"/>
          <w:lang w:eastAsia="ko-KR"/>
        </w:rPr>
        <w:t xml:space="preserve">for non-parsable variables </w:t>
      </w:r>
      <w:r w:rsidRPr="00282F49">
        <w:rPr>
          <w:rFonts w:eastAsia="Times New Roman"/>
          <w:lang w:eastAsia="ko-KR"/>
        </w:rPr>
        <w:t xml:space="preserve">is </w:t>
      </w:r>
      <w:r w:rsidR="0058715F">
        <w:rPr>
          <w:rFonts w:eastAsia="Times New Roman"/>
          <w:lang w:eastAsia="ko-KR"/>
        </w:rPr>
        <w:t xml:space="preserve">only </w:t>
      </w:r>
      <w:r w:rsidRPr="00282F49">
        <w:rPr>
          <w:rFonts w:eastAsia="Times New Roman"/>
          <w:lang w:eastAsia="ko-KR"/>
        </w:rPr>
        <w:t xml:space="preserve">applicable to elementary </w:t>
      </w:r>
      <w:r>
        <w:rPr>
          <w:rFonts w:eastAsia="Times New Roman"/>
          <w:lang w:eastAsia="ko-KR"/>
        </w:rPr>
        <w:t>types</w:t>
      </w:r>
      <w:r w:rsidR="0058715F">
        <w:rPr>
          <w:rFonts w:eastAsia="Times New Roman"/>
          <w:lang w:eastAsia="ko-KR"/>
        </w:rPr>
        <w:t>.</w:t>
      </w:r>
      <w:r>
        <w:rPr>
          <w:rFonts w:eastAsia="Times New Roman"/>
          <w:lang w:eastAsia="ko-KR"/>
        </w:rPr>
        <w:t xml:space="preserve"> </w:t>
      </w:r>
    </w:p>
    <w:p w14:paraId="048E88C4" w14:textId="181A9787" w:rsidR="0094505D" w:rsidRPr="006D1923" w:rsidRDefault="0094505D" w:rsidP="0094505D">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w:t>
      </w:r>
      <w:r w:rsidR="008C561B">
        <w:rPr>
          <w:rStyle w:val="CharBold"/>
          <w:rFonts w:eastAsia="Times New Roman"/>
        </w:rPr>
        <w:t>NP</w:t>
      </w:r>
      <w:r w:rsidRPr="006D1923">
        <w:rPr>
          <w:rStyle w:val="CharBold"/>
          <w:rFonts w:eastAsia="Times New Roman"/>
        </w:rPr>
        <w:t>.</w:t>
      </w:r>
      <w:r w:rsidR="008C561B">
        <w:rPr>
          <w:rStyle w:val="CharBold"/>
          <w:rFonts w:eastAsia="Times New Roman"/>
        </w:rPr>
        <w:t>2</w:t>
      </w:r>
      <w:r w:rsidRPr="006D1923">
        <w:rPr>
          <w:rStyle w:val="CharBold"/>
          <w:rFonts w:eastAsia="Times New Roman"/>
        </w:rPr>
        <w:t>: Arrays</w:t>
      </w:r>
    </w:p>
    <w:p w14:paraId="6B216F5D" w14:textId="16CE58EE" w:rsidR="0094505D" w:rsidRPr="006D1923" w:rsidRDefault="0094505D" w:rsidP="0094505D">
      <w:pPr>
        <w:pStyle w:val="List3"/>
        <w:keepNext/>
        <w:keepLines/>
        <w:rPr>
          <w:rFonts w:eastAsia="Times New Roman"/>
        </w:rPr>
      </w:pPr>
      <w:r w:rsidRPr="00C73BB5">
        <w:rPr>
          <w:rStyle w:val="SDLkeyword"/>
          <w:rFonts w:eastAsia="Times New Roman"/>
          <w:i/>
          <w:iCs/>
        </w:rPr>
        <w:t>type</w:t>
      </w:r>
      <w:r w:rsidRPr="006D1923">
        <w:rPr>
          <w:rFonts w:eastAsia="Times New Roman"/>
        </w:rPr>
        <w:t xml:space="preserve"> </w:t>
      </w:r>
      <w:r>
        <w:rPr>
          <w:rStyle w:val="SDLattribute"/>
          <w:rFonts w:eastAsia="Times New Roman"/>
        </w:rPr>
        <w:t>array_identifier</w:t>
      </w:r>
      <w:r w:rsidRPr="006D1923">
        <w:rPr>
          <w:rFonts w:eastAsia="Times New Roman"/>
        </w:rPr>
        <w:t xml:space="preserve"> </w:t>
      </w:r>
      <w:r w:rsidRPr="006D1923">
        <w:rPr>
          <w:rStyle w:val="SDLkeyword"/>
          <w:rFonts w:eastAsia="Times New Roman"/>
        </w:rPr>
        <w:t>[</w:t>
      </w:r>
      <w:r w:rsidRPr="006D1923">
        <w:rPr>
          <w:rStyle w:val="SDLattribute"/>
          <w:rFonts w:eastAsia="Times New Roman"/>
        </w:rPr>
        <w:t>length</w:t>
      </w:r>
      <w:r w:rsidRPr="006D1923">
        <w:rPr>
          <w:rStyle w:val="SDLkeyword"/>
          <w:rFonts w:eastAsia="Times New Roman"/>
        </w:rPr>
        <w:t>]</w:t>
      </w:r>
      <w:r w:rsidRPr="00C73BB5">
        <w:rPr>
          <w:rFonts w:ascii="Courier New" w:eastAsia="Times New Roman" w:hAnsi="Courier New" w:cs="Courier New"/>
          <w:b/>
          <w:bCs/>
        </w:rPr>
        <w:t>;</w:t>
      </w:r>
    </w:p>
    <w:p w14:paraId="7CBA2A68" w14:textId="77777777" w:rsidR="0094505D" w:rsidRPr="00282F49" w:rsidRDefault="0094505D" w:rsidP="0094505D">
      <w:pPr>
        <w:pStyle w:val="BodyText"/>
        <w:pBdr>
          <w:top w:val="single" w:sz="6" w:space="1" w:color="auto"/>
        </w:pBdr>
        <w:spacing w:after="220"/>
        <w:rPr>
          <w:rFonts w:eastAsia="Times New Roman"/>
          <w:lang w:eastAsia="ko-KR"/>
        </w:rPr>
      </w:pPr>
    </w:p>
    <w:p w14:paraId="0CF9E014" w14:textId="61FDF37B" w:rsidR="0094505D" w:rsidRDefault="0094505D" w:rsidP="00E56598">
      <w:pPr>
        <w:pStyle w:val="BodyText"/>
        <w:pBdr>
          <w:top w:val="single" w:sz="6" w:space="1" w:color="auto"/>
        </w:pBdr>
        <w:rPr>
          <w:rFonts w:eastAsia="Times New Roman"/>
          <w:lang w:eastAsia="ko-KR"/>
        </w:rPr>
      </w:pPr>
      <w:r w:rsidRPr="00282F49">
        <w:rPr>
          <w:rFonts w:eastAsia="Times New Roman"/>
          <w:lang w:eastAsia="ko-KR"/>
        </w:rPr>
        <w:t xml:space="preserve">The attribute </w:t>
      </w:r>
      <w:r w:rsidRPr="00282F49">
        <w:rPr>
          <w:rStyle w:val="SDLattribute"/>
          <w:rFonts w:eastAsia="Times New Roman"/>
          <w:lang w:eastAsia="ko-KR"/>
        </w:rPr>
        <w:t>length</w:t>
      </w:r>
      <w:r w:rsidRPr="00282F49">
        <w:rPr>
          <w:rFonts w:eastAsia="Times New Roman"/>
          <w:lang w:eastAsia="ko-KR"/>
        </w:rPr>
        <w:t xml:space="preserve"> </w:t>
      </w:r>
      <w:r w:rsidR="008C561B">
        <w:rPr>
          <w:rFonts w:eastAsia="Times New Roman"/>
          <w:lang w:eastAsia="ko-KR"/>
        </w:rPr>
        <w:t xml:space="preserve">has the same definition as in subclause </w:t>
      </w:r>
      <w:r w:rsidR="008C561B">
        <w:rPr>
          <w:rFonts w:eastAsia="Times New Roman"/>
          <w:lang w:eastAsia="ko-KR"/>
        </w:rPr>
        <w:fldChar w:fldCharType="begin"/>
      </w:r>
      <w:r w:rsidR="008C561B">
        <w:rPr>
          <w:rFonts w:eastAsia="Times New Roman"/>
          <w:lang w:eastAsia="ko-KR"/>
        </w:rPr>
        <w:instrText xml:space="preserve"> REF _Ref150459000 \r \h </w:instrText>
      </w:r>
      <w:r w:rsidR="008C561B">
        <w:rPr>
          <w:rFonts w:eastAsia="Times New Roman"/>
          <w:lang w:eastAsia="ko-KR"/>
        </w:rPr>
      </w:r>
      <w:r w:rsidR="008C561B">
        <w:rPr>
          <w:rFonts w:eastAsia="Times New Roman"/>
          <w:lang w:eastAsia="ko-KR"/>
        </w:rPr>
        <w:fldChar w:fldCharType="separate"/>
      </w:r>
      <w:r w:rsidR="008C561B">
        <w:rPr>
          <w:rFonts w:eastAsia="Times New Roman"/>
          <w:lang w:eastAsia="ko-KR"/>
        </w:rPr>
        <w:t>7.7</w:t>
      </w:r>
      <w:r w:rsidR="008C561B">
        <w:rPr>
          <w:rFonts w:eastAsia="Times New Roman"/>
          <w:lang w:eastAsia="ko-KR"/>
        </w:rPr>
        <w:fldChar w:fldCharType="end"/>
      </w:r>
      <w:r w:rsidR="008C561B">
        <w:rPr>
          <w:rFonts w:eastAsia="Times New Roman"/>
          <w:lang w:eastAsia="ko-KR"/>
        </w:rPr>
        <w:t xml:space="preserve"> and</w:t>
      </w:r>
      <w:r w:rsidR="008C561B">
        <w:t xml:space="preserve"> </w:t>
      </w:r>
      <w:r w:rsidR="008C561B" w:rsidRPr="00720E47">
        <w:rPr>
          <w:rFonts w:ascii="Courier New" w:hAnsi="Courier New" w:cs="Courier New"/>
          <w:b/>
          <w:bCs/>
          <w:i/>
          <w:iCs/>
        </w:rPr>
        <w:t>type</w:t>
      </w:r>
      <w:r w:rsidR="008C561B">
        <w:t xml:space="preserve"> is as previously defined in </w:t>
      </w:r>
      <w:r w:rsidR="008C561B">
        <w:fldChar w:fldCharType="begin"/>
      </w:r>
      <w:r w:rsidR="008C561B">
        <w:instrText xml:space="preserve"> REF _Ref150458091 \r \h </w:instrText>
      </w:r>
      <w:r w:rsidR="008C561B">
        <w:fldChar w:fldCharType="separate"/>
      </w:r>
      <w:r w:rsidR="008C561B">
        <w:t>6.2.2</w:t>
      </w:r>
      <w:r w:rsidR="008C561B">
        <w:fldChar w:fldCharType="end"/>
      </w:r>
      <w:r w:rsidR="008C561B">
        <w:t>.</w:t>
      </w:r>
    </w:p>
    <w:p w14:paraId="69162253" w14:textId="0E5D524C" w:rsidR="0094505D" w:rsidRPr="00282F49" w:rsidRDefault="0094505D" w:rsidP="0094505D">
      <w:pPr>
        <w:pStyle w:val="BodyText"/>
        <w:spacing w:after="220"/>
        <w:rPr>
          <w:rFonts w:eastAsia="Times New Roman"/>
          <w:lang w:eastAsia="ko-KR"/>
        </w:rPr>
      </w:pPr>
      <w:r>
        <w:rPr>
          <w:rFonts w:eastAsia="Times New Roman"/>
          <w:lang w:eastAsia="ko-KR"/>
        </w:rPr>
        <w:t xml:space="preserve">In the following example </w:t>
      </w:r>
      <w:r w:rsidRPr="001F6CCB">
        <w:rPr>
          <w:rFonts w:eastAsia="Times New Roman"/>
          <w:lang w:eastAsia="ko-KR"/>
        </w:rPr>
        <w:t>‘</w:t>
      </w:r>
      <w:r w:rsidRPr="00C472DC">
        <w:rPr>
          <w:rStyle w:val="codeChar"/>
        </w:rPr>
        <w:t>a</w:t>
      </w:r>
      <w:r w:rsidRPr="001F6CCB">
        <w:rPr>
          <w:rFonts w:eastAsia="Times New Roman"/>
          <w:lang w:eastAsia="ko-KR"/>
        </w:rPr>
        <w:t>’ is an array of 5 elements, each of which is an unsigned integer</w:t>
      </w:r>
      <w:r>
        <w:rPr>
          <w:rFonts w:eastAsia="Times New Roman"/>
          <w:lang w:eastAsia="ko-KR"/>
        </w:rPr>
        <w:t>:</w:t>
      </w:r>
    </w:p>
    <w:p w14:paraId="112FB9CC" w14:textId="77777777" w:rsidR="0094505D" w:rsidRPr="00F84023" w:rsidRDefault="0094505D" w:rsidP="0094505D">
      <w:pPr>
        <w:pStyle w:val="Example"/>
      </w:pPr>
      <w:r w:rsidRPr="00F84023">
        <w:t xml:space="preserve">EXAMPLE </w:t>
      </w:r>
      <w:r w:rsidRPr="00F84023">
        <w:sym w:font="Symbol" w:char="F0BE"/>
      </w:r>
      <w:r w:rsidRPr="00F84023">
        <w:t xml:space="preserve"> </w:t>
      </w:r>
    </w:p>
    <w:p w14:paraId="6EF7934F" w14:textId="61DD0269" w:rsidR="0094505D" w:rsidRPr="00282F49" w:rsidRDefault="0094505D" w:rsidP="0094505D">
      <w:pPr>
        <w:pStyle w:val="SDLCode"/>
        <w:rPr>
          <w:rFonts w:eastAsia="Times New Roman" w:cs="Times New Roman"/>
          <w:lang w:val="en-GB"/>
        </w:rPr>
      </w:pPr>
      <w:r w:rsidRPr="00282F49">
        <w:rPr>
          <w:rFonts w:eastAsia="Times New Roman" w:cs="Times New Roman"/>
          <w:lang w:val="en-GB"/>
        </w:rPr>
        <w:t>unsigned int a[5];</w:t>
      </w:r>
    </w:p>
    <w:p w14:paraId="2ADB337D" w14:textId="77777777" w:rsidR="0094505D" w:rsidRDefault="0094505D" w:rsidP="0094505D">
      <w:pPr>
        <w:pStyle w:val="SDLCode"/>
      </w:pPr>
    </w:p>
    <w:p w14:paraId="2AC93372" w14:textId="26149423" w:rsidR="0094505D" w:rsidRDefault="0094505D" w:rsidP="0094505D">
      <w:pPr>
        <w:pStyle w:val="BodyText"/>
        <w:spacing w:after="220"/>
        <w:rPr>
          <w:rFonts w:eastAsia="Times New Roman"/>
          <w:lang w:eastAsia="ko-KR"/>
        </w:rPr>
      </w:pPr>
      <w:r>
        <w:rPr>
          <w:rFonts w:eastAsia="Times New Roman"/>
          <w:lang w:eastAsia="ko-KR"/>
        </w:rPr>
        <w:t xml:space="preserve">In the following example </w:t>
      </w:r>
      <w:r w:rsidRPr="001F6CCB">
        <w:rPr>
          <w:rFonts w:eastAsia="Times New Roman"/>
          <w:lang w:eastAsia="ko-KR"/>
        </w:rPr>
        <w:t>the length of ‘</w:t>
      </w:r>
      <w:r w:rsidRPr="00C472DC">
        <w:rPr>
          <w:rStyle w:val="codeChar"/>
        </w:rPr>
        <w:t>c</w:t>
      </w:r>
      <w:r w:rsidRPr="001F6CCB">
        <w:rPr>
          <w:rFonts w:eastAsia="Times New Roman"/>
          <w:lang w:eastAsia="ko-KR"/>
        </w:rPr>
        <w:t>’ depends on the value of</w:t>
      </w:r>
      <w:r w:rsidR="00DB2186">
        <w:rPr>
          <w:rFonts w:eastAsia="Times New Roman"/>
          <w:lang w:eastAsia="ko-KR"/>
        </w:rPr>
        <w:t xml:space="preserve"> the parsable variable</w:t>
      </w:r>
      <w:r>
        <w:rPr>
          <w:rFonts w:eastAsia="Times New Roman"/>
          <w:lang w:eastAsia="ko-KR"/>
        </w:rPr>
        <w:t xml:space="preserve"> </w:t>
      </w:r>
      <w:r w:rsidRPr="001F6CCB">
        <w:rPr>
          <w:rFonts w:eastAsia="Times New Roman"/>
          <w:lang w:eastAsia="ko-KR"/>
        </w:rPr>
        <w:t xml:space="preserve"> ‘</w:t>
      </w:r>
      <w:r w:rsidRPr="00C472DC">
        <w:rPr>
          <w:rStyle w:val="codeChar"/>
        </w:rPr>
        <w:t>b</w:t>
      </w:r>
      <w:r w:rsidRPr="001F6CCB">
        <w:rPr>
          <w:rFonts w:eastAsia="Times New Roman"/>
          <w:lang w:eastAsia="ko-KR"/>
        </w:rPr>
        <w:t>’</w:t>
      </w:r>
      <w:r>
        <w:rPr>
          <w:rFonts w:eastAsia="Times New Roman"/>
          <w:lang w:eastAsia="ko-KR"/>
        </w:rPr>
        <w:t>:</w:t>
      </w:r>
    </w:p>
    <w:p w14:paraId="03C75CEE" w14:textId="77777777" w:rsidR="0094505D" w:rsidRPr="00F84023" w:rsidRDefault="0094505D" w:rsidP="0094505D">
      <w:pPr>
        <w:pStyle w:val="Example"/>
      </w:pPr>
      <w:r w:rsidRPr="00F84023">
        <w:t xml:space="preserve">EXAMPLE </w:t>
      </w:r>
      <w:r w:rsidRPr="00F84023">
        <w:sym w:font="Symbol" w:char="F0BE"/>
      </w:r>
      <w:r w:rsidRPr="00F84023">
        <w:t xml:space="preserve"> </w:t>
      </w:r>
    </w:p>
    <w:p w14:paraId="1244D900" w14:textId="77777777" w:rsidR="0094505D" w:rsidRPr="00282F49" w:rsidRDefault="0094505D" w:rsidP="0094505D">
      <w:pPr>
        <w:pStyle w:val="SDLCode"/>
        <w:rPr>
          <w:rFonts w:eastAsia="Times New Roman" w:cs="Times New Roman"/>
          <w:lang w:val="en-GB"/>
        </w:rPr>
      </w:pPr>
      <w:r w:rsidRPr="00282F49">
        <w:rPr>
          <w:rFonts w:eastAsia="Times New Roman" w:cs="Times New Roman"/>
          <w:lang w:val="en-GB"/>
        </w:rPr>
        <w:t>int(10) b;</w:t>
      </w:r>
    </w:p>
    <w:p w14:paraId="764593DD" w14:textId="70EC935E" w:rsidR="0094505D" w:rsidRDefault="0094505D" w:rsidP="0094505D">
      <w:pPr>
        <w:pStyle w:val="SDLCode"/>
        <w:rPr>
          <w:rFonts w:eastAsia="Times New Roman" w:cs="Times New Roman"/>
          <w:lang w:val="en-GB"/>
        </w:rPr>
      </w:pPr>
      <w:r w:rsidRPr="00282F49">
        <w:rPr>
          <w:rFonts w:eastAsia="Times New Roman" w:cs="Times New Roman"/>
          <w:lang w:val="en-GB"/>
        </w:rPr>
        <w:t>int c[b];</w:t>
      </w:r>
    </w:p>
    <w:p w14:paraId="66466E55" w14:textId="77777777" w:rsidR="0094505D" w:rsidRDefault="0094505D" w:rsidP="0094505D">
      <w:pPr>
        <w:pStyle w:val="SDLCode"/>
        <w:rPr>
          <w:highlight w:val="yellow"/>
        </w:rPr>
      </w:pPr>
    </w:p>
    <w:p w14:paraId="2205D4CE" w14:textId="77777777" w:rsidR="0094505D" w:rsidRDefault="0094505D" w:rsidP="0094505D">
      <w:pPr>
        <w:pStyle w:val="BodyText"/>
      </w:pPr>
      <w:r>
        <w:t>Individual values of an array are accessed using square brackets. For example:</w:t>
      </w:r>
    </w:p>
    <w:p w14:paraId="54C1B063" w14:textId="77777777" w:rsidR="0094505D" w:rsidRPr="00F84023" w:rsidRDefault="0094505D" w:rsidP="0094505D">
      <w:pPr>
        <w:pStyle w:val="Example"/>
      </w:pPr>
      <w:r w:rsidRPr="00F84023">
        <w:t xml:space="preserve">EXAMPLE </w:t>
      </w:r>
      <w:r w:rsidRPr="00F84023">
        <w:sym w:font="Symbol" w:char="F0BE"/>
      </w:r>
      <w:r w:rsidRPr="00F84023">
        <w:t xml:space="preserve"> </w:t>
      </w:r>
    </w:p>
    <w:p w14:paraId="25989FBB" w14:textId="09C65B9D" w:rsidR="0094505D" w:rsidRDefault="0094505D" w:rsidP="0094505D">
      <w:pPr>
        <w:pStyle w:val="SDLCode"/>
        <w:rPr>
          <w:rFonts w:eastAsia="Times New Roman" w:cs="Times New Roman"/>
          <w:lang w:val="en-GB"/>
        </w:rPr>
      </w:pPr>
      <w:r w:rsidRPr="00282F49">
        <w:rPr>
          <w:rFonts w:eastAsia="Times New Roman" w:cs="Times New Roman"/>
          <w:lang w:val="en-GB"/>
        </w:rPr>
        <w:t>int a[5];</w:t>
      </w:r>
    </w:p>
    <w:p w14:paraId="6B3493A3" w14:textId="77777777" w:rsidR="0094505D" w:rsidRDefault="0094505D" w:rsidP="0094505D">
      <w:pPr>
        <w:pStyle w:val="SDLCode"/>
        <w:rPr>
          <w:rFonts w:eastAsia="Times New Roman" w:cs="Times New Roman"/>
          <w:lang w:val="en-GB"/>
        </w:rPr>
      </w:pPr>
      <w:r>
        <w:rPr>
          <w:rFonts w:eastAsia="Times New Roman" w:cs="Times New Roman"/>
          <w:lang w:val="en-GB"/>
        </w:rPr>
        <w:t>int b = a[0]; // b is set to the value of the first entry in a</w:t>
      </w:r>
    </w:p>
    <w:p w14:paraId="250A0753" w14:textId="77777777" w:rsidR="0094505D" w:rsidRDefault="0094505D" w:rsidP="0094505D">
      <w:pPr>
        <w:pStyle w:val="Heading2"/>
      </w:pPr>
      <w:r>
        <w:t>Multi-dimensional arrays</w:t>
      </w:r>
    </w:p>
    <w:p w14:paraId="0CC7C4CF" w14:textId="5D8EC582" w:rsidR="0094505D" w:rsidRDefault="00B45BAB" w:rsidP="0094505D">
      <w:pPr>
        <w:pStyle w:val="BodyText"/>
        <w:spacing w:after="220"/>
      </w:pPr>
      <w:r>
        <w:t>Non-parsable m</w:t>
      </w:r>
      <w:r w:rsidR="0094505D" w:rsidRPr="00C206D8">
        <w:t xml:space="preserve">ulti-dimensional arrays are </w:t>
      </w:r>
      <w:r w:rsidR="0094505D">
        <w:t>supported</w:t>
      </w:r>
      <w:r w:rsidR="0094505D" w:rsidRPr="00C206D8">
        <w:t xml:space="preserve"> as well. </w:t>
      </w:r>
    </w:p>
    <w:p w14:paraId="66D601E1" w14:textId="19F44C3F" w:rsidR="0094505D" w:rsidRPr="006D1923" w:rsidRDefault="0094505D" w:rsidP="0094505D">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w:t>
      </w:r>
      <w:r w:rsidR="0092215C">
        <w:rPr>
          <w:rStyle w:val="CharBold"/>
          <w:rFonts w:eastAsia="Times New Roman"/>
        </w:rPr>
        <w:t>NP</w:t>
      </w:r>
      <w:r w:rsidRPr="006D1923">
        <w:rPr>
          <w:rStyle w:val="CharBold"/>
          <w:rFonts w:eastAsia="Times New Roman"/>
        </w:rPr>
        <w:t>.</w:t>
      </w:r>
      <w:r w:rsidR="0092215C">
        <w:rPr>
          <w:rStyle w:val="CharBold"/>
          <w:rFonts w:eastAsia="Times New Roman"/>
        </w:rPr>
        <w:t>3</w:t>
      </w:r>
      <w:r w:rsidRPr="006D1923">
        <w:rPr>
          <w:rStyle w:val="CharBold"/>
          <w:rFonts w:eastAsia="Times New Roman"/>
        </w:rPr>
        <w:t xml:space="preserve">: </w:t>
      </w:r>
      <w:r>
        <w:rPr>
          <w:rStyle w:val="CharBold"/>
          <w:rFonts w:eastAsia="Times New Roman"/>
        </w:rPr>
        <w:t>Multi-dimensional a</w:t>
      </w:r>
      <w:r w:rsidRPr="006D1923">
        <w:rPr>
          <w:rStyle w:val="CharBold"/>
          <w:rFonts w:eastAsia="Times New Roman"/>
        </w:rPr>
        <w:t>rrays</w:t>
      </w:r>
    </w:p>
    <w:p w14:paraId="3B12F5EC" w14:textId="340A1EE9" w:rsidR="0094505D" w:rsidRPr="006D1923" w:rsidRDefault="0094505D" w:rsidP="0094505D">
      <w:pPr>
        <w:pStyle w:val="List3"/>
        <w:keepNext/>
        <w:keepLines/>
        <w:rPr>
          <w:rFonts w:eastAsia="Times New Roman"/>
        </w:rPr>
      </w:pPr>
      <w:r w:rsidRPr="006D1923">
        <w:rPr>
          <w:rStyle w:val="SDLkeyword"/>
          <w:rFonts w:eastAsia="Times New Roman"/>
        </w:rPr>
        <w:t>typespec</w:t>
      </w:r>
      <w:r w:rsidRPr="006D1923">
        <w:rPr>
          <w:rFonts w:eastAsia="Times New Roman"/>
        </w:rPr>
        <w:t xml:space="preserve"> </w:t>
      </w:r>
      <w:r>
        <w:rPr>
          <w:rStyle w:val="SDLattribute"/>
          <w:rFonts w:eastAsia="Times New Roman"/>
        </w:rPr>
        <w:t>array_identifier</w:t>
      </w:r>
      <w:r w:rsidRPr="006D1923">
        <w:rPr>
          <w:rFonts w:eastAsia="Times New Roman"/>
        </w:rPr>
        <w:t xml:space="preserve"> </w:t>
      </w:r>
      <w:r w:rsidRPr="006D1923">
        <w:rPr>
          <w:rStyle w:val="SDLkeyword"/>
          <w:rFonts w:eastAsia="Times New Roman"/>
        </w:rPr>
        <w:t>[</w:t>
      </w:r>
      <w:r w:rsidRPr="006D1923">
        <w:rPr>
          <w:rStyle w:val="SDLattribute"/>
          <w:rFonts w:eastAsia="Times New Roman"/>
        </w:rPr>
        <w:t>length</w:t>
      </w:r>
      <w:r w:rsidRPr="006D1923">
        <w:rPr>
          <w:rStyle w:val="SDLkeyword"/>
          <w:rFonts w:eastAsia="Times New Roman"/>
        </w:rPr>
        <w:t>][</w:t>
      </w:r>
      <w:r w:rsidRPr="006D1923">
        <w:rPr>
          <w:rStyle w:val="SDLattribute"/>
          <w:rFonts w:eastAsia="Times New Roman"/>
        </w:rPr>
        <w:t>length</w:t>
      </w:r>
      <w:r w:rsidRPr="006D1923">
        <w:rPr>
          <w:rStyle w:val="SDLkeyword"/>
          <w:rFonts w:eastAsia="Times New Roman"/>
        </w:rPr>
        <w:t>]</w:t>
      </w:r>
      <w:r>
        <w:rPr>
          <w:rStyle w:val="SDLkeyword"/>
          <w:rFonts w:eastAsia="Times New Roman"/>
        </w:rPr>
        <w:t>…</w:t>
      </w:r>
      <w:r w:rsidRPr="00C73BB5">
        <w:rPr>
          <w:rFonts w:ascii="Courier New" w:eastAsia="Times New Roman" w:hAnsi="Courier New" w:cs="Courier New"/>
          <w:b/>
          <w:bCs/>
        </w:rPr>
        <w:t>;</w:t>
      </w:r>
    </w:p>
    <w:p w14:paraId="617128C3" w14:textId="77777777" w:rsidR="0094505D" w:rsidRPr="00064445" w:rsidRDefault="0094505D" w:rsidP="0094505D">
      <w:pPr>
        <w:pStyle w:val="BodyText"/>
        <w:pBdr>
          <w:top w:val="single" w:sz="6" w:space="1" w:color="auto"/>
        </w:pBdr>
        <w:spacing w:after="220"/>
        <w:rPr>
          <w:rFonts w:eastAsia="Times New Roman"/>
          <w:lang w:eastAsia="ko-KR"/>
        </w:rPr>
      </w:pPr>
    </w:p>
    <w:p w14:paraId="4D35AC5D" w14:textId="5DAA1075" w:rsidR="0094505D" w:rsidRPr="00E34D83" w:rsidRDefault="0094505D" w:rsidP="0094505D">
      <w:pPr>
        <w:pStyle w:val="BodyText"/>
        <w:spacing w:after="220"/>
      </w:pPr>
      <w:r>
        <w:rPr>
          <w:rFonts w:eastAsia="Times New Roman"/>
          <w:lang w:eastAsia="ko-KR"/>
        </w:rPr>
        <w:t xml:space="preserve">In the following example, </w:t>
      </w:r>
      <w:r w:rsidRPr="00603472">
        <w:rPr>
          <w:rFonts w:ascii="Courier New" w:eastAsia="Times New Roman" w:hAnsi="Courier New" w:cs="Courier New"/>
          <w:lang w:eastAsia="ko-KR"/>
        </w:rPr>
        <w:t>a</w:t>
      </w:r>
      <w:r w:rsidRPr="001F6CCB">
        <w:rPr>
          <w:rFonts w:eastAsia="Times New Roman"/>
          <w:lang w:eastAsia="ko-KR"/>
        </w:rPr>
        <w:t xml:space="preserve"> is an array of 5 elements, each of which is represented </w:t>
      </w:r>
      <w:r>
        <w:rPr>
          <w:rFonts w:eastAsia="Times New Roman"/>
          <w:lang w:eastAsia="ko-KR"/>
        </w:rPr>
        <w:t xml:space="preserve">as an array of </w:t>
      </w:r>
      <w:r w:rsidRPr="001F6CCB">
        <w:rPr>
          <w:rFonts w:eastAsia="Times New Roman"/>
          <w:lang w:eastAsia="ko-KR"/>
        </w:rPr>
        <w:t>unsigned integer</w:t>
      </w:r>
      <w:r w:rsidR="00205F13">
        <w:rPr>
          <w:rFonts w:eastAsia="Times New Roman"/>
          <w:lang w:eastAsia="ko-KR"/>
        </w:rPr>
        <w:t xml:space="preserve"> values</w:t>
      </w:r>
      <w:r>
        <w:rPr>
          <w:rFonts w:eastAsia="Times New Roman"/>
          <w:lang w:eastAsia="ko-KR"/>
        </w:rPr>
        <w:t>:</w:t>
      </w:r>
    </w:p>
    <w:p w14:paraId="1F22385D" w14:textId="77777777" w:rsidR="0094505D" w:rsidRPr="00F84023" w:rsidRDefault="0094505D" w:rsidP="0094505D">
      <w:pPr>
        <w:pStyle w:val="Example"/>
      </w:pPr>
      <w:r w:rsidRPr="00F84023">
        <w:t xml:space="preserve">EXAMPLE </w:t>
      </w:r>
      <w:r w:rsidRPr="00F84023">
        <w:sym w:font="Symbol" w:char="F0BE"/>
      </w:r>
      <w:r w:rsidRPr="00F84023">
        <w:t xml:space="preserve"> </w:t>
      </w:r>
    </w:p>
    <w:p w14:paraId="4137B720" w14:textId="681CD2BB" w:rsidR="0094505D" w:rsidRDefault="0094505D" w:rsidP="0094505D">
      <w:pPr>
        <w:pStyle w:val="SDLCode"/>
        <w:rPr>
          <w:rFonts w:eastAsia="Times New Roman" w:cs="Times New Roman"/>
          <w:lang w:val="en-GB"/>
        </w:rPr>
      </w:pPr>
      <w:r w:rsidRPr="00282F49">
        <w:rPr>
          <w:rFonts w:eastAsia="Times New Roman" w:cs="Times New Roman"/>
          <w:lang w:val="en-GB"/>
        </w:rPr>
        <w:t>unsigned int a[5]</w:t>
      </w:r>
      <w:r>
        <w:rPr>
          <w:rFonts w:eastAsia="Times New Roman" w:cs="Times New Roman"/>
          <w:lang w:val="en-GB"/>
        </w:rPr>
        <w:t>[6]</w:t>
      </w:r>
      <w:r w:rsidRPr="00282F49">
        <w:rPr>
          <w:rFonts w:eastAsia="Times New Roman" w:cs="Times New Roman"/>
          <w:lang w:val="en-GB"/>
        </w:rPr>
        <w:t>;</w:t>
      </w:r>
    </w:p>
    <w:p w14:paraId="10F53516" w14:textId="77777777" w:rsidR="0094505D" w:rsidRPr="00E56598" w:rsidRDefault="0094505D" w:rsidP="00E56598">
      <w:pPr>
        <w:pStyle w:val="SDLCode"/>
        <w:rPr>
          <w:rFonts w:eastAsia="Times New Roman"/>
        </w:rPr>
      </w:pPr>
    </w:p>
    <w:p w14:paraId="59AC69D9" w14:textId="77D934EC" w:rsidR="00EC1E8A" w:rsidRDefault="00EC1E8A" w:rsidP="00E56598">
      <w:pPr>
        <w:pStyle w:val="Heading2"/>
      </w:pPr>
      <w:r>
        <w:t>Scope</w:t>
      </w:r>
    </w:p>
    <w:p w14:paraId="273BB1FE" w14:textId="74E03DB6" w:rsidR="000E5FA3" w:rsidRDefault="005A0249" w:rsidP="005A0249">
      <w:pPr>
        <w:pStyle w:val="BodyText"/>
        <w:spacing w:after="220"/>
        <w:rPr>
          <w:rFonts w:eastAsia="Times New Roman"/>
          <w:lang w:eastAsia="ko-KR"/>
        </w:rPr>
      </w:pPr>
      <w:r w:rsidRPr="00E56598">
        <w:rPr>
          <w:rFonts w:eastAsia="Times New Roman"/>
          <w:lang w:eastAsia="ko-KR"/>
        </w:rPr>
        <w:t xml:space="preserve">Non-parsable variables are strictly of local scope to the </w:t>
      </w:r>
      <w:r w:rsidRPr="00E56598">
        <w:t xml:space="preserve">scope block </w:t>
      </w:r>
      <w:r w:rsidRPr="00EB34E6">
        <w:rPr>
          <w:rFonts w:eastAsia="Times New Roman"/>
          <w:lang w:eastAsia="ko-KR"/>
        </w:rPr>
        <w:t>(introduced by the character '</w:t>
      </w:r>
      <w:r w:rsidRPr="005A0249">
        <w:rPr>
          <w:rStyle w:val="codeChar"/>
        </w:rPr>
        <w:t>{</w:t>
      </w:r>
      <w:r w:rsidRPr="00EB34E6">
        <w:rPr>
          <w:rFonts w:eastAsia="Times New Roman"/>
          <w:lang w:eastAsia="ko-KR"/>
        </w:rPr>
        <w:t>' and exited by the character '</w:t>
      </w:r>
      <w:r w:rsidRPr="005A0249">
        <w:rPr>
          <w:rStyle w:val="codeChar"/>
        </w:rPr>
        <w:t>}</w:t>
      </w:r>
      <w:r w:rsidRPr="00EB34E6">
        <w:rPr>
          <w:rFonts w:eastAsia="Times New Roman"/>
          <w:lang w:eastAsia="ko-KR"/>
        </w:rPr>
        <w:t>'</w:t>
      </w:r>
      <w:r w:rsidRPr="00E56598">
        <w:rPr>
          <w:rFonts w:eastAsia="Times New Roman"/>
          <w:lang w:eastAsia="ko-KR"/>
        </w:rPr>
        <w:t xml:space="preserve"> they are defined in.</w:t>
      </w:r>
      <w:r w:rsidRPr="00EB34E6">
        <w:rPr>
          <w:rFonts w:eastAsia="Times New Roman"/>
          <w:lang w:eastAsia="ko-KR"/>
        </w:rPr>
        <w:t xml:space="preserve"> </w:t>
      </w:r>
    </w:p>
    <w:p w14:paraId="28DF4645" w14:textId="70628A18" w:rsidR="000E5FA3" w:rsidRDefault="000E5FA3" w:rsidP="000E5FA3">
      <w:pPr>
        <w:autoSpaceDE w:val="0"/>
        <w:autoSpaceDN w:val="0"/>
        <w:adjustRightInd w:val="0"/>
        <w:jc w:val="left"/>
      </w:pPr>
      <w:r w:rsidRPr="008F4E31">
        <w:rPr>
          <w:highlight w:val="yellow"/>
        </w:rPr>
        <w:t xml:space="preserve">[Editor’s note: </w:t>
      </w:r>
      <w:r>
        <w:rPr>
          <w:highlight w:val="yellow"/>
        </w:rPr>
        <w:t>Make reference to implicit {} in single line if/else or loop clauses</w:t>
      </w:r>
      <w:r w:rsidRPr="008F4E31">
        <w:rPr>
          <w:highlight w:val="yellow"/>
        </w:rPr>
        <w:t>]</w:t>
      </w:r>
    </w:p>
    <w:p w14:paraId="420DDF73" w14:textId="5F871B66" w:rsidR="005A0249" w:rsidRDefault="005A0249" w:rsidP="005A0249">
      <w:pPr>
        <w:pStyle w:val="BodyText"/>
        <w:spacing w:after="220"/>
        <w:rPr>
          <w:rFonts w:eastAsia="Times New Roman"/>
          <w:lang w:eastAsia="ko-KR"/>
        </w:rPr>
      </w:pPr>
      <w:r w:rsidRPr="00EB34E6">
        <w:rPr>
          <w:rFonts w:eastAsia="Times New Roman"/>
          <w:lang w:eastAsia="ko-KR"/>
        </w:rPr>
        <w:t xml:space="preserve">However, non-parsable variables declared in the top-level scope of a class are considered class member variables and are thus </w:t>
      </w:r>
      <w:r w:rsidR="00680490">
        <w:rPr>
          <w:rFonts w:eastAsia="Times New Roman"/>
          <w:lang w:eastAsia="ko-KR"/>
        </w:rPr>
        <w:t xml:space="preserve">may be accessed </w:t>
      </w:r>
      <w:r w:rsidR="00BA0F2D">
        <w:rPr>
          <w:rFonts w:eastAsia="Times New Roman"/>
          <w:lang w:eastAsia="ko-KR"/>
        </w:rPr>
        <w:t>using the class member access operator e.g. ‘</w:t>
      </w:r>
      <w:r w:rsidR="00BA0F2D" w:rsidRPr="00E56598">
        <w:rPr>
          <w:rFonts w:ascii="Courier New" w:eastAsia="Times New Roman" w:hAnsi="Courier New" w:cs="Courier New"/>
          <w:b/>
          <w:bCs/>
          <w:lang w:eastAsia="ko-KR"/>
        </w:rPr>
        <w:t>.</w:t>
      </w:r>
      <w:r w:rsidR="00BA0F2D">
        <w:rPr>
          <w:rFonts w:eastAsia="Times New Roman"/>
          <w:lang w:eastAsia="ko-KR"/>
        </w:rPr>
        <w:t>’</w:t>
      </w:r>
      <w:r w:rsidRPr="00282F49">
        <w:rPr>
          <w:rFonts w:eastAsia="Times New Roman"/>
          <w:lang w:eastAsia="ko-KR"/>
        </w:rPr>
        <w:t>.</w:t>
      </w:r>
    </w:p>
    <w:p w14:paraId="716E4DC5" w14:textId="48EABB74" w:rsidR="00A17234" w:rsidRDefault="00A17234" w:rsidP="005A0249">
      <w:pPr>
        <w:pStyle w:val="BodyText"/>
        <w:spacing w:after="220"/>
        <w:rPr>
          <w:rFonts w:eastAsia="Times New Roman"/>
          <w:lang w:eastAsia="ko-KR"/>
        </w:rPr>
      </w:pPr>
      <w:r w:rsidRPr="00A17234">
        <w:rPr>
          <w:highlight w:val="yellow"/>
        </w:rPr>
        <w:t xml:space="preserve">[Editor’s note: </w:t>
      </w:r>
      <w:r w:rsidRPr="00E56598">
        <w:rPr>
          <w:highlight w:val="yellow"/>
        </w:rPr>
        <w:t>There is an outstanding question as to the validity of the statement above]</w:t>
      </w:r>
    </w:p>
    <w:p w14:paraId="1A16E437" w14:textId="43FA7B87" w:rsidR="00127906" w:rsidRPr="006D1923" w:rsidRDefault="00127906" w:rsidP="009D2AF6">
      <w:pPr>
        <w:pStyle w:val="Heading1"/>
      </w:pPr>
      <w:bookmarkStart w:id="177" w:name="_Toc253585294"/>
      <w:bookmarkStart w:id="178" w:name="_Ref128489252"/>
      <w:bookmarkStart w:id="179" w:name="_Toc150443147"/>
      <w:r w:rsidRPr="006D1923">
        <w:t xml:space="preserve">Syntactic </w:t>
      </w:r>
      <w:r w:rsidR="00C633B6">
        <w:t>f</w:t>
      </w:r>
      <w:r w:rsidRPr="006D1923">
        <w:t xml:space="preserve">low </w:t>
      </w:r>
      <w:r w:rsidR="00C633B6">
        <w:t>c</w:t>
      </w:r>
      <w:r w:rsidRPr="006D1923">
        <w:t>ontrol</w:t>
      </w:r>
      <w:bookmarkEnd w:id="177"/>
      <w:bookmarkEnd w:id="178"/>
      <w:bookmarkEnd w:id="179"/>
    </w:p>
    <w:p w14:paraId="2BA9D9B0" w14:textId="568675AE" w:rsidR="00C633B6" w:rsidRDefault="008834A3" w:rsidP="00127906">
      <w:pPr>
        <w:pStyle w:val="BodyText"/>
        <w:spacing w:after="220"/>
        <w:rPr>
          <w:rFonts w:eastAsia="Times New Roman"/>
          <w:lang w:eastAsia="ko-KR"/>
        </w:rPr>
      </w:pPr>
      <w:r>
        <w:rPr>
          <w:rFonts w:eastAsia="Times New Roman"/>
          <w:lang w:eastAsia="ko-KR"/>
        </w:rPr>
        <w:t>S</w:t>
      </w:r>
      <w:r w:rsidR="00127906" w:rsidRPr="00282F49">
        <w:rPr>
          <w:rFonts w:eastAsia="Times New Roman"/>
          <w:lang w:eastAsia="ko-KR"/>
        </w:rPr>
        <w:t>yntactic flow control provides constructs that allow conditional parsing, depending on context, as well as repetitive parsing.</w:t>
      </w:r>
    </w:p>
    <w:p w14:paraId="0FF71597" w14:textId="692127F1" w:rsidR="00C633B6" w:rsidRDefault="00C633B6" w:rsidP="00F84023">
      <w:pPr>
        <w:pStyle w:val="Heading2"/>
      </w:pPr>
      <w:bookmarkStart w:id="180" w:name="_Ref128472401"/>
      <w:bookmarkStart w:id="181" w:name="_Ref128472428"/>
      <w:bookmarkStart w:id="182" w:name="_Toc150443148"/>
      <w:r>
        <w:t>Conditionals</w:t>
      </w:r>
      <w:bookmarkEnd w:id="180"/>
      <w:bookmarkEnd w:id="181"/>
      <w:bookmarkEnd w:id="182"/>
    </w:p>
    <w:p w14:paraId="7877AB90" w14:textId="77777777" w:rsidR="00D02A89" w:rsidRDefault="00127906" w:rsidP="00127906">
      <w:pPr>
        <w:pStyle w:val="BodyText"/>
        <w:spacing w:after="220"/>
        <w:rPr>
          <w:rFonts w:eastAsia="Times New Roman"/>
          <w:lang w:eastAsia="ko-KR"/>
        </w:rPr>
      </w:pPr>
      <w:r w:rsidRPr="00282F49">
        <w:rPr>
          <w:rFonts w:eastAsia="Times New Roman"/>
          <w:lang w:eastAsia="ko-KR"/>
        </w:rPr>
        <w:t xml:space="preserve">The if-then-else construct is used for testing conditions. </w:t>
      </w:r>
    </w:p>
    <w:p w14:paraId="7B3DC574" w14:textId="7BF81CD9" w:rsidR="00127906" w:rsidRDefault="00411F94" w:rsidP="00127906">
      <w:pPr>
        <w:pStyle w:val="BodyText"/>
        <w:spacing w:after="220"/>
        <w:rPr>
          <w:rFonts w:eastAsia="Times New Roman"/>
          <w:lang w:eastAsia="ko-KR"/>
        </w:rPr>
      </w:pPr>
      <w:r>
        <w:rPr>
          <w:rFonts w:eastAsia="Times New Roman"/>
          <w:lang w:eastAsia="ko-KR"/>
        </w:rPr>
        <w:t xml:space="preserve">A condition equal to </w:t>
      </w:r>
      <w:r w:rsidR="00127906" w:rsidRPr="00282F49">
        <w:rPr>
          <w:rFonts w:eastAsia="Times New Roman"/>
          <w:lang w:eastAsia="ko-KR"/>
        </w:rPr>
        <w:t xml:space="preserve">zero corresponds to false, and non-zero </w:t>
      </w:r>
      <w:r>
        <w:rPr>
          <w:rFonts w:eastAsia="Times New Roman"/>
          <w:lang w:eastAsia="ko-KR"/>
        </w:rPr>
        <w:t xml:space="preserve">condition </w:t>
      </w:r>
      <w:r w:rsidR="00127906" w:rsidRPr="00282F49">
        <w:rPr>
          <w:rFonts w:eastAsia="Times New Roman"/>
          <w:lang w:eastAsia="ko-KR"/>
        </w:rPr>
        <w:t>corresponds to true.</w:t>
      </w:r>
      <w:r w:rsidR="00873ECF">
        <w:rPr>
          <w:rFonts w:eastAsia="Times New Roman"/>
          <w:lang w:eastAsia="ko-KR"/>
        </w:rPr>
        <w:t xml:space="preserve"> </w:t>
      </w:r>
    </w:p>
    <w:p w14:paraId="781ECA83" w14:textId="3D75FCF2" w:rsidR="00D02A89" w:rsidRPr="00E56598" w:rsidRDefault="00D02A89" w:rsidP="00E56598">
      <w:pPr>
        <w:pStyle w:val="BodyText"/>
        <w:spacing w:after="220" w:line="240" w:lineRule="auto"/>
        <w:rPr>
          <w:highlight w:val="yellow"/>
        </w:rPr>
      </w:pPr>
      <w:r w:rsidRPr="00720E47">
        <w:rPr>
          <w:highlight w:val="yellow"/>
        </w:rPr>
        <w:t xml:space="preserve">[Editor’s note: </w:t>
      </w:r>
      <w:r>
        <w:rPr>
          <w:highlight w:val="yellow"/>
        </w:rPr>
        <w:t>this could potentially be moved to a new clause discussing bitstream and in-memory values, value coercion etc.]</w:t>
      </w:r>
    </w:p>
    <w:p w14:paraId="0BCCEB2E" w14:textId="420B9EE6" w:rsidR="00127906" w:rsidRPr="006D1923" w:rsidRDefault="00127906" w:rsidP="00064445">
      <w:pPr>
        <w:pStyle w:val="List"/>
        <w:keepLines/>
        <w:numPr>
          <w:ilvl w:val="0"/>
          <w:numId w:val="0"/>
        </w:numPr>
        <w:pBdr>
          <w:top w:val="single" w:sz="6" w:space="1" w:color="auto"/>
        </w:pBdr>
        <w:spacing w:after="160"/>
        <w:ind w:left="425" w:hanging="425"/>
        <w:rPr>
          <w:rStyle w:val="CharBold"/>
          <w:rFonts w:eastAsia="Times New Roman"/>
        </w:rPr>
      </w:pPr>
      <w:r w:rsidRPr="006D1923">
        <w:rPr>
          <w:rStyle w:val="CharBold"/>
          <w:rFonts w:eastAsia="Times New Roman"/>
        </w:rPr>
        <w:lastRenderedPageBreak/>
        <w:t xml:space="preserve">Rule FC.1: Flow </w:t>
      </w:r>
      <w:r w:rsidR="00FE206E">
        <w:rPr>
          <w:rStyle w:val="CharBold"/>
          <w:rFonts w:eastAsia="Times New Roman"/>
        </w:rPr>
        <w:t>c</w:t>
      </w:r>
      <w:r w:rsidRPr="006D1923">
        <w:rPr>
          <w:rStyle w:val="CharBold"/>
          <w:rFonts w:eastAsia="Times New Roman"/>
        </w:rPr>
        <w:t xml:space="preserve">ontrol </w:t>
      </w:r>
      <w:r w:rsidR="00FE206E">
        <w:rPr>
          <w:rStyle w:val="CharBold"/>
          <w:rFonts w:eastAsia="Times New Roman"/>
        </w:rPr>
        <w:t>u</w:t>
      </w:r>
      <w:r w:rsidRPr="006D1923">
        <w:rPr>
          <w:rStyle w:val="CharBold"/>
          <w:rFonts w:eastAsia="Times New Roman"/>
        </w:rPr>
        <w:t xml:space="preserve">sing </w:t>
      </w:r>
      <w:r w:rsidR="00FE206E">
        <w:rPr>
          <w:rStyle w:val="CharBold"/>
          <w:rFonts w:eastAsia="Times New Roman"/>
        </w:rPr>
        <w:t>i</w:t>
      </w:r>
      <w:r w:rsidRPr="006D1923">
        <w:rPr>
          <w:rStyle w:val="CharBold"/>
          <w:rFonts w:eastAsia="Times New Roman"/>
        </w:rPr>
        <w:t>f-</w:t>
      </w:r>
      <w:r w:rsidR="00FE206E">
        <w:rPr>
          <w:rStyle w:val="CharBold"/>
          <w:rFonts w:eastAsia="Times New Roman"/>
        </w:rPr>
        <w:t>t</w:t>
      </w:r>
      <w:r w:rsidRPr="006D1923">
        <w:rPr>
          <w:rStyle w:val="CharBold"/>
          <w:rFonts w:eastAsia="Times New Roman"/>
        </w:rPr>
        <w:t>hen-</w:t>
      </w:r>
      <w:r w:rsidR="00FE206E">
        <w:rPr>
          <w:rStyle w:val="CharBold"/>
          <w:rFonts w:eastAsia="Times New Roman"/>
        </w:rPr>
        <w:t>e</w:t>
      </w:r>
      <w:r w:rsidRPr="006D1923">
        <w:rPr>
          <w:rStyle w:val="CharBold"/>
          <w:rFonts w:eastAsia="Times New Roman"/>
        </w:rPr>
        <w:t>lse</w:t>
      </w:r>
    </w:p>
    <w:p w14:paraId="4F66F6E3" w14:textId="5FE29E34" w:rsidR="00127906" w:rsidRPr="006D1923" w:rsidRDefault="00127906" w:rsidP="00064445">
      <w:pPr>
        <w:pStyle w:val="List3"/>
        <w:keepNext/>
        <w:keepLines/>
        <w:spacing w:after="0"/>
        <w:ind w:left="851"/>
        <w:rPr>
          <w:rFonts w:eastAsia="Times New Roman"/>
        </w:rPr>
      </w:pPr>
      <w:r w:rsidRPr="006D1923">
        <w:rPr>
          <w:rStyle w:val="SDLkeyword"/>
          <w:rFonts w:eastAsia="Times New Roman"/>
        </w:rPr>
        <w:t>if</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00873ECF" w:rsidRPr="006D1923" w:rsidDel="00873ECF">
        <w:rPr>
          <w:rFonts w:eastAsia="Times New Roman"/>
        </w:rPr>
        <w:t xml:space="preserve"> </w:t>
      </w:r>
    </w:p>
    <w:p w14:paraId="3C1A3EA1" w14:textId="77777777" w:rsidR="00127906" w:rsidRPr="006D1923" w:rsidRDefault="00127906" w:rsidP="00064445">
      <w:pPr>
        <w:pStyle w:val="List4"/>
        <w:keepNext/>
        <w:keepLines/>
        <w:spacing w:after="0"/>
        <w:ind w:left="851" w:firstLine="0"/>
        <w:rPr>
          <w:rFonts w:eastAsia="Times New Roman"/>
        </w:rPr>
      </w:pPr>
      <w:r w:rsidRPr="006D1923">
        <w:rPr>
          <w:rFonts w:eastAsia="Times New Roman"/>
        </w:rPr>
        <w:t>…</w:t>
      </w:r>
    </w:p>
    <w:p w14:paraId="55E169FF" w14:textId="11E3D32C" w:rsidR="00127906" w:rsidRPr="006D1923" w:rsidRDefault="00127906" w:rsidP="00064445">
      <w:pPr>
        <w:pStyle w:val="List3"/>
        <w:keepNext/>
        <w:keepLines/>
        <w:spacing w:after="0"/>
        <w:ind w:left="851"/>
        <w:rPr>
          <w:rFonts w:eastAsia="Times New Roman"/>
        </w:rPr>
      </w:pPr>
      <w:r w:rsidRPr="00C73BB5">
        <w:rPr>
          <w:rFonts w:ascii="Courier New" w:eastAsia="Times New Roman" w:hAnsi="Courier New" w:cs="Courier New"/>
        </w:rPr>
        <w:t>[</w:t>
      </w:r>
      <w:r w:rsidRPr="006D1923">
        <w:rPr>
          <w:rFonts w:eastAsia="Times New Roman"/>
        </w:rPr>
        <w:t xml:space="preserve"> </w:t>
      </w:r>
      <w:r w:rsidRPr="006D1923">
        <w:rPr>
          <w:rStyle w:val="SDLkeyword"/>
          <w:rFonts w:eastAsia="Times New Roman"/>
        </w:rPr>
        <w:t>else if</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 xml:space="preserve"> </w:t>
      </w:r>
    </w:p>
    <w:p w14:paraId="43AC4EBA" w14:textId="6C28EC2A" w:rsidR="00127906" w:rsidRPr="006D1923" w:rsidRDefault="00873ECF" w:rsidP="00064445">
      <w:pPr>
        <w:pStyle w:val="List4"/>
        <w:keepNext/>
        <w:keepLines/>
        <w:spacing w:after="0"/>
        <w:ind w:left="851" w:firstLine="0"/>
        <w:rPr>
          <w:rFonts w:eastAsia="Times New Roman"/>
        </w:rPr>
      </w:pPr>
      <w:r w:rsidRPr="006D1923">
        <w:rPr>
          <w:rFonts w:eastAsia="Times New Roman"/>
        </w:rPr>
        <w:t>…</w:t>
      </w:r>
    </w:p>
    <w:p w14:paraId="2B87BBAB" w14:textId="77777777" w:rsidR="00873ECF" w:rsidRDefault="00873ECF" w:rsidP="00064445">
      <w:pPr>
        <w:pStyle w:val="List3"/>
        <w:keepNext/>
        <w:keepLines/>
        <w:spacing w:after="0"/>
        <w:ind w:left="851"/>
        <w:rPr>
          <w:rFonts w:ascii="Courier New" w:eastAsia="Times New Roman" w:hAnsi="Courier New" w:cs="Courier New"/>
        </w:rPr>
      </w:pPr>
      <w:r w:rsidRPr="00C73BB5">
        <w:rPr>
          <w:rFonts w:ascii="Courier New" w:eastAsia="Times New Roman" w:hAnsi="Courier New" w:cs="Courier New"/>
        </w:rPr>
        <w:t>]</w:t>
      </w:r>
    </w:p>
    <w:p w14:paraId="44550F69" w14:textId="30D8C3B2" w:rsidR="00127906" w:rsidRPr="006D1923" w:rsidRDefault="00127906" w:rsidP="00064445">
      <w:pPr>
        <w:pStyle w:val="List3"/>
        <w:keepNext/>
        <w:keepLines/>
        <w:spacing w:after="0"/>
        <w:ind w:left="851"/>
        <w:rPr>
          <w:rFonts w:eastAsia="Times New Roman"/>
        </w:rPr>
      </w:pPr>
      <w:r w:rsidRPr="00C73BB5">
        <w:rPr>
          <w:rFonts w:ascii="Courier New" w:eastAsia="Times New Roman" w:hAnsi="Courier New" w:cs="Courier New"/>
        </w:rPr>
        <w:t>[</w:t>
      </w:r>
      <w:r w:rsidRPr="006D1923">
        <w:rPr>
          <w:rStyle w:val="SDLkeyword"/>
          <w:rFonts w:eastAsia="Times New Roman"/>
        </w:rPr>
        <w:t>else</w:t>
      </w:r>
    </w:p>
    <w:p w14:paraId="0E3D00D2" w14:textId="77777777" w:rsidR="00127906" w:rsidRPr="006D1923" w:rsidRDefault="00127906" w:rsidP="00064445">
      <w:pPr>
        <w:pStyle w:val="List4"/>
        <w:keepNext/>
        <w:keepLines/>
        <w:spacing w:after="0"/>
        <w:ind w:left="851" w:firstLine="0"/>
        <w:rPr>
          <w:rFonts w:eastAsia="Times New Roman"/>
        </w:rPr>
      </w:pPr>
      <w:r w:rsidRPr="006D1923">
        <w:rPr>
          <w:rFonts w:eastAsia="Times New Roman"/>
        </w:rPr>
        <w:t>…</w:t>
      </w:r>
    </w:p>
    <w:p w14:paraId="55552B50" w14:textId="06D84169" w:rsidR="00127906" w:rsidRPr="006D1923" w:rsidRDefault="00127906" w:rsidP="00064445">
      <w:pPr>
        <w:pStyle w:val="List3"/>
        <w:keepNext/>
        <w:keepLines/>
        <w:spacing w:after="0"/>
        <w:rPr>
          <w:rFonts w:eastAsia="Times New Roman"/>
        </w:rPr>
      </w:pPr>
      <w:r w:rsidRPr="00C73BB5">
        <w:rPr>
          <w:rFonts w:ascii="Courier New" w:eastAsia="Times New Roman" w:hAnsi="Courier New" w:cs="Courier New"/>
        </w:rPr>
        <w:t>]</w:t>
      </w:r>
    </w:p>
    <w:p w14:paraId="3F6B90A7" w14:textId="77777777" w:rsidR="00127906" w:rsidRPr="00282F49" w:rsidRDefault="00127906" w:rsidP="00127906">
      <w:pPr>
        <w:pStyle w:val="BodyText"/>
        <w:pBdr>
          <w:top w:val="single" w:sz="6" w:space="1" w:color="auto"/>
        </w:pBdr>
        <w:spacing w:after="0"/>
        <w:rPr>
          <w:rFonts w:eastAsia="Times New Roman"/>
          <w:lang w:eastAsia="ko-KR"/>
        </w:rPr>
      </w:pPr>
    </w:p>
    <w:p w14:paraId="1EBDADA6" w14:textId="4F555F99" w:rsidR="00873ECF" w:rsidRDefault="00873ECF" w:rsidP="00AF11E2">
      <w:pPr>
        <w:pStyle w:val="BodyText"/>
        <w:rPr>
          <w:rFonts w:eastAsia="Times New Roman"/>
          <w:lang w:eastAsia="ko-KR"/>
        </w:rPr>
      </w:pPr>
      <w:r>
        <w:rPr>
          <w:rFonts w:eastAsia="Times New Roman"/>
          <w:lang w:eastAsia="ko-KR"/>
        </w:rPr>
        <w:t xml:space="preserve">If a conditional clause contains a single statement, then usage of braces </w:t>
      </w:r>
      <w:r>
        <w:rPr>
          <w:lang w:eastAsia="ko-KR"/>
        </w:rPr>
        <w:t>‘</w:t>
      </w:r>
      <w:r w:rsidRPr="00C472DC">
        <w:rPr>
          <w:rStyle w:val="codeChar"/>
        </w:rPr>
        <w:t>{</w:t>
      </w:r>
      <w:r>
        <w:rPr>
          <w:lang w:eastAsia="ko-KR"/>
        </w:rPr>
        <w:t>’ and ‘</w:t>
      </w:r>
      <w:r w:rsidRPr="00C472DC">
        <w:rPr>
          <w:rStyle w:val="codeChar"/>
        </w:rPr>
        <w:t>}</w:t>
      </w:r>
      <w:r>
        <w:rPr>
          <w:lang w:eastAsia="ko-KR"/>
        </w:rPr>
        <w:t xml:space="preserve">’ </w:t>
      </w:r>
      <w:r>
        <w:rPr>
          <w:rFonts w:eastAsia="Times New Roman"/>
          <w:lang w:eastAsia="ko-KR"/>
        </w:rPr>
        <w:t>is optional</w:t>
      </w:r>
      <w:r w:rsidR="00D02A89">
        <w:rPr>
          <w:rFonts w:eastAsia="Times New Roman"/>
          <w:lang w:eastAsia="ko-KR"/>
        </w:rPr>
        <w:t xml:space="preserve"> (they are implicit)</w:t>
      </w:r>
      <w:r>
        <w:rPr>
          <w:rFonts w:eastAsia="Times New Roman"/>
          <w:lang w:eastAsia="ko-KR"/>
        </w:rPr>
        <w:t xml:space="preserve">, but if </w:t>
      </w:r>
      <w:r w:rsidR="00592201">
        <w:rPr>
          <w:rFonts w:eastAsia="Times New Roman"/>
          <w:lang w:eastAsia="ko-KR"/>
        </w:rPr>
        <w:t xml:space="preserve">multiple </w:t>
      </w:r>
      <w:r>
        <w:rPr>
          <w:rFonts w:eastAsia="Times New Roman"/>
          <w:lang w:eastAsia="ko-KR"/>
        </w:rPr>
        <w:t>statement</w:t>
      </w:r>
      <w:r w:rsidR="00592201">
        <w:rPr>
          <w:rFonts w:eastAsia="Times New Roman"/>
          <w:lang w:eastAsia="ko-KR"/>
        </w:rPr>
        <w:t>s</w:t>
      </w:r>
      <w:r>
        <w:rPr>
          <w:rFonts w:eastAsia="Times New Roman"/>
          <w:lang w:eastAsia="ko-KR"/>
        </w:rPr>
        <w:t xml:space="preserve"> </w:t>
      </w:r>
      <w:r w:rsidR="00592201">
        <w:rPr>
          <w:rFonts w:eastAsia="Times New Roman"/>
          <w:lang w:eastAsia="ko-KR"/>
        </w:rPr>
        <w:t>are</w:t>
      </w:r>
      <w:r>
        <w:rPr>
          <w:rFonts w:eastAsia="Times New Roman"/>
          <w:lang w:eastAsia="ko-KR"/>
        </w:rPr>
        <w:t xml:space="preserve"> present then braces are required. For example: </w:t>
      </w:r>
    </w:p>
    <w:p w14:paraId="3E176FC5" w14:textId="77777777" w:rsidR="00873ECF" w:rsidRPr="00282F49" w:rsidRDefault="00873ECF" w:rsidP="00873ECF">
      <w:pPr>
        <w:pStyle w:val="Example"/>
      </w:pPr>
      <w:r w:rsidRPr="00282F49">
        <w:t>EXAMPLE</w:t>
      </w:r>
      <w:r w:rsidRPr="00282F49">
        <w:rPr>
          <w:lang w:eastAsia="ja-JP"/>
        </w:rPr>
        <w:t xml:space="preserve"> </w:t>
      </w:r>
      <w:r w:rsidRPr="00282F49">
        <w:rPr>
          <w:lang w:eastAsia="ja-JP"/>
        </w:rPr>
        <w:sym w:font="Symbol" w:char="F0BE"/>
      </w:r>
      <w:r w:rsidRPr="00282F49">
        <w:rPr>
          <w:lang w:eastAsia="ja-JP"/>
        </w:rPr>
        <w:t xml:space="preserve"> </w:t>
      </w:r>
    </w:p>
    <w:p w14:paraId="05A0B658" w14:textId="3485EE1B" w:rsidR="00873ECF" w:rsidRPr="00282F49" w:rsidRDefault="00873ECF" w:rsidP="00873ECF">
      <w:pPr>
        <w:pStyle w:val="SDLCode"/>
        <w:rPr>
          <w:rFonts w:eastAsia="Times New Roman" w:cs="Times New Roman"/>
          <w:lang w:val="en-GB"/>
        </w:rPr>
      </w:pPr>
      <w:r w:rsidRPr="00282F49">
        <w:rPr>
          <w:rFonts w:eastAsia="Times New Roman" w:cs="Times New Roman"/>
          <w:lang w:val="en-GB"/>
        </w:rPr>
        <w:t>if (</w:t>
      </w:r>
      <w:r>
        <w:rPr>
          <w:rFonts w:eastAsia="Times New Roman" w:cs="Times New Roman"/>
          <w:lang w:val="en-GB"/>
        </w:rPr>
        <w:t>condition</w:t>
      </w:r>
      <w:r w:rsidRPr="00282F49">
        <w:rPr>
          <w:rFonts w:eastAsia="Times New Roman" w:cs="Times New Roman"/>
          <w:lang w:val="en-GB"/>
        </w:rPr>
        <w:t>)</w:t>
      </w:r>
    </w:p>
    <w:p w14:paraId="01800771" w14:textId="3AC60BC5" w:rsidR="00873ECF" w:rsidRPr="00282F49" w:rsidRDefault="00873ECF" w:rsidP="00873ECF">
      <w:pPr>
        <w:pStyle w:val="SDLCode"/>
        <w:rPr>
          <w:rFonts w:eastAsia="Times New Roman" w:cs="Times New Roman"/>
          <w:lang w:val="en-GB"/>
        </w:rPr>
      </w:pPr>
      <w:r w:rsidRPr="00282F49">
        <w:rPr>
          <w:rFonts w:eastAsia="Times New Roman" w:cs="Times New Roman"/>
          <w:lang w:val="en-GB"/>
        </w:rPr>
        <w:tab/>
        <w:t xml:space="preserve">int(8) </w:t>
      </w:r>
      <w:r>
        <w:rPr>
          <w:rFonts w:eastAsia="Times New Roman" w:cs="Times New Roman"/>
          <w:lang w:val="en-GB"/>
        </w:rPr>
        <w:t>a</w:t>
      </w:r>
      <w:r w:rsidRPr="00282F49">
        <w:rPr>
          <w:rFonts w:eastAsia="Times New Roman" w:cs="Times New Roman"/>
          <w:lang w:val="en-GB"/>
        </w:rPr>
        <w:t>;</w:t>
      </w:r>
    </w:p>
    <w:p w14:paraId="27AA39BE" w14:textId="50461B62" w:rsidR="00873ECF" w:rsidRDefault="00873ECF" w:rsidP="00873ECF">
      <w:pPr>
        <w:pStyle w:val="SDLCode"/>
        <w:rPr>
          <w:rFonts w:eastAsia="Times New Roman" w:cs="Times New Roman"/>
          <w:lang w:val="en-GB"/>
        </w:rPr>
      </w:pPr>
      <w:r>
        <w:rPr>
          <w:rFonts w:eastAsia="Times New Roman" w:cs="Times New Roman"/>
          <w:lang w:val="en-GB"/>
        </w:rPr>
        <w:t>else {</w:t>
      </w:r>
    </w:p>
    <w:p w14:paraId="6360549B" w14:textId="303C2A8D" w:rsidR="00873ECF" w:rsidRPr="00282F49" w:rsidRDefault="00873ECF" w:rsidP="00873ECF">
      <w:pPr>
        <w:pStyle w:val="SDLCode"/>
        <w:rPr>
          <w:rFonts w:eastAsia="Times New Roman" w:cs="Times New Roman"/>
          <w:lang w:val="en-GB"/>
        </w:rPr>
      </w:pPr>
      <w:r w:rsidRPr="00282F49">
        <w:rPr>
          <w:rFonts w:eastAsia="Times New Roman" w:cs="Times New Roman"/>
          <w:lang w:val="en-GB"/>
        </w:rPr>
        <w:tab/>
        <w:t xml:space="preserve">int(8) </w:t>
      </w:r>
      <w:r>
        <w:rPr>
          <w:rFonts w:eastAsia="Times New Roman" w:cs="Times New Roman"/>
          <w:lang w:val="en-GB"/>
        </w:rPr>
        <w:t>b</w:t>
      </w:r>
      <w:r w:rsidRPr="00282F49">
        <w:rPr>
          <w:rFonts w:eastAsia="Times New Roman" w:cs="Times New Roman"/>
          <w:lang w:val="en-GB"/>
        </w:rPr>
        <w:t>;</w:t>
      </w:r>
    </w:p>
    <w:p w14:paraId="60708CE3" w14:textId="61ACFC6A" w:rsidR="00873ECF" w:rsidRPr="00282F49" w:rsidRDefault="00873ECF" w:rsidP="00873ECF">
      <w:pPr>
        <w:pStyle w:val="SDLCode"/>
        <w:rPr>
          <w:rFonts w:eastAsia="Times New Roman" w:cs="Times New Roman"/>
          <w:lang w:val="en-GB"/>
        </w:rPr>
      </w:pPr>
      <w:r w:rsidRPr="00282F49">
        <w:rPr>
          <w:rFonts w:eastAsia="Times New Roman" w:cs="Times New Roman"/>
          <w:lang w:val="en-GB"/>
        </w:rPr>
        <w:tab/>
        <w:t xml:space="preserve">int(8) </w:t>
      </w:r>
      <w:r>
        <w:rPr>
          <w:rFonts w:eastAsia="Times New Roman" w:cs="Times New Roman"/>
          <w:lang w:val="en-GB"/>
        </w:rPr>
        <w:t>c</w:t>
      </w:r>
      <w:r w:rsidRPr="00282F49">
        <w:rPr>
          <w:rFonts w:eastAsia="Times New Roman" w:cs="Times New Roman"/>
          <w:lang w:val="en-GB"/>
        </w:rPr>
        <w:t>;</w:t>
      </w:r>
    </w:p>
    <w:p w14:paraId="32EB4CB3" w14:textId="4E37FD20" w:rsidR="00873ECF" w:rsidRDefault="00873ECF" w:rsidP="00AB2BEE">
      <w:pPr>
        <w:pStyle w:val="SDLCode"/>
        <w:rPr>
          <w:rFonts w:eastAsia="Times New Roman" w:cs="Times New Roman"/>
          <w:lang w:val="en-GB"/>
        </w:rPr>
      </w:pPr>
      <w:r>
        <w:rPr>
          <w:rFonts w:eastAsia="Times New Roman" w:cs="Times New Roman"/>
          <w:lang w:val="en-GB"/>
        </w:rPr>
        <w:t>}</w:t>
      </w:r>
    </w:p>
    <w:p w14:paraId="7BE5F7CE" w14:textId="77777777" w:rsidR="00AB2BEE" w:rsidRPr="00E56598" w:rsidRDefault="00AB2BEE" w:rsidP="00E56598">
      <w:pPr>
        <w:pStyle w:val="SDLCode"/>
        <w:rPr>
          <w:rFonts w:eastAsia="Times New Roman"/>
        </w:rPr>
      </w:pPr>
    </w:p>
    <w:p w14:paraId="69853916" w14:textId="31520009" w:rsidR="00AF11E2" w:rsidRDefault="00AF11E2" w:rsidP="00AF11E2">
      <w:pPr>
        <w:pStyle w:val="BodyText"/>
      </w:pPr>
      <w:r>
        <w:t>In the following example</w:t>
      </w:r>
      <w:r w:rsidR="00F92686">
        <w:t>,</w:t>
      </w:r>
      <w:r>
        <w:t xml:space="preserve"> </w:t>
      </w:r>
      <w:r w:rsidRPr="00282F49">
        <w:t xml:space="preserve">the presence of the </w:t>
      </w:r>
      <w:r w:rsidR="006C67DE">
        <w:t>parsable variable</w:t>
      </w:r>
      <w:r w:rsidR="006C67DE" w:rsidRPr="00282F49">
        <w:t xml:space="preserve"> </w:t>
      </w:r>
      <w:r w:rsidRPr="00282F49">
        <w:t>‘</w:t>
      </w:r>
      <w:r w:rsidRPr="00C73BB5">
        <w:rPr>
          <w:rFonts w:ascii="Courier New" w:hAnsi="Courier New" w:cs="Courier New"/>
        </w:rPr>
        <w:t>bar</w:t>
      </w:r>
      <w:r w:rsidRPr="00943011">
        <w:rPr>
          <w:rFonts w:cs="Courier New"/>
        </w:rPr>
        <w:t>’</w:t>
      </w:r>
      <w:r w:rsidRPr="00282F49">
        <w:t xml:space="preserve"> is determined by the ‘</w:t>
      </w:r>
      <w:r w:rsidRPr="00C472DC">
        <w:rPr>
          <w:rStyle w:val="codeChar"/>
        </w:rPr>
        <w:t>bar_flag</w:t>
      </w:r>
      <w:r w:rsidRPr="00282F49">
        <w:t>’</w:t>
      </w:r>
      <w:r>
        <w:t>:</w:t>
      </w:r>
    </w:p>
    <w:p w14:paraId="1C99226C" w14:textId="52DBA75C" w:rsidR="00127906" w:rsidRPr="00282F49" w:rsidRDefault="00127906" w:rsidP="00F84023">
      <w:pPr>
        <w:pStyle w:val="Example"/>
      </w:pPr>
      <w:r w:rsidRPr="00282F49">
        <w:t>EXAMPLE</w:t>
      </w:r>
      <w:r w:rsidRPr="00282F49">
        <w:rPr>
          <w:lang w:eastAsia="ja-JP"/>
        </w:rPr>
        <w:t xml:space="preserve"> </w:t>
      </w:r>
      <w:r w:rsidRPr="00282F49">
        <w:rPr>
          <w:lang w:eastAsia="ja-JP"/>
        </w:rPr>
        <w:sym w:font="Symbol" w:char="F0BE"/>
      </w:r>
      <w:r w:rsidRPr="00282F49">
        <w:rPr>
          <w:lang w:eastAsia="ja-JP"/>
        </w:rPr>
        <w:t xml:space="preserve"> </w:t>
      </w:r>
    </w:p>
    <w:p w14:paraId="39CA5536" w14:textId="31D81729"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conditional_</w:t>
      </w:r>
      <w:r w:rsidR="00E70496">
        <w:rPr>
          <w:rFonts w:eastAsia="Times New Roman" w:cs="Times New Roman"/>
          <w:lang w:val="en-GB"/>
        </w:rPr>
        <w:t>class</w:t>
      </w:r>
      <w:r w:rsidR="00E70496" w:rsidRPr="00282F49">
        <w:rPr>
          <w:rFonts w:eastAsia="Times New Roman" w:cs="Times New Roman"/>
          <w:lang w:val="en-GB"/>
        </w:rPr>
        <w:t xml:space="preserve"> </w:t>
      </w:r>
      <w:r w:rsidRPr="00282F49">
        <w:rPr>
          <w:rFonts w:eastAsia="Times New Roman" w:cs="Times New Roman"/>
          <w:lang w:val="en-GB"/>
        </w:rPr>
        <w:t>{</w:t>
      </w:r>
    </w:p>
    <w:p w14:paraId="2233D980"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unsigned int(3) foo;</w:t>
      </w:r>
    </w:p>
    <w:p w14:paraId="3A2BD805"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bit(1) bar_flag;</w:t>
      </w:r>
    </w:p>
    <w:p w14:paraId="3F0B0D7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if (bar_flag) {</w:t>
      </w:r>
    </w:p>
    <w:p w14:paraId="261032F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t>unsigned int(8) bar;</w:t>
      </w:r>
    </w:p>
    <w:p w14:paraId="567F47E7"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6BF6488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unsigned int(32) more_foo;</w:t>
      </w:r>
    </w:p>
    <w:p w14:paraId="0E08E471" w14:textId="3E32AD2E" w:rsidR="005E5AB6" w:rsidRDefault="00127906" w:rsidP="0004687D">
      <w:pPr>
        <w:pStyle w:val="SDLCode"/>
      </w:pPr>
      <w:r w:rsidRPr="00282F49">
        <w:t>}</w:t>
      </w:r>
    </w:p>
    <w:p w14:paraId="4FFF4F56" w14:textId="77777777" w:rsidR="0004687D" w:rsidRDefault="0004687D" w:rsidP="0004687D">
      <w:pPr>
        <w:pStyle w:val="SDLCode"/>
      </w:pPr>
    </w:p>
    <w:p w14:paraId="45EA2F72" w14:textId="0C3786D1" w:rsidR="0004687D" w:rsidRDefault="0004687D" w:rsidP="0004687D">
      <w:pPr>
        <w:pStyle w:val="SDLCode"/>
      </w:pPr>
      <w:r>
        <w:t>conditional_class myExample;</w:t>
      </w:r>
    </w:p>
    <w:p w14:paraId="7D08912E" w14:textId="77777777" w:rsidR="0004687D" w:rsidRDefault="0004687D" w:rsidP="0004687D">
      <w:pPr>
        <w:pStyle w:val="SDLCode"/>
      </w:pPr>
    </w:p>
    <w:p w14:paraId="2FA55F45" w14:textId="36B2C23A" w:rsidR="0004687D" w:rsidRDefault="0004687D" w:rsidP="00E56598">
      <w:pPr>
        <w:autoSpaceDE w:val="0"/>
        <w:autoSpaceDN w:val="0"/>
        <w:adjustRightInd w:val="0"/>
        <w:jc w:val="left"/>
      </w:pPr>
      <w:r w:rsidRPr="008F4E31">
        <w:rPr>
          <w:highlight w:val="yellow"/>
        </w:rPr>
        <w:t>[Editor’s note: An example bitstream for this would be:]</w:t>
      </w:r>
    </w:p>
    <w:p w14:paraId="1F015BB5" w14:textId="77777777" w:rsidR="0004687D" w:rsidRDefault="0004687D" w:rsidP="00E56598">
      <w:pPr>
        <w:pStyle w:val="SDLCode"/>
      </w:pPr>
    </w:p>
    <w:p w14:paraId="689C2805" w14:textId="49FD5B15" w:rsidR="005E5AB6" w:rsidRDefault="005E5AB6" w:rsidP="00F84023">
      <w:pPr>
        <w:pStyle w:val="Note"/>
      </w:pPr>
      <w:r>
        <w:t>NOTE</w:t>
      </w:r>
      <w:r>
        <w:tab/>
        <w:t>T</w:t>
      </w:r>
      <w:r w:rsidRPr="00282F49">
        <w:t xml:space="preserve">he use of </w:t>
      </w:r>
      <w:r w:rsidR="00D02A89" w:rsidRPr="00E56598">
        <w:rPr>
          <w:rFonts w:ascii="Courier New" w:hAnsi="Courier New" w:cs="Courier New"/>
        </w:rPr>
        <w:t>bar_</w:t>
      </w:r>
      <w:r w:rsidRPr="00E56598">
        <w:rPr>
          <w:rFonts w:ascii="Courier New" w:hAnsi="Courier New" w:cs="Courier New"/>
        </w:rPr>
        <w:t>flag</w:t>
      </w:r>
      <w:r w:rsidRPr="00282F49">
        <w:t xml:space="preserve"> necessitates its declaration before the conditional is encountered.</w:t>
      </w:r>
    </w:p>
    <w:p w14:paraId="4A08F798" w14:textId="179C10A5" w:rsidR="005E260F" w:rsidRPr="00E64F44" w:rsidRDefault="006C67DE" w:rsidP="00C472DC">
      <w:r>
        <w:t>A</w:t>
      </w:r>
      <w:r w:rsidRPr="00F84023">
        <w:t xml:space="preserve"> </w:t>
      </w:r>
      <w:r>
        <w:t xml:space="preserve">parsable </w:t>
      </w:r>
      <w:r w:rsidRPr="00F84023">
        <w:t xml:space="preserve">variable </w:t>
      </w:r>
      <w:r>
        <w:t xml:space="preserve">may </w:t>
      </w:r>
      <w:r w:rsidR="00606D92">
        <w:t>be defined</w:t>
      </w:r>
      <w:r>
        <w:t xml:space="preserve"> more than once </w:t>
      </w:r>
      <w:r w:rsidR="00606D92">
        <w:t>across</w:t>
      </w:r>
      <w:r>
        <w:t xml:space="preserve"> conditional branches if the declared </w:t>
      </w:r>
      <w:r w:rsidRPr="00E56598">
        <w:rPr>
          <w:rFonts w:ascii="Courier New" w:hAnsi="Courier New" w:cs="Courier New"/>
          <w:b/>
          <w:bCs/>
          <w:i/>
          <w:iCs/>
        </w:rPr>
        <w:t>type</w:t>
      </w:r>
      <w:r>
        <w:t xml:space="preserve"> is identical (the </w:t>
      </w:r>
      <w:r w:rsidRPr="00E56598">
        <w:rPr>
          <w:i/>
          <w:iCs/>
        </w:rPr>
        <w:t>length</w:t>
      </w:r>
      <w:r>
        <w:t xml:space="preserve"> attribute may differ). </w:t>
      </w:r>
      <w:r w:rsidRPr="00F84023">
        <w:t xml:space="preserve"> </w:t>
      </w:r>
      <w:r w:rsidR="00FC012B">
        <w:t xml:space="preserve">In the following example, </w:t>
      </w:r>
      <w:r w:rsidR="00F92686" w:rsidRPr="00F84023">
        <w:t>two different representations for</w:t>
      </w:r>
      <w:r>
        <w:t xml:space="preserve"> the parsable variable</w:t>
      </w:r>
      <w:r w:rsidR="00F92686" w:rsidRPr="00F84023">
        <w:t xml:space="preserve"> ‘</w:t>
      </w:r>
      <w:r w:rsidR="00F92686" w:rsidRPr="00C472DC">
        <w:rPr>
          <w:rStyle w:val="codeChar"/>
        </w:rPr>
        <w:t>bar</w:t>
      </w:r>
      <w:r w:rsidR="00F92686" w:rsidRPr="00F84023">
        <w:t>’</w:t>
      </w:r>
      <w:r w:rsidR="00FC012B">
        <w:t xml:space="preserve"> are </w:t>
      </w:r>
      <w:r>
        <w:t>defined</w:t>
      </w:r>
      <w:r w:rsidR="00F92686" w:rsidRPr="00F84023">
        <w:t xml:space="preserve">, depending on the value of </w:t>
      </w:r>
      <w:r w:rsidR="00BC48FA">
        <w:t>‘</w:t>
      </w:r>
      <w:r w:rsidR="00F92686" w:rsidRPr="00C472DC">
        <w:rPr>
          <w:rStyle w:val="codeChar"/>
        </w:rPr>
        <w:t>bar_flag</w:t>
      </w:r>
      <w:r w:rsidR="00F92686" w:rsidRPr="00F84023">
        <w:t>’.</w:t>
      </w:r>
    </w:p>
    <w:p w14:paraId="7857B16D" w14:textId="77777777" w:rsidR="009F5680" w:rsidRPr="009F5680" w:rsidRDefault="009F5680" w:rsidP="00C472DC">
      <w:pPr>
        <w:pStyle w:val="Code"/>
        <w:rPr>
          <w:rFonts w:cs="Courier New"/>
        </w:rPr>
      </w:pPr>
    </w:p>
    <w:p w14:paraId="2F240E63" w14:textId="5359FCC8" w:rsidR="00127906" w:rsidRPr="007B54A5" w:rsidRDefault="00127906" w:rsidP="00F84023">
      <w:pPr>
        <w:pStyle w:val="Example"/>
      </w:pPr>
      <w:r w:rsidRPr="007B54A5">
        <w:t xml:space="preserve">EXAMPLE </w:t>
      </w:r>
      <w:r w:rsidRPr="007B54A5">
        <w:sym w:font="Symbol" w:char="F0BE"/>
      </w:r>
      <w:r w:rsidRPr="007B54A5">
        <w:t xml:space="preserve"> </w:t>
      </w:r>
    </w:p>
    <w:p w14:paraId="1548AAAF" w14:textId="59373F84"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conditional_</w:t>
      </w:r>
      <w:r w:rsidR="00E70496">
        <w:rPr>
          <w:rFonts w:eastAsia="Times New Roman" w:cs="Times New Roman"/>
          <w:lang w:val="en-GB"/>
        </w:rPr>
        <w:t>class</w:t>
      </w:r>
      <w:r w:rsidR="00E70496" w:rsidRPr="00282F49">
        <w:rPr>
          <w:rFonts w:eastAsia="Times New Roman" w:cs="Times New Roman"/>
          <w:lang w:val="en-GB"/>
        </w:rPr>
        <w:t xml:space="preserve"> </w:t>
      </w:r>
      <w:r w:rsidRPr="00282F49">
        <w:rPr>
          <w:rFonts w:eastAsia="Times New Roman" w:cs="Times New Roman"/>
          <w:lang w:val="en-GB"/>
        </w:rPr>
        <w:t>{</w:t>
      </w:r>
    </w:p>
    <w:p w14:paraId="1FC8B05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unsigned int(3) foo;</w:t>
      </w:r>
    </w:p>
    <w:p w14:paraId="7121353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bit(1) bar_flag;</w:t>
      </w:r>
    </w:p>
    <w:p w14:paraId="22029F39"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if (bar_flag) {</w:t>
      </w:r>
    </w:p>
    <w:p w14:paraId="59A3227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t>unsigned int(8) bar;</w:t>
      </w:r>
    </w:p>
    <w:p w14:paraId="1E00F17E" w14:textId="4786F6B0" w:rsidR="008D5A6A" w:rsidRPr="00282F49" w:rsidRDefault="008D5A6A" w:rsidP="008D5A6A">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t>int dummy1 = 1;</w:t>
      </w:r>
      <w:r>
        <w:rPr>
          <w:rFonts w:eastAsia="Times New Roman" w:cs="Times New Roman"/>
          <w:lang w:val="en-GB"/>
        </w:rPr>
        <w:tab/>
      </w:r>
      <w:r>
        <w:rPr>
          <w:rFonts w:eastAsia="Times New Roman" w:cs="Times New Roman"/>
          <w:lang w:val="en-GB"/>
        </w:rPr>
        <w:tab/>
        <w:t>// inner-scope, non-parsable variable</w:t>
      </w:r>
    </w:p>
    <w:p w14:paraId="626D805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 else {</w:t>
      </w:r>
    </w:p>
    <w:p w14:paraId="1DE0D53C" w14:textId="48A55CF1" w:rsidR="00127906" w:rsidRDefault="00127906"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t>unsigned int(</w:t>
      </w:r>
      <w:r w:rsidR="00C3277E">
        <w:rPr>
          <w:rFonts w:eastAsia="Times New Roman" w:cs="Times New Roman"/>
          <w:lang w:val="en-GB"/>
        </w:rPr>
        <w:t>16</w:t>
      </w:r>
      <w:r w:rsidRPr="00282F49">
        <w:rPr>
          <w:rFonts w:eastAsia="Times New Roman" w:cs="Times New Roman"/>
          <w:lang w:val="en-GB"/>
        </w:rPr>
        <w:t>) bar;</w:t>
      </w:r>
    </w:p>
    <w:p w14:paraId="1FCEAE6B" w14:textId="113CD0B0" w:rsidR="006C67DE" w:rsidRPr="00282F49" w:rsidRDefault="006C67DE"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t>int(</w:t>
      </w:r>
      <w:r>
        <w:rPr>
          <w:rFonts w:eastAsia="Times New Roman" w:cs="Times New Roman"/>
          <w:lang w:val="en-GB"/>
        </w:rPr>
        <w:t>8</w:t>
      </w:r>
      <w:r w:rsidRPr="00282F49">
        <w:rPr>
          <w:rFonts w:eastAsia="Times New Roman" w:cs="Times New Roman"/>
          <w:lang w:val="en-GB"/>
        </w:rPr>
        <w:t xml:space="preserve">) </w:t>
      </w:r>
      <w:r>
        <w:rPr>
          <w:rFonts w:eastAsia="Times New Roman" w:cs="Times New Roman"/>
          <w:lang w:val="en-GB"/>
        </w:rPr>
        <w:t>optional_foo</w:t>
      </w:r>
      <w:r w:rsidRPr="00282F49">
        <w:rPr>
          <w:rFonts w:eastAsia="Times New Roman" w:cs="Times New Roman"/>
          <w:lang w:val="en-GB"/>
        </w:rPr>
        <w:t>;</w:t>
      </w:r>
    </w:p>
    <w:p w14:paraId="6A80FCDC" w14:textId="7D3D4CF2" w:rsidR="008D5A6A" w:rsidRPr="00282F49" w:rsidRDefault="008D5A6A" w:rsidP="008D5A6A">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t>int dummy2 = 2;</w:t>
      </w:r>
      <w:r>
        <w:rPr>
          <w:rFonts w:eastAsia="Times New Roman" w:cs="Times New Roman"/>
          <w:lang w:val="en-GB"/>
        </w:rPr>
        <w:tab/>
      </w:r>
      <w:r>
        <w:rPr>
          <w:rFonts w:eastAsia="Times New Roman" w:cs="Times New Roman"/>
          <w:lang w:val="en-GB"/>
        </w:rPr>
        <w:tab/>
        <w:t>// inner-scope, non-parsable variable</w:t>
      </w:r>
    </w:p>
    <w:p w14:paraId="5561138C"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0837B6E8" w14:textId="77777777" w:rsidR="00127906" w:rsidRDefault="00127906" w:rsidP="00127906">
      <w:pPr>
        <w:pStyle w:val="SDLCode"/>
        <w:rPr>
          <w:rFonts w:eastAsia="Times New Roman" w:cs="Times New Roman"/>
          <w:lang w:val="en-GB"/>
        </w:rPr>
      </w:pPr>
      <w:r w:rsidRPr="00282F49">
        <w:rPr>
          <w:rFonts w:eastAsia="Times New Roman" w:cs="Times New Roman"/>
          <w:lang w:val="en-GB"/>
        </w:rPr>
        <w:tab/>
        <w:t>unsigned int(32) more_foo;</w:t>
      </w:r>
    </w:p>
    <w:p w14:paraId="7662D9FF" w14:textId="2870F627" w:rsidR="008D5A6A" w:rsidRPr="00282F49" w:rsidRDefault="008D5A6A" w:rsidP="00127906">
      <w:pPr>
        <w:pStyle w:val="SDLCode"/>
        <w:rPr>
          <w:rFonts w:eastAsia="Times New Roman" w:cs="Times New Roman"/>
          <w:lang w:val="en-GB"/>
        </w:rPr>
      </w:pPr>
      <w:r>
        <w:rPr>
          <w:rFonts w:eastAsia="Times New Roman" w:cs="Times New Roman"/>
          <w:lang w:val="en-GB"/>
        </w:rPr>
        <w:tab/>
        <w:t>int dummy3 = 3;</w:t>
      </w:r>
      <w:r>
        <w:rPr>
          <w:rFonts w:eastAsia="Times New Roman" w:cs="Times New Roman"/>
          <w:lang w:val="en-GB"/>
        </w:rPr>
        <w:tab/>
      </w:r>
      <w:r>
        <w:rPr>
          <w:rFonts w:eastAsia="Times New Roman" w:cs="Times New Roman"/>
          <w:lang w:val="en-GB"/>
        </w:rPr>
        <w:tab/>
      </w:r>
      <w:r>
        <w:rPr>
          <w:rFonts w:eastAsia="Times New Roman" w:cs="Times New Roman"/>
          <w:lang w:val="en-GB"/>
        </w:rPr>
        <w:tab/>
        <w:t>// top-level scope, non-parsable variable</w:t>
      </w:r>
    </w:p>
    <w:p w14:paraId="5C709BFA" w14:textId="77777777" w:rsidR="00127906" w:rsidRDefault="00127906" w:rsidP="00C472DC">
      <w:pPr>
        <w:pStyle w:val="Note"/>
        <w:rPr>
          <w:rFonts w:eastAsia="Times New Roman"/>
        </w:rPr>
      </w:pPr>
      <w:r w:rsidRPr="00282F49">
        <w:rPr>
          <w:rFonts w:eastAsia="Times New Roman"/>
        </w:rPr>
        <w:t>}</w:t>
      </w:r>
    </w:p>
    <w:p w14:paraId="1A99B072" w14:textId="77777777" w:rsidR="0004687D" w:rsidRDefault="0004687D" w:rsidP="0004687D">
      <w:pPr>
        <w:pStyle w:val="SDLCode"/>
      </w:pPr>
      <w:r>
        <w:lastRenderedPageBreak/>
        <w:t>conditional_class myExample;</w:t>
      </w:r>
    </w:p>
    <w:p w14:paraId="1512BF09" w14:textId="77777777" w:rsidR="0004687D" w:rsidRDefault="0004687D" w:rsidP="0004687D">
      <w:pPr>
        <w:pStyle w:val="SDLCode"/>
      </w:pPr>
    </w:p>
    <w:p w14:paraId="0B3789E6" w14:textId="77777777" w:rsidR="0004687D" w:rsidRDefault="0004687D" w:rsidP="0004687D">
      <w:pPr>
        <w:autoSpaceDE w:val="0"/>
        <w:autoSpaceDN w:val="0"/>
        <w:adjustRightInd w:val="0"/>
        <w:jc w:val="left"/>
      </w:pPr>
      <w:r w:rsidRPr="008F4E31">
        <w:rPr>
          <w:highlight w:val="yellow"/>
        </w:rPr>
        <w:t>[Editor’s note: An example bitstream for this would be:]</w:t>
      </w:r>
    </w:p>
    <w:p w14:paraId="6B395E06" w14:textId="0F6B8445" w:rsidR="00881191" w:rsidRDefault="00881191" w:rsidP="00C472DC">
      <w:pPr>
        <w:pStyle w:val="Note"/>
        <w:rPr>
          <w:rFonts w:eastAsia="Times New Roman"/>
        </w:rPr>
      </w:pPr>
      <w:r>
        <w:rPr>
          <w:rFonts w:eastAsia="Times New Roman"/>
        </w:rPr>
        <w:t xml:space="preserve">Using the above class definition, the following </w:t>
      </w:r>
      <w:r w:rsidR="008D5A6A">
        <w:rPr>
          <w:rFonts w:eastAsia="Times New Roman"/>
        </w:rPr>
        <w:t>example clarifies this further</w:t>
      </w:r>
      <w:r>
        <w:rPr>
          <w:rFonts w:eastAsia="Times New Roman"/>
        </w:rPr>
        <w:t>:</w:t>
      </w:r>
    </w:p>
    <w:p w14:paraId="58E935A4" w14:textId="77777777" w:rsidR="00881191" w:rsidRPr="007B54A5" w:rsidRDefault="00881191" w:rsidP="00881191">
      <w:pPr>
        <w:pStyle w:val="Example"/>
      </w:pPr>
      <w:r w:rsidRPr="007B54A5">
        <w:t xml:space="preserve">EXAMPLE </w:t>
      </w:r>
      <w:r w:rsidRPr="007B54A5">
        <w:sym w:font="Symbol" w:char="F0BE"/>
      </w:r>
      <w:r w:rsidRPr="007B54A5">
        <w:t xml:space="preserve"> </w:t>
      </w:r>
    </w:p>
    <w:p w14:paraId="0B9516C1" w14:textId="7633D6AF" w:rsidR="00881191" w:rsidRPr="00282F49" w:rsidRDefault="00881191" w:rsidP="00881191">
      <w:pPr>
        <w:pStyle w:val="SDLCode"/>
        <w:rPr>
          <w:rFonts w:eastAsia="Times New Roman" w:cs="Times New Roman"/>
          <w:lang w:val="en-GB"/>
        </w:rPr>
      </w:pPr>
      <w:r w:rsidRPr="00282F49">
        <w:rPr>
          <w:rFonts w:eastAsia="Times New Roman" w:cs="Times New Roman"/>
          <w:lang w:val="en-GB"/>
        </w:rPr>
        <w:t>conditional_</w:t>
      </w:r>
      <w:r w:rsidR="00E70496">
        <w:rPr>
          <w:rFonts w:eastAsia="Times New Roman" w:cs="Times New Roman"/>
          <w:lang w:val="en-GB"/>
        </w:rPr>
        <w:t>class</w:t>
      </w:r>
      <w:r w:rsidRPr="00282F49">
        <w:rPr>
          <w:rFonts w:eastAsia="Times New Roman" w:cs="Times New Roman"/>
          <w:lang w:val="en-GB"/>
        </w:rPr>
        <w:t xml:space="preserve"> </w:t>
      </w:r>
      <w:r>
        <w:rPr>
          <w:rFonts w:eastAsia="Times New Roman" w:cs="Times New Roman"/>
          <w:lang w:val="en-GB"/>
        </w:rPr>
        <w:t>C</w:t>
      </w:r>
      <w:r w:rsidR="00E70496">
        <w:rPr>
          <w:rFonts w:eastAsia="Times New Roman" w:cs="Times New Roman"/>
          <w:lang w:val="en-GB"/>
        </w:rPr>
        <w:t>C</w:t>
      </w:r>
      <w:r>
        <w:rPr>
          <w:rFonts w:eastAsia="Times New Roman" w:cs="Times New Roman"/>
          <w:lang w:val="en-GB"/>
        </w:rPr>
        <w:t>;</w:t>
      </w:r>
    </w:p>
    <w:p w14:paraId="3BD31E27" w14:textId="77777777" w:rsidR="00881191" w:rsidRDefault="00881191" w:rsidP="00881191">
      <w:pPr>
        <w:pStyle w:val="SDLCode"/>
        <w:rPr>
          <w:rFonts w:eastAsia="Times New Roman" w:cs="Times New Roman"/>
          <w:lang w:val="en-GB"/>
        </w:rPr>
      </w:pPr>
    </w:p>
    <w:p w14:paraId="2855B45F" w14:textId="1CD4097E" w:rsidR="008D5A6A" w:rsidRDefault="00881191" w:rsidP="00881191">
      <w:pPr>
        <w:pStyle w:val="SDLCode"/>
        <w:rPr>
          <w:rFonts w:eastAsia="Times New Roman" w:cs="Times New Roman"/>
          <w:lang w:val="en-GB"/>
        </w:rPr>
      </w:pPr>
      <w:r>
        <w:rPr>
          <w:rFonts w:eastAsia="Times New Roman" w:cs="Times New Roman"/>
          <w:lang w:val="en-GB"/>
        </w:rPr>
        <w:t xml:space="preserve">// </w:t>
      </w:r>
      <w:r w:rsidR="008D5A6A">
        <w:rPr>
          <w:rFonts w:eastAsia="Times New Roman" w:cs="Times New Roman"/>
          <w:lang w:val="en-GB"/>
        </w:rPr>
        <w:t>C</w:t>
      </w:r>
      <w:r w:rsidR="00E70496">
        <w:rPr>
          <w:rFonts w:eastAsia="Times New Roman" w:cs="Times New Roman"/>
          <w:lang w:val="en-GB"/>
        </w:rPr>
        <w:t>C</w:t>
      </w:r>
      <w:r w:rsidR="008D5A6A">
        <w:rPr>
          <w:rFonts w:eastAsia="Times New Roman" w:cs="Times New Roman"/>
          <w:lang w:val="en-GB"/>
        </w:rPr>
        <w:t>.foo, C</w:t>
      </w:r>
      <w:r w:rsidR="00E70496">
        <w:rPr>
          <w:rFonts w:eastAsia="Times New Roman" w:cs="Times New Roman"/>
          <w:lang w:val="en-GB"/>
        </w:rPr>
        <w:t>C</w:t>
      </w:r>
      <w:r w:rsidR="008D5A6A">
        <w:rPr>
          <w:rFonts w:eastAsia="Times New Roman" w:cs="Times New Roman"/>
          <w:lang w:val="en-GB"/>
        </w:rPr>
        <w:t>.bar_flag, C</w:t>
      </w:r>
      <w:r w:rsidR="00E70496">
        <w:rPr>
          <w:rFonts w:eastAsia="Times New Roman" w:cs="Times New Roman"/>
          <w:lang w:val="en-GB"/>
        </w:rPr>
        <w:t>C</w:t>
      </w:r>
      <w:r w:rsidR="008D5A6A">
        <w:rPr>
          <w:rFonts w:eastAsia="Times New Roman" w:cs="Times New Roman"/>
          <w:lang w:val="en-GB"/>
        </w:rPr>
        <w:t>.bar, C</w:t>
      </w:r>
      <w:r w:rsidR="00E70496">
        <w:rPr>
          <w:rFonts w:eastAsia="Times New Roman" w:cs="Times New Roman"/>
          <w:lang w:val="en-GB"/>
        </w:rPr>
        <w:t>C</w:t>
      </w:r>
      <w:r w:rsidR="008D5A6A">
        <w:rPr>
          <w:rFonts w:eastAsia="Times New Roman" w:cs="Times New Roman"/>
          <w:lang w:val="en-GB"/>
        </w:rPr>
        <w:t>.optional_foo and C</w:t>
      </w:r>
      <w:r w:rsidR="00E70496">
        <w:rPr>
          <w:rFonts w:eastAsia="Times New Roman" w:cs="Times New Roman"/>
          <w:lang w:val="en-GB"/>
        </w:rPr>
        <w:t>C</w:t>
      </w:r>
      <w:r w:rsidR="008D5A6A">
        <w:rPr>
          <w:rFonts w:eastAsia="Times New Roman" w:cs="Times New Roman"/>
          <w:lang w:val="en-GB"/>
        </w:rPr>
        <w:t>.more_foo are accessible</w:t>
      </w:r>
    </w:p>
    <w:p w14:paraId="22115D40" w14:textId="4B652A12" w:rsidR="008D5A6A" w:rsidRDefault="008D5A6A" w:rsidP="00881191">
      <w:pPr>
        <w:pStyle w:val="SDLCode"/>
        <w:rPr>
          <w:rFonts w:eastAsia="Times New Roman" w:cs="Times New Roman"/>
          <w:lang w:val="en-GB"/>
        </w:rPr>
      </w:pPr>
      <w:r>
        <w:rPr>
          <w:rFonts w:eastAsia="Times New Roman" w:cs="Times New Roman"/>
          <w:lang w:val="en-GB"/>
        </w:rPr>
        <w:t>// C</w:t>
      </w:r>
      <w:r w:rsidR="00E70496">
        <w:rPr>
          <w:rFonts w:eastAsia="Times New Roman" w:cs="Times New Roman"/>
          <w:lang w:val="en-GB"/>
        </w:rPr>
        <w:t>C</w:t>
      </w:r>
      <w:r>
        <w:rPr>
          <w:rFonts w:eastAsia="Times New Roman" w:cs="Times New Roman"/>
          <w:lang w:val="en-GB"/>
        </w:rPr>
        <w:t>.dummy1 and C</w:t>
      </w:r>
      <w:r w:rsidR="00E70496">
        <w:rPr>
          <w:rFonts w:eastAsia="Times New Roman" w:cs="Times New Roman"/>
          <w:lang w:val="en-GB"/>
        </w:rPr>
        <w:t>C</w:t>
      </w:r>
      <w:r>
        <w:rPr>
          <w:rFonts w:eastAsia="Times New Roman" w:cs="Times New Roman"/>
          <w:lang w:val="en-GB"/>
        </w:rPr>
        <w:t>.dummy2 are not accessible</w:t>
      </w:r>
    </w:p>
    <w:p w14:paraId="3C78182F" w14:textId="0D1B0439" w:rsidR="008D5A6A" w:rsidRDefault="008D5A6A" w:rsidP="00881191">
      <w:pPr>
        <w:pStyle w:val="SDLCode"/>
        <w:rPr>
          <w:rFonts w:eastAsia="Times New Roman" w:cs="Times New Roman"/>
          <w:lang w:val="en-GB"/>
        </w:rPr>
      </w:pPr>
      <w:r>
        <w:rPr>
          <w:rFonts w:eastAsia="Times New Roman" w:cs="Times New Roman"/>
          <w:lang w:val="en-GB"/>
        </w:rPr>
        <w:t>// C</w:t>
      </w:r>
      <w:r w:rsidR="00E70496">
        <w:rPr>
          <w:rFonts w:eastAsia="Times New Roman" w:cs="Times New Roman"/>
          <w:lang w:val="en-GB"/>
        </w:rPr>
        <w:t>C</w:t>
      </w:r>
      <w:r>
        <w:rPr>
          <w:rFonts w:eastAsia="Times New Roman" w:cs="Times New Roman"/>
          <w:lang w:val="en-GB"/>
        </w:rPr>
        <w:t>.dummy3 is accessible</w:t>
      </w:r>
    </w:p>
    <w:p w14:paraId="0560156E" w14:textId="6834578A" w:rsidR="008D5A6A" w:rsidRDefault="008D5A6A" w:rsidP="00881191">
      <w:pPr>
        <w:pStyle w:val="SDLCode"/>
        <w:rPr>
          <w:rFonts w:eastAsia="Times New Roman" w:cs="Times New Roman"/>
          <w:lang w:val="en-GB"/>
        </w:rPr>
      </w:pPr>
      <w:r>
        <w:rPr>
          <w:rFonts w:eastAsia="Times New Roman" w:cs="Times New Roman"/>
          <w:lang w:val="en-GB"/>
        </w:rPr>
        <w:t xml:space="preserve">// </w:t>
      </w:r>
      <w:r w:rsidR="00881191">
        <w:rPr>
          <w:rFonts w:eastAsia="Times New Roman" w:cs="Times New Roman"/>
          <w:lang w:val="en-GB"/>
        </w:rPr>
        <w:t>if C</w:t>
      </w:r>
      <w:r w:rsidR="00E70496">
        <w:rPr>
          <w:rFonts w:eastAsia="Times New Roman" w:cs="Times New Roman"/>
          <w:lang w:val="en-GB"/>
        </w:rPr>
        <w:t>C</w:t>
      </w:r>
      <w:r w:rsidR="00881191">
        <w:rPr>
          <w:rFonts w:eastAsia="Times New Roman" w:cs="Times New Roman"/>
          <w:lang w:val="en-GB"/>
        </w:rPr>
        <w:t>.bar_flag == 1 then</w:t>
      </w:r>
      <w:r>
        <w:rPr>
          <w:rFonts w:eastAsia="Times New Roman" w:cs="Times New Roman"/>
          <w:lang w:val="en-GB"/>
        </w:rPr>
        <w:t>:</w:t>
      </w:r>
    </w:p>
    <w:p w14:paraId="7D198A2C" w14:textId="66DE5A27" w:rsidR="008D5A6A" w:rsidRDefault="008D5A6A" w:rsidP="00881191">
      <w:pPr>
        <w:pStyle w:val="SDLCode"/>
        <w:rPr>
          <w:rFonts w:eastAsia="Times New Roman" w:cs="Times New Roman"/>
          <w:lang w:val="en-GB"/>
        </w:rPr>
      </w:pPr>
      <w:r>
        <w:rPr>
          <w:rFonts w:eastAsia="Times New Roman" w:cs="Times New Roman"/>
          <w:lang w:val="en-GB"/>
        </w:rPr>
        <w:t>//</w:t>
      </w:r>
      <w:r w:rsidR="00881191">
        <w:rPr>
          <w:rFonts w:eastAsia="Times New Roman" w:cs="Times New Roman"/>
          <w:lang w:val="en-GB"/>
        </w:rPr>
        <w:t xml:space="preserve"> </w:t>
      </w:r>
      <w:r>
        <w:rPr>
          <w:rFonts w:eastAsia="Times New Roman" w:cs="Times New Roman"/>
          <w:lang w:val="en-GB"/>
        </w:rPr>
        <w:t xml:space="preserve">   </w:t>
      </w:r>
      <w:r w:rsidR="00881191">
        <w:rPr>
          <w:rFonts w:eastAsia="Times New Roman" w:cs="Times New Roman"/>
          <w:lang w:val="en-GB"/>
        </w:rPr>
        <w:t>C</w:t>
      </w:r>
      <w:r w:rsidR="00E70496">
        <w:rPr>
          <w:rFonts w:eastAsia="Times New Roman" w:cs="Times New Roman"/>
          <w:lang w:val="en-GB"/>
        </w:rPr>
        <w:t>C</w:t>
      </w:r>
      <w:r w:rsidR="00881191">
        <w:rPr>
          <w:rFonts w:eastAsia="Times New Roman" w:cs="Times New Roman"/>
          <w:lang w:val="en-GB"/>
        </w:rPr>
        <w:t>.bar is an 8-bit unsigned integer with a value</w:t>
      </w:r>
      <w:r>
        <w:rPr>
          <w:rFonts w:eastAsia="Times New Roman" w:cs="Times New Roman"/>
          <w:lang w:val="en-GB"/>
        </w:rPr>
        <w:t xml:space="preserve"> </w:t>
      </w:r>
      <w:r w:rsidR="00881191">
        <w:rPr>
          <w:rFonts w:eastAsia="Times New Roman" w:cs="Times New Roman"/>
          <w:lang w:val="en-GB"/>
        </w:rPr>
        <w:t>parsed from the bitstream</w:t>
      </w:r>
    </w:p>
    <w:p w14:paraId="1B977336" w14:textId="0C49FD50" w:rsidR="00881191" w:rsidRDefault="008D5A6A" w:rsidP="00881191">
      <w:pPr>
        <w:pStyle w:val="SDLCode"/>
        <w:rPr>
          <w:rFonts w:eastAsia="Times New Roman" w:cs="Times New Roman"/>
          <w:lang w:val="en-GB"/>
        </w:rPr>
      </w:pPr>
      <w:r>
        <w:rPr>
          <w:rFonts w:eastAsia="Times New Roman" w:cs="Times New Roman"/>
          <w:lang w:val="en-GB"/>
        </w:rPr>
        <w:t xml:space="preserve">//    </w:t>
      </w:r>
      <w:r w:rsidR="00881191">
        <w:rPr>
          <w:rFonts w:eastAsia="Times New Roman" w:cs="Times New Roman"/>
          <w:lang w:val="en-GB"/>
        </w:rPr>
        <w:t>C</w:t>
      </w:r>
      <w:r w:rsidR="00E70496">
        <w:rPr>
          <w:rFonts w:eastAsia="Times New Roman" w:cs="Times New Roman"/>
          <w:lang w:val="en-GB"/>
        </w:rPr>
        <w:t>C</w:t>
      </w:r>
      <w:r w:rsidR="00881191">
        <w:rPr>
          <w:rFonts w:eastAsia="Times New Roman" w:cs="Times New Roman"/>
          <w:lang w:val="en-GB"/>
        </w:rPr>
        <w:t>.optional_foo is an 8-bit integer with a default value of 0</w:t>
      </w:r>
    </w:p>
    <w:p w14:paraId="57647637" w14:textId="4FE8F5AD" w:rsidR="008D5A6A" w:rsidRDefault="008D5A6A" w:rsidP="008D5A6A">
      <w:pPr>
        <w:pStyle w:val="SDLCode"/>
        <w:rPr>
          <w:rFonts w:eastAsia="Times New Roman" w:cs="Times New Roman"/>
          <w:lang w:val="en-GB"/>
        </w:rPr>
      </w:pPr>
      <w:r>
        <w:rPr>
          <w:rFonts w:eastAsia="Times New Roman" w:cs="Times New Roman"/>
          <w:lang w:val="en-GB"/>
        </w:rPr>
        <w:t>// if C</w:t>
      </w:r>
      <w:r w:rsidR="00E70496">
        <w:rPr>
          <w:rFonts w:eastAsia="Times New Roman" w:cs="Times New Roman"/>
          <w:lang w:val="en-GB"/>
        </w:rPr>
        <w:t>C</w:t>
      </w:r>
      <w:r>
        <w:rPr>
          <w:rFonts w:eastAsia="Times New Roman" w:cs="Times New Roman"/>
          <w:lang w:val="en-GB"/>
        </w:rPr>
        <w:t>.bar_flag == 0 then:</w:t>
      </w:r>
    </w:p>
    <w:p w14:paraId="5E0D6819" w14:textId="2FC56ABD" w:rsidR="008D5A6A" w:rsidRDefault="008D5A6A" w:rsidP="008D5A6A">
      <w:pPr>
        <w:pStyle w:val="SDLCode"/>
        <w:rPr>
          <w:rFonts w:eastAsia="Times New Roman" w:cs="Times New Roman"/>
          <w:lang w:val="en-GB"/>
        </w:rPr>
      </w:pPr>
      <w:r>
        <w:rPr>
          <w:rFonts w:eastAsia="Times New Roman" w:cs="Times New Roman"/>
          <w:lang w:val="en-GB"/>
        </w:rPr>
        <w:t>//    C</w:t>
      </w:r>
      <w:r w:rsidR="00E70496">
        <w:rPr>
          <w:rFonts w:eastAsia="Times New Roman" w:cs="Times New Roman"/>
          <w:lang w:val="en-GB"/>
        </w:rPr>
        <w:t>C</w:t>
      </w:r>
      <w:r>
        <w:rPr>
          <w:rFonts w:eastAsia="Times New Roman" w:cs="Times New Roman"/>
          <w:lang w:val="en-GB"/>
        </w:rPr>
        <w:t>.bar is a 16-bit unsigned integer with a value parsed from the bitstream</w:t>
      </w:r>
    </w:p>
    <w:p w14:paraId="4B65B1F0" w14:textId="06081FDB" w:rsidR="008D5A6A" w:rsidRDefault="008D5A6A" w:rsidP="00881191">
      <w:pPr>
        <w:pStyle w:val="SDLCode"/>
        <w:rPr>
          <w:rFonts w:eastAsia="Times New Roman" w:cs="Times New Roman"/>
          <w:lang w:val="en-GB"/>
        </w:rPr>
      </w:pPr>
      <w:r>
        <w:rPr>
          <w:rFonts w:eastAsia="Times New Roman" w:cs="Times New Roman"/>
          <w:lang w:val="en-GB"/>
        </w:rPr>
        <w:t>//    C</w:t>
      </w:r>
      <w:r w:rsidR="00E70496">
        <w:rPr>
          <w:rFonts w:eastAsia="Times New Roman" w:cs="Times New Roman"/>
          <w:lang w:val="en-GB"/>
        </w:rPr>
        <w:t>C</w:t>
      </w:r>
      <w:r>
        <w:rPr>
          <w:rFonts w:eastAsia="Times New Roman" w:cs="Times New Roman"/>
          <w:lang w:val="en-GB"/>
        </w:rPr>
        <w:t>.optional_foo is an 8-bit integer with a value parsed from the bitstream</w:t>
      </w:r>
    </w:p>
    <w:p w14:paraId="6B9B2F16" w14:textId="44F97970" w:rsidR="00881191" w:rsidRPr="00E56598" w:rsidRDefault="00881191" w:rsidP="00E56598">
      <w:pPr>
        <w:pStyle w:val="BodyText"/>
        <w:rPr>
          <w:rFonts w:ascii="Courier New" w:hAnsi="Courier New" w:cs="Courier New"/>
          <w:sz w:val="18"/>
          <w:szCs w:val="18"/>
        </w:rPr>
      </w:pPr>
    </w:p>
    <w:p w14:paraId="1250E43F" w14:textId="45A32608" w:rsidR="00E077C8" w:rsidRPr="00282F49" w:rsidRDefault="00E077C8" w:rsidP="00C472DC">
      <w:pPr>
        <w:pStyle w:val="Note"/>
      </w:pPr>
      <w:r w:rsidRPr="00C472DC">
        <w:t>NOTE</w:t>
      </w:r>
      <w:r w:rsidRPr="00C472DC">
        <w:tab/>
      </w:r>
      <w:r w:rsidR="004F20C6">
        <w:t>Usage of</w:t>
      </w:r>
      <w:r>
        <w:t xml:space="preserve"> the keyword </w:t>
      </w:r>
      <w:r w:rsidRPr="00E56598">
        <w:rPr>
          <w:rFonts w:ascii="Courier New" w:hAnsi="Courier New" w:cs="Courier New"/>
          <w:b/>
          <w:bCs/>
        </w:rPr>
        <w:t>break</w:t>
      </w:r>
      <w:r>
        <w:t xml:space="preserve"> to exit a clause within an</w:t>
      </w:r>
      <w:r w:rsidRPr="00E077C8">
        <w:rPr>
          <w:rFonts w:eastAsia="Times New Roman"/>
          <w:lang w:eastAsia="ko-KR"/>
        </w:rPr>
        <w:t xml:space="preserve"> </w:t>
      </w:r>
      <w:r w:rsidRPr="00282F49">
        <w:rPr>
          <w:rFonts w:eastAsia="Times New Roman"/>
          <w:lang w:eastAsia="ko-KR"/>
        </w:rPr>
        <w:t>if-then-else</w:t>
      </w:r>
      <w:r w:rsidRPr="00C472DC">
        <w:t xml:space="preserve"> </w:t>
      </w:r>
      <w:r>
        <w:t>construct</w:t>
      </w:r>
      <w:r w:rsidR="004F20C6">
        <w:t xml:space="preserve"> is not supported</w:t>
      </w:r>
      <w:r>
        <w:t>.</w:t>
      </w:r>
    </w:p>
    <w:p w14:paraId="3203B938" w14:textId="2558A9BC" w:rsidR="00127906" w:rsidRPr="00282F49" w:rsidRDefault="00FC5B32" w:rsidP="00127906">
      <w:pPr>
        <w:pStyle w:val="BodyText"/>
        <w:spacing w:after="220"/>
        <w:rPr>
          <w:rFonts w:eastAsia="Times New Roman"/>
          <w:lang w:eastAsia="ko-KR"/>
        </w:rPr>
      </w:pPr>
      <w:r>
        <w:rPr>
          <w:rFonts w:eastAsia="Times New Roman"/>
          <w:lang w:eastAsia="ko-KR"/>
        </w:rPr>
        <w:t>T</w:t>
      </w:r>
      <w:r w:rsidR="00127906" w:rsidRPr="00282F49">
        <w:rPr>
          <w:rFonts w:eastAsia="Times New Roman"/>
          <w:lang w:eastAsia="ko-KR"/>
        </w:rPr>
        <w:t xml:space="preserve">o facilitate cascades of if-then-else constructs, the </w:t>
      </w:r>
      <w:r w:rsidR="00127906" w:rsidRPr="00C73BB5">
        <w:rPr>
          <w:rFonts w:ascii="Courier New" w:eastAsia="Times New Roman" w:hAnsi="Courier New" w:cs="Courier New"/>
          <w:b/>
          <w:bCs/>
          <w:lang w:eastAsia="ko-KR"/>
        </w:rPr>
        <w:t>switch</w:t>
      </w:r>
      <w:r w:rsidR="00127906" w:rsidRPr="00282F49">
        <w:rPr>
          <w:rFonts w:eastAsia="Times New Roman"/>
          <w:lang w:eastAsia="ko-KR"/>
        </w:rPr>
        <w:t xml:space="preserve"> statement is also allowed.</w:t>
      </w:r>
    </w:p>
    <w:p w14:paraId="53E573B5" w14:textId="082A58F0" w:rsidR="00127906" w:rsidRPr="006D1923" w:rsidRDefault="00127906" w:rsidP="00064445">
      <w:pPr>
        <w:pStyle w:val="List"/>
        <w:keepLines/>
        <w:numPr>
          <w:ilvl w:val="0"/>
          <w:numId w:val="0"/>
        </w:numPr>
        <w:pBdr>
          <w:top w:val="single" w:sz="6" w:space="1" w:color="auto"/>
        </w:pBdr>
        <w:spacing w:after="160"/>
        <w:ind w:left="425" w:hanging="425"/>
        <w:rPr>
          <w:rStyle w:val="CharBold"/>
          <w:rFonts w:eastAsia="Times New Roman"/>
        </w:rPr>
      </w:pPr>
      <w:r w:rsidRPr="006D1923">
        <w:rPr>
          <w:rStyle w:val="CharBold"/>
          <w:rFonts w:eastAsia="Times New Roman"/>
        </w:rPr>
        <w:t xml:space="preserve">Rule FC.2: Flow </w:t>
      </w:r>
      <w:r w:rsidR="00FE206E">
        <w:rPr>
          <w:rStyle w:val="CharBold"/>
          <w:rFonts w:eastAsia="Times New Roman"/>
        </w:rPr>
        <w:t>c</w:t>
      </w:r>
      <w:r w:rsidRPr="006D1923">
        <w:rPr>
          <w:rStyle w:val="CharBold"/>
          <w:rFonts w:eastAsia="Times New Roman"/>
        </w:rPr>
        <w:t xml:space="preserve">ontrol </w:t>
      </w:r>
      <w:r w:rsidR="00FE206E">
        <w:rPr>
          <w:rStyle w:val="CharBold"/>
          <w:rFonts w:eastAsia="Times New Roman"/>
        </w:rPr>
        <w:t>u</w:t>
      </w:r>
      <w:r w:rsidRPr="006D1923">
        <w:rPr>
          <w:rStyle w:val="CharBold"/>
          <w:rFonts w:eastAsia="Times New Roman"/>
        </w:rPr>
        <w:t xml:space="preserve">sing </w:t>
      </w:r>
      <w:r w:rsidR="00FE206E">
        <w:rPr>
          <w:rStyle w:val="CharBold"/>
          <w:rFonts w:eastAsia="Times New Roman"/>
        </w:rPr>
        <w:t>s</w:t>
      </w:r>
      <w:r w:rsidRPr="006D1923">
        <w:rPr>
          <w:rStyle w:val="CharBold"/>
          <w:rFonts w:eastAsia="Times New Roman"/>
        </w:rPr>
        <w:t>witch</w:t>
      </w:r>
    </w:p>
    <w:p w14:paraId="2494C2D8" w14:textId="77777777" w:rsidR="00127906" w:rsidRPr="006D1923" w:rsidRDefault="00127906" w:rsidP="00064445">
      <w:pPr>
        <w:pStyle w:val="List3"/>
        <w:keepNext/>
        <w:keepLines/>
        <w:spacing w:after="0"/>
        <w:ind w:left="851"/>
        <w:jc w:val="left"/>
        <w:rPr>
          <w:rFonts w:eastAsia="Times New Roman"/>
        </w:rPr>
      </w:pPr>
      <w:r w:rsidRPr="006D1923">
        <w:rPr>
          <w:rStyle w:val="SDLkeyword"/>
          <w:rFonts w:eastAsia="Times New Roman"/>
        </w:rPr>
        <w:t>switch</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 xml:space="preserve"> </w:t>
      </w:r>
      <w:r w:rsidRPr="006D1923">
        <w:rPr>
          <w:rStyle w:val="SDLkeyword"/>
          <w:rFonts w:eastAsia="Times New Roman"/>
        </w:rPr>
        <w:t>{</w:t>
      </w:r>
    </w:p>
    <w:p w14:paraId="7A039502" w14:textId="62AEAB35" w:rsidR="00127906" w:rsidRPr="006D1923" w:rsidRDefault="00EF15CE" w:rsidP="00064445">
      <w:pPr>
        <w:pStyle w:val="List4"/>
        <w:keepNext/>
        <w:keepLines/>
        <w:spacing w:after="0"/>
        <w:ind w:left="851" w:firstLine="0"/>
        <w:jc w:val="left"/>
        <w:rPr>
          <w:rFonts w:eastAsia="Times New Roman"/>
        </w:rPr>
      </w:pPr>
      <w:r w:rsidRPr="006D1923" w:rsidDel="00EF15CE">
        <w:rPr>
          <w:rFonts w:eastAsia="Times New Roman"/>
        </w:rPr>
        <w:t xml:space="preserve"> </w:t>
      </w:r>
      <w:r w:rsidR="00127906" w:rsidRPr="00C73BB5">
        <w:rPr>
          <w:rFonts w:ascii="Courier New" w:eastAsia="Times New Roman" w:hAnsi="Courier New" w:cs="Courier New"/>
        </w:rPr>
        <w:t>[</w:t>
      </w:r>
      <w:r w:rsidR="00127906" w:rsidRPr="006D1923">
        <w:rPr>
          <w:rStyle w:val="SDLkeyword"/>
          <w:rFonts w:eastAsia="Times New Roman"/>
        </w:rPr>
        <w:t>case</w:t>
      </w:r>
      <w:r w:rsidR="00127906" w:rsidRPr="006D1923">
        <w:rPr>
          <w:rFonts w:eastAsia="Times New Roman"/>
        </w:rPr>
        <w:t xml:space="preserve"> </w:t>
      </w:r>
      <w:r w:rsidR="00127906" w:rsidRPr="006D1923">
        <w:rPr>
          <w:rStyle w:val="SDLattribute"/>
          <w:rFonts w:eastAsia="Times New Roman"/>
        </w:rPr>
        <w:t>label</w:t>
      </w:r>
      <w:r w:rsidR="00127906" w:rsidRPr="006D1923">
        <w:rPr>
          <w:rStyle w:val="SDLkeyword"/>
          <w:rFonts w:eastAsia="Times New Roman"/>
        </w:rPr>
        <w:t>:</w:t>
      </w:r>
      <w:r w:rsidR="00C56A1B">
        <w:rPr>
          <w:rFonts w:eastAsia="Times New Roman"/>
        </w:rPr>
        <w:br/>
      </w:r>
      <w:r w:rsidR="00C56A1B">
        <w:rPr>
          <w:rFonts w:eastAsia="Times New Roman"/>
        </w:rPr>
        <w:tab/>
      </w:r>
      <w:r w:rsidR="006A5A3B" w:rsidRPr="00C73BB5">
        <w:rPr>
          <w:rFonts w:ascii="Courier New" w:eastAsia="Times New Roman" w:hAnsi="Courier New" w:cs="Courier New"/>
        </w:rPr>
        <w:t>[</w:t>
      </w:r>
      <w:r w:rsidR="00127906" w:rsidRPr="006D1923">
        <w:rPr>
          <w:rFonts w:eastAsia="Times New Roman"/>
        </w:rPr>
        <w:t>…</w:t>
      </w:r>
      <w:r w:rsidR="001E6537">
        <w:rPr>
          <w:rFonts w:eastAsia="Times New Roman"/>
        </w:rPr>
        <w:t xml:space="preserve"> </w:t>
      </w:r>
      <w:r w:rsidR="006A5A3B" w:rsidRPr="00C73BB5">
        <w:rPr>
          <w:rFonts w:ascii="Courier New" w:eastAsia="Times New Roman" w:hAnsi="Courier New" w:cs="Courier New"/>
        </w:rPr>
        <w:t>]</w:t>
      </w:r>
      <w:r w:rsidR="00C56A1B">
        <w:rPr>
          <w:rFonts w:eastAsia="Times New Roman"/>
        </w:rPr>
        <w:br/>
      </w:r>
      <w:r w:rsidR="00C56A1B">
        <w:rPr>
          <w:rFonts w:eastAsia="Times New Roman"/>
        </w:rPr>
        <w:tab/>
      </w:r>
      <w:r w:rsidR="00AC46CB" w:rsidRPr="00C73BB5">
        <w:rPr>
          <w:rFonts w:ascii="Courier New" w:eastAsia="Times New Roman" w:hAnsi="Courier New" w:cs="Courier New"/>
        </w:rPr>
        <w:t>[</w:t>
      </w:r>
      <w:r w:rsidR="001E6537" w:rsidRPr="00C472DC">
        <w:rPr>
          <w:rStyle w:val="SDLkeyword"/>
        </w:rPr>
        <w:t>break;</w:t>
      </w:r>
      <w:r w:rsidR="00127906" w:rsidRPr="00C73BB5">
        <w:rPr>
          <w:rFonts w:ascii="Courier New" w:eastAsia="Times New Roman" w:hAnsi="Courier New" w:cs="Courier New"/>
        </w:rPr>
        <w:t>]</w:t>
      </w:r>
      <w:r w:rsidR="00AC46CB" w:rsidRPr="00C73BB5">
        <w:rPr>
          <w:rFonts w:ascii="Courier New" w:eastAsia="Times New Roman" w:hAnsi="Courier New" w:cs="Courier New"/>
        </w:rPr>
        <w:t>]</w:t>
      </w:r>
    </w:p>
    <w:p w14:paraId="60912EBC" w14:textId="61EAECA4" w:rsidR="0086626E" w:rsidRDefault="00EF15CE" w:rsidP="00064445">
      <w:pPr>
        <w:pStyle w:val="List4"/>
        <w:keepNext/>
        <w:keepLines/>
        <w:spacing w:after="0"/>
        <w:ind w:left="851" w:firstLine="0"/>
        <w:jc w:val="left"/>
        <w:rPr>
          <w:rStyle w:val="SDLkeyword"/>
          <w:rFonts w:eastAsia="Times New Roman"/>
        </w:rPr>
      </w:pPr>
      <w:r w:rsidRPr="006D1923" w:rsidDel="00EF15CE">
        <w:rPr>
          <w:rFonts w:eastAsia="Times New Roman"/>
        </w:rPr>
        <w:t xml:space="preserve"> </w:t>
      </w:r>
      <w:r w:rsidR="00127906" w:rsidRPr="00C73BB5">
        <w:rPr>
          <w:rFonts w:ascii="Courier New" w:eastAsia="Times New Roman" w:hAnsi="Courier New" w:cs="Courier New"/>
        </w:rPr>
        <w:t>[</w:t>
      </w:r>
      <w:r w:rsidR="00127906" w:rsidRPr="006D1923">
        <w:rPr>
          <w:rStyle w:val="SDLkeyword"/>
          <w:rFonts w:eastAsia="Times New Roman"/>
        </w:rPr>
        <w:t>default:</w:t>
      </w:r>
    </w:p>
    <w:p w14:paraId="767864EF" w14:textId="24DD7A2E" w:rsidR="00127906" w:rsidRPr="006D1923" w:rsidRDefault="0086626E" w:rsidP="00064445">
      <w:pPr>
        <w:pStyle w:val="List4"/>
        <w:keepNext/>
        <w:keepLines/>
        <w:spacing w:after="0"/>
        <w:ind w:left="851" w:firstLine="0"/>
        <w:jc w:val="left"/>
        <w:rPr>
          <w:rFonts w:eastAsia="Times New Roman"/>
        </w:rPr>
      </w:pPr>
      <w:r>
        <w:rPr>
          <w:rStyle w:val="SDLkeyword"/>
          <w:rFonts w:eastAsia="Times New Roman"/>
        </w:rPr>
        <w:tab/>
      </w:r>
      <w:r w:rsidR="006A5A3B" w:rsidRPr="00C73BB5">
        <w:rPr>
          <w:rFonts w:ascii="Courier New" w:eastAsia="Times New Roman" w:hAnsi="Courier New" w:cs="Courier New"/>
        </w:rPr>
        <w:t>[</w:t>
      </w:r>
      <w:r w:rsidR="00DE023E" w:rsidRPr="006D1923">
        <w:rPr>
          <w:rFonts w:eastAsia="Times New Roman"/>
        </w:rPr>
        <w:t>…</w:t>
      </w:r>
      <w:r w:rsidR="00127906" w:rsidRPr="00C73BB5">
        <w:rPr>
          <w:rFonts w:ascii="Courier New" w:eastAsia="Times New Roman" w:hAnsi="Courier New" w:cs="Courier New"/>
        </w:rPr>
        <w:t>]</w:t>
      </w:r>
      <w:r w:rsidR="006A5A3B" w:rsidRPr="00C73BB5">
        <w:rPr>
          <w:rFonts w:ascii="Courier New" w:eastAsia="Times New Roman" w:hAnsi="Courier New" w:cs="Courier New"/>
        </w:rPr>
        <w:t>]</w:t>
      </w:r>
    </w:p>
    <w:p w14:paraId="03C524BB" w14:textId="77777777" w:rsidR="00127906" w:rsidRPr="006D1923" w:rsidRDefault="00127906" w:rsidP="00064445">
      <w:pPr>
        <w:pStyle w:val="List3"/>
        <w:keepNext/>
        <w:keepLines/>
        <w:spacing w:after="0"/>
        <w:jc w:val="left"/>
        <w:rPr>
          <w:rStyle w:val="SDLkeyword"/>
          <w:rFonts w:eastAsia="Times New Roman"/>
        </w:rPr>
      </w:pPr>
      <w:r w:rsidRPr="006D1923">
        <w:rPr>
          <w:rStyle w:val="SDLkeyword"/>
          <w:rFonts w:eastAsia="Times New Roman"/>
        </w:rPr>
        <w:t>}</w:t>
      </w:r>
    </w:p>
    <w:p w14:paraId="3D1ECFCF" w14:textId="77777777" w:rsidR="00127906" w:rsidRDefault="00127906" w:rsidP="00127906">
      <w:pPr>
        <w:pStyle w:val="BodyText"/>
        <w:pBdr>
          <w:top w:val="single" w:sz="6" w:space="1" w:color="auto"/>
        </w:pBdr>
        <w:spacing w:after="0"/>
        <w:rPr>
          <w:rFonts w:eastAsia="Times New Roman"/>
          <w:lang w:eastAsia="ko-KR"/>
        </w:rPr>
      </w:pPr>
    </w:p>
    <w:p w14:paraId="3F5E7E2C" w14:textId="77777777" w:rsidR="006B0CDE" w:rsidRPr="007B54A5" w:rsidRDefault="006B0CDE" w:rsidP="006B0CDE">
      <w:pPr>
        <w:pStyle w:val="Example"/>
      </w:pPr>
      <w:r w:rsidRPr="007B54A5">
        <w:t xml:space="preserve">EXAMPLE </w:t>
      </w:r>
      <w:r w:rsidRPr="007B54A5">
        <w:sym w:font="Symbol" w:char="F0BE"/>
      </w:r>
      <w:r w:rsidRPr="007B54A5">
        <w:t xml:space="preserve"> </w:t>
      </w:r>
    </w:p>
    <w:p w14:paraId="271B2671" w14:textId="77777777" w:rsidR="006B0CDE" w:rsidRDefault="006B0CDE" w:rsidP="006B0CDE">
      <w:pPr>
        <w:pStyle w:val="SDLCode"/>
        <w:rPr>
          <w:rFonts w:eastAsia="Times New Roman" w:cs="Times New Roman"/>
          <w:lang w:val="en-GB"/>
        </w:rPr>
      </w:pPr>
      <w:r>
        <w:rPr>
          <w:rFonts w:eastAsia="Times New Roman" w:cs="Times New Roman"/>
          <w:lang w:val="en-GB"/>
        </w:rPr>
        <w:t>unsigned int(32) type;</w:t>
      </w:r>
    </w:p>
    <w:p w14:paraId="579E8954" w14:textId="77777777" w:rsidR="006B0CDE" w:rsidRPr="00282F49" w:rsidRDefault="006B0CDE" w:rsidP="006B0CDE">
      <w:pPr>
        <w:pStyle w:val="SDLCode"/>
        <w:rPr>
          <w:rFonts w:eastAsia="Times New Roman" w:cs="Times New Roman"/>
          <w:lang w:val="en-GB"/>
        </w:rPr>
      </w:pPr>
      <w:r>
        <w:rPr>
          <w:rFonts w:eastAsia="Times New Roman" w:cs="Times New Roman"/>
          <w:lang w:val="en-GB"/>
        </w:rPr>
        <w:t>switch(type)</w:t>
      </w:r>
      <w:r w:rsidRPr="00282F49">
        <w:rPr>
          <w:rFonts w:eastAsia="Times New Roman" w:cs="Times New Roman"/>
          <w:lang w:val="en-GB"/>
        </w:rPr>
        <w:t xml:space="preserve"> {</w:t>
      </w:r>
    </w:p>
    <w:p w14:paraId="780731E8" w14:textId="77777777" w:rsidR="006B0CDE" w:rsidRDefault="006B0CDE" w:rsidP="006B0CDE">
      <w:pPr>
        <w:pStyle w:val="SDLCode"/>
        <w:rPr>
          <w:rFonts w:eastAsia="Times New Roman" w:cs="Times New Roman"/>
          <w:lang w:val="en-GB"/>
        </w:rPr>
      </w:pPr>
      <w:r w:rsidRPr="00282F49">
        <w:rPr>
          <w:rFonts w:eastAsia="Times New Roman" w:cs="Times New Roman"/>
          <w:lang w:val="en-GB"/>
        </w:rPr>
        <w:tab/>
      </w:r>
      <w:r>
        <w:rPr>
          <w:rFonts w:eastAsia="Times New Roman" w:cs="Times New Roman"/>
          <w:lang w:val="en-GB"/>
        </w:rPr>
        <w:t>case 0:</w:t>
      </w:r>
    </w:p>
    <w:p w14:paraId="47127BAE" w14:textId="77777777" w:rsidR="006B0CDE" w:rsidRDefault="006B0CDE" w:rsidP="006B0CDE">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t>Foo f;</w:t>
      </w:r>
    </w:p>
    <w:p w14:paraId="2B1F995B" w14:textId="77777777" w:rsidR="006B0CDE" w:rsidRDefault="006B0CDE" w:rsidP="006B0CDE">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t>break;</w:t>
      </w:r>
    </w:p>
    <w:p w14:paraId="764AF50C" w14:textId="77777777" w:rsidR="006B0CDE" w:rsidRDefault="006B0CDE" w:rsidP="006B0CDE">
      <w:pPr>
        <w:pStyle w:val="SDLCode"/>
        <w:rPr>
          <w:rFonts w:eastAsia="Times New Roman" w:cs="Times New Roman"/>
          <w:lang w:val="en-GB"/>
        </w:rPr>
      </w:pPr>
      <w:r>
        <w:rPr>
          <w:rFonts w:eastAsia="Times New Roman" w:cs="Times New Roman"/>
          <w:lang w:val="en-GB"/>
        </w:rPr>
        <w:tab/>
        <w:t>case 1:</w:t>
      </w:r>
    </w:p>
    <w:p w14:paraId="34A7C805" w14:textId="77777777" w:rsidR="006B0CDE" w:rsidRDefault="006B0CDE" w:rsidP="006B0CDE">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t>Bar b;</w:t>
      </w:r>
    </w:p>
    <w:p w14:paraId="23B128A2" w14:textId="77777777" w:rsidR="006B0CDE" w:rsidRDefault="006B0CDE" w:rsidP="006B0CDE">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t>break;</w:t>
      </w:r>
    </w:p>
    <w:p w14:paraId="5E7086E5" w14:textId="77777777" w:rsidR="006B0CDE" w:rsidRDefault="006B0CDE" w:rsidP="006B0CDE">
      <w:pPr>
        <w:pStyle w:val="SDLCode"/>
        <w:rPr>
          <w:rFonts w:eastAsia="Times New Roman" w:cs="Times New Roman"/>
          <w:lang w:val="en-GB"/>
        </w:rPr>
      </w:pPr>
      <w:r>
        <w:rPr>
          <w:rFonts w:eastAsia="Times New Roman" w:cs="Times New Roman"/>
          <w:lang w:val="en-GB"/>
        </w:rPr>
        <w:tab/>
        <w:t>default:</w:t>
      </w:r>
    </w:p>
    <w:p w14:paraId="1DF3FA4D" w14:textId="45D5BBB3" w:rsidR="006B0CDE" w:rsidRPr="00282F49" w:rsidRDefault="006B0CDE" w:rsidP="006B0CDE">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r>
      <w:r w:rsidR="00592201">
        <w:rPr>
          <w:rFonts w:eastAsia="Times New Roman" w:cs="Times New Roman"/>
          <w:lang w:val="en-GB"/>
        </w:rPr>
        <w:t>Moo</w:t>
      </w:r>
      <w:r>
        <w:rPr>
          <w:rFonts w:eastAsia="Times New Roman" w:cs="Times New Roman"/>
          <w:lang w:val="en-GB"/>
        </w:rPr>
        <w:t xml:space="preserve"> </w:t>
      </w:r>
      <w:r w:rsidR="00592201">
        <w:rPr>
          <w:rFonts w:eastAsia="Times New Roman" w:cs="Times New Roman"/>
          <w:lang w:val="en-GB"/>
        </w:rPr>
        <w:t>m</w:t>
      </w:r>
      <w:r>
        <w:rPr>
          <w:rFonts w:eastAsia="Times New Roman" w:cs="Times New Roman"/>
          <w:lang w:val="en-GB"/>
        </w:rPr>
        <w:t>;</w:t>
      </w:r>
    </w:p>
    <w:p w14:paraId="5B0437BB" w14:textId="43BCE5AF" w:rsidR="006B0CDE" w:rsidRDefault="006B0CDE" w:rsidP="008A1A8D">
      <w:pPr>
        <w:pStyle w:val="SDLCode"/>
        <w:rPr>
          <w:rFonts w:eastAsia="Times New Roman" w:cs="Times New Roman"/>
          <w:lang w:val="en-GB"/>
        </w:rPr>
      </w:pPr>
      <w:r w:rsidRPr="00064445">
        <w:rPr>
          <w:rFonts w:eastAsia="Times New Roman" w:cs="Times New Roman"/>
          <w:lang w:val="en-GB"/>
        </w:rPr>
        <w:t>}</w:t>
      </w:r>
    </w:p>
    <w:p w14:paraId="7EAD733C" w14:textId="77777777" w:rsidR="008A1A8D" w:rsidRPr="00E56598" w:rsidRDefault="008A1A8D" w:rsidP="00E56598">
      <w:pPr>
        <w:pStyle w:val="SDLCode"/>
        <w:rPr>
          <w:rFonts w:eastAsia="Times New Roman"/>
        </w:rPr>
      </w:pPr>
    </w:p>
    <w:p w14:paraId="164B0E1C" w14:textId="0DBDBDA0" w:rsidR="00CF2A85" w:rsidRDefault="006B0CDE" w:rsidP="006B0CDE">
      <w:pPr>
        <w:pStyle w:val="BodyText"/>
        <w:rPr>
          <w:lang w:eastAsia="ko-KR"/>
        </w:rPr>
      </w:pPr>
      <w:r>
        <w:rPr>
          <w:lang w:eastAsia="ko-KR"/>
        </w:rPr>
        <w:t xml:space="preserve">If the </w:t>
      </w:r>
      <w:r w:rsidRPr="00E56598">
        <w:rPr>
          <w:rFonts w:ascii="Courier New" w:hAnsi="Courier New" w:cs="Courier New"/>
          <w:b/>
          <w:bCs/>
          <w:lang w:eastAsia="ko-KR"/>
        </w:rPr>
        <w:t>break</w:t>
      </w:r>
      <w:r>
        <w:rPr>
          <w:lang w:eastAsia="ko-KR"/>
        </w:rPr>
        <w:t xml:space="preserve"> keyword is not encountered, then the flow will continue onto the next labelled clause. </w:t>
      </w:r>
      <w:r w:rsidR="00C376C7">
        <w:rPr>
          <w:lang w:eastAsia="ko-KR"/>
        </w:rPr>
        <w:t xml:space="preserve">The </w:t>
      </w:r>
      <w:r w:rsidR="00C376C7" w:rsidRPr="00E56598">
        <w:rPr>
          <w:rFonts w:ascii="Courier New" w:hAnsi="Courier New" w:cs="Courier New"/>
          <w:b/>
          <w:bCs/>
          <w:lang w:eastAsia="ko-KR"/>
        </w:rPr>
        <w:t>case</w:t>
      </w:r>
      <w:r w:rsidR="00C376C7">
        <w:rPr>
          <w:lang w:eastAsia="ko-KR"/>
        </w:rPr>
        <w:t xml:space="preserve"> and the </w:t>
      </w:r>
      <w:r w:rsidR="00C376C7" w:rsidRPr="00E56598">
        <w:rPr>
          <w:rFonts w:ascii="Courier New" w:hAnsi="Courier New" w:cs="Courier New"/>
          <w:b/>
          <w:bCs/>
          <w:lang w:eastAsia="ko-KR"/>
        </w:rPr>
        <w:t>default</w:t>
      </w:r>
      <w:r w:rsidR="00C376C7">
        <w:rPr>
          <w:lang w:eastAsia="ko-KR"/>
        </w:rPr>
        <w:t xml:space="preserve"> </w:t>
      </w:r>
      <w:r>
        <w:rPr>
          <w:lang w:eastAsia="ko-KR"/>
        </w:rPr>
        <w:t xml:space="preserve">clauses </w:t>
      </w:r>
      <w:r w:rsidR="00C376C7">
        <w:rPr>
          <w:lang w:eastAsia="ko-KR"/>
        </w:rPr>
        <w:t xml:space="preserve">may be </w:t>
      </w:r>
      <w:r w:rsidR="00A8249D">
        <w:rPr>
          <w:lang w:eastAsia="ko-KR"/>
        </w:rPr>
        <w:t>optionally placed in</w:t>
      </w:r>
      <w:r>
        <w:rPr>
          <w:lang w:eastAsia="ko-KR"/>
        </w:rPr>
        <w:t xml:space="preserve"> braces</w:t>
      </w:r>
      <w:r w:rsidR="00A8249D">
        <w:rPr>
          <w:lang w:eastAsia="ko-KR"/>
        </w:rPr>
        <w:t xml:space="preserve"> ‘</w:t>
      </w:r>
      <w:r w:rsidR="00A8249D" w:rsidRPr="00C472DC">
        <w:rPr>
          <w:rStyle w:val="codeChar"/>
        </w:rPr>
        <w:t>{</w:t>
      </w:r>
      <w:r w:rsidR="00A8249D">
        <w:rPr>
          <w:lang w:eastAsia="ko-KR"/>
        </w:rPr>
        <w:t>’ and ‘</w:t>
      </w:r>
      <w:r w:rsidR="00A8249D" w:rsidRPr="00C472DC">
        <w:rPr>
          <w:rStyle w:val="codeChar"/>
        </w:rPr>
        <w:t>}</w:t>
      </w:r>
      <w:r w:rsidR="00A8249D">
        <w:rPr>
          <w:lang w:eastAsia="ko-KR"/>
        </w:rPr>
        <w:t>’</w:t>
      </w:r>
      <w:r>
        <w:rPr>
          <w:lang w:eastAsia="ko-KR"/>
        </w:rPr>
        <w:t xml:space="preserve"> and this has no effect on the conditional flow. For example:</w:t>
      </w:r>
    </w:p>
    <w:p w14:paraId="6AF8F0EF" w14:textId="77777777" w:rsidR="006B0CDE" w:rsidRPr="007B54A5" w:rsidRDefault="006B0CDE" w:rsidP="006B0CDE">
      <w:pPr>
        <w:pStyle w:val="Example"/>
      </w:pPr>
      <w:r w:rsidRPr="007B54A5">
        <w:t xml:space="preserve">EXAMPLE </w:t>
      </w:r>
      <w:r w:rsidRPr="007B54A5">
        <w:sym w:font="Symbol" w:char="F0BE"/>
      </w:r>
      <w:r w:rsidRPr="007B54A5">
        <w:t xml:space="preserve"> </w:t>
      </w:r>
    </w:p>
    <w:p w14:paraId="6B3FE3CD" w14:textId="77777777" w:rsidR="006B0CDE" w:rsidRDefault="006B0CDE" w:rsidP="006B0CDE">
      <w:pPr>
        <w:pStyle w:val="SDLCode"/>
        <w:rPr>
          <w:rFonts w:eastAsia="Times New Roman" w:cs="Times New Roman"/>
          <w:lang w:val="en-GB"/>
        </w:rPr>
      </w:pPr>
      <w:r>
        <w:rPr>
          <w:rFonts w:eastAsia="Times New Roman" w:cs="Times New Roman"/>
          <w:lang w:val="en-GB"/>
        </w:rPr>
        <w:t>unsigned int(32) type;</w:t>
      </w:r>
    </w:p>
    <w:p w14:paraId="0D132DBB" w14:textId="77777777" w:rsidR="006B0CDE" w:rsidRPr="00282F49" w:rsidRDefault="006B0CDE" w:rsidP="006B0CDE">
      <w:pPr>
        <w:pStyle w:val="SDLCode"/>
        <w:rPr>
          <w:rFonts w:eastAsia="Times New Roman" w:cs="Times New Roman"/>
          <w:lang w:val="en-GB"/>
        </w:rPr>
      </w:pPr>
      <w:r>
        <w:rPr>
          <w:rFonts w:eastAsia="Times New Roman" w:cs="Times New Roman"/>
          <w:lang w:val="en-GB"/>
        </w:rPr>
        <w:t>switch(type)</w:t>
      </w:r>
      <w:r w:rsidRPr="00282F49">
        <w:rPr>
          <w:rFonts w:eastAsia="Times New Roman" w:cs="Times New Roman"/>
          <w:lang w:val="en-GB"/>
        </w:rPr>
        <w:t xml:space="preserve"> {</w:t>
      </w:r>
    </w:p>
    <w:p w14:paraId="57038B76" w14:textId="658C6E80" w:rsidR="0047214F" w:rsidRDefault="0047214F" w:rsidP="0047214F">
      <w:pPr>
        <w:pStyle w:val="SDLCode"/>
        <w:rPr>
          <w:rFonts w:eastAsia="Times New Roman" w:cs="Times New Roman"/>
          <w:lang w:val="en-GB"/>
        </w:rPr>
      </w:pPr>
      <w:r w:rsidRPr="00282F49">
        <w:rPr>
          <w:rFonts w:eastAsia="Times New Roman" w:cs="Times New Roman"/>
          <w:lang w:val="en-GB"/>
        </w:rPr>
        <w:tab/>
      </w:r>
      <w:r>
        <w:rPr>
          <w:rFonts w:eastAsia="Times New Roman" w:cs="Times New Roman"/>
          <w:lang w:val="en-GB"/>
        </w:rPr>
        <w:t>case 0:</w:t>
      </w:r>
    </w:p>
    <w:p w14:paraId="385968CD" w14:textId="27AF2A61" w:rsidR="0047214F" w:rsidRDefault="0047214F" w:rsidP="0047214F">
      <w:pPr>
        <w:pStyle w:val="SDLCode"/>
        <w:rPr>
          <w:rFonts w:eastAsia="Times New Roman" w:cs="Times New Roman"/>
          <w:lang w:val="en-GB"/>
        </w:rPr>
      </w:pPr>
      <w:r>
        <w:rPr>
          <w:rFonts w:eastAsia="Times New Roman" w:cs="Times New Roman"/>
          <w:lang w:val="en-GB"/>
        </w:rPr>
        <w:t xml:space="preserve">      // flow through to case 1</w:t>
      </w:r>
    </w:p>
    <w:p w14:paraId="4AC668AF" w14:textId="77777777" w:rsidR="0047214F" w:rsidRDefault="0047214F" w:rsidP="0047214F">
      <w:pPr>
        <w:pStyle w:val="SDLCode"/>
        <w:rPr>
          <w:rFonts w:eastAsia="Times New Roman" w:cs="Times New Roman"/>
          <w:lang w:val="en-GB"/>
        </w:rPr>
      </w:pPr>
    </w:p>
    <w:p w14:paraId="33CE14F5" w14:textId="565669EE" w:rsidR="006B0CDE" w:rsidRDefault="006B0CDE" w:rsidP="006B0CDE">
      <w:pPr>
        <w:pStyle w:val="SDLCode"/>
        <w:rPr>
          <w:rFonts w:eastAsia="Times New Roman" w:cs="Times New Roman"/>
          <w:lang w:val="en-GB"/>
        </w:rPr>
      </w:pPr>
      <w:r w:rsidRPr="00282F49">
        <w:rPr>
          <w:rFonts w:eastAsia="Times New Roman" w:cs="Times New Roman"/>
          <w:lang w:val="en-GB"/>
        </w:rPr>
        <w:tab/>
      </w:r>
      <w:r>
        <w:rPr>
          <w:rFonts w:eastAsia="Times New Roman" w:cs="Times New Roman"/>
          <w:lang w:val="en-GB"/>
        </w:rPr>
        <w:t xml:space="preserve">case </w:t>
      </w:r>
      <w:r w:rsidR="0047214F">
        <w:rPr>
          <w:rFonts w:eastAsia="Times New Roman" w:cs="Times New Roman"/>
          <w:lang w:val="en-GB"/>
        </w:rPr>
        <w:t>1</w:t>
      </w:r>
      <w:r>
        <w:rPr>
          <w:rFonts w:eastAsia="Times New Roman" w:cs="Times New Roman"/>
          <w:lang w:val="en-GB"/>
        </w:rPr>
        <w:t>: {</w:t>
      </w:r>
    </w:p>
    <w:p w14:paraId="0406D36C" w14:textId="447612A0" w:rsidR="006B0CDE" w:rsidRDefault="006B0CDE" w:rsidP="006B0CDE">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r>
      <w:r>
        <w:rPr>
          <w:rFonts w:eastAsia="Times New Roman" w:cs="Times New Roman"/>
          <w:lang w:val="en-GB"/>
        </w:rPr>
        <w:tab/>
        <w:t>Foo f1;</w:t>
      </w:r>
    </w:p>
    <w:p w14:paraId="762B5A06" w14:textId="759C8E95" w:rsidR="006B0CDE" w:rsidRDefault="006B0CDE" w:rsidP="006B0CDE">
      <w:pPr>
        <w:pStyle w:val="SDLCode"/>
        <w:rPr>
          <w:rFonts w:eastAsia="Times New Roman" w:cs="Times New Roman"/>
          <w:lang w:val="en-GB"/>
        </w:rPr>
      </w:pPr>
      <w:r>
        <w:rPr>
          <w:rFonts w:eastAsia="Times New Roman" w:cs="Times New Roman"/>
          <w:lang w:val="en-GB"/>
        </w:rPr>
        <w:t xml:space="preserve">     }</w:t>
      </w:r>
      <w:r>
        <w:rPr>
          <w:rFonts w:eastAsia="Times New Roman" w:cs="Times New Roman"/>
          <w:lang w:val="en-GB"/>
        </w:rPr>
        <w:tab/>
        <w:t>// brace scope has no effect</w:t>
      </w:r>
    </w:p>
    <w:p w14:paraId="46A94251" w14:textId="719FAF20" w:rsidR="006B0CDE" w:rsidRDefault="006B0CDE" w:rsidP="006B0CDE">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t xml:space="preserve">Foo f2; </w:t>
      </w:r>
    </w:p>
    <w:p w14:paraId="14E9969A" w14:textId="3324B46F" w:rsidR="006B0CDE" w:rsidRDefault="006B0CDE" w:rsidP="006B0CDE">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t xml:space="preserve">// flow through to case </w:t>
      </w:r>
      <w:r w:rsidR="0047214F">
        <w:rPr>
          <w:rFonts w:eastAsia="Times New Roman" w:cs="Times New Roman"/>
          <w:lang w:val="en-GB"/>
        </w:rPr>
        <w:t>2</w:t>
      </w:r>
    </w:p>
    <w:p w14:paraId="71BB484C" w14:textId="77777777" w:rsidR="0047214F" w:rsidRDefault="0047214F" w:rsidP="006B0CDE">
      <w:pPr>
        <w:pStyle w:val="SDLCode"/>
        <w:rPr>
          <w:rFonts w:eastAsia="Times New Roman" w:cs="Times New Roman"/>
          <w:lang w:val="en-GB"/>
        </w:rPr>
      </w:pPr>
    </w:p>
    <w:p w14:paraId="6043468B" w14:textId="362461E0" w:rsidR="006B0CDE" w:rsidRDefault="006B0CDE" w:rsidP="006B0CDE">
      <w:pPr>
        <w:pStyle w:val="SDLCode"/>
        <w:rPr>
          <w:rFonts w:eastAsia="Times New Roman" w:cs="Times New Roman"/>
          <w:lang w:val="en-GB"/>
        </w:rPr>
      </w:pPr>
      <w:r>
        <w:rPr>
          <w:rFonts w:eastAsia="Times New Roman" w:cs="Times New Roman"/>
          <w:lang w:val="en-GB"/>
        </w:rPr>
        <w:tab/>
        <w:t xml:space="preserve">case </w:t>
      </w:r>
      <w:r w:rsidR="0047214F">
        <w:rPr>
          <w:rFonts w:eastAsia="Times New Roman" w:cs="Times New Roman"/>
          <w:lang w:val="en-GB"/>
        </w:rPr>
        <w:t>2</w:t>
      </w:r>
      <w:r>
        <w:rPr>
          <w:rFonts w:eastAsia="Times New Roman" w:cs="Times New Roman"/>
          <w:lang w:val="en-GB"/>
        </w:rPr>
        <w:t>: {</w:t>
      </w:r>
    </w:p>
    <w:p w14:paraId="0FF62FF8" w14:textId="0BE56F8C" w:rsidR="006B0CDE" w:rsidRDefault="006B0CDE" w:rsidP="006B0CDE">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t xml:space="preserve">  Bar b1;</w:t>
      </w:r>
    </w:p>
    <w:p w14:paraId="78D25E40" w14:textId="2B3560EA" w:rsidR="006B0CDE" w:rsidRDefault="006B0CDE" w:rsidP="006B0CDE">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t xml:space="preserve">  Bar b2;</w:t>
      </w:r>
    </w:p>
    <w:p w14:paraId="729AFF07" w14:textId="7B12B8E5" w:rsidR="006B0CDE" w:rsidRDefault="006B0CDE" w:rsidP="006B0CDE">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t xml:space="preserve">  break;</w:t>
      </w:r>
    </w:p>
    <w:p w14:paraId="1794FEA5" w14:textId="0A62DB7D" w:rsidR="006B0CDE" w:rsidRDefault="006B0CDE" w:rsidP="006B0CDE">
      <w:pPr>
        <w:pStyle w:val="SDLCode"/>
        <w:rPr>
          <w:rFonts w:eastAsia="Times New Roman" w:cs="Times New Roman"/>
          <w:lang w:val="en-GB"/>
        </w:rPr>
      </w:pPr>
      <w:r>
        <w:rPr>
          <w:rFonts w:eastAsia="Times New Roman" w:cs="Times New Roman"/>
          <w:lang w:val="en-GB"/>
        </w:rPr>
        <w:t xml:space="preserve">     } // brace scope has no effect</w:t>
      </w:r>
    </w:p>
    <w:p w14:paraId="35CF4BB6" w14:textId="06F1B5B9" w:rsidR="0074639A" w:rsidRDefault="0074639A" w:rsidP="006B0CDE">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t>// no flow through to default</w:t>
      </w:r>
    </w:p>
    <w:p w14:paraId="3F36A9C0" w14:textId="77777777" w:rsidR="006B0CDE" w:rsidRDefault="006B0CDE" w:rsidP="006B0CDE">
      <w:pPr>
        <w:pStyle w:val="SDLCode"/>
        <w:rPr>
          <w:rFonts w:eastAsia="Times New Roman" w:cs="Times New Roman"/>
          <w:lang w:val="en-GB"/>
        </w:rPr>
      </w:pPr>
      <w:r>
        <w:rPr>
          <w:rFonts w:eastAsia="Times New Roman" w:cs="Times New Roman"/>
          <w:lang w:val="en-GB"/>
        </w:rPr>
        <w:tab/>
        <w:t>default:</w:t>
      </w:r>
    </w:p>
    <w:p w14:paraId="2F1B0E7B" w14:textId="02E4E01C" w:rsidR="006B0CDE" w:rsidRPr="00282F49" w:rsidRDefault="006B0CDE" w:rsidP="006B0CDE">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r>
      <w:r w:rsidR="00592201">
        <w:rPr>
          <w:rFonts w:eastAsia="Times New Roman" w:cs="Times New Roman"/>
          <w:lang w:val="en-GB"/>
        </w:rPr>
        <w:t>Moo</w:t>
      </w:r>
      <w:r>
        <w:rPr>
          <w:rFonts w:eastAsia="Times New Roman" w:cs="Times New Roman"/>
          <w:lang w:val="en-GB"/>
        </w:rPr>
        <w:t xml:space="preserve"> </w:t>
      </w:r>
      <w:r w:rsidR="00592201">
        <w:rPr>
          <w:rFonts w:eastAsia="Times New Roman" w:cs="Times New Roman"/>
          <w:lang w:val="en-GB"/>
        </w:rPr>
        <w:t>m</w:t>
      </w:r>
      <w:r>
        <w:rPr>
          <w:rFonts w:eastAsia="Times New Roman" w:cs="Times New Roman"/>
          <w:lang w:val="en-GB"/>
        </w:rPr>
        <w:t>;</w:t>
      </w:r>
    </w:p>
    <w:p w14:paraId="4054139B" w14:textId="46137D96" w:rsidR="00052005" w:rsidRDefault="006B0CDE">
      <w:pPr>
        <w:pStyle w:val="SDLCode"/>
        <w:rPr>
          <w:rFonts w:eastAsia="Times New Roman" w:cs="Times New Roman"/>
          <w:lang w:val="en-GB"/>
        </w:rPr>
      </w:pPr>
      <w:r w:rsidRPr="00064445">
        <w:rPr>
          <w:rFonts w:eastAsia="Times New Roman" w:cs="Times New Roman"/>
          <w:lang w:val="en-GB"/>
        </w:rPr>
        <w:t>}</w:t>
      </w:r>
    </w:p>
    <w:p w14:paraId="55A04613" w14:textId="77777777" w:rsidR="00385C79" w:rsidRPr="00E56598" w:rsidRDefault="00385C79" w:rsidP="00E56598">
      <w:pPr>
        <w:pStyle w:val="SDLCode"/>
        <w:rPr>
          <w:rFonts w:eastAsia="Times New Roman"/>
        </w:rPr>
      </w:pPr>
    </w:p>
    <w:p w14:paraId="701809B7" w14:textId="6154E023" w:rsidR="00D11E34" w:rsidRDefault="00D11E34" w:rsidP="00F84023">
      <w:pPr>
        <w:pStyle w:val="Heading2"/>
      </w:pPr>
      <w:bookmarkStart w:id="183" w:name="_Toc148992213"/>
      <w:bookmarkStart w:id="184" w:name="_Toc150339404"/>
      <w:bookmarkStart w:id="185" w:name="_Toc150339489"/>
      <w:bookmarkStart w:id="186" w:name="_Toc150339572"/>
      <w:bookmarkStart w:id="187" w:name="_Toc150339739"/>
      <w:bookmarkStart w:id="188" w:name="_Toc150443149"/>
      <w:bookmarkStart w:id="189" w:name="_Toc148992214"/>
      <w:bookmarkStart w:id="190" w:name="_Toc150339405"/>
      <w:bookmarkStart w:id="191" w:name="_Toc150339490"/>
      <w:bookmarkStart w:id="192" w:name="_Toc150339573"/>
      <w:bookmarkStart w:id="193" w:name="_Toc150339740"/>
      <w:bookmarkStart w:id="194" w:name="_Toc150443150"/>
      <w:bookmarkStart w:id="195" w:name="_Toc148992215"/>
      <w:bookmarkStart w:id="196" w:name="_Toc150339406"/>
      <w:bookmarkStart w:id="197" w:name="_Toc150339491"/>
      <w:bookmarkStart w:id="198" w:name="_Toc150339574"/>
      <w:bookmarkStart w:id="199" w:name="_Toc150339741"/>
      <w:bookmarkStart w:id="200" w:name="_Toc150443151"/>
      <w:bookmarkStart w:id="201" w:name="_Toc148992216"/>
      <w:bookmarkStart w:id="202" w:name="_Toc150339407"/>
      <w:bookmarkStart w:id="203" w:name="_Toc150339492"/>
      <w:bookmarkStart w:id="204" w:name="_Toc150339575"/>
      <w:bookmarkStart w:id="205" w:name="_Toc150339742"/>
      <w:bookmarkStart w:id="206" w:name="_Toc150443152"/>
      <w:bookmarkStart w:id="207" w:name="_Toc148992217"/>
      <w:bookmarkStart w:id="208" w:name="_Toc150339408"/>
      <w:bookmarkStart w:id="209" w:name="_Toc150339493"/>
      <w:bookmarkStart w:id="210" w:name="_Toc150339576"/>
      <w:bookmarkStart w:id="211" w:name="_Toc150339743"/>
      <w:bookmarkStart w:id="212" w:name="_Toc150443153"/>
      <w:bookmarkStart w:id="213" w:name="_Toc148992218"/>
      <w:bookmarkStart w:id="214" w:name="_Toc150339409"/>
      <w:bookmarkStart w:id="215" w:name="_Toc150339494"/>
      <w:bookmarkStart w:id="216" w:name="_Toc150339577"/>
      <w:bookmarkStart w:id="217" w:name="_Toc150339744"/>
      <w:bookmarkStart w:id="218" w:name="_Toc150443154"/>
      <w:bookmarkStart w:id="219" w:name="_Toc148992219"/>
      <w:bookmarkStart w:id="220" w:name="_Toc150339410"/>
      <w:bookmarkStart w:id="221" w:name="_Toc150339495"/>
      <w:bookmarkStart w:id="222" w:name="_Toc150339578"/>
      <w:bookmarkStart w:id="223" w:name="_Toc150339745"/>
      <w:bookmarkStart w:id="224" w:name="_Toc150443155"/>
      <w:bookmarkStart w:id="225" w:name="_Toc148992220"/>
      <w:bookmarkStart w:id="226" w:name="_Toc150339411"/>
      <w:bookmarkStart w:id="227" w:name="_Toc150339496"/>
      <w:bookmarkStart w:id="228" w:name="_Toc150339579"/>
      <w:bookmarkStart w:id="229" w:name="_Toc150339746"/>
      <w:bookmarkStart w:id="230" w:name="_Toc150443156"/>
      <w:bookmarkStart w:id="231" w:name="_Toc148992221"/>
      <w:bookmarkStart w:id="232" w:name="_Toc150339412"/>
      <w:bookmarkStart w:id="233" w:name="_Toc150339497"/>
      <w:bookmarkStart w:id="234" w:name="_Toc150339580"/>
      <w:bookmarkStart w:id="235" w:name="_Toc150339747"/>
      <w:bookmarkStart w:id="236" w:name="_Toc150443157"/>
      <w:bookmarkStart w:id="237" w:name="_Toc148992222"/>
      <w:bookmarkStart w:id="238" w:name="_Toc150339413"/>
      <w:bookmarkStart w:id="239" w:name="_Toc150339498"/>
      <w:bookmarkStart w:id="240" w:name="_Toc150339581"/>
      <w:bookmarkStart w:id="241" w:name="_Toc150339748"/>
      <w:bookmarkStart w:id="242" w:name="_Toc150443158"/>
      <w:bookmarkStart w:id="243" w:name="_Toc148992223"/>
      <w:bookmarkStart w:id="244" w:name="_Toc150339414"/>
      <w:bookmarkStart w:id="245" w:name="_Toc150339499"/>
      <w:bookmarkStart w:id="246" w:name="_Toc150339582"/>
      <w:bookmarkStart w:id="247" w:name="_Toc150339749"/>
      <w:bookmarkStart w:id="248" w:name="_Toc150443159"/>
      <w:bookmarkStart w:id="249" w:name="_Toc148992224"/>
      <w:bookmarkStart w:id="250" w:name="_Toc150339415"/>
      <w:bookmarkStart w:id="251" w:name="_Toc150339500"/>
      <w:bookmarkStart w:id="252" w:name="_Toc150339583"/>
      <w:bookmarkStart w:id="253" w:name="_Toc150339750"/>
      <w:bookmarkStart w:id="254" w:name="_Toc150443160"/>
      <w:bookmarkStart w:id="255" w:name="_Toc148992225"/>
      <w:bookmarkStart w:id="256" w:name="_Toc150339416"/>
      <w:bookmarkStart w:id="257" w:name="_Toc150339501"/>
      <w:bookmarkStart w:id="258" w:name="_Toc150339584"/>
      <w:bookmarkStart w:id="259" w:name="_Toc150339751"/>
      <w:bookmarkStart w:id="260" w:name="_Toc150443161"/>
      <w:bookmarkStart w:id="261" w:name="_Toc148992226"/>
      <w:bookmarkStart w:id="262" w:name="_Toc150339417"/>
      <w:bookmarkStart w:id="263" w:name="_Toc150339502"/>
      <w:bookmarkStart w:id="264" w:name="_Toc150339585"/>
      <w:bookmarkStart w:id="265" w:name="_Toc150339752"/>
      <w:bookmarkStart w:id="266" w:name="_Toc150443162"/>
      <w:bookmarkStart w:id="267" w:name="_Toc150443163"/>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t>Loops</w:t>
      </w:r>
      <w:bookmarkEnd w:id="267"/>
    </w:p>
    <w:p w14:paraId="621702AD" w14:textId="37F304CF" w:rsidR="00127906" w:rsidRDefault="005A0C81" w:rsidP="00127906">
      <w:pPr>
        <w:pStyle w:val="BodyText"/>
        <w:spacing w:after="220"/>
        <w:rPr>
          <w:rFonts w:eastAsia="Times New Roman"/>
          <w:lang w:eastAsia="ko-KR"/>
        </w:rPr>
      </w:pPr>
      <w:r>
        <w:rPr>
          <w:rFonts w:eastAsia="Times New Roman"/>
          <w:lang w:eastAsia="ko-KR"/>
        </w:rPr>
        <w:t>C</w:t>
      </w:r>
      <w:r w:rsidR="00127906" w:rsidRPr="00282F49">
        <w:rPr>
          <w:rFonts w:eastAsia="Times New Roman"/>
          <w:lang w:eastAsia="ko-KR"/>
        </w:rPr>
        <w:t xml:space="preserve">ontext-sensitive </w:t>
      </w:r>
      <w:r w:rsidR="00E70496">
        <w:rPr>
          <w:rFonts w:eastAsia="Times New Roman"/>
          <w:lang w:eastAsia="ko-KR"/>
        </w:rPr>
        <w:t>constructs</w:t>
      </w:r>
      <w:r w:rsidR="00E70496" w:rsidRPr="00282F49">
        <w:rPr>
          <w:rFonts w:eastAsia="Times New Roman"/>
          <w:lang w:eastAsia="ko-KR"/>
        </w:rPr>
        <w:t xml:space="preserve"> </w:t>
      </w:r>
      <w:r>
        <w:rPr>
          <w:rFonts w:eastAsia="Times New Roman"/>
          <w:lang w:eastAsia="ko-KR"/>
        </w:rPr>
        <w:t xml:space="preserve">are </w:t>
      </w:r>
      <w:r w:rsidR="00127906" w:rsidRPr="00282F49">
        <w:rPr>
          <w:rFonts w:eastAsia="Times New Roman"/>
          <w:lang w:eastAsia="ko-KR"/>
        </w:rPr>
        <w:t xml:space="preserve">also </w:t>
      </w:r>
      <w:r>
        <w:rPr>
          <w:rFonts w:eastAsia="Times New Roman"/>
          <w:lang w:eastAsia="ko-KR"/>
        </w:rPr>
        <w:t xml:space="preserve">provided for </w:t>
      </w:r>
      <w:r w:rsidR="000C26E4">
        <w:rPr>
          <w:rFonts w:eastAsia="Times New Roman"/>
          <w:lang w:eastAsia="ko-KR"/>
        </w:rPr>
        <w:t>iterative parsing</w:t>
      </w:r>
      <w:r w:rsidR="00127906" w:rsidRPr="00282F49">
        <w:rPr>
          <w:rFonts w:eastAsia="Times New Roman"/>
          <w:lang w:eastAsia="ko-KR"/>
        </w:rPr>
        <w:t>. These</w:t>
      </w:r>
      <w:r w:rsidR="00107163">
        <w:rPr>
          <w:rFonts w:eastAsia="Times New Roman"/>
          <w:lang w:eastAsia="ko-KR"/>
        </w:rPr>
        <w:t xml:space="preserve"> constructs</w:t>
      </w:r>
      <w:r w:rsidR="00127906" w:rsidRPr="00282F49">
        <w:rPr>
          <w:rFonts w:eastAsia="Times New Roman"/>
          <w:lang w:eastAsia="ko-KR"/>
        </w:rPr>
        <w:t xml:space="preserve"> imply the repetitive use of the same syntax to parse the bitstream, until some condition is met.</w:t>
      </w:r>
    </w:p>
    <w:p w14:paraId="2667EE24" w14:textId="04CB11E3" w:rsidR="0030025D" w:rsidRPr="00282F49" w:rsidRDefault="0030025D" w:rsidP="00127906">
      <w:pPr>
        <w:pStyle w:val="BodyText"/>
        <w:spacing w:after="220"/>
        <w:rPr>
          <w:rFonts w:eastAsia="Times New Roman"/>
          <w:lang w:eastAsia="ko-KR"/>
        </w:rPr>
      </w:pPr>
      <w:r>
        <w:rPr>
          <w:rStyle w:val="SDLattribute"/>
          <w:i w:val="0"/>
          <w:iCs w:val="0"/>
        </w:rPr>
        <w:t xml:space="preserve">In the </w:t>
      </w:r>
      <w:r w:rsidRPr="001C7816">
        <w:rPr>
          <w:rStyle w:val="SDLattribute"/>
          <w:rFonts w:ascii="Courier New" w:hAnsi="Courier New" w:cs="Courier New"/>
          <w:b/>
          <w:bCs/>
          <w:i w:val="0"/>
          <w:iCs w:val="0"/>
        </w:rPr>
        <w:t>for</w:t>
      </w:r>
      <w:r>
        <w:rPr>
          <w:rStyle w:val="SDLattribute"/>
          <w:i w:val="0"/>
          <w:iCs w:val="0"/>
        </w:rPr>
        <w:t xml:space="preserve">-loop syntax, </w:t>
      </w:r>
      <w:r w:rsidRPr="0014050A">
        <w:rPr>
          <w:rStyle w:val="SDLattribute"/>
        </w:rPr>
        <w:t>expression1</w:t>
      </w:r>
      <w:r w:rsidRPr="0014050A">
        <w:rPr>
          <w:rFonts w:eastAsia="Times New Roman"/>
          <w:lang w:eastAsia="ko-KR"/>
        </w:rPr>
        <w:t xml:space="preserve">, </w:t>
      </w:r>
      <w:r w:rsidRPr="0014050A">
        <w:rPr>
          <w:rStyle w:val="SDLattribute"/>
        </w:rPr>
        <w:t>expression2</w:t>
      </w:r>
      <w:r w:rsidRPr="0014050A">
        <w:rPr>
          <w:rFonts w:eastAsia="Times New Roman"/>
          <w:lang w:eastAsia="ko-KR"/>
        </w:rPr>
        <w:t xml:space="preserve"> and </w:t>
      </w:r>
      <w:r w:rsidRPr="0014050A">
        <w:rPr>
          <w:rStyle w:val="SDLattribute"/>
        </w:rPr>
        <w:t>expression3</w:t>
      </w:r>
      <w:r w:rsidRPr="0014050A">
        <w:rPr>
          <w:rFonts w:eastAsia="Times New Roman"/>
          <w:lang w:eastAsia="ko-KR"/>
        </w:rPr>
        <w:t xml:space="preserve"> </w:t>
      </w:r>
      <w:r>
        <w:rPr>
          <w:rFonts w:eastAsia="Times New Roman"/>
          <w:lang w:eastAsia="ko-KR"/>
        </w:rPr>
        <w:t xml:space="preserve">each </w:t>
      </w:r>
      <w:r w:rsidRPr="0014050A">
        <w:rPr>
          <w:rFonts w:eastAsia="Times New Roman"/>
          <w:lang w:eastAsia="ko-KR"/>
        </w:rPr>
        <w:t>constitute a single statement.</w:t>
      </w:r>
      <w:r>
        <w:rPr>
          <w:rStyle w:val="SDLattribute"/>
          <w:rFonts w:eastAsia="Times New Roman"/>
          <w:lang w:eastAsia="ko-KR"/>
        </w:rPr>
        <w:t xml:space="preserve"> </w:t>
      </w:r>
      <w:r w:rsidR="00E077C8">
        <w:rPr>
          <w:rStyle w:val="SDLattribute"/>
          <w:i w:val="0"/>
          <w:iCs w:val="0"/>
        </w:rPr>
        <w:t xml:space="preserve">If defined, </w:t>
      </w:r>
      <w:r w:rsidRPr="0014050A">
        <w:rPr>
          <w:rStyle w:val="SDLattribute"/>
          <w:rFonts w:eastAsia="Times New Roman"/>
          <w:lang w:eastAsia="ko-KR"/>
        </w:rPr>
        <w:t xml:space="preserve">expression1 </w:t>
      </w:r>
      <w:r w:rsidRPr="0014050A">
        <w:rPr>
          <w:rFonts w:eastAsia="Times New Roman"/>
          <w:lang w:eastAsia="ko-KR"/>
        </w:rPr>
        <w:t xml:space="preserve">can be either a </w:t>
      </w:r>
      <w:r w:rsidR="0011627B">
        <w:rPr>
          <w:rFonts w:eastAsia="Times New Roman"/>
          <w:lang w:eastAsia="ko-KR"/>
        </w:rPr>
        <w:t xml:space="preserve">non-parsable </w:t>
      </w:r>
      <w:r w:rsidRPr="0014050A">
        <w:rPr>
          <w:rFonts w:eastAsia="Times New Roman"/>
          <w:lang w:eastAsia="ko-KR"/>
        </w:rPr>
        <w:t>variable declaration with an assigned value or a value assignment</w:t>
      </w:r>
      <w:r>
        <w:rPr>
          <w:rFonts w:eastAsia="Times New Roman"/>
          <w:lang w:eastAsia="ko-KR"/>
        </w:rPr>
        <w:t xml:space="preserve"> and </w:t>
      </w:r>
      <w:r w:rsidRPr="00282F49">
        <w:rPr>
          <w:rFonts w:eastAsia="Times New Roman"/>
          <w:lang w:eastAsia="ko-KR"/>
        </w:rPr>
        <w:t>is executed prior to starting the repetitions. Then</w:t>
      </w:r>
      <w:r w:rsidR="00415297">
        <w:rPr>
          <w:rFonts w:eastAsia="Times New Roman"/>
          <w:lang w:eastAsia="ko-KR"/>
        </w:rPr>
        <w:t xml:space="preserve"> if </w:t>
      </w:r>
      <w:r w:rsidR="00415297" w:rsidRPr="00282F49">
        <w:rPr>
          <w:rStyle w:val="SDLattribute"/>
          <w:rFonts w:eastAsia="Times New Roman"/>
          <w:lang w:eastAsia="ko-KR"/>
        </w:rPr>
        <w:t>expression2</w:t>
      </w:r>
      <w:r w:rsidR="00415297">
        <w:rPr>
          <w:rStyle w:val="SDLattribute"/>
          <w:rFonts w:eastAsia="Times New Roman"/>
          <w:lang w:eastAsia="ko-KR"/>
        </w:rPr>
        <w:t xml:space="preserve"> </w:t>
      </w:r>
      <w:r w:rsidR="00415297" w:rsidRPr="00E56598">
        <w:rPr>
          <w:rStyle w:val="SDLattribute"/>
          <w:rFonts w:eastAsia="Times New Roman"/>
          <w:i w:val="0"/>
          <w:iCs w:val="0"/>
          <w:lang w:eastAsia="ko-KR"/>
        </w:rPr>
        <w:t>is not defined</w:t>
      </w:r>
      <w:r w:rsidR="00215171">
        <w:rPr>
          <w:rStyle w:val="SDLattribute"/>
          <w:rFonts w:eastAsia="Times New Roman"/>
          <w:i w:val="0"/>
          <w:iCs w:val="0"/>
          <w:lang w:eastAsia="ko-KR"/>
        </w:rPr>
        <w:t>,</w:t>
      </w:r>
      <w:r w:rsidR="00415297">
        <w:rPr>
          <w:rStyle w:val="SDLattribute"/>
          <w:rFonts w:eastAsia="Times New Roman"/>
          <w:lang w:eastAsia="ko-KR"/>
        </w:rPr>
        <w:t xml:space="preserve"> </w:t>
      </w:r>
      <w:r w:rsidR="00415297" w:rsidRPr="00E56598">
        <w:rPr>
          <w:rStyle w:val="SDLattribute"/>
          <w:rFonts w:eastAsia="Times New Roman"/>
          <w:i w:val="0"/>
          <w:iCs w:val="0"/>
          <w:lang w:eastAsia="ko-KR"/>
        </w:rPr>
        <w:t>or</w:t>
      </w:r>
      <w:r w:rsidR="00215171">
        <w:rPr>
          <w:rStyle w:val="SDLattribute"/>
          <w:rFonts w:eastAsia="Times New Roman"/>
          <w:i w:val="0"/>
          <w:iCs w:val="0"/>
          <w:lang w:eastAsia="ko-KR"/>
        </w:rPr>
        <w:t xml:space="preserve"> it</w:t>
      </w:r>
      <w:r w:rsidR="00415297" w:rsidRPr="00E56598">
        <w:rPr>
          <w:rStyle w:val="SDLattribute"/>
          <w:rFonts w:eastAsia="Times New Roman"/>
          <w:i w:val="0"/>
          <w:iCs w:val="0"/>
          <w:lang w:eastAsia="ko-KR"/>
        </w:rPr>
        <w:t xml:space="preserve"> is defined </w:t>
      </w:r>
      <w:r w:rsidR="00415297" w:rsidRPr="00E56598">
        <w:rPr>
          <w:rFonts w:eastAsia="Times New Roman"/>
          <w:iCs/>
          <w:lang w:eastAsia="ko-KR"/>
        </w:rPr>
        <w:t xml:space="preserve">and it </w:t>
      </w:r>
      <w:r w:rsidR="00415297" w:rsidRPr="00E56598">
        <w:rPr>
          <w:rStyle w:val="SDLattribute"/>
          <w:rFonts w:eastAsia="Times New Roman"/>
          <w:i w:val="0"/>
          <w:iCs w:val="0"/>
          <w:lang w:eastAsia="ko-KR"/>
        </w:rPr>
        <w:t>evaluates</w:t>
      </w:r>
      <w:r w:rsidR="00415297" w:rsidRPr="00415297">
        <w:rPr>
          <w:rStyle w:val="SDLattribute"/>
          <w:rFonts w:eastAsia="Times New Roman"/>
          <w:lang w:eastAsia="ko-KR"/>
        </w:rPr>
        <w:t xml:space="preserve"> </w:t>
      </w:r>
      <w:r w:rsidR="00415297" w:rsidRPr="00E56598">
        <w:rPr>
          <w:rStyle w:val="SDLattribute"/>
          <w:rFonts w:eastAsia="Times New Roman"/>
          <w:i w:val="0"/>
          <w:iCs w:val="0"/>
          <w:lang w:eastAsia="ko-KR"/>
        </w:rPr>
        <w:t>to a</w:t>
      </w:r>
      <w:r w:rsidRPr="00415297">
        <w:rPr>
          <w:rFonts w:eastAsia="Times New Roman"/>
          <w:iCs/>
          <w:lang w:eastAsia="ko-KR"/>
        </w:rPr>
        <w:t xml:space="preserve"> </w:t>
      </w:r>
      <w:r w:rsidRPr="00282F49">
        <w:rPr>
          <w:rFonts w:eastAsia="Times New Roman"/>
          <w:lang w:eastAsia="ko-KR"/>
        </w:rPr>
        <w:t xml:space="preserve">non-zero </w:t>
      </w:r>
      <w:r w:rsidR="000A744A">
        <w:rPr>
          <w:rFonts w:eastAsia="Times New Roman"/>
          <w:lang w:eastAsia="ko-KR"/>
        </w:rPr>
        <w:t xml:space="preserve">numeric </w:t>
      </w:r>
      <w:r w:rsidR="00415297">
        <w:rPr>
          <w:rFonts w:eastAsia="Times New Roman"/>
          <w:lang w:eastAsia="ko-KR"/>
        </w:rPr>
        <w:t>value</w:t>
      </w:r>
      <w:r w:rsidR="000A744A">
        <w:rPr>
          <w:rFonts w:eastAsia="Times New Roman"/>
          <w:lang w:eastAsia="ko-KR"/>
        </w:rPr>
        <w:t xml:space="preserve"> or a logic value of true</w:t>
      </w:r>
      <w:r w:rsidR="00215171">
        <w:rPr>
          <w:rFonts w:eastAsia="Times New Roman"/>
          <w:lang w:eastAsia="ko-KR"/>
        </w:rPr>
        <w:t>,</w:t>
      </w:r>
      <w:r w:rsidRPr="00282F49">
        <w:rPr>
          <w:rFonts w:eastAsia="Times New Roman"/>
          <w:lang w:eastAsia="ko-KR"/>
        </w:rPr>
        <w:t xml:space="preserve"> the declarations within the </w:t>
      </w:r>
      <w:r w:rsidR="00592201">
        <w:rPr>
          <w:rFonts w:eastAsia="Times New Roman"/>
          <w:lang w:eastAsia="ko-KR"/>
        </w:rPr>
        <w:t xml:space="preserve">scope of the </w:t>
      </w:r>
      <w:r w:rsidR="00592201" w:rsidRPr="00E56598">
        <w:rPr>
          <w:rFonts w:ascii="Courier New" w:eastAsia="Times New Roman" w:hAnsi="Courier New" w:cs="Courier New"/>
          <w:b/>
          <w:bCs/>
          <w:lang w:eastAsia="ko-KR"/>
        </w:rPr>
        <w:t>for</w:t>
      </w:r>
      <w:r w:rsidR="00592201">
        <w:rPr>
          <w:rFonts w:eastAsia="Times New Roman"/>
          <w:lang w:eastAsia="ko-KR"/>
        </w:rPr>
        <w:t>-loop</w:t>
      </w:r>
      <w:r w:rsidR="00592201" w:rsidRPr="00282F49">
        <w:rPr>
          <w:rFonts w:eastAsia="Times New Roman"/>
          <w:lang w:eastAsia="ko-KR"/>
        </w:rPr>
        <w:t xml:space="preserve"> </w:t>
      </w:r>
      <w:r w:rsidRPr="00282F49">
        <w:rPr>
          <w:rFonts w:eastAsia="Times New Roman"/>
          <w:lang w:eastAsia="ko-KR"/>
        </w:rPr>
        <w:t xml:space="preserve">are </w:t>
      </w:r>
      <w:r w:rsidR="00592201">
        <w:rPr>
          <w:rFonts w:eastAsia="Times New Roman"/>
          <w:lang w:eastAsia="ko-KR"/>
        </w:rPr>
        <w:t>processed</w:t>
      </w:r>
      <w:r w:rsidRPr="00282F49">
        <w:rPr>
          <w:rFonts w:eastAsia="Times New Roman"/>
          <w:lang w:eastAsia="ko-KR"/>
        </w:rPr>
        <w:t xml:space="preserve">, followed by the execution of </w:t>
      </w:r>
      <w:r w:rsidRPr="00282F49">
        <w:rPr>
          <w:rStyle w:val="SDLattribute"/>
          <w:rFonts w:eastAsia="Times New Roman"/>
          <w:lang w:eastAsia="ko-KR"/>
        </w:rPr>
        <w:t>expression3</w:t>
      </w:r>
      <w:r w:rsidR="00EF14A1" w:rsidRPr="00E56598">
        <w:rPr>
          <w:rStyle w:val="SDLattribute"/>
          <w:rFonts w:eastAsia="Times New Roman"/>
          <w:i w:val="0"/>
          <w:iCs w:val="0"/>
          <w:lang w:eastAsia="ko-KR"/>
        </w:rPr>
        <w:t xml:space="preserve"> if it is defined</w:t>
      </w:r>
      <w:r w:rsidRPr="00282F49">
        <w:rPr>
          <w:rFonts w:eastAsia="Times New Roman"/>
          <w:lang w:eastAsia="ko-KR"/>
        </w:rPr>
        <w:t xml:space="preserve">. The process repeats until </w:t>
      </w:r>
      <w:r w:rsidRPr="00282F49">
        <w:rPr>
          <w:rStyle w:val="SDLattribute"/>
          <w:rFonts w:eastAsia="Times New Roman"/>
          <w:lang w:eastAsia="ko-KR"/>
        </w:rPr>
        <w:t xml:space="preserve">expression2 </w:t>
      </w:r>
      <w:r w:rsidRPr="00282F49">
        <w:rPr>
          <w:rFonts w:eastAsia="Times New Roman"/>
          <w:lang w:eastAsia="ko-KR"/>
        </w:rPr>
        <w:t xml:space="preserve">evaluates to </w:t>
      </w:r>
      <w:r w:rsidR="000A744A">
        <w:rPr>
          <w:rFonts w:eastAsia="Times New Roman"/>
          <w:lang w:eastAsia="ko-KR"/>
        </w:rPr>
        <w:t xml:space="preserve">a numeric value of </w:t>
      </w:r>
      <w:r w:rsidRPr="00282F49">
        <w:rPr>
          <w:rFonts w:eastAsia="Times New Roman"/>
          <w:lang w:eastAsia="ko-KR"/>
        </w:rPr>
        <w:t>zero</w:t>
      </w:r>
      <w:r w:rsidR="000A744A">
        <w:rPr>
          <w:rFonts w:eastAsia="Times New Roman"/>
          <w:lang w:eastAsia="ko-KR"/>
        </w:rPr>
        <w:t xml:space="preserve"> or a logic value of false</w:t>
      </w:r>
      <w:r w:rsidRPr="00282F49">
        <w:rPr>
          <w:rFonts w:eastAsia="Times New Roman"/>
          <w:lang w:eastAsia="ko-KR"/>
        </w:rPr>
        <w:t>.</w:t>
      </w:r>
    </w:p>
    <w:p w14:paraId="27CE95D1" w14:textId="37F33F08" w:rsidR="00127906" w:rsidRPr="006D1923" w:rsidRDefault="00127906" w:rsidP="00064445">
      <w:pPr>
        <w:pStyle w:val="List"/>
        <w:keepLines/>
        <w:numPr>
          <w:ilvl w:val="0"/>
          <w:numId w:val="0"/>
        </w:numPr>
        <w:pBdr>
          <w:top w:val="single" w:sz="6" w:space="1" w:color="auto"/>
        </w:pBdr>
        <w:spacing w:after="160"/>
        <w:ind w:left="425" w:hanging="425"/>
        <w:rPr>
          <w:rStyle w:val="CharBold"/>
          <w:rFonts w:eastAsia="Times New Roman"/>
        </w:rPr>
      </w:pPr>
      <w:r w:rsidRPr="006D1923">
        <w:rPr>
          <w:rStyle w:val="CharBold"/>
          <w:rFonts w:eastAsia="Times New Roman"/>
        </w:rPr>
        <w:t xml:space="preserve">Rule FC.3: Flow </w:t>
      </w:r>
      <w:r w:rsidR="00FE206E">
        <w:rPr>
          <w:rStyle w:val="CharBold"/>
          <w:rFonts w:eastAsia="Times New Roman"/>
        </w:rPr>
        <w:t>c</w:t>
      </w:r>
      <w:r w:rsidRPr="006D1923">
        <w:rPr>
          <w:rStyle w:val="CharBold"/>
          <w:rFonts w:eastAsia="Times New Roman"/>
        </w:rPr>
        <w:t xml:space="preserve">ontrol </w:t>
      </w:r>
      <w:r w:rsidR="00FE206E">
        <w:rPr>
          <w:rStyle w:val="CharBold"/>
          <w:rFonts w:eastAsia="Times New Roman"/>
        </w:rPr>
        <w:t>u</w:t>
      </w:r>
      <w:r w:rsidRPr="006D1923">
        <w:rPr>
          <w:rStyle w:val="CharBold"/>
          <w:rFonts w:eastAsia="Times New Roman"/>
        </w:rPr>
        <w:t xml:space="preserve">sing </w:t>
      </w:r>
      <w:r w:rsidR="00FE206E">
        <w:rPr>
          <w:rStyle w:val="CharBold"/>
          <w:rFonts w:eastAsia="Times New Roman"/>
        </w:rPr>
        <w:t>f</w:t>
      </w:r>
      <w:r w:rsidRPr="006D1923">
        <w:rPr>
          <w:rStyle w:val="CharBold"/>
          <w:rFonts w:eastAsia="Times New Roman"/>
        </w:rPr>
        <w:t>or</w:t>
      </w:r>
    </w:p>
    <w:p w14:paraId="3B564D24" w14:textId="48118611" w:rsidR="00127906" w:rsidRPr="006D1923" w:rsidRDefault="000774AA" w:rsidP="00064445">
      <w:pPr>
        <w:pStyle w:val="List3"/>
        <w:keepNext/>
        <w:keepLines/>
        <w:spacing w:after="0"/>
        <w:ind w:left="851"/>
        <w:rPr>
          <w:rFonts w:eastAsia="Times New Roman"/>
        </w:rPr>
      </w:pPr>
      <w:r>
        <w:rPr>
          <w:rStyle w:val="SDLkeyword"/>
          <w:rFonts w:eastAsia="Times New Roman"/>
        </w:rPr>
        <w:t>f</w:t>
      </w:r>
      <w:r w:rsidR="00127906" w:rsidRPr="006D1923">
        <w:rPr>
          <w:rStyle w:val="SDLkeyword"/>
          <w:rFonts w:eastAsia="Times New Roman"/>
        </w:rPr>
        <w:t>or</w:t>
      </w:r>
      <w:r>
        <w:rPr>
          <w:rStyle w:val="SDLkeyword"/>
          <w:rFonts w:eastAsia="Times New Roman"/>
        </w:rPr>
        <w:t xml:space="preserve"> </w:t>
      </w:r>
      <w:r w:rsidR="00127906" w:rsidRPr="006D1923">
        <w:rPr>
          <w:rStyle w:val="SDLkeyword"/>
          <w:rFonts w:eastAsia="Times New Roman"/>
        </w:rPr>
        <w:t>(</w:t>
      </w:r>
      <w:r w:rsidR="00E077C8" w:rsidRPr="00C73BB5">
        <w:rPr>
          <w:rFonts w:ascii="Courier New" w:eastAsia="Times New Roman" w:hAnsi="Courier New" w:cs="Courier New"/>
        </w:rPr>
        <w:t>[</w:t>
      </w:r>
      <w:r w:rsidR="00127906" w:rsidRPr="006D1923">
        <w:rPr>
          <w:rStyle w:val="SDLattribute"/>
          <w:rFonts w:eastAsia="Times New Roman"/>
        </w:rPr>
        <w:t>expression1</w:t>
      </w:r>
      <w:r w:rsidR="00E077C8" w:rsidRPr="00C73BB5">
        <w:rPr>
          <w:rFonts w:ascii="Courier New" w:eastAsia="Times New Roman" w:hAnsi="Courier New" w:cs="Courier New"/>
        </w:rPr>
        <w:t>]</w:t>
      </w:r>
      <w:r w:rsidR="00127906" w:rsidRPr="006D1923">
        <w:rPr>
          <w:rFonts w:eastAsia="Times New Roman"/>
        </w:rPr>
        <w:t xml:space="preserve">; </w:t>
      </w:r>
      <w:r w:rsidR="00E077C8" w:rsidRPr="00C73BB5">
        <w:rPr>
          <w:rFonts w:ascii="Courier New" w:eastAsia="Times New Roman" w:hAnsi="Courier New" w:cs="Courier New"/>
        </w:rPr>
        <w:t>[</w:t>
      </w:r>
      <w:r w:rsidR="00127906" w:rsidRPr="006D1923">
        <w:rPr>
          <w:rStyle w:val="SDLattribute"/>
          <w:rFonts w:eastAsia="Times New Roman"/>
        </w:rPr>
        <w:t>expression2</w:t>
      </w:r>
      <w:r w:rsidR="00E077C8" w:rsidRPr="00C73BB5">
        <w:rPr>
          <w:rFonts w:ascii="Courier New" w:eastAsia="Times New Roman" w:hAnsi="Courier New" w:cs="Courier New"/>
        </w:rPr>
        <w:t>]</w:t>
      </w:r>
      <w:r w:rsidR="00127906" w:rsidRPr="006D1923">
        <w:rPr>
          <w:rFonts w:eastAsia="Times New Roman"/>
        </w:rPr>
        <w:t xml:space="preserve">; </w:t>
      </w:r>
      <w:r w:rsidR="00D53E50" w:rsidRPr="00C73BB5">
        <w:rPr>
          <w:rFonts w:ascii="Courier New" w:eastAsia="Times New Roman" w:hAnsi="Courier New" w:cs="Courier New"/>
        </w:rPr>
        <w:t>[</w:t>
      </w:r>
      <w:r w:rsidR="00127906" w:rsidRPr="006D1923">
        <w:rPr>
          <w:rStyle w:val="SDLattribute"/>
          <w:rFonts w:eastAsia="Times New Roman"/>
        </w:rPr>
        <w:t>expression3</w:t>
      </w:r>
      <w:r w:rsidR="00D53E50" w:rsidRPr="00C73BB5">
        <w:rPr>
          <w:rFonts w:ascii="Courier New" w:eastAsia="Times New Roman" w:hAnsi="Courier New" w:cs="Courier New"/>
        </w:rPr>
        <w:t>]</w:t>
      </w:r>
      <w:r w:rsidR="00127906" w:rsidRPr="006D1923">
        <w:rPr>
          <w:rStyle w:val="SDLkeyword"/>
          <w:rFonts w:eastAsia="Times New Roman"/>
        </w:rPr>
        <w:t>)</w:t>
      </w:r>
    </w:p>
    <w:p w14:paraId="78DA2C3A" w14:textId="63512180" w:rsidR="00127906" w:rsidRPr="006D1923" w:rsidRDefault="00127906" w:rsidP="00064445">
      <w:pPr>
        <w:pStyle w:val="List4"/>
        <w:keepNext/>
        <w:keepLines/>
        <w:spacing w:after="0"/>
        <w:ind w:left="851" w:firstLine="0"/>
        <w:rPr>
          <w:rFonts w:eastAsia="Times New Roman"/>
        </w:rPr>
      </w:pPr>
      <w:r w:rsidRPr="006D1923">
        <w:rPr>
          <w:rFonts w:eastAsia="Times New Roman"/>
        </w:rPr>
        <w:t>…</w:t>
      </w:r>
    </w:p>
    <w:p w14:paraId="64DF9837" w14:textId="3A7F17D9" w:rsidR="00127906" w:rsidRPr="006D1923" w:rsidRDefault="00127906" w:rsidP="00064445">
      <w:pPr>
        <w:pStyle w:val="List3"/>
        <w:keepNext/>
        <w:keepLines/>
        <w:spacing w:after="0"/>
        <w:rPr>
          <w:rStyle w:val="SDLkeyword"/>
          <w:rFonts w:eastAsia="Times New Roman"/>
        </w:rPr>
      </w:pPr>
    </w:p>
    <w:p w14:paraId="70DF6C97" w14:textId="77777777" w:rsidR="00127906" w:rsidRPr="00282F49" w:rsidRDefault="00127906" w:rsidP="00127906">
      <w:pPr>
        <w:pStyle w:val="BodyText"/>
        <w:pBdr>
          <w:top w:val="single" w:sz="6" w:space="1" w:color="auto"/>
        </w:pBdr>
        <w:spacing w:after="0"/>
        <w:rPr>
          <w:rFonts w:eastAsia="Times New Roman"/>
          <w:lang w:eastAsia="ko-KR"/>
        </w:rPr>
      </w:pPr>
    </w:p>
    <w:p w14:paraId="7A290B0F" w14:textId="4FBE5E40" w:rsidR="00592201" w:rsidRDefault="00592201" w:rsidP="00592201">
      <w:pPr>
        <w:pStyle w:val="BodyText"/>
        <w:rPr>
          <w:rFonts w:eastAsia="Times New Roman"/>
          <w:lang w:eastAsia="ko-KR"/>
        </w:rPr>
      </w:pPr>
      <w:r>
        <w:rPr>
          <w:rFonts w:eastAsia="Times New Roman"/>
          <w:lang w:eastAsia="ko-KR"/>
        </w:rPr>
        <w:t xml:space="preserve">If a single statement is defined within the </w:t>
      </w:r>
      <w:r w:rsidRPr="00E56598">
        <w:rPr>
          <w:rFonts w:ascii="Courier New" w:eastAsia="Times New Roman" w:hAnsi="Courier New" w:cs="Courier New"/>
          <w:b/>
          <w:bCs/>
          <w:lang w:eastAsia="ko-KR"/>
        </w:rPr>
        <w:t>for</w:t>
      </w:r>
      <w:r>
        <w:rPr>
          <w:rFonts w:eastAsia="Times New Roman"/>
          <w:lang w:eastAsia="ko-KR"/>
        </w:rPr>
        <w:t xml:space="preserve">-loop, then usage of braces </w:t>
      </w:r>
      <w:r>
        <w:rPr>
          <w:lang w:eastAsia="ko-KR"/>
        </w:rPr>
        <w:t>‘</w:t>
      </w:r>
      <w:r w:rsidRPr="00C472DC">
        <w:rPr>
          <w:rStyle w:val="codeChar"/>
        </w:rPr>
        <w:t>{</w:t>
      </w:r>
      <w:r>
        <w:rPr>
          <w:lang w:eastAsia="ko-KR"/>
        </w:rPr>
        <w:t>’ and ‘</w:t>
      </w:r>
      <w:r w:rsidRPr="00C472DC">
        <w:rPr>
          <w:rStyle w:val="codeChar"/>
        </w:rPr>
        <w:t>}</w:t>
      </w:r>
      <w:r>
        <w:rPr>
          <w:lang w:eastAsia="ko-KR"/>
        </w:rPr>
        <w:t xml:space="preserve">’ </w:t>
      </w:r>
      <w:r>
        <w:rPr>
          <w:rFonts w:eastAsia="Times New Roman"/>
          <w:lang w:eastAsia="ko-KR"/>
        </w:rPr>
        <w:t>is optional</w:t>
      </w:r>
      <w:r w:rsidR="00284486">
        <w:rPr>
          <w:rFonts w:eastAsia="Times New Roman"/>
          <w:lang w:eastAsia="ko-KR"/>
        </w:rPr>
        <w:t xml:space="preserve"> (they are implicit)</w:t>
      </w:r>
      <w:r>
        <w:rPr>
          <w:rFonts w:eastAsia="Times New Roman"/>
          <w:lang w:eastAsia="ko-KR"/>
        </w:rPr>
        <w:t xml:space="preserve">, but if multiple statements are present then braces are required. For example: </w:t>
      </w:r>
    </w:p>
    <w:p w14:paraId="139A3EBB" w14:textId="77777777" w:rsidR="00592201" w:rsidRPr="00282F49" w:rsidRDefault="00592201" w:rsidP="00592201">
      <w:pPr>
        <w:pStyle w:val="Example"/>
      </w:pPr>
      <w:r w:rsidRPr="00282F49">
        <w:t>EXAMPLE</w:t>
      </w:r>
      <w:r w:rsidRPr="00282F49">
        <w:rPr>
          <w:lang w:eastAsia="ja-JP"/>
        </w:rPr>
        <w:t xml:space="preserve"> </w:t>
      </w:r>
      <w:r w:rsidRPr="00282F49">
        <w:rPr>
          <w:lang w:eastAsia="ja-JP"/>
        </w:rPr>
        <w:sym w:font="Symbol" w:char="F0BE"/>
      </w:r>
      <w:r w:rsidRPr="00282F49">
        <w:rPr>
          <w:lang w:eastAsia="ja-JP"/>
        </w:rPr>
        <w:t xml:space="preserve"> </w:t>
      </w:r>
    </w:p>
    <w:p w14:paraId="37E6B78B" w14:textId="3F75E909" w:rsidR="00592201" w:rsidRDefault="00592201" w:rsidP="00592201">
      <w:pPr>
        <w:pStyle w:val="SDLCode"/>
        <w:rPr>
          <w:rFonts w:eastAsia="Times New Roman" w:cs="Times New Roman"/>
          <w:lang w:val="en-GB"/>
        </w:rPr>
      </w:pPr>
      <w:r w:rsidRPr="00282F49">
        <w:rPr>
          <w:rFonts w:eastAsia="Times New Roman" w:cs="Times New Roman"/>
          <w:lang w:val="en-GB"/>
        </w:rPr>
        <w:t>int i;</w:t>
      </w:r>
    </w:p>
    <w:p w14:paraId="291C30D4" w14:textId="452CB3CB" w:rsidR="00592201" w:rsidRDefault="00592201" w:rsidP="00592201">
      <w:pPr>
        <w:pStyle w:val="SDLCode"/>
        <w:rPr>
          <w:rFonts w:eastAsia="Times New Roman" w:cs="Times New Roman"/>
          <w:lang w:val="en-GB"/>
        </w:rPr>
      </w:pPr>
      <w:r w:rsidRPr="00282F49">
        <w:rPr>
          <w:rFonts w:eastAsia="Times New Roman" w:cs="Times New Roman"/>
          <w:lang w:val="en-GB"/>
        </w:rPr>
        <w:t xml:space="preserve">int </w:t>
      </w:r>
      <w:r>
        <w:rPr>
          <w:rFonts w:eastAsia="Times New Roman" w:cs="Times New Roman"/>
          <w:lang w:val="en-GB"/>
        </w:rPr>
        <w:t>n = 0</w:t>
      </w:r>
      <w:r w:rsidRPr="00282F49">
        <w:rPr>
          <w:rFonts w:eastAsia="Times New Roman" w:cs="Times New Roman"/>
          <w:lang w:val="en-GB"/>
        </w:rPr>
        <w:t>;</w:t>
      </w:r>
    </w:p>
    <w:p w14:paraId="398A0CFB" w14:textId="77777777" w:rsidR="00592201" w:rsidRPr="00282F49" w:rsidRDefault="00592201" w:rsidP="00592201">
      <w:pPr>
        <w:pStyle w:val="SDLCode"/>
        <w:rPr>
          <w:rFonts w:eastAsia="Times New Roman" w:cs="Times New Roman"/>
          <w:lang w:val="en-GB"/>
        </w:rPr>
      </w:pPr>
    </w:p>
    <w:p w14:paraId="0020DC78" w14:textId="297B821A" w:rsidR="00592201" w:rsidRPr="00282F49" w:rsidRDefault="00592201" w:rsidP="00592201">
      <w:pPr>
        <w:pStyle w:val="SDLCode"/>
        <w:rPr>
          <w:rFonts w:eastAsia="Times New Roman" w:cs="Times New Roman"/>
          <w:lang w:val="en-GB"/>
        </w:rPr>
      </w:pPr>
      <w:r w:rsidRPr="00282F49">
        <w:rPr>
          <w:rFonts w:eastAsia="Times New Roman" w:cs="Times New Roman"/>
          <w:lang w:val="en-GB"/>
        </w:rPr>
        <w:t>for (</w:t>
      </w:r>
      <w:r>
        <w:rPr>
          <w:rFonts w:eastAsia="Times New Roman" w:cs="Times New Roman"/>
          <w:lang w:val="en-GB"/>
        </w:rPr>
        <w:t xml:space="preserve">i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r>
        <w:rPr>
          <w:rFonts w:eastAsia="Times New Roman" w:cs="Times New Roman"/>
          <w:lang w:val="en-GB"/>
        </w:rPr>
        <w:t xml:space="preserve">i </w:t>
      </w:r>
      <w:r w:rsidRPr="00282F49">
        <w:rPr>
          <w:rFonts w:eastAsia="Times New Roman" w:cs="Times New Roman"/>
          <w:lang w:val="en-GB"/>
        </w:rPr>
        <w:t>&lt;</w:t>
      </w:r>
      <w:r>
        <w:rPr>
          <w:rFonts w:eastAsia="Times New Roman" w:cs="Times New Roman"/>
          <w:lang w:val="en-GB"/>
        </w:rPr>
        <w:t xml:space="preserve"> 10</w:t>
      </w:r>
      <w:r w:rsidRPr="00282F49">
        <w:rPr>
          <w:rFonts w:eastAsia="Times New Roman" w:cs="Times New Roman"/>
          <w:lang w:val="en-GB"/>
        </w:rPr>
        <w:t>; i++) {</w:t>
      </w:r>
    </w:p>
    <w:p w14:paraId="0187C8D0" w14:textId="3450C39F" w:rsidR="00592201" w:rsidRDefault="00592201" w:rsidP="00592201">
      <w:pPr>
        <w:pStyle w:val="SDLCode"/>
        <w:rPr>
          <w:rFonts w:eastAsia="Times New Roman" w:cs="Times New Roman"/>
          <w:lang w:val="en-GB"/>
        </w:rPr>
      </w:pPr>
      <w:r>
        <w:rPr>
          <w:rFonts w:eastAsia="Times New Roman" w:cs="Times New Roman"/>
          <w:lang w:val="en-GB"/>
        </w:rPr>
        <w:t xml:space="preserve">    </w:t>
      </w:r>
      <w:r w:rsidRPr="00282F49">
        <w:rPr>
          <w:rFonts w:eastAsia="Times New Roman" w:cs="Times New Roman"/>
          <w:lang w:val="en-GB"/>
        </w:rPr>
        <w:t>n++;</w:t>
      </w:r>
    </w:p>
    <w:p w14:paraId="3982D79B" w14:textId="7D893720" w:rsidR="00592201" w:rsidRDefault="00592201" w:rsidP="00592201">
      <w:pPr>
        <w:pStyle w:val="SDLCode"/>
        <w:rPr>
          <w:rFonts w:eastAsia="Times New Roman" w:cs="Times New Roman"/>
          <w:lang w:val="en-GB"/>
        </w:rPr>
      </w:pPr>
      <w:r>
        <w:rPr>
          <w:rFonts w:eastAsia="Times New Roman" w:cs="Times New Roman"/>
          <w:lang w:val="en-GB"/>
        </w:rPr>
        <w:t xml:space="preserve">    n--;   </w:t>
      </w:r>
    </w:p>
    <w:p w14:paraId="29198C47" w14:textId="77777777" w:rsidR="00592201" w:rsidRDefault="00592201" w:rsidP="00592201">
      <w:pPr>
        <w:pStyle w:val="SDLCode"/>
        <w:rPr>
          <w:rFonts w:eastAsia="Times New Roman" w:cs="Times New Roman"/>
          <w:lang w:val="en-GB"/>
        </w:rPr>
      </w:pPr>
      <w:r w:rsidRPr="00282F49">
        <w:rPr>
          <w:rFonts w:eastAsia="Times New Roman" w:cs="Times New Roman"/>
          <w:lang w:val="en-GB"/>
        </w:rPr>
        <w:t>}</w:t>
      </w:r>
    </w:p>
    <w:p w14:paraId="20DCE88D" w14:textId="295B3332" w:rsidR="00592201" w:rsidRDefault="00592201" w:rsidP="00592201">
      <w:pPr>
        <w:pStyle w:val="SDLCode"/>
        <w:rPr>
          <w:rFonts w:eastAsia="Times New Roman" w:cs="Times New Roman"/>
          <w:lang w:val="en-GB"/>
        </w:rPr>
      </w:pPr>
      <w:r>
        <w:rPr>
          <w:rFonts w:eastAsia="Times New Roman" w:cs="Times New Roman"/>
          <w:lang w:val="en-GB"/>
        </w:rPr>
        <w:t>// n == 0 here</w:t>
      </w:r>
    </w:p>
    <w:p w14:paraId="297AFF11" w14:textId="77777777" w:rsidR="00592201" w:rsidRDefault="00592201" w:rsidP="00592201">
      <w:pPr>
        <w:pStyle w:val="SDLCode"/>
        <w:rPr>
          <w:rFonts w:eastAsia="Times New Roman" w:cs="Times New Roman"/>
          <w:lang w:val="en-GB"/>
        </w:rPr>
      </w:pPr>
    </w:p>
    <w:p w14:paraId="05718E55" w14:textId="5F24FFED" w:rsidR="00592201" w:rsidRPr="00282F49" w:rsidRDefault="00592201" w:rsidP="00592201">
      <w:pPr>
        <w:pStyle w:val="SDLCode"/>
        <w:rPr>
          <w:rFonts w:eastAsia="Times New Roman" w:cs="Times New Roman"/>
          <w:lang w:val="en-GB"/>
        </w:rPr>
      </w:pPr>
      <w:r w:rsidRPr="00282F49">
        <w:rPr>
          <w:rFonts w:eastAsia="Times New Roman" w:cs="Times New Roman"/>
          <w:lang w:val="en-GB"/>
        </w:rPr>
        <w:t>for (</w:t>
      </w:r>
      <w:r>
        <w:rPr>
          <w:rFonts w:eastAsia="Times New Roman" w:cs="Times New Roman"/>
          <w:lang w:val="en-GB"/>
        </w:rPr>
        <w:t xml:space="preserve">i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r>
        <w:rPr>
          <w:rFonts w:eastAsia="Times New Roman" w:cs="Times New Roman"/>
          <w:lang w:val="en-GB"/>
        </w:rPr>
        <w:t xml:space="preserve">i </w:t>
      </w:r>
      <w:r w:rsidRPr="00282F49">
        <w:rPr>
          <w:rFonts w:eastAsia="Times New Roman" w:cs="Times New Roman"/>
          <w:lang w:val="en-GB"/>
        </w:rPr>
        <w:t>&lt;</w:t>
      </w:r>
      <w:r>
        <w:rPr>
          <w:rFonts w:eastAsia="Times New Roman" w:cs="Times New Roman"/>
          <w:lang w:val="en-GB"/>
        </w:rPr>
        <w:t xml:space="preserve"> 10</w:t>
      </w:r>
      <w:r w:rsidRPr="00282F49">
        <w:rPr>
          <w:rFonts w:eastAsia="Times New Roman" w:cs="Times New Roman"/>
          <w:lang w:val="en-GB"/>
        </w:rPr>
        <w:t>; i++)</w:t>
      </w:r>
    </w:p>
    <w:p w14:paraId="706E0394" w14:textId="77777777" w:rsidR="00592201" w:rsidRDefault="00592201" w:rsidP="00592201">
      <w:pPr>
        <w:pStyle w:val="SDLCode"/>
        <w:rPr>
          <w:rFonts w:eastAsia="Times New Roman" w:cs="Times New Roman"/>
          <w:lang w:val="en-GB"/>
        </w:rPr>
      </w:pPr>
      <w:r>
        <w:rPr>
          <w:rFonts w:eastAsia="Times New Roman" w:cs="Times New Roman"/>
          <w:lang w:val="en-GB"/>
        </w:rPr>
        <w:t xml:space="preserve">    </w:t>
      </w:r>
      <w:r w:rsidRPr="00282F49">
        <w:rPr>
          <w:rFonts w:eastAsia="Times New Roman" w:cs="Times New Roman"/>
          <w:lang w:val="en-GB"/>
        </w:rPr>
        <w:t>n++;</w:t>
      </w:r>
    </w:p>
    <w:p w14:paraId="478C4784" w14:textId="23A4C4EB" w:rsidR="00592201" w:rsidRDefault="00592201" w:rsidP="00592201">
      <w:pPr>
        <w:pStyle w:val="SDLCode"/>
        <w:rPr>
          <w:rFonts w:eastAsia="Times New Roman" w:cs="Times New Roman"/>
          <w:lang w:val="en-GB"/>
        </w:rPr>
      </w:pPr>
      <w:r>
        <w:rPr>
          <w:rFonts w:eastAsia="Times New Roman" w:cs="Times New Roman"/>
          <w:lang w:val="en-GB"/>
        </w:rPr>
        <w:t xml:space="preserve">    n--; // this is outside of the for loop</w:t>
      </w:r>
    </w:p>
    <w:p w14:paraId="1ADA08BA" w14:textId="381719D8" w:rsidR="009558EF" w:rsidRDefault="00592201" w:rsidP="00C32CA4">
      <w:pPr>
        <w:pStyle w:val="SDLCode"/>
        <w:rPr>
          <w:rFonts w:eastAsia="Times New Roman" w:cs="Times New Roman"/>
          <w:lang w:val="en-GB"/>
        </w:rPr>
      </w:pPr>
      <w:r>
        <w:rPr>
          <w:rFonts w:eastAsia="Times New Roman" w:cs="Times New Roman"/>
          <w:lang w:val="en-GB"/>
        </w:rPr>
        <w:t>// n == 9 here</w:t>
      </w:r>
    </w:p>
    <w:p w14:paraId="2D482780" w14:textId="77777777" w:rsidR="00C32CA4" w:rsidRPr="00E56598" w:rsidRDefault="00C32CA4" w:rsidP="00E56598">
      <w:pPr>
        <w:pStyle w:val="SDLCode"/>
        <w:rPr>
          <w:rFonts w:eastAsia="Times New Roman"/>
        </w:rPr>
      </w:pPr>
    </w:p>
    <w:p w14:paraId="72F4A6B7" w14:textId="58D913D0" w:rsidR="00592201" w:rsidRDefault="009558EF" w:rsidP="008B18E1">
      <w:pPr>
        <w:pStyle w:val="BodyText"/>
        <w:spacing w:after="220"/>
        <w:rPr>
          <w:rFonts w:eastAsia="Times New Roman"/>
          <w:lang w:eastAsia="ko-KR"/>
        </w:rPr>
      </w:pPr>
      <w:r>
        <w:rPr>
          <w:rFonts w:eastAsia="Times New Roman"/>
          <w:lang w:eastAsia="ko-KR"/>
        </w:rPr>
        <w:t>The following example shows a non-parsable variable declared within the scope of the for-loop construct:</w:t>
      </w:r>
    </w:p>
    <w:p w14:paraId="530FA668" w14:textId="77777777" w:rsidR="009558EF" w:rsidRPr="00282F49" w:rsidRDefault="009558EF" w:rsidP="009558EF">
      <w:pPr>
        <w:pStyle w:val="Example"/>
      </w:pPr>
      <w:r w:rsidRPr="00282F49">
        <w:t>EXAMPLE</w:t>
      </w:r>
      <w:r w:rsidRPr="00282F49">
        <w:rPr>
          <w:lang w:eastAsia="ja-JP"/>
        </w:rPr>
        <w:t xml:space="preserve"> </w:t>
      </w:r>
      <w:r w:rsidRPr="00282F49">
        <w:rPr>
          <w:lang w:eastAsia="ja-JP"/>
        </w:rPr>
        <w:sym w:font="Symbol" w:char="F0BE"/>
      </w:r>
      <w:r w:rsidRPr="00282F49">
        <w:rPr>
          <w:lang w:eastAsia="ja-JP"/>
        </w:rPr>
        <w:t xml:space="preserve"> </w:t>
      </w:r>
    </w:p>
    <w:p w14:paraId="4DAD38B5" w14:textId="77777777" w:rsidR="009558EF" w:rsidRDefault="009558EF" w:rsidP="009558EF">
      <w:pPr>
        <w:pStyle w:val="SDLCode"/>
        <w:rPr>
          <w:rFonts w:eastAsia="Times New Roman" w:cs="Times New Roman"/>
          <w:lang w:val="en-GB"/>
        </w:rPr>
      </w:pPr>
      <w:r w:rsidRPr="00282F49">
        <w:rPr>
          <w:rFonts w:eastAsia="Times New Roman" w:cs="Times New Roman"/>
          <w:lang w:val="en-GB"/>
        </w:rPr>
        <w:t xml:space="preserve">int </w:t>
      </w:r>
      <w:r>
        <w:rPr>
          <w:rFonts w:eastAsia="Times New Roman" w:cs="Times New Roman"/>
          <w:lang w:val="en-GB"/>
        </w:rPr>
        <w:t>n = 0</w:t>
      </w:r>
      <w:r w:rsidRPr="00282F49">
        <w:rPr>
          <w:rFonts w:eastAsia="Times New Roman" w:cs="Times New Roman"/>
          <w:lang w:val="en-GB"/>
        </w:rPr>
        <w:t>;</w:t>
      </w:r>
    </w:p>
    <w:p w14:paraId="09654F59" w14:textId="77777777" w:rsidR="009558EF" w:rsidRPr="00282F49" w:rsidRDefault="009558EF" w:rsidP="009558EF">
      <w:pPr>
        <w:pStyle w:val="SDLCode"/>
        <w:rPr>
          <w:rFonts w:eastAsia="Times New Roman" w:cs="Times New Roman"/>
          <w:lang w:val="en-GB"/>
        </w:rPr>
      </w:pPr>
    </w:p>
    <w:p w14:paraId="0EA1C9C6" w14:textId="77ACDDFB" w:rsidR="009558EF" w:rsidRPr="00282F49" w:rsidRDefault="009558EF" w:rsidP="009558EF">
      <w:pPr>
        <w:pStyle w:val="SDLCode"/>
        <w:rPr>
          <w:rFonts w:eastAsia="Times New Roman" w:cs="Times New Roman"/>
          <w:lang w:val="en-GB"/>
        </w:rPr>
      </w:pPr>
      <w:r w:rsidRPr="00282F49">
        <w:rPr>
          <w:rFonts w:eastAsia="Times New Roman" w:cs="Times New Roman"/>
          <w:lang w:val="en-GB"/>
        </w:rPr>
        <w:t>for (</w:t>
      </w:r>
      <w:r>
        <w:rPr>
          <w:rFonts w:eastAsia="Times New Roman" w:cs="Times New Roman"/>
          <w:lang w:val="en-GB"/>
        </w:rPr>
        <w:t xml:space="preserve">int i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r>
        <w:rPr>
          <w:rFonts w:eastAsia="Times New Roman" w:cs="Times New Roman"/>
          <w:lang w:val="en-GB"/>
        </w:rPr>
        <w:t xml:space="preserve">i </w:t>
      </w:r>
      <w:r w:rsidRPr="00282F49">
        <w:rPr>
          <w:rFonts w:eastAsia="Times New Roman" w:cs="Times New Roman"/>
          <w:lang w:val="en-GB"/>
        </w:rPr>
        <w:t>&lt;</w:t>
      </w:r>
      <w:r>
        <w:rPr>
          <w:rFonts w:eastAsia="Times New Roman" w:cs="Times New Roman"/>
          <w:lang w:val="en-GB"/>
        </w:rPr>
        <w:t xml:space="preserve"> 10</w:t>
      </w:r>
      <w:r w:rsidRPr="00282F49">
        <w:rPr>
          <w:rFonts w:eastAsia="Times New Roman" w:cs="Times New Roman"/>
          <w:lang w:val="en-GB"/>
        </w:rPr>
        <w:t>; i++) {</w:t>
      </w:r>
    </w:p>
    <w:p w14:paraId="6FC66C7F" w14:textId="77777777" w:rsidR="009558EF" w:rsidRDefault="009558EF" w:rsidP="009558EF">
      <w:pPr>
        <w:pStyle w:val="SDLCode"/>
        <w:rPr>
          <w:rFonts w:eastAsia="Times New Roman" w:cs="Times New Roman"/>
          <w:lang w:val="en-GB"/>
        </w:rPr>
      </w:pPr>
      <w:r>
        <w:rPr>
          <w:rFonts w:eastAsia="Times New Roman" w:cs="Times New Roman"/>
          <w:lang w:val="en-GB"/>
        </w:rPr>
        <w:t xml:space="preserve">    </w:t>
      </w:r>
      <w:r w:rsidRPr="00282F49">
        <w:rPr>
          <w:rFonts w:eastAsia="Times New Roman" w:cs="Times New Roman"/>
          <w:lang w:val="en-GB"/>
        </w:rPr>
        <w:t>n++;</w:t>
      </w:r>
    </w:p>
    <w:p w14:paraId="429D4EAA" w14:textId="567B583C" w:rsidR="009558EF" w:rsidRDefault="009558EF" w:rsidP="009558EF">
      <w:pPr>
        <w:pStyle w:val="SDLCode"/>
        <w:rPr>
          <w:rFonts w:eastAsia="Times New Roman" w:cs="Times New Roman"/>
          <w:lang w:val="en-GB"/>
        </w:rPr>
      </w:pPr>
      <w:r>
        <w:rPr>
          <w:rFonts w:eastAsia="Times New Roman" w:cs="Times New Roman"/>
          <w:lang w:val="en-GB"/>
        </w:rPr>
        <w:tab/>
        <w:t xml:space="preserve"> // i is accessible here</w:t>
      </w:r>
    </w:p>
    <w:p w14:paraId="0806D6BA" w14:textId="77777777" w:rsidR="009558EF" w:rsidRDefault="009558EF" w:rsidP="009558EF">
      <w:pPr>
        <w:pStyle w:val="SDLCode"/>
        <w:rPr>
          <w:rFonts w:eastAsia="Times New Roman" w:cs="Times New Roman"/>
          <w:lang w:val="en-GB"/>
        </w:rPr>
      </w:pPr>
      <w:r w:rsidRPr="00282F49">
        <w:rPr>
          <w:rFonts w:eastAsia="Times New Roman" w:cs="Times New Roman"/>
          <w:lang w:val="en-GB"/>
        </w:rPr>
        <w:t>}</w:t>
      </w:r>
    </w:p>
    <w:p w14:paraId="02331D0B" w14:textId="33577D71" w:rsidR="009558EF" w:rsidRDefault="009558EF" w:rsidP="001B3703">
      <w:pPr>
        <w:pStyle w:val="SDLCode"/>
        <w:rPr>
          <w:rFonts w:eastAsia="Times New Roman" w:cs="Times New Roman"/>
          <w:lang w:val="en-GB"/>
        </w:rPr>
      </w:pPr>
      <w:r>
        <w:rPr>
          <w:rFonts w:eastAsia="Times New Roman" w:cs="Times New Roman"/>
          <w:lang w:val="en-GB"/>
        </w:rPr>
        <w:t>// i is not accessible here</w:t>
      </w:r>
    </w:p>
    <w:p w14:paraId="00BBD81C" w14:textId="77777777" w:rsidR="001B3703" w:rsidRPr="00E56598" w:rsidRDefault="001B3703" w:rsidP="00E56598">
      <w:pPr>
        <w:pStyle w:val="SDLCode"/>
        <w:rPr>
          <w:rFonts w:eastAsia="Times New Roman"/>
        </w:rPr>
      </w:pPr>
    </w:p>
    <w:p w14:paraId="1C2416CE" w14:textId="5023A30D" w:rsidR="00E077C8" w:rsidRDefault="00E077C8" w:rsidP="00E56598">
      <w:pPr>
        <w:pStyle w:val="Note"/>
        <w:rPr>
          <w:rFonts w:eastAsia="Times New Roman"/>
          <w:lang w:eastAsia="ko-KR"/>
        </w:rPr>
      </w:pPr>
      <w:r w:rsidRPr="00C472DC">
        <w:t>NOTE</w:t>
      </w:r>
      <w:r w:rsidRPr="00C472DC">
        <w:tab/>
      </w:r>
      <w:r w:rsidR="00832663">
        <w:t>Usage of the</w:t>
      </w:r>
      <w:r>
        <w:t xml:space="preserve"> keyword </w:t>
      </w:r>
      <w:r w:rsidRPr="008F4E31">
        <w:rPr>
          <w:rFonts w:ascii="Courier New" w:hAnsi="Courier New" w:cs="Courier New"/>
          <w:b/>
          <w:bCs/>
        </w:rPr>
        <w:t>break</w:t>
      </w:r>
      <w:r>
        <w:t xml:space="preserve"> to exit a </w:t>
      </w:r>
      <w:r>
        <w:rPr>
          <w:rFonts w:eastAsia="Times New Roman"/>
          <w:lang w:eastAsia="ko-KR"/>
        </w:rPr>
        <w:t>for-loop</w:t>
      </w:r>
      <w:r w:rsidRPr="00C472DC">
        <w:t xml:space="preserve"> </w:t>
      </w:r>
      <w:r>
        <w:t>construct</w:t>
      </w:r>
      <w:r w:rsidR="00832663">
        <w:t xml:space="preserve"> is not supported</w:t>
      </w:r>
      <w:r>
        <w:t>.</w:t>
      </w:r>
    </w:p>
    <w:p w14:paraId="6A5BCD73" w14:textId="602AB062" w:rsidR="008B18E1" w:rsidRDefault="008B18E1" w:rsidP="008B18E1">
      <w:pPr>
        <w:pStyle w:val="BodyText"/>
        <w:spacing w:after="220"/>
        <w:rPr>
          <w:rFonts w:eastAsia="Times New Roman"/>
          <w:lang w:eastAsia="ko-KR"/>
        </w:rPr>
      </w:pPr>
      <w:r>
        <w:rPr>
          <w:rFonts w:eastAsia="Times New Roman"/>
          <w:lang w:eastAsia="ko-KR"/>
        </w:rPr>
        <w:lastRenderedPageBreak/>
        <w:t xml:space="preserve">In the </w:t>
      </w:r>
      <w:r w:rsidRPr="00013F29">
        <w:rPr>
          <w:rFonts w:ascii="Courier New" w:eastAsia="Times New Roman" w:hAnsi="Courier New" w:cs="Courier New"/>
          <w:b/>
          <w:bCs/>
          <w:lang w:eastAsia="ko-KR"/>
        </w:rPr>
        <w:t>do-while</w:t>
      </w:r>
      <w:r>
        <w:rPr>
          <w:rFonts w:eastAsia="Times New Roman"/>
          <w:lang w:eastAsia="ko-KR"/>
        </w:rPr>
        <w:t xml:space="preserve">-loop syntax, </w:t>
      </w:r>
      <w:r w:rsidRPr="00282F49">
        <w:rPr>
          <w:rFonts w:eastAsia="Times New Roman"/>
          <w:lang w:eastAsia="ko-KR"/>
        </w:rPr>
        <w:t xml:space="preserve">the block of statements is executed until </w:t>
      </w:r>
      <w:r w:rsidRPr="00282F49">
        <w:rPr>
          <w:rStyle w:val="SDLattribute"/>
          <w:rFonts w:eastAsia="Times New Roman"/>
          <w:lang w:eastAsia="ko-KR"/>
        </w:rPr>
        <w:t>condition</w:t>
      </w:r>
      <w:r w:rsidRPr="00282F49">
        <w:rPr>
          <w:rFonts w:eastAsia="Times New Roman"/>
          <w:lang w:eastAsia="ko-KR"/>
        </w:rPr>
        <w:t xml:space="preserve"> evaluates to</w:t>
      </w:r>
      <w:r w:rsidR="008374AD">
        <w:rPr>
          <w:rFonts w:eastAsia="Times New Roman"/>
          <w:lang w:eastAsia="ko-KR"/>
        </w:rPr>
        <w:t xml:space="preserve"> a numeric value of zero or a logical value of false</w:t>
      </w:r>
      <w:r w:rsidR="008374AD">
        <w:rPr>
          <w:rFonts w:ascii="Courier New" w:eastAsia="Times New Roman" w:hAnsi="Courier New" w:cs="Courier New"/>
          <w:lang w:eastAsia="ko-KR"/>
        </w:rPr>
        <w:t>.</w:t>
      </w:r>
    </w:p>
    <w:p w14:paraId="5EE5AAB7" w14:textId="77777777" w:rsidR="008B18E1" w:rsidRPr="00013F29" w:rsidRDefault="008B18E1" w:rsidP="008B18E1">
      <w:pPr>
        <w:pStyle w:val="Note"/>
        <w:rPr>
          <w:lang w:eastAsia="ko-KR"/>
        </w:rPr>
      </w:pPr>
      <w:r>
        <w:rPr>
          <w:lang w:eastAsia="ko-KR"/>
        </w:rPr>
        <w:t>NOTE</w:t>
      </w:r>
      <w:r w:rsidRPr="00282F49">
        <w:rPr>
          <w:lang w:eastAsia="ko-KR"/>
        </w:rPr>
        <w:t xml:space="preserve"> </w:t>
      </w:r>
      <w:r>
        <w:rPr>
          <w:lang w:eastAsia="ko-KR"/>
        </w:rPr>
        <w:tab/>
        <w:t>T</w:t>
      </w:r>
      <w:r w:rsidRPr="00282F49">
        <w:rPr>
          <w:lang w:eastAsia="ko-KR"/>
        </w:rPr>
        <w:t>he block will be executed at least once.</w:t>
      </w:r>
    </w:p>
    <w:p w14:paraId="1579E84F" w14:textId="7E1E332E"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FC.4: Flow </w:t>
      </w:r>
      <w:r w:rsidR="00FE206E">
        <w:rPr>
          <w:rStyle w:val="CharBold"/>
          <w:rFonts w:eastAsia="Times New Roman"/>
        </w:rPr>
        <w:t>c</w:t>
      </w:r>
      <w:r w:rsidRPr="006D1923">
        <w:rPr>
          <w:rStyle w:val="CharBold"/>
          <w:rFonts w:eastAsia="Times New Roman"/>
        </w:rPr>
        <w:t xml:space="preserve">ontrol </w:t>
      </w:r>
      <w:r w:rsidR="00FE206E">
        <w:rPr>
          <w:rStyle w:val="CharBold"/>
          <w:rFonts w:eastAsia="Times New Roman"/>
        </w:rPr>
        <w:t>u</w:t>
      </w:r>
      <w:r w:rsidRPr="006D1923">
        <w:rPr>
          <w:rStyle w:val="CharBold"/>
          <w:rFonts w:eastAsia="Times New Roman"/>
        </w:rPr>
        <w:t xml:space="preserve">sing </w:t>
      </w:r>
      <w:r w:rsidR="00FE206E">
        <w:rPr>
          <w:rStyle w:val="CharBold"/>
          <w:rFonts w:eastAsia="Times New Roman"/>
        </w:rPr>
        <w:t>d</w:t>
      </w:r>
      <w:r w:rsidRPr="006D1923">
        <w:rPr>
          <w:rStyle w:val="CharBold"/>
          <w:rFonts w:eastAsia="Times New Roman"/>
        </w:rPr>
        <w:t>o</w:t>
      </w:r>
    </w:p>
    <w:p w14:paraId="00D1D89F" w14:textId="279FA9B5" w:rsidR="00127906" w:rsidRPr="006D1923" w:rsidRDefault="00127906" w:rsidP="00064445">
      <w:pPr>
        <w:pStyle w:val="List3"/>
        <w:keepNext/>
        <w:keepLines/>
        <w:spacing w:after="0"/>
        <w:ind w:left="851"/>
        <w:rPr>
          <w:rFonts w:eastAsia="Times New Roman"/>
        </w:rPr>
      </w:pPr>
      <w:r w:rsidRPr="006D1923">
        <w:rPr>
          <w:rStyle w:val="SDLkeyword"/>
          <w:rFonts w:eastAsia="Times New Roman"/>
        </w:rPr>
        <w:t>do</w:t>
      </w:r>
      <w:r w:rsidRPr="006D1923">
        <w:rPr>
          <w:rFonts w:eastAsia="Times New Roman"/>
        </w:rPr>
        <w:t xml:space="preserve"> </w:t>
      </w:r>
      <w:r w:rsidRPr="006D1923">
        <w:rPr>
          <w:rStyle w:val="SDLkeyword"/>
          <w:rFonts w:eastAsia="Times New Roman"/>
        </w:rPr>
        <w:t>{</w:t>
      </w:r>
    </w:p>
    <w:p w14:paraId="0D700EE7" w14:textId="60BD77DE" w:rsidR="00127906" w:rsidRPr="006D1923" w:rsidRDefault="00127906" w:rsidP="00064445">
      <w:pPr>
        <w:pStyle w:val="List4"/>
        <w:keepNext/>
        <w:keepLines/>
        <w:spacing w:after="0"/>
        <w:ind w:left="851" w:firstLine="0"/>
        <w:rPr>
          <w:rFonts w:eastAsia="Times New Roman"/>
        </w:rPr>
      </w:pPr>
      <w:r w:rsidRPr="006D1923">
        <w:rPr>
          <w:rFonts w:eastAsia="Times New Roman"/>
        </w:rPr>
        <w:t>…</w:t>
      </w:r>
    </w:p>
    <w:p w14:paraId="1EF85DCE" w14:textId="77777777" w:rsidR="00127906" w:rsidRPr="006D1923" w:rsidRDefault="00127906" w:rsidP="00064445">
      <w:pPr>
        <w:pStyle w:val="List3"/>
        <w:keepNext/>
        <w:keepLines/>
        <w:rPr>
          <w:rFonts w:eastAsia="Times New Roman"/>
        </w:rPr>
      </w:pPr>
      <w:r w:rsidRPr="006D1923">
        <w:rPr>
          <w:rStyle w:val="SDLkeyword"/>
          <w:rFonts w:eastAsia="Times New Roman"/>
        </w:rPr>
        <w:t>}</w:t>
      </w:r>
      <w:r w:rsidRPr="006D1923">
        <w:rPr>
          <w:rFonts w:eastAsia="Times New Roman"/>
        </w:rPr>
        <w:t xml:space="preserve"> </w:t>
      </w:r>
      <w:r w:rsidRPr="006D1923">
        <w:rPr>
          <w:rStyle w:val="SDLkeyword"/>
          <w:rFonts w:eastAsia="Times New Roman"/>
        </w:rPr>
        <w:t>while</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w:t>
      </w:r>
    </w:p>
    <w:p w14:paraId="1E372323" w14:textId="77777777" w:rsidR="00FF28A1" w:rsidRDefault="00FF28A1" w:rsidP="00127906">
      <w:pPr>
        <w:pStyle w:val="BodyText"/>
        <w:pBdr>
          <w:top w:val="single" w:sz="6" w:space="1" w:color="auto"/>
        </w:pBdr>
        <w:spacing w:after="220"/>
        <w:rPr>
          <w:rFonts w:eastAsia="Times New Roman"/>
          <w:lang w:eastAsia="ko-KR"/>
        </w:rPr>
      </w:pPr>
    </w:p>
    <w:p w14:paraId="39337B6B" w14:textId="675E0D75" w:rsidR="00127906" w:rsidRDefault="00FF28A1" w:rsidP="00127906">
      <w:pPr>
        <w:pStyle w:val="BodyText"/>
        <w:pBdr>
          <w:top w:val="single" w:sz="6" w:space="1" w:color="auto"/>
        </w:pBdr>
        <w:spacing w:after="220"/>
        <w:rPr>
          <w:rFonts w:eastAsia="Times New Roman"/>
          <w:lang w:eastAsia="ko-KR"/>
        </w:rPr>
      </w:pPr>
      <w:r>
        <w:rPr>
          <w:rFonts w:eastAsia="Times New Roman"/>
          <w:lang w:eastAsia="ko-KR"/>
        </w:rPr>
        <w:t xml:space="preserve">Braces </w:t>
      </w:r>
      <w:r>
        <w:rPr>
          <w:lang w:eastAsia="ko-KR"/>
        </w:rPr>
        <w:t>‘</w:t>
      </w:r>
      <w:r w:rsidRPr="00C472DC">
        <w:rPr>
          <w:rStyle w:val="codeChar"/>
        </w:rPr>
        <w:t>{</w:t>
      </w:r>
      <w:r>
        <w:rPr>
          <w:lang w:eastAsia="ko-KR"/>
        </w:rPr>
        <w:t>’ and ‘</w:t>
      </w:r>
      <w:r w:rsidRPr="00C472DC">
        <w:rPr>
          <w:rStyle w:val="codeChar"/>
        </w:rPr>
        <w:t>}</w:t>
      </w:r>
      <w:r>
        <w:rPr>
          <w:lang w:eastAsia="ko-KR"/>
        </w:rPr>
        <w:t xml:space="preserve">’ </w:t>
      </w:r>
      <w:r>
        <w:rPr>
          <w:rFonts w:eastAsia="Times New Roman"/>
          <w:lang w:eastAsia="ko-KR"/>
        </w:rPr>
        <w:t>are always required.</w:t>
      </w:r>
    </w:p>
    <w:p w14:paraId="0D1ACCFE" w14:textId="77777777" w:rsidR="00FF28A1" w:rsidRPr="00282F49" w:rsidRDefault="00FF28A1" w:rsidP="00FF28A1">
      <w:pPr>
        <w:pStyle w:val="Example"/>
      </w:pPr>
      <w:r w:rsidRPr="00282F49">
        <w:t>EXAMPLE</w:t>
      </w:r>
      <w:r w:rsidRPr="00282F49">
        <w:rPr>
          <w:lang w:eastAsia="ja-JP"/>
        </w:rPr>
        <w:t xml:space="preserve"> </w:t>
      </w:r>
      <w:r w:rsidRPr="00282F49">
        <w:rPr>
          <w:lang w:eastAsia="ja-JP"/>
        </w:rPr>
        <w:sym w:font="Symbol" w:char="F0BE"/>
      </w:r>
      <w:r w:rsidRPr="00282F49">
        <w:rPr>
          <w:lang w:eastAsia="ja-JP"/>
        </w:rPr>
        <w:t xml:space="preserve"> </w:t>
      </w:r>
    </w:p>
    <w:p w14:paraId="4E352346" w14:textId="4C9A6BC5" w:rsidR="00FF28A1" w:rsidRDefault="00FF28A1" w:rsidP="00FF28A1">
      <w:pPr>
        <w:pStyle w:val="SDLCode"/>
        <w:rPr>
          <w:rFonts w:eastAsia="Times New Roman" w:cs="Times New Roman"/>
          <w:lang w:val="en-GB"/>
        </w:rPr>
      </w:pPr>
      <w:r w:rsidRPr="00282F49">
        <w:rPr>
          <w:rFonts w:eastAsia="Times New Roman" w:cs="Times New Roman"/>
          <w:lang w:val="en-GB"/>
        </w:rPr>
        <w:t>int i</w:t>
      </w:r>
      <w:r>
        <w:rPr>
          <w:rFonts w:eastAsia="Times New Roman" w:cs="Times New Roman"/>
          <w:lang w:val="en-GB"/>
        </w:rPr>
        <w:t xml:space="preserve"> = 10</w:t>
      </w:r>
      <w:r w:rsidRPr="00282F49">
        <w:rPr>
          <w:rFonts w:eastAsia="Times New Roman" w:cs="Times New Roman"/>
          <w:lang w:val="en-GB"/>
        </w:rPr>
        <w:t>;</w:t>
      </w:r>
    </w:p>
    <w:p w14:paraId="6797050D" w14:textId="77777777" w:rsidR="00FF28A1" w:rsidRPr="00282F49" w:rsidRDefault="00FF28A1" w:rsidP="00FF28A1">
      <w:pPr>
        <w:pStyle w:val="SDLCode"/>
        <w:rPr>
          <w:rFonts w:eastAsia="Times New Roman" w:cs="Times New Roman"/>
          <w:lang w:val="en-GB"/>
        </w:rPr>
      </w:pPr>
    </w:p>
    <w:p w14:paraId="339DD180" w14:textId="1DB3B9CF" w:rsidR="00FF28A1" w:rsidRDefault="00FF28A1" w:rsidP="00CA687B">
      <w:pPr>
        <w:pStyle w:val="SDLCode"/>
        <w:rPr>
          <w:rFonts w:eastAsia="Times New Roman" w:cs="Times New Roman"/>
          <w:lang w:val="en-GB"/>
        </w:rPr>
      </w:pPr>
      <w:r>
        <w:rPr>
          <w:rFonts w:eastAsia="Times New Roman" w:cs="Times New Roman"/>
          <w:lang w:val="en-GB"/>
        </w:rPr>
        <w:t>do</w:t>
      </w:r>
      <w:r w:rsidRPr="00282F49">
        <w:rPr>
          <w:rFonts w:eastAsia="Times New Roman" w:cs="Times New Roman"/>
          <w:lang w:val="en-GB"/>
        </w:rPr>
        <w:t xml:space="preserve"> {</w:t>
      </w:r>
    </w:p>
    <w:p w14:paraId="487AE202" w14:textId="14DD9592" w:rsidR="00FF28A1" w:rsidRDefault="00FF28A1" w:rsidP="00CA687B">
      <w:pPr>
        <w:pStyle w:val="SDLCode"/>
        <w:rPr>
          <w:rFonts w:eastAsia="Times New Roman" w:cs="Times New Roman"/>
          <w:lang w:val="en-GB"/>
        </w:rPr>
      </w:pPr>
      <w:r>
        <w:rPr>
          <w:rFonts w:eastAsia="Times New Roman" w:cs="Times New Roman"/>
          <w:lang w:val="en-GB"/>
        </w:rPr>
        <w:t xml:space="preserve">    i--;   </w:t>
      </w:r>
    </w:p>
    <w:p w14:paraId="4F3BBE63" w14:textId="5E4F2F2B" w:rsidR="00E077C8" w:rsidRDefault="00FF28A1" w:rsidP="00CA687B">
      <w:pPr>
        <w:pStyle w:val="SDLCode"/>
        <w:rPr>
          <w:rFonts w:eastAsia="Times New Roman" w:cs="Times New Roman"/>
          <w:lang w:val="en-GB"/>
        </w:rPr>
      </w:pPr>
      <w:r w:rsidRPr="00282F49">
        <w:rPr>
          <w:rFonts w:eastAsia="Times New Roman" w:cs="Times New Roman"/>
          <w:lang w:val="en-GB"/>
        </w:rPr>
        <w:t>}</w:t>
      </w:r>
      <w:r>
        <w:rPr>
          <w:rFonts w:eastAsia="Times New Roman" w:cs="Times New Roman"/>
          <w:lang w:val="en-GB"/>
        </w:rPr>
        <w:t xml:space="preserve"> while (i &gt; 0);</w:t>
      </w:r>
    </w:p>
    <w:p w14:paraId="69EA271C" w14:textId="77777777" w:rsidR="00CA687B" w:rsidRPr="00E56598" w:rsidRDefault="00CA687B" w:rsidP="00E56598">
      <w:pPr>
        <w:pStyle w:val="SDLCode"/>
        <w:rPr>
          <w:rFonts w:eastAsia="Times New Roman"/>
        </w:rPr>
      </w:pPr>
    </w:p>
    <w:p w14:paraId="0C83B055" w14:textId="4815981F" w:rsidR="00E077C8" w:rsidRDefault="00E077C8" w:rsidP="00E077C8">
      <w:pPr>
        <w:pStyle w:val="Note"/>
        <w:rPr>
          <w:rFonts w:eastAsia="Times New Roman"/>
          <w:lang w:eastAsia="ko-KR"/>
        </w:rPr>
      </w:pPr>
      <w:r w:rsidRPr="00C472DC">
        <w:t>NOTE</w:t>
      </w:r>
      <w:r w:rsidRPr="00C472DC">
        <w:tab/>
      </w:r>
      <w:r w:rsidR="00211560">
        <w:t xml:space="preserve">Usage of </w:t>
      </w:r>
      <w:r>
        <w:t xml:space="preserve">the keyword </w:t>
      </w:r>
      <w:r w:rsidRPr="008F4E31">
        <w:rPr>
          <w:rFonts w:ascii="Courier New" w:hAnsi="Courier New" w:cs="Courier New"/>
          <w:b/>
          <w:bCs/>
        </w:rPr>
        <w:t>break</w:t>
      </w:r>
      <w:r>
        <w:t xml:space="preserve"> to exit a </w:t>
      </w:r>
      <w:r>
        <w:rPr>
          <w:rFonts w:eastAsia="Times New Roman"/>
          <w:lang w:eastAsia="ko-KR"/>
        </w:rPr>
        <w:t>do-while-loop</w:t>
      </w:r>
      <w:r w:rsidRPr="00C472DC">
        <w:t xml:space="preserve"> </w:t>
      </w:r>
      <w:r>
        <w:t>construct</w:t>
      </w:r>
      <w:r w:rsidR="00211560">
        <w:t xml:space="preserve"> is not supported</w:t>
      </w:r>
      <w:r>
        <w:t>.</w:t>
      </w:r>
    </w:p>
    <w:p w14:paraId="09EC5842" w14:textId="4A4F4047" w:rsidR="00F60BE0" w:rsidRPr="00282F49" w:rsidRDefault="00F60BE0" w:rsidP="00F60BE0">
      <w:pPr>
        <w:pStyle w:val="BodyText"/>
        <w:spacing w:after="220"/>
        <w:rPr>
          <w:rFonts w:eastAsia="Times New Roman"/>
          <w:lang w:eastAsia="ko-KR"/>
        </w:rPr>
      </w:pPr>
      <w:r>
        <w:rPr>
          <w:rFonts w:eastAsia="Times New Roman"/>
          <w:lang w:eastAsia="ko-KR"/>
        </w:rPr>
        <w:t xml:space="preserve">In the </w:t>
      </w:r>
      <w:r w:rsidRPr="00013F29">
        <w:rPr>
          <w:rFonts w:ascii="Courier New" w:eastAsia="Times New Roman" w:hAnsi="Courier New" w:cs="Courier New"/>
          <w:b/>
          <w:bCs/>
          <w:lang w:eastAsia="ko-KR"/>
        </w:rPr>
        <w:t>while</w:t>
      </w:r>
      <w:r>
        <w:rPr>
          <w:rFonts w:eastAsia="Times New Roman"/>
          <w:lang w:eastAsia="ko-KR"/>
        </w:rPr>
        <w:t>-loop syntax, t</w:t>
      </w:r>
      <w:r w:rsidRPr="00282F49">
        <w:rPr>
          <w:rFonts w:eastAsia="Times New Roman"/>
          <w:lang w:eastAsia="ko-KR"/>
        </w:rPr>
        <w:t xml:space="preserve">he </w:t>
      </w:r>
      <w:r w:rsidR="00FF28A1">
        <w:rPr>
          <w:rFonts w:eastAsia="Times New Roman"/>
          <w:lang w:eastAsia="ko-KR"/>
        </w:rPr>
        <w:t>loop</w:t>
      </w:r>
      <w:r w:rsidR="00FF28A1" w:rsidRPr="00282F49">
        <w:rPr>
          <w:rFonts w:eastAsia="Times New Roman"/>
          <w:lang w:eastAsia="ko-KR"/>
        </w:rPr>
        <w:t xml:space="preserve"> </w:t>
      </w:r>
      <w:r w:rsidRPr="00282F49">
        <w:rPr>
          <w:rFonts w:eastAsia="Times New Roman"/>
          <w:lang w:eastAsia="ko-KR"/>
        </w:rPr>
        <w:t xml:space="preserve">is executed zero or more times, as long as </w:t>
      </w:r>
      <w:r w:rsidRPr="00282F49">
        <w:rPr>
          <w:rStyle w:val="SDLattribute"/>
          <w:rFonts w:eastAsia="Times New Roman"/>
          <w:lang w:eastAsia="ko-KR"/>
        </w:rPr>
        <w:t>condition</w:t>
      </w:r>
      <w:r w:rsidRPr="00282F49">
        <w:rPr>
          <w:rFonts w:eastAsia="Times New Roman"/>
          <w:lang w:eastAsia="ko-KR"/>
        </w:rPr>
        <w:t xml:space="preserve"> evalu</w:t>
      </w:r>
      <w:r>
        <w:rPr>
          <w:rFonts w:eastAsia="Times New Roman"/>
          <w:lang w:eastAsia="ko-KR"/>
        </w:rPr>
        <w:t>a</w:t>
      </w:r>
      <w:r w:rsidRPr="00282F49">
        <w:rPr>
          <w:rFonts w:eastAsia="Times New Roman"/>
          <w:lang w:eastAsia="ko-KR"/>
        </w:rPr>
        <w:t>tes to</w:t>
      </w:r>
      <w:r w:rsidR="00C22207">
        <w:rPr>
          <w:rFonts w:eastAsia="Times New Roman"/>
          <w:lang w:eastAsia="ko-KR"/>
        </w:rPr>
        <w:t xml:space="preserve"> a non-zero numeric value or a logic value of true.</w:t>
      </w:r>
    </w:p>
    <w:p w14:paraId="6F1D8CDF" w14:textId="210484B4"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FC.5: Flow </w:t>
      </w:r>
      <w:r w:rsidR="00FE206E">
        <w:rPr>
          <w:rStyle w:val="CharBold"/>
          <w:rFonts w:eastAsia="Times New Roman"/>
        </w:rPr>
        <w:t>c</w:t>
      </w:r>
      <w:r w:rsidRPr="006D1923">
        <w:rPr>
          <w:rStyle w:val="CharBold"/>
          <w:rFonts w:eastAsia="Times New Roman"/>
        </w:rPr>
        <w:t xml:space="preserve">ontrol </w:t>
      </w:r>
      <w:r w:rsidR="00FE206E">
        <w:rPr>
          <w:rStyle w:val="CharBold"/>
          <w:rFonts w:eastAsia="Times New Roman"/>
        </w:rPr>
        <w:t>u</w:t>
      </w:r>
      <w:r w:rsidRPr="006D1923">
        <w:rPr>
          <w:rStyle w:val="CharBold"/>
          <w:rFonts w:eastAsia="Times New Roman"/>
        </w:rPr>
        <w:t xml:space="preserve">sing </w:t>
      </w:r>
      <w:r w:rsidR="00FE206E">
        <w:rPr>
          <w:rStyle w:val="CharBold"/>
          <w:rFonts w:eastAsia="Times New Roman"/>
        </w:rPr>
        <w:t>w</w:t>
      </w:r>
      <w:r w:rsidRPr="006D1923">
        <w:rPr>
          <w:rStyle w:val="CharBold"/>
          <w:rFonts w:eastAsia="Times New Roman"/>
        </w:rPr>
        <w:t>hile</w:t>
      </w:r>
    </w:p>
    <w:p w14:paraId="5BB232FB" w14:textId="0A475AEE" w:rsidR="00127906" w:rsidRPr="006D1923" w:rsidRDefault="00127906" w:rsidP="00064445">
      <w:pPr>
        <w:pStyle w:val="List3"/>
        <w:keepNext/>
        <w:keepLines/>
        <w:spacing w:after="0"/>
        <w:ind w:left="851"/>
        <w:rPr>
          <w:rFonts w:eastAsia="Times New Roman"/>
        </w:rPr>
      </w:pPr>
      <w:r w:rsidRPr="006D1923">
        <w:rPr>
          <w:rStyle w:val="SDLkeyword"/>
          <w:rFonts w:eastAsia="Times New Roman"/>
        </w:rPr>
        <w:t>while</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p>
    <w:p w14:paraId="5E5ABDA5" w14:textId="6E78237E" w:rsidR="00127906" w:rsidRPr="006D1923" w:rsidRDefault="00127906" w:rsidP="00064445">
      <w:pPr>
        <w:pStyle w:val="List4"/>
        <w:keepNext/>
        <w:keepLines/>
        <w:spacing w:after="0"/>
        <w:ind w:left="851" w:firstLine="0"/>
        <w:rPr>
          <w:rFonts w:eastAsia="Times New Roman"/>
        </w:rPr>
      </w:pPr>
      <w:r w:rsidRPr="006D1923">
        <w:rPr>
          <w:rFonts w:eastAsia="Times New Roman"/>
        </w:rPr>
        <w:t>…</w:t>
      </w:r>
    </w:p>
    <w:p w14:paraId="226A6AD2" w14:textId="77777777" w:rsidR="00127906" w:rsidRPr="006D1923" w:rsidRDefault="00127906" w:rsidP="00127906">
      <w:pPr>
        <w:pStyle w:val="BodyText"/>
        <w:pBdr>
          <w:top w:val="single" w:sz="6" w:space="1" w:color="auto"/>
        </w:pBdr>
        <w:spacing w:after="220"/>
        <w:rPr>
          <w:rFonts w:eastAsia="Times New Roman"/>
          <w:lang w:eastAsia="ko-KR"/>
        </w:rPr>
      </w:pPr>
    </w:p>
    <w:p w14:paraId="29E9D5BB" w14:textId="2F8B649A" w:rsidR="00FF28A1" w:rsidRDefault="00FF28A1" w:rsidP="00FF28A1">
      <w:pPr>
        <w:pStyle w:val="BodyText"/>
        <w:rPr>
          <w:rFonts w:eastAsia="Times New Roman"/>
          <w:lang w:eastAsia="ko-KR"/>
        </w:rPr>
      </w:pPr>
      <w:bookmarkStart w:id="268" w:name="_Toc138247419"/>
      <w:bookmarkStart w:id="269" w:name="_Toc120119475"/>
      <w:bookmarkStart w:id="270" w:name="_Toc120119529"/>
      <w:bookmarkStart w:id="271" w:name="_Toc120120121"/>
      <w:bookmarkStart w:id="272" w:name="_Toc120120173"/>
      <w:bookmarkStart w:id="273" w:name="_Toc120119476"/>
      <w:bookmarkStart w:id="274" w:name="_Toc120119530"/>
      <w:bookmarkStart w:id="275" w:name="_Toc120120122"/>
      <w:bookmarkStart w:id="276" w:name="_Toc120120174"/>
      <w:bookmarkStart w:id="277" w:name="_Toc120119477"/>
      <w:bookmarkStart w:id="278" w:name="_Toc120119531"/>
      <w:bookmarkStart w:id="279" w:name="_Toc120120123"/>
      <w:bookmarkStart w:id="280" w:name="_Toc120120175"/>
      <w:bookmarkEnd w:id="268"/>
      <w:bookmarkEnd w:id="269"/>
      <w:bookmarkEnd w:id="270"/>
      <w:bookmarkEnd w:id="271"/>
      <w:bookmarkEnd w:id="272"/>
      <w:bookmarkEnd w:id="273"/>
      <w:bookmarkEnd w:id="274"/>
      <w:bookmarkEnd w:id="275"/>
      <w:bookmarkEnd w:id="276"/>
      <w:bookmarkEnd w:id="277"/>
      <w:bookmarkEnd w:id="278"/>
      <w:bookmarkEnd w:id="279"/>
      <w:bookmarkEnd w:id="280"/>
      <w:r>
        <w:rPr>
          <w:rFonts w:eastAsia="Times New Roman"/>
          <w:lang w:eastAsia="ko-KR"/>
        </w:rPr>
        <w:t xml:space="preserve">If a single statement is defined within the </w:t>
      </w:r>
      <w:r>
        <w:rPr>
          <w:rFonts w:ascii="Courier New" w:eastAsia="Times New Roman" w:hAnsi="Courier New" w:cs="Courier New"/>
          <w:b/>
          <w:bCs/>
          <w:lang w:eastAsia="ko-KR"/>
        </w:rPr>
        <w:t>while</w:t>
      </w:r>
      <w:r>
        <w:rPr>
          <w:rFonts w:eastAsia="Times New Roman"/>
          <w:lang w:eastAsia="ko-KR"/>
        </w:rPr>
        <w:t xml:space="preserve">-loop, then usage of braces </w:t>
      </w:r>
      <w:r>
        <w:rPr>
          <w:lang w:eastAsia="ko-KR"/>
        </w:rPr>
        <w:t>‘</w:t>
      </w:r>
      <w:r w:rsidRPr="00C472DC">
        <w:rPr>
          <w:rStyle w:val="codeChar"/>
        </w:rPr>
        <w:t>{</w:t>
      </w:r>
      <w:r>
        <w:rPr>
          <w:lang w:eastAsia="ko-KR"/>
        </w:rPr>
        <w:t>’ and ‘</w:t>
      </w:r>
      <w:r w:rsidRPr="00C472DC">
        <w:rPr>
          <w:rStyle w:val="codeChar"/>
        </w:rPr>
        <w:t>}</w:t>
      </w:r>
      <w:r>
        <w:rPr>
          <w:lang w:eastAsia="ko-KR"/>
        </w:rPr>
        <w:t xml:space="preserve">’ </w:t>
      </w:r>
      <w:r>
        <w:rPr>
          <w:rFonts w:eastAsia="Times New Roman"/>
          <w:lang w:eastAsia="ko-KR"/>
        </w:rPr>
        <w:t>is optional</w:t>
      </w:r>
      <w:r w:rsidR="007800F6">
        <w:rPr>
          <w:rFonts w:eastAsia="Times New Roman"/>
          <w:lang w:eastAsia="ko-KR"/>
        </w:rPr>
        <w:t xml:space="preserve"> (they are implicit)</w:t>
      </w:r>
      <w:r>
        <w:rPr>
          <w:rFonts w:eastAsia="Times New Roman"/>
          <w:lang w:eastAsia="ko-KR"/>
        </w:rPr>
        <w:t>,</w:t>
      </w:r>
      <w:r w:rsidR="007800F6">
        <w:rPr>
          <w:rFonts w:eastAsia="Times New Roman"/>
          <w:lang w:eastAsia="ko-KR"/>
        </w:rPr>
        <w:t xml:space="preserve"> </w:t>
      </w:r>
      <w:r>
        <w:rPr>
          <w:rFonts w:eastAsia="Times New Roman"/>
          <w:lang w:eastAsia="ko-KR"/>
        </w:rPr>
        <w:t xml:space="preserve">but if multiple statements are present then braces are required. For example: </w:t>
      </w:r>
    </w:p>
    <w:p w14:paraId="0AB9310B" w14:textId="77777777" w:rsidR="00FF28A1" w:rsidRPr="00282F49" w:rsidRDefault="00FF28A1" w:rsidP="00FF28A1">
      <w:pPr>
        <w:pStyle w:val="Example"/>
      </w:pPr>
      <w:r w:rsidRPr="00282F49">
        <w:t>EXAMPLE</w:t>
      </w:r>
      <w:r w:rsidRPr="00282F49">
        <w:rPr>
          <w:lang w:eastAsia="ja-JP"/>
        </w:rPr>
        <w:t xml:space="preserve"> </w:t>
      </w:r>
      <w:r w:rsidRPr="00282F49">
        <w:rPr>
          <w:lang w:eastAsia="ja-JP"/>
        </w:rPr>
        <w:sym w:font="Symbol" w:char="F0BE"/>
      </w:r>
      <w:r w:rsidRPr="00282F49">
        <w:rPr>
          <w:lang w:eastAsia="ja-JP"/>
        </w:rPr>
        <w:t xml:space="preserve"> </w:t>
      </w:r>
    </w:p>
    <w:p w14:paraId="4211B94C" w14:textId="6059D544" w:rsidR="00FF28A1" w:rsidRDefault="00FF28A1" w:rsidP="00FF28A1">
      <w:pPr>
        <w:pStyle w:val="SDLCode"/>
        <w:rPr>
          <w:rFonts w:eastAsia="Times New Roman" w:cs="Times New Roman"/>
          <w:lang w:val="en-GB"/>
        </w:rPr>
      </w:pPr>
      <w:r w:rsidRPr="00282F49">
        <w:rPr>
          <w:rFonts w:eastAsia="Times New Roman" w:cs="Times New Roman"/>
          <w:lang w:val="en-GB"/>
        </w:rPr>
        <w:t>int i</w:t>
      </w:r>
      <w:r>
        <w:rPr>
          <w:rFonts w:eastAsia="Times New Roman" w:cs="Times New Roman"/>
          <w:lang w:val="en-GB"/>
        </w:rPr>
        <w:t xml:space="preserve"> = 10</w:t>
      </w:r>
      <w:r w:rsidRPr="00282F49">
        <w:rPr>
          <w:rFonts w:eastAsia="Times New Roman" w:cs="Times New Roman"/>
          <w:lang w:val="en-GB"/>
        </w:rPr>
        <w:t>;</w:t>
      </w:r>
    </w:p>
    <w:p w14:paraId="3CFE64F6" w14:textId="77777777" w:rsidR="00FF28A1" w:rsidRPr="00282F49" w:rsidRDefault="00FF28A1" w:rsidP="00FF28A1">
      <w:pPr>
        <w:pStyle w:val="SDLCode"/>
        <w:rPr>
          <w:rFonts w:eastAsia="Times New Roman" w:cs="Times New Roman"/>
          <w:lang w:val="en-GB"/>
        </w:rPr>
      </w:pPr>
    </w:p>
    <w:p w14:paraId="06740EBB" w14:textId="1B66E325" w:rsidR="00FF28A1" w:rsidRPr="00282F49" w:rsidRDefault="00FF28A1" w:rsidP="00FF28A1">
      <w:pPr>
        <w:pStyle w:val="SDLCode"/>
        <w:rPr>
          <w:rFonts w:eastAsia="Times New Roman" w:cs="Times New Roman"/>
          <w:lang w:val="en-GB"/>
        </w:rPr>
      </w:pPr>
      <w:r>
        <w:rPr>
          <w:rFonts w:eastAsia="Times New Roman" w:cs="Times New Roman"/>
          <w:lang w:val="en-GB"/>
        </w:rPr>
        <w:t>while</w:t>
      </w:r>
      <w:r w:rsidRPr="00282F49">
        <w:rPr>
          <w:rFonts w:eastAsia="Times New Roman" w:cs="Times New Roman"/>
          <w:lang w:val="en-GB"/>
        </w:rPr>
        <w:t xml:space="preserve"> (</w:t>
      </w:r>
      <w:r>
        <w:rPr>
          <w:rFonts w:eastAsia="Times New Roman" w:cs="Times New Roman"/>
          <w:lang w:val="en-GB"/>
        </w:rPr>
        <w:t>i &gt; 0</w:t>
      </w:r>
      <w:r w:rsidRPr="00282F49">
        <w:rPr>
          <w:rFonts w:eastAsia="Times New Roman" w:cs="Times New Roman"/>
          <w:lang w:val="en-GB"/>
        </w:rPr>
        <w:t>)</w:t>
      </w:r>
      <w:r>
        <w:rPr>
          <w:rFonts w:eastAsia="Times New Roman" w:cs="Times New Roman"/>
          <w:lang w:val="en-GB"/>
        </w:rPr>
        <w:t xml:space="preserve"> {</w:t>
      </w:r>
    </w:p>
    <w:p w14:paraId="2D65DBD9" w14:textId="5567CB07" w:rsidR="00FF28A1" w:rsidRDefault="00FF28A1" w:rsidP="00FF28A1">
      <w:pPr>
        <w:pStyle w:val="SDLCode"/>
        <w:rPr>
          <w:rFonts w:eastAsia="Times New Roman" w:cs="Times New Roman"/>
          <w:lang w:val="en-GB"/>
        </w:rPr>
      </w:pPr>
      <w:r>
        <w:rPr>
          <w:rFonts w:eastAsia="Times New Roman" w:cs="Times New Roman"/>
          <w:lang w:val="en-GB"/>
        </w:rPr>
        <w:t xml:space="preserve">    i++</w:t>
      </w:r>
      <w:r w:rsidRPr="00282F49">
        <w:rPr>
          <w:rFonts w:eastAsia="Times New Roman" w:cs="Times New Roman"/>
          <w:lang w:val="en-GB"/>
        </w:rPr>
        <w:t>;</w:t>
      </w:r>
    </w:p>
    <w:p w14:paraId="23A930CE" w14:textId="1185824D" w:rsidR="00FF28A1" w:rsidRDefault="00FF28A1" w:rsidP="00FF28A1">
      <w:pPr>
        <w:pStyle w:val="SDLCode"/>
        <w:rPr>
          <w:rFonts w:eastAsia="Times New Roman" w:cs="Times New Roman"/>
          <w:lang w:val="en-GB"/>
        </w:rPr>
      </w:pPr>
      <w:r>
        <w:rPr>
          <w:rFonts w:eastAsia="Times New Roman" w:cs="Times New Roman"/>
          <w:lang w:val="en-GB"/>
        </w:rPr>
        <w:t xml:space="preserve">    i = i - 2;</w:t>
      </w:r>
    </w:p>
    <w:p w14:paraId="37AFEB59" w14:textId="1E073A4A" w:rsidR="00FF28A1" w:rsidRDefault="00FF28A1" w:rsidP="00FF28A1">
      <w:pPr>
        <w:pStyle w:val="SDLCode"/>
        <w:rPr>
          <w:rFonts w:eastAsia="Times New Roman" w:cs="Times New Roman"/>
          <w:lang w:val="en-GB"/>
        </w:rPr>
      </w:pPr>
      <w:r>
        <w:rPr>
          <w:rFonts w:eastAsia="Times New Roman" w:cs="Times New Roman"/>
          <w:lang w:val="en-GB"/>
        </w:rPr>
        <w:t xml:space="preserve">}   </w:t>
      </w:r>
    </w:p>
    <w:p w14:paraId="463B524F" w14:textId="4FD5A119" w:rsidR="00FF28A1" w:rsidRDefault="00FF28A1" w:rsidP="00FF28A1">
      <w:pPr>
        <w:pStyle w:val="SDLCode"/>
        <w:rPr>
          <w:rFonts w:eastAsia="Times New Roman" w:cs="Times New Roman"/>
          <w:lang w:val="en-GB"/>
        </w:rPr>
      </w:pPr>
      <w:r>
        <w:rPr>
          <w:rFonts w:eastAsia="Times New Roman" w:cs="Times New Roman"/>
          <w:lang w:val="en-GB"/>
        </w:rPr>
        <w:t>// i &lt; 0 here</w:t>
      </w:r>
    </w:p>
    <w:p w14:paraId="6CD189AC" w14:textId="77777777" w:rsidR="00FF28A1" w:rsidRDefault="00FF28A1" w:rsidP="00FF28A1">
      <w:pPr>
        <w:pStyle w:val="SDLCode"/>
        <w:rPr>
          <w:rFonts w:eastAsia="Times New Roman" w:cs="Times New Roman"/>
          <w:lang w:val="en-GB"/>
        </w:rPr>
      </w:pPr>
    </w:p>
    <w:p w14:paraId="3A27D3EC" w14:textId="404FFD57" w:rsidR="00FF28A1" w:rsidRDefault="00FF28A1" w:rsidP="00FF28A1">
      <w:pPr>
        <w:pStyle w:val="SDLCode"/>
        <w:rPr>
          <w:rFonts w:eastAsia="Times New Roman" w:cs="Times New Roman"/>
          <w:lang w:val="en-GB"/>
        </w:rPr>
      </w:pPr>
      <w:r>
        <w:rPr>
          <w:rFonts w:eastAsia="Times New Roman" w:cs="Times New Roman"/>
          <w:lang w:val="en-GB"/>
        </w:rPr>
        <w:t>i = 10</w:t>
      </w:r>
    </w:p>
    <w:p w14:paraId="3D9B77AE" w14:textId="68706995" w:rsidR="00FF28A1" w:rsidRPr="00282F49" w:rsidRDefault="00FF28A1" w:rsidP="00FF28A1">
      <w:pPr>
        <w:pStyle w:val="SDLCode"/>
        <w:rPr>
          <w:rFonts w:eastAsia="Times New Roman" w:cs="Times New Roman"/>
          <w:lang w:val="en-GB"/>
        </w:rPr>
      </w:pPr>
      <w:r>
        <w:rPr>
          <w:rFonts w:eastAsia="Times New Roman" w:cs="Times New Roman"/>
          <w:lang w:val="en-GB"/>
        </w:rPr>
        <w:t>while</w:t>
      </w:r>
      <w:r w:rsidRPr="00282F49">
        <w:rPr>
          <w:rFonts w:eastAsia="Times New Roman" w:cs="Times New Roman"/>
          <w:lang w:val="en-GB"/>
        </w:rPr>
        <w:t xml:space="preserve"> (</w:t>
      </w:r>
      <w:r>
        <w:rPr>
          <w:rFonts w:eastAsia="Times New Roman" w:cs="Times New Roman"/>
          <w:lang w:val="en-GB"/>
        </w:rPr>
        <w:t>i &gt; 0</w:t>
      </w:r>
      <w:r w:rsidRPr="00282F49">
        <w:rPr>
          <w:rFonts w:eastAsia="Times New Roman" w:cs="Times New Roman"/>
          <w:lang w:val="en-GB"/>
        </w:rPr>
        <w:t>)</w:t>
      </w:r>
    </w:p>
    <w:p w14:paraId="104B3325" w14:textId="2F72C7B7" w:rsidR="00FF28A1" w:rsidRDefault="00FF28A1" w:rsidP="00FF28A1">
      <w:pPr>
        <w:pStyle w:val="SDLCode"/>
        <w:rPr>
          <w:rFonts w:eastAsia="Times New Roman" w:cs="Times New Roman"/>
          <w:lang w:val="en-GB"/>
        </w:rPr>
      </w:pPr>
      <w:r>
        <w:rPr>
          <w:rFonts w:eastAsia="Times New Roman" w:cs="Times New Roman"/>
          <w:lang w:val="en-GB"/>
        </w:rPr>
        <w:t xml:space="preserve">    i</w:t>
      </w:r>
      <w:r w:rsidRPr="00282F49">
        <w:rPr>
          <w:rFonts w:eastAsia="Times New Roman" w:cs="Times New Roman"/>
          <w:lang w:val="en-GB"/>
        </w:rPr>
        <w:t>++;</w:t>
      </w:r>
    </w:p>
    <w:p w14:paraId="2FF5B941" w14:textId="303B7BA2" w:rsidR="00FF28A1" w:rsidRDefault="00FF28A1" w:rsidP="00FF28A1">
      <w:pPr>
        <w:pStyle w:val="SDLCode"/>
        <w:rPr>
          <w:rFonts w:eastAsia="Times New Roman" w:cs="Times New Roman"/>
          <w:lang w:val="en-GB"/>
        </w:rPr>
      </w:pPr>
      <w:r>
        <w:rPr>
          <w:rFonts w:eastAsia="Times New Roman" w:cs="Times New Roman"/>
          <w:lang w:val="en-GB"/>
        </w:rPr>
        <w:t xml:space="preserve">    i = i - 2; // this is outside of the while loop and is never reached</w:t>
      </w:r>
    </w:p>
    <w:p w14:paraId="15A28813" w14:textId="77777777" w:rsidR="00E077C8" w:rsidRDefault="00E077C8">
      <w:pPr>
        <w:tabs>
          <w:tab w:val="clear" w:pos="403"/>
        </w:tabs>
        <w:spacing w:after="0" w:line="240" w:lineRule="auto"/>
        <w:jc w:val="left"/>
        <w:rPr>
          <w:lang w:eastAsia="ja-JP"/>
        </w:rPr>
      </w:pPr>
    </w:p>
    <w:p w14:paraId="41D77EAF" w14:textId="42CEDE7A" w:rsidR="002059BC" w:rsidRDefault="00E077C8" w:rsidP="00E56598">
      <w:pPr>
        <w:pStyle w:val="Note"/>
        <w:rPr>
          <w:lang w:eastAsia="ja-JP"/>
        </w:rPr>
      </w:pPr>
      <w:r w:rsidRPr="00C472DC">
        <w:t>NOTE</w:t>
      </w:r>
      <w:r w:rsidRPr="00C472DC">
        <w:tab/>
      </w:r>
      <w:r w:rsidR="00211560">
        <w:t>Usage</w:t>
      </w:r>
      <w:r>
        <w:t xml:space="preserve"> </w:t>
      </w:r>
      <w:r w:rsidR="00211560">
        <w:t>of</w:t>
      </w:r>
      <w:r>
        <w:t xml:space="preserve"> the keyword </w:t>
      </w:r>
      <w:r w:rsidRPr="008F4E31">
        <w:rPr>
          <w:rFonts w:ascii="Courier New" w:hAnsi="Courier New" w:cs="Courier New"/>
          <w:b/>
          <w:bCs/>
        </w:rPr>
        <w:t>break</w:t>
      </w:r>
      <w:r>
        <w:t xml:space="preserve"> to exit a </w:t>
      </w:r>
      <w:r>
        <w:rPr>
          <w:rFonts w:eastAsia="Times New Roman"/>
          <w:lang w:eastAsia="ko-KR"/>
        </w:rPr>
        <w:t>while-loop</w:t>
      </w:r>
      <w:r w:rsidRPr="00C472DC">
        <w:t xml:space="preserve"> </w:t>
      </w:r>
      <w:r>
        <w:t>construct</w:t>
      </w:r>
      <w:r w:rsidR="00211560">
        <w:t xml:space="preserve"> is not supported</w:t>
      </w:r>
      <w:r>
        <w:t>.</w:t>
      </w:r>
      <w:r w:rsidR="002059BC">
        <w:rPr>
          <w:lang w:eastAsia="ja-JP"/>
        </w:rPr>
        <w:br w:type="page"/>
      </w:r>
    </w:p>
    <w:p w14:paraId="50FA878E" w14:textId="2CC5F76F" w:rsidR="00DE5D6D" w:rsidRPr="00C73BB5" w:rsidRDefault="00D87E8A" w:rsidP="00C73BB5">
      <w:pPr>
        <w:pStyle w:val="ANNEX"/>
        <w:numPr>
          <w:ilvl w:val="0"/>
          <w:numId w:val="7"/>
        </w:numPr>
      </w:pPr>
      <w:bookmarkStart w:id="281" w:name="_Toc450303222"/>
      <w:bookmarkStart w:id="282" w:name="_Toc9996972"/>
      <w:bookmarkStart w:id="283" w:name="_Toc438968655"/>
      <w:bookmarkStart w:id="284" w:name="_Toc443461103"/>
      <w:bookmarkStart w:id="285" w:name="_Toc353342675"/>
      <w:r w:rsidRPr="00803EFD">
        <w:rPr>
          <w:lang w:val="en-US"/>
        </w:rPr>
        <w:lastRenderedPageBreak/>
        <w:br/>
      </w:r>
      <w:bookmarkStart w:id="286" w:name="_Toc78205620"/>
      <w:bookmarkStart w:id="287" w:name="_Toc150443164"/>
      <w:r w:rsidRPr="00BC394B">
        <w:rPr>
          <w:b w:val="0"/>
        </w:rPr>
        <w:t>(informative)</w:t>
      </w:r>
      <w:bookmarkEnd w:id="281"/>
      <w:bookmarkEnd w:id="282"/>
      <w:bookmarkEnd w:id="283"/>
      <w:bookmarkEnd w:id="284"/>
      <w:bookmarkEnd w:id="285"/>
      <w:r w:rsidRPr="00BC394B">
        <w:br/>
      </w:r>
      <w:r w:rsidRPr="00BC394B">
        <w:br/>
      </w:r>
      <w:r w:rsidRPr="00D87E8A">
        <w:t xml:space="preserve">SDL </w:t>
      </w:r>
      <w:r w:rsidR="00B63BC9">
        <w:t>user guide</w:t>
      </w:r>
      <w:bookmarkEnd w:id="286"/>
      <w:bookmarkEnd w:id="287"/>
    </w:p>
    <w:p w14:paraId="5AD2C91D" w14:textId="77777777" w:rsidR="00BD0D97" w:rsidRDefault="00BD0D97" w:rsidP="00C73BB5">
      <w:pPr>
        <w:pStyle w:val="a2"/>
        <w:numPr>
          <w:ilvl w:val="1"/>
          <w:numId w:val="7"/>
        </w:numPr>
      </w:pPr>
      <w:bookmarkStart w:id="288" w:name="_Toc150443165"/>
      <w:r>
        <w:t>Getting started</w:t>
      </w:r>
      <w:bookmarkEnd w:id="288"/>
    </w:p>
    <w:p w14:paraId="64885A14" w14:textId="393948AD" w:rsidR="00BD0D97" w:rsidRDefault="00BD0D97" w:rsidP="00BD0D97">
      <w:pPr>
        <w:rPr>
          <w:lang w:eastAsia="zh-CN"/>
        </w:rPr>
      </w:pPr>
      <w:r>
        <w:rPr>
          <w:lang w:eastAsia="zh-CN"/>
        </w:rPr>
        <w:t>In this section, we are going to cover some basic concepts to describe a binary structure using SDL. In order to avoid confusion with standards written using the SDL syntax, we will take the example of the MPEG-2 transport packet and construct a possible SDL declaration to describe it.</w:t>
      </w:r>
    </w:p>
    <w:p w14:paraId="0A6F5223" w14:textId="76C5F996" w:rsidR="00BD0D97" w:rsidRDefault="00BD0D97" w:rsidP="00BD0D97">
      <w:pPr>
        <w:rPr>
          <w:lang w:eastAsia="zh-CN"/>
        </w:rPr>
      </w:pPr>
      <w:r>
        <w:rPr>
          <w:lang w:eastAsia="zh-CN"/>
        </w:rPr>
        <w:t>According to ISO/IEC 13818-1, the binary structure of a transport packet is:</w:t>
      </w:r>
    </w:p>
    <w:p w14:paraId="6BAECB53" w14:textId="77777777" w:rsidR="00BD0D97" w:rsidRDefault="00BD0D97" w:rsidP="00BD0D97">
      <w:pPr>
        <w:pStyle w:val="TableNoTitle"/>
        <w:outlineLvl w:val="3"/>
      </w:pPr>
      <w:r w:rsidRPr="002B03BC">
        <w:t>Table 2-2 – Transport packet of this Recommendation | International Standard</w:t>
      </w:r>
    </w:p>
    <w:tbl>
      <w:tblPr>
        <w:tblW w:w="9639" w:type="dxa"/>
        <w:jc w:val="center"/>
        <w:tblLayout w:type="fixed"/>
        <w:tblLook w:val="0000" w:firstRow="0" w:lastRow="0" w:firstColumn="0" w:lastColumn="0" w:noHBand="0" w:noVBand="0"/>
      </w:tblPr>
      <w:tblGrid>
        <w:gridCol w:w="6769"/>
        <w:gridCol w:w="1435"/>
        <w:gridCol w:w="1435"/>
      </w:tblGrid>
      <w:tr w:rsidR="00BD0D97" w:rsidRPr="002B03BC" w14:paraId="493D9A3D" w14:textId="77777777" w:rsidTr="0015634F">
        <w:trPr>
          <w:cantSplit/>
          <w:tblHeader/>
          <w:jc w:val="center"/>
        </w:trPr>
        <w:tc>
          <w:tcPr>
            <w:tcW w:w="6769" w:type="dxa"/>
            <w:tcBorders>
              <w:top w:val="single" w:sz="6" w:space="0" w:color="auto"/>
              <w:left w:val="single" w:sz="6" w:space="0" w:color="auto"/>
              <w:bottom w:val="single" w:sz="6" w:space="0" w:color="auto"/>
            </w:tcBorders>
          </w:tcPr>
          <w:p w14:paraId="2BBB1B5A" w14:textId="77777777" w:rsidR="00BD0D97" w:rsidRPr="002B03BC" w:rsidRDefault="00BD0D97" w:rsidP="0015634F">
            <w:pPr>
              <w:pStyle w:val="Tablehead"/>
              <w:keepNext/>
              <w:keepLines/>
            </w:pPr>
            <w:r w:rsidRPr="002B03BC">
              <w:t>Syntax</w:t>
            </w:r>
          </w:p>
        </w:tc>
        <w:tc>
          <w:tcPr>
            <w:tcW w:w="1435" w:type="dxa"/>
            <w:tcBorders>
              <w:top w:val="single" w:sz="6" w:space="0" w:color="auto"/>
              <w:left w:val="single" w:sz="6" w:space="0" w:color="auto"/>
              <w:bottom w:val="single" w:sz="6" w:space="0" w:color="auto"/>
              <w:right w:val="single" w:sz="6" w:space="0" w:color="auto"/>
            </w:tcBorders>
          </w:tcPr>
          <w:p w14:paraId="44150A43" w14:textId="77777777" w:rsidR="00BD0D97" w:rsidRPr="002B03BC" w:rsidRDefault="00BD0D97" w:rsidP="0015634F">
            <w:pPr>
              <w:pStyle w:val="Tablehead"/>
              <w:keepNext/>
              <w:keepLines/>
            </w:pPr>
            <w:r w:rsidRPr="002B03BC">
              <w:t>No. of bits</w:t>
            </w:r>
          </w:p>
        </w:tc>
        <w:tc>
          <w:tcPr>
            <w:tcW w:w="1435" w:type="dxa"/>
            <w:tcBorders>
              <w:top w:val="single" w:sz="6" w:space="0" w:color="auto"/>
              <w:bottom w:val="single" w:sz="6" w:space="0" w:color="auto"/>
              <w:right w:val="single" w:sz="6" w:space="0" w:color="auto"/>
            </w:tcBorders>
          </w:tcPr>
          <w:p w14:paraId="76377983" w14:textId="77777777" w:rsidR="00BD0D97" w:rsidRPr="002B03BC" w:rsidRDefault="00BD0D97" w:rsidP="0015634F">
            <w:pPr>
              <w:pStyle w:val="Tablehead"/>
              <w:keepNext/>
              <w:keepLines/>
            </w:pPr>
            <w:r w:rsidRPr="002B03BC">
              <w:t>Mnemonic</w:t>
            </w:r>
          </w:p>
        </w:tc>
      </w:tr>
      <w:tr w:rsidR="00BD0D97" w:rsidRPr="002B03BC" w14:paraId="2E5B1A9B" w14:textId="77777777" w:rsidTr="0015634F">
        <w:trPr>
          <w:cantSplit/>
          <w:jc w:val="center"/>
        </w:trPr>
        <w:tc>
          <w:tcPr>
            <w:tcW w:w="6769" w:type="dxa"/>
            <w:tcBorders>
              <w:top w:val="single" w:sz="6" w:space="0" w:color="auto"/>
              <w:left w:val="single" w:sz="6" w:space="0" w:color="auto"/>
            </w:tcBorders>
          </w:tcPr>
          <w:p w14:paraId="5B52F58B" w14:textId="77777777" w:rsidR="00BD0D97" w:rsidRPr="002B03BC" w:rsidRDefault="00BD0D97" w:rsidP="0015634F">
            <w:pPr>
              <w:pStyle w:val="Tabletext"/>
              <w:keepNext/>
            </w:pPr>
            <w:r w:rsidRPr="002B03BC">
              <w:t>transport_packet(){</w:t>
            </w:r>
          </w:p>
        </w:tc>
        <w:tc>
          <w:tcPr>
            <w:tcW w:w="1435" w:type="dxa"/>
            <w:tcBorders>
              <w:top w:val="single" w:sz="6" w:space="0" w:color="auto"/>
              <w:left w:val="single" w:sz="6" w:space="0" w:color="auto"/>
              <w:right w:val="single" w:sz="6" w:space="0" w:color="auto"/>
            </w:tcBorders>
          </w:tcPr>
          <w:p w14:paraId="18A2B81B" w14:textId="77777777" w:rsidR="00BD0D97" w:rsidRPr="002B03BC" w:rsidRDefault="00BD0D97" w:rsidP="0015634F">
            <w:pPr>
              <w:pStyle w:val="TableText0"/>
              <w:keepNext/>
              <w:spacing w:after="0" w:line="240" w:lineRule="auto"/>
              <w:jc w:val="center"/>
            </w:pPr>
          </w:p>
        </w:tc>
        <w:tc>
          <w:tcPr>
            <w:tcW w:w="1435" w:type="dxa"/>
            <w:tcBorders>
              <w:top w:val="single" w:sz="6" w:space="0" w:color="auto"/>
              <w:right w:val="single" w:sz="6" w:space="0" w:color="auto"/>
            </w:tcBorders>
          </w:tcPr>
          <w:p w14:paraId="357D98C9" w14:textId="77777777" w:rsidR="00BD0D97" w:rsidRPr="002B03BC" w:rsidRDefault="00BD0D97" w:rsidP="0015634F">
            <w:pPr>
              <w:pStyle w:val="TableText0"/>
              <w:keepNext/>
              <w:spacing w:after="0" w:line="240" w:lineRule="auto"/>
              <w:ind w:left="284"/>
            </w:pPr>
          </w:p>
        </w:tc>
      </w:tr>
      <w:tr w:rsidR="00BD0D97" w:rsidRPr="002B03BC" w14:paraId="2255D9B8" w14:textId="77777777" w:rsidTr="0015634F">
        <w:trPr>
          <w:cantSplit/>
          <w:jc w:val="center"/>
        </w:trPr>
        <w:tc>
          <w:tcPr>
            <w:tcW w:w="6769" w:type="dxa"/>
            <w:tcBorders>
              <w:left w:val="single" w:sz="6" w:space="0" w:color="auto"/>
            </w:tcBorders>
          </w:tcPr>
          <w:p w14:paraId="78188000" w14:textId="77777777" w:rsidR="00BD0D97" w:rsidRPr="002B03BC" w:rsidRDefault="00BD0D97" w:rsidP="0015634F">
            <w:pPr>
              <w:pStyle w:val="Tabletext"/>
              <w:keepNext/>
              <w:rPr>
                <w:b/>
              </w:rPr>
            </w:pPr>
            <w:r w:rsidRPr="002B03BC">
              <w:rPr>
                <w:b/>
              </w:rPr>
              <w:tab/>
              <w:t>sync_byte</w:t>
            </w:r>
          </w:p>
        </w:tc>
        <w:tc>
          <w:tcPr>
            <w:tcW w:w="1435" w:type="dxa"/>
            <w:tcBorders>
              <w:left w:val="single" w:sz="6" w:space="0" w:color="auto"/>
              <w:right w:val="single" w:sz="6" w:space="0" w:color="auto"/>
            </w:tcBorders>
          </w:tcPr>
          <w:p w14:paraId="5EF37C14" w14:textId="77777777" w:rsidR="00BD0D97" w:rsidRPr="002B03BC" w:rsidRDefault="00BD0D97" w:rsidP="0015634F">
            <w:pPr>
              <w:pStyle w:val="TableText0"/>
              <w:keepNext/>
              <w:spacing w:before="0" w:after="0" w:line="240" w:lineRule="auto"/>
              <w:jc w:val="center"/>
              <w:rPr>
                <w:b/>
              </w:rPr>
            </w:pPr>
            <w:r w:rsidRPr="002B03BC">
              <w:rPr>
                <w:b/>
              </w:rPr>
              <w:t>8</w:t>
            </w:r>
          </w:p>
        </w:tc>
        <w:tc>
          <w:tcPr>
            <w:tcW w:w="1435" w:type="dxa"/>
            <w:tcBorders>
              <w:right w:val="single" w:sz="6" w:space="0" w:color="auto"/>
            </w:tcBorders>
          </w:tcPr>
          <w:p w14:paraId="3DEC03AD" w14:textId="77777777" w:rsidR="00BD0D97" w:rsidRPr="002B03BC" w:rsidRDefault="00BD0D97" w:rsidP="0015634F">
            <w:pPr>
              <w:pStyle w:val="TableText0"/>
              <w:keepNext/>
              <w:spacing w:before="0" w:after="0" w:line="240" w:lineRule="auto"/>
              <w:jc w:val="center"/>
              <w:rPr>
                <w:b/>
              </w:rPr>
            </w:pPr>
            <w:r w:rsidRPr="002B03BC">
              <w:rPr>
                <w:b/>
              </w:rPr>
              <w:t>bslbf</w:t>
            </w:r>
          </w:p>
        </w:tc>
      </w:tr>
      <w:tr w:rsidR="00BD0D97" w:rsidRPr="002B03BC" w14:paraId="635384D4" w14:textId="77777777" w:rsidTr="0015634F">
        <w:trPr>
          <w:cantSplit/>
          <w:jc w:val="center"/>
        </w:trPr>
        <w:tc>
          <w:tcPr>
            <w:tcW w:w="6769" w:type="dxa"/>
            <w:tcBorders>
              <w:left w:val="single" w:sz="6" w:space="0" w:color="auto"/>
            </w:tcBorders>
          </w:tcPr>
          <w:p w14:paraId="528E2176" w14:textId="77777777" w:rsidR="00BD0D97" w:rsidRPr="002B03BC" w:rsidRDefault="00BD0D97" w:rsidP="0015634F">
            <w:pPr>
              <w:pStyle w:val="Tabletext"/>
              <w:keepNext/>
              <w:rPr>
                <w:b/>
              </w:rPr>
            </w:pPr>
            <w:r w:rsidRPr="002B03BC">
              <w:rPr>
                <w:b/>
              </w:rPr>
              <w:tab/>
              <w:t>transport_error_indicator</w:t>
            </w:r>
          </w:p>
        </w:tc>
        <w:tc>
          <w:tcPr>
            <w:tcW w:w="1435" w:type="dxa"/>
            <w:tcBorders>
              <w:left w:val="single" w:sz="6" w:space="0" w:color="auto"/>
              <w:right w:val="single" w:sz="6" w:space="0" w:color="auto"/>
            </w:tcBorders>
          </w:tcPr>
          <w:p w14:paraId="31A69FDB" w14:textId="77777777" w:rsidR="00BD0D97" w:rsidRPr="002B03BC" w:rsidRDefault="00BD0D97" w:rsidP="0015634F">
            <w:pPr>
              <w:pStyle w:val="TableText0"/>
              <w:keepNext/>
              <w:spacing w:before="0" w:after="0" w:line="240" w:lineRule="auto"/>
              <w:ind w:left="-567" w:right="567"/>
              <w:jc w:val="right"/>
              <w:rPr>
                <w:b/>
              </w:rPr>
            </w:pPr>
            <w:r w:rsidRPr="002B03BC">
              <w:rPr>
                <w:b/>
              </w:rPr>
              <w:t>1</w:t>
            </w:r>
          </w:p>
        </w:tc>
        <w:tc>
          <w:tcPr>
            <w:tcW w:w="1435" w:type="dxa"/>
            <w:tcBorders>
              <w:right w:val="single" w:sz="6" w:space="0" w:color="auto"/>
            </w:tcBorders>
          </w:tcPr>
          <w:p w14:paraId="604F754A" w14:textId="77777777" w:rsidR="00BD0D97" w:rsidRPr="002B03BC" w:rsidRDefault="00BD0D97" w:rsidP="0015634F">
            <w:pPr>
              <w:pStyle w:val="TableText0"/>
              <w:keepNext/>
              <w:spacing w:before="0" w:after="0" w:line="240" w:lineRule="auto"/>
              <w:jc w:val="center"/>
              <w:rPr>
                <w:b/>
              </w:rPr>
            </w:pPr>
            <w:r w:rsidRPr="002B03BC">
              <w:rPr>
                <w:b/>
              </w:rPr>
              <w:t>bslbf</w:t>
            </w:r>
          </w:p>
        </w:tc>
      </w:tr>
      <w:tr w:rsidR="00BD0D97" w:rsidRPr="002B03BC" w14:paraId="500C1CD4" w14:textId="77777777" w:rsidTr="0015634F">
        <w:trPr>
          <w:cantSplit/>
          <w:jc w:val="center"/>
        </w:trPr>
        <w:tc>
          <w:tcPr>
            <w:tcW w:w="6769" w:type="dxa"/>
            <w:tcBorders>
              <w:left w:val="single" w:sz="6" w:space="0" w:color="auto"/>
            </w:tcBorders>
          </w:tcPr>
          <w:p w14:paraId="161B96E7" w14:textId="77777777" w:rsidR="00BD0D97" w:rsidRPr="002B03BC" w:rsidRDefault="00BD0D97" w:rsidP="0015634F">
            <w:pPr>
              <w:pStyle w:val="Tabletext"/>
              <w:keepNext/>
              <w:rPr>
                <w:b/>
              </w:rPr>
            </w:pPr>
            <w:r w:rsidRPr="002B03BC">
              <w:rPr>
                <w:b/>
              </w:rPr>
              <w:tab/>
              <w:t>payload_unit_start_indicator</w:t>
            </w:r>
          </w:p>
        </w:tc>
        <w:tc>
          <w:tcPr>
            <w:tcW w:w="1435" w:type="dxa"/>
            <w:tcBorders>
              <w:left w:val="single" w:sz="6" w:space="0" w:color="auto"/>
              <w:right w:val="single" w:sz="6" w:space="0" w:color="auto"/>
            </w:tcBorders>
          </w:tcPr>
          <w:p w14:paraId="3B78E63F" w14:textId="77777777" w:rsidR="00BD0D97" w:rsidRPr="002B03BC" w:rsidRDefault="00BD0D97" w:rsidP="0015634F">
            <w:pPr>
              <w:pStyle w:val="Tabletext"/>
              <w:keepNext/>
              <w:jc w:val="center"/>
              <w:rPr>
                <w:b/>
              </w:rPr>
            </w:pPr>
            <w:r w:rsidRPr="002B03BC">
              <w:rPr>
                <w:b/>
              </w:rPr>
              <w:t>1</w:t>
            </w:r>
          </w:p>
        </w:tc>
        <w:tc>
          <w:tcPr>
            <w:tcW w:w="1435" w:type="dxa"/>
            <w:tcBorders>
              <w:right w:val="single" w:sz="6" w:space="0" w:color="auto"/>
            </w:tcBorders>
          </w:tcPr>
          <w:p w14:paraId="2825DFEC" w14:textId="77777777" w:rsidR="00BD0D97" w:rsidRPr="002B03BC" w:rsidRDefault="00BD0D97" w:rsidP="0015634F">
            <w:pPr>
              <w:pStyle w:val="Tabletext"/>
              <w:keepNext/>
              <w:jc w:val="center"/>
              <w:rPr>
                <w:b/>
              </w:rPr>
            </w:pPr>
            <w:r w:rsidRPr="002B03BC">
              <w:rPr>
                <w:b/>
              </w:rPr>
              <w:t>bslbf</w:t>
            </w:r>
          </w:p>
        </w:tc>
      </w:tr>
      <w:tr w:rsidR="00BD0D97" w:rsidRPr="002B03BC" w14:paraId="02534839" w14:textId="77777777" w:rsidTr="0015634F">
        <w:trPr>
          <w:cantSplit/>
          <w:jc w:val="center"/>
        </w:trPr>
        <w:tc>
          <w:tcPr>
            <w:tcW w:w="6769" w:type="dxa"/>
            <w:tcBorders>
              <w:left w:val="single" w:sz="6" w:space="0" w:color="auto"/>
            </w:tcBorders>
          </w:tcPr>
          <w:p w14:paraId="7BBABE6A" w14:textId="77777777" w:rsidR="00BD0D97" w:rsidRPr="002B03BC" w:rsidRDefault="00BD0D97" w:rsidP="0015634F">
            <w:pPr>
              <w:pStyle w:val="Tabletext"/>
              <w:keepNext/>
              <w:rPr>
                <w:b/>
              </w:rPr>
            </w:pPr>
            <w:r w:rsidRPr="002B03BC">
              <w:rPr>
                <w:b/>
              </w:rPr>
              <w:tab/>
              <w:t>transport_priority</w:t>
            </w:r>
          </w:p>
        </w:tc>
        <w:tc>
          <w:tcPr>
            <w:tcW w:w="1435" w:type="dxa"/>
            <w:tcBorders>
              <w:left w:val="single" w:sz="6" w:space="0" w:color="auto"/>
              <w:right w:val="single" w:sz="6" w:space="0" w:color="auto"/>
            </w:tcBorders>
          </w:tcPr>
          <w:p w14:paraId="4627DAB3" w14:textId="77777777" w:rsidR="00BD0D97" w:rsidRPr="002B03BC" w:rsidRDefault="00BD0D97" w:rsidP="0015634F">
            <w:pPr>
              <w:pStyle w:val="Tabletext"/>
              <w:keepNext/>
              <w:jc w:val="center"/>
              <w:rPr>
                <w:b/>
              </w:rPr>
            </w:pPr>
            <w:r w:rsidRPr="002B03BC">
              <w:rPr>
                <w:b/>
              </w:rPr>
              <w:t>1</w:t>
            </w:r>
          </w:p>
        </w:tc>
        <w:tc>
          <w:tcPr>
            <w:tcW w:w="1435" w:type="dxa"/>
            <w:tcBorders>
              <w:right w:val="single" w:sz="6" w:space="0" w:color="auto"/>
            </w:tcBorders>
          </w:tcPr>
          <w:p w14:paraId="01FDD7FA" w14:textId="77777777" w:rsidR="00BD0D97" w:rsidRPr="002B03BC" w:rsidRDefault="00BD0D97" w:rsidP="0015634F">
            <w:pPr>
              <w:pStyle w:val="Tabletext"/>
              <w:keepNext/>
              <w:jc w:val="center"/>
              <w:rPr>
                <w:b/>
              </w:rPr>
            </w:pPr>
            <w:r w:rsidRPr="002B03BC">
              <w:rPr>
                <w:b/>
              </w:rPr>
              <w:t>bslbf</w:t>
            </w:r>
          </w:p>
        </w:tc>
      </w:tr>
      <w:tr w:rsidR="00BD0D97" w:rsidRPr="002B03BC" w14:paraId="30BE50FA" w14:textId="77777777" w:rsidTr="0015634F">
        <w:trPr>
          <w:cantSplit/>
          <w:jc w:val="center"/>
        </w:trPr>
        <w:tc>
          <w:tcPr>
            <w:tcW w:w="6769" w:type="dxa"/>
            <w:tcBorders>
              <w:left w:val="single" w:sz="6" w:space="0" w:color="auto"/>
            </w:tcBorders>
          </w:tcPr>
          <w:p w14:paraId="5006613D" w14:textId="77777777" w:rsidR="00BD0D97" w:rsidRPr="002B03BC" w:rsidRDefault="00BD0D97" w:rsidP="0015634F">
            <w:pPr>
              <w:pStyle w:val="Tabletext"/>
              <w:keepNext/>
              <w:rPr>
                <w:b/>
              </w:rPr>
            </w:pPr>
            <w:r w:rsidRPr="002B03BC">
              <w:rPr>
                <w:b/>
              </w:rPr>
              <w:tab/>
              <w:t>PID</w:t>
            </w:r>
          </w:p>
        </w:tc>
        <w:tc>
          <w:tcPr>
            <w:tcW w:w="1435" w:type="dxa"/>
            <w:tcBorders>
              <w:left w:val="single" w:sz="6" w:space="0" w:color="auto"/>
              <w:right w:val="single" w:sz="6" w:space="0" w:color="auto"/>
            </w:tcBorders>
          </w:tcPr>
          <w:p w14:paraId="1FCD4A48" w14:textId="77777777" w:rsidR="00BD0D97" w:rsidRPr="002B03BC" w:rsidRDefault="00BD0D97" w:rsidP="0015634F">
            <w:pPr>
              <w:pStyle w:val="Tabletext"/>
              <w:keepNext/>
              <w:jc w:val="center"/>
              <w:rPr>
                <w:b/>
              </w:rPr>
            </w:pPr>
            <w:r w:rsidRPr="002B03BC">
              <w:rPr>
                <w:b/>
              </w:rPr>
              <w:t>13</w:t>
            </w:r>
          </w:p>
        </w:tc>
        <w:tc>
          <w:tcPr>
            <w:tcW w:w="1435" w:type="dxa"/>
            <w:tcBorders>
              <w:right w:val="single" w:sz="6" w:space="0" w:color="auto"/>
            </w:tcBorders>
          </w:tcPr>
          <w:p w14:paraId="21A77849" w14:textId="77777777" w:rsidR="00BD0D97" w:rsidRPr="002B03BC" w:rsidRDefault="00BD0D97" w:rsidP="0015634F">
            <w:pPr>
              <w:pStyle w:val="Tabletext"/>
              <w:keepNext/>
              <w:jc w:val="center"/>
              <w:rPr>
                <w:b/>
              </w:rPr>
            </w:pPr>
            <w:r w:rsidRPr="002B03BC">
              <w:rPr>
                <w:b/>
              </w:rPr>
              <w:t>uimsbf</w:t>
            </w:r>
          </w:p>
        </w:tc>
      </w:tr>
      <w:tr w:rsidR="00BD0D97" w:rsidRPr="002B03BC" w14:paraId="1D127234" w14:textId="77777777" w:rsidTr="0015634F">
        <w:trPr>
          <w:cantSplit/>
          <w:jc w:val="center"/>
        </w:trPr>
        <w:tc>
          <w:tcPr>
            <w:tcW w:w="6769" w:type="dxa"/>
            <w:tcBorders>
              <w:left w:val="single" w:sz="6" w:space="0" w:color="auto"/>
            </w:tcBorders>
          </w:tcPr>
          <w:p w14:paraId="1035531A" w14:textId="77777777" w:rsidR="00BD0D97" w:rsidRPr="002B03BC" w:rsidRDefault="00BD0D97" w:rsidP="0015634F">
            <w:pPr>
              <w:pStyle w:val="Tabletext"/>
              <w:keepNext/>
              <w:rPr>
                <w:b/>
              </w:rPr>
            </w:pPr>
            <w:r w:rsidRPr="002B03BC">
              <w:rPr>
                <w:b/>
              </w:rPr>
              <w:tab/>
              <w:t>transport_scrambling_control</w:t>
            </w:r>
          </w:p>
        </w:tc>
        <w:tc>
          <w:tcPr>
            <w:tcW w:w="1435" w:type="dxa"/>
            <w:tcBorders>
              <w:left w:val="single" w:sz="6" w:space="0" w:color="auto"/>
              <w:right w:val="single" w:sz="6" w:space="0" w:color="auto"/>
            </w:tcBorders>
          </w:tcPr>
          <w:p w14:paraId="68C1BC79" w14:textId="77777777" w:rsidR="00BD0D97" w:rsidRPr="002B03BC" w:rsidRDefault="00BD0D97" w:rsidP="0015634F">
            <w:pPr>
              <w:pStyle w:val="Tabletext"/>
              <w:keepNext/>
              <w:jc w:val="center"/>
              <w:rPr>
                <w:b/>
              </w:rPr>
            </w:pPr>
            <w:r w:rsidRPr="002B03BC">
              <w:rPr>
                <w:b/>
              </w:rPr>
              <w:t>2</w:t>
            </w:r>
          </w:p>
        </w:tc>
        <w:tc>
          <w:tcPr>
            <w:tcW w:w="1435" w:type="dxa"/>
            <w:tcBorders>
              <w:right w:val="single" w:sz="6" w:space="0" w:color="auto"/>
            </w:tcBorders>
          </w:tcPr>
          <w:p w14:paraId="6B68585A" w14:textId="77777777" w:rsidR="00BD0D97" w:rsidRPr="002B03BC" w:rsidRDefault="00BD0D97" w:rsidP="0015634F">
            <w:pPr>
              <w:pStyle w:val="Tabletext"/>
              <w:keepNext/>
              <w:jc w:val="center"/>
              <w:rPr>
                <w:b/>
              </w:rPr>
            </w:pPr>
            <w:r w:rsidRPr="002B03BC">
              <w:rPr>
                <w:b/>
              </w:rPr>
              <w:t>bslbf</w:t>
            </w:r>
          </w:p>
        </w:tc>
      </w:tr>
      <w:tr w:rsidR="00BD0D97" w:rsidRPr="002B03BC" w14:paraId="7DDC4F76" w14:textId="77777777" w:rsidTr="0015634F">
        <w:trPr>
          <w:cantSplit/>
          <w:jc w:val="center"/>
        </w:trPr>
        <w:tc>
          <w:tcPr>
            <w:tcW w:w="6769" w:type="dxa"/>
            <w:tcBorders>
              <w:left w:val="single" w:sz="6" w:space="0" w:color="auto"/>
            </w:tcBorders>
          </w:tcPr>
          <w:p w14:paraId="67B3F1F5" w14:textId="77777777" w:rsidR="00BD0D97" w:rsidRPr="002B03BC" w:rsidRDefault="00BD0D97" w:rsidP="0015634F">
            <w:pPr>
              <w:pStyle w:val="Tabletext"/>
              <w:rPr>
                <w:b/>
              </w:rPr>
            </w:pPr>
            <w:r w:rsidRPr="002B03BC">
              <w:rPr>
                <w:b/>
              </w:rPr>
              <w:tab/>
              <w:t>adaptation_field_control</w:t>
            </w:r>
          </w:p>
        </w:tc>
        <w:tc>
          <w:tcPr>
            <w:tcW w:w="1435" w:type="dxa"/>
            <w:tcBorders>
              <w:left w:val="single" w:sz="6" w:space="0" w:color="auto"/>
              <w:right w:val="single" w:sz="6" w:space="0" w:color="auto"/>
            </w:tcBorders>
          </w:tcPr>
          <w:p w14:paraId="7D561F43" w14:textId="77777777" w:rsidR="00BD0D97" w:rsidRPr="002B03BC" w:rsidRDefault="00BD0D97" w:rsidP="0015634F">
            <w:pPr>
              <w:pStyle w:val="Tabletext"/>
              <w:jc w:val="center"/>
              <w:rPr>
                <w:b/>
              </w:rPr>
            </w:pPr>
            <w:r w:rsidRPr="002B03BC">
              <w:rPr>
                <w:b/>
              </w:rPr>
              <w:t>2</w:t>
            </w:r>
          </w:p>
        </w:tc>
        <w:tc>
          <w:tcPr>
            <w:tcW w:w="1435" w:type="dxa"/>
            <w:tcBorders>
              <w:right w:val="single" w:sz="6" w:space="0" w:color="auto"/>
            </w:tcBorders>
          </w:tcPr>
          <w:p w14:paraId="6BFA56AE" w14:textId="77777777" w:rsidR="00BD0D97" w:rsidRPr="002B03BC" w:rsidRDefault="00BD0D97" w:rsidP="0015634F">
            <w:pPr>
              <w:pStyle w:val="Tabletext"/>
              <w:jc w:val="center"/>
              <w:rPr>
                <w:b/>
              </w:rPr>
            </w:pPr>
            <w:r w:rsidRPr="002B03BC">
              <w:rPr>
                <w:b/>
              </w:rPr>
              <w:t>bslbf</w:t>
            </w:r>
          </w:p>
        </w:tc>
      </w:tr>
      <w:tr w:rsidR="00BD0D97" w:rsidRPr="002B03BC" w14:paraId="1D7146BD" w14:textId="77777777" w:rsidTr="0015634F">
        <w:trPr>
          <w:cantSplit/>
          <w:jc w:val="center"/>
        </w:trPr>
        <w:tc>
          <w:tcPr>
            <w:tcW w:w="6769" w:type="dxa"/>
            <w:tcBorders>
              <w:left w:val="single" w:sz="6" w:space="0" w:color="auto"/>
            </w:tcBorders>
          </w:tcPr>
          <w:p w14:paraId="07E1649F" w14:textId="77777777" w:rsidR="00BD0D97" w:rsidRPr="002B03BC" w:rsidRDefault="00BD0D97" w:rsidP="0015634F">
            <w:pPr>
              <w:pStyle w:val="Tabletext"/>
              <w:rPr>
                <w:b/>
              </w:rPr>
            </w:pPr>
            <w:r w:rsidRPr="002B03BC">
              <w:rPr>
                <w:b/>
              </w:rPr>
              <w:tab/>
              <w:t>continuity_counter</w:t>
            </w:r>
          </w:p>
        </w:tc>
        <w:tc>
          <w:tcPr>
            <w:tcW w:w="1435" w:type="dxa"/>
            <w:tcBorders>
              <w:left w:val="single" w:sz="6" w:space="0" w:color="auto"/>
              <w:right w:val="single" w:sz="6" w:space="0" w:color="auto"/>
            </w:tcBorders>
          </w:tcPr>
          <w:p w14:paraId="6CDDD9E3" w14:textId="77777777" w:rsidR="00BD0D97" w:rsidRPr="002B03BC" w:rsidRDefault="00BD0D97" w:rsidP="0015634F">
            <w:pPr>
              <w:pStyle w:val="Tabletext"/>
              <w:jc w:val="center"/>
              <w:rPr>
                <w:b/>
              </w:rPr>
            </w:pPr>
            <w:r w:rsidRPr="002B03BC">
              <w:rPr>
                <w:b/>
              </w:rPr>
              <w:t>4</w:t>
            </w:r>
          </w:p>
        </w:tc>
        <w:tc>
          <w:tcPr>
            <w:tcW w:w="1435" w:type="dxa"/>
            <w:tcBorders>
              <w:right w:val="single" w:sz="6" w:space="0" w:color="auto"/>
            </w:tcBorders>
          </w:tcPr>
          <w:p w14:paraId="15FCC72A" w14:textId="77777777" w:rsidR="00BD0D97" w:rsidRPr="002B03BC" w:rsidRDefault="00BD0D97" w:rsidP="0015634F">
            <w:pPr>
              <w:pStyle w:val="Tabletext"/>
              <w:jc w:val="center"/>
              <w:rPr>
                <w:b/>
              </w:rPr>
            </w:pPr>
            <w:r w:rsidRPr="002B03BC">
              <w:rPr>
                <w:b/>
              </w:rPr>
              <w:t>uimsbf</w:t>
            </w:r>
          </w:p>
        </w:tc>
      </w:tr>
      <w:tr w:rsidR="00BD0D97" w:rsidRPr="002B03BC" w14:paraId="6ADA7E6C" w14:textId="77777777" w:rsidTr="0015634F">
        <w:trPr>
          <w:cantSplit/>
          <w:jc w:val="center"/>
        </w:trPr>
        <w:tc>
          <w:tcPr>
            <w:tcW w:w="6769" w:type="dxa"/>
            <w:tcBorders>
              <w:left w:val="single" w:sz="6" w:space="0" w:color="auto"/>
            </w:tcBorders>
          </w:tcPr>
          <w:p w14:paraId="1DB38825" w14:textId="77777777" w:rsidR="00BD0D97" w:rsidRPr="002B03BC" w:rsidRDefault="00BD0D97" w:rsidP="0015634F">
            <w:pPr>
              <w:pStyle w:val="Tabletext"/>
            </w:pPr>
            <w:r w:rsidRPr="002B03BC">
              <w:tab/>
              <w:t>if(adaptation_field_control = = '10' || adaptation_field_control = = '11'){</w:t>
            </w:r>
          </w:p>
        </w:tc>
        <w:tc>
          <w:tcPr>
            <w:tcW w:w="1435" w:type="dxa"/>
            <w:tcBorders>
              <w:left w:val="single" w:sz="6" w:space="0" w:color="auto"/>
              <w:right w:val="single" w:sz="6" w:space="0" w:color="auto"/>
            </w:tcBorders>
          </w:tcPr>
          <w:p w14:paraId="0B7AB1DC" w14:textId="77777777" w:rsidR="00BD0D97" w:rsidRPr="002B03BC" w:rsidRDefault="00BD0D97" w:rsidP="0015634F">
            <w:pPr>
              <w:pStyle w:val="Tabletext"/>
              <w:jc w:val="center"/>
              <w:rPr>
                <w:b/>
              </w:rPr>
            </w:pPr>
          </w:p>
        </w:tc>
        <w:tc>
          <w:tcPr>
            <w:tcW w:w="1435" w:type="dxa"/>
            <w:tcBorders>
              <w:right w:val="single" w:sz="6" w:space="0" w:color="auto"/>
            </w:tcBorders>
          </w:tcPr>
          <w:p w14:paraId="7D060428" w14:textId="77777777" w:rsidR="00BD0D97" w:rsidRPr="002B03BC" w:rsidRDefault="00BD0D97" w:rsidP="0015634F">
            <w:pPr>
              <w:pStyle w:val="Tabletext"/>
              <w:jc w:val="center"/>
              <w:rPr>
                <w:b/>
              </w:rPr>
            </w:pPr>
          </w:p>
        </w:tc>
      </w:tr>
      <w:tr w:rsidR="00BD0D97" w:rsidRPr="002B03BC" w14:paraId="11EB95FE" w14:textId="77777777" w:rsidTr="0015634F">
        <w:trPr>
          <w:cantSplit/>
          <w:jc w:val="center"/>
        </w:trPr>
        <w:tc>
          <w:tcPr>
            <w:tcW w:w="6769" w:type="dxa"/>
            <w:tcBorders>
              <w:left w:val="single" w:sz="6" w:space="0" w:color="auto"/>
            </w:tcBorders>
          </w:tcPr>
          <w:p w14:paraId="5B30D3DE" w14:textId="77777777" w:rsidR="00BD0D97" w:rsidRPr="002B03BC" w:rsidRDefault="00BD0D97" w:rsidP="0015634F">
            <w:pPr>
              <w:pStyle w:val="Tabletext"/>
            </w:pPr>
            <w:r w:rsidRPr="002B03BC">
              <w:tab/>
            </w:r>
            <w:r w:rsidRPr="002B03BC">
              <w:tab/>
              <w:t>adaptation_field()</w:t>
            </w:r>
          </w:p>
        </w:tc>
        <w:tc>
          <w:tcPr>
            <w:tcW w:w="1435" w:type="dxa"/>
            <w:tcBorders>
              <w:left w:val="single" w:sz="6" w:space="0" w:color="auto"/>
              <w:right w:val="single" w:sz="6" w:space="0" w:color="auto"/>
            </w:tcBorders>
          </w:tcPr>
          <w:p w14:paraId="7B3CD55E" w14:textId="77777777" w:rsidR="00BD0D97" w:rsidRPr="002B03BC" w:rsidRDefault="00BD0D97" w:rsidP="0015634F">
            <w:pPr>
              <w:pStyle w:val="Tabletext"/>
              <w:jc w:val="center"/>
              <w:rPr>
                <w:b/>
              </w:rPr>
            </w:pPr>
          </w:p>
        </w:tc>
        <w:tc>
          <w:tcPr>
            <w:tcW w:w="1435" w:type="dxa"/>
            <w:tcBorders>
              <w:right w:val="single" w:sz="6" w:space="0" w:color="auto"/>
            </w:tcBorders>
          </w:tcPr>
          <w:p w14:paraId="67D282AA" w14:textId="77777777" w:rsidR="00BD0D97" w:rsidRPr="002B03BC" w:rsidRDefault="00BD0D97" w:rsidP="0015634F">
            <w:pPr>
              <w:pStyle w:val="Tabletext"/>
              <w:jc w:val="center"/>
              <w:rPr>
                <w:b/>
              </w:rPr>
            </w:pPr>
          </w:p>
        </w:tc>
      </w:tr>
      <w:tr w:rsidR="00BD0D97" w:rsidRPr="002B03BC" w14:paraId="4599B0EF" w14:textId="77777777" w:rsidTr="0015634F">
        <w:trPr>
          <w:cantSplit/>
          <w:jc w:val="center"/>
        </w:trPr>
        <w:tc>
          <w:tcPr>
            <w:tcW w:w="6769" w:type="dxa"/>
            <w:tcBorders>
              <w:left w:val="single" w:sz="6" w:space="0" w:color="auto"/>
            </w:tcBorders>
          </w:tcPr>
          <w:p w14:paraId="15E5E9C6" w14:textId="77777777" w:rsidR="00BD0D97" w:rsidRPr="002B03BC" w:rsidRDefault="00BD0D97" w:rsidP="0015634F">
            <w:pPr>
              <w:pStyle w:val="Tabletext"/>
            </w:pPr>
            <w:r w:rsidRPr="002B03BC">
              <w:rPr>
                <w:b/>
              </w:rPr>
              <w:tab/>
            </w:r>
            <w:r w:rsidRPr="002B03BC">
              <w:t>}</w:t>
            </w:r>
          </w:p>
        </w:tc>
        <w:tc>
          <w:tcPr>
            <w:tcW w:w="1435" w:type="dxa"/>
            <w:tcBorders>
              <w:left w:val="single" w:sz="6" w:space="0" w:color="auto"/>
              <w:right w:val="single" w:sz="6" w:space="0" w:color="auto"/>
            </w:tcBorders>
          </w:tcPr>
          <w:p w14:paraId="304602C2" w14:textId="77777777" w:rsidR="00BD0D97" w:rsidRPr="002B03BC" w:rsidRDefault="00BD0D97" w:rsidP="0015634F">
            <w:pPr>
              <w:pStyle w:val="Tabletext"/>
              <w:jc w:val="center"/>
              <w:rPr>
                <w:b/>
              </w:rPr>
            </w:pPr>
          </w:p>
        </w:tc>
        <w:tc>
          <w:tcPr>
            <w:tcW w:w="1435" w:type="dxa"/>
            <w:tcBorders>
              <w:right w:val="single" w:sz="6" w:space="0" w:color="auto"/>
            </w:tcBorders>
          </w:tcPr>
          <w:p w14:paraId="08E49E4D" w14:textId="77777777" w:rsidR="00BD0D97" w:rsidRPr="002B03BC" w:rsidRDefault="00BD0D97" w:rsidP="0015634F">
            <w:pPr>
              <w:pStyle w:val="Tabletext"/>
              <w:jc w:val="center"/>
              <w:rPr>
                <w:b/>
              </w:rPr>
            </w:pPr>
          </w:p>
        </w:tc>
      </w:tr>
      <w:tr w:rsidR="00BD0D97" w:rsidRPr="002B03BC" w14:paraId="5C7D7301" w14:textId="77777777" w:rsidTr="0015634F">
        <w:trPr>
          <w:cantSplit/>
          <w:jc w:val="center"/>
        </w:trPr>
        <w:tc>
          <w:tcPr>
            <w:tcW w:w="6769" w:type="dxa"/>
            <w:tcBorders>
              <w:left w:val="single" w:sz="6" w:space="0" w:color="auto"/>
            </w:tcBorders>
          </w:tcPr>
          <w:p w14:paraId="3425AD2C" w14:textId="77777777" w:rsidR="00BD0D97" w:rsidRPr="002B03BC" w:rsidRDefault="00BD0D97" w:rsidP="0015634F">
            <w:pPr>
              <w:pStyle w:val="Tabletext"/>
            </w:pPr>
            <w:r w:rsidRPr="002B03BC">
              <w:tab/>
              <w:t>if(adaptation_field_control = = '01' || adaptation_field_control = = '11') {</w:t>
            </w:r>
          </w:p>
        </w:tc>
        <w:tc>
          <w:tcPr>
            <w:tcW w:w="1435" w:type="dxa"/>
            <w:tcBorders>
              <w:left w:val="single" w:sz="6" w:space="0" w:color="auto"/>
              <w:right w:val="single" w:sz="6" w:space="0" w:color="auto"/>
            </w:tcBorders>
          </w:tcPr>
          <w:p w14:paraId="24713D7D" w14:textId="77777777" w:rsidR="00BD0D97" w:rsidRPr="002B03BC" w:rsidRDefault="00BD0D97" w:rsidP="0015634F">
            <w:pPr>
              <w:pStyle w:val="Tabletext"/>
              <w:jc w:val="center"/>
              <w:rPr>
                <w:b/>
              </w:rPr>
            </w:pPr>
          </w:p>
        </w:tc>
        <w:tc>
          <w:tcPr>
            <w:tcW w:w="1435" w:type="dxa"/>
            <w:tcBorders>
              <w:right w:val="single" w:sz="6" w:space="0" w:color="auto"/>
            </w:tcBorders>
          </w:tcPr>
          <w:p w14:paraId="2750A959" w14:textId="77777777" w:rsidR="00BD0D97" w:rsidRPr="002B03BC" w:rsidRDefault="00BD0D97" w:rsidP="0015634F">
            <w:pPr>
              <w:pStyle w:val="Tabletext"/>
              <w:jc w:val="center"/>
              <w:rPr>
                <w:b/>
              </w:rPr>
            </w:pPr>
          </w:p>
        </w:tc>
      </w:tr>
      <w:tr w:rsidR="00BD0D97" w:rsidRPr="002B03BC" w14:paraId="36E02B5C" w14:textId="77777777" w:rsidTr="0015634F">
        <w:trPr>
          <w:cantSplit/>
          <w:jc w:val="center"/>
        </w:trPr>
        <w:tc>
          <w:tcPr>
            <w:tcW w:w="6769" w:type="dxa"/>
            <w:tcBorders>
              <w:left w:val="single" w:sz="6" w:space="0" w:color="auto"/>
            </w:tcBorders>
          </w:tcPr>
          <w:p w14:paraId="53B1C5A1" w14:textId="77777777" w:rsidR="00BD0D97" w:rsidRPr="002B03BC" w:rsidRDefault="00BD0D97" w:rsidP="0015634F">
            <w:pPr>
              <w:pStyle w:val="Tabletext"/>
            </w:pPr>
            <w:r w:rsidRPr="002B03BC">
              <w:tab/>
            </w:r>
            <w:r w:rsidRPr="002B03BC">
              <w:tab/>
              <w:t>for (i = 0; i &lt; N; i++){</w:t>
            </w:r>
          </w:p>
        </w:tc>
        <w:tc>
          <w:tcPr>
            <w:tcW w:w="1435" w:type="dxa"/>
            <w:tcBorders>
              <w:left w:val="single" w:sz="6" w:space="0" w:color="auto"/>
              <w:right w:val="single" w:sz="6" w:space="0" w:color="auto"/>
            </w:tcBorders>
          </w:tcPr>
          <w:p w14:paraId="65F78A47" w14:textId="77777777" w:rsidR="00BD0D97" w:rsidRPr="002B03BC" w:rsidRDefault="00BD0D97" w:rsidP="0015634F">
            <w:pPr>
              <w:pStyle w:val="Tabletext"/>
              <w:jc w:val="center"/>
              <w:rPr>
                <w:b/>
              </w:rPr>
            </w:pPr>
          </w:p>
        </w:tc>
        <w:tc>
          <w:tcPr>
            <w:tcW w:w="1435" w:type="dxa"/>
            <w:tcBorders>
              <w:right w:val="single" w:sz="6" w:space="0" w:color="auto"/>
            </w:tcBorders>
          </w:tcPr>
          <w:p w14:paraId="6480A8FF" w14:textId="77777777" w:rsidR="00BD0D97" w:rsidRPr="002B03BC" w:rsidRDefault="00BD0D97" w:rsidP="0015634F">
            <w:pPr>
              <w:pStyle w:val="Tabletext"/>
              <w:jc w:val="center"/>
              <w:rPr>
                <w:b/>
              </w:rPr>
            </w:pPr>
          </w:p>
        </w:tc>
      </w:tr>
      <w:tr w:rsidR="00BD0D97" w:rsidRPr="002B03BC" w14:paraId="59B56149" w14:textId="77777777" w:rsidTr="0015634F">
        <w:trPr>
          <w:cantSplit/>
          <w:jc w:val="center"/>
        </w:trPr>
        <w:tc>
          <w:tcPr>
            <w:tcW w:w="6769" w:type="dxa"/>
            <w:tcBorders>
              <w:left w:val="single" w:sz="6" w:space="0" w:color="auto"/>
            </w:tcBorders>
          </w:tcPr>
          <w:p w14:paraId="50EC3167" w14:textId="77777777" w:rsidR="00BD0D97" w:rsidRPr="002B03BC" w:rsidRDefault="00BD0D97" w:rsidP="0015634F">
            <w:pPr>
              <w:pStyle w:val="Tabletext"/>
              <w:rPr>
                <w:b/>
              </w:rPr>
            </w:pPr>
            <w:r w:rsidRPr="002B03BC">
              <w:rPr>
                <w:b/>
              </w:rPr>
              <w:tab/>
            </w:r>
            <w:r w:rsidRPr="002B03BC">
              <w:rPr>
                <w:b/>
              </w:rPr>
              <w:tab/>
            </w:r>
            <w:r w:rsidRPr="002B03BC">
              <w:rPr>
                <w:b/>
              </w:rPr>
              <w:tab/>
              <w:t>data_byte</w:t>
            </w:r>
          </w:p>
        </w:tc>
        <w:tc>
          <w:tcPr>
            <w:tcW w:w="1435" w:type="dxa"/>
            <w:tcBorders>
              <w:left w:val="single" w:sz="6" w:space="0" w:color="auto"/>
              <w:right w:val="single" w:sz="6" w:space="0" w:color="auto"/>
            </w:tcBorders>
          </w:tcPr>
          <w:p w14:paraId="1030131D" w14:textId="77777777" w:rsidR="00BD0D97" w:rsidRPr="002B03BC" w:rsidRDefault="00BD0D97" w:rsidP="0015634F">
            <w:pPr>
              <w:pStyle w:val="Tabletext"/>
              <w:jc w:val="center"/>
              <w:rPr>
                <w:b/>
              </w:rPr>
            </w:pPr>
            <w:r w:rsidRPr="002B03BC">
              <w:rPr>
                <w:b/>
              </w:rPr>
              <w:t>8</w:t>
            </w:r>
          </w:p>
        </w:tc>
        <w:tc>
          <w:tcPr>
            <w:tcW w:w="1435" w:type="dxa"/>
            <w:tcBorders>
              <w:right w:val="single" w:sz="6" w:space="0" w:color="auto"/>
            </w:tcBorders>
          </w:tcPr>
          <w:p w14:paraId="1F59F915" w14:textId="77777777" w:rsidR="00BD0D97" w:rsidRPr="002B03BC" w:rsidRDefault="00BD0D97" w:rsidP="0015634F">
            <w:pPr>
              <w:pStyle w:val="Tabletext"/>
              <w:jc w:val="center"/>
              <w:rPr>
                <w:b/>
              </w:rPr>
            </w:pPr>
            <w:r w:rsidRPr="002B03BC">
              <w:rPr>
                <w:b/>
              </w:rPr>
              <w:t>bslbf</w:t>
            </w:r>
          </w:p>
        </w:tc>
      </w:tr>
      <w:tr w:rsidR="00BD0D97" w:rsidRPr="002B03BC" w14:paraId="497D4E34" w14:textId="77777777" w:rsidTr="0015634F">
        <w:trPr>
          <w:cantSplit/>
          <w:jc w:val="center"/>
        </w:trPr>
        <w:tc>
          <w:tcPr>
            <w:tcW w:w="6769" w:type="dxa"/>
            <w:tcBorders>
              <w:left w:val="single" w:sz="6" w:space="0" w:color="auto"/>
            </w:tcBorders>
          </w:tcPr>
          <w:p w14:paraId="1E621260" w14:textId="77777777" w:rsidR="00BD0D97" w:rsidRPr="002B03BC" w:rsidRDefault="00BD0D97" w:rsidP="0015634F">
            <w:pPr>
              <w:pStyle w:val="Tabletext"/>
            </w:pPr>
            <w:r w:rsidRPr="002B03BC">
              <w:tab/>
            </w:r>
            <w:r w:rsidRPr="002B03BC">
              <w:tab/>
              <w:t>}</w:t>
            </w:r>
          </w:p>
        </w:tc>
        <w:tc>
          <w:tcPr>
            <w:tcW w:w="1435" w:type="dxa"/>
            <w:tcBorders>
              <w:left w:val="single" w:sz="6" w:space="0" w:color="auto"/>
              <w:right w:val="single" w:sz="6" w:space="0" w:color="auto"/>
            </w:tcBorders>
          </w:tcPr>
          <w:p w14:paraId="3367B315" w14:textId="77777777" w:rsidR="00BD0D97" w:rsidRPr="002B03BC" w:rsidRDefault="00BD0D97" w:rsidP="0015634F">
            <w:pPr>
              <w:pStyle w:val="Tabletext"/>
              <w:jc w:val="center"/>
              <w:rPr>
                <w:b/>
              </w:rPr>
            </w:pPr>
          </w:p>
        </w:tc>
        <w:tc>
          <w:tcPr>
            <w:tcW w:w="1435" w:type="dxa"/>
            <w:tcBorders>
              <w:right w:val="single" w:sz="6" w:space="0" w:color="auto"/>
            </w:tcBorders>
          </w:tcPr>
          <w:p w14:paraId="2C4E0E0A" w14:textId="77777777" w:rsidR="00BD0D97" w:rsidRPr="002B03BC" w:rsidRDefault="00BD0D97" w:rsidP="0015634F">
            <w:pPr>
              <w:pStyle w:val="Tabletext"/>
              <w:jc w:val="center"/>
              <w:rPr>
                <w:b/>
              </w:rPr>
            </w:pPr>
          </w:p>
        </w:tc>
      </w:tr>
      <w:tr w:rsidR="00BD0D97" w:rsidRPr="002B03BC" w14:paraId="1C4077A7" w14:textId="77777777" w:rsidTr="0015634F">
        <w:trPr>
          <w:cantSplit/>
          <w:jc w:val="center"/>
        </w:trPr>
        <w:tc>
          <w:tcPr>
            <w:tcW w:w="6769" w:type="dxa"/>
            <w:tcBorders>
              <w:left w:val="single" w:sz="6" w:space="0" w:color="auto"/>
            </w:tcBorders>
          </w:tcPr>
          <w:p w14:paraId="672E000C" w14:textId="77777777" w:rsidR="00BD0D97" w:rsidRPr="002B03BC" w:rsidRDefault="00BD0D97" w:rsidP="0015634F">
            <w:pPr>
              <w:pStyle w:val="Tabletext"/>
            </w:pPr>
            <w:r w:rsidRPr="002B03BC">
              <w:tab/>
              <w:t>}</w:t>
            </w:r>
          </w:p>
        </w:tc>
        <w:tc>
          <w:tcPr>
            <w:tcW w:w="1435" w:type="dxa"/>
            <w:tcBorders>
              <w:left w:val="single" w:sz="6" w:space="0" w:color="auto"/>
              <w:right w:val="single" w:sz="6" w:space="0" w:color="auto"/>
            </w:tcBorders>
          </w:tcPr>
          <w:p w14:paraId="6AC4C06C" w14:textId="77777777" w:rsidR="00BD0D97" w:rsidRPr="002B03BC" w:rsidRDefault="00BD0D97" w:rsidP="0015634F">
            <w:pPr>
              <w:pStyle w:val="Tabletext"/>
              <w:jc w:val="center"/>
              <w:rPr>
                <w:b/>
              </w:rPr>
            </w:pPr>
          </w:p>
        </w:tc>
        <w:tc>
          <w:tcPr>
            <w:tcW w:w="1435" w:type="dxa"/>
            <w:tcBorders>
              <w:right w:val="single" w:sz="6" w:space="0" w:color="auto"/>
            </w:tcBorders>
          </w:tcPr>
          <w:p w14:paraId="1916D6F0" w14:textId="77777777" w:rsidR="00BD0D97" w:rsidRPr="002B03BC" w:rsidRDefault="00BD0D97" w:rsidP="0015634F">
            <w:pPr>
              <w:pStyle w:val="Tabletext"/>
              <w:jc w:val="center"/>
              <w:rPr>
                <w:b/>
              </w:rPr>
            </w:pPr>
          </w:p>
        </w:tc>
      </w:tr>
      <w:tr w:rsidR="00BD0D97" w:rsidRPr="002B03BC" w14:paraId="22F14929" w14:textId="77777777" w:rsidTr="0015634F">
        <w:trPr>
          <w:cantSplit/>
          <w:jc w:val="center"/>
        </w:trPr>
        <w:tc>
          <w:tcPr>
            <w:tcW w:w="6769" w:type="dxa"/>
            <w:tcBorders>
              <w:left w:val="single" w:sz="6" w:space="0" w:color="auto"/>
              <w:bottom w:val="single" w:sz="6" w:space="0" w:color="auto"/>
            </w:tcBorders>
          </w:tcPr>
          <w:p w14:paraId="703AF990" w14:textId="77777777" w:rsidR="00BD0D97" w:rsidRPr="002B03BC" w:rsidRDefault="00BD0D97" w:rsidP="0015634F">
            <w:pPr>
              <w:pStyle w:val="TableText0"/>
              <w:spacing w:before="0" w:line="240" w:lineRule="auto"/>
            </w:pPr>
            <w:r w:rsidRPr="002B03BC">
              <w:t>}</w:t>
            </w:r>
          </w:p>
        </w:tc>
        <w:tc>
          <w:tcPr>
            <w:tcW w:w="1435" w:type="dxa"/>
            <w:tcBorders>
              <w:left w:val="single" w:sz="6" w:space="0" w:color="auto"/>
              <w:bottom w:val="single" w:sz="6" w:space="0" w:color="auto"/>
              <w:right w:val="single" w:sz="6" w:space="0" w:color="auto"/>
            </w:tcBorders>
          </w:tcPr>
          <w:p w14:paraId="2184F67C" w14:textId="77777777" w:rsidR="00BD0D97" w:rsidRPr="002B03BC" w:rsidRDefault="00BD0D97" w:rsidP="0015634F">
            <w:pPr>
              <w:pStyle w:val="TableText0"/>
              <w:spacing w:before="0" w:line="240" w:lineRule="auto"/>
              <w:jc w:val="center"/>
            </w:pPr>
          </w:p>
        </w:tc>
        <w:tc>
          <w:tcPr>
            <w:tcW w:w="1435" w:type="dxa"/>
            <w:tcBorders>
              <w:bottom w:val="single" w:sz="6" w:space="0" w:color="auto"/>
              <w:right w:val="single" w:sz="6" w:space="0" w:color="auto"/>
            </w:tcBorders>
          </w:tcPr>
          <w:p w14:paraId="04F0BF8D" w14:textId="77777777" w:rsidR="00BD0D97" w:rsidRPr="002B03BC" w:rsidRDefault="00BD0D97" w:rsidP="0015634F">
            <w:pPr>
              <w:pStyle w:val="TableText0"/>
              <w:spacing w:before="0" w:line="240" w:lineRule="auto"/>
              <w:ind w:left="284"/>
              <w:jc w:val="center"/>
            </w:pPr>
          </w:p>
        </w:tc>
      </w:tr>
    </w:tbl>
    <w:p w14:paraId="1D906192" w14:textId="77777777" w:rsidR="00BD0D97" w:rsidRDefault="00BD0D97" w:rsidP="00BD0D97">
      <w:pPr>
        <w:rPr>
          <w:lang w:eastAsia="zh-CN"/>
        </w:rPr>
      </w:pPr>
    </w:p>
    <w:p w14:paraId="46FBCFF1" w14:textId="77777777" w:rsidR="00BD0D97" w:rsidRDefault="00BD0D97" w:rsidP="00BD0D97">
      <w:pPr>
        <w:rPr>
          <w:lang w:eastAsia="zh-CN"/>
        </w:rPr>
      </w:pPr>
      <w:r>
        <w:rPr>
          <w:lang w:eastAsia="zh-CN"/>
        </w:rPr>
        <w:t xml:space="preserve">As shown above, a transport packet is declared as a logical structure which can be encoded in a bitstream. A convenient way to reuse the same logical structure in SDL is to declare a </w:t>
      </w:r>
      <w:r w:rsidRPr="006424B9">
        <w:rPr>
          <w:rFonts w:ascii="Courier New" w:hAnsi="Courier New" w:cs="Courier New"/>
          <w:b/>
          <w:bCs/>
          <w:lang w:eastAsia="zh-CN"/>
        </w:rPr>
        <w:t>class</w:t>
      </w:r>
      <w:r>
        <w:rPr>
          <w:lang w:eastAsia="zh-CN"/>
        </w:rPr>
        <w:t>.</w:t>
      </w:r>
    </w:p>
    <w:p w14:paraId="45652957" w14:textId="65A5E552" w:rsidR="00BD0D97" w:rsidRDefault="00BD0D97" w:rsidP="00BD0D97">
      <w:pPr>
        <w:rPr>
          <w:lang w:eastAsia="zh-CN"/>
        </w:rPr>
      </w:pPr>
      <w:r>
        <w:rPr>
          <w:lang w:eastAsia="zh-CN"/>
        </w:rPr>
        <w:t>The minimum declaration for a class is a</w:t>
      </w:r>
      <w:r w:rsidR="00DB7FEC">
        <w:rPr>
          <w:lang w:eastAsia="zh-CN"/>
        </w:rPr>
        <w:t>n identifier</w:t>
      </w:r>
      <w:r>
        <w:rPr>
          <w:lang w:eastAsia="zh-CN"/>
        </w:rPr>
        <w:t xml:space="preserve"> and an empty body. </w:t>
      </w:r>
    </w:p>
    <w:p w14:paraId="0130CC09" w14:textId="77777777" w:rsidR="00057B4B" w:rsidRDefault="00057B4B" w:rsidP="00BD0D97">
      <w:pPr>
        <w:rPr>
          <w:lang w:eastAsia="zh-CN"/>
        </w:rPr>
      </w:pPr>
    </w:p>
    <w:p w14:paraId="2710B7C6" w14:textId="77777777" w:rsidR="008D57C3" w:rsidRPr="002028E0" w:rsidRDefault="008D57C3" w:rsidP="00C73BB5">
      <w:pPr>
        <w:pStyle w:val="Code"/>
        <w:rPr>
          <w:lang w:eastAsia="zh-CN"/>
        </w:rPr>
      </w:pPr>
      <w:r w:rsidRPr="002028E0">
        <w:rPr>
          <w:lang w:eastAsia="zh-CN"/>
        </w:rPr>
        <w:t>class transport_packet {</w:t>
      </w:r>
    </w:p>
    <w:p w14:paraId="4766E14C" w14:textId="77777777" w:rsidR="008D57C3" w:rsidRPr="002028E0" w:rsidRDefault="008D57C3" w:rsidP="00C73BB5">
      <w:pPr>
        <w:pStyle w:val="Code"/>
        <w:rPr>
          <w:lang w:eastAsia="zh-CN"/>
        </w:rPr>
      </w:pPr>
      <w:r w:rsidRPr="002028E0">
        <w:rPr>
          <w:lang w:eastAsia="zh-CN"/>
        </w:rPr>
        <w:tab/>
      </w:r>
      <w:r>
        <w:rPr>
          <w:lang w:eastAsia="zh-CN"/>
        </w:rPr>
        <w:t>// to be defined</w:t>
      </w:r>
    </w:p>
    <w:p w14:paraId="520689C7" w14:textId="50DE0D8E" w:rsidR="008D57C3" w:rsidRDefault="008D57C3" w:rsidP="00C73BB5">
      <w:pPr>
        <w:pStyle w:val="Code"/>
        <w:rPr>
          <w:lang w:eastAsia="zh-CN"/>
        </w:rPr>
      </w:pPr>
      <w:r w:rsidRPr="002028E0">
        <w:rPr>
          <w:lang w:eastAsia="zh-CN"/>
        </w:rPr>
        <w:t>}</w:t>
      </w:r>
    </w:p>
    <w:p w14:paraId="1FF6E9DA" w14:textId="01D576F4" w:rsidR="00BD0D97" w:rsidRDefault="00BD0D97" w:rsidP="00BD0D97">
      <w:pPr>
        <w:rPr>
          <w:lang w:eastAsia="zh-CN"/>
        </w:rPr>
      </w:pPr>
    </w:p>
    <w:p w14:paraId="0C39E7A5" w14:textId="601A0C65" w:rsidR="008D57C3" w:rsidRPr="00C73BB5" w:rsidRDefault="00BD0D97" w:rsidP="00CB0013">
      <w:r>
        <w:rPr>
          <w:lang w:eastAsia="zh-CN"/>
        </w:rPr>
        <w:t xml:space="preserve">The body of the class corresponds to the representation of the sequence of bits to be described. Based on the Table 2-2, we can see that the first byte of a transport packet is the </w:t>
      </w:r>
      <w:r w:rsidRPr="006424B9">
        <w:rPr>
          <w:rFonts w:ascii="Courier New" w:hAnsi="Courier New" w:cs="Courier New"/>
          <w:lang w:eastAsia="zh-CN"/>
        </w:rPr>
        <w:t>sync_byte</w:t>
      </w:r>
      <w:r>
        <w:rPr>
          <w:lang w:eastAsia="zh-CN"/>
        </w:rPr>
        <w:t>. Let’s then declare this first byte in our new class.</w:t>
      </w:r>
    </w:p>
    <w:p w14:paraId="34253FC0" w14:textId="77777777" w:rsidR="00CB0013" w:rsidRDefault="00CB0013" w:rsidP="00BD0D97">
      <w:pPr>
        <w:rPr>
          <w:lang w:eastAsia="zh-CN"/>
        </w:rPr>
      </w:pPr>
    </w:p>
    <w:p w14:paraId="0454F146" w14:textId="77777777" w:rsidR="008D57C3" w:rsidRPr="002028E0" w:rsidRDefault="008D57C3" w:rsidP="00C73BB5">
      <w:pPr>
        <w:pStyle w:val="Code"/>
        <w:rPr>
          <w:lang w:eastAsia="zh-CN"/>
        </w:rPr>
      </w:pPr>
      <w:r w:rsidRPr="002028E0">
        <w:rPr>
          <w:lang w:eastAsia="zh-CN"/>
        </w:rPr>
        <w:t>class transport_packet {</w:t>
      </w:r>
    </w:p>
    <w:p w14:paraId="49B8CA58" w14:textId="77777777" w:rsidR="008D57C3" w:rsidRPr="002028E0" w:rsidRDefault="008D57C3" w:rsidP="00C73BB5">
      <w:pPr>
        <w:pStyle w:val="Code"/>
        <w:rPr>
          <w:lang w:eastAsia="zh-CN"/>
        </w:rPr>
      </w:pPr>
      <w:r w:rsidRPr="002028E0">
        <w:rPr>
          <w:lang w:eastAsia="zh-CN"/>
        </w:rPr>
        <w:lastRenderedPageBreak/>
        <w:tab/>
        <w:t>unsigned int(8)</w:t>
      </w:r>
      <w:r w:rsidRPr="002028E0">
        <w:rPr>
          <w:lang w:eastAsia="zh-CN"/>
        </w:rPr>
        <w:tab/>
        <w:t>sync_byte;</w:t>
      </w:r>
    </w:p>
    <w:p w14:paraId="6D9B7AD2" w14:textId="4599D5C2" w:rsidR="00BD0D97" w:rsidRDefault="008D57C3" w:rsidP="00CB0013">
      <w:pPr>
        <w:pStyle w:val="Code"/>
        <w:rPr>
          <w:lang w:eastAsia="zh-CN"/>
        </w:rPr>
      </w:pPr>
      <w:r w:rsidRPr="002028E0">
        <w:rPr>
          <w:lang w:eastAsia="zh-CN"/>
        </w:rPr>
        <w:t>}</w:t>
      </w:r>
    </w:p>
    <w:p w14:paraId="0D25CF20" w14:textId="77777777" w:rsidR="00CB0013" w:rsidRPr="00C73BB5" w:rsidRDefault="00CB0013" w:rsidP="00CB0013"/>
    <w:p w14:paraId="507DCDDE" w14:textId="41D8F0BF" w:rsidR="008D57C3" w:rsidRDefault="00BD0D97" w:rsidP="008D57C3">
      <w:pPr>
        <w:rPr>
          <w:lang w:eastAsia="zh-CN"/>
        </w:rPr>
      </w:pPr>
      <w:r>
        <w:rPr>
          <w:lang w:eastAsia="zh-CN"/>
        </w:rPr>
        <w:t xml:space="preserve">We chose to declare our first variable as unsigned integer and call it </w:t>
      </w:r>
      <w:r w:rsidRPr="006424B9">
        <w:rPr>
          <w:rFonts w:ascii="Courier New" w:hAnsi="Courier New" w:cs="Courier New"/>
          <w:lang w:eastAsia="zh-CN"/>
        </w:rPr>
        <w:t>sync_byte</w:t>
      </w:r>
      <w:r>
        <w:rPr>
          <w:lang w:eastAsia="zh-CN"/>
        </w:rPr>
        <w:t xml:space="preserve">. Since its length is one byte, we pass the number 8 in parenthesis as the length attribute of this variable. But we can go a step further. Since the ISO/IEC 13818-1 standard requires the </w:t>
      </w:r>
      <w:r w:rsidRPr="006424B9">
        <w:rPr>
          <w:rFonts w:ascii="Courier New" w:hAnsi="Courier New" w:cs="Courier New"/>
          <w:lang w:eastAsia="zh-CN"/>
        </w:rPr>
        <w:t>sync_byte</w:t>
      </w:r>
      <w:r>
        <w:rPr>
          <w:lang w:eastAsia="zh-CN"/>
        </w:rPr>
        <w:t xml:space="preserve"> to be equal to </w:t>
      </w:r>
      <w:r w:rsidRPr="002B03BC">
        <w:t>'0100 0111' (0x47)</w:t>
      </w:r>
      <w:r>
        <w:t>, we can also declare that this variable must be equal to this value.</w:t>
      </w:r>
      <w:r>
        <w:rPr>
          <w:lang w:eastAsia="zh-CN"/>
        </w:rPr>
        <w:t xml:space="preserve"> </w:t>
      </w:r>
    </w:p>
    <w:p w14:paraId="28E569F0" w14:textId="77777777" w:rsidR="008D57C3" w:rsidRDefault="008D57C3" w:rsidP="00C73BB5">
      <w:pPr>
        <w:rPr>
          <w:lang w:eastAsia="zh-CN"/>
        </w:rPr>
      </w:pPr>
    </w:p>
    <w:p w14:paraId="3CB6DD3D" w14:textId="017DC1BB" w:rsidR="008D57C3" w:rsidRPr="002028E0" w:rsidRDefault="008D57C3" w:rsidP="00C73BB5">
      <w:pPr>
        <w:pStyle w:val="Code"/>
        <w:rPr>
          <w:lang w:eastAsia="zh-CN"/>
        </w:rPr>
      </w:pPr>
      <w:r w:rsidRPr="002028E0">
        <w:rPr>
          <w:lang w:eastAsia="zh-CN"/>
        </w:rPr>
        <w:t>class transport_packet {</w:t>
      </w:r>
    </w:p>
    <w:p w14:paraId="4E522F06" w14:textId="77777777" w:rsidR="008D57C3" w:rsidRPr="002028E0" w:rsidRDefault="008D57C3" w:rsidP="00C73BB5">
      <w:pPr>
        <w:pStyle w:val="Code"/>
        <w:rPr>
          <w:lang w:eastAsia="zh-CN"/>
        </w:rPr>
      </w:pPr>
      <w:r w:rsidRPr="002028E0">
        <w:rPr>
          <w:lang w:eastAsia="zh-CN"/>
        </w:rPr>
        <w:tab/>
        <w:t>unsigned int(8)</w:t>
      </w:r>
      <w:r w:rsidRPr="002028E0">
        <w:rPr>
          <w:lang w:eastAsia="zh-CN"/>
        </w:rPr>
        <w:tab/>
        <w:t>sync_byte = 0x47;</w:t>
      </w:r>
    </w:p>
    <w:p w14:paraId="6FC691C4" w14:textId="41E2C60E" w:rsidR="00BD0D97" w:rsidRDefault="008D57C3" w:rsidP="00C73BB5">
      <w:pPr>
        <w:pStyle w:val="Code"/>
        <w:rPr>
          <w:lang w:eastAsia="zh-CN"/>
        </w:rPr>
      </w:pPr>
      <w:r w:rsidRPr="002028E0">
        <w:rPr>
          <w:lang w:eastAsia="zh-CN"/>
        </w:rPr>
        <w:t>}</w:t>
      </w:r>
    </w:p>
    <w:p w14:paraId="11A75EAE" w14:textId="77777777" w:rsidR="008D57C3" w:rsidRDefault="008D57C3" w:rsidP="00BD0D97">
      <w:pPr>
        <w:rPr>
          <w:lang w:eastAsia="zh-CN"/>
        </w:rPr>
      </w:pPr>
    </w:p>
    <w:p w14:paraId="08D54C69" w14:textId="77777777" w:rsidR="00BD0D97" w:rsidRDefault="00BD0D97" w:rsidP="00BD0D97">
      <w:pPr>
        <w:rPr>
          <w:lang w:eastAsia="zh-CN"/>
        </w:rPr>
      </w:pPr>
      <w:r>
        <w:rPr>
          <w:lang w:eastAsia="zh-CN"/>
        </w:rPr>
        <w:t xml:space="preserve">The </w:t>
      </w:r>
      <w:r w:rsidRPr="006424B9">
        <w:rPr>
          <w:rFonts w:ascii="Courier New" w:hAnsi="Courier New" w:cs="Courier New"/>
          <w:lang w:eastAsia="zh-CN"/>
        </w:rPr>
        <w:t>sync_byte</w:t>
      </w:r>
      <w:r>
        <w:rPr>
          <w:lang w:eastAsia="zh-CN"/>
        </w:rPr>
        <w:t xml:space="preserve"> is followed by three 1-bit flag elements in the transport packet which are </w:t>
      </w:r>
      <w:r w:rsidRPr="006424B9">
        <w:rPr>
          <w:rFonts w:ascii="Courier New" w:hAnsi="Courier New" w:cs="Courier New"/>
          <w:lang w:eastAsia="zh-CN"/>
        </w:rPr>
        <w:t>transport_error_indicator</w:t>
      </w:r>
      <w:r>
        <w:rPr>
          <w:lang w:eastAsia="zh-CN"/>
        </w:rPr>
        <w:t xml:space="preserve">, </w:t>
      </w:r>
      <w:r w:rsidRPr="006424B9">
        <w:rPr>
          <w:rFonts w:ascii="Courier New" w:hAnsi="Courier New" w:cs="Courier New"/>
          <w:lang w:eastAsia="zh-CN"/>
        </w:rPr>
        <w:t>payload_unit_start_indicator</w:t>
      </w:r>
      <w:r>
        <w:rPr>
          <w:lang w:eastAsia="zh-CN"/>
        </w:rPr>
        <w:t xml:space="preserve">, and </w:t>
      </w:r>
      <w:r w:rsidRPr="006424B9">
        <w:rPr>
          <w:rFonts w:ascii="Courier New" w:hAnsi="Courier New" w:cs="Courier New"/>
          <w:lang w:eastAsia="zh-CN"/>
        </w:rPr>
        <w:t>transport_priority</w:t>
      </w:r>
      <w:r>
        <w:rPr>
          <w:lang w:eastAsia="zh-CN"/>
        </w:rPr>
        <w:t xml:space="preserve">. SDL allows to have syntax elements of any raw binary data using the keyword </w:t>
      </w:r>
      <w:r w:rsidRPr="006424B9">
        <w:rPr>
          <w:rFonts w:ascii="Courier New" w:hAnsi="Courier New" w:cs="Courier New"/>
          <w:b/>
          <w:bCs/>
          <w:lang w:eastAsia="zh-CN"/>
        </w:rPr>
        <w:t>bit</w:t>
      </w:r>
      <w:r>
        <w:rPr>
          <w:lang w:eastAsia="zh-CN"/>
        </w:rPr>
        <w:t xml:space="preserve"> which we will use. Alternatively, we could also use </w:t>
      </w:r>
      <w:r w:rsidRPr="006424B9">
        <w:rPr>
          <w:rFonts w:ascii="Courier New" w:hAnsi="Courier New" w:cs="Courier New"/>
          <w:lang w:eastAsia="zh-CN"/>
        </w:rPr>
        <w:t>unsigned int(1)</w:t>
      </w:r>
      <w:r>
        <w:rPr>
          <w:lang w:eastAsia="zh-CN"/>
        </w:rPr>
        <w:t>.</w:t>
      </w:r>
    </w:p>
    <w:p w14:paraId="60B2DA02" w14:textId="77777777" w:rsidR="00CB0013" w:rsidRDefault="00CB0013" w:rsidP="00BD0D97">
      <w:pPr>
        <w:rPr>
          <w:lang w:eastAsia="zh-CN"/>
        </w:rPr>
      </w:pPr>
    </w:p>
    <w:p w14:paraId="507D7794" w14:textId="77777777" w:rsidR="00CB0013" w:rsidRPr="002028E0" w:rsidRDefault="00CB0013" w:rsidP="00C73BB5">
      <w:pPr>
        <w:pStyle w:val="Code"/>
        <w:rPr>
          <w:lang w:eastAsia="zh-CN"/>
        </w:rPr>
      </w:pPr>
      <w:r w:rsidRPr="002028E0">
        <w:rPr>
          <w:lang w:eastAsia="zh-CN"/>
        </w:rPr>
        <w:t>class transport_packet {</w:t>
      </w:r>
    </w:p>
    <w:p w14:paraId="78614766" w14:textId="77777777" w:rsidR="00CB0013" w:rsidRPr="002028E0" w:rsidRDefault="00CB0013" w:rsidP="00C73BB5">
      <w:pPr>
        <w:pStyle w:val="Code"/>
        <w:rPr>
          <w:lang w:eastAsia="zh-CN"/>
        </w:rPr>
      </w:pPr>
      <w:r w:rsidRPr="002028E0">
        <w:rPr>
          <w:lang w:eastAsia="zh-CN"/>
        </w:rPr>
        <w:tab/>
        <w:t>unsigned int(8)</w:t>
      </w:r>
      <w:r w:rsidRPr="002028E0">
        <w:rPr>
          <w:lang w:eastAsia="zh-CN"/>
        </w:rPr>
        <w:tab/>
      </w:r>
      <w:r w:rsidRPr="002028E0">
        <w:rPr>
          <w:lang w:eastAsia="zh-CN"/>
        </w:rPr>
        <w:tab/>
        <w:t>sync_byte = 0x47;</w:t>
      </w:r>
      <w:r w:rsidRPr="002028E0">
        <w:rPr>
          <w:lang w:eastAsia="zh-CN"/>
        </w:rPr>
        <w:br/>
      </w:r>
      <w:r w:rsidRPr="002028E0">
        <w:rPr>
          <w:lang w:eastAsia="zh-CN"/>
        </w:rPr>
        <w:tab/>
        <w:t>bit(1)</w:t>
      </w:r>
      <w:r w:rsidRPr="002028E0">
        <w:rPr>
          <w:lang w:eastAsia="zh-CN"/>
        </w:rPr>
        <w:tab/>
      </w:r>
      <w:r w:rsidRPr="002028E0">
        <w:rPr>
          <w:lang w:eastAsia="zh-CN"/>
        </w:rPr>
        <w:tab/>
      </w:r>
      <w:r w:rsidRPr="002028E0">
        <w:rPr>
          <w:lang w:eastAsia="zh-CN"/>
        </w:rPr>
        <w:tab/>
        <w:t>transport_error_indicator;</w:t>
      </w:r>
    </w:p>
    <w:p w14:paraId="46FCFDB4"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payload_unit_start_indicator;</w:t>
      </w:r>
    </w:p>
    <w:p w14:paraId="729DC0B9"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transport_priority;</w:t>
      </w:r>
    </w:p>
    <w:p w14:paraId="79E11788" w14:textId="28F76D59" w:rsidR="00BD0D97" w:rsidRDefault="00CB0013" w:rsidP="00C73BB5">
      <w:pPr>
        <w:pStyle w:val="Code"/>
        <w:rPr>
          <w:lang w:eastAsia="zh-CN"/>
        </w:rPr>
      </w:pPr>
      <w:r w:rsidRPr="002028E0">
        <w:rPr>
          <w:lang w:eastAsia="zh-CN"/>
        </w:rPr>
        <w:t>}</w:t>
      </w:r>
    </w:p>
    <w:p w14:paraId="799EDC20" w14:textId="77777777" w:rsidR="00BD0D97" w:rsidRDefault="00BD0D97" w:rsidP="00BD0D97">
      <w:pPr>
        <w:rPr>
          <w:lang w:eastAsia="zh-CN"/>
        </w:rPr>
      </w:pPr>
    </w:p>
    <w:p w14:paraId="6BAA81CA" w14:textId="1BBE3A1F" w:rsidR="00CB0013" w:rsidRDefault="00BD0D97" w:rsidP="00BD0D97">
      <w:pPr>
        <w:rPr>
          <w:lang w:eastAsia="zh-CN"/>
        </w:rPr>
      </w:pPr>
      <w:r>
        <w:rPr>
          <w:lang w:eastAsia="zh-CN"/>
        </w:rPr>
        <w:t xml:space="preserve">Following the flags is the </w:t>
      </w:r>
      <w:r w:rsidRPr="0084712E">
        <w:rPr>
          <w:lang w:eastAsia="zh-CN"/>
        </w:rPr>
        <w:t>packet identifier (PID)</w:t>
      </w:r>
      <w:r>
        <w:rPr>
          <w:lang w:eastAsia="zh-CN"/>
        </w:rPr>
        <w:t xml:space="preserve"> which is a 13-bit field. Since we may want to manipulate this variable as a number (PID has well-defined hexadecimal values), we can declare it as an unsigned integer.</w:t>
      </w:r>
    </w:p>
    <w:p w14:paraId="61D8E05B" w14:textId="77777777" w:rsidR="00CB0013" w:rsidRDefault="00CB0013" w:rsidP="00BD0D97">
      <w:pPr>
        <w:rPr>
          <w:lang w:eastAsia="zh-CN"/>
        </w:rPr>
      </w:pPr>
    </w:p>
    <w:p w14:paraId="669DAB12" w14:textId="77777777" w:rsidR="00CB0013" w:rsidRPr="002028E0" w:rsidRDefault="00CB0013" w:rsidP="00C73BB5">
      <w:pPr>
        <w:pStyle w:val="Code"/>
        <w:rPr>
          <w:lang w:eastAsia="zh-CN"/>
        </w:rPr>
      </w:pPr>
      <w:r w:rsidRPr="002028E0">
        <w:rPr>
          <w:lang w:eastAsia="zh-CN"/>
        </w:rPr>
        <w:t>class transport_packet {</w:t>
      </w:r>
    </w:p>
    <w:p w14:paraId="49B8B6D8" w14:textId="77777777" w:rsidR="00CB0013" w:rsidRPr="002028E0" w:rsidRDefault="00CB0013" w:rsidP="00C73BB5">
      <w:pPr>
        <w:pStyle w:val="Code"/>
        <w:rPr>
          <w:lang w:eastAsia="zh-CN"/>
        </w:rPr>
      </w:pPr>
      <w:r w:rsidRPr="002028E0">
        <w:rPr>
          <w:lang w:eastAsia="zh-CN"/>
        </w:rPr>
        <w:tab/>
        <w:t>unsigned int(8)</w:t>
      </w:r>
      <w:r w:rsidRPr="002028E0">
        <w:rPr>
          <w:lang w:eastAsia="zh-CN"/>
        </w:rPr>
        <w:tab/>
      </w:r>
      <w:r w:rsidRPr="002028E0">
        <w:rPr>
          <w:lang w:eastAsia="zh-CN"/>
        </w:rPr>
        <w:tab/>
        <w:t>sync_byte = 0x47;</w:t>
      </w:r>
      <w:r w:rsidRPr="002028E0">
        <w:rPr>
          <w:lang w:eastAsia="zh-CN"/>
        </w:rPr>
        <w:br/>
      </w:r>
      <w:r w:rsidRPr="002028E0">
        <w:rPr>
          <w:lang w:eastAsia="zh-CN"/>
        </w:rPr>
        <w:tab/>
        <w:t>bit(1)</w:t>
      </w:r>
      <w:r w:rsidRPr="002028E0">
        <w:rPr>
          <w:lang w:eastAsia="zh-CN"/>
        </w:rPr>
        <w:tab/>
      </w:r>
      <w:r w:rsidRPr="002028E0">
        <w:rPr>
          <w:lang w:eastAsia="zh-CN"/>
        </w:rPr>
        <w:tab/>
      </w:r>
      <w:r w:rsidRPr="002028E0">
        <w:rPr>
          <w:lang w:eastAsia="zh-CN"/>
        </w:rPr>
        <w:tab/>
        <w:t>transport_error_indicator;</w:t>
      </w:r>
    </w:p>
    <w:p w14:paraId="4E4B461F"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payload_unit_start_indicator;</w:t>
      </w:r>
    </w:p>
    <w:p w14:paraId="38CE024E"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transport_priority;</w:t>
      </w:r>
    </w:p>
    <w:p w14:paraId="523B4B84" w14:textId="77777777" w:rsidR="00CB0013" w:rsidRPr="002028E0" w:rsidRDefault="00CB0013" w:rsidP="00C73BB5">
      <w:pPr>
        <w:pStyle w:val="Code"/>
        <w:rPr>
          <w:lang w:eastAsia="zh-CN"/>
        </w:rPr>
      </w:pPr>
      <w:r w:rsidRPr="002028E0">
        <w:rPr>
          <w:lang w:eastAsia="zh-CN"/>
        </w:rPr>
        <w:tab/>
        <w:t>unsigned int(13)</w:t>
      </w:r>
      <w:r w:rsidRPr="002028E0">
        <w:rPr>
          <w:lang w:eastAsia="zh-CN"/>
        </w:rPr>
        <w:tab/>
      </w:r>
      <w:r w:rsidRPr="002028E0">
        <w:rPr>
          <w:lang w:eastAsia="zh-CN"/>
        </w:rPr>
        <w:tab/>
        <w:t>PID;</w:t>
      </w:r>
    </w:p>
    <w:p w14:paraId="57909C03" w14:textId="2B0924BC" w:rsidR="00BD0D97" w:rsidRDefault="00CB0013" w:rsidP="00CB0013">
      <w:pPr>
        <w:pStyle w:val="Code"/>
        <w:rPr>
          <w:lang w:eastAsia="zh-CN"/>
        </w:rPr>
      </w:pPr>
      <w:r w:rsidRPr="002028E0">
        <w:rPr>
          <w:lang w:eastAsia="zh-CN"/>
        </w:rPr>
        <w:t>}</w:t>
      </w:r>
    </w:p>
    <w:p w14:paraId="11BB34A6" w14:textId="77777777" w:rsidR="00CB0013" w:rsidRDefault="00CB0013" w:rsidP="00C73BB5">
      <w:pPr>
        <w:pStyle w:val="Code"/>
        <w:rPr>
          <w:lang w:eastAsia="zh-CN"/>
        </w:rPr>
      </w:pPr>
    </w:p>
    <w:p w14:paraId="61BE0045" w14:textId="285B57C7" w:rsidR="00BD0D97" w:rsidRDefault="00BD0D97" w:rsidP="00BD0D97">
      <w:pPr>
        <w:rPr>
          <w:lang w:eastAsia="zh-CN"/>
        </w:rPr>
      </w:pPr>
      <w:r>
        <w:rPr>
          <w:lang w:eastAsia="zh-CN"/>
        </w:rPr>
        <w:t>After the PID comes two 2-bit control syntax elements whose values are defined as bit strings, e.g.</w:t>
      </w:r>
      <w:r w:rsidRPr="00A70974">
        <w:t xml:space="preserve"> </w:t>
      </w:r>
      <w:r w:rsidRPr="00A70974">
        <w:rPr>
          <w:lang w:eastAsia="zh-CN"/>
        </w:rPr>
        <w:t>'00'</w:t>
      </w:r>
      <w:r>
        <w:rPr>
          <w:lang w:eastAsia="zh-CN"/>
        </w:rPr>
        <w:t xml:space="preserve"> = </w:t>
      </w:r>
      <w:r w:rsidRPr="00A70974">
        <w:rPr>
          <w:lang w:eastAsia="zh-CN"/>
        </w:rPr>
        <w:t>Not scrambled</w:t>
      </w:r>
      <w:r>
        <w:rPr>
          <w:lang w:eastAsia="zh-CN"/>
        </w:rPr>
        <w:t xml:space="preserve">,  </w:t>
      </w:r>
      <w:r w:rsidRPr="008D3823">
        <w:rPr>
          <w:lang w:eastAsia="zh-CN"/>
        </w:rPr>
        <w:t>'01'</w:t>
      </w:r>
      <w:r>
        <w:rPr>
          <w:lang w:eastAsia="zh-CN"/>
        </w:rPr>
        <w:t xml:space="preserve"> = </w:t>
      </w:r>
      <w:r w:rsidRPr="008D3823">
        <w:rPr>
          <w:lang w:eastAsia="zh-CN"/>
        </w:rPr>
        <w:t>User-defined</w:t>
      </w:r>
      <w:r>
        <w:rPr>
          <w:lang w:eastAsia="zh-CN"/>
        </w:rPr>
        <w:t xml:space="preserve">, etc. For simplicity, we will thus also define those variables as bit variables so that we can </w:t>
      </w:r>
      <w:r w:rsidR="003E557C">
        <w:rPr>
          <w:lang w:eastAsia="zh-CN"/>
        </w:rPr>
        <w:t>directly reuse</w:t>
      </w:r>
      <w:r>
        <w:rPr>
          <w:lang w:eastAsia="zh-CN"/>
        </w:rPr>
        <w:t xml:space="preserve"> the defined values in our declaration.</w:t>
      </w:r>
    </w:p>
    <w:p w14:paraId="273EB665" w14:textId="77777777" w:rsidR="00CB0013" w:rsidRDefault="00CB0013" w:rsidP="00BD0D97">
      <w:pPr>
        <w:rPr>
          <w:lang w:eastAsia="zh-CN"/>
        </w:rPr>
      </w:pPr>
    </w:p>
    <w:p w14:paraId="05A90118" w14:textId="77777777" w:rsidR="00CB0013" w:rsidRPr="002028E0" w:rsidRDefault="00CB0013" w:rsidP="00C73BB5">
      <w:pPr>
        <w:pStyle w:val="Code"/>
        <w:rPr>
          <w:lang w:eastAsia="zh-CN"/>
        </w:rPr>
      </w:pPr>
      <w:r w:rsidRPr="002028E0">
        <w:rPr>
          <w:lang w:eastAsia="zh-CN"/>
        </w:rPr>
        <w:t>class transport_packet {</w:t>
      </w:r>
    </w:p>
    <w:p w14:paraId="3F9BAB98" w14:textId="77777777" w:rsidR="00CB0013" w:rsidRPr="002028E0" w:rsidRDefault="00CB0013" w:rsidP="00C73BB5">
      <w:pPr>
        <w:pStyle w:val="Code"/>
        <w:rPr>
          <w:lang w:eastAsia="zh-CN"/>
        </w:rPr>
      </w:pPr>
      <w:r w:rsidRPr="002028E0">
        <w:rPr>
          <w:lang w:eastAsia="zh-CN"/>
        </w:rPr>
        <w:tab/>
        <w:t>unsigned int(8)</w:t>
      </w:r>
      <w:r w:rsidRPr="002028E0">
        <w:rPr>
          <w:lang w:eastAsia="zh-CN"/>
        </w:rPr>
        <w:tab/>
      </w:r>
      <w:r w:rsidRPr="002028E0">
        <w:rPr>
          <w:lang w:eastAsia="zh-CN"/>
        </w:rPr>
        <w:tab/>
        <w:t>sync_byte = 0x47;</w:t>
      </w:r>
      <w:r w:rsidRPr="002028E0">
        <w:rPr>
          <w:lang w:eastAsia="zh-CN"/>
        </w:rPr>
        <w:br/>
      </w:r>
      <w:r w:rsidRPr="002028E0">
        <w:rPr>
          <w:lang w:eastAsia="zh-CN"/>
        </w:rPr>
        <w:tab/>
        <w:t>bit(1)</w:t>
      </w:r>
      <w:r w:rsidRPr="002028E0">
        <w:rPr>
          <w:lang w:eastAsia="zh-CN"/>
        </w:rPr>
        <w:tab/>
      </w:r>
      <w:r w:rsidRPr="002028E0">
        <w:rPr>
          <w:lang w:eastAsia="zh-CN"/>
        </w:rPr>
        <w:tab/>
      </w:r>
      <w:r w:rsidRPr="002028E0">
        <w:rPr>
          <w:lang w:eastAsia="zh-CN"/>
        </w:rPr>
        <w:tab/>
        <w:t>transport_error_indicator;</w:t>
      </w:r>
    </w:p>
    <w:p w14:paraId="5212B0B2"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payload_unit_start_indicator;</w:t>
      </w:r>
    </w:p>
    <w:p w14:paraId="32118BA2"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transport_priority;</w:t>
      </w:r>
    </w:p>
    <w:p w14:paraId="6626A010" w14:textId="77777777" w:rsidR="00CB0013" w:rsidRPr="002028E0" w:rsidRDefault="00CB0013" w:rsidP="00C73BB5">
      <w:pPr>
        <w:pStyle w:val="Code"/>
        <w:rPr>
          <w:lang w:eastAsia="zh-CN"/>
        </w:rPr>
      </w:pPr>
      <w:r w:rsidRPr="002028E0">
        <w:rPr>
          <w:lang w:eastAsia="zh-CN"/>
        </w:rPr>
        <w:tab/>
        <w:t>unsigned int(13)</w:t>
      </w:r>
      <w:r w:rsidRPr="002028E0">
        <w:rPr>
          <w:lang w:eastAsia="zh-CN"/>
        </w:rPr>
        <w:tab/>
      </w:r>
      <w:r w:rsidRPr="002028E0">
        <w:rPr>
          <w:lang w:eastAsia="zh-CN"/>
        </w:rPr>
        <w:tab/>
        <w:t>PID;</w:t>
      </w:r>
      <w:r w:rsidRPr="002028E0">
        <w:rPr>
          <w:lang w:eastAsia="zh-CN"/>
        </w:rPr>
        <w:br/>
      </w:r>
      <w:r w:rsidRPr="002028E0">
        <w:rPr>
          <w:lang w:eastAsia="zh-CN"/>
        </w:rPr>
        <w:tab/>
        <w:t>bit(2)</w:t>
      </w:r>
      <w:r w:rsidRPr="002028E0">
        <w:rPr>
          <w:lang w:eastAsia="zh-CN"/>
        </w:rPr>
        <w:tab/>
      </w:r>
      <w:r w:rsidRPr="002028E0">
        <w:rPr>
          <w:lang w:eastAsia="zh-CN"/>
        </w:rPr>
        <w:tab/>
      </w:r>
      <w:r w:rsidRPr="002028E0">
        <w:rPr>
          <w:lang w:eastAsia="zh-CN"/>
        </w:rPr>
        <w:tab/>
        <w:t>transport_scrambling_control;</w:t>
      </w:r>
    </w:p>
    <w:p w14:paraId="72D77A53" w14:textId="77777777" w:rsidR="00CB0013" w:rsidRPr="002028E0" w:rsidRDefault="00CB0013" w:rsidP="00C73BB5">
      <w:pPr>
        <w:pStyle w:val="Code"/>
        <w:rPr>
          <w:lang w:eastAsia="zh-CN"/>
        </w:rPr>
      </w:pPr>
      <w:r w:rsidRPr="002028E0">
        <w:rPr>
          <w:lang w:eastAsia="zh-CN"/>
        </w:rPr>
        <w:tab/>
        <w:t>bit(2)</w:t>
      </w:r>
      <w:r w:rsidRPr="002028E0">
        <w:rPr>
          <w:lang w:eastAsia="zh-CN"/>
        </w:rPr>
        <w:tab/>
      </w:r>
      <w:r w:rsidRPr="002028E0">
        <w:rPr>
          <w:lang w:eastAsia="zh-CN"/>
        </w:rPr>
        <w:tab/>
      </w:r>
      <w:r w:rsidRPr="002028E0">
        <w:rPr>
          <w:lang w:eastAsia="zh-CN"/>
        </w:rPr>
        <w:tab/>
        <w:t>adaptation_field_control;</w:t>
      </w:r>
    </w:p>
    <w:p w14:paraId="2111DBF5" w14:textId="3E39F887" w:rsidR="00405444" w:rsidRDefault="00CB0013" w:rsidP="00C73BB5">
      <w:pPr>
        <w:pStyle w:val="Code"/>
        <w:rPr>
          <w:lang w:eastAsia="zh-CN"/>
        </w:rPr>
      </w:pPr>
      <w:r w:rsidRPr="002028E0">
        <w:rPr>
          <w:lang w:eastAsia="zh-CN"/>
        </w:rPr>
        <w:t>}</w:t>
      </w:r>
    </w:p>
    <w:p w14:paraId="7FE7442A" w14:textId="77777777" w:rsidR="004F1867" w:rsidRDefault="004F1867" w:rsidP="00BD0D97">
      <w:pPr>
        <w:rPr>
          <w:lang w:eastAsia="zh-CN"/>
        </w:rPr>
      </w:pPr>
    </w:p>
    <w:p w14:paraId="664D526D" w14:textId="38CBDCED" w:rsidR="00BD0D97" w:rsidRDefault="00BD0D97" w:rsidP="00BD0D97">
      <w:pPr>
        <w:rPr>
          <w:lang w:eastAsia="zh-CN"/>
        </w:rPr>
      </w:pPr>
      <w:r>
        <w:rPr>
          <w:lang w:eastAsia="zh-CN"/>
        </w:rPr>
        <w:t xml:space="preserve">At this point, we have declared the non-variable part of the transport packet. As shown in Table 2-2, the reminder of the packet depends on the value of the </w:t>
      </w:r>
      <w:r w:rsidRPr="006424B9">
        <w:rPr>
          <w:rFonts w:ascii="Courier New" w:hAnsi="Courier New" w:cs="Courier New"/>
          <w:lang w:eastAsia="zh-CN"/>
        </w:rPr>
        <w:t>adaptation_field_control</w:t>
      </w:r>
      <w:r>
        <w:rPr>
          <w:lang w:eastAsia="zh-CN"/>
        </w:rPr>
        <w:t xml:space="preserve"> element. </w:t>
      </w:r>
    </w:p>
    <w:p w14:paraId="3F6018C2" w14:textId="77777777" w:rsidR="00BD0D97" w:rsidRDefault="00BD0D97" w:rsidP="00BD0D97">
      <w:pPr>
        <w:rPr>
          <w:lang w:eastAsia="zh-CN"/>
        </w:rPr>
      </w:pPr>
    </w:p>
    <w:p w14:paraId="64A2994D" w14:textId="77777777" w:rsidR="00BD0D97" w:rsidRDefault="00BD0D97" w:rsidP="00BD0D97">
      <w:pPr>
        <w:rPr>
          <w:lang w:eastAsia="zh-CN"/>
        </w:rPr>
      </w:pPr>
      <w:r>
        <w:rPr>
          <w:lang w:eastAsia="zh-CN"/>
        </w:rPr>
        <w:lastRenderedPageBreak/>
        <w:t xml:space="preserve">To represent this, we can use the </w:t>
      </w:r>
      <w:r w:rsidRPr="006424B9">
        <w:rPr>
          <w:rFonts w:ascii="Courier New" w:hAnsi="Courier New" w:cs="Courier New"/>
          <w:b/>
          <w:bCs/>
          <w:lang w:eastAsia="zh-CN"/>
        </w:rPr>
        <w:t>if</w:t>
      </w:r>
      <w:r>
        <w:rPr>
          <w:lang w:eastAsia="zh-CN"/>
        </w:rPr>
        <w:t>-statement defined by the SDL specification.</w:t>
      </w:r>
    </w:p>
    <w:p w14:paraId="62D28F42" w14:textId="77777777" w:rsidR="00CB0013" w:rsidRDefault="00CB0013" w:rsidP="00BD0D97">
      <w:pPr>
        <w:rPr>
          <w:lang w:eastAsia="zh-CN"/>
        </w:rPr>
      </w:pPr>
    </w:p>
    <w:p w14:paraId="761F9C88" w14:textId="77777777" w:rsidR="00CB0013" w:rsidRPr="002028E0" w:rsidRDefault="00CB0013" w:rsidP="00C73BB5">
      <w:pPr>
        <w:pStyle w:val="Code"/>
        <w:rPr>
          <w:lang w:eastAsia="zh-CN"/>
        </w:rPr>
      </w:pPr>
      <w:r w:rsidRPr="002028E0">
        <w:rPr>
          <w:lang w:eastAsia="zh-CN"/>
        </w:rPr>
        <w:t>class transport_packet {</w:t>
      </w:r>
    </w:p>
    <w:p w14:paraId="35C4F3AF" w14:textId="77777777" w:rsidR="00CB0013" w:rsidRPr="002028E0" w:rsidRDefault="00CB0013" w:rsidP="00C73BB5">
      <w:pPr>
        <w:pStyle w:val="Code"/>
        <w:rPr>
          <w:lang w:eastAsia="zh-CN"/>
        </w:rPr>
      </w:pPr>
      <w:r w:rsidRPr="002028E0">
        <w:rPr>
          <w:lang w:eastAsia="zh-CN"/>
        </w:rPr>
        <w:tab/>
        <w:t xml:space="preserve">unsigned int(8) </w:t>
      </w:r>
      <w:r w:rsidRPr="002028E0">
        <w:rPr>
          <w:lang w:eastAsia="zh-CN"/>
        </w:rPr>
        <w:tab/>
      </w:r>
      <w:r w:rsidRPr="002028E0">
        <w:rPr>
          <w:lang w:eastAsia="zh-CN"/>
        </w:rPr>
        <w:tab/>
        <w:t>sync_byte = 0x47;</w:t>
      </w:r>
      <w:r w:rsidRPr="002028E0">
        <w:rPr>
          <w:lang w:eastAsia="zh-CN"/>
        </w:rPr>
        <w:br/>
      </w:r>
      <w:r w:rsidRPr="002028E0">
        <w:rPr>
          <w:lang w:eastAsia="zh-CN"/>
        </w:rPr>
        <w:tab/>
        <w:t>bit(1)</w:t>
      </w:r>
      <w:r w:rsidRPr="002028E0">
        <w:rPr>
          <w:lang w:eastAsia="zh-CN"/>
        </w:rPr>
        <w:tab/>
      </w:r>
      <w:r w:rsidRPr="002028E0">
        <w:rPr>
          <w:lang w:eastAsia="zh-CN"/>
        </w:rPr>
        <w:tab/>
      </w:r>
      <w:r w:rsidRPr="002028E0">
        <w:rPr>
          <w:lang w:eastAsia="zh-CN"/>
        </w:rPr>
        <w:tab/>
        <w:t>transport_error_indicator;</w:t>
      </w:r>
    </w:p>
    <w:p w14:paraId="5FC5582A"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payload_unit_start_indicator;</w:t>
      </w:r>
    </w:p>
    <w:p w14:paraId="30D42A10"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transport_priority;</w:t>
      </w:r>
    </w:p>
    <w:p w14:paraId="565E6361" w14:textId="77777777" w:rsidR="00CB0013" w:rsidRPr="002028E0" w:rsidRDefault="00CB0013" w:rsidP="00C73BB5">
      <w:pPr>
        <w:pStyle w:val="Code"/>
        <w:rPr>
          <w:lang w:eastAsia="zh-CN"/>
        </w:rPr>
      </w:pPr>
      <w:r w:rsidRPr="002028E0">
        <w:rPr>
          <w:lang w:eastAsia="zh-CN"/>
        </w:rPr>
        <w:tab/>
        <w:t>unsigned int(13)</w:t>
      </w:r>
      <w:r w:rsidRPr="002028E0">
        <w:rPr>
          <w:lang w:eastAsia="zh-CN"/>
        </w:rPr>
        <w:tab/>
      </w:r>
      <w:r w:rsidRPr="002028E0">
        <w:rPr>
          <w:lang w:eastAsia="zh-CN"/>
        </w:rPr>
        <w:tab/>
        <w:t>PID;</w:t>
      </w:r>
      <w:r w:rsidRPr="002028E0">
        <w:rPr>
          <w:lang w:eastAsia="zh-CN"/>
        </w:rPr>
        <w:br/>
      </w:r>
      <w:r w:rsidRPr="002028E0">
        <w:rPr>
          <w:lang w:eastAsia="zh-CN"/>
        </w:rPr>
        <w:tab/>
        <w:t>bit(2)</w:t>
      </w:r>
      <w:r w:rsidRPr="002028E0">
        <w:rPr>
          <w:lang w:eastAsia="zh-CN"/>
        </w:rPr>
        <w:tab/>
      </w:r>
      <w:r w:rsidRPr="002028E0">
        <w:rPr>
          <w:lang w:eastAsia="zh-CN"/>
        </w:rPr>
        <w:tab/>
      </w:r>
      <w:r w:rsidRPr="002028E0">
        <w:rPr>
          <w:lang w:eastAsia="zh-CN"/>
        </w:rPr>
        <w:tab/>
        <w:t>transport_scrambling_control;</w:t>
      </w:r>
    </w:p>
    <w:p w14:paraId="7E176996" w14:textId="77777777" w:rsidR="00CB0013" w:rsidRDefault="00CB0013" w:rsidP="00C73BB5">
      <w:pPr>
        <w:pStyle w:val="Code"/>
        <w:rPr>
          <w:lang w:eastAsia="zh-CN"/>
        </w:rPr>
      </w:pPr>
      <w:r w:rsidRPr="002028E0">
        <w:rPr>
          <w:lang w:eastAsia="zh-CN"/>
        </w:rPr>
        <w:tab/>
        <w:t>bit(2)</w:t>
      </w:r>
      <w:r w:rsidRPr="002028E0">
        <w:rPr>
          <w:lang w:eastAsia="zh-CN"/>
        </w:rPr>
        <w:tab/>
      </w:r>
      <w:r w:rsidRPr="002028E0">
        <w:rPr>
          <w:lang w:eastAsia="zh-CN"/>
        </w:rPr>
        <w:tab/>
      </w:r>
      <w:r w:rsidRPr="002028E0">
        <w:rPr>
          <w:lang w:eastAsia="zh-CN"/>
        </w:rPr>
        <w:tab/>
        <w:t>adaptation_field_control;</w:t>
      </w:r>
    </w:p>
    <w:p w14:paraId="633A882A" w14:textId="77777777" w:rsidR="00CB0013" w:rsidRPr="002028E0" w:rsidRDefault="00CB0013" w:rsidP="00C73BB5">
      <w:pPr>
        <w:pStyle w:val="Code"/>
        <w:rPr>
          <w:lang w:eastAsia="zh-CN"/>
        </w:rPr>
      </w:pPr>
    </w:p>
    <w:p w14:paraId="5786AA05" w14:textId="77777777" w:rsidR="00CB0013" w:rsidRPr="002028E0" w:rsidRDefault="00CB0013" w:rsidP="00C73BB5">
      <w:pPr>
        <w:pStyle w:val="Code"/>
        <w:rPr>
          <w:lang w:eastAsia="zh-CN"/>
        </w:rPr>
      </w:pPr>
      <w:r w:rsidRPr="002028E0">
        <w:rPr>
          <w:lang w:eastAsia="zh-CN"/>
        </w:rPr>
        <w:tab/>
        <w:t>if</w:t>
      </w:r>
      <w:r>
        <w:rPr>
          <w:lang w:eastAsia="zh-CN"/>
        </w:rPr>
        <w:t xml:space="preserve"> </w:t>
      </w:r>
      <w:r w:rsidRPr="002028E0">
        <w:rPr>
          <w:lang w:eastAsia="zh-CN"/>
        </w:rPr>
        <w:t xml:space="preserve">(adaptation_field_control == </w:t>
      </w:r>
      <w:r>
        <w:rPr>
          <w:lang w:eastAsia="zh-CN"/>
        </w:rPr>
        <w:t>0</w:t>
      </w:r>
      <w:r w:rsidRPr="002028E0">
        <w:rPr>
          <w:lang w:eastAsia="zh-CN"/>
        </w:rPr>
        <w:t xml:space="preserve">b10 || adaptation_field_control == </w:t>
      </w:r>
      <w:r>
        <w:rPr>
          <w:lang w:eastAsia="zh-CN"/>
        </w:rPr>
        <w:t>0</w:t>
      </w:r>
      <w:r w:rsidRPr="002028E0">
        <w:rPr>
          <w:lang w:eastAsia="zh-CN"/>
        </w:rPr>
        <w:t>b11){</w:t>
      </w:r>
    </w:p>
    <w:p w14:paraId="643557D5" w14:textId="77777777" w:rsidR="00CB0013" w:rsidRPr="002028E0" w:rsidRDefault="00CB0013" w:rsidP="00C73BB5">
      <w:pPr>
        <w:pStyle w:val="Code"/>
        <w:rPr>
          <w:lang w:eastAsia="zh-CN"/>
        </w:rPr>
      </w:pPr>
      <w:r w:rsidRPr="002028E0">
        <w:rPr>
          <w:lang w:eastAsia="zh-CN"/>
        </w:rPr>
        <w:tab/>
      </w:r>
      <w:r w:rsidRPr="002028E0">
        <w:rPr>
          <w:lang w:eastAsia="zh-CN"/>
        </w:rPr>
        <w:tab/>
      </w:r>
      <w:r>
        <w:rPr>
          <w:lang w:eastAsia="zh-CN"/>
        </w:rPr>
        <w:t>// to be defined</w:t>
      </w:r>
    </w:p>
    <w:p w14:paraId="6D77744C" w14:textId="77777777" w:rsidR="00CB0013" w:rsidRDefault="00CB0013" w:rsidP="00C73BB5">
      <w:pPr>
        <w:pStyle w:val="Code"/>
        <w:rPr>
          <w:lang w:eastAsia="zh-CN"/>
        </w:rPr>
      </w:pPr>
      <w:r w:rsidRPr="002028E0">
        <w:rPr>
          <w:lang w:eastAsia="zh-CN"/>
        </w:rPr>
        <w:tab/>
        <w:t>}</w:t>
      </w:r>
    </w:p>
    <w:p w14:paraId="1AB5735C" w14:textId="77777777" w:rsidR="00CB0013" w:rsidRPr="002028E0" w:rsidRDefault="00CB0013" w:rsidP="00C73BB5">
      <w:pPr>
        <w:pStyle w:val="Code"/>
        <w:rPr>
          <w:lang w:eastAsia="zh-CN"/>
        </w:rPr>
      </w:pPr>
    </w:p>
    <w:p w14:paraId="3E174BB1" w14:textId="77777777" w:rsidR="00CB0013" w:rsidRPr="002028E0" w:rsidRDefault="00CB0013" w:rsidP="00C73BB5">
      <w:pPr>
        <w:pStyle w:val="Code"/>
        <w:rPr>
          <w:lang w:eastAsia="zh-CN"/>
        </w:rPr>
      </w:pPr>
      <w:r w:rsidRPr="002028E0">
        <w:rPr>
          <w:lang w:eastAsia="zh-CN"/>
        </w:rPr>
        <w:tab/>
      </w:r>
      <w:r>
        <w:rPr>
          <w:lang w:eastAsia="zh-CN"/>
        </w:rPr>
        <w:t>i</w:t>
      </w:r>
      <w:r w:rsidRPr="002028E0">
        <w:rPr>
          <w:lang w:eastAsia="zh-CN"/>
        </w:rPr>
        <w:t>f</w:t>
      </w:r>
      <w:r>
        <w:rPr>
          <w:lang w:eastAsia="zh-CN"/>
        </w:rPr>
        <w:t xml:space="preserve"> </w:t>
      </w:r>
      <w:r w:rsidRPr="002028E0">
        <w:rPr>
          <w:lang w:eastAsia="zh-CN"/>
        </w:rPr>
        <w:t xml:space="preserve">(adaptation_field_control == </w:t>
      </w:r>
      <w:r>
        <w:rPr>
          <w:lang w:eastAsia="zh-CN"/>
        </w:rPr>
        <w:t>0</w:t>
      </w:r>
      <w:r w:rsidRPr="002028E0">
        <w:rPr>
          <w:lang w:eastAsia="zh-CN"/>
        </w:rPr>
        <w:t xml:space="preserve">b01 || adaptation_field_control == </w:t>
      </w:r>
      <w:r>
        <w:rPr>
          <w:lang w:eastAsia="zh-CN"/>
        </w:rPr>
        <w:t>0</w:t>
      </w:r>
      <w:r w:rsidRPr="002028E0">
        <w:rPr>
          <w:lang w:eastAsia="zh-CN"/>
        </w:rPr>
        <w:t>b11) {</w:t>
      </w:r>
      <w:r w:rsidRPr="002028E0">
        <w:rPr>
          <w:lang w:eastAsia="zh-CN"/>
        </w:rPr>
        <w:br/>
      </w:r>
      <w:r w:rsidRPr="002028E0">
        <w:rPr>
          <w:lang w:eastAsia="zh-CN"/>
        </w:rPr>
        <w:tab/>
      </w:r>
      <w:r w:rsidRPr="002028E0">
        <w:rPr>
          <w:lang w:eastAsia="zh-CN"/>
        </w:rPr>
        <w:tab/>
      </w:r>
      <w:r>
        <w:rPr>
          <w:lang w:eastAsia="zh-CN"/>
        </w:rPr>
        <w:t>// to be defined</w:t>
      </w:r>
    </w:p>
    <w:p w14:paraId="1EBF92C7" w14:textId="77777777" w:rsidR="00CB0013" w:rsidRPr="002028E0" w:rsidRDefault="00CB0013" w:rsidP="00C73BB5">
      <w:pPr>
        <w:pStyle w:val="Code"/>
        <w:rPr>
          <w:lang w:eastAsia="zh-CN"/>
        </w:rPr>
      </w:pPr>
      <w:r w:rsidRPr="002028E0">
        <w:rPr>
          <w:lang w:eastAsia="zh-CN"/>
        </w:rPr>
        <w:tab/>
        <w:t>}</w:t>
      </w:r>
    </w:p>
    <w:p w14:paraId="4CDFFC1C" w14:textId="366EAF17" w:rsidR="00BD0D97" w:rsidRDefault="00CB0013" w:rsidP="00C73BB5">
      <w:pPr>
        <w:pStyle w:val="Code"/>
        <w:rPr>
          <w:lang w:eastAsia="zh-CN"/>
        </w:rPr>
      </w:pPr>
      <w:r w:rsidRPr="002028E0">
        <w:rPr>
          <w:lang w:eastAsia="zh-CN"/>
        </w:rPr>
        <w:t>}</w:t>
      </w:r>
    </w:p>
    <w:p w14:paraId="0994A169" w14:textId="77777777" w:rsidR="00BD0D97" w:rsidRDefault="00BD0D97" w:rsidP="00BD0D97">
      <w:pPr>
        <w:rPr>
          <w:lang w:eastAsia="zh-CN"/>
        </w:rPr>
      </w:pPr>
    </w:p>
    <w:p w14:paraId="0F1A6390" w14:textId="73B0CB41" w:rsidR="00BD0D97" w:rsidRDefault="00BD0D97" w:rsidP="00BD0D97">
      <w:pPr>
        <w:rPr>
          <w:lang w:eastAsia="zh-CN"/>
        </w:rPr>
      </w:pPr>
      <w:r>
        <w:rPr>
          <w:lang w:eastAsia="zh-CN"/>
        </w:rPr>
        <w:t>As the reader can see, SDL allows us to test the value of a variable using the relation equal ‘</w:t>
      </w:r>
      <w:r w:rsidRPr="00203C97">
        <w:rPr>
          <w:rFonts w:ascii="Courier New" w:hAnsi="Courier New" w:cs="Courier New"/>
          <w:b/>
          <w:bCs/>
          <w:lang w:eastAsia="ja-JP"/>
        </w:rPr>
        <w:t>==</w:t>
      </w:r>
      <w:r>
        <w:rPr>
          <w:lang w:eastAsia="zh-CN"/>
        </w:rPr>
        <w:t xml:space="preserve">’ operator. Here since they are bit variables we use the binary </w:t>
      </w:r>
      <w:r w:rsidR="009B7A2E">
        <w:rPr>
          <w:lang w:eastAsia="zh-CN"/>
        </w:rPr>
        <w:t xml:space="preserve">value </w:t>
      </w:r>
      <w:r>
        <w:rPr>
          <w:lang w:eastAsia="zh-CN"/>
        </w:rPr>
        <w:t>literal representation with prefix</w:t>
      </w:r>
      <w:r w:rsidR="009B7A2E">
        <w:rPr>
          <w:lang w:eastAsia="zh-CN"/>
        </w:rPr>
        <w:t xml:space="preserve"> ‘</w:t>
      </w:r>
      <w:r w:rsidR="009B7A2E" w:rsidRPr="00720E47">
        <w:rPr>
          <w:rFonts w:ascii="Courier New" w:hAnsi="Courier New" w:cs="Courier New"/>
          <w:b/>
          <w:bCs/>
          <w:lang w:eastAsia="zh-CN"/>
        </w:rPr>
        <w:t>0b</w:t>
      </w:r>
      <w:r w:rsidR="009B7A2E">
        <w:rPr>
          <w:lang w:eastAsia="zh-CN"/>
        </w:rPr>
        <w:t>’.</w:t>
      </w:r>
      <w:r>
        <w:rPr>
          <w:lang w:eastAsia="zh-CN"/>
        </w:rPr>
        <w:t xml:space="preserve"> Finally, the logical combination of tests is achieved using the logical </w:t>
      </w:r>
      <w:r w:rsidR="009B7A2E">
        <w:rPr>
          <w:lang w:eastAsia="zh-CN"/>
        </w:rPr>
        <w:t xml:space="preserve">OR </w:t>
      </w:r>
      <w:r>
        <w:rPr>
          <w:lang w:eastAsia="zh-CN"/>
        </w:rPr>
        <w:t>operator ‘</w:t>
      </w:r>
      <w:r w:rsidRPr="00203C97">
        <w:rPr>
          <w:rFonts w:ascii="Courier New" w:hAnsi="Courier New" w:cs="Courier New"/>
          <w:b/>
          <w:bCs/>
          <w:lang w:eastAsia="ja-JP"/>
        </w:rPr>
        <w:t>||</w:t>
      </w:r>
      <w:r>
        <w:rPr>
          <w:lang w:eastAsia="zh-CN"/>
        </w:rPr>
        <w:t>’.</w:t>
      </w:r>
    </w:p>
    <w:p w14:paraId="026A4576" w14:textId="77777777" w:rsidR="00BD0D97" w:rsidRDefault="00BD0D97" w:rsidP="00BD0D97">
      <w:r>
        <w:rPr>
          <w:lang w:eastAsia="zh-CN"/>
        </w:rPr>
        <w:t xml:space="preserve">All that remains to declare is the two bodies of the </w:t>
      </w:r>
      <w:r w:rsidRPr="006424B9">
        <w:rPr>
          <w:rFonts w:ascii="Courier New" w:hAnsi="Courier New" w:cs="Courier New"/>
          <w:b/>
          <w:bCs/>
          <w:lang w:eastAsia="zh-CN"/>
        </w:rPr>
        <w:t>if</w:t>
      </w:r>
      <w:r>
        <w:rPr>
          <w:lang w:eastAsia="zh-CN"/>
        </w:rPr>
        <w:t xml:space="preserve">-statement. In the first one, a logical structure </w:t>
      </w:r>
      <w:r w:rsidRPr="002B03BC">
        <w:t>adaptation_field()</w:t>
      </w:r>
      <w:r>
        <w:t xml:space="preserve"> is present. To represent this, let’s assume that we have previously defined a </w:t>
      </w:r>
      <w:r w:rsidRPr="006424B9">
        <w:rPr>
          <w:rFonts w:ascii="Courier New" w:hAnsi="Courier New" w:cs="Courier New"/>
          <w:b/>
          <w:bCs/>
        </w:rPr>
        <w:t>class</w:t>
      </w:r>
      <w:r>
        <w:t xml:space="preserve"> </w:t>
      </w:r>
      <w:r w:rsidRPr="006424B9">
        <w:rPr>
          <w:rFonts w:ascii="Courier New" w:hAnsi="Courier New" w:cs="Courier New"/>
        </w:rPr>
        <w:t>adaptation_field</w:t>
      </w:r>
      <w:r>
        <w:t xml:space="preserve"> so that we declare a variable whose type is this class.</w:t>
      </w:r>
    </w:p>
    <w:p w14:paraId="0A14695B" w14:textId="77777777" w:rsidR="00CB0013" w:rsidRDefault="00CB0013" w:rsidP="00BD0D97"/>
    <w:p w14:paraId="3044E3B9" w14:textId="77777777" w:rsidR="00CB0013" w:rsidRPr="002028E0" w:rsidRDefault="00CB0013" w:rsidP="00C73BB5">
      <w:pPr>
        <w:pStyle w:val="Code"/>
        <w:rPr>
          <w:lang w:eastAsia="zh-CN"/>
        </w:rPr>
      </w:pPr>
      <w:r w:rsidRPr="002028E0">
        <w:rPr>
          <w:lang w:eastAsia="zh-CN"/>
        </w:rPr>
        <w:t>class transport_packet {</w:t>
      </w:r>
    </w:p>
    <w:p w14:paraId="5DE10A45" w14:textId="77777777" w:rsidR="00CB0013" w:rsidRPr="002028E0" w:rsidRDefault="00CB0013" w:rsidP="00C73BB5">
      <w:pPr>
        <w:pStyle w:val="Code"/>
        <w:rPr>
          <w:lang w:eastAsia="zh-CN"/>
        </w:rPr>
      </w:pPr>
      <w:r w:rsidRPr="002028E0">
        <w:rPr>
          <w:lang w:eastAsia="zh-CN"/>
        </w:rPr>
        <w:tab/>
        <w:t xml:space="preserve">unsigned int(8) </w:t>
      </w:r>
      <w:r w:rsidRPr="002028E0">
        <w:rPr>
          <w:lang w:eastAsia="zh-CN"/>
        </w:rPr>
        <w:tab/>
      </w:r>
      <w:r w:rsidRPr="002028E0">
        <w:rPr>
          <w:lang w:eastAsia="zh-CN"/>
        </w:rPr>
        <w:tab/>
        <w:t>sync_byte = 0x47;</w:t>
      </w:r>
      <w:r w:rsidRPr="002028E0">
        <w:rPr>
          <w:lang w:eastAsia="zh-CN"/>
        </w:rPr>
        <w:br/>
      </w:r>
      <w:r w:rsidRPr="002028E0">
        <w:rPr>
          <w:lang w:eastAsia="zh-CN"/>
        </w:rPr>
        <w:tab/>
        <w:t>bit(1)</w:t>
      </w:r>
      <w:r w:rsidRPr="002028E0">
        <w:rPr>
          <w:lang w:eastAsia="zh-CN"/>
        </w:rPr>
        <w:tab/>
      </w:r>
      <w:r w:rsidRPr="002028E0">
        <w:rPr>
          <w:lang w:eastAsia="zh-CN"/>
        </w:rPr>
        <w:tab/>
      </w:r>
      <w:r w:rsidRPr="002028E0">
        <w:rPr>
          <w:lang w:eastAsia="zh-CN"/>
        </w:rPr>
        <w:tab/>
        <w:t>transport_error_indicator;</w:t>
      </w:r>
    </w:p>
    <w:p w14:paraId="1D53DFA5"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payload_unit_start_indicator;</w:t>
      </w:r>
    </w:p>
    <w:p w14:paraId="35B789F8"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transport_priority;</w:t>
      </w:r>
    </w:p>
    <w:p w14:paraId="5D34BE71" w14:textId="77777777" w:rsidR="00CB0013" w:rsidRPr="002028E0" w:rsidRDefault="00CB0013" w:rsidP="00C73BB5">
      <w:pPr>
        <w:pStyle w:val="Code"/>
        <w:rPr>
          <w:lang w:eastAsia="zh-CN"/>
        </w:rPr>
      </w:pPr>
      <w:r w:rsidRPr="002028E0">
        <w:rPr>
          <w:lang w:eastAsia="zh-CN"/>
        </w:rPr>
        <w:tab/>
        <w:t>unsigned int(13)</w:t>
      </w:r>
      <w:r w:rsidRPr="002028E0">
        <w:rPr>
          <w:lang w:eastAsia="zh-CN"/>
        </w:rPr>
        <w:tab/>
      </w:r>
      <w:r w:rsidRPr="002028E0">
        <w:rPr>
          <w:lang w:eastAsia="zh-CN"/>
        </w:rPr>
        <w:tab/>
        <w:t>PID;</w:t>
      </w:r>
      <w:r w:rsidRPr="002028E0">
        <w:rPr>
          <w:lang w:eastAsia="zh-CN"/>
        </w:rPr>
        <w:br/>
      </w:r>
      <w:r w:rsidRPr="002028E0">
        <w:rPr>
          <w:lang w:eastAsia="zh-CN"/>
        </w:rPr>
        <w:tab/>
        <w:t>bit(2)</w:t>
      </w:r>
      <w:r w:rsidRPr="002028E0">
        <w:rPr>
          <w:lang w:eastAsia="zh-CN"/>
        </w:rPr>
        <w:tab/>
      </w:r>
      <w:r w:rsidRPr="002028E0">
        <w:rPr>
          <w:lang w:eastAsia="zh-CN"/>
        </w:rPr>
        <w:tab/>
      </w:r>
      <w:r w:rsidRPr="002028E0">
        <w:rPr>
          <w:lang w:eastAsia="zh-CN"/>
        </w:rPr>
        <w:tab/>
        <w:t>transport_scrambling_control;</w:t>
      </w:r>
    </w:p>
    <w:p w14:paraId="4B7ADC9A" w14:textId="77777777" w:rsidR="00CB0013" w:rsidRDefault="00CB0013" w:rsidP="00C73BB5">
      <w:pPr>
        <w:pStyle w:val="Code"/>
        <w:rPr>
          <w:lang w:eastAsia="zh-CN"/>
        </w:rPr>
      </w:pPr>
      <w:r w:rsidRPr="002028E0">
        <w:rPr>
          <w:lang w:eastAsia="zh-CN"/>
        </w:rPr>
        <w:tab/>
        <w:t>bit(2)</w:t>
      </w:r>
      <w:r w:rsidRPr="002028E0">
        <w:rPr>
          <w:lang w:eastAsia="zh-CN"/>
        </w:rPr>
        <w:tab/>
      </w:r>
      <w:r w:rsidRPr="002028E0">
        <w:rPr>
          <w:lang w:eastAsia="zh-CN"/>
        </w:rPr>
        <w:tab/>
      </w:r>
      <w:r w:rsidRPr="002028E0">
        <w:rPr>
          <w:lang w:eastAsia="zh-CN"/>
        </w:rPr>
        <w:tab/>
        <w:t>adaptation_field_control;</w:t>
      </w:r>
    </w:p>
    <w:p w14:paraId="436DDAD5" w14:textId="77777777" w:rsidR="00CB0013" w:rsidRPr="002028E0" w:rsidRDefault="00CB0013" w:rsidP="00C73BB5">
      <w:pPr>
        <w:pStyle w:val="Code"/>
        <w:rPr>
          <w:lang w:eastAsia="zh-CN"/>
        </w:rPr>
      </w:pPr>
    </w:p>
    <w:p w14:paraId="687103E1" w14:textId="77777777" w:rsidR="00CB0013" w:rsidRPr="002028E0" w:rsidRDefault="00CB0013" w:rsidP="00C73BB5">
      <w:pPr>
        <w:pStyle w:val="Code"/>
        <w:rPr>
          <w:lang w:eastAsia="zh-CN"/>
        </w:rPr>
      </w:pPr>
      <w:r w:rsidRPr="002028E0">
        <w:rPr>
          <w:lang w:eastAsia="zh-CN"/>
        </w:rPr>
        <w:tab/>
        <w:t>if</w:t>
      </w:r>
      <w:r>
        <w:rPr>
          <w:lang w:eastAsia="zh-CN"/>
        </w:rPr>
        <w:t xml:space="preserve"> </w:t>
      </w:r>
      <w:r w:rsidRPr="002028E0">
        <w:rPr>
          <w:lang w:eastAsia="zh-CN"/>
        </w:rPr>
        <w:t xml:space="preserve">(adaptation_field_control == </w:t>
      </w:r>
      <w:r>
        <w:rPr>
          <w:lang w:eastAsia="zh-CN"/>
        </w:rPr>
        <w:t>0</w:t>
      </w:r>
      <w:r w:rsidRPr="002028E0">
        <w:rPr>
          <w:lang w:eastAsia="zh-CN"/>
        </w:rPr>
        <w:t xml:space="preserve">b10 || adaptation_field_control == </w:t>
      </w:r>
      <w:r>
        <w:rPr>
          <w:lang w:eastAsia="zh-CN"/>
        </w:rPr>
        <w:t>0</w:t>
      </w:r>
      <w:r w:rsidRPr="002028E0">
        <w:rPr>
          <w:lang w:eastAsia="zh-CN"/>
        </w:rPr>
        <w:t>b11){</w:t>
      </w:r>
      <w:r w:rsidRPr="002028E0">
        <w:rPr>
          <w:lang w:eastAsia="zh-CN"/>
        </w:rPr>
        <w:br/>
      </w:r>
      <w:r w:rsidRPr="002028E0">
        <w:rPr>
          <w:lang w:eastAsia="zh-CN"/>
        </w:rPr>
        <w:tab/>
      </w:r>
      <w:r w:rsidRPr="002028E0">
        <w:rPr>
          <w:lang w:eastAsia="zh-CN"/>
        </w:rPr>
        <w:tab/>
        <w:t>adaptation_field data;</w:t>
      </w:r>
    </w:p>
    <w:p w14:paraId="52AEBB29" w14:textId="77777777" w:rsidR="00CB0013" w:rsidRDefault="00CB0013" w:rsidP="00C73BB5">
      <w:pPr>
        <w:pStyle w:val="Code"/>
        <w:rPr>
          <w:lang w:eastAsia="zh-CN"/>
        </w:rPr>
      </w:pPr>
      <w:r w:rsidRPr="002028E0">
        <w:rPr>
          <w:lang w:eastAsia="zh-CN"/>
        </w:rPr>
        <w:tab/>
        <w:t>}</w:t>
      </w:r>
    </w:p>
    <w:p w14:paraId="144EE75E" w14:textId="77777777" w:rsidR="00CB0013" w:rsidRPr="002028E0" w:rsidRDefault="00CB0013" w:rsidP="00C73BB5">
      <w:pPr>
        <w:pStyle w:val="Code"/>
        <w:rPr>
          <w:lang w:eastAsia="zh-CN"/>
        </w:rPr>
      </w:pPr>
    </w:p>
    <w:p w14:paraId="320EC1F6" w14:textId="77777777" w:rsidR="00CB0013" w:rsidRPr="002028E0" w:rsidRDefault="00CB0013" w:rsidP="00C73BB5">
      <w:pPr>
        <w:pStyle w:val="Code"/>
        <w:rPr>
          <w:lang w:eastAsia="zh-CN"/>
        </w:rPr>
      </w:pPr>
      <w:r w:rsidRPr="002028E0">
        <w:rPr>
          <w:lang w:eastAsia="zh-CN"/>
        </w:rPr>
        <w:tab/>
      </w:r>
      <w:r>
        <w:rPr>
          <w:lang w:eastAsia="zh-CN"/>
        </w:rPr>
        <w:t>i</w:t>
      </w:r>
      <w:r w:rsidRPr="002028E0">
        <w:rPr>
          <w:lang w:eastAsia="zh-CN"/>
        </w:rPr>
        <w:t>f</w:t>
      </w:r>
      <w:r>
        <w:rPr>
          <w:lang w:eastAsia="zh-CN"/>
        </w:rPr>
        <w:t xml:space="preserve"> </w:t>
      </w:r>
      <w:r w:rsidRPr="002028E0">
        <w:rPr>
          <w:lang w:eastAsia="zh-CN"/>
        </w:rPr>
        <w:t xml:space="preserve">(adaptation_field_control == </w:t>
      </w:r>
      <w:r>
        <w:rPr>
          <w:lang w:eastAsia="zh-CN"/>
        </w:rPr>
        <w:t>0</w:t>
      </w:r>
      <w:r w:rsidRPr="002028E0">
        <w:rPr>
          <w:lang w:eastAsia="zh-CN"/>
        </w:rPr>
        <w:t xml:space="preserve">b01 || adaptation_field_control == </w:t>
      </w:r>
      <w:r>
        <w:rPr>
          <w:lang w:eastAsia="zh-CN"/>
        </w:rPr>
        <w:t>0</w:t>
      </w:r>
      <w:r w:rsidRPr="002028E0">
        <w:rPr>
          <w:lang w:eastAsia="zh-CN"/>
        </w:rPr>
        <w:t>b11) {</w:t>
      </w:r>
      <w:r w:rsidRPr="002028E0">
        <w:rPr>
          <w:lang w:eastAsia="zh-CN"/>
        </w:rPr>
        <w:br/>
      </w:r>
      <w:r w:rsidRPr="002028E0">
        <w:rPr>
          <w:lang w:eastAsia="zh-CN"/>
        </w:rPr>
        <w:tab/>
      </w:r>
      <w:r w:rsidRPr="002028E0">
        <w:rPr>
          <w:lang w:eastAsia="zh-CN"/>
        </w:rPr>
        <w:tab/>
      </w:r>
      <w:r>
        <w:rPr>
          <w:lang w:eastAsia="zh-CN"/>
        </w:rPr>
        <w:t>// to be defined</w:t>
      </w:r>
    </w:p>
    <w:p w14:paraId="7B33D8C6" w14:textId="77777777" w:rsidR="00CB0013" w:rsidRPr="002028E0" w:rsidRDefault="00CB0013" w:rsidP="00C73BB5">
      <w:pPr>
        <w:pStyle w:val="Code"/>
        <w:rPr>
          <w:lang w:eastAsia="zh-CN"/>
        </w:rPr>
      </w:pPr>
      <w:r w:rsidRPr="002028E0">
        <w:rPr>
          <w:lang w:eastAsia="zh-CN"/>
        </w:rPr>
        <w:tab/>
        <w:t>}</w:t>
      </w:r>
    </w:p>
    <w:p w14:paraId="41F7718B" w14:textId="0F101F0A" w:rsidR="00BD0D97" w:rsidRDefault="00CB0013" w:rsidP="00C73BB5">
      <w:pPr>
        <w:pStyle w:val="Code"/>
      </w:pPr>
      <w:r w:rsidRPr="002028E0">
        <w:rPr>
          <w:lang w:eastAsia="zh-CN"/>
        </w:rPr>
        <w:t>}</w:t>
      </w:r>
    </w:p>
    <w:p w14:paraId="124B9D88" w14:textId="77777777" w:rsidR="00BD0D97" w:rsidRDefault="00BD0D97" w:rsidP="00BD0D97">
      <w:pPr>
        <w:rPr>
          <w:lang w:eastAsia="zh-CN"/>
        </w:rPr>
      </w:pPr>
    </w:p>
    <w:p w14:paraId="32EAF358" w14:textId="5CE7A745" w:rsidR="00BD0D97" w:rsidRDefault="00BD0D97" w:rsidP="00BD0D97">
      <w:r>
        <w:rPr>
          <w:lang w:eastAsia="zh-CN"/>
        </w:rPr>
        <w:t xml:space="preserve">Note that we don’t need to declare how large this data field is as long as the declaration of the class </w:t>
      </w:r>
      <w:r w:rsidRPr="006424B9">
        <w:rPr>
          <w:rFonts w:ascii="Courier New" w:hAnsi="Courier New" w:cs="Courier New"/>
        </w:rPr>
        <w:t>adaptation_field</w:t>
      </w:r>
      <w:r>
        <w:t xml:space="preserve"> determines it.</w:t>
      </w:r>
    </w:p>
    <w:p w14:paraId="7A863CB9" w14:textId="77777777" w:rsidR="00BD0D97" w:rsidRDefault="00BD0D97" w:rsidP="00BD0D97">
      <w:r>
        <w:t xml:space="preserve">To complete the transport packet, we need to declare the body of the second </w:t>
      </w:r>
      <w:r w:rsidRPr="008939DF">
        <w:rPr>
          <w:rFonts w:ascii="Courier New" w:hAnsi="Courier New" w:cs="Courier New"/>
          <w:b/>
          <w:bCs/>
          <w:lang w:eastAsia="zh-CN"/>
        </w:rPr>
        <w:t>if</w:t>
      </w:r>
      <w:r>
        <w:t>-statement. The</w:t>
      </w:r>
      <w:r w:rsidRPr="00046EA4">
        <w:rPr>
          <w:lang w:eastAsia="zh-CN"/>
        </w:rPr>
        <w:t xml:space="preserve"> </w:t>
      </w:r>
      <w:r>
        <w:rPr>
          <w:lang w:eastAsia="zh-CN"/>
        </w:rPr>
        <w:t>ISO/IEC 13818-1 defines this part of the transport packet as a loop over N-1 elements corresponding to a sequence of N-1 bytes.</w:t>
      </w:r>
      <w:r>
        <w:t xml:space="preserve"> The SDL author may be tempted to use a </w:t>
      </w:r>
      <w:r w:rsidRPr="006424B9">
        <w:rPr>
          <w:rFonts w:ascii="Courier New" w:hAnsi="Courier New" w:cs="Courier New"/>
          <w:b/>
          <w:bCs/>
        </w:rPr>
        <w:t>for</w:t>
      </w:r>
      <w:r>
        <w:t xml:space="preserve"> loop as well which would give:</w:t>
      </w:r>
    </w:p>
    <w:p w14:paraId="585E9825" w14:textId="77777777" w:rsidR="00073B6A" w:rsidRPr="007E2E51" w:rsidRDefault="00073B6A" w:rsidP="00C73BB5">
      <w:pPr>
        <w:pStyle w:val="Code"/>
        <w:rPr>
          <w:lang w:eastAsia="zh-CN"/>
        </w:rPr>
      </w:pPr>
      <w:r w:rsidRPr="007E2E51">
        <w:rPr>
          <w:lang w:eastAsia="zh-CN"/>
        </w:rPr>
        <w:t>class transport_packet {</w:t>
      </w:r>
    </w:p>
    <w:p w14:paraId="3FFF9676" w14:textId="77777777" w:rsidR="00073B6A" w:rsidRPr="00CB602F" w:rsidRDefault="00073B6A" w:rsidP="00C73BB5">
      <w:pPr>
        <w:pStyle w:val="Code"/>
        <w:rPr>
          <w:lang w:eastAsia="zh-CN"/>
        </w:rPr>
      </w:pPr>
      <w:r>
        <w:rPr>
          <w:lang w:eastAsia="zh-CN"/>
        </w:rPr>
        <w:tab/>
        <w:t>unsigned int(8)</w:t>
      </w:r>
      <w:r>
        <w:rPr>
          <w:lang w:eastAsia="zh-CN"/>
        </w:rPr>
        <w:tab/>
      </w:r>
      <w:r>
        <w:rPr>
          <w:lang w:eastAsia="zh-CN"/>
        </w:rPr>
        <w:tab/>
        <w:t>sync_byte = 0x47;</w:t>
      </w:r>
      <w:r>
        <w:rPr>
          <w:lang w:eastAsia="zh-CN"/>
        </w:rPr>
        <w:br/>
      </w: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transport_error_indicator</w:t>
      </w:r>
      <w:r>
        <w:rPr>
          <w:lang w:eastAsia="zh-CN"/>
        </w:rPr>
        <w:t>;</w:t>
      </w:r>
    </w:p>
    <w:p w14:paraId="4B3C1099" w14:textId="77777777" w:rsidR="00073B6A" w:rsidRPr="00CB602F" w:rsidRDefault="00073B6A" w:rsidP="00C73BB5">
      <w:pPr>
        <w:pStyle w:val="Code"/>
        <w:rPr>
          <w:lang w:eastAsia="zh-CN"/>
        </w:rPr>
      </w:pP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payload_unit_start_indicator</w:t>
      </w:r>
      <w:r>
        <w:rPr>
          <w:lang w:eastAsia="zh-CN"/>
        </w:rPr>
        <w:t>;</w:t>
      </w:r>
    </w:p>
    <w:p w14:paraId="5A558E5A" w14:textId="77777777" w:rsidR="00073B6A" w:rsidRDefault="00073B6A" w:rsidP="00C73BB5">
      <w:pPr>
        <w:pStyle w:val="Code"/>
        <w:rPr>
          <w:lang w:eastAsia="zh-CN"/>
        </w:rPr>
      </w:pP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transport_priority</w:t>
      </w:r>
      <w:r>
        <w:rPr>
          <w:lang w:eastAsia="zh-CN"/>
        </w:rPr>
        <w:t>;</w:t>
      </w:r>
    </w:p>
    <w:p w14:paraId="1F430B8F" w14:textId="77777777" w:rsidR="00073B6A" w:rsidRPr="008D3823" w:rsidRDefault="00073B6A" w:rsidP="00C73BB5">
      <w:pPr>
        <w:pStyle w:val="Code"/>
        <w:rPr>
          <w:lang w:eastAsia="zh-CN"/>
        </w:rPr>
      </w:pPr>
      <w:r>
        <w:rPr>
          <w:lang w:eastAsia="zh-CN"/>
        </w:rPr>
        <w:tab/>
        <w:t>unsigned int(13)</w:t>
      </w:r>
      <w:r>
        <w:rPr>
          <w:lang w:eastAsia="zh-CN"/>
        </w:rPr>
        <w:tab/>
      </w:r>
      <w:r>
        <w:rPr>
          <w:lang w:eastAsia="zh-CN"/>
        </w:rPr>
        <w:tab/>
        <w:t>PID;</w:t>
      </w:r>
      <w:r>
        <w:rPr>
          <w:lang w:eastAsia="zh-CN"/>
        </w:rPr>
        <w:br/>
      </w:r>
      <w:r>
        <w:rPr>
          <w:lang w:eastAsia="zh-CN"/>
        </w:rPr>
        <w:tab/>
        <w:t>bit(2)</w:t>
      </w:r>
      <w:r>
        <w:rPr>
          <w:lang w:eastAsia="zh-CN"/>
        </w:rPr>
        <w:tab/>
      </w:r>
      <w:r>
        <w:rPr>
          <w:lang w:eastAsia="zh-CN"/>
        </w:rPr>
        <w:tab/>
      </w:r>
      <w:r>
        <w:rPr>
          <w:lang w:eastAsia="zh-CN"/>
        </w:rPr>
        <w:tab/>
      </w:r>
      <w:r w:rsidRPr="008D3823">
        <w:rPr>
          <w:lang w:eastAsia="zh-CN"/>
        </w:rPr>
        <w:t>transport_scrambling_control</w:t>
      </w:r>
      <w:r>
        <w:rPr>
          <w:lang w:eastAsia="zh-CN"/>
        </w:rPr>
        <w:t>;</w:t>
      </w:r>
    </w:p>
    <w:p w14:paraId="6A1F1FE6" w14:textId="77777777" w:rsidR="00073B6A" w:rsidRDefault="00073B6A" w:rsidP="00C73BB5">
      <w:pPr>
        <w:pStyle w:val="Code"/>
        <w:rPr>
          <w:lang w:eastAsia="zh-CN"/>
        </w:rPr>
      </w:pPr>
      <w:r w:rsidRPr="008D3823">
        <w:rPr>
          <w:lang w:eastAsia="zh-CN"/>
        </w:rPr>
        <w:tab/>
      </w:r>
      <w:r>
        <w:rPr>
          <w:lang w:eastAsia="zh-CN"/>
        </w:rPr>
        <w:t>bit(2)</w:t>
      </w:r>
      <w:r>
        <w:rPr>
          <w:lang w:eastAsia="zh-CN"/>
        </w:rPr>
        <w:tab/>
      </w:r>
      <w:r>
        <w:rPr>
          <w:lang w:eastAsia="zh-CN"/>
        </w:rPr>
        <w:tab/>
      </w:r>
      <w:r>
        <w:rPr>
          <w:lang w:eastAsia="zh-CN"/>
        </w:rPr>
        <w:tab/>
      </w:r>
      <w:r w:rsidRPr="008D3823">
        <w:rPr>
          <w:lang w:eastAsia="zh-CN"/>
        </w:rPr>
        <w:t>adaptation_field_control</w:t>
      </w:r>
      <w:r>
        <w:rPr>
          <w:lang w:eastAsia="zh-CN"/>
        </w:rPr>
        <w:t>;</w:t>
      </w:r>
    </w:p>
    <w:p w14:paraId="4717A82D" w14:textId="77777777" w:rsidR="00073B6A" w:rsidRDefault="00073B6A" w:rsidP="00C73BB5">
      <w:pPr>
        <w:pStyle w:val="Code"/>
        <w:rPr>
          <w:lang w:eastAsia="zh-CN"/>
        </w:rPr>
      </w:pPr>
    </w:p>
    <w:p w14:paraId="719B9638" w14:textId="77777777" w:rsidR="00073B6A" w:rsidRPr="00AA0B07" w:rsidRDefault="00073B6A" w:rsidP="00C73BB5">
      <w:pPr>
        <w:pStyle w:val="Code"/>
        <w:rPr>
          <w:lang w:eastAsia="zh-CN"/>
        </w:rPr>
      </w:pPr>
      <w:r w:rsidRPr="0013536C">
        <w:rPr>
          <w:lang w:eastAsia="zh-CN"/>
        </w:rPr>
        <w:tab/>
        <w:t>if</w:t>
      </w:r>
      <w:r>
        <w:rPr>
          <w:lang w:eastAsia="zh-CN"/>
        </w:rPr>
        <w:t xml:space="preserve"> </w:t>
      </w:r>
      <w:r w:rsidRPr="0013536C">
        <w:rPr>
          <w:lang w:eastAsia="zh-CN"/>
        </w:rPr>
        <w:t xml:space="preserve">(adaptation_field_control == </w:t>
      </w:r>
      <w:r>
        <w:rPr>
          <w:lang w:eastAsia="zh-CN"/>
        </w:rPr>
        <w:t>0b</w:t>
      </w:r>
      <w:r w:rsidRPr="0013536C">
        <w:rPr>
          <w:lang w:eastAsia="zh-CN"/>
        </w:rPr>
        <w:t>10 ||</w:t>
      </w:r>
      <w:r>
        <w:rPr>
          <w:lang w:eastAsia="zh-CN"/>
        </w:rPr>
        <w:t xml:space="preserve"> </w:t>
      </w:r>
      <w:r w:rsidRPr="0013536C">
        <w:rPr>
          <w:lang w:eastAsia="zh-CN"/>
        </w:rPr>
        <w:t xml:space="preserve">adaptation_field_control == </w:t>
      </w:r>
      <w:r>
        <w:rPr>
          <w:lang w:eastAsia="zh-CN"/>
        </w:rPr>
        <w:t>0b</w:t>
      </w:r>
      <w:r w:rsidRPr="0013536C">
        <w:rPr>
          <w:lang w:eastAsia="zh-CN"/>
        </w:rPr>
        <w:t>11){</w:t>
      </w:r>
      <w:r>
        <w:rPr>
          <w:lang w:eastAsia="zh-CN"/>
        </w:rPr>
        <w:br/>
      </w:r>
      <w:r>
        <w:rPr>
          <w:lang w:eastAsia="zh-CN"/>
        </w:rPr>
        <w:tab/>
      </w:r>
      <w:r>
        <w:rPr>
          <w:lang w:eastAsia="zh-CN"/>
        </w:rPr>
        <w:tab/>
      </w:r>
      <w:r w:rsidRPr="00AA0B07">
        <w:rPr>
          <w:lang w:eastAsia="zh-CN"/>
        </w:rPr>
        <w:t>adaptation_field</w:t>
      </w:r>
      <w:r>
        <w:rPr>
          <w:lang w:eastAsia="zh-CN"/>
        </w:rPr>
        <w:t xml:space="preserve"> data;</w:t>
      </w:r>
    </w:p>
    <w:p w14:paraId="78DED44E" w14:textId="77777777" w:rsidR="00073B6A" w:rsidRDefault="00073B6A" w:rsidP="00C73BB5">
      <w:pPr>
        <w:pStyle w:val="Code"/>
        <w:rPr>
          <w:lang w:eastAsia="zh-CN"/>
        </w:rPr>
      </w:pPr>
      <w:r w:rsidRPr="0013536C">
        <w:rPr>
          <w:lang w:eastAsia="zh-CN"/>
        </w:rPr>
        <w:tab/>
        <w:t>}</w:t>
      </w:r>
    </w:p>
    <w:p w14:paraId="1783BF2E" w14:textId="77777777" w:rsidR="00073B6A" w:rsidRDefault="00073B6A" w:rsidP="00C73BB5">
      <w:pPr>
        <w:pStyle w:val="Code"/>
        <w:rPr>
          <w:lang w:eastAsia="zh-CN"/>
        </w:rPr>
      </w:pPr>
    </w:p>
    <w:p w14:paraId="344A1184" w14:textId="77777777" w:rsidR="00073B6A" w:rsidRPr="00C43C14" w:rsidRDefault="00073B6A" w:rsidP="00C73BB5">
      <w:pPr>
        <w:pStyle w:val="Code"/>
        <w:rPr>
          <w:lang w:eastAsia="zh-CN"/>
        </w:rPr>
      </w:pPr>
      <w:r>
        <w:rPr>
          <w:lang w:eastAsia="zh-CN"/>
        </w:rPr>
        <w:tab/>
      </w:r>
      <w:r w:rsidRPr="0013536C">
        <w:rPr>
          <w:lang w:eastAsia="zh-CN"/>
        </w:rPr>
        <w:t>if</w:t>
      </w:r>
      <w:r>
        <w:rPr>
          <w:lang w:eastAsia="zh-CN"/>
        </w:rPr>
        <w:t xml:space="preserve"> </w:t>
      </w:r>
      <w:r w:rsidRPr="0013536C">
        <w:rPr>
          <w:lang w:eastAsia="zh-CN"/>
        </w:rPr>
        <w:t xml:space="preserve">(adaptation_field_control == </w:t>
      </w:r>
      <w:r>
        <w:rPr>
          <w:lang w:eastAsia="zh-CN"/>
        </w:rPr>
        <w:t>0b</w:t>
      </w:r>
      <w:r w:rsidRPr="0013536C">
        <w:rPr>
          <w:lang w:eastAsia="zh-CN"/>
        </w:rPr>
        <w:t>01 ||</w:t>
      </w:r>
      <w:r>
        <w:rPr>
          <w:lang w:eastAsia="zh-CN"/>
        </w:rPr>
        <w:t xml:space="preserve"> </w:t>
      </w:r>
      <w:r w:rsidRPr="0013536C">
        <w:rPr>
          <w:lang w:eastAsia="zh-CN"/>
        </w:rPr>
        <w:t xml:space="preserve">adaptation_field_control == </w:t>
      </w:r>
      <w:r>
        <w:rPr>
          <w:lang w:eastAsia="zh-CN"/>
        </w:rPr>
        <w:t>0b</w:t>
      </w:r>
      <w:r w:rsidRPr="0013536C">
        <w:rPr>
          <w:lang w:eastAsia="zh-CN"/>
        </w:rPr>
        <w:t>11) {</w:t>
      </w:r>
      <w:r>
        <w:rPr>
          <w:lang w:eastAsia="zh-CN"/>
        </w:rPr>
        <w:br/>
      </w:r>
      <w:r>
        <w:rPr>
          <w:lang w:eastAsia="zh-CN"/>
        </w:rPr>
        <w:tab/>
      </w:r>
      <w:r>
        <w:rPr>
          <w:lang w:eastAsia="zh-CN"/>
        </w:rPr>
        <w:tab/>
      </w:r>
      <w:r w:rsidRPr="00C43C14">
        <w:rPr>
          <w:lang w:eastAsia="zh-CN"/>
        </w:rPr>
        <w:t>for (</w:t>
      </w:r>
      <w:r>
        <w:rPr>
          <w:lang w:eastAsia="zh-CN"/>
        </w:rPr>
        <w:t xml:space="preserve">int </w:t>
      </w:r>
      <w:r w:rsidRPr="00C43C14">
        <w:rPr>
          <w:lang w:eastAsia="zh-CN"/>
        </w:rPr>
        <w:t>i = 0; i &lt; N; i++){</w:t>
      </w:r>
    </w:p>
    <w:p w14:paraId="188ECB93" w14:textId="77777777" w:rsidR="00073B6A" w:rsidRPr="00C43C14" w:rsidRDefault="00073B6A" w:rsidP="00C73BB5">
      <w:pPr>
        <w:pStyle w:val="Code"/>
        <w:rPr>
          <w:lang w:eastAsia="zh-CN"/>
        </w:rPr>
      </w:pPr>
      <w:r w:rsidRPr="00C43C14">
        <w:rPr>
          <w:lang w:eastAsia="zh-CN"/>
        </w:rPr>
        <w:tab/>
      </w:r>
      <w:r w:rsidRPr="00C43C14">
        <w:rPr>
          <w:lang w:eastAsia="zh-CN"/>
        </w:rPr>
        <w:tab/>
      </w:r>
      <w:r w:rsidRPr="00C43C14">
        <w:rPr>
          <w:lang w:eastAsia="zh-CN"/>
        </w:rPr>
        <w:tab/>
      </w:r>
      <w:r>
        <w:rPr>
          <w:lang w:eastAsia="zh-CN"/>
        </w:rPr>
        <w:t xml:space="preserve">bit(8) </w:t>
      </w:r>
      <w:r w:rsidRPr="00C43C14">
        <w:rPr>
          <w:lang w:eastAsia="zh-CN"/>
        </w:rPr>
        <w:t>data_byte</w:t>
      </w:r>
      <w:r>
        <w:rPr>
          <w:lang w:eastAsia="zh-CN"/>
        </w:rPr>
        <w:t>;</w:t>
      </w:r>
    </w:p>
    <w:p w14:paraId="392478FB" w14:textId="77777777" w:rsidR="00073B6A" w:rsidRDefault="00073B6A" w:rsidP="00C73BB5">
      <w:pPr>
        <w:pStyle w:val="Code"/>
        <w:rPr>
          <w:lang w:eastAsia="zh-CN"/>
        </w:rPr>
      </w:pPr>
      <w:r w:rsidRPr="00C43C14">
        <w:rPr>
          <w:lang w:eastAsia="zh-CN"/>
        </w:rPr>
        <w:tab/>
      </w:r>
      <w:r w:rsidRPr="00C43C14">
        <w:rPr>
          <w:lang w:eastAsia="zh-CN"/>
        </w:rPr>
        <w:tab/>
        <w:t>}</w:t>
      </w:r>
    </w:p>
    <w:p w14:paraId="4741FFF6" w14:textId="77777777" w:rsidR="00073B6A" w:rsidRPr="007E2E51" w:rsidRDefault="00073B6A" w:rsidP="00C73BB5">
      <w:pPr>
        <w:pStyle w:val="Code"/>
        <w:rPr>
          <w:lang w:eastAsia="zh-CN"/>
        </w:rPr>
      </w:pPr>
      <w:r>
        <w:rPr>
          <w:lang w:eastAsia="zh-CN"/>
        </w:rPr>
        <w:tab/>
      </w:r>
      <w:r w:rsidRPr="0013536C">
        <w:rPr>
          <w:lang w:eastAsia="zh-CN"/>
        </w:rPr>
        <w:t>}</w:t>
      </w:r>
    </w:p>
    <w:p w14:paraId="0AD48989" w14:textId="4A0564D9" w:rsidR="00BD0D97" w:rsidRDefault="00073B6A" w:rsidP="00C73BB5">
      <w:pPr>
        <w:pStyle w:val="Code"/>
      </w:pPr>
      <w:r w:rsidRPr="007E2E51">
        <w:rPr>
          <w:lang w:eastAsia="zh-CN"/>
        </w:rPr>
        <w:t>}</w:t>
      </w:r>
    </w:p>
    <w:p w14:paraId="53A5666C" w14:textId="77777777" w:rsidR="00BD0D97" w:rsidRDefault="00BD0D97" w:rsidP="00BD0D97"/>
    <w:p w14:paraId="0B570CF6" w14:textId="77777777" w:rsidR="00BD0D97" w:rsidRDefault="00BD0D97" w:rsidP="00BD0D97">
      <w:r>
        <w:t xml:space="preserve">However, this declaration may not yield the intended result – declaring the same variable N-1 times will overwrite all previously parsed values and only keep the last one, just as if this SDL was defining executable code. If the SDL parser does not need those values this may be acceptable, however here this data constitutes the payload of the transport packet and we intend to keep this data intact. An elegant way to declare such sequence of bytes is by declaring an array of N-1 element instead of using a </w:t>
      </w:r>
      <w:r w:rsidRPr="006424B9">
        <w:rPr>
          <w:rFonts w:ascii="Courier New" w:hAnsi="Courier New" w:cs="Courier New"/>
          <w:b/>
          <w:bCs/>
        </w:rPr>
        <w:t>for</w:t>
      </w:r>
      <w:r>
        <w:t>-loop as follows:</w:t>
      </w:r>
    </w:p>
    <w:p w14:paraId="06D7252F" w14:textId="77777777" w:rsidR="00073B6A" w:rsidRDefault="00073B6A" w:rsidP="00BD0D97"/>
    <w:p w14:paraId="0D734FD7" w14:textId="77777777" w:rsidR="00073B6A" w:rsidRPr="007E2E51" w:rsidRDefault="00073B6A" w:rsidP="00C73BB5">
      <w:pPr>
        <w:pStyle w:val="Code"/>
        <w:rPr>
          <w:lang w:eastAsia="zh-CN"/>
        </w:rPr>
      </w:pPr>
      <w:r w:rsidRPr="007E2E51">
        <w:rPr>
          <w:lang w:eastAsia="zh-CN"/>
        </w:rPr>
        <w:t>class transport_packet {</w:t>
      </w:r>
    </w:p>
    <w:p w14:paraId="1BCA9BD0" w14:textId="77777777" w:rsidR="00073B6A" w:rsidRPr="00CB602F" w:rsidRDefault="00073B6A" w:rsidP="00C73BB5">
      <w:pPr>
        <w:pStyle w:val="Code"/>
        <w:rPr>
          <w:lang w:eastAsia="zh-CN"/>
        </w:rPr>
      </w:pPr>
      <w:r>
        <w:rPr>
          <w:lang w:eastAsia="zh-CN"/>
        </w:rPr>
        <w:tab/>
        <w:t xml:space="preserve">unsigned int(8) </w:t>
      </w:r>
      <w:r>
        <w:rPr>
          <w:lang w:eastAsia="zh-CN"/>
        </w:rPr>
        <w:tab/>
      </w:r>
      <w:r>
        <w:rPr>
          <w:lang w:eastAsia="zh-CN"/>
        </w:rPr>
        <w:tab/>
        <w:t>sync_byte = 0x47;</w:t>
      </w:r>
      <w:r>
        <w:rPr>
          <w:lang w:eastAsia="zh-CN"/>
        </w:rPr>
        <w:br/>
      </w: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transport_error_indicator</w:t>
      </w:r>
      <w:r>
        <w:rPr>
          <w:lang w:eastAsia="zh-CN"/>
        </w:rPr>
        <w:t>;</w:t>
      </w:r>
    </w:p>
    <w:p w14:paraId="46C83096" w14:textId="77777777" w:rsidR="00073B6A" w:rsidRPr="00CB602F" w:rsidRDefault="00073B6A" w:rsidP="00C73BB5">
      <w:pPr>
        <w:pStyle w:val="Code"/>
        <w:rPr>
          <w:lang w:eastAsia="zh-CN"/>
        </w:rPr>
      </w:pP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payload_unit_start_indicator</w:t>
      </w:r>
      <w:r>
        <w:rPr>
          <w:lang w:eastAsia="zh-CN"/>
        </w:rPr>
        <w:t>;</w:t>
      </w:r>
    </w:p>
    <w:p w14:paraId="08FCC2E9" w14:textId="77777777" w:rsidR="00073B6A" w:rsidRDefault="00073B6A" w:rsidP="00C73BB5">
      <w:pPr>
        <w:pStyle w:val="Code"/>
        <w:rPr>
          <w:lang w:eastAsia="zh-CN"/>
        </w:rPr>
      </w:pP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transport_priority</w:t>
      </w:r>
      <w:r>
        <w:rPr>
          <w:lang w:eastAsia="zh-CN"/>
        </w:rPr>
        <w:t>;</w:t>
      </w:r>
    </w:p>
    <w:p w14:paraId="63CE2502" w14:textId="77777777" w:rsidR="00073B6A" w:rsidRPr="008D3823" w:rsidRDefault="00073B6A" w:rsidP="00C73BB5">
      <w:pPr>
        <w:pStyle w:val="Code"/>
        <w:rPr>
          <w:lang w:eastAsia="zh-CN"/>
        </w:rPr>
      </w:pPr>
      <w:r>
        <w:rPr>
          <w:lang w:eastAsia="zh-CN"/>
        </w:rPr>
        <w:tab/>
        <w:t>unsigned int(13)</w:t>
      </w:r>
      <w:r>
        <w:rPr>
          <w:lang w:eastAsia="zh-CN"/>
        </w:rPr>
        <w:tab/>
      </w:r>
      <w:r>
        <w:rPr>
          <w:lang w:eastAsia="zh-CN"/>
        </w:rPr>
        <w:tab/>
        <w:t>PID;</w:t>
      </w:r>
      <w:r>
        <w:rPr>
          <w:lang w:eastAsia="zh-CN"/>
        </w:rPr>
        <w:br/>
      </w:r>
      <w:r>
        <w:rPr>
          <w:lang w:eastAsia="zh-CN"/>
        </w:rPr>
        <w:tab/>
        <w:t>bit(2)</w:t>
      </w:r>
      <w:r>
        <w:rPr>
          <w:lang w:eastAsia="zh-CN"/>
        </w:rPr>
        <w:tab/>
      </w:r>
      <w:r>
        <w:rPr>
          <w:lang w:eastAsia="zh-CN"/>
        </w:rPr>
        <w:tab/>
      </w:r>
      <w:r>
        <w:rPr>
          <w:lang w:eastAsia="zh-CN"/>
        </w:rPr>
        <w:tab/>
      </w:r>
      <w:r w:rsidRPr="008D3823">
        <w:rPr>
          <w:lang w:eastAsia="zh-CN"/>
        </w:rPr>
        <w:t>transport_scrambling_control</w:t>
      </w:r>
      <w:r>
        <w:rPr>
          <w:lang w:eastAsia="zh-CN"/>
        </w:rPr>
        <w:t>;</w:t>
      </w:r>
    </w:p>
    <w:p w14:paraId="766E98B0" w14:textId="77777777" w:rsidR="00073B6A" w:rsidRDefault="00073B6A" w:rsidP="00C73BB5">
      <w:pPr>
        <w:pStyle w:val="Code"/>
        <w:rPr>
          <w:lang w:eastAsia="zh-CN"/>
        </w:rPr>
      </w:pPr>
      <w:r w:rsidRPr="008D3823">
        <w:rPr>
          <w:lang w:eastAsia="zh-CN"/>
        </w:rPr>
        <w:tab/>
      </w:r>
      <w:r>
        <w:rPr>
          <w:lang w:eastAsia="zh-CN"/>
        </w:rPr>
        <w:t>bit(2)</w:t>
      </w:r>
      <w:r>
        <w:rPr>
          <w:lang w:eastAsia="zh-CN"/>
        </w:rPr>
        <w:tab/>
      </w:r>
      <w:r>
        <w:rPr>
          <w:lang w:eastAsia="zh-CN"/>
        </w:rPr>
        <w:tab/>
      </w:r>
      <w:r>
        <w:rPr>
          <w:lang w:eastAsia="zh-CN"/>
        </w:rPr>
        <w:tab/>
      </w:r>
      <w:r w:rsidRPr="008D3823">
        <w:rPr>
          <w:lang w:eastAsia="zh-CN"/>
        </w:rPr>
        <w:t>adaptation_field_control</w:t>
      </w:r>
      <w:r>
        <w:rPr>
          <w:lang w:eastAsia="zh-CN"/>
        </w:rPr>
        <w:t>;</w:t>
      </w:r>
    </w:p>
    <w:p w14:paraId="0BE48569" w14:textId="77777777" w:rsidR="00073B6A" w:rsidRDefault="00073B6A" w:rsidP="00C73BB5">
      <w:pPr>
        <w:pStyle w:val="Code"/>
        <w:rPr>
          <w:lang w:eastAsia="zh-CN"/>
        </w:rPr>
      </w:pPr>
    </w:p>
    <w:p w14:paraId="58DECF28" w14:textId="77777777" w:rsidR="00073B6A" w:rsidRPr="00AA0B07" w:rsidRDefault="00073B6A" w:rsidP="00C73BB5">
      <w:pPr>
        <w:pStyle w:val="Code"/>
        <w:rPr>
          <w:lang w:eastAsia="zh-CN"/>
        </w:rPr>
      </w:pPr>
      <w:r w:rsidRPr="0013536C">
        <w:rPr>
          <w:lang w:eastAsia="zh-CN"/>
        </w:rPr>
        <w:tab/>
        <w:t>if</w:t>
      </w:r>
      <w:r>
        <w:rPr>
          <w:lang w:eastAsia="zh-CN"/>
        </w:rPr>
        <w:t xml:space="preserve"> </w:t>
      </w:r>
      <w:r w:rsidRPr="0013536C">
        <w:rPr>
          <w:lang w:eastAsia="zh-CN"/>
        </w:rPr>
        <w:t xml:space="preserve">(adaptation_field_control == </w:t>
      </w:r>
      <w:r>
        <w:rPr>
          <w:lang w:eastAsia="zh-CN"/>
        </w:rPr>
        <w:t>0b</w:t>
      </w:r>
      <w:r w:rsidRPr="0013536C">
        <w:rPr>
          <w:lang w:eastAsia="zh-CN"/>
        </w:rPr>
        <w:t>10 ||</w:t>
      </w:r>
      <w:r>
        <w:rPr>
          <w:lang w:eastAsia="zh-CN"/>
        </w:rPr>
        <w:t xml:space="preserve"> </w:t>
      </w:r>
      <w:r w:rsidRPr="0013536C">
        <w:rPr>
          <w:lang w:eastAsia="zh-CN"/>
        </w:rPr>
        <w:t xml:space="preserve">adaptation_field_control == </w:t>
      </w:r>
      <w:r>
        <w:rPr>
          <w:lang w:eastAsia="zh-CN"/>
        </w:rPr>
        <w:t>0b</w:t>
      </w:r>
      <w:r w:rsidRPr="0013536C">
        <w:rPr>
          <w:lang w:eastAsia="zh-CN"/>
        </w:rPr>
        <w:t>11){</w:t>
      </w:r>
      <w:r>
        <w:rPr>
          <w:lang w:eastAsia="zh-CN"/>
        </w:rPr>
        <w:br/>
      </w:r>
      <w:r>
        <w:rPr>
          <w:lang w:eastAsia="zh-CN"/>
        </w:rPr>
        <w:tab/>
      </w:r>
      <w:r>
        <w:rPr>
          <w:lang w:eastAsia="zh-CN"/>
        </w:rPr>
        <w:tab/>
      </w:r>
      <w:r w:rsidRPr="00AA0B07">
        <w:rPr>
          <w:lang w:eastAsia="zh-CN"/>
        </w:rPr>
        <w:t>adaptation_field</w:t>
      </w:r>
      <w:r>
        <w:rPr>
          <w:lang w:eastAsia="zh-CN"/>
        </w:rPr>
        <w:t xml:space="preserve"> data;</w:t>
      </w:r>
    </w:p>
    <w:p w14:paraId="76BE0C57" w14:textId="77777777" w:rsidR="00073B6A" w:rsidRDefault="00073B6A" w:rsidP="00C73BB5">
      <w:pPr>
        <w:pStyle w:val="Code"/>
        <w:rPr>
          <w:lang w:eastAsia="zh-CN"/>
        </w:rPr>
      </w:pPr>
      <w:r w:rsidRPr="0013536C">
        <w:rPr>
          <w:lang w:eastAsia="zh-CN"/>
        </w:rPr>
        <w:tab/>
        <w:t>}</w:t>
      </w:r>
    </w:p>
    <w:p w14:paraId="73EC6B80" w14:textId="77777777" w:rsidR="00073B6A" w:rsidRDefault="00073B6A" w:rsidP="00C73BB5">
      <w:pPr>
        <w:pStyle w:val="Code"/>
        <w:rPr>
          <w:lang w:eastAsia="zh-CN"/>
        </w:rPr>
      </w:pPr>
    </w:p>
    <w:p w14:paraId="4FE4FE1E" w14:textId="77777777" w:rsidR="00073B6A" w:rsidRPr="00C43C14" w:rsidRDefault="00073B6A" w:rsidP="00C73BB5">
      <w:pPr>
        <w:pStyle w:val="Code"/>
        <w:rPr>
          <w:lang w:eastAsia="zh-CN"/>
        </w:rPr>
      </w:pPr>
      <w:r>
        <w:rPr>
          <w:lang w:eastAsia="zh-CN"/>
        </w:rPr>
        <w:tab/>
        <w:t>i</w:t>
      </w:r>
      <w:r w:rsidRPr="0013536C">
        <w:rPr>
          <w:lang w:eastAsia="zh-CN"/>
        </w:rPr>
        <w:t>f</w:t>
      </w:r>
      <w:r>
        <w:rPr>
          <w:lang w:eastAsia="zh-CN"/>
        </w:rPr>
        <w:t xml:space="preserve"> </w:t>
      </w:r>
      <w:r w:rsidRPr="0013536C">
        <w:rPr>
          <w:lang w:eastAsia="zh-CN"/>
        </w:rPr>
        <w:t xml:space="preserve">(adaptation_field_control == </w:t>
      </w:r>
      <w:r>
        <w:rPr>
          <w:lang w:eastAsia="zh-CN"/>
        </w:rPr>
        <w:t>0b</w:t>
      </w:r>
      <w:r w:rsidRPr="0013536C">
        <w:rPr>
          <w:lang w:eastAsia="zh-CN"/>
        </w:rPr>
        <w:t>01 ||</w:t>
      </w:r>
      <w:r>
        <w:rPr>
          <w:lang w:eastAsia="zh-CN"/>
        </w:rPr>
        <w:t xml:space="preserve"> </w:t>
      </w:r>
      <w:r w:rsidRPr="0013536C">
        <w:rPr>
          <w:lang w:eastAsia="zh-CN"/>
        </w:rPr>
        <w:t xml:space="preserve">adaptation_field_control == </w:t>
      </w:r>
      <w:r>
        <w:rPr>
          <w:lang w:eastAsia="zh-CN"/>
        </w:rPr>
        <w:t>0b</w:t>
      </w:r>
      <w:r w:rsidRPr="0013536C">
        <w:rPr>
          <w:lang w:eastAsia="zh-CN"/>
        </w:rPr>
        <w:t>11) {</w:t>
      </w:r>
    </w:p>
    <w:p w14:paraId="1EF59F0A" w14:textId="77777777" w:rsidR="00073B6A" w:rsidRDefault="00073B6A" w:rsidP="00C73BB5">
      <w:pPr>
        <w:pStyle w:val="Code"/>
        <w:rPr>
          <w:lang w:eastAsia="zh-CN"/>
        </w:rPr>
      </w:pPr>
      <w:r w:rsidRPr="00C43C14">
        <w:rPr>
          <w:lang w:eastAsia="zh-CN"/>
        </w:rPr>
        <w:tab/>
      </w:r>
      <w:r w:rsidRPr="00C43C14">
        <w:rPr>
          <w:lang w:eastAsia="zh-CN"/>
        </w:rPr>
        <w:tab/>
      </w:r>
      <w:r>
        <w:rPr>
          <w:lang w:eastAsia="zh-CN"/>
        </w:rPr>
        <w:t xml:space="preserve">bit(8) </w:t>
      </w:r>
      <w:r w:rsidRPr="00C43C14">
        <w:rPr>
          <w:lang w:eastAsia="zh-CN"/>
        </w:rPr>
        <w:t>data_byte</w:t>
      </w:r>
      <w:r>
        <w:rPr>
          <w:lang w:eastAsia="zh-CN"/>
        </w:rPr>
        <w:t>[N-1];</w:t>
      </w:r>
    </w:p>
    <w:p w14:paraId="4FE309D0" w14:textId="77777777" w:rsidR="00073B6A" w:rsidRPr="007E2E51" w:rsidRDefault="00073B6A" w:rsidP="00C73BB5">
      <w:pPr>
        <w:pStyle w:val="Code"/>
        <w:rPr>
          <w:lang w:eastAsia="zh-CN"/>
        </w:rPr>
      </w:pPr>
      <w:r>
        <w:rPr>
          <w:lang w:eastAsia="zh-CN"/>
        </w:rPr>
        <w:tab/>
      </w:r>
      <w:r w:rsidRPr="0013536C">
        <w:rPr>
          <w:lang w:eastAsia="zh-CN"/>
        </w:rPr>
        <w:t>}</w:t>
      </w:r>
    </w:p>
    <w:p w14:paraId="2598F709" w14:textId="53FC5FD5" w:rsidR="00BD0D97" w:rsidRDefault="00073B6A" w:rsidP="00C73BB5">
      <w:pPr>
        <w:pStyle w:val="Code"/>
      </w:pPr>
      <w:r w:rsidRPr="007E2E51">
        <w:rPr>
          <w:lang w:eastAsia="zh-CN"/>
        </w:rPr>
        <w:t>}</w:t>
      </w:r>
    </w:p>
    <w:p w14:paraId="3E64CC98" w14:textId="77777777" w:rsidR="00BD0D97" w:rsidRDefault="00BD0D97" w:rsidP="00BD0D97"/>
    <w:p w14:paraId="59E0BA10" w14:textId="3A669C33" w:rsidR="00BD0D97" w:rsidRDefault="00BD0D97" w:rsidP="00BD0D97">
      <w:pPr>
        <w:rPr>
          <w:lang w:eastAsia="zh-CN"/>
        </w:rPr>
      </w:pPr>
      <w:r>
        <w:t xml:space="preserve">Our </w:t>
      </w:r>
      <w:r w:rsidRPr="006424B9">
        <w:rPr>
          <w:rFonts w:ascii="Courier New" w:hAnsi="Courier New" w:cs="Courier New"/>
        </w:rPr>
        <w:t>transport_packet</w:t>
      </w:r>
      <w:r>
        <w:t xml:space="preserve"> class is almost over. There is still an unknown variable we are using which is N. The </w:t>
      </w:r>
      <w:r>
        <w:rPr>
          <w:lang w:eastAsia="zh-CN"/>
        </w:rPr>
        <w:t>ISO/IEC 13818-1 standard defines N as “</w:t>
      </w:r>
      <w:r w:rsidRPr="007D58FE">
        <w:rPr>
          <w:lang w:eastAsia="zh-CN"/>
        </w:rPr>
        <w:t>specified by 184 minus the number of bytes in the adaptation_field()</w:t>
      </w:r>
      <w:r>
        <w:rPr>
          <w:lang w:eastAsia="zh-CN"/>
        </w:rPr>
        <w:t>”.</w:t>
      </w:r>
    </w:p>
    <w:p w14:paraId="1D4EE5A9" w14:textId="77777777" w:rsidR="00BD0D97" w:rsidRDefault="00BD0D97" w:rsidP="00BD0D97">
      <w:pPr>
        <w:rPr>
          <w:lang w:eastAsia="zh-CN"/>
        </w:rPr>
      </w:pPr>
      <w:r>
        <w:rPr>
          <w:lang w:eastAsia="zh-CN"/>
        </w:rPr>
        <w:t>The variable N is thus not written in the bitstream but computed based on the context of the class at this point of the binary structure. For this, SDL defines non-parsable variables which can hold any value for the purpose of declaring SDL elements. Let’s then declare this variable as an unsigned integer and initialise it with the value 184.</w:t>
      </w:r>
    </w:p>
    <w:p w14:paraId="48D003A7" w14:textId="77777777" w:rsidR="00073B6A" w:rsidRDefault="00073B6A" w:rsidP="00BD0D97"/>
    <w:p w14:paraId="19F5DC13" w14:textId="77777777" w:rsidR="00073B6A" w:rsidRPr="007E2E51" w:rsidRDefault="00073B6A" w:rsidP="00C73BB5">
      <w:pPr>
        <w:pStyle w:val="Code"/>
        <w:rPr>
          <w:lang w:eastAsia="zh-CN"/>
        </w:rPr>
      </w:pPr>
      <w:r w:rsidRPr="007E2E51">
        <w:rPr>
          <w:lang w:eastAsia="zh-CN"/>
        </w:rPr>
        <w:t>class transport_packet {</w:t>
      </w:r>
    </w:p>
    <w:p w14:paraId="08088173" w14:textId="77777777" w:rsidR="00073B6A" w:rsidRPr="00CB602F" w:rsidRDefault="00073B6A" w:rsidP="00C73BB5">
      <w:pPr>
        <w:pStyle w:val="Code"/>
        <w:rPr>
          <w:lang w:eastAsia="zh-CN"/>
        </w:rPr>
      </w:pPr>
      <w:r>
        <w:rPr>
          <w:lang w:eastAsia="zh-CN"/>
        </w:rPr>
        <w:tab/>
        <w:t xml:space="preserve">unsigned int(8) </w:t>
      </w:r>
      <w:r>
        <w:rPr>
          <w:lang w:eastAsia="zh-CN"/>
        </w:rPr>
        <w:tab/>
      </w:r>
      <w:r>
        <w:rPr>
          <w:lang w:eastAsia="zh-CN"/>
        </w:rPr>
        <w:tab/>
        <w:t>sync_byte = 0x47;</w:t>
      </w:r>
      <w:r>
        <w:rPr>
          <w:lang w:eastAsia="zh-CN"/>
        </w:rPr>
        <w:br/>
      </w: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transport_error_indicator</w:t>
      </w:r>
      <w:r>
        <w:rPr>
          <w:lang w:eastAsia="zh-CN"/>
        </w:rPr>
        <w:t>;</w:t>
      </w:r>
    </w:p>
    <w:p w14:paraId="495AC343" w14:textId="77777777" w:rsidR="00073B6A" w:rsidRPr="00CB602F" w:rsidRDefault="00073B6A" w:rsidP="00C73BB5">
      <w:pPr>
        <w:pStyle w:val="Code"/>
        <w:rPr>
          <w:lang w:eastAsia="zh-CN"/>
        </w:rPr>
      </w:pP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payload_unit_start_indicator</w:t>
      </w:r>
      <w:r>
        <w:rPr>
          <w:lang w:eastAsia="zh-CN"/>
        </w:rPr>
        <w:t>;</w:t>
      </w:r>
    </w:p>
    <w:p w14:paraId="3A01BACE" w14:textId="77777777" w:rsidR="00073B6A" w:rsidRDefault="00073B6A" w:rsidP="00C73BB5">
      <w:pPr>
        <w:pStyle w:val="Code"/>
        <w:rPr>
          <w:lang w:eastAsia="zh-CN"/>
        </w:rPr>
      </w:pP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transport_priority</w:t>
      </w:r>
      <w:r>
        <w:rPr>
          <w:lang w:eastAsia="zh-CN"/>
        </w:rPr>
        <w:t>;</w:t>
      </w:r>
    </w:p>
    <w:p w14:paraId="6F684607" w14:textId="77777777" w:rsidR="00073B6A" w:rsidRPr="008D3823" w:rsidRDefault="00073B6A" w:rsidP="00C73BB5">
      <w:pPr>
        <w:pStyle w:val="Code"/>
        <w:rPr>
          <w:lang w:eastAsia="zh-CN"/>
        </w:rPr>
      </w:pPr>
      <w:r>
        <w:rPr>
          <w:lang w:eastAsia="zh-CN"/>
        </w:rPr>
        <w:tab/>
        <w:t>unsigned int(13)</w:t>
      </w:r>
      <w:r>
        <w:rPr>
          <w:lang w:eastAsia="zh-CN"/>
        </w:rPr>
        <w:tab/>
      </w:r>
      <w:r>
        <w:rPr>
          <w:lang w:eastAsia="zh-CN"/>
        </w:rPr>
        <w:tab/>
        <w:t>PID;</w:t>
      </w:r>
      <w:r>
        <w:rPr>
          <w:lang w:eastAsia="zh-CN"/>
        </w:rPr>
        <w:br/>
      </w:r>
      <w:r>
        <w:rPr>
          <w:lang w:eastAsia="zh-CN"/>
        </w:rPr>
        <w:tab/>
        <w:t>bit(2)</w:t>
      </w:r>
      <w:r>
        <w:rPr>
          <w:lang w:eastAsia="zh-CN"/>
        </w:rPr>
        <w:tab/>
      </w:r>
      <w:r>
        <w:rPr>
          <w:lang w:eastAsia="zh-CN"/>
        </w:rPr>
        <w:tab/>
      </w:r>
      <w:r>
        <w:rPr>
          <w:lang w:eastAsia="zh-CN"/>
        </w:rPr>
        <w:tab/>
      </w:r>
      <w:r w:rsidRPr="008D3823">
        <w:rPr>
          <w:lang w:eastAsia="zh-CN"/>
        </w:rPr>
        <w:t>transport_scrambling_control</w:t>
      </w:r>
      <w:r>
        <w:rPr>
          <w:lang w:eastAsia="zh-CN"/>
        </w:rPr>
        <w:t>;</w:t>
      </w:r>
    </w:p>
    <w:p w14:paraId="0E53688B" w14:textId="77777777" w:rsidR="00073B6A" w:rsidRDefault="00073B6A" w:rsidP="00C73BB5">
      <w:pPr>
        <w:pStyle w:val="Code"/>
        <w:rPr>
          <w:lang w:eastAsia="zh-CN"/>
        </w:rPr>
      </w:pPr>
      <w:r w:rsidRPr="008D3823">
        <w:rPr>
          <w:lang w:eastAsia="zh-CN"/>
        </w:rPr>
        <w:tab/>
      </w:r>
      <w:r>
        <w:rPr>
          <w:lang w:eastAsia="zh-CN"/>
        </w:rPr>
        <w:t>bit(2)</w:t>
      </w:r>
      <w:r>
        <w:rPr>
          <w:lang w:eastAsia="zh-CN"/>
        </w:rPr>
        <w:tab/>
      </w:r>
      <w:r>
        <w:rPr>
          <w:lang w:eastAsia="zh-CN"/>
        </w:rPr>
        <w:tab/>
      </w:r>
      <w:r>
        <w:rPr>
          <w:lang w:eastAsia="zh-CN"/>
        </w:rPr>
        <w:tab/>
      </w:r>
      <w:r w:rsidRPr="008D3823">
        <w:rPr>
          <w:lang w:eastAsia="zh-CN"/>
        </w:rPr>
        <w:t>adaptation_field_control</w:t>
      </w:r>
      <w:r>
        <w:rPr>
          <w:lang w:eastAsia="zh-CN"/>
        </w:rPr>
        <w:t>;</w:t>
      </w:r>
    </w:p>
    <w:p w14:paraId="30DE427C" w14:textId="77777777" w:rsidR="00073B6A" w:rsidRDefault="00073B6A" w:rsidP="00C73BB5">
      <w:pPr>
        <w:pStyle w:val="Code"/>
        <w:rPr>
          <w:lang w:eastAsia="zh-CN"/>
        </w:rPr>
      </w:pPr>
      <w:r>
        <w:rPr>
          <w:lang w:eastAsia="zh-CN"/>
        </w:rPr>
        <w:br/>
      </w:r>
      <w:r>
        <w:rPr>
          <w:lang w:eastAsia="zh-CN"/>
        </w:rPr>
        <w:tab/>
        <w:t>unsigned int N = 184;</w:t>
      </w:r>
    </w:p>
    <w:p w14:paraId="59A96C68" w14:textId="77777777" w:rsidR="00073B6A" w:rsidRDefault="00073B6A" w:rsidP="00C73BB5">
      <w:pPr>
        <w:pStyle w:val="Code"/>
        <w:rPr>
          <w:lang w:eastAsia="zh-CN"/>
        </w:rPr>
      </w:pPr>
    </w:p>
    <w:p w14:paraId="53B0B80F" w14:textId="77777777" w:rsidR="00073B6A" w:rsidRPr="00AA0B07" w:rsidRDefault="00073B6A" w:rsidP="00C73BB5">
      <w:pPr>
        <w:pStyle w:val="Code"/>
        <w:rPr>
          <w:lang w:eastAsia="zh-CN"/>
        </w:rPr>
      </w:pPr>
      <w:r w:rsidRPr="0013536C">
        <w:rPr>
          <w:lang w:eastAsia="zh-CN"/>
        </w:rPr>
        <w:tab/>
        <w:t>if</w:t>
      </w:r>
      <w:r>
        <w:rPr>
          <w:lang w:eastAsia="zh-CN"/>
        </w:rPr>
        <w:t xml:space="preserve"> </w:t>
      </w:r>
      <w:r w:rsidRPr="0013536C">
        <w:rPr>
          <w:lang w:eastAsia="zh-CN"/>
        </w:rPr>
        <w:t xml:space="preserve">(adaptation_field_control == </w:t>
      </w:r>
      <w:r>
        <w:rPr>
          <w:lang w:eastAsia="zh-CN"/>
        </w:rPr>
        <w:t>0b</w:t>
      </w:r>
      <w:r w:rsidRPr="0013536C">
        <w:rPr>
          <w:lang w:eastAsia="zh-CN"/>
        </w:rPr>
        <w:t>10 ||</w:t>
      </w:r>
      <w:r>
        <w:rPr>
          <w:lang w:eastAsia="zh-CN"/>
        </w:rPr>
        <w:t xml:space="preserve"> </w:t>
      </w:r>
      <w:r w:rsidRPr="0013536C">
        <w:rPr>
          <w:lang w:eastAsia="zh-CN"/>
        </w:rPr>
        <w:t xml:space="preserve">adaptation_field_control == </w:t>
      </w:r>
      <w:r>
        <w:rPr>
          <w:lang w:eastAsia="zh-CN"/>
        </w:rPr>
        <w:t>0b</w:t>
      </w:r>
      <w:r w:rsidRPr="0013536C">
        <w:rPr>
          <w:lang w:eastAsia="zh-CN"/>
        </w:rPr>
        <w:t>11){</w:t>
      </w:r>
      <w:r>
        <w:rPr>
          <w:lang w:eastAsia="zh-CN"/>
        </w:rPr>
        <w:br/>
      </w:r>
      <w:r>
        <w:rPr>
          <w:lang w:eastAsia="zh-CN"/>
        </w:rPr>
        <w:tab/>
      </w:r>
      <w:r>
        <w:rPr>
          <w:lang w:eastAsia="zh-CN"/>
        </w:rPr>
        <w:tab/>
      </w:r>
      <w:r w:rsidRPr="00AA0B07">
        <w:rPr>
          <w:lang w:eastAsia="zh-CN"/>
        </w:rPr>
        <w:t>adaptation_field</w:t>
      </w:r>
      <w:r>
        <w:rPr>
          <w:lang w:eastAsia="zh-CN"/>
        </w:rPr>
        <w:t xml:space="preserve"> data;</w:t>
      </w:r>
      <w:r>
        <w:rPr>
          <w:lang w:eastAsia="zh-CN"/>
        </w:rPr>
        <w:br/>
      </w:r>
      <w:r>
        <w:rPr>
          <w:lang w:eastAsia="zh-CN"/>
        </w:rPr>
        <w:tab/>
      </w:r>
      <w:r>
        <w:rPr>
          <w:lang w:eastAsia="zh-CN"/>
        </w:rPr>
        <w:tab/>
        <w:t>N = N – 1 – data.</w:t>
      </w:r>
      <w:r w:rsidRPr="003A1597">
        <w:rPr>
          <w:lang w:eastAsia="zh-CN"/>
        </w:rPr>
        <w:t>adaptation_field_length</w:t>
      </w:r>
      <w:r>
        <w:rPr>
          <w:lang w:eastAsia="zh-CN"/>
        </w:rPr>
        <w:t>;</w:t>
      </w:r>
    </w:p>
    <w:p w14:paraId="3D91EEF7" w14:textId="77777777" w:rsidR="00073B6A" w:rsidRDefault="00073B6A" w:rsidP="00C73BB5">
      <w:pPr>
        <w:pStyle w:val="Code"/>
        <w:rPr>
          <w:lang w:eastAsia="zh-CN"/>
        </w:rPr>
      </w:pPr>
      <w:r w:rsidRPr="0013536C">
        <w:rPr>
          <w:lang w:eastAsia="zh-CN"/>
        </w:rPr>
        <w:tab/>
        <w:t>}</w:t>
      </w:r>
    </w:p>
    <w:p w14:paraId="22895991" w14:textId="77777777" w:rsidR="00073B6A" w:rsidRDefault="00073B6A" w:rsidP="00C73BB5">
      <w:pPr>
        <w:pStyle w:val="Code"/>
        <w:rPr>
          <w:lang w:eastAsia="zh-CN"/>
        </w:rPr>
      </w:pPr>
    </w:p>
    <w:p w14:paraId="0A3DCF5E" w14:textId="77777777" w:rsidR="00073B6A" w:rsidRPr="00C43C14" w:rsidRDefault="00073B6A" w:rsidP="00C73BB5">
      <w:pPr>
        <w:pStyle w:val="Code"/>
        <w:rPr>
          <w:lang w:eastAsia="zh-CN"/>
        </w:rPr>
      </w:pPr>
      <w:r>
        <w:rPr>
          <w:lang w:eastAsia="zh-CN"/>
        </w:rPr>
        <w:tab/>
      </w:r>
      <w:r w:rsidRPr="0013536C">
        <w:rPr>
          <w:lang w:eastAsia="zh-CN"/>
        </w:rPr>
        <w:t>if</w:t>
      </w:r>
      <w:r>
        <w:rPr>
          <w:lang w:eastAsia="zh-CN"/>
        </w:rPr>
        <w:t xml:space="preserve"> </w:t>
      </w:r>
      <w:r w:rsidRPr="0013536C">
        <w:rPr>
          <w:lang w:eastAsia="zh-CN"/>
        </w:rPr>
        <w:t xml:space="preserve">(adaptation_field_control == </w:t>
      </w:r>
      <w:r>
        <w:rPr>
          <w:lang w:eastAsia="zh-CN"/>
        </w:rPr>
        <w:t>0b</w:t>
      </w:r>
      <w:r w:rsidRPr="0013536C">
        <w:rPr>
          <w:lang w:eastAsia="zh-CN"/>
        </w:rPr>
        <w:t>01 ||</w:t>
      </w:r>
      <w:r>
        <w:rPr>
          <w:lang w:eastAsia="zh-CN"/>
        </w:rPr>
        <w:t xml:space="preserve"> </w:t>
      </w:r>
      <w:r w:rsidRPr="0013536C">
        <w:rPr>
          <w:lang w:eastAsia="zh-CN"/>
        </w:rPr>
        <w:t xml:space="preserve">adaptation_field_control == </w:t>
      </w:r>
      <w:r>
        <w:rPr>
          <w:lang w:eastAsia="zh-CN"/>
        </w:rPr>
        <w:t>0b</w:t>
      </w:r>
      <w:r w:rsidRPr="0013536C">
        <w:rPr>
          <w:lang w:eastAsia="zh-CN"/>
        </w:rPr>
        <w:t>11) {</w:t>
      </w:r>
    </w:p>
    <w:p w14:paraId="00490BC4" w14:textId="77777777" w:rsidR="00073B6A" w:rsidRDefault="00073B6A" w:rsidP="00C73BB5">
      <w:pPr>
        <w:pStyle w:val="Code"/>
        <w:rPr>
          <w:lang w:eastAsia="zh-CN"/>
        </w:rPr>
      </w:pPr>
      <w:r w:rsidRPr="00C43C14">
        <w:rPr>
          <w:lang w:eastAsia="zh-CN"/>
        </w:rPr>
        <w:tab/>
      </w:r>
      <w:r w:rsidRPr="00C43C14">
        <w:rPr>
          <w:lang w:eastAsia="zh-CN"/>
        </w:rPr>
        <w:tab/>
      </w:r>
      <w:r>
        <w:rPr>
          <w:lang w:eastAsia="zh-CN"/>
        </w:rPr>
        <w:t xml:space="preserve">bit(8) </w:t>
      </w:r>
      <w:r w:rsidRPr="00C43C14">
        <w:rPr>
          <w:lang w:eastAsia="zh-CN"/>
        </w:rPr>
        <w:t>data_byte</w:t>
      </w:r>
      <w:r>
        <w:rPr>
          <w:lang w:eastAsia="zh-CN"/>
        </w:rPr>
        <w:t>[N];</w:t>
      </w:r>
    </w:p>
    <w:p w14:paraId="0D54FDAD" w14:textId="77777777" w:rsidR="00073B6A" w:rsidRPr="007E2E51" w:rsidRDefault="00073B6A" w:rsidP="00C73BB5">
      <w:pPr>
        <w:pStyle w:val="Code"/>
        <w:rPr>
          <w:lang w:eastAsia="zh-CN"/>
        </w:rPr>
      </w:pPr>
      <w:r>
        <w:rPr>
          <w:lang w:eastAsia="zh-CN"/>
        </w:rPr>
        <w:tab/>
      </w:r>
      <w:r w:rsidRPr="0013536C">
        <w:rPr>
          <w:lang w:eastAsia="zh-CN"/>
        </w:rPr>
        <w:t>}</w:t>
      </w:r>
    </w:p>
    <w:p w14:paraId="76CD42CF" w14:textId="1094946B" w:rsidR="00BD0D97" w:rsidRDefault="00073B6A" w:rsidP="00C73BB5">
      <w:pPr>
        <w:pStyle w:val="Code"/>
      </w:pPr>
      <w:r w:rsidRPr="007E2E51">
        <w:rPr>
          <w:lang w:eastAsia="zh-CN"/>
        </w:rPr>
        <w:t>}</w:t>
      </w:r>
    </w:p>
    <w:p w14:paraId="471E9646" w14:textId="77777777" w:rsidR="00BD0D97" w:rsidRDefault="00BD0D97" w:rsidP="00BD0D97">
      <w:pPr>
        <w:rPr>
          <w:lang w:eastAsia="zh-CN"/>
        </w:rPr>
      </w:pPr>
    </w:p>
    <w:p w14:paraId="415431AF" w14:textId="753AC24D" w:rsidR="00BD0D97" w:rsidRDefault="00BD0D97" w:rsidP="00BD0D97">
      <w:pPr>
        <w:rPr>
          <w:lang w:eastAsia="zh-CN"/>
        </w:rPr>
      </w:pPr>
      <w:r>
        <w:rPr>
          <w:lang w:eastAsia="zh-CN"/>
        </w:rPr>
        <w:t xml:space="preserve">In the class </w:t>
      </w:r>
      <w:r w:rsidRPr="006424B9">
        <w:rPr>
          <w:rFonts w:ascii="Courier New" w:hAnsi="Courier New" w:cs="Courier New"/>
          <w:lang w:eastAsia="zh-CN"/>
        </w:rPr>
        <w:t>adaption_field</w:t>
      </w:r>
      <w:r>
        <w:rPr>
          <w:lang w:eastAsia="zh-CN"/>
        </w:rPr>
        <w:t xml:space="preserve">, we assume the existence of the variable </w:t>
      </w:r>
      <w:r w:rsidRPr="006424B9">
        <w:rPr>
          <w:rFonts w:ascii="Courier New" w:hAnsi="Courier New" w:cs="Courier New"/>
          <w:lang w:eastAsia="zh-CN"/>
        </w:rPr>
        <w:t>adaptation_field_length</w:t>
      </w:r>
      <w:r>
        <w:rPr>
          <w:lang w:eastAsia="zh-CN"/>
        </w:rPr>
        <w:t xml:space="preserve"> as defined in the  ISO/IEC 13818-1 standard as “</w:t>
      </w:r>
      <w:r w:rsidRPr="00C42FF8">
        <w:rPr>
          <w:lang w:eastAsia="zh-CN"/>
        </w:rPr>
        <w:t>an 8-bit field specifying the number of bytes in the adaptation_field immediately following the adaptation_field_length</w:t>
      </w:r>
      <w:r>
        <w:rPr>
          <w:lang w:eastAsia="zh-CN"/>
        </w:rPr>
        <w:t>”. Therefore, we can access this variable with the ‘</w:t>
      </w:r>
      <w:r w:rsidRPr="00FC206E">
        <w:rPr>
          <w:rFonts w:ascii="Courier New" w:hAnsi="Courier New" w:cs="Courier New"/>
          <w:b/>
          <w:bCs/>
          <w:lang w:eastAsia="ja-JP"/>
        </w:rPr>
        <w:t>.</w:t>
      </w:r>
      <w:r>
        <w:rPr>
          <w:lang w:eastAsia="zh-CN"/>
        </w:rPr>
        <w:t>’ operator and calculate the size of the array.</w:t>
      </w:r>
    </w:p>
    <w:p w14:paraId="5602E0B6" w14:textId="6A3D079F" w:rsidR="00BD0D97" w:rsidRPr="00AA7059" w:rsidRDefault="00BD0D97" w:rsidP="00BD0D97">
      <w:pPr>
        <w:rPr>
          <w:lang w:eastAsia="zh-CN"/>
        </w:rPr>
      </w:pPr>
      <w:r>
        <w:rPr>
          <w:lang w:eastAsia="zh-CN"/>
        </w:rPr>
        <w:t xml:space="preserve">With this last variable, this completes the declaration of the MPEG-2 transport packet as an SDL </w:t>
      </w:r>
      <w:r w:rsidR="007736D7">
        <w:rPr>
          <w:lang w:eastAsia="zh-CN"/>
        </w:rPr>
        <w:t>class</w:t>
      </w:r>
      <w:r>
        <w:rPr>
          <w:lang w:eastAsia="zh-CN"/>
        </w:rPr>
        <w:t>.</w:t>
      </w:r>
    </w:p>
    <w:p w14:paraId="477393AA" w14:textId="77777777" w:rsidR="00BD0D97" w:rsidRDefault="00BD0D97" w:rsidP="00803EFD">
      <w:pPr>
        <w:pStyle w:val="a2"/>
        <w:numPr>
          <w:ilvl w:val="1"/>
          <w:numId w:val="7"/>
        </w:numPr>
      </w:pPr>
      <w:bookmarkStart w:id="289" w:name="_Toc150443166"/>
      <w:r>
        <w:t>Advanced concepts</w:t>
      </w:r>
      <w:bookmarkEnd w:id="289"/>
    </w:p>
    <w:p w14:paraId="03BEE689" w14:textId="4A5A0451" w:rsidR="000B5E12" w:rsidRDefault="00073B6A" w:rsidP="00C73BB5">
      <w:pPr>
        <w:rPr>
          <w:lang w:eastAsia="ja-JP"/>
        </w:rPr>
      </w:pPr>
      <w:r w:rsidRPr="00C73BB5">
        <w:rPr>
          <w:highlight w:val="yellow"/>
          <w:lang w:eastAsia="ja-JP"/>
        </w:rPr>
        <w:t xml:space="preserve">[Editor’s note: </w:t>
      </w:r>
      <w:r>
        <w:rPr>
          <w:highlight w:val="yellow"/>
          <w:lang w:eastAsia="ja-JP"/>
        </w:rPr>
        <w:t>Some advanced concepts in more details</w:t>
      </w:r>
      <w:r w:rsidR="00466747">
        <w:rPr>
          <w:highlight w:val="yellow"/>
          <w:lang w:eastAsia="ja-JP"/>
        </w:rPr>
        <w:t>.</w:t>
      </w:r>
      <w:r w:rsidRPr="00C73BB5">
        <w:rPr>
          <w:highlight w:val="yellow"/>
          <w:lang w:eastAsia="ja-JP"/>
        </w:rPr>
        <w:t>]</w:t>
      </w:r>
    </w:p>
    <w:p w14:paraId="32CC987E" w14:textId="3A9CBE3D" w:rsidR="00100DB5" w:rsidRPr="000E7EF9" w:rsidRDefault="00100DB5" w:rsidP="00C73BB5">
      <w:pPr>
        <w:keepNext/>
        <w:numPr>
          <w:ilvl w:val="2"/>
          <w:numId w:val="7"/>
        </w:numPr>
        <w:spacing w:before="60" w:line="250" w:lineRule="atLeast"/>
        <w:jc w:val="left"/>
        <w:outlineLvl w:val="0"/>
        <w:rPr>
          <w:b/>
          <w:sz w:val="24"/>
          <w:lang w:eastAsia="ja-JP"/>
        </w:rPr>
      </w:pPr>
      <w:bookmarkStart w:id="290" w:name="_Toc78205623"/>
      <w:r>
        <w:rPr>
          <w:b/>
          <w:sz w:val="24"/>
          <w:lang w:eastAsia="ja-JP"/>
        </w:rPr>
        <w:t>Identifiers</w:t>
      </w:r>
      <w:bookmarkEnd w:id="290"/>
    </w:p>
    <w:p w14:paraId="466CBB48" w14:textId="6EBB4B4A" w:rsidR="00100DB5" w:rsidRDefault="00100DB5" w:rsidP="00E56598">
      <w:pPr>
        <w:pStyle w:val="BodyText"/>
        <w:rPr>
          <w:lang w:eastAsia="ja-JP"/>
        </w:rPr>
      </w:pPr>
      <w:r>
        <w:rPr>
          <w:lang w:eastAsia="ja-JP"/>
        </w:rPr>
        <w:t xml:space="preserve">When defining identifiers in an SDL it is recommended to consider that automated tools may use these identifiers directly in a diverse range of programming languages. </w:t>
      </w:r>
      <w:r w:rsidR="00BE53E1">
        <w:rPr>
          <w:lang w:eastAsia="ja-JP"/>
        </w:rPr>
        <w:t>It is therefore recommended to avoid defining</w:t>
      </w:r>
      <w:r>
        <w:rPr>
          <w:lang w:eastAsia="ja-JP"/>
        </w:rPr>
        <w:t xml:space="preserve"> identifiers </w:t>
      </w:r>
      <w:r w:rsidR="00BE53E1">
        <w:rPr>
          <w:lang w:eastAsia="ja-JP"/>
        </w:rPr>
        <w:t xml:space="preserve">which </w:t>
      </w:r>
      <w:r>
        <w:rPr>
          <w:lang w:eastAsia="ja-JP"/>
        </w:rPr>
        <w:t xml:space="preserve">start with digits or underscores as these identifiers may be illegal or have specific meaning in some programming languages. It is also recommended to avoid identifiers which may conflict with keywords in programming languages e.g. </w:t>
      </w:r>
      <w:r w:rsidRPr="00E56598">
        <w:rPr>
          <w:rFonts w:ascii="Courier New" w:hAnsi="Courier New" w:cs="Courier New"/>
          <w:lang w:eastAsia="ja-JP"/>
        </w:rPr>
        <w:t>public</w:t>
      </w:r>
      <w:r>
        <w:rPr>
          <w:lang w:eastAsia="ja-JP"/>
        </w:rPr>
        <w:t>.</w:t>
      </w:r>
    </w:p>
    <w:p w14:paraId="1619F29F" w14:textId="1FF013CD" w:rsidR="00881191" w:rsidRDefault="00881191" w:rsidP="000E7EF9">
      <w:pPr>
        <w:keepNext/>
        <w:numPr>
          <w:ilvl w:val="2"/>
          <w:numId w:val="7"/>
        </w:numPr>
        <w:spacing w:before="60" w:line="250" w:lineRule="atLeast"/>
        <w:jc w:val="left"/>
        <w:outlineLvl w:val="0"/>
        <w:rPr>
          <w:b/>
          <w:sz w:val="24"/>
          <w:lang w:eastAsia="ja-JP"/>
        </w:rPr>
      </w:pPr>
      <w:r>
        <w:rPr>
          <w:b/>
          <w:sz w:val="24"/>
          <w:lang w:eastAsia="ja-JP"/>
        </w:rPr>
        <w:t>Scoping and class member access</w:t>
      </w:r>
    </w:p>
    <w:p w14:paraId="37F4A9AA" w14:textId="18ABE918" w:rsidR="00BD0D97" w:rsidRPr="000E7EF9"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Byte alignment</w:t>
      </w:r>
    </w:p>
    <w:p w14:paraId="401DAE7B" w14:textId="77777777" w:rsidR="00BD0D97" w:rsidRPr="000E7EF9"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Constants</w:t>
      </w:r>
    </w:p>
    <w:p w14:paraId="4DBB88B6" w14:textId="77777777" w:rsidR="00BD0D97" w:rsidRPr="000E7EF9"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Maps</w:t>
      </w:r>
    </w:p>
    <w:p w14:paraId="2E789AC4" w14:textId="77777777" w:rsidR="00BD0D97"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Class inheritance</w:t>
      </w:r>
    </w:p>
    <w:p w14:paraId="4B3D7422" w14:textId="5E6BDF89" w:rsidR="005E6BD5" w:rsidRPr="005E6BD5" w:rsidRDefault="005E6BD5" w:rsidP="00E56598">
      <w:pPr>
        <w:pStyle w:val="BodyText"/>
        <w:rPr>
          <w:lang w:eastAsia="ja-JP"/>
        </w:rPr>
      </w:pPr>
      <w:r w:rsidRPr="005E6BD5">
        <w:rPr>
          <w:lang w:eastAsia="ja-JP"/>
        </w:rPr>
        <w:t xml:space="preserve">When a class is defined using the </w:t>
      </w:r>
      <w:r w:rsidRPr="00E56598">
        <w:rPr>
          <w:rFonts w:ascii="Courier New" w:hAnsi="Courier New" w:cs="Courier New"/>
          <w:b/>
          <w:bCs/>
          <w:lang w:eastAsia="ja-JP"/>
        </w:rPr>
        <w:t>bit</w:t>
      </w:r>
      <w:r w:rsidRPr="005E6BD5">
        <w:rPr>
          <w:lang w:eastAsia="ja-JP"/>
        </w:rPr>
        <w:t xml:space="preserve"> keyword this indicates a</w:t>
      </w:r>
      <w:r>
        <w:rPr>
          <w:lang w:eastAsia="ja-JP"/>
        </w:rPr>
        <w:t xml:space="preserve"> </w:t>
      </w:r>
      <w:r w:rsidRPr="00E56598">
        <w:rPr>
          <w:i/>
          <w:iCs/>
          <w:lang w:eastAsia="ja-JP"/>
        </w:rPr>
        <w:t>class_id</w:t>
      </w:r>
      <w:r w:rsidRPr="005E6BD5">
        <w:rPr>
          <w:lang w:eastAsia="ja-JP"/>
        </w:rPr>
        <w:t xml:space="preserve"> is encoded in the bitstream before the encoded members of </w:t>
      </w:r>
      <w:r>
        <w:rPr>
          <w:lang w:eastAsia="ja-JP"/>
        </w:rPr>
        <w:t>the</w:t>
      </w:r>
      <w:r w:rsidRPr="005E6BD5">
        <w:rPr>
          <w:lang w:eastAsia="ja-JP"/>
        </w:rPr>
        <w:t xml:space="preserve"> class. Th</w:t>
      </w:r>
      <w:r>
        <w:rPr>
          <w:lang w:eastAsia="ja-JP"/>
        </w:rPr>
        <w:t xml:space="preserve">e </w:t>
      </w:r>
      <w:r w:rsidRPr="00E56598">
        <w:rPr>
          <w:i/>
          <w:iCs/>
          <w:lang w:eastAsia="ja-JP"/>
        </w:rPr>
        <w:t>class_id</w:t>
      </w:r>
      <w:r w:rsidRPr="005E6BD5">
        <w:rPr>
          <w:lang w:eastAsia="ja-JP"/>
        </w:rPr>
        <w:t xml:space="preserve"> can be used by a parser </w:t>
      </w:r>
      <w:r>
        <w:rPr>
          <w:lang w:eastAsia="ja-JP"/>
        </w:rPr>
        <w:t>to</w:t>
      </w:r>
      <w:r w:rsidRPr="005E6BD5">
        <w:rPr>
          <w:lang w:eastAsia="ja-JP"/>
        </w:rPr>
        <w:t xml:space="preserve"> differentiat</w:t>
      </w:r>
      <w:r>
        <w:rPr>
          <w:lang w:eastAsia="ja-JP"/>
        </w:rPr>
        <w:t>e</w:t>
      </w:r>
      <w:r w:rsidRPr="005E6BD5">
        <w:rPr>
          <w:lang w:eastAsia="ja-JP"/>
        </w:rPr>
        <w:t xml:space="preserve"> between base and derived classes.</w:t>
      </w:r>
    </w:p>
    <w:p w14:paraId="1A185414" w14:textId="5CC9605F" w:rsidR="005E6BD5" w:rsidRPr="005E6BD5" w:rsidRDefault="005E6BD5" w:rsidP="00E56598">
      <w:pPr>
        <w:pStyle w:val="BodyText"/>
        <w:rPr>
          <w:lang w:eastAsia="ja-JP"/>
        </w:rPr>
      </w:pPr>
      <w:r w:rsidRPr="005E6BD5">
        <w:rPr>
          <w:lang w:eastAsia="ja-JP"/>
        </w:rPr>
        <w:t xml:space="preserve">The range of values that the </w:t>
      </w:r>
      <w:r w:rsidRPr="00E56598">
        <w:rPr>
          <w:i/>
          <w:iCs/>
          <w:lang w:eastAsia="ja-JP"/>
        </w:rPr>
        <w:t>class_id</w:t>
      </w:r>
      <w:r w:rsidRPr="005E6BD5">
        <w:rPr>
          <w:lang w:eastAsia="ja-JP"/>
        </w:rPr>
        <w:t xml:space="preserve"> can take is firstly defined by the </w:t>
      </w:r>
      <w:r w:rsidRPr="00E56598">
        <w:rPr>
          <w:i/>
          <w:iCs/>
          <w:lang w:eastAsia="ja-JP"/>
        </w:rPr>
        <w:t>length</w:t>
      </w:r>
      <w:r w:rsidRPr="005E6BD5">
        <w:rPr>
          <w:lang w:eastAsia="ja-JP"/>
        </w:rPr>
        <w:t xml:space="preserve"> attribute defined after the </w:t>
      </w:r>
      <w:r w:rsidRPr="00E56598">
        <w:rPr>
          <w:rFonts w:ascii="Courier New" w:hAnsi="Courier New" w:cs="Courier New"/>
          <w:b/>
          <w:bCs/>
          <w:lang w:eastAsia="ja-JP"/>
        </w:rPr>
        <w:t>bit</w:t>
      </w:r>
      <w:r w:rsidRPr="005E6BD5">
        <w:rPr>
          <w:lang w:eastAsia="ja-JP"/>
        </w:rPr>
        <w:t xml:space="preserve"> keyword. For example </w:t>
      </w:r>
      <w:r w:rsidRPr="00E56598">
        <w:rPr>
          <w:rFonts w:ascii="Courier New" w:hAnsi="Courier New" w:cs="Courier New"/>
          <w:lang w:eastAsia="ja-JP"/>
        </w:rPr>
        <w:t>bit(3)</w:t>
      </w:r>
      <w:r w:rsidRPr="005E6BD5">
        <w:rPr>
          <w:lang w:eastAsia="ja-JP"/>
        </w:rPr>
        <w:t xml:space="preserve"> means that the total range of encoded </w:t>
      </w:r>
      <w:r w:rsidRPr="00E56598">
        <w:rPr>
          <w:i/>
          <w:iCs/>
          <w:lang w:eastAsia="ja-JP"/>
        </w:rPr>
        <w:t>class_id</w:t>
      </w:r>
      <w:r w:rsidRPr="005E6BD5">
        <w:rPr>
          <w:lang w:eastAsia="ja-JP"/>
        </w:rPr>
        <w:t xml:space="preserve"> values would be </w:t>
      </w:r>
      <w:r w:rsidRPr="00E56598">
        <w:rPr>
          <w:rFonts w:ascii="Courier New" w:hAnsi="Courier New" w:cs="Courier New"/>
          <w:lang w:eastAsia="ja-JP"/>
        </w:rPr>
        <w:t>0</w:t>
      </w:r>
      <w:r w:rsidRPr="00E56598">
        <w:rPr>
          <w:rFonts w:cs="Courier New"/>
          <w:lang w:eastAsia="ja-JP"/>
        </w:rPr>
        <w:t xml:space="preserve"> to </w:t>
      </w:r>
      <w:r w:rsidRPr="00E56598">
        <w:rPr>
          <w:rFonts w:ascii="Courier New" w:hAnsi="Courier New" w:cs="Courier New"/>
          <w:lang w:eastAsia="ja-JP"/>
        </w:rPr>
        <w:t>7</w:t>
      </w:r>
      <w:r w:rsidRPr="005E6BD5">
        <w:rPr>
          <w:lang w:eastAsia="ja-JP"/>
        </w:rPr>
        <w:t>.</w:t>
      </w:r>
    </w:p>
    <w:p w14:paraId="62AEF0F8" w14:textId="53E3F3AA" w:rsidR="005E6BD5" w:rsidRPr="005E6BD5" w:rsidRDefault="005E6BD5" w:rsidP="00E56598">
      <w:pPr>
        <w:pStyle w:val="BodyText"/>
        <w:rPr>
          <w:lang w:eastAsia="ja-JP"/>
        </w:rPr>
      </w:pPr>
      <w:r w:rsidRPr="005E6BD5">
        <w:rPr>
          <w:lang w:eastAsia="ja-JP"/>
        </w:rPr>
        <w:t xml:space="preserve">However, a base class may also define an </w:t>
      </w:r>
      <w:r w:rsidRPr="00E56598">
        <w:rPr>
          <w:i/>
          <w:iCs/>
          <w:lang w:eastAsia="ja-JP"/>
        </w:rPr>
        <w:t>id_range</w:t>
      </w:r>
      <w:r w:rsidRPr="005E6BD5">
        <w:rPr>
          <w:lang w:eastAsia="ja-JP"/>
        </w:rPr>
        <w:t xml:space="preserve"> or </w:t>
      </w:r>
      <w:r w:rsidRPr="00E56598">
        <w:rPr>
          <w:i/>
          <w:iCs/>
          <w:lang w:eastAsia="ja-JP"/>
        </w:rPr>
        <w:t>extended_id_range</w:t>
      </w:r>
      <w:r w:rsidRPr="005E6BD5">
        <w:rPr>
          <w:lang w:eastAsia="ja-JP"/>
        </w:rPr>
        <w:t xml:space="preserve"> which acts to limit the potential valid values of a </w:t>
      </w:r>
      <w:r w:rsidRPr="00E56598">
        <w:rPr>
          <w:i/>
          <w:iCs/>
          <w:lang w:eastAsia="ja-JP"/>
        </w:rPr>
        <w:t>class_id</w:t>
      </w:r>
      <w:r w:rsidRPr="005E6BD5">
        <w:rPr>
          <w:lang w:eastAsia="ja-JP"/>
        </w:rPr>
        <w:t>. For example:</w:t>
      </w:r>
    </w:p>
    <w:p w14:paraId="6C5F550C" w14:textId="77777777" w:rsidR="005E6BD5" w:rsidRPr="005E6BD5" w:rsidRDefault="005E6BD5" w:rsidP="00E56598">
      <w:pPr>
        <w:pStyle w:val="BodyText"/>
        <w:rPr>
          <w:lang w:eastAsia="ja-JP"/>
        </w:rPr>
      </w:pPr>
    </w:p>
    <w:p w14:paraId="204EB056" w14:textId="77777777" w:rsidR="005E6BD5" w:rsidRPr="005E6BD5" w:rsidRDefault="005E6BD5" w:rsidP="00E56598">
      <w:pPr>
        <w:pStyle w:val="SDLCode"/>
      </w:pPr>
      <w:r w:rsidRPr="005E6BD5">
        <w:t>class Foo : bit(3) 0,5,6..7 {</w:t>
      </w:r>
    </w:p>
    <w:p w14:paraId="05CF9A34" w14:textId="77777777" w:rsidR="005E6BD5" w:rsidRPr="005E6BD5" w:rsidRDefault="005E6BD5" w:rsidP="00E56598">
      <w:pPr>
        <w:pStyle w:val="SDLCode"/>
      </w:pPr>
      <w:r w:rsidRPr="005E6BD5">
        <w:t>}</w:t>
      </w:r>
    </w:p>
    <w:p w14:paraId="085B70E5" w14:textId="77777777" w:rsidR="005E6BD5" w:rsidRPr="005E6BD5" w:rsidRDefault="005E6BD5" w:rsidP="00E56598">
      <w:pPr>
        <w:pStyle w:val="BodyText"/>
        <w:rPr>
          <w:lang w:eastAsia="ja-JP"/>
        </w:rPr>
      </w:pPr>
    </w:p>
    <w:p w14:paraId="1AAED710" w14:textId="77777777" w:rsidR="005E6BD5" w:rsidRDefault="005E6BD5" w:rsidP="005E6BD5">
      <w:pPr>
        <w:pStyle w:val="BodyText"/>
        <w:rPr>
          <w:lang w:eastAsia="ja-JP"/>
        </w:rPr>
      </w:pPr>
      <w:r w:rsidRPr="005E6BD5">
        <w:rPr>
          <w:lang w:eastAsia="ja-JP"/>
        </w:rPr>
        <w:t xml:space="preserve">One area of uncertainty is if the definition using SDL does not define classes for all valid </w:t>
      </w:r>
      <w:r w:rsidRPr="00E56598">
        <w:rPr>
          <w:i/>
          <w:iCs/>
          <w:lang w:eastAsia="ja-JP"/>
        </w:rPr>
        <w:t>class_id</w:t>
      </w:r>
      <w:r w:rsidRPr="005E6BD5">
        <w:rPr>
          <w:lang w:eastAsia="ja-JP"/>
        </w:rPr>
        <w:t xml:space="preserve"> values. </w:t>
      </w:r>
    </w:p>
    <w:p w14:paraId="3706B6EA" w14:textId="634CF70F" w:rsidR="005E6BD5" w:rsidRPr="005E6BD5" w:rsidRDefault="005E6BD5" w:rsidP="00E56598">
      <w:pPr>
        <w:pStyle w:val="BodyText"/>
        <w:rPr>
          <w:lang w:eastAsia="ja-JP"/>
        </w:rPr>
      </w:pPr>
      <w:r w:rsidRPr="005E6BD5">
        <w:rPr>
          <w:lang w:eastAsia="ja-JP"/>
        </w:rPr>
        <w:t>For example:</w:t>
      </w:r>
    </w:p>
    <w:p w14:paraId="17A411EA" w14:textId="77777777" w:rsidR="005E6BD5" w:rsidRPr="005E6BD5" w:rsidRDefault="005E6BD5" w:rsidP="00E56598">
      <w:pPr>
        <w:pStyle w:val="BodyText"/>
        <w:rPr>
          <w:lang w:eastAsia="ja-JP"/>
        </w:rPr>
      </w:pPr>
    </w:p>
    <w:p w14:paraId="0C500EDC" w14:textId="77777777" w:rsidR="005E6BD5" w:rsidRPr="005E6BD5" w:rsidRDefault="005E6BD5" w:rsidP="00E56598">
      <w:pPr>
        <w:pStyle w:val="SDLCode"/>
      </w:pPr>
      <w:r w:rsidRPr="005E6BD5">
        <w:t>class Foo : bit(3) 0,5,6..7 {</w:t>
      </w:r>
    </w:p>
    <w:p w14:paraId="7656C105" w14:textId="77777777" w:rsidR="005E6BD5" w:rsidRPr="005E6BD5" w:rsidRDefault="005E6BD5" w:rsidP="00E56598">
      <w:pPr>
        <w:pStyle w:val="SDLCode"/>
      </w:pPr>
      <w:r w:rsidRPr="005E6BD5">
        <w:t>}</w:t>
      </w:r>
    </w:p>
    <w:p w14:paraId="7937D85F" w14:textId="77777777" w:rsidR="005E6BD5" w:rsidRPr="005E6BD5" w:rsidRDefault="005E6BD5" w:rsidP="00E56598">
      <w:pPr>
        <w:pStyle w:val="SDLCode"/>
      </w:pPr>
    </w:p>
    <w:p w14:paraId="6E74A294" w14:textId="77777777" w:rsidR="005E6BD5" w:rsidRPr="005E6BD5" w:rsidRDefault="005E6BD5" w:rsidP="00E56598">
      <w:pPr>
        <w:pStyle w:val="SDLCode"/>
      </w:pPr>
      <w:r w:rsidRPr="005E6BD5">
        <w:t>class Foo0 : bit(3) 0 {</w:t>
      </w:r>
    </w:p>
    <w:p w14:paraId="0B8E0187" w14:textId="77777777" w:rsidR="005E6BD5" w:rsidRPr="005E6BD5" w:rsidRDefault="005E6BD5" w:rsidP="00E56598">
      <w:pPr>
        <w:pStyle w:val="SDLCode"/>
      </w:pPr>
      <w:r w:rsidRPr="005E6BD5">
        <w:t>}</w:t>
      </w:r>
    </w:p>
    <w:p w14:paraId="61DD51F6" w14:textId="77777777" w:rsidR="005E6BD5" w:rsidRPr="005E6BD5" w:rsidRDefault="005E6BD5" w:rsidP="00E56598">
      <w:pPr>
        <w:pStyle w:val="SDLCode"/>
      </w:pPr>
    </w:p>
    <w:p w14:paraId="029E33DF" w14:textId="77777777" w:rsidR="005E6BD5" w:rsidRPr="005E6BD5" w:rsidRDefault="005E6BD5" w:rsidP="00E56598">
      <w:pPr>
        <w:pStyle w:val="SDLCode"/>
      </w:pPr>
      <w:r w:rsidRPr="005E6BD5">
        <w:t>class Foo5 : bit(3) 5 {</w:t>
      </w:r>
    </w:p>
    <w:p w14:paraId="0A389BE6" w14:textId="77777777" w:rsidR="005E6BD5" w:rsidRPr="005E6BD5" w:rsidRDefault="005E6BD5" w:rsidP="00E56598">
      <w:pPr>
        <w:pStyle w:val="SDLCode"/>
      </w:pPr>
      <w:r w:rsidRPr="005E6BD5">
        <w:t>}</w:t>
      </w:r>
    </w:p>
    <w:p w14:paraId="38C18EA4" w14:textId="77777777" w:rsidR="005E6BD5" w:rsidRPr="005E6BD5" w:rsidRDefault="005E6BD5" w:rsidP="00E56598">
      <w:pPr>
        <w:pStyle w:val="BodyText"/>
        <w:rPr>
          <w:lang w:eastAsia="ja-JP"/>
        </w:rPr>
      </w:pPr>
    </w:p>
    <w:p w14:paraId="69E3215F" w14:textId="276B0610" w:rsidR="005E6BD5" w:rsidRPr="005E6BD5" w:rsidRDefault="005E6BD5" w:rsidP="00E56598">
      <w:pPr>
        <w:pStyle w:val="BodyText"/>
        <w:rPr>
          <w:lang w:eastAsia="ja-JP"/>
        </w:rPr>
      </w:pPr>
      <w:r w:rsidRPr="005E6BD5">
        <w:rPr>
          <w:lang w:eastAsia="ja-JP"/>
        </w:rPr>
        <w:t xml:space="preserve">In the scenario above there are no class definitions for the </w:t>
      </w:r>
      <w:r w:rsidRPr="00E56598">
        <w:rPr>
          <w:i/>
          <w:iCs/>
          <w:lang w:eastAsia="ja-JP"/>
        </w:rPr>
        <w:t>class_id</w:t>
      </w:r>
      <w:r w:rsidRPr="005E6BD5">
        <w:rPr>
          <w:lang w:eastAsia="ja-JP"/>
        </w:rPr>
        <w:t xml:space="preserve"> values of </w:t>
      </w:r>
      <w:r w:rsidRPr="00E56598">
        <w:rPr>
          <w:rFonts w:ascii="Courier New" w:hAnsi="Courier New" w:cs="Courier New"/>
          <w:lang w:eastAsia="ja-JP"/>
        </w:rPr>
        <w:t>6</w:t>
      </w:r>
      <w:r w:rsidRPr="005E6BD5">
        <w:rPr>
          <w:lang w:eastAsia="ja-JP"/>
        </w:rPr>
        <w:t xml:space="preserve"> and </w:t>
      </w:r>
      <w:r w:rsidRPr="00E56598">
        <w:rPr>
          <w:rFonts w:ascii="Courier New" w:hAnsi="Courier New" w:cs="Courier New"/>
          <w:lang w:eastAsia="ja-JP"/>
        </w:rPr>
        <w:t>7</w:t>
      </w:r>
      <w:r w:rsidRPr="005E6BD5">
        <w:rPr>
          <w:lang w:eastAsia="ja-JP"/>
        </w:rPr>
        <w:t xml:space="preserve">. The behavior of a parser encountering a </w:t>
      </w:r>
      <w:r w:rsidRPr="00E56598">
        <w:rPr>
          <w:i/>
          <w:iCs/>
          <w:lang w:eastAsia="ja-JP"/>
        </w:rPr>
        <w:t>class_id</w:t>
      </w:r>
      <w:r w:rsidRPr="005E6BD5">
        <w:rPr>
          <w:lang w:eastAsia="ja-JP"/>
        </w:rPr>
        <w:t>_of 6 is not defined by the SDL and this must be addressed by the standard making us</w:t>
      </w:r>
      <w:r>
        <w:rPr>
          <w:lang w:eastAsia="ja-JP"/>
        </w:rPr>
        <w:t>e</w:t>
      </w:r>
      <w:r w:rsidRPr="005E6BD5">
        <w:rPr>
          <w:lang w:eastAsia="ja-JP"/>
        </w:rPr>
        <w:t xml:space="preserve"> of the SDL.</w:t>
      </w:r>
    </w:p>
    <w:p w14:paraId="498420D6" w14:textId="328A4DB7" w:rsidR="005E6BD5" w:rsidRPr="005E6BD5" w:rsidRDefault="005E6BD5" w:rsidP="00E56598">
      <w:pPr>
        <w:pStyle w:val="BodyText"/>
        <w:rPr>
          <w:lang w:eastAsia="ja-JP"/>
        </w:rPr>
      </w:pPr>
      <w:r w:rsidRPr="005E6BD5">
        <w:rPr>
          <w:lang w:eastAsia="ja-JP"/>
        </w:rPr>
        <w:t>If there were two further classes</w:t>
      </w:r>
      <w:r>
        <w:rPr>
          <w:lang w:eastAsia="ja-JP"/>
        </w:rPr>
        <w:t xml:space="preserve"> defined</w:t>
      </w:r>
      <w:r w:rsidRPr="005E6BD5">
        <w:rPr>
          <w:lang w:eastAsia="ja-JP"/>
        </w:rPr>
        <w:t>, such as:</w:t>
      </w:r>
    </w:p>
    <w:p w14:paraId="6CEC9E16" w14:textId="77777777" w:rsidR="005E6BD5" w:rsidRPr="005E6BD5" w:rsidRDefault="005E6BD5" w:rsidP="00E56598">
      <w:pPr>
        <w:pStyle w:val="BodyText"/>
        <w:rPr>
          <w:lang w:eastAsia="ja-JP"/>
        </w:rPr>
      </w:pPr>
    </w:p>
    <w:p w14:paraId="4C79A4DB" w14:textId="77777777" w:rsidR="005E6BD5" w:rsidRPr="005E6BD5" w:rsidRDefault="005E6BD5" w:rsidP="00E56598">
      <w:pPr>
        <w:pStyle w:val="SDLCode"/>
      </w:pPr>
      <w:r w:rsidRPr="005E6BD5">
        <w:t>class Foo6 : bit(3) 6 {</w:t>
      </w:r>
    </w:p>
    <w:p w14:paraId="71B650EE" w14:textId="77777777" w:rsidR="005E6BD5" w:rsidRPr="005E6BD5" w:rsidRDefault="005E6BD5" w:rsidP="00E56598">
      <w:pPr>
        <w:pStyle w:val="SDLCode"/>
      </w:pPr>
      <w:r w:rsidRPr="005E6BD5">
        <w:t>}</w:t>
      </w:r>
    </w:p>
    <w:p w14:paraId="7A4B9F76" w14:textId="77777777" w:rsidR="005E6BD5" w:rsidRPr="005E6BD5" w:rsidRDefault="005E6BD5" w:rsidP="00E56598">
      <w:pPr>
        <w:pStyle w:val="SDLCode"/>
      </w:pPr>
    </w:p>
    <w:p w14:paraId="42316C60" w14:textId="77777777" w:rsidR="005E6BD5" w:rsidRPr="005E6BD5" w:rsidRDefault="005E6BD5" w:rsidP="00E56598">
      <w:pPr>
        <w:pStyle w:val="SDLCode"/>
      </w:pPr>
      <w:r w:rsidRPr="005E6BD5">
        <w:t>class Foo7 : bit(3) 7 {</w:t>
      </w:r>
    </w:p>
    <w:p w14:paraId="7D17781C" w14:textId="77777777" w:rsidR="005E6BD5" w:rsidRPr="005E6BD5" w:rsidRDefault="005E6BD5" w:rsidP="00E56598">
      <w:pPr>
        <w:pStyle w:val="SDLCode"/>
      </w:pPr>
      <w:r w:rsidRPr="005E6BD5">
        <w:t>}</w:t>
      </w:r>
    </w:p>
    <w:p w14:paraId="0867D731" w14:textId="77777777" w:rsidR="005E6BD5" w:rsidRPr="005E6BD5" w:rsidRDefault="005E6BD5" w:rsidP="00E56598">
      <w:pPr>
        <w:pStyle w:val="BodyText"/>
        <w:rPr>
          <w:lang w:eastAsia="ja-JP"/>
        </w:rPr>
      </w:pPr>
    </w:p>
    <w:p w14:paraId="718BC769" w14:textId="77D8D972" w:rsidR="005E6BD5" w:rsidRPr="00E56598" w:rsidRDefault="005E6BD5" w:rsidP="00E56598">
      <w:pPr>
        <w:pStyle w:val="BodyText"/>
        <w:rPr>
          <w:lang w:eastAsia="ja-JP"/>
        </w:rPr>
      </w:pPr>
      <w:r w:rsidRPr="005E6BD5">
        <w:rPr>
          <w:lang w:eastAsia="ja-JP"/>
        </w:rPr>
        <w:t xml:space="preserve">a further area of uncertainty is if the parser encounters an illegal </w:t>
      </w:r>
      <w:r w:rsidRPr="00E56598">
        <w:rPr>
          <w:i/>
          <w:iCs/>
          <w:lang w:eastAsia="ja-JP"/>
        </w:rPr>
        <w:t>class_id</w:t>
      </w:r>
      <w:r w:rsidRPr="005E6BD5">
        <w:rPr>
          <w:lang w:eastAsia="ja-JP"/>
        </w:rPr>
        <w:t xml:space="preserve"> such as </w:t>
      </w:r>
      <w:r w:rsidRPr="00E56598">
        <w:rPr>
          <w:rFonts w:ascii="Courier New" w:hAnsi="Courier New" w:cs="Courier New"/>
          <w:lang w:eastAsia="ja-JP"/>
        </w:rPr>
        <w:t>2</w:t>
      </w:r>
      <w:r w:rsidRPr="005E6BD5">
        <w:rPr>
          <w:lang w:eastAsia="ja-JP"/>
        </w:rPr>
        <w:t>. The parser behaviour is not defined by the SDL and again this must be addressed by the standard making us</w:t>
      </w:r>
      <w:r>
        <w:rPr>
          <w:lang w:eastAsia="ja-JP"/>
        </w:rPr>
        <w:t>e</w:t>
      </w:r>
      <w:r w:rsidRPr="005E6BD5">
        <w:rPr>
          <w:lang w:eastAsia="ja-JP"/>
        </w:rPr>
        <w:t xml:space="preserve"> of the SDL.</w:t>
      </w:r>
    </w:p>
    <w:p w14:paraId="63D61337" w14:textId="77777777" w:rsidR="00BD0D97" w:rsidRPr="000E7EF9"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Abstract class</w:t>
      </w:r>
    </w:p>
    <w:p w14:paraId="26ABFFCC" w14:textId="77777777" w:rsidR="00BD0D97" w:rsidRPr="000E7EF9"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Expandable class</w:t>
      </w:r>
    </w:p>
    <w:p w14:paraId="2F80EE48" w14:textId="77777777" w:rsidR="00BD0D97" w:rsidRPr="000E7EF9"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Parameter types</w:t>
      </w:r>
    </w:p>
    <w:p w14:paraId="00420A57" w14:textId="77777777" w:rsidR="00BD0D97" w:rsidRPr="000E7EF9"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Array</w:t>
      </w:r>
    </w:p>
    <w:p w14:paraId="00935858" w14:textId="77777777" w:rsidR="00BD0D97" w:rsidRDefault="00BD0D97" w:rsidP="00C73BB5">
      <w:pPr>
        <w:pStyle w:val="a2"/>
        <w:numPr>
          <w:ilvl w:val="1"/>
          <w:numId w:val="7"/>
        </w:numPr>
      </w:pPr>
      <w:bookmarkStart w:id="291" w:name="_Toc150443167"/>
      <w:r>
        <w:t>Common patterns</w:t>
      </w:r>
      <w:bookmarkEnd w:id="291"/>
    </w:p>
    <w:p w14:paraId="509CF154" w14:textId="19C7C3CE" w:rsidR="00BD0D97" w:rsidRDefault="00BD0D97" w:rsidP="00BD0D97">
      <w:pPr>
        <w:rPr>
          <w:highlight w:val="yellow"/>
          <w:lang w:eastAsia="zh-CN"/>
        </w:rPr>
      </w:pPr>
      <w:r w:rsidRPr="00AA7059">
        <w:rPr>
          <w:highlight w:val="yellow"/>
          <w:lang w:eastAsia="zh-CN"/>
        </w:rPr>
        <w:t xml:space="preserve">[Editor’s note: </w:t>
      </w:r>
      <w:r>
        <w:rPr>
          <w:highlight w:val="yellow"/>
          <w:lang w:eastAsia="zh-CN"/>
        </w:rPr>
        <w:t>Discussion on top level scope/entry point via implicit array and using the following MPEG2 table as an example:</w:t>
      </w:r>
      <w:r w:rsidR="00073B6A">
        <w:rPr>
          <w:highlight w:val="yellow"/>
          <w:lang w:eastAsia="zh-CN"/>
        </w:rPr>
        <w:t>]</w:t>
      </w:r>
    </w:p>
    <w:p w14:paraId="2FE303E0" w14:textId="1FAF65DE" w:rsidR="00BD0D97" w:rsidRPr="002E1D13" w:rsidRDefault="00BD0D97" w:rsidP="00BD0D97">
      <w:pPr>
        <w:rPr>
          <w:lang w:eastAsia="zh-CN"/>
        </w:rPr>
      </w:pPr>
      <w:r w:rsidRPr="00AA7059">
        <w:rPr>
          <w:highlight w:val="yellow"/>
          <w:lang w:eastAsia="zh-CN"/>
        </w:rPr>
        <w:t xml:space="preserve">[Editor’s note: </w:t>
      </w:r>
      <w:r>
        <w:rPr>
          <w:highlight w:val="yellow"/>
          <w:lang w:eastAsia="zh-CN"/>
        </w:rPr>
        <w:t xml:space="preserve">Some example patterns such </w:t>
      </w:r>
      <w:r w:rsidRPr="00485CF4">
        <w:rPr>
          <w:highlight w:val="yellow"/>
          <w:lang w:eastAsia="zh-CN"/>
        </w:rPr>
        <w:t>as Type–length–value</w:t>
      </w:r>
      <w:r>
        <w:rPr>
          <w:highlight w:val="yellow"/>
          <w:lang w:eastAsia="zh-CN"/>
        </w:rPr>
        <w:t xml:space="preserve"> (</w:t>
      </w:r>
      <w:r w:rsidRPr="00485CF4">
        <w:rPr>
          <w:highlight w:val="yellow"/>
          <w:lang w:eastAsia="zh-CN"/>
        </w:rPr>
        <w:t>TLV</w:t>
      </w:r>
      <w:r>
        <w:rPr>
          <w:highlight w:val="yellow"/>
          <w:lang w:eastAsia="zh-CN"/>
        </w:rPr>
        <w:t>), e.g. ISOBMFF box definition based on 4ccs.</w:t>
      </w:r>
      <w:r w:rsidRPr="00AA7059">
        <w:rPr>
          <w:highlight w:val="yellow"/>
          <w:lang w:eastAsia="zh-CN"/>
        </w:rPr>
        <w:t>]</w:t>
      </w:r>
    </w:p>
    <w:p w14:paraId="4BECA4CF" w14:textId="77777777" w:rsidR="00BD0D97" w:rsidRDefault="00BD0D97" w:rsidP="00C73BB5">
      <w:pPr>
        <w:pStyle w:val="a2"/>
        <w:numPr>
          <w:ilvl w:val="1"/>
          <w:numId w:val="7"/>
        </w:numPr>
      </w:pPr>
      <w:bookmarkStart w:id="292" w:name="_Toc150443168"/>
      <w:r>
        <w:t>Tooling</w:t>
      </w:r>
      <w:bookmarkEnd w:id="292"/>
    </w:p>
    <w:p w14:paraId="507B8804" w14:textId="77777777" w:rsidR="00BD0D97" w:rsidRPr="002E1D13" w:rsidRDefault="00BD0D97" w:rsidP="00BD0D97">
      <w:pPr>
        <w:rPr>
          <w:lang w:eastAsia="zh-CN"/>
        </w:rPr>
      </w:pPr>
      <w:r w:rsidRPr="00AA7059">
        <w:rPr>
          <w:highlight w:val="yellow"/>
          <w:lang w:eastAsia="zh-CN"/>
        </w:rPr>
        <w:t xml:space="preserve">[Editor’s note: </w:t>
      </w:r>
      <w:r>
        <w:rPr>
          <w:highlight w:val="yellow"/>
          <w:lang w:eastAsia="zh-CN"/>
        </w:rPr>
        <w:t>Description of tooling for validating SDL syntax? generating binary parser from SDL?, etc..</w:t>
      </w:r>
      <w:r w:rsidRPr="00AA7059">
        <w:rPr>
          <w:highlight w:val="yellow"/>
          <w:lang w:eastAsia="zh-CN"/>
        </w:rPr>
        <w:t>]</w:t>
      </w:r>
    </w:p>
    <w:p w14:paraId="191CD8EE" w14:textId="77777777" w:rsidR="00B63BC9" w:rsidRPr="00C73BB5" w:rsidRDefault="00B63BC9" w:rsidP="00C73BB5"/>
    <w:p w14:paraId="7906AAAB" w14:textId="77777777" w:rsidR="008A2740" w:rsidRPr="008A2740" w:rsidRDefault="008A2740" w:rsidP="008A2740">
      <w:pPr>
        <w:rPr>
          <w:lang w:eastAsia="ja-JP"/>
        </w:rPr>
      </w:pPr>
    </w:p>
    <w:sectPr w:rsidR="008A2740" w:rsidRPr="008A2740" w:rsidSect="00C845B4">
      <w:footerReference w:type="even" r:id="rId22"/>
      <w:footerReference w:type="default" r:id="rId23"/>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6F3EB" w14:textId="77777777" w:rsidR="007B550E" w:rsidRDefault="007B550E">
      <w:pPr>
        <w:spacing w:after="0" w:line="240" w:lineRule="auto"/>
      </w:pPr>
      <w:r>
        <w:separator/>
      </w:r>
    </w:p>
  </w:endnote>
  <w:endnote w:type="continuationSeparator" w:id="0">
    <w:p w14:paraId="4807F946" w14:textId="77777777" w:rsidR="007B550E" w:rsidRDefault="007B550E">
      <w:pPr>
        <w:spacing w:after="0" w:line="240" w:lineRule="auto"/>
      </w:pPr>
      <w:r>
        <w:continuationSeparator/>
      </w:r>
    </w:p>
  </w:endnote>
  <w:endnote w:type="continuationNotice" w:id="1">
    <w:p w14:paraId="20D2AD68" w14:textId="77777777" w:rsidR="007B550E" w:rsidRDefault="007B55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ppleSystemUIFont">
    <w:altName w:val="Calibri"/>
    <w:charset w:val="00"/>
    <w:family w:val="auto"/>
    <w:pitch w:val="default"/>
    <w:sig w:usb0="00000003" w:usb1="00000000" w:usb2="00000000" w:usb3="00000000" w:csb0="00000001" w:csb1="00000000"/>
  </w:font>
  <w:font w:name="Courier">
    <w:altName w:val="Courier New"/>
    <w:panose1 w:val="020704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E3482" w14:textId="7F1217B8"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w:t>
    </w:r>
    <w:r w:rsidR="000304E1">
      <w:rPr>
        <w:sz w:val="18"/>
        <w:szCs w:val="18"/>
      </w:rPr>
      <w:t>2022</w:t>
    </w:r>
    <w:r w:rsidRPr="00096387">
      <w:rPr>
        <w:sz w:val="18"/>
        <w:szCs w:val="18"/>
      </w:rPr>
      <w:t>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C2AB4" w14:textId="4E47ED7F" w:rsidR="004421EF" w:rsidRPr="00BA1CC8" w:rsidRDefault="004421EF" w:rsidP="003B153F">
    <w:pPr>
      <w:pStyle w:val="Footer"/>
      <w:spacing w:after="480" w:line="240" w:lineRule="atLeast"/>
      <w:rPr>
        <w:sz w:val="20"/>
      </w:rPr>
    </w:pPr>
    <w:r w:rsidRPr="00596E93">
      <w:rPr>
        <w:sz w:val="18"/>
        <w:szCs w:val="18"/>
      </w:rPr>
      <w:t>© ISO </w:t>
    </w:r>
    <w:r w:rsidR="000304E1">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35DB4" w14:textId="5F08D711"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w:t>
    </w:r>
    <w:r w:rsidR="00A76A72">
      <w:rPr>
        <w:sz w:val="18"/>
        <w:szCs w:val="18"/>
      </w:rPr>
      <w:t>2022</w:t>
    </w:r>
    <w:r w:rsidRPr="008A6D64">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9CCC" w14:textId="2DBE4F43" w:rsidR="004421EF" w:rsidRPr="00BA1CC8" w:rsidRDefault="004421EF" w:rsidP="003B153F">
    <w:pPr>
      <w:pStyle w:val="Footer"/>
      <w:spacing w:after="480" w:line="240" w:lineRule="exact"/>
      <w:rPr>
        <w:sz w:val="20"/>
      </w:rPr>
    </w:pPr>
    <w:r w:rsidRPr="00864D32">
      <w:rPr>
        <w:sz w:val="18"/>
        <w:szCs w:val="18"/>
      </w:rPr>
      <w:t>© ISO </w:t>
    </w:r>
    <w:r w:rsidR="00A76A72">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ECBB1" w14:textId="77777777" w:rsidR="007B550E" w:rsidRDefault="007B550E">
      <w:pPr>
        <w:spacing w:after="0" w:line="240" w:lineRule="auto"/>
      </w:pPr>
      <w:r>
        <w:separator/>
      </w:r>
    </w:p>
  </w:footnote>
  <w:footnote w:type="continuationSeparator" w:id="0">
    <w:p w14:paraId="2EB21422" w14:textId="77777777" w:rsidR="007B550E" w:rsidRDefault="007B550E">
      <w:pPr>
        <w:spacing w:after="0" w:line="240" w:lineRule="auto"/>
      </w:pPr>
      <w:r>
        <w:continuationSeparator/>
      </w:r>
    </w:p>
  </w:footnote>
  <w:footnote w:type="continuationNotice" w:id="1">
    <w:p w14:paraId="288B0DF1" w14:textId="77777777" w:rsidR="007B550E" w:rsidRDefault="007B55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9D52E" w14:textId="3B5CF413" w:rsidR="004421EF" w:rsidRPr="004D16C0" w:rsidRDefault="004421EF" w:rsidP="004D16C0">
    <w:pPr>
      <w:pStyle w:val="Header"/>
      <w:spacing w:after="720" w:line="240" w:lineRule="exact"/>
      <w:jc w:val="left"/>
      <w:rPr>
        <w:sz w:val="24"/>
        <w:szCs w:val="24"/>
      </w:rPr>
    </w:pPr>
    <w:r w:rsidRPr="004D16C0">
      <w:rPr>
        <w:sz w:val="24"/>
        <w:szCs w:val="24"/>
      </w:rPr>
      <w:t>ISO</w:t>
    </w:r>
    <w:r w:rsidR="001F73ED">
      <w:rPr>
        <w:sz w:val="24"/>
        <w:szCs w:val="24"/>
      </w:rPr>
      <w:t>/IEC</w:t>
    </w:r>
    <w:r w:rsidRPr="004D16C0">
      <w:rPr>
        <w:sz w:val="24"/>
        <w:szCs w:val="24"/>
      </w:rPr>
      <w:t> </w:t>
    </w:r>
    <w:r w:rsidR="001F73ED">
      <w:rPr>
        <w:sz w:val="24"/>
        <w:szCs w:val="24"/>
      </w:rPr>
      <w:t>14496</w:t>
    </w:r>
    <w:r w:rsidRPr="004D16C0">
      <w:rPr>
        <w:sz w:val="24"/>
        <w:szCs w:val="24"/>
      </w:rPr>
      <w:t>-</w:t>
    </w:r>
    <w:r w:rsidR="001F73ED">
      <w:rPr>
        <w:sz w:val="24"/>
        <w:szCs w:val="24"/>
      </w:rPr>
      <w:t>34</w:t>
    </w:r>
    <w:r w:rsidRPr="004D16C0">
      <w:rPr>
        <w:sz w:val="24"/>
        <w:szCs w:val="24"/>
      </w:rPr>
      <w:t>:</w:t>
    </w:r>
    <w:r w:rsidR="000304E1">
      <w:rPr>
        <w:sz w:val="24"/>
        <w:szCs w:val="24"/>
      </w:rPr>
      <w:t>2</w:t>
    </w:r>
    <w:r w:rsidR="001F73ED">
      <w:rPr>
        <w:sz w:val="24"/>
        <w:szCs w:val="24"/>
      </w:rPr>
      <w:t>2</w:t>
    </w:r>
    <w:r w:rsidRPr="004D16C0">
      <w:rPr>
        <w:sz w:val="24"/>
        <w:szCs w:val="24"/>
      </w:rP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2863" w14:textId="592EFB3B" w:rsidR="004421EF" w:rsidRPr="004D16C0" w:rsidRDefault="004421EF" w:rsidP="00864D32">
    <w:pPr>
      <w:pStyle w:val="Header"/>
      <w:spacing w:after="720" w:line="240" w:lineRule="exact"/>
      <w:jc w:val="right"/>
      <w:rPr>
        <w:sz w:val="24"/>
        <w:szCs w:val="24"/>
      </w:rPr>
    </w:pPr>
    <w:r w:rsidRPr="004D16C0">
      <w:rPr>
        <w:sz w:val="24"/>
        <w:szCs w:val="24"/>
      </w:rPr>
      <w:t>ISO</w:t>
    </w:r>
    <w:r w:rsidR="007D7BD7">
      <w:rPr>
        <w:sz w:val="24"/>
        <w:szCs w:val="24"/>
      </w:rPr>
      <w:t>/IEC</w:t>
    </w:r>
    <w:r w:rsidRPr="004D16C0">
      <w:rPr>
        <w:sz w:val="24"/>
        <w:szCs w:val="24"/>
      </w:rPr>
      <w:t> </w:t>
    </w:r>
    <w:r w:rsidR="003C5F33" w:rsidRPr="003C5F33">
      <w:rPr>
        <w:sz w:val="24"/>
        <w:szCs w:val="24"/>
      </w:rPr>
      <w:t>14496</w:t>
    </w:r>
    <w:r w:rsidRPr="004D16C0">
      <w:rPr>
        <w:sz w:val="24"/>
        <w:szCs w:val="24"/>
      </w:rPr>
      <w:t>-</w:t>
    </w:r>
    <w:r w:rsidR="003C5F33">
      <w:rPr>
        <w:sz w:val="24"/>
        <w:szCs w:val="24"/>
      </w:rPr>
      <w:t>34</w:t>
    </w:r>
    <w:r w:rsidRPr="004D16C0">
      <w:rPr>
        <w:sz w:val="24"/>
        <w:szCs w:val="24"/>
      </w:rPr>
      <w:t>:</w:t>
    </w:r>
    <w:r w:rsidR="000304E1">
      <w:rPr>
        <w:sz w:val="24"/>
        <w:szCs w:val="24"/>
      </w:rPr>
      <w:t>2</w:t>
    </w:r>
    <w:r w:rsidR="001F73ED">
      <w:rPr>
        <w:sz w:val="24"/>
        <w:szCs w:val="24"/>
      </w:rPr>
      <w:t>2</w:t>
    </w:r>
    <w:r w:rsidRPr="004D16C0">
      <w:rPr>
        <w:sz w:val="24"/>
        <w:szCs w:val="24"/>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764D85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548C6D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BCA0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C525A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8888D7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4D875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06B8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908F0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8EFD1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5ACFB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814722"/>
    <w:multiLevelType w:val="hybridMultilevel"/>
    <w:tmpl w:val="5212D70A"/>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7E630BD"/>
    <w:multiLevelType w:val="singleLevel"/>
    <w:tmpl w:val="07E09D4E"/>
    <w:lvl w:ilvl="0">
      <w:start w:val="1"/>
      <w:numFmt w:val="bullet"/>
      <w:lvlText w:val=""/>
      <w:lvlJc w:val="left"/>
      <w:pPr>
        <w:tabs>
          <w:tab w:val="num" w:pos="360"/>
        </w:tabs>
        <w:ind w:left="360" w:hanging="360"/>
      </w:pPr>
      <w:rPr>
        <w:rFonts w:ascii="Symbol" w:hAnsi="Symbol" w:cs="Batang" w:hint="default"/>
      </w:rPr>
    </w:lvl>
  </w:abstractNum>
  <w:abstractNum w:abstractNumId="12"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3" w15:restartNumberingAfterBreak="0">
    <w:nsid w:val="0A3E0BD2"/>
    <w:multiLevelType w:val="hybridMultilevel"/>
    <w:tmpl w:val="779C0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D87DC9"/>
    <w:multiLevelType w:val="hybridMultilevel"/>
    <w:tmpl w:val="D32847B2"/>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EA0B19"/>
    <w:multiLevelType w:val="hybridMultilevel"/>
    <w:tmpl w:val="DDAA5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1" w15:restartNumberingAfterBreak="0">
    <w:nsid w:val="367262B3"/>
    <w:multiLevelType w:val="hybridMultilevel"/>
    <w:tmpl w:val="801E7368"/>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387D4433"/>
    <w:multiLevelType w:val="multilevel"/>
    <w:tmpl w:val="EF029DE6"/>
    <w:name w:val="heading"/>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3D15167F"/>
    <w:multiLevelType w:val="hybridMultilevel"/>
    <w:tmpl w:val="867A781A"/>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A11D2E"/>
    <w:multiLevelType w:val="hybridMultilevel"/>
    <w:tmpl w:val="65A62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B91D61"/>
    <w:multiLevelType w:val="singleLevel"/>
    <w:tmpl w:val="77509C24"/>
    <w:lvl w:ilvl="0">
      <w:start w:val="1"/>
      <w:numFmt w:val="decimal"/>
      <w:lvlText w:val="%1."/>
      <w:legacy w:legacy="1" w:legacySpace="0" w:legacyIndent="283"/>
      <w:lvlJc w:val="left"/>
      <w:pPr>
        <w:ind w:left="283" w:hanging="283"/>
      </w:pPr>
    </w:lvl>
  </w:abstractNum>
  <w:abstractNum w:abstractNumId="27" w15:restartNumberingAfterBreak="0">
    <w:nsid w:val="437348B5"/>
    <w:multiLevelType w:val="hybridMultilevel"/>
    <w:tmpl w:val="4F2EF1EC"/>
    <w:lvl w:ilvl="0" w:tplc="9CB2F0AA">
      <w:start w:val="1"/>
      <w:numFmt w:val="decimal"/>
      <w:lvlText w:val="%1."/>
      <w:lvlJc w:val="left"/>
      <w:pPr>
        <w:ind w:left="720" w:hanging="360"/>
      </w:pPr>
      <w:rPr>
        <w:rFonts w:hint="default"/>
        <w:b w:val="0"/>
        <w:bCs w:val="0"/>
        <w:sz w:val="24"/>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E10D86"/>
    <w:multiLevelType w:val="hybridMultilevel"/>
    <w:tmpl w:val="0B60C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2DC7820"/>
    <w:multiLevelType w:val="hybridMultilevel"/>
    <w:tmpl w:val="518E03A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31"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2"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3074D9"/>
    <w:multiLevelType w:val="hybridMultilevel"/>
    <w:tmpl w:val="106E94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AFA59C6"/>
    <w:multiLevelType w:val="hybridMultilevel"/>
    <w:tmpl w:val="A018553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778213FE"/>
    <w:multiLevelType w:val="hybridMultilevel"/>
    <w:tmpl w:val="77624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9341398"/>
    <w:multiLevelType w:val="multilevel"/>
    <w:tmpl w:val="9B241E1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C0F1311"/>
    <w:multiLevelType w:val="hybridMultilevel"/>
    <w:tmpl w:val="5B729912"/>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2773210">
    <w:abstractNumId w:val="20"/>
  </w:num>
  <w:num w:numId="2" w16cid:durableId="1832528382">
    <w:abstractNumId w:val="20"/>
  </w:num>
  <w:num w:numId="3" w16cid:durableId="854147383">
    <w:abstractNumId w:val="20"/>
  </w:num>
  <w:num w:numId="4" w16cid:durableId="1974361099">
    <w:abstractNumId w:val="20"/>
  </w:num>
  <w:num w:numId="5" w16cid:durableId="594169044">
    <w:abstractNumId w:val="20"/>
  </w:num>
  <w:num w:numId="6" w16cid:durableId="906307376">
    <w:abstractNumId w:val="20"/>
  </w:num>
  <w:num w:numId="7" w16cid:durableId="433938967">
    <w:abstractNumId w:val="12"/>
  </w:num>
  <w:num w:numId="8" w16cid:durableId="1999846467">
    <w:abstractNumId w:val="12"/>
  </w:num>
  <w:num w:numId="9" w16cid:durableId="1173496967">
    <w:abstractNumId w:val="12"/>
  </w:num>
  <w:num w:numId="10" w16cid:durableId="5524655">
    <w:abstractNumId w:val="12"/>
  </w:num>
  <w:num w:numId="11" w16cid:durableId="212230865">
    <w:abstractNumId w:val="12"/>
  </w:num>
  <w:num w:numId="12" w16cid:durableId="1457989145">
    <w:abstractNumId w:val="12"/>
  </w:num>
  <w:num w:numId="13" w16cid:durableId="192306229">
    <w:abstractNumId w:val="24"/>
  </w:num>
  <w:num w:numId="14" w16cid:durableId="1304655348">
    <w:abstractNumId w:val="18"/>
  </w:num>
  <w:num w:numId="15" w16cid:durableId="662589071">
    <w:abstractNumId w:val="19"/>
  </w:num>
  <w:num w:numId="16" w16cid:durableId="462424458">
    <w:abstractNumId w:val="32"/>
  </w:num>
  <w:num w:numId="17" w16cid:durableId="824050173">
    <w:abstractNumId w:val="38"/>
  </w:num>
  <w:num w:numId="18" w16cid:durableId="782960615">
    <w:abstractNumId w:val="16"/>
  </w:num>
  <w:num w:numId="19" w16cid:durableId="1399129888">
    <w:abstractNumId w:val="14"/>
  </w:num>
  <w:num w:numId="20" w16cid:durableId="1151336494">
    <w:abstractNumId w:val="28"/>
  </w:num>
  <w:num w:numId="21" w16cid:durableId="199631442">
    <w:abstractNumId w:val="9"/>
  </w:num>
  <w:num w:numId="22" w16cid:durableId="238751025">
    <w:abstractNumId w:val="7"/>
  </w:num>
  <w:num w:numId="23" w16cid:durableId="684985558">
    <w:abstractNumId w:val="6"/>
  </w:num>
  <w:num w:numId="24" w16cid:durableId="2120756210">
    <w:abstractNumId w:val="5"/>
  </w:num>
  <w:num w:numId="25" w16cid:durableId="1482698983">
    <w:abstractNumId w:val="4"/>
  </w:num>
  <w:num w:numId="26" w16cid:durableId="142815056">
    <w:abstractNumId w:val="8"/>
  </w:num>
  <w:num w:numId="27" w16cid:durableId="1182551471">
    <w:abstractNumId w:val="3"/>
  </w:num>
  <w:num w:numId="28" w16cid:durableId="753861679">
    <w:abstractNumId w:val="2"/>
  </w:num>
  <w:num w:numId="29" w16cid:durableId="1546867204">
    <w:abstractNumId w:val="1"/>
  </w:num>
  <w:num w:numId="30" w16cid:durableId="23792800">
    <w:abstractNumId w:val="0"/>
  </w:num>
  <w:num w:numId="31" w16cid:durableId="626856926">
    <w:abstractNumId w:val="22"/>
  </w:num>
  <w:num w:numId="32" w16cid:durableId="221672915">
    <w:abstractNumId w:val="26"/>
  </w:num>
  <w:num w:numId="33" w16cid:durableId="163012286">
    <w:abstractNumId w:val="34"/>
  </w:num>
  <w:num w:numId="34" w16cid:durableId="495658665">
    <w:abstractNumId w:val="31"/>
  </w:num>
  <w:num w:numId="35" w16cid:durableId="343363350">
    <w:abstractNumId w:val="11"/>
  </w:num>
  <w:num w:numId="36" w16cid:durableId="13848747">
    <w:abstractNumId w:val="37"/>
  </w:num>
  <w:num w:numId="37" w16cid:durableId="1506238186">
    <w:abstractNumId w:val="7"/>
  </w:num>
  <w:num w:numId="38" w16cid:durableId="788430524">
    <w:abstractNumId w:val="5"/>
  </w:num>
  <w:num w:numId="39" w16cid:durableId="104085662">
    <w:abstractNumId w:val="4"/>
  </w:num>
  <w:num w:numId="40" w16cid:durableId="1242908648">
    <w:abstractNumId w:val="3"/>
  </w:num>
  <w:num w:numId="41" w16cid:durableId="323438102">
    <w:abstractNumId w:val="2"/>
  </w:num>
  <w:num w:numId="42" w16cid:durableId="2092850195">
    <w:abstractNumId w:val="1"/>
  </w:num>
  <w:num w:numId="43" w16cid:durableId="2004969525">
    <w:abstractNumId w:val="0"/>
  </w:num>
  <w:num w:numId="44" w16cid:durableId="1961064873">
    <w:abstractNumId w:val="7"/>
  </w:num>
  <w:num w:numId="45" w16cid:durableId="1793397407">
    <w:abstractNumId w:val="5"/>
  </w:num>
  <w:num w:numId="46" w16cid:durableId="1615862613">
    <w:abstractNumId w:val="4"/>
  </w:num>
  <w:num w:numId="47" w16cid:durableId="729961783">
    <w:abstractNumId w:val="3"/>
  </w:num>
  <w:num w:numId="48" w16cid:durableId="911962806">
    <w:abstractNumId w:val="2"/>
  </w:num>
  <w:num w:numId="49" w16cid:durableId="1026521878">
    <w:abstractNumId w:val="1"/>
  </w:num>
  <w:num w:numId="50" w16cid:durableId="1590893860">
    <w:abstractNumId w:val="0"/>
  </w:num>
  <w:num w:numId="51" w16cid:durableId="806700902">
    <w:abstractNumId w:val="7"/>
  </w:num>
  <w:num w:numId="52" w16cid:durableId="2144888797">
    <w:abstractNumId w:val="5"/>
  </w:num>
  <w:num w:numId="53" w16cid:durableId="1638756855">
    <w:abstractNumId w:val="4"/>
  </w:num>
  <w:num w:numId="54" w16cid:durableId="581110827">
    <w:abstractNumId w:val="3"/>
  </w:num>
  <w:num w:numId="55" w16cid:durableId="799540542">
    <w:abstractNumId w:val="2"/>
  </w:num>
  <w:num w:numId="56" w16cid:durableId="1898514581">
    <w:abstractNumId w:val="1"/>
  </w:num>
  <w:num w:numId="57" w16cid:durableId="202669388">
    <w:abstractNumId w:val="0"/>
  </w:num>
  <w:num w:numId="58" w16cid:durableId="1052147121">
    <w:abstractNumId w:val="7"/>
  </w:num>
  <w:num w:numId="59" w16cid:durableId="574358047">
    <w:abstractNumId w:val="5"/>
  </w:num>
  <w:num w:numId="60" w16cid:durableId="772748433">
    <w:abstractNumId w:val="4"/>
  </w:num>
  <w:num w:numId="61" w16cid:durableId="1536312320">
    <w:abstractNumId w:val="3"/>
  </w:num>
  <w:num w:numId="62" w16cid:durableId="1830630688">
    <w:abstractNumId w:val="2"/>
  </w:num>
  <w:num w:numId="63" w16cid:durableId="428429052">
    <w:abstractNumId w:val="1"/>
  </w:num>
  <w:num w:numId="64" w16cid:durableId="1232809041">
    <w:abstractNumId w:val="0"/>
  </w:num>
  <w:num w:numId="65" w16cid:durableId="300353492">
    <w:abstractNumId w:val="7"/>
  </w:num>
  <w:num w:numId="66" w16cid:durableId="1895776059">
    <w:abstractNumId w:val="5"/>
  </w:num>
  <w:num w:numId="67" w16cid:durableId="585504483">
    <w:abstractNumId w:val="4"/>
  </w:num>
  <w:num w:numId="68" w16cid:durableId="1178740213">
    <w:abstractNumId w:val="3"/>
  </w:num>
  <w:num w:numId="69" w16cid:durableId="2053533022">
    <w:abstractNumId w:val="2"/>
  </w:num>
  <w:num w:numId="70" w16cid:durableId="1318850277">
    <w:abstractNumId w:val="1"/>
  </w:num>
  <w:num w:numId="71" w16cid:durableId="1442384496">
    <w:abstractNumId w:val="0"/>
  </w:num>
  <w:num w:numId="72" w16cid:durableId="67847394">
    <w:abstractNumId w:val="7"/>
  </w:num>
  <w:num w:numId="73" w16cid:durableId="323362335">
    <w:abstractNumId w:val="5"/>
  </w:num>
  <w:num w:numId="74" w16cid:durableId="1620793318">
    <w:abstractNumId w:val="4"/>
  </w:num>
  <w:num w:numId="75" w16cid:durableId="2017808007">
    <w:abstractNumId w:val="3"/>
  </w:num>
  <w:num w:numId="76" w16cid:durableId="1747730273">
    <w:abstractNumId w:val="2"/>
  </w:num>
  <w:num w:numId="77" w16cid:durableId="1435587898">
    <w:abstractNumId w:val="1"/>
  </w:num>
  <w:num w:numId="78" w16cid:durableId="1807505049">
    <w:abstractNumId w:val="0"/>
  </w:num>
  <w:num w:numId="79" w16cid:durableId="1008754893">
    <w:abstractNumId w:val="7"/>
  </w:num>
  <w:num w:numId="80" w16cid:durableId="1850606407">
    <w:abstractNumId w:val="5"/>
  </w:num>
  <w:num w:numId="81" w16cid:durableId="369915496">
    <w:abstractNumId w:val="4"/>
  </w:num>
  <w:num w:numId="82" w16cid:durableId="1366522955">
    <w:abstractNumId w:val="3"/>
  </w:num>
  <w:num w:numId="83" w16cid:durableId="168493716">
    <w:abstractNumId w:val="2"/>
  </w:num>
  <w:num w:numId="84" w16cid:durableId="301811606">
    <w:abstractNumId w:val="1"/>
  </w:num>
  <w:num w:numId="85" w16cid:durableId="907301767">
    <w:abstractNumId w:val="0"/>
  </w:num>
  <w:num w:numId="86" w16cid:durableId="640036343">
    <w:abstractNumId w:val="7"/>
  </w:num>
  <w:num w:numId="87" w16cid:durableId="1055006027">
    <w:abstractNumId w:val="5"/>
  </w:num>
  <w:num w:numId="88" w16cid:durableId="965504914">
    <w:abstractNumId w:val="4"/>
  </w:num>
  <w:num w:numId="89" w16cid:durableId="13193603">
    <w:abstractNumId w:val="3"/>
  </w:num>
  <w:num w:numId="90" w16cid:durableId="1131284418">
    <w:abstractNumId w:val="2"/>
  </w:num>
  <w:num w:numId="91" w16cid:durableId="597713647">
    <w:abstractNumId w:val="1"/>
  </w:num>
  <w:num w:numId="92" w16cid:durableId="1171218425">
    <w:abstractNumId w:val="0"/>
  </w:num>
  <w:num w:numId="93" w16cid:durableId="1419979800">
    <w:abstractNumId w:val="7"/>
  </w:num>
  <w:num w:numId="94" w16cid:durableId="95491619">
    <w:abstractNumId w:val="5"/>
  </w:num>
  <w:num w:numId="95" w16cid:durableId="118960277">
    <w:abstractNumId w:val="4"/>
  </w:num>
  <w:num w:numId="96" w16cid:durableId="671177672">
    <w:abstractNumId w:val="3"/>
  </w:num>
  <w:num w:numId="97" w16cid:durableId="1043410844">
    <w:abstractNumId w:val="2"/>
  </w:num>
  <w:num w:numId="98" w16cid:durableId="1407149244">
    <w:abstractNumId w:val="1"/>
  </w:num>
  <w:num w:numId="99" w16cid:durableId="1956983598">
    <w:abstractNumId w:val="0"/>
  </w:num>
  <w:num w:numId="100" w16cid:durableId="1371147209">
    <w:abstractNumId w:val="7"/>
  </w:num>
  <w:num w:numId="101" w16cid:durableId="2011249210">
    <w:abstractNumId w:val="5"/>
  </w:num>
  <w:num w:numId="102" w16cid:durableId="2117168188">
    <w:abstractNumId w:val="4"/>
  </w:num>
  <w:num w:numId="103" w16cid:durableId="1226723739">
    <w:abstractNumId w:val="3"/>
  </w:num>
  <w:num w:numId="104" w16cid:durableId="1117484990">
    <w:abstractNumId w:val="2"/>
  </w:num>
  <w:num w:numId="105" w16cid:durableId="310672745">
    <w:abstractNumId w:val="1"/>
  </w:num>
  <w:num w:numId="106" w16cid:durableId="1960716146">
    <w:abstractNumId w:val="0"/>
  </w:num>
  <w:num w:numId="107" w16cid:durableId="1001859904">
    <w:abstractNumId w:val="7"/>
  </w:num>
  <w:num w:numId="108" w16cid:durableId="1070925769">
    <w:abstractNumId w:val="5"/>
  </w:num>
  <w:num w:numId="109" w16cid:durableId="673145960">
    <w:abstractNumId w:val="4"/>
  </w:num>
  <w:num w:numId="110" w16cid:durableId="980957970">
    <w:abstractNumId w:val="3"/>
  </w:num>
  <w:num w:numId="111" w16cid:durableId="1320159503">
    <w:abstractNumId w:val="2"/>
  </w:num>
  <w:num w:numId="112" w16cid:durableId="1277643406">
    <w:abstractNumId w:val="7"/>
  </w:num>
  <w:num w:numId="113" w16cid:durableId="1775128311">
    <w:abstractNumId w:val="5"/>
  </w:num>
  <w:num w:numId="114" w16cid:durableId="887305813">
    <w:abstractNumId w:val="4"/>
  </w:num>
  <w:num w:numId="115" w16cid:durableId="608002408">
    <w:abstractNumId w:val="3"/>
  </w:num>
  <w:num w:numId="116" w16cid:durableId="2045204724">
    <w:abstractNumId w:val="2"/>
  </w:num>
  <w:num w:numId="117" w16cid:durableId="1988703417">
    <w:abstractNumId w:val="1"/>
  </w:num>
  <w:num w:numId="118" w16cid:durableId="1492523676">
    <w:abstractNumId w:val="0"/>
  </w:num>
  <w:num w:numId="119" w16cid:durableId="1234586881">
    <w:abstractNumId w:val="7"/>
  </w:num>
  <w:num w:numId="120" w16cid:durableId="377318636">
    <w:abstractNumId w:val="5"/>
  </w:num>
  <w:num w:numId="121" w16cid:durableId="1255824397">
    <w:abstractNumId w:val="4"/>
  </w:num>
  <w:num w:numId="122" w16cid:durableId="1362974107">
    <w:abstractNumId w:val="3"/>
  </w:num>
  <w:num w:numId="123" w16cid:durableId="1370761973">
    <w:abstractNumId w:val="2"/>
  </w:num>
  <w:num w:numId="124" w16cid:durableId="1324964211">
    <w:abstractNumId w:val="1"/>
  </w:num>
  <w:num w:numId="125" w16cid:durableId="1776057115">
    <w:abstractNumId w:val="0"/>
  </w:num>
  <w:num w:numId="126" w16cid:durableId="270551382">
    <w:abstractNumId w:val="7"/>
  </w:num>
  <w:num w:numId="127" w16cid:durableId="1294095374">
    <w:abstractNumId w:val="5"/>
  </w:num>
  <w:num w:numId="128" w16cid:durableId="1641611663">
    <w:abstractNumId w:val="4"/>
  </w:num>
  <w:num w:numId="129" w16cid:durableId="1839274233">
    <w:abstractNumId w:val="3"/>
  </w:num>
  <w:num w:numId="130" w16cid:durableId="896432637">
    <w:abstractNumId w:val="2"/>
  </w:num>
  <w:num w:numId="131" w16cid:durableId="1435436499">
    <w:abstractNumId w:val="1"/>
  </w:num>
  <w:num w:numId="132" w16cid:durableId="1086342215">
    <w:abstractNumId w:val="0"/>
  </w:num>
  <w:num w:numId="133" w16cid:durableId="1898937103">
    <w:abstractNumId w:val="7"/>
  </w:num>
  <w:num w:numId="134" w16cid:durableId="1847481431">
    <w:abstractNumId w:val="5"/>
  </w:num>
  <w:num w:numId="135" w16cid:durableId="1611279044">
    <w:abstractNumId w:val="4"/>
  </w:num>
  <w:num w:numId="136" w16cid:durableId="587807914">
    <w:abstractNumId w:val="3"/>
  </w:num>
  <w:num w:numId="137" w16cid:durableId="17050694">
    <w:abstractNumId w:val="2"/>
  </w:num>
  <w:num w:numId="138" w16cid:durableId="1045373159">
    <w:abstractNumId w:val="1"/>
  </w:num>
  <w:num w:numId="139" w16cid:durableId="1084380317">
    <w:abstractNumId w:val="0"/>
  </w:num>
  <w:num w:numId="140" w16cid:durableId="1371303896">
    <w:abstractNumId w:val="7"/>
  </w:num>
  <w:num w:numId="141" w16cid:durableId="1435708024">
    <w:abstractNumId w:val="5"/>
  </w:num>
  <w:num w:numId="142" w16cid:durableId="1443649752">
    <w:abstractNumId w:val="4"/>
  </w:num>
  <w:num w:numId="143" w16cid:durableId="437991935">
    <w:abstractNumId w:val="3"/>
  </w:num>
  <w:num w:numId="144" w16cid:durableId="1524317736">
    <w:abstractNumId w:val="2"/>
  </w:num>
  <w:num w:numId="145" w16cid:durableId="741486530">
    <w:abstractNumId w:val="1"/>
  </w:num>
  <w:num w:numId="146" w16cid:durableId="726563077">
    <w:abstractNumId w:val="0"/>
  </w:num>
  <w:num w:numId="147" w16cid:durableId="1365519969">
    <w:abstractNumId w:val="7"/>
  </w:num>
  <w:num w:numId="148" w16cid:durableId="379133025">
    <w:abstractNumId w:val="5"/>
  </w:num>
  <w:num w:numId="149" w16cid:durableId="157766900">
    <w:abstractNumId w:val="4"/>
  </w:num>
  <w:num w:numId="150" w16cid:durableId="24643691">
    <w:abstractNumId w:val="3"/>
  </w:num>
  <w:num w:numId="151" w16cid:durableId="1909803796">
    <w:abstractNumId w:val="2"/>
  </w:num>
  <w:num w:numId="152" w16cid:durableId="1226260831">
    <w:abstractNumId w:val="1"/>
  </w:num>
  <w:num w:numId="153" w16cid:durableId="1186284503">
    <w:abstractNumId w:val="0"/>
  </w:num>
  <w:num w:numId="154" w16cid:durableId="1688559633">
    <w:abstractNumId w:val="7"/>
  </w:num>
  <w:num w:numId="155" w16cid:durableId="181818915">
    <w:abstractNumId w:val="5"/>
  </w:num>
  <w:num w:numId="156" w16cid:durableId="130446502">
    <w:abstractNumId w:val="4"/>
  </w:num>
  <w:num w:numId="157" w16cid:durableId="106196446">
    <w:abstractNumId w:val="3"/>
  </w:num>
  <w:num w:numId="158" w16cid:durableId="1112087259">
    <w:abstractNumId w:val="2"/>
  </w:num>
  <w:num w:numId="159" w16cid:durableId="657729495">
    <w:abstractNumId w:val="1"/>
  </w:num>
  <w:num w:numId="160" w16cid:durableId="1667201671">
    <w:abstractNumId w:val="0"/>
  </w:num>
  <w:num w:numId="161" w16cid:durableId="588392582">
    <w:abstractNumId w:val="7"/>
  </w:num>
  <w:num w:numId="162" w16cid:durableId="1242640449">
    <w:abstractNumId w:val="5"/>
  </w:num>
  <w:num w:numId="163" w16cid:durableId="938564657">
    <w:abstractNumId w:val="4"/>
  </w:num>
  <w:num w:numId="164" w16cid:durableId="1581671378">
    <w:abstractNumId w:val="3"/>
  </w:num>
  <w:num w:numId="165" w16cid:durableId="1590307758">
    <w:abstractNumId w:val="2"/>
  </w:num>
  <w:num w:numId="166" w16cid:durableId="1883976143">
    <w:abstractNumId w:val="1"/>
  </w:num>
  <w:num w:numId="167" w16cid:durableId="36048165">
    <w:abstractNumId w:val="0"/>
  </w:num>
  <w:num w:numId="168" w16cid:durableId="1222326302">
    <w:abstractNumId w:val="7"/>
  </w:num>
  <w:num w:numId="169" w16cid:durableId="2074354632">
    <w:abstractNumId w:val="5"/>
  </w:num>
  <w:num w:numId="170" w16cid:durableId="915937811">
    <w:abstractNumId w:val="4"/>
  </w:num>
  <w:num w:numId="171" w16cid:durableId="1691758588">
    <w:abstractNumId w:val="3"/>
  </w:num>
  <w:num w:numId="172" w16cid:durableId="342511430">
    <w:abstractNumId w:val="2"/>
  </w:num>
  <w:num w:numId="173" w16cid:durableId="1432504037">
    <w:abstractNumId w:val="1"/>
  </w:num>
  <w:num w:numId="174" w16cid:durableId="1361394844">
    <w:abstractNumId w:val="0"/>
  </w:num>
  <w:num w:numId="175" w16cid:durableId="260335826">
    <w:abstractNumId w:val="7"/>
  </w:num>
  <w:num w:numId="176" w16cid:durableId="1138110521">
    <w:abstractNumId w:val="5"/>
  </w:num>
  <w:num w:numId="177" w16cid:durableId="555287985">
    <w:abstractNumId w:val="4"/>
  </w:num>
  <w:num w:numId="178" w16cid:durableId="801656977">
    <w:abstractNumId w:val="3"/>
  </w:num>
  <w:num w:numId="179" w16cid:durableId="224025683">
    <w:abstractNumId w:val="2"/>
  </w:num>
  <w:num w:numId="180" w16cid:durableId="1415400493">
    <w:abstractNumId w:val="1"/>
  </w:num>
  <w:num w:numId="181" w16cid:durableId="56055251">
    <w:abstractNumId w:val="0"/>
  </w:num>
  <w:num w:numId="182" w16cid:durableId="939413788">
    <w:abstractNumId w:val="7"/>
  </w:num>
  <w:num w:numId="183" w16cid:durableId="2026051630">
    <w:abstractNumId w:val="5"/>
  </w:num>
  <w:num w:numId="184" w16cid:durableId="1378317339">
    <w:abstractNumId w:val="4"/>
  </w:num>
  <w:num w:numId="185" w16cid:durableId="1973244744">
    <w:abstractNumId w:val="3"/>
  </w:num>
  <w:num w:numId="186" w16cid:durableId="38673201">
    <w:abstractNumId w:val="2"/>
  </w:num>
  <w:num w:numId="187" w16cid:durableId="1816989609">
    <w:abstractNumId w:val="1"/>
  </w:num>
  <w:num w:numId="188" w16cid:durableId="1947880973">
    <w:abstractNumId w:val="0"/>
  </w:num>
  <w:num w:numId="189" w16cid:durableId="449128068">
    <w:abstractNumId w:val="7"/>
  </w:num>
  <w:num w:numId="190" w16cid:durableId="665211980">
    <w:abstractNumId w:val="5"/>
  </w:num>
  <w:num w:numId="191" w16cid:durableId="823400410">
    <w:abstractNumId w:val="4"/>
  </w:num>
  <w:num w:numId="192" w16cid:durableId="57048284">
    <w:abstractNumId w:val="3"/>
  </w:num>
  <w:num w:numId="193" w16cid:durableId="624119465">
    <w:abstractNumId w:val="2"/>
  </w:num>
  <w:num w:numId="194" w16cid:durableId="1068961324">
    <w:abstractNumId w:val="1"/>
  </w:num>
  <w:num w:numId="195" w16cid:durableId="1244070763">
    <w:abstractNumId w:val="0"/>
  </w:num>
  <w:num w:numId="196" w16cid:durableId="723800503">
    <w:abstractNumId w:val="7"/>
  </w:num>
  <w:num w:numId="197" w16cid:durableId="46271717">
    <w:abstractNumId w:val="5"/>
  </w:num>
  <w:num w:numId="198" w16cid:durableId="1307710399">
    <w:abstractNumId w:val="4"/>
  </w:num>
  <w:num w:numId="199" w16cid:durableId="298070066">
    <w:abstractNumId w:val="3"/>
  </w:num>
  <w:num w:numId="200" w16cid:durableId="1982032906">
    <w:abstractNumId w:val="2"/>
  </w:num>
  <w:num w:numId="201" w16cid:durableId="1841846302">
    <w:abstractNumId w:val="1"/>
  </w:num>
  <w:num w:numId="202" w16cid:durableId="1375690772">
    <w:abstractNumId w:val="0"/>
  </w:num>
  <w:num w:numId="203" w16cid:durableId="224802646">
    <w:abstractNumId w:val="7"/>
  </w:num>
  <w:num w:numId="204" w16cid:durableId="1130435501">
    <w:abstractNumId w:val="5"/>
  </w:num>
  <w:num w:numId="205" w16cid:durableId="1011686596">
    <w:abstractNumId w:val="4"/>
  </w:num>
  <w:num w:numId="206" w16cid:durableId="2118062959">
    <w:abstractNumId w:val="3"/>
  </w:num>
  <w:num w:numId="207" w16cid:durableId="1372724764">
    <w:abstractNumId w:val="2"/>
  </w:num>
  <w:num w:numId="208" w16cid:durableId="1463695826">
    <w:abstractNumId w:val="1"/>
  </w:num>
  <w:num w:numId="209" w16cid:durableId="1379625338">
    <w:abstractNumId w:val="0"/>
  </w:num>
  <w:num w:numId="210" w16cid:durableId="132724963">
    <w:abstractNumId w:val="7"/>
  </w:num>
  <w:num w:numId="211" w16cid:durableId="1851286872">
    <w:abstractNumId w:val="5"/>
  </w:num>
  <w:num w:numId="212" w16cid:durableId="46345397">
    <w:abstractNumId w:val="4"/>
  </w:num>
  <w:num w:numId="213" w16cid:durableId="1028025033">
    <w:abstractNumId w:val="3"/>
  </w:num>
  <w:num w:numId="214" w16cid:durableId="1157070844">
    <w:abstractNumId w:val="2"/>
  </w:num>
  <w:num w:numId="215" w16cid:durableId="472408120">
    <w:abstractNumId w:val="1"/>
  </w:num>
  <w:num w:numId="216" w16cid:durableId="1511602756">
    <w:abstractNumId w:val="0"/>
  </w:num>
  <w:num w:numId="217" w16cid:durableId="59057642">
    <w:abstractNumId w:val="7"/>
  </w:num>
  <w:num w:numId="218" w16cid:durableId="179855924">
    <w:abstractNumId w:val="5"/>
  </w:num>
  <w:num w:numId="219" w16cid:durableId="1548101925">
    <w:abstractNumId w:val="4"/>
  </w:num>
  <w:num w:numId="220" w16cid:durableId="1339233196">
    <w:abstractNumId w:val="3"/>
  </w:num>
  <w:num w:numId="221" w16cid:durableId="576355843">
    <w:abstractNumId w:val="2"/>
  </w:num>
  <w:num w:numId="222" w16cid:durableId="431165256">
    <w:abstractNumId w:val="1"/>
  </w:num>
  <w:num w:numId="223" w16cid:durableId="778373560">
    <w:abstractNumId w:val="0"/>
  </w:num>
  <w:num w:numId="224" w16cid:durableId="1328745728">
    <w:abstractNumId w:val="7"/>
  </w:num>
  <w:num w:numId="225" w16cid:durableId="1298535087">
    <w:abstractNumId w:val="5"/>
  </w:num>
  <w:num w:numId="226" w16cid:durableId="342056042">
    <w:abstractNumId w:val="4"/>
  </w:num>
  <w:num w:numId="227" w16cid:durableId="1586647813">
    <w:abstractNumId w:val="3"/>
  </w:num>
  <w:num w:numId="228" w16cid:durableId="166333931">
    <w:abstractNumId w:val="2"/>
  </w:num>
  <w:num w:numId="229" w16cid:durableId="1041515818">
    <w:abstractNumId w:val="1"/>
  </w:num>
  <w:num w:numId="230" w16cid:durableId="1698894552">
    <w:abstractNumId w:val="0"/>
  </w:num>
  <w:num w:numId="231" w16cid:durableId="2144154815">
    <w:abstractNumId w:val="7"/>
  </w:num>
  <w:num w:numId="232" w16cid:durableId="58792475">
    <w:abstractNumId w:val="5"/>
  </w:num>
  <w:num w:numId="233" w16cid:durableId="1897426133">
    <w:abstractNumId w:val="4"/>
  </w:num>
  <w:num w:numId="234" w16cid:durableId="1306085084">
    <w:abstractNumId w:val="3"/>
  </w:num>
  <w:num w:numId="235" w16cid:durableId="1263756112">
    <w:abstractNumId w:val="2"/>
  </w:num>
  <w:num w:numId="236" w16cid:durableId="1346059656">
    <w:abstractNumId w:val="1"/>
  </w:num>
  <w:num w:numId="237" w16cid:durableId="1764035975">
    <w:abstractNumId w:val="0"/>
  </w:num>
  <w:num w:numId="238" w16cid:durableId="1793086297">
    <w:abstractNumId w:val="7"/>
  </w:num>
  <w:num w:numId="239" w16cid:durableId="2002461067">
    <w:abstractNumId w:val="5"/>
  </w:num>
  <w:num w:numId="240" w16cid:durableId="1248155650">
    <w:abstractNumId w:val="4"/>
  </w:num>
  <w:num w:numId="241" w16cid:durableId="1990936124">
    <w:abstractNumId w:val="3"/>
  </w:num>
  <w:num w:numId="242" w16cid:durableId="879703453">
    <w:abstractNumId w:val="2"/>
  </w:num>
  <w:num w:numId="243" w16cid:durableId="1109395473">
    <w:abstractNumId w:val="1"/>
  </w:num>
  <w:num w:numId="244" w16cid:durableId="1118062960">
    <w:abstractNumId w:val="0"/>
  </w:num>
  <w:num w:numId="245" w16cid:durableId="1722828474">
    <w:abstractNumId w:val="7"/>
  </w:num>
  <w:num w:numId="246" w16cid:durableId="116222106">
    <w:abstractNumId w:val="5"/>
  </w:num>
  <w:num w:numId="247" w16cid:durableId="1718119451">
    <w:abstractNumId w:val="4"/>
  </w:num>
  <w:num w:numId="248" w16cid:durableId="1599561888">
    <w:abstractNumId w:val="3"/>
  </w:num>
  <w:num w:numId="249" w16cid:durableId="630868912">
    <w:abstractNumId w:val="2"/>
  </w:num>
  <w:num w:numId="250" w16cid:durableId="1997806290">
    <w:abstractNumId w:val="1"/>
  </w:num>
  <w:num w:numId="251" w16cid:durableId="776026139">
    <w:abstractNumId w:val="0"/>
  </w:num>
  <w:num w:numId="252" w16cid:durableId="1245187480">
    <w:abstractNumId w:val="7"/>
  </w:num>
  <w:num w:numId="253" w16cid:durableId="696351997">
    <w:abstractNumId w:val="5"/>
  </w:num>
  <w:num w:numId="254" w16cid:durableId="265624859">
    <w:abstractNumId w:val="4"/>
  </w:num>
  <w:num w:numId="255" w16cid:durableId="427194970">
    <w:abstractNumId w:val="3"/>
  </w:num>
  <w:num w:numId="256" w16cid:durableId="1107041277">
    <w:abstractNumId w:val="2"/>
  </w:num>
  <w:num w:numId="257" w16cid:durableId="2122190121">
    <w:abstractNumId w:val="1"/>
  </w:num>
  <w:num w:numId="258" w16cid:durableId="660353714">
    <w:abstractNumId w:val="0"/>
  </w:num>
  <w:num w:numId="259" w16cid:durableId="1442261165">
    <w:abstractNumId w:val="7"/>
  </w:num>
  <w:num w:numId="260" w16cid:durableId="1273244086">
    <w:abstractNumId w:val="5"/>
  </w:num>
  <w:num w:numId="261" w16cid:durableId="1788111804">
    <w:abstractNumId w:val="4"/>
  </w:num>
  <w:num w:numId="262" w16cid:durableId="586425795">
    <w:abstractNumId w:val="3"/>
  </w:num>
  <w:num w:numId="263" w16cid:durableId="226646640">
    <w:abstractNumId w:val="2"/>
  </w:num>
  <w:num w:numId="264" w16cid:durableId="457266543">
    <w:abstractNumId w:val="1"/>
  </w:num>
  <w:num w:numId="265" w16cid:durableId="1155956668">
    <w:abstractNumId w:val="0"/>
  </w:num>
  <w:num w:numId="266" w16cid:durableId="1936554758">
    <w:abstractNumId w:val="7"/>
  </w:num>
  <w:num w:numId="267" w16cid:durableId="1059092379">
    <w:abstractNumId w:val="5"/>
  </w:num>
  <w:num w:numId="268" w16cid:durableId="715087937">
    <w:abstractNumId w:val="4"/>
  </w:num>
  <w:num w:numId="269" w16cid:durableId="2058775715">
    <w:abstractNumId w:val="3"/>
  </w:num>
  <w:num w:numId="270" w16cid:durableId="444816002">
    <w:abstractNumId w:val="2"/>
  </w:num>
  <w:num w:numId="271" w16cid:durableId="234901867">
    <w:abstractNumId w:val="1"/>
  </w:num>
  <w:num w:numId="272" w16cid:durableId="2146310106">
    <w:abstractNumId w:val="0"/>
  </w:num>
  <w:num w:numId="273" w16cid:durableId="972949184">
    <w:abstractNumId w:val="7"/>
  </w:num>
  <w:num w:numId="274" w16cid:durableId="1678464113">
    <w:abstractNumId w:val="5"/>
  </w:num>
  <w:num w:numId="275" w16cid:durableId="772168875">
    <w:abstractNumId w:val="4"/>
  </w:num>
  <w:num w:numId="276" w16cid:durableId="3214545">
    <w:abstractNumId w:val="3"/>
  </w:num>
  <w:num w:numId="277" w16cid:durableId="1243372787">
    <w:abstractNumId w:val="2"/>
  </w:num>
  <w:num w:numId="278" w16cid:durableId="835658328">
    <w:abstractNumId w:val="1"/>
  </w:num>
  <w:num w:numId="279" w16cid:durableId="858347410">
    <w:abstractNumId w:val="0"/>
  </w:num>
  <w:num w:numId="280" w16cid:durableId="1763838497">
    <w:abstractNumId w:val="7"/>
  </w:num>
  <w:num w:numId="281" w16cid:durableId="1749108088">
    <w:abstractNumId w:val="5"/>
  </w:num>
  <w:num w:numId="282" w16cid:durableId="130875434">
    <w:abstractNumId w:val="4"/>
  </w:num>
  <w:num w:numId="283" w16cid:durableId="2076198419">
    <w:abstractNumId w:val="3"/>
  </w:num>
  <w:num w:numId="284" w16cid:durableId="100540806">
    <w:abstractNumId w:val="2"/>
  </w:num>
  <w:num w:numId="285" w16cid:durableId="1948467115">
    <w:abstractNumId w:val="1"/>
  </w:num>
  <w:num w:numId="286" w16cid:durableId="2033340906">
    <w:abstractNumId w:val="0"/>
  </w:num>
  <w:num w:numId="287" w16cid:durableId="1449354528">
    <w:abstractNumId w:val="7"/>
  </w:num>
  <w:num w:numId="288" w16cid:durableId="1529176547">
    <w:abstractNumId w:val="5"/>
  </w:num>
  <w:num w:numId="289" w16cid:durableId="2095780670">
    <w:abstractNumId w:val="4"/>
  </w:num>
  <w:num w:numId="290" w16cid:durableId="2044556425">
    <w:abstractNumId w:val="3"/>
  </w:num>
  <w:num w:numId="291" w16cid:durableId="1595702834">
    <w:abstractNumId w:val="2"/>
  </w:num>
  <w:num w:numId="292" w16cid:durableId="1242447303">
    <w:abstractNumId w:val="1"/>
  </w:num>
  <w:num w:numId="293" w16cid:durableId="1716847885">
    <w:abstractNumId w:val="0"/>
  </w:num>
  <w:num w:numId="294" w16cid:durableId="256063784">
    <w:abstractNumId w:val="7"/>
  </w:num>
  <w:num w:numId="295" w16cid:durableId="663826174">
    <w:abstractNumId w:val="5"/>
  </w:num>
  <w:num w:numId="296" w16cid:durableId="59638516">
    <w:abstractNumId w:val="4"/>
  </w:num>
  <w:num w:numId="297" w16cid:durableId="149059669">
    <w:abstractNumId w:val="3"/>
  </w:num>
  <w:num w:numId="298" w16cid:durableId="684790921">
    <w:abstractNumId w:val="2"/>
  </w:num>
  <w:num w:numId="299" w16cid:durableId="774985306">
    <w:abstractNumId w:val="1"/>
  </w:num>
  <w:num w:numId="300" w16cid:durableId="1159425328">
    <w:abstractNumId w:val="0"/>
  </w:num>
  <w:num w:numId="301" w16cid:durableId="2077120161">
    <w:abstractNumId w:val="7"/>
  </w:num>
  <w:num w:numId="302" w16cid:durableId="1311591643">
    <w:abstractNumId w:val="5"/>
  </w:num>
  <w:num w:numId="303" w16cid:durableId="347758687">
    <w:abstractNumId w:val="4"/>
  </w:num>
  <w:num w:numId="304" w16cid:durableId="1985159843">
    <w:abstractNumId w:val="3"/>
  </w:num>
  <w:num w:numId="305" w16cid:durableId="1379430626">
    <w:abstractNumId w:val="2"/>
  </w:num>
  <w:num w:numId="306" w16cid:durableId="1005279590">
    <w:abstractNumId w:val="1"/>
  </w:num>
  <w:num w:numId="307" w16cid:durableId="302010286">
    <w:abstractNumId w:val="0"/>
  </w:num>
  <w:num w:numId="308" w16cid:durableId="1589999310">
    <w:abstractNumId w:val="7"/>
  </w:num>
  <w:num w:numId="309" w16cid:durableId="956715441">
    <w:abstractNumId w:val="5"/>
  </w:num>
  <w:num w:numId="310" w16cid:durableId="433062830">
    <w:abstractNumId w:val="4"/>
  </w:num>
  <w:num w:numId="311" w16cid:durableId="1275746234">
    <w:abstractNumId w:val="3"/>
  </w:num>
  <w:num w:numId="312" w16cid:durableId="994996708">
    <w:abstractNumId w:val="2"/>
  </w:num>
  <w:num w:numId="313" w16cid:durableId="1630165100">
    <w:abstractNumId w:val="1"/>
  </w:num>
  <w:num w:numId="314" w16cid:durableId="1616979490">
    <w:abstractNumId w:val="0"/>
  </w:num>
  <w:num w:numId="315" w16cid:durableId="30618825">
    <w:abstractNumId w:val="7"/>
  </w:num>
  <w:num w:numId="316" w16cid:durableId="798962243">
    <w:abstractNumId w:val="5"/>
  </w:num>
  <w:num w:numId="317" w16cid:durableId="834538931">
    <w:abstractNumId w:val="4"/>
  </w:num>
  <w:num w:numId="318" w16cid:durableId="1858884714">
    <w:abstractNumId w:val="3"/>
  </w:num>
  <w:num w:numId="319" w16cid:durableId="1678147054">
    <w:abstractNumId w:val="2"/>
  </w:num>
  <w:num w:numId="320" w16cid:durableId="1670478321">
    <w:abstractNumId w:val="1"/>
  </w:num>
  <w:num w:numId="321" w16cid:durableId="84108264">
    <w:abstractNumId w:val="0"/>
  </w:num>
  <w:num w:numId="322" w16cid:durableId="892817242">
    <w:abstractNumId w:val="7"/>
  </w:num>
  <w:num w:numId="323" w16cid:durableId="1272475553">
    <w:abstractNumId w:val="5"/>
  </w:num>
  <w:num w:numId="324" w16cid:durableId="1489706790">
    <w:abstractNumId w:val="4"/>
  </w:num>
  <w:num w:numId="325" w16cid:durableId="383213677">
    <w:abstractNumId w:val="3"/>
  </w:num>
  <w:num w:numId="326" w16cid:durableId="375395784">
    <w:abstractNumId w:val="2"/>
  </w:num>
  <w:num w:numId="327" w16cid:durableId="795097251">
    <w:abstractNumId w:val="1"/>
  </w:num>
  <w:num w:numId="328" w16cid:durableId="247232151">
    <w:abstractNumId w:val="0"/>
  </w:num>
  <w:num w:numId="329" w16cid:durableId="1953049028">
    <w:abstractNumId w:val="7"/>
  </w:num>
  <w:num w:numId="330" w16cid:durableId="110708057">
    <w:abstractNumId w:val="5"/>
  </w:num>
  <w:num w:numId="331" w16cid:durableId="1896576308">
    <w:abstractNumId w:val="4"/>
  </w:num>
  <w:num w:numId="332" w16cid:durableId="95835804">
    <w:abstractNumId w:val="3"/>
  </w:num>
  <w:num w:numId="333" w16cid:durableId="167796529">
    <w:abstractNumId w:val="2"/>
  </w:num>
  <w:num w:numId="334" w16cid:durableId="16584400">
    <w:abstractNumId w:val="1"/>
  </w:num>
  <w:num w:numId="335" w16cid:durableId="85655806">
    <w:abstractNumId w:val="0"/>
  </w:num>
  <w:num w:numId="336" w16cid:durableId="1685092952">
    <w:abstractNumId w:val="7"/>
  </w:num>
  <w:num w:numId="337" w16cid:durableId="1600793949">
    <w:abstractNumId w:val="5"/>
  </w:num>
  <w:num w:numId="338" w16cid:durableId="114062117">
    <w:abstractNumId w:val="4"/>
  </w:num>
  <w:num w:numId="339" w16cid:durableId="1962489525">
    <w:abstractNumId w:val="3"/>
  </w:num>
  <w:num w:numId="340" w16cid:durableId="1278171683">
    <w:abstractNumId w:val="2"/>
  </w:num>
  <w:num w:numId="341" w16cid:durableId="1157191886">
    <w:abstractNumId w:val="1"/>
  </w:num>
  <w:num w:numId="342" w16cid:durableId="1225799937">
    <w:abstractNumId w:val="0"/>
  </w:num>
  <w:num w:numId="343" w16cid:durableId="536549454">
    <w:abstractNumId w:val="7"/>
  </w:num>
  <w:num w:numId="344" w16cid:durableId="1278366766">
    <w:abstractNumId w:val="5"/>
  </w:num>
  <w:num w:numId="345" w16cid:durableId="941692387">
    <w:abstractNumId w:val="4"/>
  </w:num>
  <w:num w:numId="346" w16cid:durableId="853154778">
    <w:abstractNumId w:val="3"/>
  </w:num>
  <w:num w:numId="347" w16cid:durableId="2078046731">
    <w:abstractNumId w:val="2"/>
  </w:num>
  <w:num w:numId="348" w16cid:durableId="1159731475">
    <w:abstractNumId w:val="1"/>
  </w:num>
  <w:num w:numId="349" w16cid:durableId="269096206">
    <w:abstractNumId w:val="0"/>
  </w:num>
  <w:num w:numId="350" w16cid:durableId="1240166581">
    <w:abstractNumId w:val="7"/>
  </w:num>
  <w:num w:numId="351" w16cid:durableId="1027751455">
    <w:abstractNumId w:val="5"/>
  </w:num>
  <w:num w:numId="352" w16cid:durableId="383797720">
    <w:abstractNumId w:val="4"/>
  </w:num>
  <w:num w:numId="353" w16cid:durableId="46951382">
    <w:abstractNumId w:val="3"/>
  </w:num>
  <w:num w:numId="354" w16cid:durableId="476535092">
    <w:abstractNumId w:val="2"/>
  </w:num>
  <w:num w:numId="355" w16cid:durableId="95172318">
    <w:abstractNumId w:val="1"/>
  </w:num>
  <w:num w:numId="356" w16cid:durableId="1781870819">
    <w:abstractNumId w:val="0"/>
  </w:num>
  <w:num w:numId="357" w16cid:durableId="1084568002">
    <w:abstractNumId w:val="7"/>
  </w:num>
  <w:num w:numId="358" w16cid:durableId="551111626">
    <w:abstractNumId w:val="5"/>
  </w:num>
  <w:num w:numId="359" w16cid:durableId="508835475">
    <w:abstractNumId w:val="4"/>
  </w:num>
  <w:num w:numId="360" w16cid:durableId="1030423613">
    <w:abstractNumId w:val="3"/>
  </w:num>
  <w:num w:numId="361" w16cid:durableId="838236544">
    <w:abstractNumId w:val="2"/>
  </w:num>
  <w:num w:numId="362" w16cid:durableId="237713073">
    <w:abstractNumId w:val="1"/>
  </w:num>
  <w:num w:numId="363" w16cid:durableId="303051863">
    <w:abstractNumId w:val="0"/>
  </w:num>
  <w:num w:numId="364" w16cid:durableId="1924683844">
    <w:abstractNumId w:val="7"/>
  </w:num>
  <w:num w:numId="365" w16cid:durableId="341860780">
    <w:abstractNumId w:val="5"/>
  </w:num>
  <w:num w:numId="366" w16cid:durableId="2049068325">
    <w:abstractNumId w:val="4"/>
  </w:num>
  <w:num w:numId="367" w16cid:durableId="699866226">
    <w:abstractNumId w:val="3"/>
  </w:num>
  <w:num w:numId="368" w16cid:durableId="854879701">
    <w:abstractNumId w:val="2"/>
  </w:num>
  <w:num w:numId="369" w16cid:durableId="463162196">
    <w:abstractNumId w:val="1"/>
  </w:num>
  <w:num w:numId="370" w16cid:durableId="1442649230">
    <w:abstractNumId w:val="0"/>
  </w:num>
  <w:num w:numId="371" w16cid:durableId="277446230">
    <w:abstractNumId w:val="7"/>
  </w:num>
  <w:num w:numId="372" w16cid:durableId="1342512518">
    <w:abstractNumId w:val="5"/>
  </w:num>
  <w:num w:numId="373" w16cid:durableId="696471364">
    <w:abstractNumId w:val="4"/>
  </w:num>
  <w:num w:numId="374" w16cid:durableId="484198802">
    <w:abstractNumId w:val="3"/>
  </w:num>
  <w:num w:numId="375" w16cid:durableId="1567060132">
    <w:abstractNumId w:val="2"/>
  </w:num>
  <w:num w:numId="376" w16cid:durableId="1526016718">
    <w:abstractNumId w:val="1"/>
  </w:num>
  <w:num w:numId="377" w16cid:durableId="569508362">
    <w:abstractNumId w:val="0"/>
  </w:num>
  <w:num w:numId="378" w16cid:durableId="871763922">
    <w:abstractNumId w:val="7"/>
  </w:num>
  <w:num w:numId="379" w16cid:durableId="583759155">
    <w:abstractNumId w:val="5"/>
  </w:num>
  <w:num w:numId="380" w16cid:durableId="475686365">
    <w:abstractNumId w:val="4"/>
  </w:num>
  <w:num w:numId="381" w16cid:durableId="1646426303">
    <w:abstractNumId w:val="3"/>
  </w:num>
  <w:num w:numId="382" w16cid:durableId="779375120">
    <w:abstractNumId w:val="2"/>
  </w:num>
  <w:num w:numId="383" w16cid:durableId="1264604600">
    <w:abstractNumId w:val="1"/>
  </w:num>
  <w:num w:numId="384" w16cid:durableId="531115423">
    <w:abstractNumId w:val="0"/>
  </w:num>
  <w:num w:numId="385" w16cid:durableId="2022704950">
    <w:abstractNumId w:val="7"/>
  </w:num>
  <w:num w:numId="386" w16cid:durableId="1300955425">
    <w:abstractNumId w:val="5"/>
  </w:num>
  <w:num w:numId="387" w16cid:durableId="1748843887">
    <w:abstractNumId w:val="4"/>
  </w:num>
  <w:num w:numId="388" w16cid:durableId="1365062355">
    <w:abstractNumId w:val="3"/>
  </w:num>
  <w:num w:numId="389" w16cid:durableId="405037687">
    <w:abstractNumId w:val="2"/>
  </w:num>
  <w:num w:numId="390" w16cid:durableId="1656060108">
    <w:abstractNumId w:val="1"/>
  </w:num>
  <w:num w:numId="391" w16cid:durableId="917519433">
    <w:abstractNumId w:val="0"/>
  </w:num>
  <w:num w:numId="392" w16cid:durableId="53352784">
    <w:abstractNumId w:val="7"/>
  </w:num>
  <w:num w:numId="393" w16cid:durableId="199055258">
    <w:abstractNumId w:val="5"/>
  </w:num>
  <w:num w:numId="394" w16cid:durableId="977609247">
    <w:abstractNumId w:val="4"/>
  </w:num>
  <w:num w:numId="395" w16cid:durableId="344595700">
    <w:abstractNumId w:val="3"/>
  </w:num>
  <w:num w:numId="396" w16cid:durableId="2063674465">
    <w:abstractNumId w:val="2"/>
  </w:num>
  <w:num w:numId="397" w16cid:durableId="1216239357">
    <w:abstractNumId w:val="1"/>
  </w:num>
  <w:num w:numId="398" w16cid:durableId="1709716469">
    <w:abstractNumId w:val="0"/>
  </w:num>
  <w:num w:numId="399" w16cid:durableId="1991322711">
    <w:abstractNumId w:val="7"/>
  </w:num>
  <w:num w:numId="400" w16cid:durableId="1049764202">
    <w:abstractNumId w:val="5"/>
  </w:num>
  <w:num w:numId="401" w16cid:durableId="1029375395">
    <w:abstractNumId w:val="4"/>
  </w:num>
  <w:num w:numId="402" w16cid:durableId="804590471">
    <w:abstractNumId w:val="3"/>
  </w:num>
  <w:num w:numId="403" w16cid:durableId="1857768915">
    <w:abstractNumId w:val="2"/>
  </w:num>
  <w:num w:numId="404" w16cid:durableId="951017331">
    <w:abstractNumId w:val="1"/>
  </w:num>
  <w:num w:numId="405" w16cid:durableId="1215386231">
    <w:abstractNumId w:val="0"/>
  </w:num>
  <w:num w:numId="406" w16cid:durableId="556430822">
    <w:abstractNumId w:val="7"/>
  </w:num>
  <w:num w:numId="407" w16cid:durableId="1025399996">
    <w:abstractNumId w:val="5"/>
  </w:num>
  <w:num w:numId="408" w16cid:durableId="56244176">
    <w:abstractNumId w:val="4"/>
  </w:num>
  <w:num w:numId="409" w16cid:durableId="991257984">
    <w:abstractNumId w:val="3"/>
  </w:num>
  <w:num w:numId="410" w16cid:durableId="312608644">
    <w:abstractNumId w:val="2"/>
  </w:num>
  <w:num w:numId="411" w16cid:durableId="1386221026">
    <w:abstractNumId w:val="1"/>
  </w:num>
  <w:num w:numId="412" w16cid:durableId="1622564904">
    <w:abstractNumId w:val="0"/>
  </w:num>
  <w:num w:numId="413" w16cid:durableId="2043435063">
    <w:abstractNumId w:val="7"/>
  </w:num>
  <w:num w:numId="414" w16cid:durableId="397704240">
    <w:abstractNumId w:val="5"/>
  </w:num>
  <w:num w:numId="415" w16cid:durableId="939407619">
    <w:abstractNumId w:val="4"/>
  </w:num>
  <w:num w:numId="416" w16cid:durableId="1516072263">
    <w:abstractNumId w:val="3"/>
  </w:num>
  <w:num w:numId="417" w16cid:durableId="1762795591">
    <w:abstractNumId w:val="2"/>
  </w:num>
  <w:num w:numId="418" w16cid:durableId="573467641">
    <w:abstractNumId w:val="1"/>
  </w:num>
  <w:num w:numId="419" w16cid:durableId="1811821190">
    <w:abstractNumId w:val="0"/>
  </w:num>
  <w:num w:numId="420" w16cid:durableId="1266882387">
    <w:abstractNumId w:val="7"/>
  </w:num>
  <w:num w:numId="421" w16cid:durableId="1368068860">
    <w:abstractNumId w:val="5"/>
  </w:num>
  <w:num w:numId="422" w16cid:durableId="1234853401">
    <w:abstractNumId w:val="4"/>
  </w:num>
  <w:num w:numId="423" w16cid:durableId="1039470722">
    <w:abstractNumId w:val="3"/>
  </w:num>
  <w:num w:numId="424" w16cid:durableId="94134851">
    <w:abstractNumId w:val="2"/>
  </w:num>
  <w:num w:numId="425" w16cid:durableId="1478692009">
    <w:abstractNumId w:val="1"/>
  </w:num>
  <w:num w:numId="426" w16cid:durableId="1616597699">
    <w:abstractNumId w:val="0"/>
  </w:num>
  <w:num w:numId="427" w16cid:durableId="618410714">
    <w:abstractNumId w:val="7"/>
  </w:num>
  <w:num w:numId="428" w16cid:durableId="841894700">
    <w:abstractNumId w:val="5"/>
  </w:num>
  <w:num w:numId="429" w16cid:durableId="417754419">
    <w:abstractNumId w:val="4"/>
  </w:num>
  <w:num w:numId="430" w16cid:durableId="2102678199">
    <w:abstractNumId w:val="3"/>
  </w:num>
  <w:num w:numId="431" w16cid:durableId="722994472">
    <w:abstractNumId w:val="2"/>
  </w:num>
  <w:num w:numId="432" w16cid:durableId="196352769">
    <w:abstractNumId w:val="1"/>
  </w:num>
  <w:num w:numId="433" w16cid:durableId="71706168">
    <w:abstractNumId w:val="0"/>
  </w:num>
  <w:num w:numId="434" w16cid:durableId="597494235">
    <w:abstractNumId w:val="7"/>
  </w:num>
  <w:num w:numId="435" w16cid:durableId="872184107">
    <w:abstractNumId w:val="5"/>
  </w:num>
  <w:num w:numId="436" w16cid:durableId="1518037758">
    <w:abstractNumId w:val="4"/>
  </w:num>
  <w:num w:numId="437" w16cid:durableId="1366056212">
    <w:abstractNumId w:val="3"/>
  </w:num>
  <w:num w:numId="438" w16cid:durableId="2070182405">
    <w:abstractNumId w:val="2"/>
  </w:num>
  <w:num w:numId="439" w16cid:durableId="1573806477">
    <w:abstractNumId w:val="1"/>
  </w:num>
  <w:num w:numId="440" w16cid:durableId="444617637">
    <w:abstractNumId w:val="0"/>
  </w:num>
  <w:num w:numId="441" w16cid:durableId="195049915">
    <w:abstractNumId w:val="7"/>
  </w:num>
  <w:num w:numId="442" w16cid:durableId="1372683915">
    <w:abstractNumId w:val="5"/>
  </w:num>
  <w:num w:numId="443" w16cid:durableId="213464814">
    <w:abstractNumId w:val="4"/>
  </w:num>
  <w:num w:numId="444" w16cid:durableId="25839948">
    <w:abstractNumId w:val="3"/>
  </w:num>
  <w:num w:numId="445" w16cid:durableId="1428769991">
    <w:abstractNumId w:val="2"/>
  </w:num>
  <w:num w:numId="446" w16cid:durableId="1533768357">
    <w:abstractNumId w:val="1"/>
  </w:num>
  <w:num w:numId="447" w16cid:durableId="658194528">
    <w:abstractNumId w:val="0"/>
  </w:num>
  <w:num w:numId="448" w16cid:durableId="1878857997">
    <w:abstractNumId w:val="7"/>
  </w:num>
  <w:num w:numId="449" w16cid:durableId="989215417">
    <w:abstractNumId w:val="5"/>
  </w:num>
  <w:num w:numId="450" w16cid:durableId="1733387826">
    <w:abstractNumId w:val="4"/>
  </w:num>
  <w:num w:numId="451" w16cid:durableId="2015373511">
    <w:abstractNumId w:val="3"/>
  </w:num>
  <w:num w:numId="452" w16cid:durableId="1643346311">
    <w:abstractNumId w:val="2"/>
  </w:num>
  <w:num w:numId="453" w16cid:durableId="1898659559">
    <w:abstractNumId w:val="1"/>
  </w:num>
  <w:num w:numId="454" w16cid:durableId="1377242843">
    <w:abstractNumId w:val="0"/>
  </w:num>
  <w:num w:numId="455" w16cid:durableId="2026664055">
    <w:abstractNumId w:val="7"/>
  </w:num>
  <w:num w:numId="456" w16cid:durableId="1276182543">
    <w:abstractNumId w:val="5"/>
  </w:num>
  <w:num w:numId="457" w16cid:durableId="560487657">
    <w:abstractNumId w:val="4"/>
  </w:num>
  <w:num w:numId="458" w16cid:durableId="876239061">
    <w:abstractNumId w:val="3"/>
  </w:num>
  <w:num w:numId="459" w16cid:durableId="1562596556">
    <w:abstractNumId w:val="2"/>
  </w:num>
  <w:num w:numId="460" w16cid:durableId="1275400304">
    <w:abstractNumId w:val="1"/>
  </w:num>
  <w:num w:numId="461" w16cid:durableId="2082410711">
    <w:abstractNumId w:val="0"/>
  </w:num>
  <w:num w:numId="462" w16cid:durableId="1993480120">
    <w:abstractNumId w:val="7"/>
  </w:num>
  <w:num w:numId="463" w16cid:durableId="1788743070">
    <w:abstractNumId w:val="5"/>
  </w:num>
  <w:num w:numId="464" w16cid:durableId="216669482">
    <w:abstractNumId w:val="4"/>
  </w:num>
  <w:num w:numId="465" w16cid:durableId="229730070">
    <w:abstractNumId w:val="3"/>
  </w:num>
  <w:num w:numId="466" w16cid:durableId="546453592">
    <w:abstractNumId w:val="2"/>
  </w:num>
  <w:num w:numId="467" w16cid:durableId="251201055">
    <w:abstractNumId w:val="1"/>
  </w:num>
  <w:num w:numId="468" w16cid:durableId="1535272578">
    <w:abstractNumId w:val="0"/>
  </w:num>
  <w:num w:numId="469" w16cid:durableId="903414348">
    <w:abstractNumId w:val="7"/>
  </w:num>
  <w:num w:numId="470" w16cid:durableId="1842157691">
    <w:abstractNumId w:val="5"/>
  </w:num>
  <w:num w:numId="471" w16cid:durableId="1779176447">
    <w:abstractNumId w:val="4"/>
  </w:num>
  <w:num w:numId="472" w16cid:durableId="1884946522">
    <w:abstractNumId w:val="3"/>
  </w:num>
  <w:num w:numId="473" w16cid:durableId="1365784917">
    <w:abstractNumId w:val="2"/>
  </w:num>
  <w:num w:numId="474" w16cid:durableId="331880424">
    <w:abstractNumId w:val="1"/>
  </w:num>
  <w:num w:numId="475" w16cid:durableId="1888642207">
    <w:abstractNumId w:val="0"/>
  </w:num>
  <w:num w:numId="476" w16cid:durableId="1177646654">
    <w:abstractNumId w:val="7"/>
  </w:num>
  <w:num w:numId="477" w16cid:durableId="549344655">
    <w:abstractNumId w:val="5"/>
  </w:num>
  <w:num w:numId="478" w16cid:durableId="1820686783">
    <w:abstractNumId w:val="4"/>
  </w:num>
  <w:num w:numId="479" w16cid:durableId="602952958">
    <w:abstractNumId w:val="3"/>
  </w:num>
  <w:num w:numId="480" w16cid:durableId="420488842">
    <w:abstractNumId w:val="2"/>
  </w:num>
  <w:num w:numId="481" w16cid:durableId="588001132">
    <w:abstractNumId w:val="1"/>
  </w:num>
  <w:num w:numId="482" w16cid:durableId="900211216">
    <w:abstractNumId w:val="0"/>
  </w:num>
  <w:num w:numId="483" w16cid:durableId="1389232151">
    <w:abstractNumId w:val="7"/>
  </w:num>
  <w:num w:numId="484" w16cid:durableId="2023897238">
    <w:abstractNumId w:val="5"/>
  </w:num>
  <w:num w:numId="485" w16cid:durableId="388498915">
    <w:abstractNumId w:val="4"/>
  </w:num>
  <w:num w:numId="486" w16cid:durableId="99687789">
    <w:abstractNumId w:val="3"/>
  </w:num>
  <w:num w:numId="487" w16cid:durableId="867647439">
    <w:abstractNumId w:val="2"/>
  </w:num>
  <w:num w:numId="488" w16cid:durableId="1947345479">
    <w:abstractNumId w:val="1"/>
  </w:num>
  <w:num w:numId="489" w16cid:durableId="1677343927">
    <w:abstractNumId w:val="0"/>
  </w:num>
  <w:num w:numId="490" w16cid:durableId="2041122830">
    <w:abstractNumId w:val="7"/>
  </w:num>
  <w:num w:numId="491" w16cid:durableId="1442651146">
    <w:abstractNumId w:val="5"/>
  </w:num>
  <w:num w:numId="492" w16cid:durableId="946891724">
    <w:abstractNumId w:val="4"/>
  </w:num>
  <w:num w:numId="493" w16cid:durableId="1527206374">
    <w:abstractNumId w:val="3"/>
  </w:num>
  <w:num w:numId="494" w16cid:durableId="1989826111">
    <w:abstractNumId w:val="2"/>
  </w:num>
  <w:num w:numId="495" w16cid:durableId="1366757962">
    <w:abstractNumId w:val="1"/>
  </w:num>
  <w:num w:numId="496" w16cid:durableId="543709969">
    <w:abstractNumId w:val="0"/>
  </w:num>
  <w:num w:numId="497" w16cid:durableId="131487433">
    <w:abstractNumId w:val="7"/>
  </w:num>
  <w:num w:numId="498" w16cid:durableId="831681748">
    <w:abstractNumId w:val="5"/>
  </w:num>
  <w:num w:numId="499" w16cid:durableId="645084987">
    <w:abstractNumId w:val="4"/>
  </w:num>
  <w:num w:numId="500" w16cid:durableId="210658667">
    <w:abstractNumId w:val="3"/>
  </w:num>
  <w:num w:numId="501" w16cid:durableId="128282083">
    <w:abstractNumId w:val="2"/>
  </w:num>
  <w:num w:numId="502" w16cid:durableId="2119593402">
    <w:abstractNumId w:val="1"/>
  </w:num>
  <w:num w:numId="503" w16cid:durableId="2139106651">
    <w:abstractNumId w:val="0"/>
  </w:num>
  <w:num w:numId="504" w16cid:durableId="1222787709">
    <w:abstractNumId w:val="7"/>
  </w:num>
  <w:num w:numId="505" w16cid:durableId="1144006941">
    <w:abstractNumId w:val="5"/>
  </w:num>
  <w:num w:numId="506" w16cid:durableId="2088382380">
    <w:abstractNumId w:val="4"/>
  </w:num>
  <w:num w:numId="507" w16cid:durableId="1021976658">
    <w:abstractNumId w:val="3"/>
  </w:num>
  <w:num w:numId="508" w16cid:durableId="449054096">
    <w:abstractNumId w:val="2"/>
  </w:num>
  <w:num w:numId="509" w16cid:durableId="1607925845">
    <w:abstractNumId w:val="1"/>
  </w:num>
  <w:num w:numId="510" w16cid:durableId="636449288">
    <w:abstractNumId w:val="0"/>
  </w:num>
  <w:num w:numId="511" w16cid:durableId="1608200157">
    <w:abstractNumId w:val="7"/>
  </w:num>
  <w:num w:numId="512" w16cid:durableId="1328484967">
    <w:abstractNumId w:val="5"/>
  </w:num>
  <w:num w:numId="513" w16cid:durableId="211574164">
    <w:abstractNumId w:val="4"/>
  </w:num>
  <w:num w:numId="514" w16cid:durableId="259916266">
    <w:abstractNumId w:val="3"/>
  </w:num>
  <w:num w:numId="515" w16cid:durableId="614481868">
    <w:abstractNumId w:val="2"/>
  </w:num>
  <w:num w:numId="516" w16cid:durableId="1476221157">
    <w:abstractNumId w:val="1"/>
  </w:num>
  <w:num w:numId="517" w16cid:durableId="983462260">
    <w:abstractNumId w:val="0"/>
  </w:num>
  <w:num w:numId="518" w16cid:durableId="2074307805">
    <w:abstractNumId w:val="7"/>
  </w:num>
  <w:num w:numId="519" w16cid:durableId="1885020212">
    <w:abstractNumId w:val="5"/>
  </w:num>
  <w:num w:numId="520" w16cid:durableId="1180197958">
    <w:abstractNumId w:val="4"/>
  </w:num>
  <w:num w:numId="521" w16cid:durableId="1450320304">
    <w:abstractNumId w:val="3"/>
  </w:num>
  <w:num w:numId="522" w16cid:durableId="105393064">
    <w:abstractNumId w:val="2"/>
  </w:num>
  <w:num w:numId="523" w16cid:durableId="173498330">
    <w:abstractNumId w:val="1"/>
  </w:num>
  <w:num w:numId="524" w16cid:durableId="1387604567">
    <w:abstractNumId w:val="0"/>
  </w:num>
  <w:num w:numId="525" w16cid:durableId="1240561329">
    <w:abstractNumId w:val="7"/>
  </w:num>
  <w:num w:numId="526" w16cid:durableId="145705480">
    <w:abstractNumId w:val="5"/>
  </w:num>
  <w:num w:numId="527" w16cid:durableId="1703283625">
    <w:abstractNumId w:val="4"/>
  </w:num>
  <w:num w:numId="528" w16cid:durableId="163513365">
    <w:abstractNumId w:val="3"/>
  </w:num>
  <w:num w:numId="529" w16cid:durableId="614362159">
    <w:abstractNumId w:val="2"/>
  </w:num>
  <w:num w:numId="530" w16cid:durableId="523976570">
    <w:abstractNumId w:val="1"/>
  </w:num>
  <w:num w:numId="531" w16cid:durableId="2058041462">
    <w:abstractNumId w:val="0"/>
  </w:num>
  <w:num w:numId="532" w16cid:durableId="312566496">
    <w:abstractNumId w:val="7"/>
  </w:num>
  <w:num w:numId="533" w16cid:durableId="343167731">
    <w:abstractNumId w:val="5"/>
  </w:num>
  <w:num w:numId="534" w16cid:durableId="1854831951">
    <w:abstractNumId w:val="4"/>
  </w:num>
  <w:num w:numId="535" w16cid:durableId="1696032608">
    <w:abstractNumId w:val="3"/>
  </w:num>
  <w:num w:numId="536" w16cid:durableId="231745604">
    <w:abstractNumId w:val="2"/>
  </w:num>
  <w:num w:numId="537" w16cid:durableId="482939814">
    <w:abstractNumId w:val="1"/>
  </w:num>
  <w:num w:numId="538" w16cid:durableId="1739937017">
    <w:abstractNumId w:val="0"/>
  </w:num>
  <w:num w:numId="539" w16cid:durableId="1411653789">
    <w:abstractNumId w:val="7"/>
  </w:num>
  <w:num w:numId="540" w16cid:durableId="1315721093">
    <w:abstractNumId w:val="5"/>
  </w:num>
  <w:num w:numId="541" w16cid:durableId="1705596971">
    <w:abstractNumId w:val="4"/>
  </w:num>
  <w:num w:numId="542" w16cid:durableId="89857868">
    <w:abstractNumId w:val="3"/>
  </w:num>
  <w:num w:numId="543" w16cid:durableId="2118256539">
    <w:abstractNumId w:val="2"/>
  </w:num>
  <w:num w:numId="544" w16cid:durableId="1705251908">
    <w:abstractNumId w:val="1"/>
  </w:num>
  <w:num w:numId="545" w16cid:durableId="762074084">
    <w:abstractNumId w:val="0"/>
  </w:num>
  <w:num w:numId="546" w16cid:durableId="996376355">
    <w:abstractNumId w:val="7"/>
  </w:num>
  <w:num w:numId="547" w16cid:durableId="1946108424">
    <w:abstractNumId w:val="5"/>
  </w:num>
  <w:num w:numId="548" w16cid:durableId="373123342">
    <w:abstractNumId w:val="4"/>
  </w:num>
  <w:num w:numId="549" w16cid:durableId="1499268882">
    <w:abstractNumId w:val="3"/>
  </w:num>
  <w:num w:numId="550" w16cid:durableId="1281910249">
    <w:abstractNumId w:val="2"/>
  </w:num>
  <w:num w:numId="551" w16cid:durableId="1885824850">
    <w:abstractNumId w:val="1"/>
  </w:num>
  <w:num w:numId="552" w16cid:durableId="1491405678">
    <w:abstractNumId w:val="0"/>
  </w:num>
  <w:num w:numId="553" w16cid:durableId="124079410">
    <w:abstractNumId w:val="7"/>
  </w:num>
  <w:num w:numId="554" w16cid:durableId="324869245">
    <w:abstractNumId w:val="5"/>
  </w:num>
  <w:num w:numId="555" w16cid:durableId="1290626551">
    <w:abstractNumId w:val="4"/>
  </w:num>
  <w:num w:numId="556" w16cid:durableId="2055421989">
    <w:abstractNumId w:val="3"/>
  </w:num>
  <w:num w:numId="557" w16cid:durableId="452331622">
    <w:abstractNumId w:val="2"/>
  </w:num>
  <w:num w:numId="558" w16cid:durableId="1450776040">
    <w:abstractNumId w:val="1"/>
  </w:num>
  <w:num w:numId="559" w16cid:durableId="230779469">
    <w:abstractNumId w:val="0"/>
  </w:num>
  <w:num w:numId="560" w16cid:durableId="2116167700">
    <w:abstractNumId w:val="7"/>
  </w:num>
  <w:num w:numId="561" w16cid:durableId="1155343120">
    <w:abstractNumId w:val="5"/>
  </w:num>
  <w:num w:numId="562" w16cid:durableId="385760362">
    <w:abstractNumId w:val="4"/>
  </w:num>
  <w:num w:numId="563" w16cid:durableId="1473138685">
    <w:abstractNumId w:val="3"/>
  </w:num>
  <w:num w:numId="564" w16cid:durableId="1626622013">
    <w:abstractNumId w:val="2"/>
  </w:num>
  <w:num w:numId="565" w16cid:durableId="1636637046">
    <w:abstractNumId w:val="1"/>
  </w:num>
  <w:num w:numId="566" w16cid:durableId="445470483">
    <w:abstractNumId w:val="0"/>
  </w:num>
  <w:num w:numId="567" w16cid:durableId="927539409">
    <w:abstractNumId w:val="7"/>
  </w:num>
  <w:num w:numId="568" w16cid:durableId="797260929">
    <w:abstractNumId w:val="5"/>
  </w:num>
  <w:num w:numId="569" w16cid:durableId="600339499">
    <w:abstractNumId w:val="4"/>
  </w:num>
  <w:num w:numId="570" w16cid:durableId="2123844205">
    <w:abstractNumId w:val="3"/>
  </w:num>
  <w:num w:numId="571" w16cid:durableId="1568955652">
    <w:abstractNumId w:val="2"/>
  </w:num>
  <w:num w:numId="572" w16cid:durableId="1087312986">
    <w:abstractNumId w:val="1"/>
  </w:num>
  <w:num w:numId="573" w16cid:durableId="1993026343">
    <w:abstractNumId w:val="0"/>
  </w:num>
  <w:num w:numId="574" w16cid:durableId="2026859881">
    <w:abstractNumId w:val="7"/>
  </w:num>
  <w:num w:numId="575" w16cid:durableId="1085421646">
    <w:abstractNumId w:val="5"/>
  </w:num>
  <w:num w:numId="576" w16cid:durableId="1689020304">
    <w:abstractNumId w:val="4"/>
  </w:num>
  <w:num w:numId="577" w16cid:durableId="309405285">
    <w:abstractNumId w:val="3"/>
  </w:num>
  <w:num w:numId="578" w16cid:durableId="1493714710">
    <w:abstractNumId w:val="2"/>
  </w:num>
  <w:num w:numId="579" w16cid:durableId="633172887">
    <w:abstractNumId w:val="1"/>
  </w:num>
  <w:num w:numId="580" w16cid:durableId="1854413345">
    <w:abstractNumId w:val="0"/>
  </w:num>
  <w:num w:numId="581" w16cid:durableId="1474055003">
    <w:abstractNumId w:val="7"/>
  </w:num>
  <w:num w:numId="582" w16cid:durableId="1188327146">
    <w:abstractNumId w:val="5"/>
  </w:num>
  <w:num w:numId="583" w16cid:durableId="1671566200">
    <w:abstractNumId w:val="4"/>
  </w:num>
  <w:num w:numId="584" w16cid:durableId="1523203306">
    <w:abstractNumId w:val="3"/>
  </w:num>
  <w:num w:numId="585" w16cid:durableId="1838882311">
    <w:abstractNumId w:val="2"/>
  </w:num>
  <w:num w:numId="586" w16cid:durableId="989096839">
    <w:abstractNumId w:val="1"/>
  </w:num>
  <w:num w:numId="587" w16cid:durableId="1656374482">
    <w:abstractNumId w:val="0"/>
  </w:num>
  <w:num w:numId="588" w16cid:durableId="208887012">
    <w:abstractNumId w:val="7"/>
  </w:num>
  <w:num w:numId="589" w16cid:durableId="1880359820">
    <w:abstractNumId w:val="5"/>
  </w:num>
  <w:num w:numId="590" w16cid:durableId="2019698193">
    <w:abstractNumId w:val="4"/>
  </w:num>
  <w:num w:numId="591" w16cid:durableId="1597328670">
    <w:abstractNumId w:val="3"/>
  </w:num>
  <w:num w:numId="592" w16cid:durableId="1494907335">
    <w:abstractNumId w:val="2"/>
  </w:num>
  <w:num w:numId="593" w16cid:durableId="924150538">
    <w:abstractNumId w:val="1"/>
  </w:num>
  <w:num w:numId="594" w16cid:durableId="1542787225">
    <w:abstractNumId w:val="0"/>
  </w:num>
  <w:num w:numId="595" w16cid:durableId="720444131">
    <w:abstractNumId w:val="7"/>
  </w:num>
  <w:num w:numId="596" w16cid:durableId="1429617725">
    <w:abstractNumId w:val="5"/>
  </w:num>
  <w:num w:numId="597" w16cid:durableId="2059282864">
    <w:abstractNumId w:val="4"/>
  </w:num>
  <w:num w:numId="598" w16cid:durableId="1185023774">
    <w:abstractNumId w:val="3"/>
  </w:num>
  <w:num w:numId="599" w16cid:durableId="1136491928">
    <w:abstractNumId w:val="2"/>
  </w:num>
  <w:num w:numId="600" w16cid:durableId="14232064">
    <w:abstractNumId w:val="1"/>
  </w:num>
  <w:num w:numId="601" w16cid:durableId="1384793762">
    <w:abstractNumId w:val="0"/>
  </w:num>
  <w:num w:numId="602" w16cid:durableId="565527743">
    <w:abstractNumId w:val="7"/>
  </w:num>
  <w:num w:numId="603" w16cid:durableId="576939229">
    <w:abstractNumId w:val="5"/>
  </w:num>
  <w:num w:numId="604" w16cid:durableId="35082908">
    <w:abstractNumId w:val="4"/>
  </w:num>
  <w:num w:numId="605" w16cid:durableId="132213959">
    <w:abstractNumId w:val="3"/>
  </w:num>
  <w:num w:numId="606" w16cid:durableId="311638201">
    <w:abstractNumId w:val="2"/>
  </w:num>
  <w:num w:numId="607" w16cid:durableId="443430141">
    <w:abstractNumId w:val="1"/>
  </w:num>
  <w:num w:numId="608" w16cid:durableId="1957447021">
    <w:abstractNumId w:val="0"/>
  </w:num>
  <w:num w:numId="609" w16cid:durableId="1345593630">
    <w:abstractNumId w:val="7"/>
  </w:num>
  <w:num w:numId="610" w16cid:durableId="1913925413">
    <w:abstractNumId w:val="5"/>
  </w:num>
  <w:num w:numId="611" w16cid:durableId="720249630">
    <w:abstractNumId w:val="4"/>
  </w:num>
  <w:num w:numId="612" w16cid:durableId="462888064">
    <w:abstractNumId w:val="3"/>
  </w:num>
  <w:num w:numId="613" w16cid:durableId="87895076">
    <w:abstractNumId w:val="7"/>
  </w:num>
  <w:num w:numId="614" w16cid:durableId="655912790">
    <w:abstractNumId w:val="5"/>
  </w:num>
  <w:num w:numId="615" w16cid:durableId="540820599">
    <w:abstractNumId w:val="4"/>
  </w:num>
  <w:num w:numId="616" w16cid:durableId="671832960">
    <w:abstractNumId w:val="3"/>
  </w:num>
  <w:num w:numId="617" w16cid:durableId="625819380">
    <w:abstractNumId w:val="2"/>
  </w:num>
  <w:num w:numId="618" w16cid:durableId="778528380">
    <w:abstractNumId w:val="1"/>
  </w:num>
  <w:num w:numId="619" w16cid:durableId="1864973363">
    <w:abstractNumId w:val="0"/>
  </w:num>
  <w:num w:numId="620" w16cid:durableId="2068914325">
    <w:abstractNumId w:val="7"/>
  </w:num>
  <w:num w:numId="621" w16cid:durableId="1403603648">
    <w:abstractNumId w:val="5"/>
  </w:num>
  <w:num w:numId="622" w16cid:durableId="2055887878">
    <w:abstractNumId w:val="4"/>
  </w:num>
  <w:num w:numId="623" w16cid:durableId="7143661">
    <w:abstractNumId w:val="3"/>
  </w:num>
  <w:num w:numId="624" w16cid:durableId="1157501690">
    <w:abstractNumId w:val="2"/>
  </w:num>
  <w:num w:numId="625" w16cid:durableId="2015374633">
    <w:abstractNumId w:val="1"/>
  </w:num>
  <w:num w:numId="626" w16cid:durableId="508640235">
    <w:abstractNumId w:val="0"/>
  </w:num>
  <w:num w:numId="627" w16cid:durableId="1593198875">
    <w:abstractNumId w:val="7"/>
  </w:num>
  <w:num w:numId="628" w16cid:durableId="494884050">
    <w:abstractNumId w:val="5"/>
  </w:num>
  <w:num w:numId="629" w16cid:durableId="2053458289">
    <w:abstractNumId w:val="4"/>
  </w:num>
  <w:num w:numId="630" w16cid:durableId="1174493910">
    <w:abstractNumId w:val="3"/>
  </w:num>
  <w:num w:numId="631" w16cid:durableId="202013599">
    <w:abstractNumId w:val="7"/>
  </w:num>
  <w:num w:numId="632" w16cid:durableId="1145968565">
    <w:abstractNumId w:val="5"/>
  </w:num>
  <w:num w:numId="633" w16cid:durableId="1413430447">
    <w:abstractNumId w:val="4"/>
  </w:num>
  <w:num w:numId="634" w16cid:durableId="1764569752">
    <w:abstractNumId w:val="3"/>
  </w:num>
  <w:num w:numId="635" w16cid:durableId="1284381484">
    <w:abstractNumId w:val="2"/>
  </w:num>
  <w:num w:numId="636" w16cid:durableId="705525835">
    <w:abstractNumId w:val="1"/>
  </w:num>
  <w:num w:numId="637" w16cid:durableId="1651250052">
    <w:abstractNumId w:val="0"/>
  </w:num>
  <w:num w:numId="638" w16cid:durableId="608702138">
    <w:abstractNumId w:val="7"/>
  </w:num>
  <w:num w:numId="639" w16cid:durableId="606035831">
    <w:abstractNumId w:val="5"/>
  </w:num>
  <w:num w:numId="640" w16cid:durableId="2054576516">
    <w:abstractNumId w:val="4"/>
  </w:num>
  <w:num w:numId="641" w16cid:durableId="1982344024">
    <w:abstractNumId w:val="3"/>
  </w:num>
  <w:num w:numId="642" w16cid:durableId="956720472">
    <w:abstractNumId w:val="2"/>
  </w:num>
  <w:num w:numId="643" w16cid:durableId="1153522542">
    <w:abstractNumId w:val="1"/>
  </w:num>
  <w:num w:numId="644" w16cid:durableId="82607541">
    <w:abstractNumId w:val="0"/>
  </w:num>
  <w:num w:numId="645" w16cid:durableId="1274365319">
    <w:abstractNumId w:val="7"/>
  </w:num>
  <w:num w:numId="646" w16cid:durableId="589126203">
    <w:abstractNumId w:val="5"/>
  </w:num>
  <w:num w:numId="647" w16cid:durableId="1004161812">
    <w:abstractNumId w:val="4"/>
  </w:num>
  <w:num w:numId="648" w16cid:durableId="1141076544">
    <w:abstractNumId w:val="3"/>
  </w:num>
  <w:num w:numId="649" w16cid:durableId="675811776">
    <w:abstractNumId w:val="2"/>
  </w:num>
  <w:num w:numId="650" w16cid:durableId="1813326784">
    <w:abstractNumId w:val="1"/>
  </w:num>
  <w:num w:numId="651" w16cid:durableId="788478738">
    <w:abstractNumId w:val="0"/>
  </w:num>
  <w:num w:numId="652" w16cid:durableId="1996567907">
    <w:abstractNumId w:val="7"/>
  </w:num>
  <w:num w:numId="653" w16cid:durableId="1524976992">
    <w:abstractNumId w:val="5"/>
  </w:num>
  <w:num w:numId="654" w16cid:durableId="1287617233">
    <w:abstractNumId w:val="4"/>
  </w:num>
  <w:num w:numId="655" w16cid:durableId="1089081491">
    <w:abstractNumId w:val="3"/>
  </w:num>
  <w:num w:numId="656" w16cid:durableId="318731341">
    <w:abstractNumId w:val="2"/>
  </w:num>
  <w:num w:numId="657" w16cid:durableId="775566603">
    <w:abstractNumId w:val="7"/>
  </w:num>
  <w:num w:numId="658" w16cid:durableId="609047840">
    <w:abstractNumId w:val="5"/>
  </w:num>
  <w:num w:numId="659" w16cid:durableId="2138794733">
    <w:abstractNumId w:val="4"/>
  </w:num>
  <w:num w:numId="660" w16cid:durableId="1017347235">
    <w:abstractNumId w:val="3"/>
  </w:num>
  <w:num w:numId="661" w16cid:durableId="67192186">
    <w:abstractNumId w:val="2"/>
  </w:num>
  <w:num w:numId="662" w16cid:durableId="281349123">
    <w:abstractNumId w:val="1"/>
  </w:num>
  <w:num w:numId="663" w16cid:durableId="84424743">
    <w:abstractNumId w:val="0"/>
  </w:num>
  <w:num w:numId="664" w16cid:durableId="275521774">
    <w:abstractNumId w:val="7"/>
  </w:num>
  <w:num w:numId="665" w16cid:durableId="1737627184">
    <w:abstractNumId w:val="5"/>
  </w:num>
  <w:num w:numId="666" w16cid:durableId="1520194067">
    <w:abstractNumId w:val="4"/>
  </w:num>
  <w:num w:numId="667" w16cid:durableId="7931">
    <w:abstractNumId w:val="3"/>
  </w:num>
  <w:num w:numId="668" w16cid:durableId="375282239">
    <w:abstractNumId w:val="2"/>
  </w:num>
  <w:num w:numId="669" w16cid:durableId="617295796">
    <w:abstractNumId w:val="27"/>
  </w:num>
  <w:num w:numId="670" w16cid:durableId="1672248121">
    <w:abstractNumId w:val="7"/>
  </w:num>
  <w:num w:numId="671" w16cid:durableId="390540938">
    <w:abstractNumId w:val="5"/>
  </w:num>
  <w:num w:numId="672" w16cid:durableId="376510482">
    <w:abstractNumId w:val="4"/>
  </w:num>
  <w:num w:numId="673" w16cid:durableId="508059228">
    <w:abstractNumId w:val="3"/>
  </w:num>
  <w:num w:numId="674" w16cid:durableId="890187072">
    <w:abstractNumId w:val="2"/>
  </w:num>
  <w:num w:numId="675" w16cid:durableId="2145925511">
    <w:abstractNumId w:val="1"/>
  </w:num>
  <w:num w:numId="676" w16cid:durableId="1522429043">
    <w:abstractNumId w:val="0"/>
  </w:num>
  <w:num w:numId="677" w16cid:durableId="1922988237">
    <w:abstractNumId w:val="7"/>
  </w:num>
  <w:num w:numId="678" w16cid:durableId="1168249177">
    <w:abstractNumId w:val="5"/>
  </w:num>
  <w:num w:numId="679" w16cid:durableId="109664413">
    <w:abstractNumId w:val="4"/>
  </w:num>
  <w:num w:numId="680" w16cid:durableId="214119925">
    <w:abstractNumId w:val="3"/>
  </w:num>
  <w:num w:numId="681" w16cid:durableId="2119254856">
    <w:abstractNumId w:val="2"/>
  </w:num>
  <w:num w:numId="682" w16cid:durableId="468135060">
    <w:abstractNumId w:val="7"/>
  </w:num>
  <w:num w:numId="683" w16cid:durableId="1439720770">
    <w:abstractNumId w:val="5"/>
  </w:num>
  <w:num w:numId="684" w16cid:durableId="1247691107">
    <w:abstractNumId w:val="4"/>
  </w:num>
  <w:num w:numId="685" w16cid:durableId="1811750037">
    <w:abstractNumId w:val="3"/>
  </w:num>
  <w:num w:numId="686" w16cid:durableId="329530748">
    <w:abstractNumId w:val="2"/>
  </w:num>
  <w:num w:numId="687" w16cid:durableId="899092086">
    <w:abstractNumId w:val="1"/>
  </w:num>
  <w:num w:numId="688" w16cid:durableId="568150062">
    <w:abstractNumId w:val="0"/>
  </w:num>
  <w:num w:numId="689" w16cid:durableId="432825604">
    <w:abstractNumId w:val="7"/>
  </w:num>
  <w:num w:numId="690" w16cid:durableId="2091804454">
    <w:abstractNumId w:val="5"/>
  </w:num>
  <w:num w:numId="691" w16cid:durableId="960037893">
    <w:abstractNumId w:val="4"/>
  </w:num>
  <w:num w:numId="692" w16cid:durableId="1664158582">
    <w:abstractNumId w:val="3"/>
  </w:num>
  <w:num w:numId="693" w16cid:durableId="1753627162">
    <w:abstractNumId w:val="7"/>
  </w:num>
  <w:num w:numId="694" w16cid:durableId="717168780">
    <w:abstractNumId w:val="5"/>
  </w:num>
  <w:num w:numId="695" w16cid:durableId="2116752272">
    <w:abstractNumId w:val="4"/>
  </w:num>
  <w:num w:numId="696" w16cid:durableId="1042366857">
    <w:abstractNumId w:val="3"/>
  </w:num>
  <w:num w:numId="697" w16cid:durableId="1919317172">
    <w:abstractNumId w:val="2"/>
  </w:num>
  <w:num w:numId="698" w16cid:durableId="858540695">
    <w:abstractNumId w:val="1"/>
  </w:num>
  <w:num w:numId="699" w16cid:durableId="629288575">
    <w:abstractNumId w:val="0"/>
  </w:num>
  <w:num w:numId="700" w16cid:durableId="702829200">
    <w:abstractNumId w:val="7"/>
  </w:num>
  <w:num w:numId="701" w16cid:durableId="314264731">
    <w:abstractNumId w:val="5"/>
  </w:num>
  <w:num w:numId="702" w16cid:durableId="1574505510">
    <w:abstractNumId w:val="4"/>
  </w:num>
  <w:num w:numId="703" w16cid:durableId="2122146725">
    <w:abstractNumId w:val="3"/>
  </w:num>
  <w:num w:numId="704" w16cid:durableId="1077097201">
    <w:abstractNumId w:val="2"/>
  </w:num>
  <w:num w:numId="705" w16cid:durableId="903756568">
    <w:abstractNumId w:val="7"/>
  </w:num>
  <w:num w:numId="706" w16cid:durableId="1759253510">
    <w:abstractNumId w:val="5"/>
  </w:num>
  <w:num w:numId="707" w16cid:durableId="689767022">
    <w:abstractNumId w:val="4"/>
  </w:num>
  <w:num w:numId="708" w16cid:durableId="369182910">
    <w:abstractNumId w:val="3"/>
  </w:num>
  <w:num w:numId="709" w16cid:durableId="532498264">
    <w:abstractNumId w:val="2"/>
  </w:num>
  <w:num w:numId="710" w16cid:durableId="87510837">
    <w:abstractNumId w:val="1"/>
  </w:num>
  <w:num w:numId="711" w16cid:durableId="1426993116">
    <w:abstractNumId w:val="0"/>
  </w:num>
  <w:num w:numId="712" w16cid:durableId="1578053758">
    <w:abstractNumId w:val="7"/>
  </w:num>
  <w:num w:numId="713" w16cid:durableId="567887002">
    <w:abstractNumId w:val="5"/>
  </w:num>
  <w:num w:numId="714" w16cid:durableId="1502892580">
    <w:abstractNumId w:val="4"/>
  </w:num>
  <w:num w:numId="715" w16cid:durableId="1878079580">
    <w:abstractNumId w:val="3"/>
  </w:num>
  <w:num w:numId="716" w16cid:durableId="1131706917">
    <w:abstractNumId w:val="2"/>
  </w:num>
  <w:num w:numId="717" w16cid:durableId="2144617297">
    <w:abstractNumId w:val="7"/>
  </w:num>
  <w:num w:numId="718" w16cid:durableId="1320378457">
    <w:abstractNumId w:val="5"/>
  </w:num>
  <w:num w:numId="719" w16cid:durableId="677122670">
    <w:abstractNumId w:val="4"/>
  </w:num>
  <w:num w:numId="720" w16cid:durableId="1247229409">
    <w:abstractNumId w:val="3"/>
  </w:num>
  <w:num w:numId="721" w16cid:durableId="1099450633">
    <w:abstractNumId w:val="2"/>
  </w:num>
  <w:num w:numId="722" w16cid:durableId="183204273">
    <w:abstractNumId w:val="1"/>
  </w:num>
  <w:num w:numId="723" w16cid:durableId="1063916636">
    <w:abstractNumId w:val="0"/>
  </w:num>
  <w:num w:numId="724" w16cid:durableId="1929804593">
    <w:abstractNumId w:val="7"/>
  </w:num>
  <w:num w:numId="725" w16cid:durableId="488985000">
    <w:abstractNumId w:val="5"/>
  </w:num>
  <w:num w:numId="726" w16cid:durableId="544264">
    <w:abstractNumId w:val="4"/>
  </w:num>
  <w:num w:numId="727" w16cid:durableId="1077821610">
    <w:abstractNumId w:val="3"/>
  </w:num>
  <w:num w:numId="728" w16cid:durableId="475952667">
    <w:abstractNumId w:val="2"/>
  </w:num>
  <w:num w:numId="729" w16cid:durableId="2090999493">
    <w:abstractNumId w:val="7"/>
  </w:num>
  <w:num w:numId="730" w16cid:durableId="1648626027">
    <w:abstractNumId w:val="5"/>
  </w:num>
  <w:num w:numId="731" w16cid:durableId="1018853211">
    <w:abstractNumId w:val="4"/>
  </w:num>
  <w:num w:numId="732" w16cid:durableId="1064448141">
    <w:abstractNumId w:val="3"/>
  </w:num>
  <w:num w:numId="733" w16cid:durableId="862207846">
    <w:abstractNumId w:val="2"/>
  </w:num>
  <w:num w:numId="734" w16cid:durableId="1538195978">
    <w:abstractNumId w:val="1"/>
  </w:num>
  <w:num w:numId="735" w16cid:durableId="1331757212">
    <w:abstractNumId w:val="0"/>
  </w:num>
  <w:num w:numId="736" w16cid:durableId="1796411074">
    <w:abstractNumId w:val="7"/>
  </w:num>
  <w:num w:numId="737" w16cid:durableId="881942618">
    <w:abstractNumId w:val="5"/>
  </w:num>
  <w:num w:numId="738" w16cid:durableId="735322755">
    <w:abstractNumId w:val="4"/>
  </w:num>
  <w:num w:numId="739" w16cid:durableId="1800105202">
    <w:abstractNumId w:val="3"/>
  </w:num>
  <w:num w:numId="740" w16cid:durableId="1035235754">
    <w:abstractNumId w:val="2"/>
  </w:num>
  <w:num w:numId="741" w16cid:durableId="1286892129">
    <w:abstractNumId w:val="7"/>
  </w:num>
  <w:num w:numId="742" w16cid:durableId="102726366">
    <w:abstractNumId w:val="5"/>
  </w:num>
  <w:num w:numId="743" w16cid:durableId="524442475">
    <w:abstractNumId w:val="4"/>
  </w:num>
  <w:num w:numId="744" w16cid:durableId="212231766">
    <w:abstractNumId w:val="3"/>
  </w:num>
  <w:num w:numId="745" w16cid:durableId="453911676">
    <w:abstractNumId w:val="2"/>
  </w:num>
  <w:num w:numId="746" w16cid:durableId="1597597443">
    <w:abstractNumId w:val="1"/>
  </w:num>
  <w:num w:numId="747" w16cid:durableId="1106851777">
    <w:abstractNumId w:val="0"/>
  </w:num>
  <w:num w:numId="748" w16cid:durableId="363407653">
    <w:abstractNumId w:val="7"/>
  </w:num>
  <w:num w:numId="749" w16cid:durableId="1627852839">
    <w:abstractNumId w:val="5"/>
  </w:num>
  <w:num w:numId="750" w16cid:durableId="1366246402">
    <w:abstractNumId w:val="4"/>
  </w:num>
  <w:num w:numId="751" w16cid:durableId="1510683588">
    <w:abstractNumId w:val="3"/>
  </w:num>
  <w:num w:numId="752" w16cid:durableId="919371554">
    <w:abstractNumId w:val="2"/>
  </w:num>
  <w:num w:numId="753" w16cid:durableId="923686374">
    <w:abstractNumId w:val="7"/>
  </w:num>
  <w:num w:numId="754" w16cid:durableId="523057014">
    <w:abstractNumId w:val="5"/>
  </w:num>
  <w:num w:numId="755" w16cid:durableId="2031179943">
    <w:abstractNumId w:val="4"/>
  </w:num>
  <w:num w:numId="756" w16cid:durableId="723259864">
    <w:abstractNumId w:val="3"/>
  </w:num>
  <w:num w:numId="757" w16cid:durableId="935209788">
    <w:abstractNumId w:val="2"/>
  </w:num>
  <w:num w:numId="758" w16cid:durableId="254217137">
    <w:abstractNumId w:val="1"/>
  </w:num>
  <w:num w:numId="759" w16cid:durableId="1494369558">
    <w:abstractNumId w:val="0"/>
  </w:num>
  <w:num w:numId="760" w16cid:durableId="935133906">
    <w:abstractNumId w:val="7"/>
  </w:num>
  <w:num w:numId="761" w16cid:durableId="1417358012">
    <w:abstractNumId w:val="5"/>
  </w:num>
  <w:num w:numId="762" w16cid:durableId="847134499">
    <w:abstractNumId w:val="4"/>
  </w:num>
  <w:num w:numId="763" w16cid:durableId="1369376526">
    <w:abstractNumId w:val="3"/>
  </w:num>
  <w:num w:numId="764" w16cid:durableId="855002852">
    <w:abstractNumId w:val="7"/>
  </w:num>
  <w:num w:numId="765" w16cid:durableId="448165871">
    <w:abstractNumId w:val="5"/>
  </w:num>
  <w:num w:numId="766" w16cid:durableId="160315315">
    <w:abstractNumId w:val="4"/>
  </w:num>
  <w:num w:numId="767" w16cid:durableId="1550452058">
    <w:abstractNumId w:val="3"/>
  </w:num>
  <w:num w:numId="768" w16cid:durableId="912159708">
    <w:abstractNumId w:val="2"/>
  </w:num>
  <w:num w:numId="769" w16cid:durableId="1965112070">
    <w:abstractNumId w:val="1"/>
  </w:num>
  <w:num w:numId="770" w16cid:durableId="433479699">
    <w:abstractNumId w:val="0"/>
  </w:num>
  <w:num w:numId="771" w16cid:durableId="1887250484">
    <w:abstractNumId w:val="7"/>
  </w:num>
  <w:num w:numId="772" w16cid:durableId="1149831950">
    <w:abstractNumId w:val="5"/>
  </w:num>
  <w:num w:numId="773" w16cid:durableId="214434694">
    <w:abstractNumId w:val="4"/>
  </w:num>
  <w:num w:numId="774" w16cid:durableId="821388903">
    <w:abstractNumId w:val="3"/>
  </w:num>
  <w:num w:numId="775" w16cid:durableId="695083822">
    <w:abstractNumId w:val="2"/>
  </w:num>
  <w:num w:numId="776" w16cid:durableId="1069768099">
    <w:abstractNumId w:val="7"/>
  </w:num>
  <w:num w:numId="777" w16cid:durableId="49697544">
    <w:abstractNumId w:val="5"/>
  </w:num>
  <w:num w:numId="778" w16cid:durableId="164394399">
    <w:abstractNumId w:val="4"/>
  </w:num>
  <w:num w:numId="779" w16cid:durableId="332494931">
    <w:abstractNumId w:val="3"/>
  </w:num>
  <w:num w:numId="780" w16cid:durableId="223876786">
    <w:abstractNumId w:val="2"/>
  </w:num>
  <w:num w:numId="781" w16cid:durableId="1127242151">
    <w:abstractNumId w:val="1"/>
  </w:num>
  <w:num w:numId="782" w16cid:durableId="1948655455">
    <w:abstractNumId w:val="0"/>
  </w:num>
  <w:num w:numId="783" w16cid:durableId="1459183703">
    <w:abstractNumId w:val="7"/>
  </w:num>
  <w:num w:numId="784" w16cid:durableId="974405303">
    <w:abstractNumId w:val="5"/>
  </w:num>
  <w:num w:numId="785" w16cid:durableId="1072385854">
    <w:abstractNumId w:val="4"/>
  </w:num>
  <w:num w:numId="786" w16cid:durableId="1623801149">
    <w:abstractNumId w:val="3"/>
  </w:num>
  <w:num w:numId="787" w16cid:durableId="1453288615">
    <w:abstractNumId w:val="2"/>
  </w:num>
  <w:num w:numId="788" w16cid:durableId="347411396">
    <w:abstractNumId w:val="7"/>
  </w:num>
  <w:num w:numId="789" w16cid:durableId="1968465279">
    <w:abstractNumId w:val="5"/>
  </w:num>
  <w:num w:numId="790" w16cid:durableId="261226566">
    <w:abstractNumId w:val="4"/>
  </w:num>
  <w:num w:numId="791" w16cid:durableId="1401098218">
    <w:abstractNumId w:val="3"/>
  </w:num>
  <w:num w:numId="792" w16cid:durableId="1730766160">
    <w:abstractNumId w:val="2"/>
  </w:num>
  <w:num w:numId="793" w16cid:durableId="2001542074">
    <w:abstractNumId w:val="1"/>
  </w:num>
  <w:num w:numId="794" w16cid:durableId="433673609">
    <w:abstractNumId w:val="0"/>
  </w:num>
  <w:num w:numId="795" w16cid:durableId="1871721153">
    <w:abstractNumId w:val="7"/>
  </w:num>
  <w:num w:numId="796" w16cid:durableId="2076928132">
    <w:abstractNumId w:val="5"/>
  </w:num>
  <w:num w:numId="797" w16cid:durableId="775714392">
    <w:abstractNumId w:val="4"/>
  </w:num>
  <w:num w:numId="798" w16cid:durableId="1970016806">
    <w:abstractNumId w:val="3"/>
  </w:num>
  <w:num w:numId="799" w16cid:durableId="1672104480">
    <w:abstractNumId w:val="2"/>
  </w:num>
  <w:num w:numId="800" w16cid:durableId="1176267963">
    <w:abstractNumId w:val="1"/>
  </w:num>
  <w:num w:numId="801" w16cid:durableId="1040936029">
    <w:abstractNumId w:val="0"/>
  </w:num>
  <w:num w:numId="802" w16cid:durableId="364644607">
    <w:abstractNumId w:val="7"/>
  </w:num>
  <w:num w:numId="803" w16cid:durableId="223029095">
    <w:abstractNumId w:val="5"/>
  </w:num>
  <w:num w:numId="804" w16cid:durableId="1984235099">
    <w:abstractNumId w:val="4"/>
  </w:num>
  <w:num w:numId="805" w16cid:durableId="395206874">
    <w:abstractNumId w:val="3"/>
  </w:num>
  <w:num w:numId="806" w16cid:durableId="1989675371">
    <w:abstractNumId w:val="2"/>
  </w:num>
  <w:num w:numId="807" w16cid:durableId="450244674">
    <w:abstractNumId w:val="1"/>
  </w:num>
  <w:num w:numId="808" w16cid:durableId="1276015188">
    <w:abstractNumId w:val="0"/>
  </w:num>
  <w:num w:numId="809" w16cid:durableId="1280263528">
    <w:abstractNumId w:val="7"/>
  </w:num>
  <w:num w:numId="810" w16cid:durableId="1953508089">
    <w:abstractNumId w:val="5"/>
  </w:num>
  <w:num w:numId="811" w16cid:durableId="1029991370">
    <w:abstractNumId w:val="4"/>
  </w:num>
  <w:num w:numId="812" w16cid:durableId="1252662893">
    <w:abstractNumId w:val="3"/>
  </w:num>
  <w:num w:numId="813" w16cid:durableId="34817504">
    <w:abstractNumId w:val="2"/>
  </w:num>
  <w:num w:numId="814" w16cid:durableId="455954175">
    <w:abstractNumId w:val="7"/>
  </w:num>
  <w:num w:numId="815" w16cid:durableId="1792628873">
    <w:abstractNumId w:val="5"/>
  </w:num>
  <w:num w:numId="816" w16cid:durableId="1095903327">
    <w:abstractNumId w:val="4"/>
  </w:num>
  <w:num w:numId="817" w16cid:durableId="1539078376">
    <w:abstractNumId w:val="3"/>
  </w:num>
  <w:num w:numId="818" w16cid:durableId="894242158">
    <w:abstractNumId w:val="2"/>
  </w:num>
  <w:num w:numId="819" w16cid:durableId="223219706">
    <w:abstractNumId w:val="1"/>
  </w:num>
  <w:num w:numId="820" w16cid:durableId="1994065367">
    <w:abstractNumId w:val="0"/>
  </w:num>
  <w:num w:numId="821" w16cid:durableId="944507785">
    <w:abstractNumId w:val="7"/>
  </w:num>
  <w:num w:numId="822" w16cid:durableId="1568687475">
    <w:abstractNumId w:val="5"/>
  </w:num>
  <w:num w:numId="823" w16cid:durableId="24331275">
    <w:abstractNumId w:val="4"/>
  </w:num>
  <w:num w:numId="824" w16cid:durableId="595527038">
    <w:abstractNumId w:val="3"/>
  </w:num>
  <w:num w:numId="825" w16cid:durableId="1354575197">
    <w:abstractNumId w:val="2"/>
  </w:num>
  <w:num w:numId="826" w16cid:durableId="980118157">
    <w:abstractNumId w:val="7"/>
  </w:num>
  <w:num w:numId="827" w16cid:durableId="1760830463">
    <w:abstractNumId w:val="5"/>
  </w:num>
  <w:num w:numId="828" w16cid:durableId="1127577468">
    <w:abstractNumId w:val="4"/>
  </w:num>
  <w:num w:numId="829" w16cid:durableId="1842963826">
    <w:abstractNumId w:val="3"/>
  </w:num>
  <w:num w:numId="830" w16cid:durableId="714160916">
    <w:abstractNumId w:val="2"/>
  </w:num>
  <w:num w:numId="831" w16cid:durableId="978414484">
    <w:abstractNumId w:val="1"/>
  </w:num>
  <w:num w:numId="832" w16cid:durableId="459417169">
    <w:abstractNumId w:val="0"/>
  </w:num>
  <w:num w:numId="833" w16cid:durableId="651183412">
    <w:abstractNumId w:val="7"/>
  </w:num>
  <w:num w:numId="834" w16cid:durableId="481509447">
    <w:abstractNumId w:val="5"/>
  </w:num>
  <w:num w:numId="835" w16cid:durableId="581836015">
    <w:abstractNumId w:val="4"/>
  </w:num>
  <w:num w:numId="836" w16cid:durableId="1060398478">
    <w:abstractNumId w:val="3"/>
  </w:num>
  <w:num w:numId="837" w16cid:durableId="1405296405">
    <w:abstractNumId w:val="2"/>
  </w:num>
  <w:num w:numId="838" w16cid:durableId="68961367">
    <w:abstractNumId w:val="1"/>
  </w:num>
  <w:num w:numId="839" w16cid:durableId="1561015732">
    <w:abstractNumId w:val="0"/>
  </w:num>
  <w:num w:numId="840" w16cid:durableId="1839729835">
    <w:abstractNumId w:val="7"/>
  </w:num>
  <w:num w:numId="841" w16cid:durableId="718632682">
    <w:abstractNumId w:val="5"/>
  </w:num>
  <w:num w:numId="842" w16cid:durableId="337511610">
    <w:abstractNumId w:val="4"/>
  </w:num>
  <w:num w:numId="843" w16cid:durableId="2115249037">
    <w:abstractNumId w:val="3"/>
  </w:num>
  <w:num w:numId="844" w16cid:durableId="285238817">
    <w:abstractNumId w:val="2"/>
  </w:num>
  <w:num w:numId="845" w16cid:durableId="31658753">
    <w:abstractNumId w:val="1"/>
  </w:num>
  <w:num w:numId="846" w16cid:durableId="1506018842">
    <w:abstractNumId w:val="0"/>
  </w:num>
  <w:num w:numId="847" w16cid:durableId="494612715">
    <w:abstractNumId w:val="7"/>
  </w:num>
  <w:num w:numId="848" w16cid:durableId="1557933015">
    <w:abstractNumId w:val="5"/>
  </w:num>
  <w:num w:numId="849" w16cid:durableId="910773132">
    <w:abstractNumId w:val="4"/>
  </w:num>
  <w:num w:numId="850" w16cid:durableId="1097557777">
    <w:abstractNumId w:val="3"/>
  </w:num>
  <w:num w:numId="851" w16cid:durableId="259526282">
    <w:abstractNumId w:val="2"/>
  </w:num>
  <w:num w:numId="852" w16cid:durableId="1252082642">
    <w:abstractNumId w:val="1"/>
  </w:num>
  <w:num w:numId="853" w16cid:durableId="964778429">
    <w:abstractNumId w:val="0"/>
  </w:num>
  <w:num w:numId="854" w16cid:durableId="1993828206">
    <w:abstractNumId w:val="7"/>
  </w:num>
  <w:num w:numId="855" w16cid:durableId="2036152528">
    <w:abstractNumId w:val="5"/>
  </w:num>
  <w:num w:numId="856" w16cid:durableId="806165602">
    <w:abstractNumId w:val="4"/>
  </w:num>
  <w:num w:numId="857" w16cid:durableId="1838500169">
    <w:abstractNumId w:val="3"/>
  </w:num>
  <w:num w:numId="858" w16cid:durableId="2109042166">
    <w:abstractNumId w:val="2"/>
  </w:num>
  <w:num w:numId="859" w16cid:durableId="1638488341">
    <w:abstractNumId w:val="1"/>
  </w:num>
  <w:num w:numId="860" w16cid:durableId="1591622388">
    <w:abstractNumId w:val="0"/>
  </w:num>
  <w:num w:numId="861" w16cid:durableId="224225486">
    <w:abstractNumId w:val="7"/>
  </w:num>
  <w:num w:numId="862" w16cid:durableId="1694644847">
    <w:abstractNumId w:val="5"/>
  </w:num>
  <w:num w:numId="863" w16cid:durableId="684478877">
    <w:abstractNumId w:val="4"/>
  </w:num>
  <w:num w:numId="864" w16cid:durableId="999508229">
    <w:abstractNumId w:val="3"/>
  </w:num>
  <w:num w:numId="865" w16cid:durableId="1883403504">
    <w:abstractNumId w:val="2"/>
  </w:num>
  <w:num w:numId="866" w16cid:durableId="1260796757">
    <w:abstractNumId w:val="1"/>
  </w:num>
  <w:num w:numId="867" w16cid:durableId="17657590">
    <w:abstractNumId w:val="0"/>
  </w:num>
  <w:num w:numId="868" w16cid:durableId="1161652908">
    <w:abstractNumId w:val="7"/>
  </w:num>
  <w:num w:numId="869" w16cid:durableId="863985429">
    <w:abstractNumId w:val="5"/>
  </w:num>
  <w:num w:numId="870" w16cid:durableId="377512122">
    <w:abstractNumId w:val="4"/>
  </w:num>
  <w:num w:numId="871" w16cid:durableId="1073624492">
    <w:abstractNumId w:val="3"/>
  </w:num>
  <w:num w:numId="872" w16cid:durableId="12196313">
    <w:abstractNumId w:val="2"/>
  </w:num>
  <w:num w:numId="873" w16cid:durableId="744381294">
    <w:abstractNumId w:val="1"/>
  </w:num>
  <w:num w:numId="874" w16cid:durableId="1866743836">
    <w:abstractNumId w:val="0"/>
  </w:num>
  <w:num w:numId="875" w16cid:durableId="1294023716">
    <w:abstractNumId w:val="7"/>
  </w:num>
  <w:num w:numId="876" w16cid:durableId="152381273">
    <w:abstractNumId w:val="5"/>
  </w:num>
  <w:num w:numId="877" w16cid:durableId="610286326">
    <w:abstractNumId w:val="4"/>
  </w:num>
  <w:num w:numId="878" w16cid:durableId="1770538337">
    <w:abstractNumId w:val="3"/>
  </w:num>
  <w:num w:numId="879" w16cid:durableId="1288927435">
    <w:abstractNumId w:val="2"/>
  </w:num>
  <w:num w:numId="880" w16cid:durableId="1738161495">
    <w:abstractNumId w:val="1"/>
  </w:num>
  <w:num w:numId="881" w16cid:durableId="832336358">
    <w:abstractNumId w:val="0"/>
  </w:num>
  <w:num w:numId="882" w16cid:durableId="61488654">
    <w:abstractNumId w:val="7"/>
  </w:num>
  <w:num w:numId="883" w16cid:durableId="652759899">
    <w:abstractNumId w:val="5"/>
  </w:num>
  <w:num w:numId="884" w16cid:durableId="1267422738">
    <w:abstractNumId w:val="4"/>
  </w:num>
  <w:num w:numId="885" w16cid:durableId="528690292">
    <w:abstractNumId w:val="3"/>
  </w:num>
  <w:num w:numId="886" w16cid:durableId="1056783287">
    <w:abstractNumId w:val="2"/>
  </w:num>
  <w:num w:numId="887" w16cid:durableId="344871003">
    <w:abstractNumId w:val="1"/>
  </w:num>
  <w:num w:numId="888" w16cid:durableId="1881162322">
    <w:abstractNumId w:val="0"/>
  </w:num>
  <w:num w:numId="889" w16cid:durableId="1233345936">
    <w:abstractNumId w:val="7"/>
  </w:num>
  <w:num w:numId="890" w16cid:durableId="1993870057">
    <w:abstractNumId w:val="5"/>
  </w:num>
  <w:num w:numId="891" w16cid:durableId="1608736599">
    <w:abstractNumId w:val="4"/>
  </w:num>
  <w:num w:numId="892" w16cid:durableId="1506168315">
    <w:abstractNumId w:val="3"/>
  </w:num>
  <w:num w:numId="893" w16cid:durableId="663122508">
    <w:abstractNumId w:val="2"/>
  </w:num>
  <w:num w:numId="894" w16cid:durableId="666205475">
    <w:abstractNumId w:val="1"/>
  </w:num>
  <w:num w:numId="895" w16cid:durableId="2067289192">
    <w:abstractNumId w:val="0"/>
  </w:num>
  <w:num w:numId="896" w16cid:durableId="1772967748">
    <w:abstractNumId w:val="7"/>
  </w:num>
  <w:num w:numId="897" w16cid:durableId="1944264689">
    <w:abstractNumId w:val="5"/>
  </w:num>
  <w:num w:numId="898" w16cid:durableId="476343547">
    <w:abstractNumId w:val="4"/>
  </w:num>
  <w:num w:numId="899" w16cid:durableId="915940272">
    <w:abstractNumId w:val="3"/>
  </w:num>
  <w:num w:numId="900" w16cid:durableId="85470291">
    <w:abstractNumId w:val="2"/>
  </w:num>
  <w:num w:numId="901" w16cid:durableId="1360007755">
    <w:abstractNumId w:val="1"/>
  </w:num>
  <w:num w:numId="902" w16cid:durableId="2031488513">
    <w:abstractNumId w:val="0"/>
  </w:num>
  <w:num w:numId="903" w16cid:durableId="635329684">
    <w:abstractNumId w:val="7"/>
  </w:num>
  <w:num w:numId="904" w16cid:durableId="392968103">
    <w:abstractNumId w:val="5"/>
  </w:num>
  <w:num w:numId="905" w16cid:durableId="1303004711">
    <w:abstractNumId w:val="4"/>
  </w:num>
  <w:num w:numId="906" w16cid:durableId="803616739">
    <w:abstractNumId w:val="3"/>
  </w:num>
  <w:num w:numId="907" w16cid:durableId="162669317">
    <w:abstractNumId w:val="2"/>
  </w:num>
  <w:num w:numId="908" w16cid:durableId="933511496">
    <w:abstractNumId w:val="1"/>
  </w:num>
  <w:num w:numId="909" w16cid:durableId="1375152241">
    <w:abstractNumId w:val="0"/>
  </w:num>
  <w:num w:numId="910" w16cid:durableId="2030640445">
    <w:abstractNumId w:val="7"/>
  </w:num>
  <w:num w:numId="911" w16cid:durableId="1226528564">
    <w:abstractNumId w:val="5"/>
  </w:num>
  <w:num w:numId="912" w16cid:durableId="1803301696">
    <w:abstractNumId w:val="4"/>
  </w:num>
  <w:num w:numId="913" w16cid:durableId="1221937772">
    <w:abstractNumId w:val="3"/>
  </w:num>
  <w:num w:numId="914" w16cid:durableId="898133600">
    <w:abstractNumId w:val="2"/>
  </w:num>
  <w:num w:numId="915" w16cid:durableId="1868979679">
    <w:abstractNumId w:val="1"/>
  </w:num>
  <w:num w:numId="916" w16cid:durableId="1463579290">
    <w:abstractNumId w:val="0"/>
  </w:num>
  <w:num w:numId="917" w16cid:durableId="978681590">
    <w:abstractNumId w:val="7"/>
  </w:num>
  <w:num w:numId="918" w16cid:durableId="360403094">
    <w:abstractNumId w:val="5"/>
  </w:num>
  <w:num w:numId="919" w16cid:durableId="1054741373">
    <w:abstractNumId w:val="4"/>
  </w:num>
  <w:num w:numId="920" w16cid:durableId="1811097374">
    <w:abstractNumId w:val="3"/>
  </w:num>
  <w:num w:numId="921" w16cid:durableId="2117554991">
    <w:abstractNumId w:val="2"/>
  </w:num>
  <w:num w:numId="922" w16cid:durableId="864945140">
    <w:abstractNumId w:val="1"/>
  </w:num>
  <w:num w:numId="923" w16cid:durableId="1962569910">
    <w:abstractNumId w:val="0"/>
  </w:num>
  <w:num w:numId="924" w16cid:durableId="1460954781">
    <w:abstractNumId w:val="7"/>
  </w:num>
  <w:num w:numId="925" w16cid:durableId="1541820202">
    <w:abstractNumId w:val="5"/>
  </w:num>
  <w:num w:numId="926" w16cid:durableId="610824216">
    <w:abstractNumId w:val="4"/>
  </w:num>
  <w:num w:numId="927" w16cid:durableId="476729650">
    <w:abstractNumId w:val="3"/>
  </w:num>
  <w:num w:numId="928" w16cid:durableId="1559706373">
    <w:abstractNumId w:val="2"/>
  </w:num>
  <w:num w:numId="929" w16cid:durableId="1445345574">
    <w:abstractNumId w:val="1"/>
  </w:num>
  <w:num w:numId="930" w16cid:durableId="1552886797">
    <w:abstractNumId w:val="0"/>
  </w:num>
  <w:num w:numId="931" w16cid:durableId="970137291">
    <w:abstractNumId w:val="7"/>
  </w:num>
  <w:num w:numId="932" w16cid:durableId="334580358">
    <w:abstractNumId w:val="5"/>
  </w:num>
  <w:num w:numId="933" w16cid:durableId="1740440624">
    <w:abstractNumId w:val="4"/>
  </w:num>
  <w:num w:numId="934" w16cid:durableId="435253229">
    <w:abstractNumId w:val="3"/>
  </w:num>
  <w:num w:numId="935" w16cid:durableId="1405637913">
    <w:abstractNumId w:val="2"/>
  </w:num>
  <w:num w:numId="936" w16cid:durableId="2083135349">
    <w:abstractNumId w:val="1"/>
  </w:num>
  <w:num w:numId="937" w16cid:durableId="552160065">
    <w:abstractNumId w:val="0"/>
  </w:num>
  <w:num w:numId="938" w16cid:durableId="1631282985">
    <w:abstractNumId w:val="7"/>
  </w:num>
  <w:num w:numId="939" w16cid:durableId="1195540265">
    <w:abstractNumId w:val="5"/>
  </w:num>
  <w:num w:numId="940" w16cid:durableId="592318209">
    <w:abstractNumId w:val="4"/>
  </w:num>
  <w:num w:numId="941" w16cid:durableId="1385642426">
    <w:abstractNumId w:val="3"/>
  </w:num>
  <w:num w:numId="942" w16cid:durableId="444080040">
    <w:abstractNumId w:val="2"/>
  </w:num>
  <w:num w:numId="943" w16cid:durableId="1754548216">
    <w:abstractNumId w:val="1"/>
  </w:num>
  <w:num w:numId="944" w16cid:durableId="702752008">
    <w:abstractNumId w:val="0"/>
  </w:num>
  <w:num w:numId="945" w16cid:durableId="675111311">
    <w:abstractNumId w:val="7"/>
  </w:num>
  <w:num w:numId="946" w16cid:durableId="619149270">
    <w:abstractNumId w:val="5"/>
  </w:num>
  <w:num w:numId="947" w16cid:durableId="984436794">
    <w:abstractNumId w:val="4"/>
  </w:num>
  <w:num w:numId="948" w16cid:durableId="799880695">
    <w:abstractNumId w:val="3"/>
  </w:num>
  <w:num w:numId="949" w16cid:durableId="962268340">
    <w:abstractNumId w:val="2"/>
  </w:num>
  <w:num w:numId="950" w16cid:durableId="1764454686">
    <w:abstractNumId w:val="1"/>
  </w:num>
  <w:num w:numId="951" w16cid:durableId="76947410">
    <w:abstractNumId w:val="0"/>
  </w:num>
  <w:num w:numId="952" w16cid:durableId="1294871264">
    <w:abstractNumId w:val="7"/>
  </w:num>
  <w:num w:numId="953" w16cid:durableId="1098216837">
    <w:abstractNumId w:val="5"/>
  </w:num>
  <w:num w:numId="954" w16cid:durableId="1707755106">
    <w:abstractNumId w:val="4"/>
  </w:num>
  <w:num w:numId="955" w16cid:durableId="1243026000">
    <w:abstractNumId w:val="3"/>
  </w:num>
  <w:num w:numId="956" w16cid:durableId="369452098">
    <w:abstractNumId w:val="2"/>
  </w:num>
  <w:num w:numId="957" w16cid:durableId="1712000497">
    <w:abstractNumId w:val="1"/>
  </w:num>
  <w:num w:numId="958" w16cid:durableId="1955672122">
    <w:abstractNumId w:val="0"/>
  </w:num>
  <w:num w:numId="959" w16cid:durableId="852181340">
    <w:abstractNumId w:val="7"/>
  </w:num>
  <w:num w:numId="960" w16cid:durableId="584341065">
    <w:abstractNumId w:val="5"/>
  </w:num>
  <w:num w:numId="961" w16cid:durableId="1868788858">
    <w:abstractNumId w:val="4"/>
  </w:num>
  <w:num w:numId="962" w16cid:durableId="1520043547">
    <w:abstractNumId w:val="3"/>
  </w:num>
  <w:num w:numId="963" w16cid:durableId="1770351162">
    <w:abstractNumId w:val="2"/>
  </w:num>
  <w:num w:numId="964" w16cid:durableId="1101605280">
    <w:abstractNumId w:val="1"/>
  </w:num>
  <w:num w:numId="965" w16cid:durableId="702512068">
    <w:abstractNumId w:val="0"/>
  </w:num>
  <w:num w:numId="966" w16cid:durableId="2004313293">
    <w:abstractNumId w:val="7"/>
  </w:num>
  <w:num w:numId="967" w16cid:durableId="338123777">
    <w:abstractNumId w:val="5"/>
  </w:num>
  <w:num w:numId="968" w16cid:durableId="1564368734">
    <w:abstractNumId w:val="4"/>
  </w:num>
  <w:num w:numId="969" w16cid:durableId="2134978463">
    <w:abstractNumId w:val="3"/>
  </w:num>
  <w:num w:numId="970" w16cid:durableId="1589732885">
    <w:abstractNumId w:val="2"/>
  </w:num>
  <w:num w:numId="971" w16cid:durableId="303513621">
    <w:abstractNumId w:val="1"/>
  </w:num>
  <w:num w:numId="972" w16cid:durableId="106897025">
    <w:abstractNumId w:val="0"/>
  </w:num>
  <w:num w:numId="973" w16cid:durableId="630794157">
    <w:abstractNumId w:val="7"/>
  </w:num>
  <w:num w:numId="974" w16cid:durableId="1749113270">
    <w:abstractNumId w:val="5"/>
  </w:num>
  <w:num w:numId="975" w16cid:durableId="5788213">
    <w:abstractNumId w:val="4"/>
  </w:num>
  <w:num w:numId="976" w16cid:durableId="504829012">
    <w:abstractNumId w:val="3"/>
  </w:num>
  <w:num w:numId="977" w16cid:durableId="761537356">
    <w:abstractNumId w:val="2"/>
  </w:num>
  <w:num w:numId="978" w16cid:durableId="1265069483">
    <w:abstractNumId w:val="1"/>
  </w:num>
  <w:num w:numId="979" w16cid:durableId="1578203256">
    <w:abstractNumId w:val="0"/>
  </w:num>
  <w:num w:numId="980" w16cid:durableId="1319118982">
    <w:abstractNumId w:val="7"/>
  </w:num>
  <w:num w:numId="981" w16cid:durableId="1596549845">
    <w:abstractNumId w:val="5"/>
  </w:num>
  <w:num w:numId="982" w16cid:durableId="1659964721">
    <w:abstractNumId w:val="4"/>
  </w:num>
  <w:num w:numId="983" w16cid:durableId="554046310">
    <w:abstractNumId w:val="3"/>
  </w:num>
  <w:num w:numId="984" w16cid:durableId="1621648080">
    <w:abstractNumId w:val="2"/>
  </w:num>
  <w:num w:numId="985" w16cid:durableId="701635591">
    <w:abstractNumId w:val="1"/>
  </w:num>
  <w:num w:numId="986" w16cid:durableId="1689985685">
    <w:abstractNumId w:val="0"/>
  </w:num>
  <w:num w:numId="987" w16cid:durableId="203491791">
    <w:abstractNumId w:val="7"/>
  </w:num>
  <w:num w:numId="988" w16cid:durableId="1891111691">
    <w:abstractNumId w:val="5"/>
  </w:num>
  <w:num w:numId="989" w16cid:durableId="216400374">
    <w:abstractNumId w:val="4"/>
  </w:num>
  <w:num w:numId="990" w16cid:durableId="4016648">
    <w:abstractNumId w:val="3"/>
  </w:num>
  <w:num w:numId="991" w16cid:durableId="1828398537">
    <w:abstractNumId w:val="2"/>
  </w:num>
  <w:num w:numId="992" w16cid:durableId="1383167675">
    <w:abstractNumId w:val="1"/>
  </w:num>
  <w:num w:numId="993" w16cid:durableId="716710187">
    <w:abstractNumId w:val="0"/>
  </w:num>
  <w:num w:numId="994" w16cid:durableId="1615012872">
    <w:abstractNumId w:val="7"/>
  </w:num>
  <w:num w:numId="995" w16cid:durableId="190579239">
    <w:abstractNumId w:val="5"/>
  </w:num>
  <w:num w:numId="996" w16cid:durableId="1262685079">
    <w:abstractNumId w:val="4"/>
  </w:num>
  <w:num w:numId="997" w16cid:durableId="1810366975">
    <w:abstractNumId w:val="3"/>
  </w:num>
  <w:num w:numId="998" w16cid:durableId="1821923703">
    <w:abstractNumId w:val="2"/>
  </w:num>
  <w:num w:numId="999" w16cid:durableId="1873111782">
    <w:abstractNumId w:val="1"/>
  </w:num>
  <w:num w:numId="1000" w16cid:durableId="1327628909">
    <w:abstractNumId w:val="0"/>
  </w:num>
  <w:num w:numId="1001" w16cid:durableId="2139032699">
    <w:abstractNumId w:val="7"/>
  </w:num>
  <w:num w:numId="1002" w16cid:durableId="2049604113">
    <w:abstractNumId w:val="5"/>
  </w:num>
  <w:num w:numId="1003" w16cid:durableId="653146424">
    <w:abstractNumId w:val="4"/>
  </w:num>
  <w:num w:numId="1004" w16cid:durableId="1432165349">
    <w:abstractNumId w:val="3"/>
  </w:num>
  <w:num w:numId="1005" w16cid:durableId="516886589">
    <w:abstractNumId w:val="2"/>
  </w:num>
  <w:num w:numId="1006" w16cid:durableId="1394767576">
    <w:abstractNumId w:val="1"/>
  </w:num>
  <w:num w:numId="1007" w16cid:durableId="228075365">
    <w:abstractNumId w:val="0"/>
  </w:num>
  <w:num w:numId="1008" w16cid:durableId="757409748">
    <w:abstractNumId w:val="7"/>
  </w:num>
  <w:num w:numId="1009" w16cid:durableId="813643651">
    <w:abstractNumId w:val="5"/>
  </w:num>
  <w:num w:numId="1010" w16cid:durableId="1698391564">
    <w:abstractNumId w:val="4"/>
  </w:num>
  <w:num w:numId="1011" w16cid:durableId="1580599878">
    <w:abstractNumId w:val="3"/>
  </w:num>
  <w:num w:numId="1012" w16cid:durableId="271013321">
    <w:abstractNumId w:val="2"/>
  </w:num>
  <w:num w:numId="1013" w16cid:durableId="607548340">
    <w:abstractNumId w:val="1"/>
  </w:num>
  <w:num w:numId="1014" w16cid:durableId="573511624">
    <w:abstractNumId w:val="0"/>
  </w:num>
  <w:num w:numId="1015" w16cid:durableId="1484397361">
    <w:abstractNumId w:val="7"/>
  </w:num>
  <w:num w:numId="1016" w16cid:durableId="433399796">
    <w:abstractNumId w:val="5"/>
  </w:num>
  <w:num w:numId="1017" w16cid:durableId="1814908523">
    <w:abstractNumId w:val="4"/>
  </w:num>
  <w:num w:numId="1018" w16cid:durableId="1273123152">
    <w:abstractNumId w:val="3"/>
  </w:num>
  <w:num w:numId="1019" w16cid:durableId="911740110">
    <w:abstractNumId w:val="2"/>
  </w:num>
  <w:num w:numId="1020" w16cid:durableId="1400707111">
    <w:abstractNumId w:val="1"/>
  </w:num>
  <w:num w:numId="1021" w16cid:durableId="1449859728">
    <w:abstractNumId w:val="0"/>
  </w:num>
  <w:num w:numId="1022" w16cid:durableId="1115948187">
    <w:abstractNumId w:val="7"/>
  </w:num>
  <w:num w:numId="1023" w16cid:durableId="710037184">
    <w:abstractNumId w:val="5"/>
  </w:num>
  <w:num w:numId="1024" w16cid:durableId="429470831">
    <w:abstractNumId w:val="4"/>
  </w:num>
  <w:num w:numId="1025" w16cid:durableId="1630934705">
    <w:abstractNumId w:val="3"/>
  </w:num>
  <w:num w:numId="1026" w16cid:durableId="1399471526">
    <w:abstractNumId w:val="2"/>
  </w:num>
  <w:num w:numId="1027" w16cid:durableId="572280521">
    <w:abstractNumId w:val="1"/>
  </w:num>
  <w:num w:numId="1028" w16cid:durableId="1889103777">
    <w:abstractNumId w:val="0"/>
  </w:num>
  <w:num w:numId="1029" w16cid:durableId="261649079">
    <w:abstractNumId w:val="7"/>
  </w:num>
  <w:num w:numId="1030" w16cid:durableId="845051455">
    <w:abstractNumId w:val="5"/>
  </w:num>
  <w:num w:numId="1031" w16cid:durableId="32266831">
    <w:abstractNumId w:val="4"/>
  </w:num>
  <w:num w:numId="1032" w16cid:durableId="529301084">
    <w:abstractNumId w:val="3"/>
  </w:num>
  <w:num w:numId="1033" w16cid:durableId="1142648987">
    <w:abstractNumId w:val="2"/>
  </w:num>
  <w:num w:numId="1034" w16cid:durableId="1169715960">
    <w:abstractNumId w:val="1"/>
  </w:num>
  <w:num w:numId="1035" w16cid:durableId="748622137">
    <w:abstractNumId w:val="0"/>
  </w:num>
  <w:num w:numId="1036" w16cid:durableId="447821953">
    <w:abstractNumId w:val="7"/>
  </w:num>
  <w:num w:numId="1037" w16cid:durableId="1697923040">
    <w:abstractNumId w:val="5"/>
  </w:num>
  <w:num w:numId="1038" w16cid:durableId="1675953661">
    <w:abstractNumId w:val="4"/>
  </w:num>
  <w:num w:numId="1039" w16cid:durableId="870799076">
    <w:abstractNumId w:val="3"/>
  </w:num>
  <w:num w:numId="1040" w16cid:durableId="1563831672">
    <w:abstractNumId w:val="2"/>
  </w:num>
  <w:num w:numId="1041" w16cid:durableId="1764884911">
    <w:abstractNumId w:val="1"/>
  </w:num>
  <w:num w:numId="1042" w16cid:durableId="941835436">
    <w:abstractNumId w:val="0"/>
  </w:num>
  <w:num w:numId="1043" w16cid:durableId="690644055">
    <w:abstractNumId w:val="7"/>
  </w:num>
  <w:num w:numId="1044" w16cid:durableId="1398940883">
    <w:abstractNumId w:val="5"/>
  </w:num>
  <w:num w:numId="1045" w16cid:durableId="147208176">
    <w:abstractNumId w:val="4"/>
  </w:num>
  <w:num w:numId="1046" w16cid:durableId="1088619571">
    <w:abstractNumId w:val="3"/>
  </w:num>
  <w:num w:numId="1047" w16cid:durableId="1450969640">
    <w:abstractNumId w:val="2"/>
  </w:num>
  <w:num w:numId="1048" w16cid:durableId="311370939">
    <w:abstractNumId w:val="1"/>
  </w:num>
  <w:num w:numId="1049" w16cid:durableId="548568766">
    <w:abstractNumId w:val="0"/>
  </w:num>
  <w:num w:numId="1050" w16cid:durableId="1149202463">
    <w:abstractNumId w:val="7"/>
  </w:num>
  <w:num w:numId="1051" w16cid:durableId="668949522">
    <w:abstractNumId w:val="5"/>
  </w:num>
  <w:num w:numId="1052" w16cid:durableId="39669586">
    <w:abstractNumId w:val="4"/>
  </w:num>
  <w:num w:numId="1053" w16cid:durableId="832338277">
    <w:abstractNumId w:val="3"/>
  </w:num>
  <w:num w:numId="1054" w16cid:durableId="1804884737">
    <w:abstractNumId w:val="2"/>
  </w:num>
  <w:num w:numId="1055" w16cid:durableId="24522098">
    <w:abstractNumId w:val="1"/>
  </w:num>
  <w:num w:numId="1056" w16cid:durableId="2095784223">
    <w:abstractNumId w:val="0"/>
  </w:num>
  <w:num w:numId="1057" w16cid:durableId="1790472610">
    <w:abstractNumId w:val="7"/>
  </w:num>
  <w:num w:numId="1058" w16cid:durableId="1473139885">
    <w:abstractNumId w:val="5"/>
  </w:num>
  <w:num w:numId="1059" w16cid:durableId="534847697">
    <w:abstractNumId w:val="4"/>
  </w:num>
  <w:num w:numId="1060" w16cid:durableId="1277297967">
    <w:abstractNumId w:val="3"/>
  </w:num>
  <w:num w:numId="1061" w16cid:durableId="903176819">
    <w:abstractNumId w:val="2"/>
  </w:num>
  <w:num w:numId="1062" w16cid:durableId="1563978719">
    <w:abstractNumId w:val="1"/>
  </w:num>
  <w:num w:numId="1063" w16cid:durableId="177935981">
    <w:abstractNumId w:val="0"/>
  </w:num>
  <w:num w:numId="1064" w16cid:durableId="1248537157">
    <w:abstractNumId w:val="7"/>
  </w:num>
  <w:num w:numId="1065" w16cid:durableId="1008212788">
    <w:abstractNumId w:val="5"/>
  </w:num>
  <w:num w:numId="1066" w16cid:durableId="1180270104">
    <w:abstractNumId w:val="4"/>
  </w:num>
  <w:num w:numId="1067" w16cid:durableId="145166164">
    <w:abstractNumId w:val="3"/>
  </w:num>
  <w:num w:numId="1068" w16cid:durableId="818421480">
    <w:abstractNumId w:val="2"/>
  </w:num>
  <w:num w:numId="1069" w16cid:durableId="318000422">
    <w:abstractNumId w:val="1"/>
  </w:num>
  <w:num w:numId="1070" w16cid:durableId="1913078859">
    <w:abstractNumId w:val="0"/>
  </w:num>
  <w:num w:numId="1071" w16cid:durableId="826357229">
    <w:abstractNumId w:val="7"/>
  </w:num>
  <w:num w:numId="1072" w16cid:durableId="1799489904">
    <w:abstractNumId w:val="5"/>
  </w:num>
  <w:num w:numId="1073" w16cid:durableId="968779088">
    <w:abstractNumId w:val="4"/>
  </w:num>
  <w:num w:numId="1074" w16cid:durableId="1864590864">
    <w:abstractNumId w:val="3"/>
  </w:num>
  <w:num w:numId="1075" w16cid:durableId="1303535664">
    <w:abstractNumId w:val="2"/>
  </w:num>
  <w:num w:numId="1076" w16cid:durableId="1806001155">
    <w:abstractNumId w:val="1"/>
  </w:num>
  <w:num w:numId="1077" w16cid:durableId="1879393915">
    <w:abstractNumId w:val="0"/>
  </w:num>
  <w:num w:numId="1078" w16cid:durableId="1981574493">
    <w:abstractNumId w:val="7"/>
  </w:num>
  <w:num w:numId="1079" w16cid:durableId="1289749882">
    <w:abstractNumId w:val="5"/>
  </w:num>
  <w:num w:numId="1080" w16cid:durableId="511719736">
    <w:abstractNumId w:val="4"/>
  </w:num>
  <w:num w:numId="1081" w16cid:durableId="203835166">
    <w:abstractNumId w:val="3"/>
  </w:num>
  <w:num w:numId="1082" w16cid:durableId="1183864512">
    <w:abstractNumId w:val="2"/>
  </w:num>
  <w:num w:numId="1083" w16cid:durableId="24449519">
    <w:abstractNumId w:val="1"/>
  </w:num>
  <w:num w:numId="1084" w16cid:durableId="1932155347">
    <w:abstractNumId w:val="0"/>
  </w:num>
  <w:num w:numId="1085" w16cid:durableId="1460420397">
    <w:abstractNumId w:val="7"/>
  </w:num>
  <w:num w:numId="1086" w16cid:durableId="1478064023">
    <w:abstractNumId w:val="5"/>
  </w:num>
  <w:num w:numId="1087" w16cid:durableId="2119716034">
    <w:abstractNumId w:val="4"/>
  </w:num>
  <w:num w:numId="1088" w16cid:durableId="167211587">
    <w:abstractNumId w:val="3"/>
  </w:num>
  <w:num w:numId="1089" w16cid:durableId="8387">
    <w:abstractNumId w:val="2"/>
  </w:num>
  <w:num w:numId="1090" w16cid:durableId="40634137">
    <w:abstractNumId w:val="1"/>
  </w:num>
  <w:num w:numId="1091" w16cid:durableId="1274241279">
    <w:abstractNumId w:val="0"/>
  </w:num>
  <w:num w:numId="1092" w16cid:durableId="1276987131">
    <w:abstractNumId w:val="7"/>
  </w:num>
  <w:num w:numId="1093" w16cid:durableId="1738286073">
    <w:abstractNumId w:val="5"/>
  </w:num>
  <w:num w:numId="1094" w16cid:durableId="221017890">
    <w:abstractNumId w:val="4"/>
  </w:num>
  <w:num w:numId="1095" w16cid:durableId="478575450">
    <w:abstractNumId w:val="3"/>
  </w:num>
  <w:num w:numId="1096" w16cid:durableId="541677507">
    <w:abstractNumId w:val="2"/>
  </w:num>
  <w:num w:numId="1097" w16cid:durableId="1708720354">
    <w:abstractNumId w:val="1"/>
  </w:num>
  <w:num w:numId="1098" w16cid:durableId="1876382546">
    <w:abstractNumId w:val="0"/>
  </w:num>
  <w:num w:numId="1099" w16cid:durableId="2077505023">
    <w:abstractNumId w:val="7"/>
  </w:num>
  <w:num w:numId="1100" w16cid:durableId="1089888592">
    <w:abstractNumId w:val="5"/>
  </w:num>
  <w:num w:numId="1101" w16cid:durableId="853226465">
    <w:abstractNumId w:val="4"/>
  </w:num>
  <w:num w:numId="1102" w16cid:durableId="1199392319">
    <w:abstractNumId w:val="3"/>
  </w:num>
  <w:num w:numId="1103" w16cid:durableId="1120221785">
    <w:abstractNumId w:val="2"/>
  </w:num>
  <w:num w:numId="1104" w16cid:durableId="188682509">
    <w:abstractNumId w:val="1"/>
  </w:num>
  <w:num w:numId="1105" w16cid:durableId="1799252891">
    <w:abstractNumId w:val="0"/>
  </w:num>
  <w:num w:numId="1106" w16cid:durableId="1736052532">
    <w:abstractNumId w:val="7"/>
  </w:num>
  <w:num w:numId="1107" w16cid:durableId="1960256405">
    <w:abstractNumId w:val="5"/>
  </w:num>
  <w:num w:numId="1108" w16cid:durableId="748384681">
    <w:abstractNumId w:val="4"/>
  </w:num>
  <w:num w:numId="1109" w16cid:durableId="649601467">
    <w:abstractNumId w:val="3"/>
  </w:num>
  <w:num w:numId="1110" w16cid:durableId="1452164405">
    <w:abstractNumId w:val="2"/>
  </w:num>
  <w:num w:numId="1111" w16cid:durableId="1138038125">
    <w:abstractNumId w:val="1"/>
  </w:num>
  <w:num w:numId="1112" w16cid:durableId="2036030938">
    <w:abstractNumId w:val="0"/>
  </w:num>
  <w:num w:numId="1113" w16cid:durableId="1515722840">
    <w:abstractNumId w:val="7"/>
  </w:num>
  <w:num w:numId="1114" w16cid:durableId="748573820">
    <w:abstractNumId w:val="5"/>
  </w:num>
  <w:num w:numId="1115" w16cid:durableId="1329868146">
    <w:abstractNumId w:val="4"/>
  </w:num>
  <w:num w:numId="1116" w16cid:durableId="1092779608">
    <w:abstractNumId w:val="3"/>
  </w:num>
  <w:num w:numId="1117" w16cid:durableId="589125353">
    <w:abstractNumId w:val="2"/>
  </w:num>
  <w:num w:numId="1118" w16cid:durableId="656760562">
    <w:abstractNumId w:val="1"/>
  </w:num>
  <w:num w:numId="1119" w16cid:durableId="467474045">
    <w:abstractNumId w:val="0"/>
  </w:num>
  <w:num w:numId="1120" w16cid:durableId="1218785432">
    <w:abstractNumId w:val="7"/>
  </w:num>
  <w:num w:numId="1121" w16cid:durableId="1086224666">
    <w:abstractNumId w:val="5"/>
  </w:num>
  <w:num w:numId="1122" w16cid:durableId="1718234637">
    <w:abstractNumId w:val="4"/>
  </w:num>
  <w:num w:numId="1123" w16cid:durableId="1990553925">
    <w:abstractNumId w:val="3"/>
  </w:num>
  <w:num w:numId="1124" w16cid:durableId="1317613726">
    <w:abstractNumId w:val="2"/>
  </w:num>
  <w:num w:numId="1125" w16cid:durableId="1299335598">
    <w:abstractNumId w:val="1"/>
  </w:num>
  <w:num w:numId="1126" w16cid:durableId="1587885135">
    <w:abstractNumId w:val="0"/>
  </w:num>
  <w:num w:numId="1127" w16cid:durableId="19936049">
    <w:abstractNumId w:val="7"/>
  </w:num>
  <w:num w:numId="1128" w16cid:durableId="1123959313">
    <w:abstractNumId w:val="5"/>
  </w:num>
  <w:num w:numId="1129" w16cid:durableId="1585870020">
    <w:abstractNumId w:val="4"/>
  </w:num>
  <w:num w:numId="1130" w16cid:durableId="156577790">
    <w:abstractNumId w:val="3"/>
  </w:num>
  <w:num w:numId="1131" w16cid:durableId="1839031347">
    <w:abstractNumId w:val="2"/>
  </w:num>
  <w:num w:numId="1132" w16cid:durableId="398215205">
    <w:abstractNumId w:val="1"/>
  </w:num>
  <w:num w:numId="1133" w16cid:durableId="1791972317">
    <w:abstractNumId w:val="0"/>
  </w:num>
  <w:num w:numId="1134" w16cid:durableId="983268766">
    <w:abstractNumId w:val="7"/>
  </w:num>
  <w:num w:numId="1135" w16cid:durableId="898596289">
    <w:abstractNumId w:val="5"/>
  </w:num>
  <w:num w:numId="1136" w16cid:durableId="2054040059">
    <w:abstractNumId w:val="4"/>
  </w:num>
  <w:num w:numId="1137" w16cid:durableId="410392625">
    <w:abstractNumId w:val="3"/>
  </w:num>
  <w:num w:numId="1138" w16cid:durableId="225410669">
    <w:abstractNumId w:val="2"/>
  </w:num>
  <w:num w:numId="1139" w16cid:durableId="568468994">
    <w:abstractNumId w:val="1"/>
  </w:num>
  <w:num w:numId="1140" w16cid:durableId="1642078739">
    <w:abstractNumId w:val="0"/>
  </w:num>
  <w:num w:numId="1141" w16cid:durableId="109325069">
    <w:abstractNumId w:val="7"/>
  </w:num>
  <w:num w:numId="1142" w16cid:durableId="1231236298">
    <w:abstractNumId w:val="5"/>
  </w:num>
  <w:num w:numId="1143" w16cid:durableId="1591621228">
    <w:abstractNumId w:val="4"/>
  </w:num>
  <w:num w:numId="1144" w16cid:durableId="2091921984">
    <w:abstractNumId w:val="3"/>
  </w:num>
  <w:num w:numId="1145" w16cid:durableId="2044361971">
    <w:abstractNumId w:val="2"/>
  </w:num>
  <w:num w:numId="1146" w16cid:durableId="350255675">
    <w:abstractNumId w:val="1"/>
  </w:num>
  <w:num w:numId="1147" w16cid:durableId="606350796">
    <w:abstractNumId w:val="0"/>
  </w:num>
  <w:num w:numId="1148" w16cid:durableId="487743943">
    <w:abstractNumId w:val="7"/>
  </w:num>
  <w:num w:numId="1149" w16cid:durableId="1547252178">
    <w:abstractNumId w:val="5"/>
  </w:num>
  <w:num w:numId="1150" w16cid:durableId="599530320">
    <w:abstractNumId w:val="4"/>
  </w:num>
  <w:num w:numId="1151" w16cid:durableId="1805924960">
    <w:abstractNumId w:val="3"/>
  </w:num>
  <w:num w:numId="1152" w16cid:durableId="1583105080">
    <w:abstractNumId w:val="2"/>
  </w:num>
  <w:num w:numId="1153" w16cid:durableId="688145702">
    <w:abstractNumId w:val="1"/>
  </w:num>
  <w:num w:numId="1154" w16cid:durableId="1502357526">
    <w:abstractNumId w:val="0"/>
  </w:num>
  <w:num w:numId="1155" w16cid:durableId="1093287016">
    <w:abstractNumId w:val="7"/>
  </w:num>
  <w:num w:numId="1156" w16cid:durableId="929435775">
    <w:abstractNumId w:val="5"/>
  </w:num>
  <w:num w:numId="1157" w16cid:durableId="309867673">
    <w:abstractNumId w:val="4"/>
  </w:num>
  <w:num w:numId="1158" w16cid:durableId="1760055373">
    <w:abstractNumId w:val="3"/>
  </w:num>
  <w:num w:numId="1159" w16cid:durableId="841972673">
    <w:abstractNumId w:val="2"/>
  </w:num>
  <w:num w:numId="1160" w16cid:durableId="1946039522">
    <w:abstractNumId w:val="1"/>
  </w:num>
  <w:num w:numId="1161" w16cid:durableId="904797136">
    <w:abstractNumId w:val="0"/>
  </w:num>
  <w:num w:numId="1162" w16cid:durableId="1297296540">
    <w:abstractNumId w:val="7"/>
  </w:num>
  <w:num w:numId="1163" w16cid:durableId="1968048001">
    <w:abstractNumId w:val="5"/>
  </w:num>
  <w:num w:numId="1164" w16cid:durableId="905260603">
    <w:abstractNumId w:val="4"/>
  </w:num>
  <w:num w:numId="1165" w16cid:durableId="666858246">
    <w:abstractNumId w:val="3"/>
  </w:num>
  <w:num w:numId="1166" w16cid:durableId="311834874">
    <w:abstractNumId w:val="2"/>
  </w:num>
  <w:num w:numId="1167" w16cid:durableId="835725972">
    <w:abstractNumId w:val="1"/>
  </w:num>
  <w:num w:numId="1168" w16cid:durableId="302346514">
    <w:abstractNumId w:val="0"/>
  </w:num>
  <w:num w:numId="1169" w16cid:durableId="1237009262">
    <w:abstractNumId w:val="7"/>
  </w:num>
  <w:num w:numId="1170" w16cid:durableId="988634594">
    <w:abstractNumId w:val="5"/>
  </w:num>
  <w:num w:numId="1171" w16cid:durableId="189804676">
    <w:abstractNumId w:val="4"/>
  </w:num>
  <w:num w:numId="1172" w16cid:durableId="1952319734">
    <w:abstractNumId w:val="3"/>
  </w:num>
  <w:num w:numId="1173" w16cid:durableId="483543947">
    <w:abstractNumId w:val="2"/>
  </w:num>
  <w:num w:numId="1174" w16cid:durableId="145587656">
    <w:abstractNumId w:val="1"/>
  </w:num>
  <w:num w:numId="1175" w16cid:durableId="1452935902">
    <w:abstractNumId w:val="0"/>
  </w:num>
  <w:num w:numId="1176" w16cid:durableId="1881358232">
    <w:abstractNumId w:val="7"/>
  </w:num>
  <w:num w:numId="1177" w16cid:durableId="580650197">
    <w:abstractNumId w:val="5"/>
  </w:num>
  <w:num w:numId="1178" w16cid:durableId="2029718822">
    <w:abstractNumId w:val="4"/>
  </w:num>
  <w:num w:numId="1179" w16cid:durableId="1719472952">
    <w:abstractNumId w:val="3"/>
  </w:num>
  <w:num w:numId="1180" w16cid:durableId="1884052412">
    <w:abstractNumId w:val="2"/>
  </w:num>
  <w:num w:numId="1181" w16cid:durableId="974485356">
    <w:abstractNumId w:val="1"/>
  </w:num>
  <w:num w:numId="1182" w16cid:durableId="623391737">
    <w:abstractNumId w:val="0"/>
  </w:num>
  <w:num w:numId="1183" w16cid:durableId="828860563">
    <w:abstractNumId w:val="7"/>
  </w:num>
  <w:num w:numId="1184" w16cid:durableId="594437867">
    <w:abstractNumId w:val="5"/>
  </w:num>
  <w:num w:numId="1185" w16cid:durableId="793714376">
    <w:abstractNumId w:val="4"/>
  </w:num>
  <w:num w:numId="1186" w16cid:durableId="2114788286">
    <w:abstractNumId w:val="3"/>
  </w:num>
  <w:num w:numId="1187" w16cid:durableId="488130656">
    <w:abstractNumId w:val="2"/>
  </w:num>
  <w:num w:numId="1188" w16cid:durableId="604576432">
    <w:abstractNumId w:val="1"/>
  </w:num>
  <w:num w:numId="1189" w16cid:durableId="1002389836">
    <w:abstractNumId w:val="0"/>
  </w:num>
  <w:num w:numId="1190" w16cid:durableId="865601474">
    <w:abstractNumId w:val="7"/>
  </w:num>
  <w:num w:numId="1191" w16cid:durableId="1596475459">
    <w:abstractNumId w:val="5"/>
  </w:num>
  <w:num w:numId="1192" w16cid:durableId="674459202">
    <w:abstractNumId w:val="4"/>
  </w:num>
  <w:num w:numId="1193" w16cid:durableId="568465406">
    <w:abstractNumId w:val="3"/>
  </w:num>
  <w:num w:numId="1194" w16cid:durableId="243614748">
    <w:abstractNumId w:val="2"/>
  </w:num>
  <w:num w:numId="1195" w16cid:durableId="294679625">
    <w:abstractNumId w:val="1"/>
  </w:num>
  <w:num w:numId="1196" w16cid:durableId="1683627586">
    <w:abstractNumId w:val="0"/>
  </w:num>
  <w:num w:numId="1197" w16cid:durableId="346685866">
    <w:abstractNumId w:val="7"/>
  </w:num>
  <w:num w:numId="1198" w16cid:durableId="2115664334">
    <w:abstractNumId w:val="5"/>
  </w:num>
  <w:num w:numId="1199" w16cid:durableId="1557012461">
    <w:abstractNumId w:val="4"/>
  </w:num>
  <w:num w:numId="1200" w16cid:durableId="1457530370">
    <w:abstractNumId w:val="3"/>
  </w:num>
  <w:num w:numId="1201" w16cid:durableId="1834030375">
    <w:abstractNumId w:val="2"/>
  </w:num>
  <w:num w:numId="1202" w16cid:durableId="1497185945">
    <w:abstractNumId w:val="1"/>
  </w:num>
  <w:num w:numId="1203" w16cid:durableId="1594123964">
    <w:abstractNumId w:val="0"/>
  </w:num>
  <w:num w:numId="1204" w16cid:durableId="1290279080">
    <w:abstractNumId w:val="7"/>
  </w:num>
  <w:num w:numId="1205" w16cid:durableId="38096140">
    <w:abstractNumId w:val="5"/>
  </w:num>
  <w:num w:numId="1206" w16cid:durableId="183638339">
    <w:abstractNumId w:val="4"/>
  </w:num>
  <w:num w:numId="1207" w16cid:durableId="1029644582">
    <w:abstractNumId w:val="3"/>
  </w:num>
  <w:num w:numId="1208" w16cid:durableId="766585999">
    <w:abstractNumId w:val="2"/>
  </w:num>
  <w:num w:numId="1209" w16cid:durableId="830565948">
    <w:abstractNumId w:val="1"/>
  </w:num>
  <w:num w:numId="1210" w16cid:durableId="459223594">
    <w:abstractNumId w:val="0"/>
  </w:num>
  <w:num w:numId="1211" w16cid:durableId="2037539335">
    <w:abstractNumId w:val="7"/>
  </w:num>
  <w:num w:numId="1212" w16cid:durableId="27491217">
    <w:abstractNumId w:val="5"/>
  </w:num>
  <w:num w:numId="1213" w16cid:durableId="1419013284">
    <w:abstractNumId w:val="4"/>
  </w:num>
  <w:num w:numId="1214" w16cid:durableId="1445466706">
    <w:abstractNumId w:val="3"/>
  </w:num>
  <w:num w:numId="1215" w16cid:durableId="1279684380">
    <w:abstractNumId w:val="2"/>
  </w:num>
  <w:num w:numId="1216" w16cid:durableId="1191454329">
    <w:abstractNumId w:val="1"/>
  </w:num>
  <w:num w:numId="1217" w16cid:durableId="1629623743">
    <w:abstractNumId w:val="0"/>
  </w:num>
  <w:num w:numId="1218" w16cid:durableId="282462200">
    <w:abstractNumId w:val="7"/>
  </w:num>
  <w:num w:numId="1219" w16cid:durableId="675502592">
    <w:abstractNumId w:val="5"/>
  </w:num>
  <w:num w:numId="1220" w16cid:durableId="1600677776">
    <w:abstractNumId w:val="4"/>
  </w:num>
  <w:num w:numId="1221" w16cid:durableId="204028831">
    <w:abstractNumId w:val="3"/>
  </w:num>
  <w:num w:numId="1222" w16cid:durableId="921256221">
    <w:abstractNumId w:val="2"/>
  </w:num>
  <w:num w:numId="1223" w16cid:durableId="409621281">
    <w:abstractNumId w:val="1"/>
  </w:num>
  <w:num w:numId="1224" w16cid:durableId="2032996217">
    <w:abstractNumId w:val="0"/>
  </w:num>
  <w:num w:numId="1225" w16cid:durableId="1755273077">
    <w:abstractNumId w:val="7"/>
  </w:num>
  <w:num w:numId="1226" w16cid:durableId="820269596">
    <w:abstractNumId w:val="5"/>
  </w:num>
  <w:num w:numId="1227" w16cid:durableId="1219783357">
    <w:abstractNumId w:val="4"/>
  </w:num>
  <w:num w:numId="1228" w16cid:durableId="1372993410">
    <w:abstractNumId w:val="3"/>
  </w:num>
  <w:num w:numId="1229" w16cid:durableId="1387215351">
    <w:abstractNumId w:val="2"/>
  </w:num>
  <w:num w:numId="1230" w16cid:durableId="2065441512">
    <w:abstractNumId w:val="1"/>
  </w:num>
  <w:num w:numId="1231" w16cid:durableId="1391493022">
    <w:abstractNumId w:val="0"/>
  </w:num>
  <w:num w:numId="1232" w16cid:durableId="657878878">
    <w:abstractNumId w:val="7"/>
  </w:num>
  <w:num w:numId="1233" w16cid:durableId="178083852">
    <w:abstractNumId w:val="5"/>
  </w:num>
  <w:num w:numId="1234" w16cid:durableId="598635917">
    <w:abstractNumId w:val="4"/>
  </w:num>
  <w:num w:numId="1235" w16cid:durableId="73400476">
    <w:abstractNumId w:val="3"/>
  </w:num>
  <w:num w:numId="1236" w16cid:durableId="509373528">
    <w:abstractNumId w:val="2"/>
  </w:num>
  <w:num w:numId="1237" w16cid:durableId="1895042082">
    <w:abstractNumId w:val="1"/>
  </w:num>
  <w:num w:numId="1238" w16cid:durableId="1175534316">
    <w:abstractNumId w:val="0"/>
  </w:num>
  <w:num w:numId="1239" w16cid:durableId="1749115193">
    <w:abstractNumId w:val="7"/>
  </w:num>
  <w:num w:numId="1240" w16cid:durableId="666900595">
    <w:abstractNumId w:val="5"/>
  </w:num>
  <w:num w:numId="1241" w16cid:durableId="207105920">
    <w:abstractNumId w:val="4"/>
  </w:num>
  <w:num w:numId="1242" w16cid:durableId="1332875611">
    <w:abstractNumId w:val="3"/>
  </w:num>
  <w:num w:numId="1243" w16cid:durableId="120153988">
    <w:abstractNumId w:val="2"/>
  </w:num>
  <w:num w:numId="1244" w16cid:durableId="499659672">
    <w:abstractNumId w:val="1"/>
  </w:num>
  <w:num w:numId="1245" w16cid:durableId="1633944449">
    <w:abstractNumId w:val="0"/>
  </w:num>
  <w:num w:numId="1246" w16cid:durableId="144009309">
    <w:abstractNumId w:val="7"/>
  </w:num>
  <w:num w:numId="1247" w16cid:durableId="864710839">
    <w:abstractNumId w:val="5"/>
  </w:num>
  <w:num w:numId="1248" w16cid:durableId="18285325">
    <w:abstractNumId w:val="4"/>
  </w:num>
  <w:num w:numId="1249" w16cid:durableId="1991981361">
    <w:abstractNumId w:val="3"/>
  </w:num>
  <w:num w:numId="1250" w16cid:durableId="230314099">
    <w:abstractNumId w:val="2"/>
  </w:num>
  <w:num w:numId="1251" w16cid:durableId="901863793">
    <w:abstractNumId w:val="1"/>
  </w:num>
  <w:num w:numId="1252" w16cid:durableId="1448348696">
    <w:abstractNumId w:val="0"/>
  </w:num>
  <w:num w:numId="1253" w16cid:durableId="339164050">
    <w:abstractNumId w:val="7"/>
  </w:num>
  <w:num w:numId="1254" w16cid:durableId="316614260">
    <w:abstractNumId w:val="5"/>
  </w:num>
  <w:num w:numId="1255" w16cid:durableId="730739302">
    <w:abstractNumId w:val="4"/>
  </w:num>
  <w:num w:numId="1256" w16cid:durableId="747845833">
    <w:abstractNumId w:val="3"/>
  </w:num>
  <w:num w:numId="1257" w16cid:durableId="1883326069">
    <w:abstractNumId w:val="2"/>
  </w:num>
  <w:num w:numId="1258" w16cid:durableId="1047140219">
    <w:abstractNumId w:val="1"/>
  </w:num>
  <w:num w:numId="1259" w16cid:durableId="1443383700">
    <w:abstractNumId w:val="0"/>
  </w:num>
  <w:num w:numId="1260" w16cid:durableId="1412892029">
    <w:abstractNumId w:val="7"/>
  </w:num>
  <w:num w:numId="1261" w16cid:durableId="2118596587">
    <w:abstractNumId w:val="5"/>
  </w:num>
  <w:num w:numId="1262" w16cid:durableId="1694182183">
    <w:abstractNumId w:val="4"/>
  </w:num>
  <w:num w:numId="1263" w16cid:durableId="64841731">
    <w:abstractNumId w:val="3"/>
  </w:num>
  <w:num w:numId="1264" w16cid:durableId="880242355">
    <w:abstractNumId w:val="2"/>
  </w:num>
  <w:num w:numId="1265" w16cid:durableId="1032995100">
    <w:abstractNumId w:val="1"/>
  </w:num>
  <w:num w:numId="1266" w16cid:durableId="2071659301">
    <w:abstractNumId w:val="0"/>
  </w:num>
  <w:num w:numId="1267" w16cid:durableId="322122451">
    <w:abstractNumId w:val="7"/>
  </w:num>
  <w:num w:numId="1268" w16cid:durableId="545871077">
    <w:abstractNumId w:val="5"/>
  </w:num>
  <w:num w:numId="1269" w16cid:durableId="294530502">
    <w:abstractNumId w:val="4"/>
  </w:num>
  <w:num w:numId="1270" w16cid:durableId="765882553">
    <w:abstractNumId w:val="3"/>
  </w:num>
  <w:num w:numId="1271" w16cid:durableId="162595688">
    <w:abstractNumId w:val="2"/>
  </w:num>
  <w:num w:numId="1272" w16cid:durableId="592203646">
    <w:abstractNumId w:val="1"/>
  </w:num>
  <w:num w:numId="1273" w16cid:durableId="1198078742">
    <w:abstractNumId w:val="0"/>
  </w:num>
  <w:num w:numId="1274" w16cid:durableId="1070300443">
    <w:abstractNumId w:val="7"/>
  </w:num>
  <w:num w:numId="1275" w16cid:durableId="202132709">
    <w:abstractNumId w:val="5"/>
  </w:num>
  <w:num w:numId="1276" w16cid:durableId="1910338094">
    <w:abstractNumId w:val="4"/>
  </w:num>
  <w:num w:numId="1277" w16cid:durableId="1904678643">
    <w:abstractNumId w:val="3"/>
  </w:num>
  <w:num w:numId="1278" w16cid:durableId="2098162260">
    <w:abstractNumId w:val="2"/>
  </w:num>
  <w:num w:numId="1279" w16cid:durableId="1179198810">
    <w:abstractNumId w:val="1"/>
  </w:num>
  <w:num w:numId="1280" w16cid:durableId="629022163">
    <w:abstractNumId w:val="0"/>
  </w:num>
  <w:num w:numId="1281" w16cid:durableId="1258975499">
    <w:abstractNumId w:val="7"/>
  </w:num>
  <w:num w:numId="1282" w16cid:durableId="1409032305">
    <w:abstractNumId w:val="5"/>
  </w:num>
  <w:num w:numId="1283" w16cid:durableId="1504122076">
    <w:abstractNumId w:val="4"/>
  </w:num>
  <w:num w:numId="1284" w16cid:durableId="1808552195">
    <w:abstractNumId w:val="3"/>
  </w:num>
  <w:num w:numId="1285" w16cid:durableId="1773285156">
    <w:abstractNumId w:val="2"/>
  </w:num>
  <w:num w:numId="1286" w16cid:durableId="160314381">
    <w:abstractNumId w:val="1"/>
  </w:num>
  <w:num w:numId="1287" w16cid:durableId="910238523">
    <w:abstractNumId w:val="0"/>
  </w:num>
  <w:num w:numId="1288" w16cid:durableId="959798676">
    <w:abstractNumId w:val="7"/>
  </w:num>
  <w:num w:numId="1289" w16cid:durableId="2023167486">
    <w:abstractNumId w:val="5"/>
  </w:num>
  <w:num w:numId="1290" w16cid:durableId="664473665">
    <w:abstractNumId w:val="4"/>
  </w:num>
  <w:num w:numId="1291" w16cid:durableId="1928423985">
    <w:abstractNumId w:val="3"/>
  </w:num>
  <w:num w:numId="1292" w16cid:durableId="654727838">
    <w:abstractNumId w:val="2"/>
  </w:num>
  <w:num w:numId="1293" w16cid:durableId="1666325477">
    <w:abstractNumId w:val="1"/>
  </w:num>
  <w:num w:numId="1294" w16cid:durableId="1156335964">
    <w:abstractNumId w:val="0"/>
  </w:num>
  <w:num w:numId="1295" w16cid:durableId="2034916663">
    <w:abstractNumId w:val="7"/>
  </w:num>
  <w:num w:numId="1296" w16cid:durableId="598833463">
    <w:abstractNumId w:val="5"/>
  </w:num>
  <w:num w:numId="1297" w16cid:durableId="838732211">
    <w:abstractNumId w:val="4"/>
  </w:num>
  <w:num w:numId="1298" w16cid:durableId="1490707032">
    <w:abstractNumId w:val="3"/>
  </w:num>
  <w:num w:numId="1299" w16cid:durableId="938950900">
    <w:abstractNumId w:val="2"/>
  </w:num>
  <w:num w:numId="1300" w16cid:durableId="1449933755">
    <w:abstractNumId w:val="1"/>
  </w:num>
  <w:num w:numId="1301" w16cid:durableId="1915312788">
    <w:abstractNumId w:val="0"/>
  </w:num>
  <w:num w:numId="1302" w16cid:durableId="1741245879">
    <w:abstractNumId w:val="7"/>
  </w:num>
  <w:num w:numId="1303" w16cid:durableId="1580092666">
    <w:abstractNumId w:val="5"/>
  </w:num>
  <w:num w:numId="1304" w16cid:durableId="1831289653">
    <w:abstractNumId w:val="4"/>
  </w:num>
  <w:num w:numId="1305" w16cid:durableId="1852717014">
    <w:abstractNumId w:val="3"/>
  </w:num>
  <w:num w:numId="1306" w16cid:durableId="1357732440">
    <w:abstractNumId w:val="2"/>
  </w:num>
  <w:num w:numId="1307" w16cid:durableId="55520992">
    <w:abstractNumId w:val="1"/>
  </w:num>
  <w:num w:numId="1308" w16cid:durableId="1143233297">
    <w:abstractNumId w:val="0"/>
  </w:num>
  <w:num w:numId="1309" w16cid:durableId="229849586">
    <w:abstractNumId w:val="7"/>
  </w:num>
  <w:num w:numId="1310" w16cid:durableId="839268957">
    <w:abstractNumId w:val="5"/>
  </w:num>
  <w:num w:numId="1311" w16cid:durableId="1246721605">
    <w:abstractNumId w:val="4"/>
  </w:num>
  <w:num w:numId="1312" w16cid:durableId="1627077955">
    <w:abstractNumId w:val="3"/>
  </w:num>
  <w:num w:numId="1313" w16cid:durableId="710811384">
    <w:abstractNumId w:val="2"/>
  </w:num>
  <w:num w:numId="1314" w16cid:durableId="1235967342">
    <w:abstractNumId w:val="1"/>
  </w:num>
  <w:num w:numId="1315" w16cid:durableId="607202285">
    <w:abstractNumId w:val="0"/>
  </w:num>
  <w:num w:numId="1316" w16cid:durableId="2038506223">
    <w:abstractNumId w:val="7"/>
  </w:num>
  <w:num w:numId="1317" w16cid:durableId="1656570832">
    <w:abstractNumId w:val="5"/>
  </w:num>
  <w:num w:numId="1318" w16cid:durableId="80954901">
    <w:abstractNumId w:val="4"/>
  </w:num>
  <w:num w:numId="1319" w16cid:durableId="1440444615">
    <w:abstractNumId w:val="3"/>
  </w:num>
  <w:num w:numId="1320" w16cid:durableId="1613434014">
    <w:abstractNumId w:val="2"/>
  </w:num>
  <w:num w:numId="1321" w16cid:durableId="978195405">
    <w:abstractNumId w:val="1"/>
  </w:num>
  <w:num w:numId="1322" w16cid:durableId="1016808795">
    <w:abstractNumId w:val="0"/>
  </w:num>
  <w:num w:numId="1323" w16cid:durableId="891891228">
    <w:abstractNumId w:val="7"/>
  </w:num>
  <w:num w:numId="1324" w16cid:durableId="1788894335">
    <w:abstractNumId w:val="5"/>
  </w:num>
  <w:num w:numId="1325" w16cid:durableId="1345671234">
    <w:abstractNumId w:val="4"/>
  </w:num>
  <w:num w:numId="1326" w16cid:durableId="2042851502">
    <w:abstractNumId w:val="3"/>
  </w:num>
  <w:num w:numId="1327" w16cid:durableId="1247151680">
    <w:abstractNumId w:val="2"/>
  </w:num>
  <w:num w:numId="1328" w16cid:durableId="1723866970">
    <w:abstractNumId w:val="1"/>
  </w:num>
  <w:num w:numId="1329" w16cid:durableId="1178155873">
    <w:abstractNumId w:val="0"/>
  </w:num>
  <w:num w:numId="1330" w16cid:durableId="1676806807">
    <w:abstractNumId w:val="7"/>
  </w:num>
  <w:num w:numId="1331" w16cid:durableId="1827700385">
    <w:abstractNumId w:val="5"/>
  </w:num>
  <w:num w:numId="1332" w16cid:durableId="1785491172">
    <w:abstractNumId w:val="4"/>
  </w:num>
  <w:num w:numId="1333" w16cid:durableId="405691347">
    <w:abstractNumId w:val="3"/>
  </w:num>
  <w:num w:numId="1334" w16cid:durableId="1167553397">
    <w:abstractNumId w:val="2"/>
  </w:num>
  <w:num w:numId="1335" w16cid:durableId="2057967997">
    <w:abstractNumId w:val="1"/>
  </w:num>
  <w:num w:numId="1336" w16cid:durableId="2063824961">
    <w:abstractNumId w:val="0"/>
  </w:num>
  <w:num w:numId="1337" w16cid:durableId="1475637601">
    <w:abstractNumId w:val="7"/>
  </w:num>
  <w:num w:numId="1338" w16cid:durableId="1780374478">
    <w:abstractNumId w:val="5"/>
  </w:num>
  <w:num w:numId="1339" w16cid:durableId="1104955342">
    <w:abstractNumId w:val="4"/>
  </w:num>
  <w:num w:numId="1340" w16cid:durableId="1427268347">
    <w:abstractNumId w:val="3"/>
  </w:num>
  <w:num w:numId="1341" w16cid:durableId="1782527124">
    <w:abstractNumId w:val="2"/>
  </w:num>
  <w:num w:numId="1342" w16cid:durableId="1776948311">
    <w:abstractNumId w:val="1"/>
  </w:num>
  <w:num w:numId="1343" w16cid:durableId="521209949">
    <w:abstractNumId w:val="0"/>
  </w:num>
  <w:num w:numId="1344" w16cid:durableId="1776092799">
    <w:abstractNumId w:val="7"/>
  </w:num>
  <w:num w:numId="1345" w16cid:durableId="238516919">
    <w:abstractNumId w:val="5"/>
  </w:num>
  <w:num w:numId="1346" w16cid:durableId="850071458">
    <w:abstractNumId w:val="4"/>
  </w:num>
  <w:num w:numId="1347" w16cid:durableId="984823764">
    <w:abstractNumId w:val="3"/>
  </w:num>
  <w:num w:numId="1348" w16cid:durableId="299919238">
    <w:abstractNumId w:val="2"/>
  </w:num>
  <w:num w:numId="1349" w16cid:durableId="1960643320">
    <w:abstractNumId w:val="1"/>
  </w:num>
  <w:num w:numId="1350" w16cid:durableId="943994034">
    <w:abstractNumId w:val="0"/>
  </w:num>
  <w:num w:numId="1351" w16cid:durableId="217908075">
    <w:abstractNumId w:val="7"/>
  </w:num>
  <w:num w:numId="1352" w16cid:durableId="665278778">
    <w:abstractNumId w:val="5"/>
  </w:num>
  <w:num w:numId="1353" w16cid:durableId="166022463">
    <w:abstractNumId w:val="4"/>
  </w:num>
  <w:num w:numId="1354" w16cid:durableId="1317419064">
    <w:abstractNumId w:val="3"/>
  </w:num>
  <w:num w:numId="1355" w16cid:durableId="311299864">
    <w:abstractNumId w:val="2"/>
  </w:num>
  <w:num w:numId="1356" w16cid:durableId="1143548500">
    <w:abstractNumId w:val="1"/>
  </w:num>
  <w:num w:numId="1357" w16cid:durableId="1658610033">
    <w:abstractNumId w:val="0"/>
  </w:num>
  <w:num w:numId="1358" w16cid:durableId="1362632358">
    <w:abstractNumId w:val="7"/>
  </w:num>
  <w:num w:numId="1359" w16cid:durableId="401568078">
    <w:abstractNumId w:val="5"/>
  </w:num>
  <w:num w:numId="1360" w16cid:durableId="302858540">
    <w:abstractNumId w:val="4"/>
  </w:num>
  <w:num w:numId="1361" w16cid:durableId="1403334038">
    <w:abstractNumId w:val="3"/>
  </w:num>
  <w:num w:numId="1362" w16cid:durableId="1822193418">
    <w:abstractNumId w:val="2"/>
  </w:num>
  <w:num w:numId="1363" w16cid:durableId="621544623">
    <w:abstractNumId w:val="1"/>
  </w:num>
  <w:num w:numId="1364" w16cid:durableId="1052770876">
    <w:abstractNumId w:val="0"/>
  </w:num>
  <w:num w:numId="1365" w16cid:durableId="1908615161">
    <w:abstractNumId w:val="7"/>
  </w:num>
  <w:num w:numId="1366" w16cid:durableId="441802766">
    <w:abstractNumId w:val="5"/>
  </w:num>
  <w:num w:numId="1367" w16cid:durableId="1801459411">
    <w:abstractNumId w:val="4"/>
  </w:num>
  <w:num w:numId="1368" w16cid:durableId="803624238">
    <w:abstractNumId w:val="3"/>
  </w:num>
  <w:num w:numId="1369" w16cid:durableId="2029015437">
    <w:abstractNumId w:val="2"/>
  </w:num>
  <w:num w:numId="1370" w16cid:durableId="2007971727">
    <w:abstractNumId w:val="1"/>
  </w:num>
  <w:num w:numId="1371" w16cid:durableId="650793060">
    <w:abstractNumId w:val="0"/>
  </w:num>
  <w:num w:numId="1372" w16cid:durableId="875695519">
    <w:abstractNumId w:val="7"/>
  </w:num>
  <w:num w:numId="1373" w16cid:durableId="380522009">
    <w:abstractNumId w:val="5"/>
  </w:num>
  <w:num w:numId="1374" w16cid:durableId="37316160">
    <w:abstractNumId w:val="4"/>
  </w:num>
  <w:num w:numId="1375" w16cid:durableId="1943997282">
    <w:abstractNumId w:val="3"/>
  </w:num>
  <w:num w:numId="1376" w16cid:durableId="1188329542">
    <w:abstractNumId w:val="2"/>
  </w:num>
  <w:num w:numId="1377" w16cid:durableId="1639802306">
    <w:abstractNumId w:val="1"/>
  </w:num>
  <w:num w:numId="1378" w16cid:durableId="985667797">
    <w:abstractNumId w:val="0"/>
  </w:num>
  <w:num w:numId="1379" w16cid:durableId="676425143">
    <w:abstractNumId w:val="7"/>
  </w:num>
  <w:num w:numId="1380" w16cid:durableId="1581869823">
    <w:abstractNumId w:val="5"/>
  </w:num>
  <w:num w:numId="1381" w16cid:durableId="1770735518">
    <w:abstractNumId w:val="4"/>
  </w:num>
  <w:num w:numId="1382" w16cid:durableId="1535314152">
    <w:abstractNumId w:val="3"/>
  </w:num>
  <w:num w:numId="1383" w16cid:durableId="423916717">
    <w:abstractNumId w:val="2"/>
  </w:num>
  <w:num w:numId="1384" w16cid:durableId="1733234832">
    <w:abstractNumId w:val="1"/>
  </w:num>
  <w:num w:numId="1385" w16cid:durableId="702708155">
    <w:abstractNumId w:val="0"/>
  </w:num>
  <w:num w:numId="1386" w16cid:durableId="600914363">
    <w:abstractNumId w:val="7"/>
  </w:num>
  <w:num w:numId="1387" w16cid:durableId="1351836761">
    <w:abstractNumId w:val="5"/>
  </w:num>
  <w:num w:numId="1388" w16cid:durableId="188372654">
    <w:abstractNumId w:val="4"/>
  </w:num>
  <w:num w:numId="1389" w16cid:durableId="693727335">
    <w:abstractNumId w:val="3"/>
  </w:num>
  <w:num w:numId="1390" w16cid:durableId="383213422">
    <w:abstractNumId w:val="2"/>
  </w:num>
  <w:num w:numId="1391" w16cid:durableId="1134448863">
    <w:abstractNumId w:val="1"/>
  </w:num>
  <w:num w:numId="1392" w16cid:durableId="1416895410">
    <w:abstractNumId w:val="0"/>
  </w:num>
  <w:num w:numId="1393" w16cid:durableId="163741478">
    <w:abstractNumId w:val="7"/>
  </w:num>
  <w:num w:numId="1394" w16cid:durableId="82606232">
    <w:abstractNumId w:val="5"/>
  </w:num>
  <w:num w:numId="1395" w16cid:durableId="370230176">
    <w:abstractNumId w:val="4"/>
  </w:num>
  <w:num w:numId="1396" w16cid:durableId="233440157">
    <w:abstractNumId w:val="3"/>
  </w:num>
  <w:num w:numId="1397" w16cid:durableId="244070730">
    <w:abstractNumId w:val="2"/>
  </w:num>
  <w:num w:numId="1398" w16cid:durableId="490831568">
    <w:abstractNumId w:val="1"/>
  </w:num>
  <w:num w:numId="1399" w16cid:durableId="496771079">
    <w:abstractNumId w:val="0"/>
  </w:num>
  <w:num w:numId="1400" w16cid:durableId="1893076126">
    <w:abstractNumId w:val="7"/>
  </w:num>
  <w:num w:numId="1401" w16cid:durableId="1731611579">
    <w:abstractNumId w:val="5"/>
  </w:num>
  <w:num w:numId="1402" w16cid:durableId="1093236038">
    <w:abstractNumId w:val="4"/>
  </w:num>
  <w:num w:numId="1403" w16cid:durableId="1527450565">
    <w:abstractNumId w:val="3"/>
  </w:num>
  <w:num w:numId="1404" w16cid:durableId="223882791">
    <w:abstractNumId w:val="2"/>
  </w:num>
  <w:num w:numId="1405" w16cid:durableId="1407148938">
    <w:abstractNumId w:val="1"/>
  </w:num>
  <w:num w:numId="1406" w16cid:durableId="1719469477">
    <w:abstractNumId w:val="0"/>
  </w:num>
  <w:num w:numId="1407" w16cid:durableId="263421166">
    <w:abstractNumId w:val="7"/>
  </w:num>
  <w:num w:numId="1408" w16cid:durableId="113330634">
    <w:abstractNumId w:val="5"/>
  </w:num>
  <w:num w:numId="1409" w16cid:durableId="625504525">
    <w:abstractNumId w:val="4"/>
  </w:num>
  <w:num w:numId="1410" w16cid:durableId="1049108025">
    <w:abstractNumId w:val="3"/>
  </w:num>
  <w:num w:numId="1411" w16cid:durableId="1338850662">
    <w:abstractNumId w:val="2"/>
  </w:num>
  <w:num w:numId="1412" w16cid:durableId="5132841">
    <w:abstractNumId w:val="1"/>
  </w:num>
  <w:num w:numId="1413" w16cid:durableId="1518621740">
    <w:abstractNumId w:val="0"/>
  </w:num>
  <w:num w:numId="1414" w16cid:durableId="2123913892">
    <w:abstractNumId w:val="7"/>
  </w:num>
  <w:num w:numId="1415" w16cid:durableId="1488865110">
    <w:abstractNumId w:val="5"/>
  </w:num>
  <w:num w:numId="1416" w16cid:durableId="156313356">
    <w:abstractNumId w:val="4"/>
  </w:num>
  <w:num w:numId="1417" w16cid:durableId="1355307471">
    <w:abstractNumId w:val="3"/>
  </w:num>
  <w:num w:numId="1418" w16cid:durableId="172844997">
    <w:abstractNumId w:val="2"/>
  </w:num>
  <w:num w:numId="1419" w16cid:durableId="302079948">
    <w:abstractNumId w:val="1"/>
  </w:num>
  <w:num w:numId="1420" w16cid:durableId="851452068">
    <w:abstractNumId w:val="0"/>
  </w:num>
  <w:num w:numId="1421" w16cid:durableId="1814057959">
    <w:abstractNumId w:val="7"/>
  </w:num>
  <w:num w:numId="1422" w16cid:durableId="2143576950">
    <w:abstractNumId w:val="5"/>
  </w:num>
  <w:num w:numId="1423" w16cid:durableId="1478913287">
    <w:abstractNumId w:val="4"/>
  </w:num>
  <w:num w:numId="1424" w16cid:durableId="1526559756">
    <w:abstractNumId w:val="3"/>
  </w:num>
  <w:num w:numId="1425" w16cid:durableId="614366086">
    <w:abstractNumId w:val="2"/>
  </w:num>
  <w:num w:numId="1426" w16cid:durableId="872619729">
    <w:abstractNumId w:val="1"/>
  </w:num>
  <w:num w:numId="1427" w16cid:durableId="601501102">
    <w:abstractNumId w:val="0"/>
  </w:num>
  <w:num w:numId="1428" w16cid:durableId="299269624">
    <w:abstractNumId w:val="7"/>
  </w:num>
  <w:num w:numId="1429" w16cid:durableId="1966308955">
    <w:abstractNumId w:val="5"/>
  </w:num>
  <w:num w:numId="1430" w16cid:durableId="688916384">
    <w:abstractNumId w:val="4"/>
  </w:num>
  <w:num w:numId="1431" w16cid:durableId="1994601963">
    <w:abstractNumId w:val="3"/>
  </w:num>
  <w:num w:numId="1432" w16cid:durableId="525825224">
    <w:abstractNumId w:val="2"/>
  </w:num>
  <w:num w:numId="1433" w16cid:durableId="1085570704">
    <w:abstractNumId w:val="1"/>
  </w:num>
  <w:num w:numId="1434" w16cid:durableId="1380744863">
    <w:abstractNumId w:val="0"/>
  </w:num>
  <w:num w:numId="1435" w16cid:durableId="938214948">
    <w:abstractNumId w:val="7"/>
  </w:num>
  <w:num w:numId="1436" w16cid:durableId="79177090">
    <w:abstractNumId w:val="5"/>
  </w:num>
  <w:num w:numId="1437" w16cid:durableId="278689172">
    <w:abstractNumId w:val="4"/>
  </w:num>
  <w:num w:numId="1438" w16cid:durableId="1708989267">
    <w:abstractNumId w:val="3"/>
  </w:num>
  <w:num w:numId="1439" w16cid:durableId="1595820647">
    <w:abstractNumId w:val="2"/>
  </w:num>
  <w:num w:numId="1440" w16cid:durableId="1466577870">
    <w:abstractNumId w:val="1"/>
  </w:num>
  <w:num w:numId="1441" w16cid:durableId="1508641347">
    <w:abstractNumId w:val="0"/>
  </w:num>
  <w:num w:numId="1442" w16cid:durableId="1998417586">
    <w:abstractNumId w:val="7"/>
  </w:num>
  <w:num w:numId="1443" w16cid:durableId="381948523">
    <w:abstractNumId w:val="5"/>
  </w:num>
  <w:num w:numId="1444" w16cid:durableId="1571840784">
    <w:abstractNumId w:val="4"/>
  </w:num>
  <w:num w:numId="1445" w16cid:durableId="20909117">
    <w:abstractNumId w:val="3"/>
  </w:num>
  <w:num w:numId="1446" w16cid:durableId="1399788565">
    <w:abstractNumId w:val="2"/>
  </w:num>
  <w:num w:numId="1447" w16cid:durableId="425926783">
    <w:abstractNumId w:val="1"/>
  </w:num>
  <w:num w:numId="1448" w16cid:durableId="1198933668">
    <w:abstractNumId w:val="0"/>
  </w:num>
  <w:num w:numId="1449" w16cid:durableId="1539270333">
    <w:abstractNumId w:val="7"/>
  </w:num>
  <w:num w:numId="1450" w16cid:durableId="49116138">
    <w:abstractNumId w:val="5"/>
  </w:num>
  <w:num w:numId="1451" w16cid:durableId="1868717762">
    <w:abstractNumId w:val="4"/>
  </w:num>
  <w:num w:numId="1452" w16cid:durableId="992371313">
    <w:abstractNumId w:val="3"/>
  </w:num>
  <w:num w:numId="1453" w16cid:durableId="1879464579">
    <w:abstractNumId w:val="2"/>
  </w:num>
  <w:num w:numId="1454" w16cid:durableId="913054012">
    <w:abstractNumId w:val="1"/>
  </w:num>
  <w:num w:numId="1455" w16cid:durableId="1407605522">
    <w:abstractNumId w:val="0"/>
  </w:num>
  <w:num w:numId="1456" w16cid:durableId="1729259874">
    <w:abstractNumId w:val="7"/>
  </w:num>
  <w:num w:numId="1457" w16cid:durableId="492795213">
    <w:abstractNumId w:val="5"/>
  </w:num>
  <w:num w:numId="1458" w16cid:durableId="1015577072">
    <w:abstractNumId w:val="4"/>
  </w:num>
  <w:num w:numId="1459" w16cid:durableId="1329090626">
    <w:abstractNumId w:val="3"/>
  </w:num>
  <w:num w:numId="1460" w16cid:durableId="1569804567">
    <w:abstractNumId w:val="2"/>
  </w:num>
  <w:num w:numId="1461" w16cid:durableId="132990055">
    <w:abstractNumId w:val="1"/>
  </w:num>
  <w:num w:numId="1462" w16cid:durableId="1796951069">
    <w:abstractNumId w:val="0"/>
  </w:num>
  <w:num w:numId="1463" w16cid:durableId="1008285781">
    <w:abstractNumId w:val="7"/>
  </w:num>
  <w:num w:numId="1464" w16cid:durableId="701515839">
    <w:abstractNumId w:val="5"/>
  </w:num>
  <w:num w:numId="1465" w16cid:durableId="774522414">
    <w:abstractNumId w:val="4"/>
  </w:num>
  <w:num w:numId="1466" w16cid:durableId="1575696599">
    <w:abstractNumId w:val="3"/>
  </w:num>
  <w:num w:numId="1467" w16cid:durableId="414593684">
    <w:abstractNumId w:val="2"/>
  </w:num>
  <w:num w:numId="1468" w16cid:durableId="807742367">
    <w:abstractNumId w:val="1"/>
  </w:num>
  <w:num w:numId="1469" w16cid:durableId="762796191">
    <w:abstractNumId w:val="0"/>
  </w:num>
  <w:num w:numId="1470" w16cid:durableId="422651193">
    <w:abstractNumId w:val="7"/>
  </w:num>
  <w:num w:numId="1471" w16cid:durableId="2009668834">
    <w:abstractNumId w:val="5"/>
  </w:num>
  <w:num w:numId="1472" w16cid:durableId="1211302929">
    <w:abstractNumId w:val="4"/>
  </w:num>
  <w:num w:numId="1473" w16cid:durableId="484053888">
    <w:abstractNumId w:val="3"/>
  </w:num>
  <w:num w:numId="1474" w16cid:durableId="1233004196">
    <w:abstractNumId w:val="2"/>
  </w:num>
  <w:num w:numId="1475" w16cid:durableId="395475639">
    <w:abstractNumId w:val="1"/>
  </w:num>
  <w:num w:numId="1476" w16cid:durableId="906259140">
    <w:abstractNumId w:val="0"/>
  </w:num>
  <w:num w:numId="1477" w16cid:durableId="2090617980">
    <w:abstractNumId w:val="7"/>
  </w:num>
  <w:num w:numId="1478" w16cid:durableId="1315792336">
    <w:abstractNumId w:val="5"/>
  </w:num>
  <w:num w:numId="1479" w16cid:durableId="77673512">
    <w:abstractNumId w:val="4"/>
  </w:num>
  <w:num w:numId="1480" w16cid:durableId="670837047">
    <w:abstractNumId w:val="3"/>
  </w:num>
  <w:num w:numId="1481" w16cid:durableId="776219199">
    <w:abstractNumId w:val="2"/>
  </w:num>
  <w:num w:numId="1482" w16cid:durableId="112408515">
    <w:abstractNumId w:val="1"/>
  </w:num>
  <w:num w:numId="1483" w16cid:durableId="424228141">
    <w:abstractNumId w:val="0"/>
  </w:num>
  <w:num w:numId="1484" w16cid:durableId="1711874513">
    <w:abstractNumId w:val="7"/>
  </w:num>
  <w:num w:numId="1485" w16cid:durableId="454912177">
    <w:abstractNumId w:val="5"/>
  </w:num>
  <w:num w:numId="1486" w16cid:durableId="2094549701">
    <w:abstractNumId w:val="4"/>
  </w:num>
  <w:num w:numId="1487" w16cid:durableId="669522367">
    <w:abstractNumId w:val="3"/>
  </w:num>
  <w:num w:numId="1488" w16cid:durableId="559513240">
    <w:abstractNumId w:val="2"/>
  </w:num>
  <w:num w:numId="1489" w16cid:durableId="142240370">
    <w:abstractNumId w:val="1"/>
  </w:num>
  <w:num w:numId="1490" w16cid:durableId="5182120">
    <w:abstractNumId w:val="0"/>
  </w:num>
  <w:num w:numId="1491" w16cid:durableId="833185517">
    <w:abstractNumId w:val="7"/>
  </w:num>
  <w:num w:numId="1492" w16cid:durableId="1407993251">
    <w:abstractNumId w:val="5"/>
  </w:num>
  <w:num w:numId="1493" w16cid:durableId="631518050">
    <w:abstractNumId w:val="4"/>
  </w:num>
  <w:num w:numId="1494" w16cid:durableId="1329747120">
    <w:abstractNumId w:val="3"/>
  </w:num>
  <w:num w:numId="1495" w16cid:durableId="2054305795">
    <w:abstractNumId w:val="2"/>
  </w:num>
  <w:num w:numId="1496" w16cid:durableId="546990962">
    <w:abstractNumId w:val="1"/>
  </w:num>
  <w:num w:numId="1497" w16cid:durableId="1548099956">
    <w:abstractNumId w:val="0"/>
  </w:num>
  <w:num w:numId="1498" w16cid:durableId="705644404">
    <w:abstractNumId w:val="7"/>
  </w:num>
  <w:num w:numId="1499" w16cid:durableId="1993828822">
    <w:abstractNumId w:val="5"/>
  </w:num>
  <w:num w:numId="1500" w16cid:durableId="40711776">
    <w:abstractNumId w:val="4"/>
  </w:num>
  <w:num w:numId="1501" w16cid:durableId="880284614">
    <w:abstractNumId w:val="3"/>
  </w:num>
  <w:num w:numId="1502" w16cid:durableId="220219336">
    <w:abstractNumId w:val="2"/>
  </w:num>
  <w:num w:numId="1503" w16cid:durableId="940575013">
    <w:abstractNumId w:val="1"/>
  </w:num>
  <w:num w:numId="1504" w16cid:durableId="816342297">
    <w:abstractNumId w:val="0"/>
  </w:num>
  <w:num w:numId="1505" w16cid:durableId="1962572021">
    <w:abstractNumId w:val="7"/>
  </w:num>
  <w:num w:numId="1506" w16cid:durableId="1091656005">
    <w:abstractNumId w:val="5"/>
  </w:num>
  <w:num w:numId="1507" w16cid:durableId="128934622">
    <w:abstractNumId w:val="4"/>
  </w:num>
  <w:num w:numId="1508" w16cid:durableId="577711302">
    <w:abstractNumId w:val="3"/>
  </w:num>
  <w:num w:numId="1509" w16cid:durableId="1663780702">
    <w:abstractNumId w:val="2"/>
  </w:num>
  <w:num w:numId="1510" w16cid:durableId="1318413221">
    <w:abstractNumId w:val="1"/>
  </w:num>
  <w:num w:numId="1511" w16cid:durableId="684674926">
    <w:abstractNumId w:val="0"/>
  </w:num>
  <w:num w:numId="1512" w16cid:durableId="1183402949">
    <w:abstractNumId w:val="7"/>
  </w:num>
  <w:num w:numId="1513" w16cid:durableId="1557667929">
    <w:abstractNumId w:val="5"/>
  </w:num>
  <w:num w:numId="1514" w16cid:durableId="2006587810">
    <w:abstractNumId w:val="4"/>
  </w:num>
  <w:num w:numId="1515" w16cid:durableId="886796681">
    <w:abstractNumId w:val="3"/>
  </w:num>
  <w:num w:numId="1516" w16cid:durableId="1157720741">
    <w:abstractNumId w:val="2"/>
  </w:num>
  <w:num w:numId="1517" w16cid:durableId="173540164">
    <w:abstractNumId w:val="1"/>
  </w:num>
  <w:num w:numId="1518" w16cid:durableId="426199415">
    <w:abstractNumId w:val="0"/>
  </w:num>
  <w:num w:numId="1519" w16cid:durableId="947155787">
    <w:abstractNumId w:val="7"/>
  </w:num>
  <w:num w:numId="1520" w16cid:durableId="533271491">
    <w:abstractNumId w:val="5"/>
  </w:num>
  <w:num w:numId="1521" w16cid:durableId="1348094288">
    <w:abstractNumId w:val="4"/>
  </w:num>
  <w:num w:numId="1522" w16cid:durableId="1412192416">
    <w:abstractNumId w:val="3"/>
  </w:num>
  <w:num w:numId="1523" w16cid:durableId="433866472">
    <w:abstractNumId w:val="2"/>
  </w:num>
  <w:num w:numId="1524" w16cid:durableId="372078208">
    <w:abstractNumId w:val="1"/>
  </w:num>
  <w:num w:numId="1525" w16cid:durableId="1023439626">
    <w:abstractNumId w:val="0"/>
  </w:num>
  <w:num w:numId="1526" w16cid:durableId="979501881">
    <w:abstractNumId w:val="7"/>
  </w:num>
  <w:num w:numId="1527" w16cid:durableId="1859342902">
    <w:abstractNumId w:val="5"/>
  </w:num>
  <w:num w:numId="1528" w16cid:durableId="528689470">
    <w:abstractNumId w:val="4"/>
  </w:num>
  <w:num w:numId="1529" w16cid:durableId="167183642">
    <w:abstractNumId w:val="3"/>
  </w:num>
  <w:num w:numId="1530" w16cid:durableId="554004694">
    <w:abstractNumId w:val="2"/>
  </w:num>
  <w:num w:numId="1531" w16cid:durableId="1649818998">
    <w:abstractNumId w:val="1"/>
  </w:num>
  <w:num w:numId="1532" w16cid:durableId="2113351524">
    <w:abstractNumId w:val="0"/>
  </w:num>
  <w:num w:numId="1533" w16cid:durableId="1464272207">
    <w:abstractNumId w:val="7"/>
  </w:num>
  <w:num w:numId="1534" w16cid:durableId="1958757410">
    <w:abstractNumId w:val="5"/>
  </w:num>
  <w:num w:numId="1535" w16cid:durableId="799736299">
    <w:abstractNumId w:val="4"/>
  </w:num>
  <w:num w:numId="1536" w16cid:durableId="638875254">
    <w:abstractNumId w:val="3"/>
  </w:num>
  <w:num w:numId="1537" w16cid:durableId="2042195627">
    <w:abstractNumId w:val="2"/>
  </w:num>
  <w:num w:numId="1538" w16cid:durableId="1004557030">
    <w:abstractNumId w:val="1"/>
  </w:num>
  <w:num w:numId="1539" w16cid:durableId="877861016">
    <w:abstractNumId w:val="0"/>
  </w:num>
  <w:num w:numId="1540" w16cid:durableId="1885480870">
    <w:abstractNumId w:val="7"/>
  </w:num>
  <w:num w:numId="1541" w16cid:durableId="354886879">
    <w:abstractNumId w:val="5"/>
  </w:num>
  <w:num w:numId="1542" w16cid:durableId="700398822">
    <w:abstractNumId w:val="4"/>
  </w:num>
  <w:num w:numId="1543" w16cid:durableId="183595226">
    <w:abstractNumId w:val="3"/>
  </w:num>
  <w:num w:numId="1544" w16cid:durableId="307708592">
    <w:abstractNumId w:val="2"/>
  </w:num>
  <w:num w:numId="1545" w16cid:durableId="899753395">
    <w:abstractNumId w:val="1"/>
  </w:num>
  <w:num w:numId="1546" w16cid:durableId="538393270">
    <w:abstractNumId w:val="0"/>
  </w:num>
  <w:num w:numId="1547" w16cid:durableId="1191527327">
    <w:abstractNumId w:val="7"/>
  </w:num>
  <w:num w:numId="1548" w16cid:durableId="1970626571">
    <w:abstractNumId w:val="5"/>
  </w:num>
  <w:num w:numId="1549" w16cid:durableId="1983804148">
    <w:abstractNumId w:val="4"/>
  </w:num>
  <w:num w:numId="1550" w16cid:durableId="250434197">
    <w:abstractNumId w:val="3"/>
  </w:num>
  <w:num w:numId="1551" w16cid:durableId="1448619311">
    <w:abstractNumId w:val="2"/>
  </w:num>
  <w:num w:numId="1552" w16cid:durableId="388463113">
    <w:abstractNumId w:val="1"/>
  </w:num>
  <w:num w:numId="1553" w16cid:durableId="703100502">
    <w:abstractNumId w:val="0"/>
  </w:num>
  <w:num w:numId="1554" w16cid:durableId="886988541">
    <w:abstractNumId w:val="7"/>
  </w:num>
  <w:num w:numId="1555" w16cid:durableId="357705663">
    <w:abstractNumId w:val="5"/>
  </w:num>
  <w:num w:numId="1556" w16cid:durableId="673728122">
    <w:abstractNumId w:val="4"/>
  </w:num>
  <w:num w:numId="1557" w16cid:durableId="805241422">
    <w:abstractNumId w:val="3"/>
  </w:num>
  <w:num w:numId="1558" w16cid:durableId="1187674081">
    <w:abstractNumId w:val="2"/>
  </w:num>
  <w:num w:numId="1559" w16cid:durableId="394158489">
    <w:abstractNumId w:val="1"/>
  </w:num>
  <w:num w:numId="1560" w16cid:durableId="1919360721">
    <w:abstractNumId w:val="0"/>
  </w:num>
  <w:num w:numId="1561" w16cid:durableId="690567545">
    <w:abstractNumId w:val="7"/>
  </w:num>
  <w:num w:numId="1562" w16cid:durableId="1799183970">
    <w:abstractNumId w:val="5"/>
  </w:num>
  <w:num w:numId="1563" w16cid:durableId="1646935767">
    <w:abstractNumId w:val="4"/>
  </w:num>
  <w:num w:numId="1564" w16cid:durableId="1467159608">
    <w:abstractNumId w:val="3"/>
  </w:num>
  <w:num w:numId="1565" w16cid:durableId="1666350419">
    <w:abstractNumId w:val="2"/>
  </w:num>
  <w:num w:numId="1566" w16cid:durableId="127825881">
    <w:abstractNumId w:val="1"/>
  </w:num>
  <w:num w:numId="1567" w16cid:durableId="1064522585">
    <w:abstractNumId w:val="0"/>
  </w:num>
  <w:num w:numId="1568" w16cid:durableId="1789814828">
    <w:abstractNumId w:val="7"/>
  </w:num>
  <w:num w:numId="1569" w16cid:durableId="926579251">
    <w:abstractNumId w:val="5"/>
  </w:num>
  <w:num w:numId="1570" w16cid:durableId="614022041">
    <w:abstractNumId w:val="4"/>
  </w:num>
  <w:num w:numId="1571" w16cid:durableId="1940285296">
    <w:abstractNumId w:val="3"/>
  </w:num>
  <w:num w:numId="1572" w16cid:durableId="322852858">
    <w:abstractNumId w:val="2"/>
  </w:num>
  <w:num w:numId="1573" w16cid:durableId="1852137860">
    <w:abstractNumId w:val="1"/>
  </w:num>
  <w:num w:numId="1574" w16cid:durableId="2080252075">
    <w:abstractNumId w:val="0"/>
  </w:num>
  <w:num w:numId="1575" w16cid:durableId="197008258">
    <w:abstractNumId w:val="7"/>
  </w:num>
  <w:num w:numId="1576" w16cid:durableId="1816487869">
    <w:abstractNumId w:val="5"/>
  </w:num>
  <w:num w:numId="1577" w16cid:durableId="215704818">
    <w:abstractNumId w:val="4"/>
  </w:num>
  <w:num w:numId="1578" w16cid:durableId="708454725">
    <w:abstractNumId w:val="3"/>
  </w:num>
  <w:num w:numId="1579" w16cid:durableId="115562087">
    <w:abstractNumId w:val="2"/>
  </w:num>
  <w:num w:numId="1580" w16cid:durableId="703989444">
    <w:abstractNumId w:val="1"/>
  </w:num>
  <w:num w:numId="1581" w16cid:durableId="168640097">
    <w:abstractNumId w:val="0"/>
  </w:num>
  <w:num w:numId="1582" w16cid:durableId="2069067422">
    <w:abstractNumId w:val="7"/>
  </w:num>
  <w:num w:numId="1583" w16cid:durableId="1269121529">
    <w:abstractNumId w:val="5"/>
  </w:num>
  <w:num w:numId="1584" w16cid:durableId="725497023">
    <w:abstractNumId w:val="4"/>
  </w:num>
  <w:num w:numId="1585" w16cid:durableId="1206067448">
    <w:abstractNumId w:val="3"/>
  </w:num>
  <w:num w:numId="1586" w16cid:durableId="208806749">
    <w:abstractNumId w:val="2"/>
  </w:num>
  <w:num w:numId="1587" w16cid:durableId="1832866307">
    <w:abstractNumId w:val="1"/>
  </w:num>
  <w:num w:numId="1588" w16cid:durableId="1997763690">
    <w:abstractNumId w:val="0"/>
  </w:num>
  <w:num w:numId="1589" w16cid:durableId="831802082">
    <w:abstractNumId w:val="7"/>
  </w:num>
  <w:num w:numId="1590" w16cid:durableId="291060881">
    <w:abstractNumId w:val="5"/>
  </w:num>
  <w:num w:numId="1591" w16cid:durableId="22874500">
    <w:abstractNumId w:val="4"/>
  </w:num>
  <w:num w:numId="1592" w16cid:durableId="647827220">
    <w:abstractNumId w:val="3"/>
  </w:num>
  <w:num w:numId="1593" w16cid:durableId="2069304128">
    <w:abstractNumId w:val="2"/>
  </w:num>
  <w:num w:numId="1594" w16cid:durableId="780343181">
    <w:abstractNumId w:val="1"/>
  </w:num>
  <w:num w:numId="1595" w16cid:durableId="958027980">
    <w:abstractNumId w:val="0"/>
  </w:num>
  <w:num w:numId="1596" w16cid:durableId="1479296936">
    <w:abstractNumId w:val="7"/>
  </w:num>
  <w:num w:numId="1597" w16cid:durableId="723142856">
    <w:abstractNumId w:val="5"/>
  </w:num>
  <w:num w:numId="1598" w16cid:durableId="339167472">
    <w:abstractNumId w:val="4"/>
  </w:num>
  <w:num w:numId="1599" w16cid:durableId="1165976136">
    <w:abstractNumId w:val="3"/>
  </w:num>
  <w:num w:numId="1600" w16cid:durableId="2095936231">
    <w:abstractNumId w:val="2"/>
  </w:num>
  <w:num w:numId="1601" w16cid:durableId="883754724">
    <w:abstractNumId w:val="1"/>
  </w:num>
  <w:num w:numId="1602" w16cid:durableId="2114663755">
    <w:abstractNumId w:val="0"/>
  </w:num>
  <w:num w:numId="1603" w16cid:durableId="399135153">
    <w:abstractNumId w:val="7"/>
  </w:num>
  <w:num w:numId="1604" w16cid:durableId="520752236">
    <w:abstractNumId w:val="5"/>
  </w:num>
  <w:num w:numId="1605" w16cid:durableId="778374642">
    <w:abstractNumId w:val="4"/>
  </w:num>
  <w:num w:numId="1606" w16cid:durableId="2140954516">
    <w:abstractNumId w:val="3"/>
  </w:num>
  <w:num w:numId="1607" w16cid:durableId="1370718012">
    <w:abstractNumId w:val="2"/>
  </w:num>
  <w:num w:numId="1608" w16cid:durableId="791287110">
    <w:abstractNumId w:val="1"/>
  </w:num>
  <w:num w:numId="1609" w16cid:durableId="584538828">
    <w:abstractNumId w:val="0"/>
  </w:num>
  <w:num w:numId="1610" w16cid:durableId="754059609">
    <w:abstractNumId w:val="7"/>
  </w:num>
  <w:num w:numId="1611" w16cid:durableId="293564020">
    <w:abstractNumId w:val="5"/>
  </w:num>
  <w:num w:numId="1612" w16cid:durableId="1874999260">
    <w:abstractNumId w:val="4"/>
  </w:num>
  <w:num w:numId="1613" w16cid:durableId="1045907920">
    <w:abstractNumId w:val="3"/>
  </w:num>
  <w:num w:numId="1614" w16cid:durableId="1671173150">
    <w:abstractNumId w:val="2"/>
  </w:num>
  <w:num w:numId="1615" w16cid:durableId="1254701403">
    <w:abstractNumId w:val="1"/>
  </w:num>
  <w:num w:numId="1616" w16cid:durableId="1654678024">
    <w:abstractNumId w:val="0"/>
  </w:num>
  <w:num w:numId="1617" w16cid:durableId="34429646">
    <w:abstractNumId w:val="7"/>
  </w:num>
  <w:num w:numId="1618" w16cid:durableId="1303656857">
    <w:abstractNumId w:val="5"/>
  </w:num>
  <w:num w:numId="1619" w16cid:durableId="1993756349">
    <w:abstractNumId w:val="4"/>
  </w:num>
  <w:num w:numId="1620" w16cid:durableId="1053389685">
    <w:abstractNumId w:val="3"/>
  </w:num>
  <w:num w:numId="1621" w16cid:durableId="1311013618">
    <w:abstractNumId w:val="2"/>
  </w:num>
  <w:num w:numId="1622" w16cid:durableId="129641901">
    <w:abstractNumId w:val="1"/>
  </w:num>
  <w:num w:numId="1623" w16cid:durableId="1178814307">
    <w:abstractNumId w:val="0"/>
  </w:num>
  <w:num w:numId="1624" w16cid:durableId="1012418283">
    <w:abstractNumId w:val="7"/>
  </w:num>
  <w:num w:numId="1625" w16cid:durableId="1456023801">
    <w:abstractNumId w:val="5"/>
  </w:num>
  <w:num w:numId="1626" w16cid:durableId="499083463">
    <w:abstractNumId w:val="4"/>
  </w:num>
  <w:num w:numId="1627" w16cid:durableId="1142575026">
    <w:abstractNumId w:val="3"/>
  </w:num>
  <w:num w:numId="1628" w16cid:durableId="1853715161">
    <w:abstractNumId w:val="2"/>
  </w:num>
  <w:num w:numId="1629" w16cid:durableId="295765547">
    <w:abstractNumId w:val="1"/>
  </w:num>
  <w:num w:numId="1630" w16cid:durableId="1400862809">
    <w:abstractNumId w:val="0"/>
  </w:num>
  <w:num w:numId="1631" w16cid:durableId="251551333">
    <w:abstractNumId w:val="7"/>
  </w:num>
  <w:num w:numId="1632" w16cid:durableId="224951427">
    <w:abstractNumId w:val="5"/>
  </w:num>
  <w:num w:numId="1633" w16cid:durableId="1908567765">
    <w:abstractNumId w:val="4"/>
  </w:num>
  <w:num w:numId="1634" w16cid:durableId="441805539">
    <w:abstractNumId w:val="3"/>
  </w:num>
  <w:num w:numId="1635" w16cid:durableId="1405880617">
    <w:abstractNumId w:val="2"/>
  </w:num>
  <w:num w:numId="1636" w16cid:durableId="1611627033">
    <w:abstractNumId w:val="1"/>
  </w:num>
  <w:num w:numId="1637" w16cid:durableId="1381516008">
    <w:abstractNumId w:val="0"/>
  </w:num>
  <w:num w:numId="1638" w16cid:durableId="1253002850">
    <w:abstractNumId w:val="7"/>
  </w:num>
  <w:num w:numId="1639" w16cid:durableId="2005353026">
    <w:abstractNumId w:val="5"/>
  </w:num>
  <w:num w:numId="1640" w16cid:durableId="1499610053">
    <w:abstractNumId w:val="4"/>
  </w:num>
  <w:num w:numId="1641" w16cid:durableId="1895580969">
    <w:abstractNumId w:val="3"/>
  </w:num>
  <w:num w:numId="1642" w16cid:durableId="616329554">
    <w:abstractNumId w:val="2"/>
  </w:num>
  <w:num w:numId="1643" w16cid:durableId="1389646943">
    <w:abstractNumId w:val="1"/>
  </w:num>
  <w:num w:numId="1644" w16cid:durableId="1431512708">
    <w:abstractNumId w:val="0"/>
  </w:num>
  <w:num w:numId="1645" w16cid:durableId="925960685">
    <w:abstractNumId w:val="7"/>
  </w:num>
  <w:num w:numId="1646" w16cid:durableId="1267616029">
    <w:abstractNumId w:val="5"/>
  </w:num>
  <w:num w:numId="1647" w16cid:durableId="721715098">
    <w:abstractNumId w:val="4"/>
  </w:num>
  <w:num w:numId="1648" w16cid:durableId="461970150">
    <w:abstractNumId w:val="3"/>
  </w:num>
  <w:num w:numId="1649" w16cid:durableId="1113091886">
    <w:abstractNumId w:val="2"/>
  </w:num>
  <w:num w:numId="1650" w16cid:durableId="1799882124">
    <w:abstractNumId w:val="1"/>
  </w:num>
  <w:num w:numId="1651" w16cid:durableId="336275524">
    <w:abstractNumId w:val="0"/>
  </w:num>
  <w:num w:numId="1652" w16cid:durableId="1233203404">
    <w:abstractNumId w:val="23"/>
  </w:num>
  <w:num w:numId="1653" w16cid:durableId="1809324860">
    <w:abstractNumId w:val="7"/>
  </w:num>
  <w:num w:numId="1654" w16cid:durableId="1719472061">
    <w:abstractNumId w:val="5"/>
  </w:num>
  <w:num w:numId="1655" w16cid:durableId="967976049">
    <w:abstractNumId w:val="4"/>
  </w:num>
  <w:num w:numId="1656" w16cid:durableId="1899246969">
    <w:abstractNumId w:val="3"/>
  </w:num>
  <w:num w:numId="1657" w16cid:durableId="101923967">
    <w:abstractNumId w:val="2"/>
  </w:num>
  <w:num w:numId="1658" w16cid:durableId="1743286988">
    <w:abstractNumId w:val="1"/>
  </w:num>
  <w:num w:numId="1659" w16cid:durableId="1867208890">
    <w:abstractNumId w:val="0"/>
  </w:num>
  <w:num w:numId="1660" w16cid:durableId="379984745">
    <w:abstractNumId w:val="7"/>
  </w:num>
  <w:num w:numId="1661" w16cid:durableId="1081678507">
    <w:abstractNumId w:val="5"/>
  </w:num>
  <w:num w:numId="1662" w16cid:durableId="487479130">
    <w:abstractNumId w:val="4"/>
  </w:num>
  <w:num w:numId="1663" w16cid:durableId="2054113239">
    <w:abstractNumId w:val="3"/>
  </w:num>
  <w:num w:numId="1664" w16cid:durableId="146216898">
    <w:abstractNumId w:val="2"/>
  </w:num>
  <w:num w:numId="1665" w16cid:durableId="1420297179">
    <w:abstractNumId w:val="1"/>
  </w:num>
  <w:num w:numId="1666" w16cid:durableId="474185311">
    <w:abstractNumId w:val="0"/>
  </w:num>
  <w:num w:numId="1667" w16cid:durableId="74013485">
    <w:abstractNumId w:val="7"/>
  </w:num>
  <w:num w:numId="1668" w16cid:durableId="756825583">
    <w:abstractNumId w:val="5"/>
  </w:num>
  <w:num w:numId="1669" w16cid:durableId="1784495441">
    <w:abstractNumId w:val="4"/>
  </w:num>
  <w:num w:numId="1670" w16cid:durableId="1112239798">
    <w:abstractNumId w:val="3"/>
  </w:num>
  <w:num w:numId="1671" w16cid:durableId="376391485">
    <w:abstractNumId w:val="2"/>
  </w:num>
  <w:num w:numId="1672" w16cid:durableId="1956017286">
    <w:abstractNumId w:val="1"/>
  </w:num>
  <w:num w:numId="1673" w16cid:durableId="43455841">
    <w:abstractNumId w:val="0"/>
  </w:num>
  <w:num w:numId="1674" w16cid:durableId="262542702">
    <w:abstractNumId w:val="7"/>
  </w:num>
  <w:num w:numId="1675" w16cid:durableId="378407095">
    <w:abstractNumId w:val="5"/>
  </w:num>
  <w:num w:numId="1676" w16cid:durableId="758522197">
    <w:abstractNumId w:val="4"/>
  </w:num>
  <w:num w:numId="1677" w16cid:durableId="1607351632">
    <w:abstractNumId w:val="3"/>
  </w:num>
  <w:num w:numId="1678" w16cid:durableId="1945451819">
    <w:abstractNumId w:val="2"/>
  </w:num>
  <w:num w:numId="1679" w16cid:durableId="104430283">
    <w:abstractNumId w:val="1"/>
  </w:num>
  <w:num w:numId="1680" w16cid:durableId="100271389">
    <w:abstractNumId w:val="0"/>
  </w:num>
  <w:num w:numId="1681" w16cid:durableId="2076855731">
    <w:abstractNumId w:val="7"/>
  </w:num>
  <w:num w:numId="1682" w16cid:durableId="2093700153">
    <w:abstractNumId w:val="5"/>
  </w:num>
  <w:num w:numId="1683" w16cid:durableId="928126539">
    <w:abstractNumId w:val="4"/>
  </w:num>
  <w:num w:numId="1684" w16cid:durableId="1862429540">
    <w:abstractNumId w:val="3"/>
  </w:num>
  <w:num w:numId="1685" w16cid:durableId="1430546218">
    <w:abstractNumId w:val="2"/>
  </w:num>
  <w:num w:numId="1686" w16cid:durableId="1055394548">
    <w:abstractNumId w:val="1"/>
  </w:num>
  <w:num w:numId="1687" w16cid:durableId="1780760131">
    <w:abstractNumId w:val="0"/>
  </w:num>
  <w:num w:numId="1688" w16cid:durableId="1983996220">
    <w:abstractNumId w:val="7"/>
  </w:num>
  <w:num w:numId="1689" w16cid:durableId="470637293">
    <w:abstractNumId w:val="5"/>
  </w:num>
  <w:num w:numId="1690" w16cid:durableId="1189414907">
    <w:abstractNumId w:val="4"/>
  </w:num>
  <w:num w:numId="1691" w16cid:durableId="1999113333">
    <w:abstractNumId w:val="3"/>
  </w:num>
  <w:num w:numId="1692" w16cid:durableId="1324359236">
    <w:abstractNumId w:val="2"/>
  </w:num>
  <w:num w:numId="1693" w16cid:durableId="1827866669">
    <w:abstractNumId w:val="1"/>
  </w:num>
  <w:num w:numId="1694" w16cid:durableId="1258750061">
    <w:abstractNumId w:val="0"/>
  </w:num>
  <w:num w:numId="1695" w16cid:durableId="1825900471">
    <w:abstractNumId w:val="7"/>
  </w:num>
  <w:num w:numId="1696" w16cid:durableId="1805543547">
    <w:abstractNumId w:val="5"/>
  </w:num>
  <w:num w:numId="1697" w16cid:durableId="1646861642">
    <w:abstractNumId w:val="4"/>
  </w:num>
  <w:num w:numId="1698" w16cid:durableId="822088475">
    <w:abstractNumId w:val="3"/>
  </w:num>
  <w:num w:numId="1699" w16cid:durableId="1883977142">
    <w:abstractNumId w:val="2"/>
  </w:num>
  <w:num w:numId="1700" w16cid:durableId="44571010">
    <w:abstractNumId w:val="1"/>
  </w:num>
  <w:num w:numId="1701" w16cid:durableId="652488647">
    <w:abstractNumId w:val="0"/>
  </w:num>
  <w:num w:numId="1702" w16cid:durableId="1327594247">
    <w:abstractNumId w:val="7"/>
  </w:num>
  <w:num w:numId="1703" w16cid:durableId="758646217">
    <w:abstractNumId w:val="5"/>
  </w:num>
  <w:num w:numId="1704" w16cid:durableId="809597627">
    <w:abstractNumId w:val="4"/>
  </w:num>
  <w:num w:numId="1705" w16cid:durableId="593444335">
    <w:abstractNumId w:val="3"/>
  </w:num>
  <w:num w:numId="1706" w16cid:durableId="1034118058">
    <w:abstractNumId w:val="2"/>
  </w:num>
  <w:num w:numId="1707" w16cid:durableId="1672098964">
    <w:abstractNumId w:val="1"/>
  </w:num>
  <w:num w:numId="1708" w16cid:durableId="546139278">
    <w:abstractNumId w:val="0"/>
  </w:num>
  <w:num w:numId="1709" w16cid:durableId="1318614500">
    <w:abstractNumId w:val="7"/>
  </w:num>
  <w:num w:numId="1710" w16cid:durableId="153035124">
    <w:abstractNumId w:val="5"/>
  </w:num>
  <w:num w:numId="1711" w16cid:durableId="2078937622">
    <w:abstractNumId w:val="4"/>
  </w:num>
  <w:num w:numId="1712" w16cid:durableId="603269364">
    <w:abstractNumId w:val="3"/>
  </w:num>
  <w:num w:numId="1713" w16cid:durableId="818229916">
    <w:abstractNumId w:val="2"/>
  </w:num>
  <w:num w:numId="1714" w16cid:durableId="1899322133">
    <w:abstractNumId w:val="1"/>
  </w:num>
  <w:num w:numId="1715" w16cid:durableId="1528253868">
    <w:abstractNumId w:val="0"/>
  </w:num>
  <w:num w:numId="1716" w16cid:durableId="330136065">
    <w:abstractNumId w:val="7"/>
  </w:num>
  <w:num w:numId="1717" w16cid:durableId="430979334">
    <w:abstractNumId w:val="5"/>
  </w:num>
  <w:num w:numId="1718" w16cid:durableId="1529373594">
    <w:abstractNumId w:val="4"/>
  </w:num>
  <w:num w:numId="1719" w16cid:durableId="277299784">
    <w:abstractNumId w:val="3"/>
  </w:num>
  <w:num w:numId="1720" w16cid:durableId="1657102312">
    <w:abstractNumId w:val="2"/>
  </w:num>
  <w:num w:numId="1721" w16cid:durableId="1624732361">
    <w:abstractNumId w:val="1"/>
  </w:num>
  <w:num w:numId="1722" w16cid:durableId="464127852">
    <w:abstractNumId w:val="0"/>
  </w:num>
  <w:num w:numId="1723" w16cid:durableId="978457230">
    <w:abstractNumId w:val="7"/>
  </w:num>
  <w:num w:numId="1724" w16cid:durableId="897977340">
    <w:abstractNumId w:val="5"/>
  </w:num>
  <w:num w:numId="1725" w16cid:durableId="1348211156">
    <w:abstractNumId w:val="4"/>
  </w:num>
  <w:num w:numId="1726" w16cid:durableId="2049449908">
    <w:abstractNumId w:val="3"/>
  </w:num>
  <w:num w:numId="1727" w16cid:durableId="930431620">
    <w:abstractNumId w:val="2"/>
  </w:num>
  <w:num w:numId="1728" w16cid:durableId="366757850">
    <w:abstractNumId w:val="1"/>
  </w:num>
  <w:num w:numId="1729" w16cid:durableId="553083671">
    <w:abstractNumId w:val="0"/>
  </w:num>
  <w:num w:numId="1730" w16cid:durableId="1722973099">
    <w:abstractNumId w:val="7"/>
  </w:num>
  <w:num w:numId="1731" w16cid:durableId="435487948">
    <w:abstractNumId w:val="5"/>
  </w:num>
  <w:num w:numId="1732" w16cid:durableId="1225024933">
    <w:abstractNumId w:val="4"/>
  </w:num>
  <w:num w:numId="1733" w16cid:durableId="1769810683">
    <w:abstractNumId w:val="3"/>
  </w:num>
  <w:num w:numId="1734" w16cid:durableId="1608659505">
    <w:abstractNumId w:val="2"/>
  </w:num>
  <w:num w:numId="1735" w16cid:durableId="839582533">
    <w:abstractNumId w:val="1"/>
  </w:num>
  <w:num w:numId="1736" w16cid:durableId="986978455">
    <w:abstractNumId w:val="0"/>
  </w:num>
  <w:num w:numId="1737" w16cid:durableId="746656252">
    <w:abstractNumId w:val="7"/>
  </w:num>
  <w:num w:numId="1738" w16cid:durableId="1553926083">
    <w:abstractNumId w:val="5"/>
  </w:num>
  <w:num w:numId="1739" w16cid:durableId="1794514541">
    <w:abstractNumId w:val="4"/>
  </w:num>
  <w:num w:numId="1740" w16cid:durableId="2044473280">
    <w:abstractNumId w:val="3"/>
  </w:num>
  <w:num w:numId="1741" w16cid:durableId="384135951">
    <w:abstractNumId w:val="2"/>
  </w:num>
  <w:num w:numId="1742" w16cid:durableId="1637493354">
    <w:abstractNumId w:val="1"/>
  </w:num>
  <w:num w:numId="1743" w16cid:durableId="2101484840">
    <w:abstractNumId w:val="0"/>
  </w:num>
  <w:num w:numId="1744" w16cid:durableId="1397317117">
    <w:abstractNumId w:val="7"/>
  </w:num>
  <w:num w:numId="1745" w16cid:durableId="296224516">
    <w:abstractNumId w:val="5"/>
  </w:num>
  <w:num w:numId="1746" w16cid:durableId="570432371">
    <w:abstractNumId w:val="4"/>
  </w:num>
  <w:num w:numId="1747" w16cid:durableId="1206406379">
    <w:abstractNumId w:val="3"/>
  </w:num>
  <w:num w:numId="1748" w16cid:durableId="69474861">
    <w:abstractNumId w:val="2"/>
  </w:num>
  <w:num w:numId="1749" w16cid:durableId="1330793136">
    <w:abstractNumId w:val="1"/>
  </w:num>
  <w:num w:numId="1750" w16cid:durableId="1296644906">
    <w:abstractNumId w:val="0"/>
  </w:num>
  <w:num w:numId="1751" w16cid:durableId="283732769">
    <w:abstractNumId w:val="7"/>
  </w:num>
  <w:num w:numId="1752" w16cid:durableId="636880107">
    <w:abstractNumId w:val="5"/>
  </w:num>
  <w:num w:numId="1753" w16cid:durableId="1603414154">
    <w:abstractNumId w:val="4"/>
  </w:num>
  <w:num w:numId="1754" w16cid:durableId="1385759119">
    <w:abstractNumId w:val="3"/>
  </w:num>
  <w:num w:numId="1755" w16cid:durableId="1058286823">
    <w:abstractNumId w:val="2"/>
  </w:num>
  <w:num w:numId="1756" w16cid:durableId="2125271175">
    <w:abstractNumId w:val="1"/>
  </w:num>
  <w:num w:numId="1757" w16cid:durableId="1423143575">
    <w:abstractNumId w:val="0"/>
  </w:num>
  <w:num w:numId="1758" w16cid:durableId="958340167">
    <w:abstractNumId w:val="7"/>
  </w:num>
  <w:num w:numId="1759" w16cid:durableId="1658151143">
    <w:abstractNumId w:val="5"/>
  </w:num>
  <w:num w:numId="1760" w16cid:durableId="1378043277">
    <w:abstractNumId w:val="4"/>
  </w:num>
  <w:num w:numId="1761" w16cid:durableId="974408680">
    <w:abstractNumId w:val="3"/>
  </w:num>
  <w:num w:numId="1762" w16cid:durableId="1981569177">
    <w:abstractNumId w:val="2"/>
  </w:num>
  <w:num w:numId="1763" w16cid:durableId="584655762">
    <w:abstractNumId w:val="1"/>
  </w:num>
  <w:num w:numId="1764" w16cid:durableId="1596327753">
    <w:abstractNumId w:val="0"/>
  </w:num>
  <w:num w:numId="1765" w16cid:durableId="2132048448">
    <w:abstractNumId w:val="7"/>
  </w:num>
  <w:num w:numId="1766" w16cid:durableId="915091544">
    <w:abstractNumId w:val="5"/>
  </w:num>
  <w:num w:numId="1767" w16cid:durableId="654067995">
    <w:abstractNumId w:val="4"/>
  </w:num>
  <w:num w:numId="1768" w16cid:durableId="336468368">
    <w:abstractNumId w:val="3"/>
  </w:num>
  <w:num w:numId="1769" w16cid:durableId="1167139168">
    <w:abstractNumId w:val="2"/>
  </w:num>
  <w:num w:numId="1770" w16cid:durableId="1094517932">
    <w:abstractNumId w:val="1"/>
  </w:num>
  <w:num w:numId="1771" w16cid:durableId="103499882">
    <w:abstractNumId w:val="0"/>
  </w:num>
  <w:num w:numId="1772" w16cid:durableId="635451762">
    <w:abstractNumId w:val="7"/>
  </w:num>
  <w:num w:numId="1773" w16cid:durableId="238760166">
    <w:abstractNumId w:val="5"/>
  </w:num>
  <w:num w:numId="1774" w16cid:durableId="1370646249">
    <w:abstractNumId w:val="4"/>
  </w:num>
  <w:num w:numId="1775" w16cid:durableId="679549633">
    <w:abstractNumId w:val="3"/>
  </w:num>
  <w:num w:numId="1776" w16cid:durableId="187182586">
    <w:abstractNumId w:val="2"/>
  </w:num>
  <w:num w:numId="1777" w16cid:durableId="999843106">
    <w:abstractNumId w:val="1"/>
  </w:num>
  <w:num w:numId="1778" w16cid:durableId="657461914">
    <w:abstractNumId w:val="0"/>
  </w:num>
  <w:num w:numId="1779" w16cid:durableId="193738284">
    <w:abstractNumId w:val="7"/>
  </w:num>
  <w:num w:numId="1780" w16cid:durableId="908927461">
    <w:abstractNumId w:val="5"/>
  </w:num>
  <w:num w:numId="1781" w16cid:durableId="1497961515">
    <w:abstractNumId w:val="4"/>
  </w:num>
  <w:num w:numId="1782" w16cid:durableId="2065519360">
    <w:abstractNumId w:val="3"/>
  </w:num>
  <w:num w:numId="1783" w16cid:durableId="150096883">
    <w:abstractNumId w:val="2"/>
  </w:num>
  <w:num w:numId="1784" w16cid:durableId="1747921151">
    <w:abstractNumId w:val="1"/>
  </w:num>
  <w:num w:numId="1785" w16cid:durableId="1567719092">
    <w:abstractNumId w:val="0"/>
  </w:num>
  <w:num w:numId="1786" w16cid:durableId="1310285105">
    <w:abstractNumId w:val="7"/>
  </w:num>
  <w:num w:numId="1787" w16cid:durableId="391006570">
    <w:abstractNumId w:val="5"/>
  </w:num>
  <w:num w:numId="1788" w16cid:durableId="1718822812">
    <w:abstractNumId w:val="4"/>
  </w:num>
  <w:num w:numId="1789" w16cid:durableId="1160079124">
    <w:abstractNumId w:val="3"/>
  </w:num>
  <w:num w:numId="1790" w16cid:durableId="441072419">
    <w:abstractNumId w:val="2"/>
  </w:num>
  <w:num w:numId="1791" w16cid:durableId="1321347774">
    <w:abstractNumId w:val="1"/>
  </w:num>
  <w:num w:numId="1792" w16cid:durableId="1007291855">
    <w:abstractNumId w:val="0"/>
  </w:num>
  <w:num w:numId="1793" w16cid:durableId="122772624">
    <w:abstractNumId w:val="7"/>
  </w:num>
  <w:num w:numId="1794" w16cid:durableId="2103064095">
    <w:abstractNumId w:val="5"/>
  </w:num>
  <w:num w:numId="1795" w16cid:durableId="1411659577">
    <w:abstractNumId w:val="4"/>
  </w:num>
  <w:num w:numId="1796" w16cid:durableId="802885619">
    <w:abstractNumId w:val="3"/>
  </w:num>
  <w:num w:numId="1797" w16cid:durableId="645167258">
    <w:abstractNumId w:val="2"/>
  </w:num>
  <w:num w:numId="1798" w16cid:durableId="627276341">
    <w:abstractNumId w:val="1"/>
  </w:num>
  <w:num w:numId="1799" w16cid:durableId="1115561419">
    <w:abstractNumId w:val="0"/>
  </w:num>
  <w:num w:numId="1800" w16cid:durableId="268777601">
    <w:abstractNumId w:val="7"/>
  </w:num>
  <w:num w:numId="1801" w16cid:durableId="1751465120">
    <w:abstractNumId w:val="5"/>
  </w:num>
  <w:num w:numId="1802" w16cid:durableId="817763205">
    <w:abstractNumId w:val="4"/>
  </w:num>
  <w:num w:numId="1803" w16cid:durableId="107167019">
    <w:abstractNumId w:val="3"/>
  </w:num>
  <w:num w:numId="1804" w16cid:durableId="1003702181">
    <w:abstractNumId w:val="2"/>
  </w:num>
  <w:num w:numId="1805" w16cid:durableId="1374650191">
    <w:abstractNumId w:val="1"/>
  </w:num>
  <w:num w:numId="1806" w16cid:durableId="1590700572">
    <w:abstractNumId w:val="0"/>
  </w:num>
  <w:num w:numId="1807" w16cid:durableId="2079397781">
    <w:abstractNumId w:val="7"/>
  </w:num>
  <w:num w:numId="1808" w16cid:durableId="1191381986">
    <w:abstractNumId w:val="5"/>
  </w:num>
  <w:num w:numId="1809" w16cid:durableId="1723748529">
    <w:abstractNumId w:val="4"/>
  </w:num>
  <w:num w:numId="1810" w16cid:durableId="1059742642">
    <w:abstractNumId w:val="3"/>
  </w:num>
  <w:num w:numId="1811" w16cid:durableId="2073389346">
    <w:abstractNumId w:val="2"/>
  </w:num>
  <w:num w:numId="1812" w16cid:durableId="1359550753">
    <w:abstractNumId w:val="1"/>
  </w:num>
  <w:num w:numId="1813" w16cid:durableId="819931882">
    <w:abstractNumId w:val="0"/>
  </w:num>
  <w:num w:numId="1814" w16cid:durableId="1271208742">
    <w:abstractNumId w:val="7"/>
  </w:num>
  <w:num w:numId="1815" w16cid:durableId="607932076">
    <w:abstractNumId w:val="5"/>
  </w:num>
  <w:num w:numId="1816" w16cid:durableId="1741057332">
    <w:abstractNumId w:val="4"/>
  </w:num>
  <w:num w:numId="1817" w16cid:durableId="196434242">
    <w:abstractNumId w:val="3"/>
  </w:num>
  <w:num w:numId="1818" w16cid:durableId="1124544591">
    <w:abstractNumId w:val="2"/>
  </w:num>
  <w:num w:numId="1819" w16cid:durableId="468473354">
    <w:abstractNumId w:val="1"/>
  </w:num>
  <w:num w:numId="1820" w16cid:durableId="1657686377">
    <w:abstractNumId w:val="0"/>
  </w:num>
  <w:num w:numId="1821" w16cid:durableId="974989439">
    <w:abstractNumId w:val="7"/>
  </w:num>
  <w:num w:numId="1822" w16cid:durableId="2104765752">
    <w:abstractNumId w:val="5"/>
  </w:num>
  <w:num w:numId="1823" w16cid:durableId="1332609382">
    <w:abstractNumId w:val="4"/>
  </w:num>
  <w:num w:numId="1824" w16cid:durableId="1708523556">
    <w:abstractNumId w:val="3"/>
  </w:num>
  <w:num w:numId="1825" w16cid:durableId="1840270275">
    <w:abstractNumId w:val="2"/>
  </w:num>
  <w:num w:numId="1826" w16cid:durableId="931548379">
    <w:abstractNumId w:val="1"/>
  </w:num>
  <w:num w:numId="1827" w16cid:durableId="1504398938">
    <w:abstractNumId w:val="0"/>
  </w:num>
  <w:num w:numId="1828" w16cid:durableId="221451591">
    <w:abstractNumId w:val="7"/>
  </w:num>
  <w:num w:numId="1829" w16cid:durableId="144519525">
    <w:abstractNumId w:val="5"/>
  </w:num>
  <w:num w:numId="1830" w16cid:durableId="1990791767">
    <w:abstractNumId w:val="4"/>
  </w:num>
  <w:num w:numId="1831" w16cid:durableId="555121098">
    <w:abstractNumId w:val="3"/>
  </w:num>
  <w:num w:numId="1832" w16cid:durableId="1163399805">
    <w:abstractNumId w:val="2"/>
  </w:num>
  <w:num w:numId="1833" w16cid:durableId="24408213">
    <w:abstractNumId w:val="1"/>
  </w:num>
  <w:num w:numId="1834" w16cid:durableId="1726642981">
    <w:abstractNumId w:val="0"/>
  </w:num>
  <w:num w:numId="1835" w16cid:durableId="29033575">
    <w:abstractNumId w:val="7"/>
  </w:num>
  <w:num w:numId="1836" w16cid:durableId="759177483">
    <w:abstractNumId w:val="5"/>
  </w:num>
  <w:num w:numId="1837" w16cid:durableId="1683777562">
    <w:abstractNumId w:val="4"/>
  </w:num>
  <w:num w:numId="1838" w16cid:durableId="1446921076">
    <w:abstractNumId w:val="3"/>
  </w:num>
  <w:num w:numId="1839" w16cid:durableId="1050500520">
    <w:abstractNumId w:val="2"/>
  </w:num>
  <w:num w:numId="1840" w16cid:durableId="182014756">
    <w:abstractNumId w:val="1"/>
  </w:num>
  <w:num w:numId="1841" w16cid:durableId="801189966">
    <w:abstractNumId w:val="0"/>
  </w:num>
  <w:num w:numId="1842" w16cid:durableId="1280529532">
    <w:abstractNumId w:val="7"/>
  </w:num>
  <w:num w:numId="1843" w16cid:durableId="1655524427">
    <w:abstractNumId w:val="5"/>
  </w:num>
  <w:num w:numId="1844" w16cid:durableId="889269392">
    <w:abstractNumId w:val="4"/>
  </w:num>
  <w:num w:numId="1845" w16cid:durableId="101267062">
    <w:abstractNumId w:val="3"/>
  </w:num>
  <w:num w:numId="1846" w16cid:durableId="608588229">
    <w:abstractNumId w:val="2"/>
  </w:num>
  <w:num w:numId="1847" w16cid:durableId="1774016148">
    <w:abstractNumId w:val="1"/>
  </w:num>
  <w:num w:numId="1848" w16cid:durableId="1496650999">
    <w:abstractNumId w:val="0"/>
  </w:num>
  <w:num w:numId="1849" w16cid:durableId="1892691105">
    <w:abstractNumId w:val="7"/>
  </w:num>
  <w:num w:numId="1850" w16cid:durableId="791093147">
    <w:abstractNumId w:val="5"/>
  </w:num>
  <w:num w:numId="1851" w16cid:durableId="1226061278">
    <w:abstractNumId w:val="4"/>
  </w:num>
  <w:num w:numId="1852" w16cid:durableId="1203320485">
    <w:abstractNumId w:val="3"/>
  </w:num>
  <w:num w:numId="1853" w16cid:durableId="1716461919">
    <w:abstractNumId w:val="2"/>
  </w:num>
  <w:num w:numId="1854" w16cid:durableId="746614736">
    <w:abstractNumId w:val="1"/>
  </w:num>
  <w:num w:numId="1855" w16cid:durableId="903219018">
    <w:abstractNumId w:val="0"/>
  </w:num>
  <w:num w:numId="1856" w16cid:durableId="360596023">
    <w:abstractNumId w:val="7"/>
  </w:num>
  <w:num w:numId="1857" w16cid:durableId="1897618409">
    <w:abstractNumId w:val="5"/>
  </w:num>
  <w:num w:numId="1858" w16cid:durableId="1281690028">
    <w:abstractNumId w:val="4"/>
  </w:num>
  <w:num w:numId="1859" w16cid:durableId="1491482368">
    <w:abstractNumId w:val="3"/>
  </w:num>
  <w:num w:numId="1860" w16cid:durableId="260450576">
    <w:abstractNumId w:val="2"/>
  </w:num>
  <w:num w:numId="1861" w16cid:durableId="1266960239">
    <w:abstractNumId w:val="1"/>
  </w:num>
  <w:num w:numId="1862" w16cid:durableId="711197842">
    <w:abstractNumId w:val="0"/>
  </w:num>
  <w:num w:numId="1863" w16cid:durableId="428433001">
    <w:abstractNumId w:val="7"/>
  </w:num>
  <w:num w:numId="1864" w16cid:durableId="831876197">
    <w:abstractNumId w:val="5"/>
  </w:num>
  <w:num w:numId="1865" w16cid:durableId="22246310">
    <w:abstractNumId w:val="4"/>
  </w:num>
  <w:num w:numId="1866" w16cid:durableId="1410541530">
    <w:abstractNumId w:val="3"/>
  </w:num>
  <w:num w:numId="1867" w16cid:durableId="997997977">
    <w:abstractNumId w:val="2"/>
  </w:num>
  <w:num w:numId="1868" w16cid:durableId="774592794">
    <w:abstractNumId w:val="1"/>
  </w:num>
  <w:num w:numId="1869" w16cid:durableId="1768966506">
    <w:abstractNumId w:val="0"/>
  </w:num>
  <w:num w:numId="1870" w16cid:durableId="1230649180">
    <w:abstractNumId w:val="7"/>
  </w:num>
  <w:num w:numId="1871" w16cid:durableId="816146001">
    <w:abstractNumId w:val="5"/>
  </w:num>
  <w:num w:numId="1872" w16cid:durableId="806707130">
    <w:abstractNumId w:val="4"/>
  </w:num>
  <w:num w:numId="1873" w16cid:durableId="1531800653">
    <w:abstractNumId w:val="3"/>
  </w:num>
  <w:num w:numId="1874" w16cid:durableId="32506058">
    <w:abstractNumId w:val="2"/>
  </w:num>
  <w:num w:numId="1875" w16cid:durableId="1291739724">
    <w:abstractNumId w:val="1"/>
  </w:num>
  <w:num w:numId="1876" w16cid:durableId="239023692">
    <w:abstractNumId w:val="0"/>
  </w:num>
  <w:num w:numId="1877" w16cid:durableId="1324620566">
    <w:abstractNumId w:val="7"/>
  </w:num>
  <w:num w:numId="1878" w16cid:durableId="529412996">
    <w:abstractNumId w:val="5"/>
  </w:num>
  <w:num w:numId="1879" w16cid:durableId="1040279857">
    <w:abstractNumId w:val="4"/>
  </w:num>
  <w:num w:numId="1880" w16cid:durableId="917325267">
    <w:abstractNumId w:val="3"/>
  </w:num>
  <w:num w:numId="1881" w16cid:durableId="1732580579">
    <w:abstractNumId w:val="2"/>
  </w:num>
  <w:num w:numId="1882" w16cid:durableId="1823304345">
    <w:abstractNumId w:val="1"/>
  </w:num>
  <w:num w:numId="1883" w16cid:durableId="225649327">
    <w:abstractNumId w:val="0"/>
  </w:num>
  <w:num w:numId="1884" w16cid:durableId="2093164022">
    <w:abstractNumId w:val="7"/>
  </w:num>
  <w:num w:numId="1885" w16cid:durableId="1868057981">
    <w:abstractNumId w:val="5"/>
  </w:num>
  <w:num w:numId="1886" w16cid:durableId="860893402">
    <w:abstractNumId w:val="4"/>
  </w:num>
  <w:num w:numId="1887" w16cid:durableId="1794521762">
    <w:abstractNumId w:val="7"/>
  </w:num>
  <w:num w:numId="1888" w16cid:durableId="1067849277">
    <w:abstractNumId w:val="5"/>
  </w:num>
  <w:num w:numId="1889" w16cid:durableId="594217914">
    <w:abstractNumId w:val="4"/>
  </w:num>
  <w:num w:numId="1890" w16cid:durableId="1466846948">
    <w:abstractNumId w:val="3"/>
  </w:num>
  <w:num w:numId="1891" w16cid:durableId="150829082">
    <w:abstractNumId w:val="2"/>
  </w:num>
  <w:num w:numId="1892" w16cid:durableId="748846306">
    <w:abstractNumId w:val="1"/>
  </w:num>
  <w:num w:numId="1893" w16cid:durableId="1304122844">
    <w:abstractNumId w:val="0"/>
  </w:num>
  <w:num w:numId="1894" w16cid:durableId="1333875385">
    <w:abstractNumId w:val="7"/>
  </w:num>
  <w:num w:numId="1895" w16cid:durableId="17005147">
    <w:abstractNumId w:val="5"/>
  </w:num>
  <w:num w:numId="1896" w16cid:durableId="681860133">
    <w:abstractNumId w:val="4"/>
  </w:num>
  <w:num w:numId="1897" w16cid:durableId="1025519428">
    <w:abstractNumId w:val="3"/>
  </w:num>
  <w:num w:numId="1898" w16cid:durableId="573047095">
    <w:abstractNumId w:val="2"/>
  </w:num>
  <w:num w:numId="1899" w16cid:durableId="1024598749">
    <w:abstractNumId w:val="1"/>
  </w:num>
  <w:num w:numId="1900" w16cid:durableId="1640454500">
    <w:abstractNumId w:val="0"/>
  </w:num>
  <w:num w:numId="1901" w16cid:durableId="2111465930">
    <w:abstractNumId w:val="7"/>
  </w:num>
  <w:num w:numId="1902" w16cid:durableId="67189155">
    <w:abstractNumId w:val="5"/>
  </w:num>
  <w:num w:numId="1903" w16cid:durableId="1824196666">
    <w:abstractNumId w:val="4"/>
  </w:num>
  <w:num w:numId="1904" w16cid:durableId="188952412">
    <w:abstractNumId w:val="3"/>
  </w:num>
  <w:num w:numId="1905" w16cid:durableId="859661548">
    <w:abstractNumId w:val="2"/>
  </w:num>
  <w:num w:numId="1906" w16cid:durableId="2048678226">
    <w:abstractNumId w:val="1"/>
  </w:num>
  <w:num w:numId="1907" w16cid:durableId="15011028">
    <w:abstractNumId w:val="0"/>
  </w:num>
  <w:num w:numId="1908" w16cid:durableId="1390104737">
    <w:abstractNumId w:val="7"/>
  </w:num>
  <w:num w:numId="1909" w16cid:durableId="1910264715">
    <w:abstractNumId w:val="5"/>
  </w:num>
  <w:num w:numId="1910" w16cid:durableId="1529174262">
    <w:abstractNumId w:val="4"/>
  </w:num>
  <w:num w:numId="1911" w16cid:durableId="1249537965">
    <w:abstractNumId w:val="3"/>
  </w:num>
  <w:num w:numId="1912" w16cid:durableId="1165121172">
    <w:abstractNumId w:val="2"/>
  </w:num>
  <w:num w:numId="1913" w16cid:durableId="1227108588">
    <w:abstractNumId w:val="1"/>
  </w:num>
  <w:num w:numId="1914" w16cid:durableId="335964091">
    <w:abstractNumId w:val="0"/>
  </w:num>
  <w:num w:numId="1915" w16cid:durableId="994841990">
    <w:abstractNumId w:val="7"/>
  </w:num>
  <w:num w:numId="1916" w16cid:durableId="1482388395">
    <w:abstractNumId w:val="5"/>
  </w:num>
  <w:num w:numId="1917" w16cid:durableId="275019267">
    <w:abstractNumId w:val="4"/>
  </w:num>
  <w:num w:numId="1918" w16cid:durableId="1229920126">
    <w:abstractNumId w:val="3"/>
  </w:num>
  <w:num w:numId="1919" w16cid:durableId="1595746909">
    <w:abstractNumId w:val="2"/>
  </w:num>
  <w:num w:numId="1920" w16cid:durableId="988629542">
    <w:abstractNumId w:val="1"/>
  </w:num>
  <w:num w:numId="1921" w16cid:durableId="1220357523">
    <w:abstractNumId w:val="0"/>
  </w:num>
  <w:num w:numId="1922" w16cid:durableId="237640334">
    <w:abstractNumId w:val="7"/>
  </w:num>
  <w:num w:numId="1923" w16cid:durableId="265427301">
    <w:abstractNumId w:val="5"/>
  </w:num>
  <w:num w:numId="1924" w16cid:durableId="982081294">
    <w:abstractNumId w:val="4"/>
  </w:num>
  <w:num w:numId="1925" w16cid:durableId="875579235">
    <w:abstractNumId w:val="3"/>
  </w:num>
  <w:num w:numId="1926" w16cid:durableId="132065259">
    <w:abstractNumId w:val="2"/>
  </w:num>
  <w:num w:numId="1927" w16cid:durableId="646326541">
    <w:abstractNumId w:val="1"/>
  </w:num>
  <w:num w:numId="1928" w16cid:durableId="345835630">
    <w:abstractNumId w:val="0"/>
  </w:num>
  <w:num w:numId="1929" w16cid:durableId="1804537488">
    <w:abstractNumId w:val="7"/>
  </w:num>
  <w:num w:numId="1930" w16cid:durableId="1317876699">
    <w:abstractNumId w:val="5"/>
  </w:num>
  <w:num w:numId="1931" w16cid:durableId="418330569">
    <w:abstractNumId w:val="4"/>
  </w:num>
  <w:num w:numId="1932" w16cid:durableId="339284722">
    <w:abstractNumId w:val="3"/>
  </w:num>
  <w:num w:numId="1933" w16cid:durableId="1079133642">
    <w:abstractNumId w:val="2"/>
  </w:num>
  <w:num w:numId="1934" w16cid:durableId="123085415">
    <w:abstractNumId w:val="1"/>
  </w:num>
  <w:num w:numId="1935" w16cid:durableId="1571038487">
    <w:abstractNumId w:val="0"/>
  </w:num>
  <w:num w:numId="1936" w16cid:durableId="884369346">
    <w:abstractNumId w:val="7"/>
  </w:num>
  <w:num w:numId="1937" w16cid:durableId="461971303">
    <w:abstractNumId w:val="5"/>
  </w:num>
  <w:num w:numId="1938" w16cid:durableId="2122265498">
    <w:abstractNumId w:val="4"/>
  </w:num>
  <w:num w:numId="1939" w16cid:durableId="1370104223">
    <w:abstractNumId w:val="3"/>
  </w:num>
  <w:num w:numId="1940" w16cid:durableId="903226365">
    <w:abstractNumId w:val="2"/>
  </w:num>
  <w:num w:numId="1941" w16cid:durableId="14114515">
    <w:abstractNumId w:val="1"/>
  </w:num>
  <w:num w:numId="1942" w16cid:durableId="2067145485">
    <w:abstractNumId w:val="0"/>
  </w:num>
  <w:num w:numId="1943" w16cid:durableId="512570302">
    <w:abstractNumId w:val="7"/>
  </w:num>
  <w:num w:numId="1944" w16cid:durableId="320424697">
    <w:abstractNumId w:val="5"/>
  </w:num>
  <w:num w:numId="1945" w16cid:durableId="2059888839">
    <w:abstractNumId w:val="4"/>
  </w:num>
  <w:num w:numId="1946" w16cid:durableId="1622298459">
    <w:abstractNumId w:val="3"/>
  </w:num>
  <w:num w:numId="1947" w16cid:durableId="593125664">
    <w:abstractNumId w:val="2"/>
  </w:num>
  <w:num w:numId="1948" w16cid:durableId="1794443271">
    <w:abstractNumId w:val="1"/>
  </w:num>
  <w:num w:numId="1949" w16cid:durableId="212892493">
    <w:abstractNumId w:val="0"/>
  </w:num>
  <w:num w:numId="1950" w16cid:durableId="1874804262">
    <w:abstractNumId w:val="7"/>
  </w:num>
  <w:num w:numId="1951" w16cid:durableId="1897618282">
    <w:abstractNumId w:val="5"/>
  </w:num>
  <w:num w:numId="1952" w16cid:durableId="1552500122">
    <w:abstractNumId w:val="4"/>
  </w:num>
  <w:num w:numId="1953" w16cid:durableId="2045520592">
    <w:abstractNumId w:val="3"/>
  </w:num>
  <w:num w:numId="1954" w16cid:durableId="1876842882">
    <w:abstractNumId w:val="2"/>
  </w:num>
  <w:num w:numId="1955" w16cid:durableId="517428864">
    <w:abstractNumId w:val="1"/>
  </w:num>
  <w:num w:numId="1956" w16cid:durableId="2023244926">
    <w:abstractNumId w:val="0"/>
  </w:num>
  <w:num w:numId="1957" w16cid:durableId="663315534">
    <w:abstractNumId w:val="7"/>
  </w:num>
  <w:num w:numId="1958" w16cid:durableId="2102411371">
    <w:abstractNumId w:val="5"/>
  </w:num>
  <w:num w:numId="1959" w16cid:durableId="669716825">
    <w:abstractNumId w:val="4"/>
  </w:num>
  <w:num w:numId="1960" w16cid:durableId="727194228">
    <w:abstractNumId w:val="3"/>
  </w:num>
  <w:num w:numId="1961" w16cid:durableId="396635481">
    <w:abstractNumId w:val="2"/>
  </w:num>
  <w:num w:numId="1962" w16cid:durableId="225147621">
    <w:abstractNumId w:val="1"/>
  </w:num>
  <w:num w:numId="1963" w16cid:durableId="1452095909">
    <w:abstractNumId w:val="0"/>
  </w:num>
  <w:num w:numId="1964" w16cid:durableId="1154377513">
    <w:abstractNumId w:val="7"/>
  </w:num>
  <w:num w:numId="1965" w16cid:durableId="731196257">
    <w:abstractNumId w:val="5"/>
  </w:num>
  <w:num w:numId="1966" w16cid:durableId="980962196">
    <w:abstractNumId w:val="4"/>
  </w:num>
  <w:num w:numId="1967" w16cid:durableId="1266036419">
    <w:abstractNumId w:val="3"/>
  </w:num>
  <w:num w:numId="1968" w16cid:durableId="1684237821">
    <w:abstractNumId w:val="2"/>
  </w:num>
  <w:num w:numId="1969" w16cid:durableId="873883138">
    <w:abstractNumId w:val="1"/>
  </w:num>
  <w:num w:numId="1970" w16cid:durableId="719406069">
    <w:abstractNumId w:val="0"/>
  </w:num>
  <w:num w:numId="1971" w16cid:durableId="1015812302">
    <w:abstractNumId w:val="7"/>
  </w:num>
  <w:num w:numId="1972" w16cid:durableId="1626303227">
    <w:abstractNumId w:val="5"/>
  </w:num>
  <w:num w:numId="1973" w16cid:durableId="1125272437">
    <w:abstractNumId w:val="4"/>
  </w:num>
  <w:num w:numId="1974" w16cid:durableId="189342644">
    <w:abstractNumId w:val="3"/>
  </w:num>
  <w:num w:numId="1975" w16cid:durableId="2062290778">
    <w:abstractNumId w:val="2"/>
  </w:num>
  <w:num w:numId="1976" w16cid:durableId="452679456">
    <w:abstractNumId w:val="1"/>
  </w:num>
  <w:num w:numId="1977" w16cid:durableId="885139258">
    <w:abstractNumId w:val="0"/>
  </w:num>
  <w:num w:numId="1978" w16cid:durableId="1251507525">
    <w:abstractNumId w:val="7"/>
  </w:num>
  <w:num w:numId="1979" w16cid:durableId="615140075">
    <w:abstractNumId w:val="5"/>
  </w:num>
  <w:num w:numId="1980" w16cid:durableId="740252791">
    <w:abstractNumId w:val="4"/>
  </w:num>
  <w:num w:numId="1981" w16cid:durableId="489292090">
    <w:abstractNumId w:val="3"/>
  </w:num>
  <w:num w:numId="1982" w16cid:durableId="1753888607">
    <w:abstractNumId w:val="2"/>
  </w:num>
  <w:num w:numId="1983" w16cid:durableId="23677303">
    <w:abstractNumId w:val="1"/>
  </w:num>
  <w:num w:numId="1984" w16cid:durableId="353121035">
    <w:abstractNumId w:val="0"/>
  </w:num>
  <w:num w:numId="1985" w16cid:durableId="503933861">
    <w:abstractNumId w:val="7"/>
  </w:num>
  <w:num w:numId="1986" w16cid:durableId="1580021349">
    <w:abstractNumId w:val="5"/>
  </w:num>
  <w:num w:numId="1987" w16cid:durableId="101268392">
    <w:abstractNumId w:val="4"/>
  </w:num>
  <w:num w:numId="1988" w16cid:durableId="1129589287">
    <w:abstractNumId w:val="3"/>
  </w:num>
  <w:num w:numId="1989" w16cid:durableId="1740905223">
    <w:abstractNumId w:val="2"/>
  </w:num>
  <w:num w:numId="1990" w16cid:durableId="1327631982">
    <w:abstractNumId w:val="1"/>
  </w:num>
  <w:num w:numId="1991" w16cid:durableId="2026665380">
    <w:abstractNumId w:val="0"/>
  </w:num>
  <w:num w:numId="1992" w16cid:durableId="298804754">
    <w:abstractNumId w:val="7"/>
  </w:num>
  <w:num w:numId="1993" w16cid:durableId="2054425660">
    <w:abstractNumId w:val="5"/>
  </w:num>
  <w:num w:numId="1994" w16cid:durableId="904728429">
    <w:abstractNumId w:val="4"/>
  </w:num>
  <w:num w:numId="1995" w16cid:durableId="370307661">
    <w:abstractNumId w:val="3"/>
  </w:num>
  <w:num w:numId="1996" w16cid:durableId="1889343513">
    <w:abstractNumId w:val="2"/>
  </w:num>
  <w:num w:numId="1997" w16cid:durableId="439878053">
    <w:abstractNumId w:val="1"/>
  </w:num>
  <w:num w:numId="1998" w16cid:durableId="1377584242">
    <w:abstractNumId w:val="0"/>
  </w:num>
  <w:num w:numId="1999" w16cid:durableId="1649245741">
    <w:abstractNumId w:val="7"/>
  </w:num>
  <w:num w:numId="2000" w16cid:durableId="1602253797">
    <w:abstractNumId w:val="5"/>
  </w:num>
  <w:num w:numId="2001" w16cid:durableId="2060782957">
    <w:abstractNumId w:val="4"/>
  </w:num>
  <w:num w:numId="2002" w16cid:durableId="2065829526">
    <w:abstractNumId w:val="13"/>
  </w:num>
  <w:num w:numId="2003" w16cid:durableId="850800783">
    <w:abstractNumId w:val="10"/>
  </w:num>
  <w:num w:numId="2004" w16cid:durableId="1632200365">
    <w:abstractNumId w:val="21"/>
  </w:num>
  <w:num w:numId="2005" w16cid:durableId="688412359">
    <w:abstractNumId w:val="30"/>
  </w:num>
  <w:num w:numId="2006" w16cid:durableId="1562324526">
    <w:abstractNumId w:val="33"/>
  </w:num>
  <w:num w:numId="2007" w16cid:durableId="970941651">
    <w:abstractNumId w:val="20"/>
  </w:num>
  <w:num w:numId="2008" w16cid:durableId="1930385540">
    <w:abstractNumId w:val="15"/>
  </w:num>
  <w:num w:numId="2009" w16cid:durableId="1252080258">
    <w:abstractNumId w:val="36"/>
  </w:num>
  <w:num w:numId="2010" w16cid:durableId="162978060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1" w16cid:durableId="1816410685">
    <w:abstractNumId w:val="12"/>
  </w:num>
  <w:num w:numId="2012" w16cid:durableId="99305216">
    <w:abstractNumId w:val="12"/>
  </w:num>
  <w:num w:numId="2013" w16cid:durableId="934635216">
    <w:abstractNumId w:val="12"/>
  </w:num>
  <w:num w:numId="2014" w16cid:durableId="1184244357">
    <w:abstractNumId w:val="12"/>
  </w:num>
  <w:num w:numId="2015" w16cid:durableId="3557724">
    <w:abstractNumId w:val="12"/>
  </w:num>
  <w:num w:numId="2016" w16cid:durableId="963998283">
    <w:abstractNumId w:val="12"/>
  </w:num>
  <w:num w:numId="2017" w16cid:durableId="744762100">
    <w:abstractNumId w:val="12"/>
  </w:num>
  <w:num w:numId="2018" w16cid:durableId="747579559">
    <w:abstractNumId w:val="12"/>
  </w:num>
  <w:num w:numId="2019" w16cid:durableId="706024557">
    <w:abstractNumId w:val="25"/>
  </w:num>
  <w:num w:numId="2020" w16cid:durableId="1554973035">
    <w:abstractNumId w:val="17"/>
  </w:num>
  <w:num w:numId="2021" w16cid:durableId="58793480">
    <w:abstractNumId w:val="29"/>
  </w:num>
  <w:num w:numId="2022" w16cid:durableId="1731734353">
    <w:abstractNumId w:val="35"/>
  </w:num>
  <w:numIdMacAtCleanup w:val="20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mirrorMargins/>
  <w:bordersDoNotSurroundHeader/>
  <w:bordersDoNotSurroundFooter/>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ocumentProtection w:formatting="1" w:enforcement="0"/>
  <w:styleLockTheme/>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01F"/>
    <w:rsid w:val="00000E7A"/>
    <w:rsid w:val="00001F0D"/>
    <w:rsid w:val="000022AE"/>
    <w:rsid w:val="00004359"/>
    <w:rsid w:val="00004964"/>
    <w:rsid w:val="00006F05"/>
    <w:rsid w:val="000101B0"/>
    <w:rsid w:val="00015283"/>
    <w:rsid w:val="00021A15"/>
    <w:rsid w:val="00021C82"/>
    <w:rsid w:val="00022871"/>
    <w:rsid w:val="00023AB8"/>
    <w:rsid w:val="00023FFE"/>
    <w:rsid w:val="00024D2C"/>
    <w:rsid w:val="0002568D"/>
    <w:rsid w:val="00026E71"/>
    <w:rsid w:val="000275E4"/>
    <w:rsid w:val="000304BE"/>
    <w:rsid w:val="000304E1"/>
    <w:rsid w:val="00033DA8"/>
    <w:rsid w:val="0004257F"/>
    <w:rsid w:val="0004402A"/>
    <w:rsid w:val="0004503E"/>
    <w:rsid w:val="00045AA1"/>
    <w:rsid w:val="0004670C"/>
    <w:rsid w:val="0004687D"/>
    <w:rsid w:val="00047679"/>
    <w:rsid w:val="00050A8D"/>
    <w:rsid w:val="000518A1"/>
    <w:rsid w:val="00052005"/>
    <w:rsid w:val="00052262"/>
    <w:rsid w:val="0005333F"/>
    <w:rsid w:val="000545CE"/>
    <w:rsid w:val="00055455"/>
    <w:rsid w:val="00055C30"/>
    <w:rsid w:val="00057A20"/>
    <w:rsid w:val="00057B4B"/>
    <w:rsid w:val="00060093"/>
    <w:rsid w:val="000605AE"/>
    <w:rsid w:val="00060619"/>
    <w:rsid w:val="00063B76"/>
    <w:rsid w:val="00063E79"/>
    <w:rsid w:val="00064445"/>
    <w:rsid w:val="00064B54"/>
    <w:rsid w:val="000661CD"/>
    <w:rsid w:val="00067CDC"/>
    <w:rsid w:val="00067D6F"/>
    <w:rsid w:val="00072D10"/>
    <w:rsid w:val="0007328D"/>
    <w:rsid w:val="00073B6A"/>
    <w:rsid w:val="00074318"/>
    <w:rsid w:val="0007456C"/>
    <w:rsid w:val="0007511E"/>
    <w:rsid w:val="00077133"/>
    <w:rsid w:val="0007717C"/>
    <w:rsid w:val="000774AA"/>
    <w:rsid w:val="000810D5"/>
    <w:rsid w:val="000835EA"/>
    <w:rsid w:val="000872A8"/>
    <w:rsid w:val="00087B0A"/>
    <w:rsid w:val="00090970"/>
    <w:rsid w:val="000918CF"/>
    <w:rsid w:val="00095BB1"/>
    <w:rsid w:val="00096387"/>
    <w:rsid w:val="000A0146"/>
    <w:rsid w:val="000A219F"/>
    <w:rsid w:val="000A21B4"/>
    <w:rsid w:val="000A2F8F"/>
    <w:rsid w:val="000A744A"/>
    <w:rsid w:val="000A74E1"/>
    <w:rsid w:val="000A7865"/>
    <w:rsid w:val="000B1FD3"/>
    <w:rsid w:val="000B5E12"/>
    <w:rsid w:val="000B6178"/>
    <w:rsid w:val="000B780E"/>
    <w:rsid w:val="000C01A1"/>
    <w:rsid w:val="000C033F"/>
    <w:rsid w:val="000C0AD3"/>
    <w:rsid w:val="000C151D"/>
    <w:rsid w:val="000C184D"/>
    <w:rsid w:val="000C232B"/>
    <w:rsid w:val="000C26E4"/>
    <w:rsid w:val="000C2787"/>
    <w:rsid w:val="000C3604"/>
    <w:rsid w:val="000C3776"/>
    <w:rsid w:val="000C43F9"/>
    <w:rsid w:val="000C594B"/>
    <w:rsid w:val="000C6303"/>
    <w:rsid w:val="000C6C9D"/>
    <w:rsid w:val="000C7359"/>
    <w:rsid w:val="000D01A1"/>
    <w:rsid w:val="000D168F"/>
    <w:rsid w:val="000D278C"/>
    <w:rsid w:val="000D2EC6"/>
    <w:rsid w:val="000D42C6"/>
    <w:rsid w:val="000D6371"/>
    <w:rsid w:val="000D7CE1"/>
    <w:rsid w:val="000E0769"/>
    <w:rsid w:val="000E07C6"/>
    <w:rsid w:val="000E07E0"/>
    <w:rsid w:val="000E3693"/>
    <w:rsid w:val="000E392C"/>
    <w:rsid w:val="000E46CD"/>
    <w:rsid w:val="000E5FA3"/>
    <w:rsid w:val="000E7843"/>
    <w:rsid w:val="000E7EF9"/>
    <w:rsid w:val="000F0E7A"/>
    <w:rsid w:val="000F11ED"/>
    <w:rsid w:val="000F3D09"/>
    <w:rsid w:val="000F3DB2"/>
    <w:rsid w:val="000F4FD6"/>
    <w:rsid w:val="000F5CE7"/>
    <w:rsid w:val="000F71FA"/>
    <w:rsid w:val="000F7B74"/>
    <w:rsid w:val="00100DB5"/>
    <w:rsid w:val="00102A77"/>
    <w:rsid w:val="00103E4F"/>
    <w:rsid w:val="001045D8"/>
    <w:rsid w:val="00105561"/>
    <w:rsid w:val="00107039"/>
    <w:rsid w:val="00107163"/>
    <w:rsid w:val="0010755A"/>
    <w:rsid w:val="00111533"/>
    <w:rsid w:val="00112B26"/>
    <w:rsid w:val="00115829"/>
    <w:rsid w:val="0011627B"/>
    <w:rsid w:val="0012176D"/>
    <w:rsid w:val="001232AE"/>
    <w:rsid w:val="00123912"/>
    <w:rsid w:val="00123A3A"/>
    <w:rsid w:val="001256F7"/>
    <w:rsid w:val="001259EB"/>
    <w:rsid w:val="00126D55"/>
    <w:rsid w:val="00127906"/>
    <w:rsid w:val="001303BE"/>
    <w:rsid w:val="001304CF"/>
    <w:rsid w:val="0013135A"/>
    <w:rsid w:val="0013181C"/>
    <w:rsid w:val="001318CB"/>
    <w:rsid w:val="00133129"/>
    <w:rsid w:val="001338BC"/>
    <w:rsid w:val="00137676"/>
    <w:rsid w:val="0013784E"/>
    <w:rsid w:val="001408DD"/>
    <w:rsid w:val="00140A70"/>
    <w:rsid w:val="001439C6"/>
    <w:rsid w:val="00144347"/>
    <w:rsid w:val="00147447"/>
    <w:rsid w:val="00147C95"/>
    <w:rsid w:val="00151B6D"/>
    <w:rsid w:val="0015226D"/>
    <w:rsid w:val="001547B2"/>
    <w:rsid w:val="001555A9"/>
    <w:rsid w:val="001557BD"/>
    <w:rsid w:val="00155BD4"/>
    <w:rsid w:val="00156B1F"/>
    <w:rsid w:val="0016178B"/>
    <w:rsid w:val="00162783"/>
    <w:rsid w:val="001636C9"/>
    <w:rsid w:val="00166FF6"/>
    <w:rsid w:val="00170B30"/>
    <w:rsid w:val="0017342A"/>
    <w:rsid w:val="00175813"/>
    <w:rsid w:val="00175AD9"/>
    <w:rsid w:val="00176506"/>
    <w:rsid w:val="00177990"/>
    <w:rsid w:val="00184B23"/>
    <w:rsid w:val="001851AD"/>
    <w:rsid w:val="00186EBE"/>
    <w:rsid w:val="00187914"/>
    <w:rsid w:val="00190D43"/>
    <w:rsid w:val="00191837"/>
    <w:rsid w:val="00193759"/>
    <w:rsid w:val="00196E4D"/>
    <w:rsid w:val="001A0B0F"/>
    <w:rsid w:val="001A14B6"/>
    <w:rsid w:val="001A33D0"/>
    <w:rsid w:val="001A3576"/>
    <w:rsid w:val="001A6FE7"/>
    <w:rsid w:val="001A7F60"/>
    <w:rsid w:val="001B0011"/>
    <w:rsid w:val="001B0BAC"/>
    <w:rsid w:val="001B0F4C"/>
    <w:rsid w:val="001B132D"/>
    <w:rsid w:val="001B3703"/>
    <w:rsid w:val="001B4BFE"/>
    <w:rsid w:val="001B51CD"/>
    <w:rsid w:val="001B533D"/>
    <w:rsid w:val="001B7F2C"/>
    <w:rsid w:val="001C0270"/>
    <w:rsid w:val="001C2BEA"/>
    <w:rsid w:val="001C34DE"/>
    <w:rsid w:val="001C59C6"/>
    <w:rsid w:val="001C5B5C"/>
    <w:rsid w:val="001C6575"/>
    <w:rsid w:val="001C7C57"/>
    <w:rsid w:val="001D1A82"/>
    <w:rsid w:val="001D26A4"/>
    <w:rsid w:val="001D27A8"/>
    <w:rsid w:val="001E23C9"/>
    <w:rsid w:val="001E43B2"/>
    <w:rsid w:val="001E6537"/>
    <w:rsid w:val="001E65D3"/>
    <w:rsid w:val="001F05F0"/>
    <w:rsid w:val="001F1EFD"/>
    <w:rsid w:val="001F21E0"/>
    <w:rsid w:val="001F3565"/>
    <w:rsid w:val="001F4747"/>
    <w:rsid w:val="001F4CBE"/>
    <w:rsid w:val="001F6598"/>
    <w:rsid w:val="001F73ED"/>
    <w:rsid w:val="00200BA1"/>
    <w:rsid w:val="00203719"/>
    <w:rsid w:val="00203DA2"/>
    <w:rsid w:val="002059BC"/>
    <w:rsid w:val="00205F13"/>
    <w:rsid w:val="00207956"/>
    <w:rsid w:val="002101CB"/>
    <w:rsid w:val="00211560"/>
    <w:rsid w:val="00211C24"/>
    <w:rsid w:val="002120CD"/>
    <w:rsid w:val="00212F41"/>
    <w:rsid w:val="00215171"/>
    <w:rsid w:val="00215998"/>
    <w:rsid w:val="0021674D"/>
    <w:rsid w:val="00216B42"/>
    <w:rsid w:val="00221475"/>
    <w:rsid w:val="00222A3B"/>
    <w:rsid w:val="00224D0D"/>
    <w:rsid w:val="00227020"/>
    <w:rsid w:val="0023084A"/>
    <w:rsid w:val="002321AC"/>
    <w:rsid w:val="00234C98"/>
    <w:rsid w:val="002355C6"/>
    <w:rsid w:val="00235E64"/>
    <w:rsid w:val="00236976"/>
    <w:rsid w:val="002409E5"/>
    <w:rsid w:val="002449DF"/>
    <w:rsid w:val="00246B34"/>
    <w:rsid w:val="002474D8"/>
    <w:rsid w:val="002501F8"/>
    <w:rsid w:val="00251976"/>
    <w:rsid w:val="0025260D"/>
    <w:rsid w:val="0025279B"/>
    <w:rsid w:val="0025385C"/>
    <w:rsid w:val="00254340"/>
    <w:rsid w:val="00254347"/>
    <w:rsid w:val="00260231"/>
    <w:rsid w:val="00264095"/>
    <w:rsid w:val="002642BB"/>
    <w:rsid w:val="002652E5"/>
    <w:rsid w:val="002672C1"/>
    <w:rsid w:val="002724C4"/>
    <w:rsid w:val="0027297A"/>
    <w:rsid w:val="002730C3"/>
    <w:rsid w:val="00273C02"/>
    <w:rsid w:val="00273F5E"/>
    <w:rsid w:val="002743FD"/>
    <w:rsid w:val="002745C9"/>
    <w:rsid w:val="00275590"/>
    <w:rsid w:val="002812EB"/>
    <w:rsid w:val="002813DC"/>
    <w:rsid w:val="00282F49"/>
    <w:rsid w:val="00283A24"/>
    <w:rsid w:val="00284486"/>
    <w:rsid w:val="0028534B"/>
    <w:rsid w:val="00286737"/>
    <w:rsid w:val="00286EF7"/>
    <w:rsid w:val="002874FB"/>
    <w:rsid w:val="00287A23"/>
    <w:rsid w:val="00294FB0"/>
    <w:rsid w:val="002954CB"/>
    <w:rsid w:val="0029729F"/>
    <w:rsid w:val="002A07A9"/>
    <w:rsid w:val="002A119D"/>
    <w:rsid w:val="002A1918"/>
    <w:rsid w:val="002A1938"/>
    <w:rsid w:val="002A3C7F"/>
    <w:rsid w:val="002A4E60"/>
    <w:rsid w:val="002A6699"/>
    <w:rsid w:val="002B1605"/>
    <w:rsid w:val="002B4368"/>
    <w:rsid w:val="002B4E33"/>
    <w:rsid w:val="002B538D"/>
    <w:rsid w:val="002C27A1"/>
    <w:rsid w:val="002C2A4F"/>
    <w:rsid w:val="002C453D"/>
    <w:rsid w:val="002C4667"/>
    <w:rsid w:val="002C5BB0"/>
    <w:rsid w:val="002D36BA"/>
    <w:rsid w:val="002D5092"/>
    <w:rsid w:val="002D7477"/>
    <w:rsid w:val="002D7A05"/>
    <w:rsid w:val="002E0796"/>
    <w:rsid w:val="002E202E"/>
    <w:rsid w:val="002E3F76"/>
    <w:rsid w:val="002F108F"/>
    <w:rsid w:val="002F17A9"/>
    <w:rsid w:val="002F1E83"/>
    <w:rsid w:val="002F6819"/>
    <w:rsid w:val="002F7A95"/>
    <w:rsid w:val="0030025D"/>
    <w:rsid w:val="003006D7"/>
    <w:rsid w:val="00300E59"/>
    <w:rsid w:val="003022CA"/>
    <w:rsid w:val="00302A6A"/>
    <w:rsid w:val="0030598C"/>
    <w:rsid w:val="0031101D"/>
    <w:rsid w:val="00311617"/>
    <w:rsid w:val="003127FF"/>
    <w:rsid w:val="003130E0"/>
    <w:rsid w:val="003131D3"/>
    <w:rsid w:val="00313683"/>
    <w:rsid w:val="00314414"/>
    <w:rsid w:val="003148DB"/>
    <w:rsid w:val="00314AE8"/>
    <w:rsid w:val="003163BD"/>
    <w:rsid w:val="00316871"/>
    <w:rsid w:val="00316ABA"/>
    <w:rsid w:val="00316E2C"/>
    <w:rsid w:val="003212F2"/>
    <w:rsid w:val="0032234B"/>
    <w:rsid w:val="00322ADB"/>
    <w:rsid w:val="0032500D"/>
    <w:rsid w:val="003259B9"/>
    <w:rsid w:val="00330E4D"/>
    <w:rsid w:val="00331287"/>
    <w:rsid w:val="0033206B"/>
    <w:rsid w:val="00333718"/>
    <w:rsid w:val="00333C49"/>
    <w:rsid w:val="003373FE"/>
    <w:rsid w:val="00337901"/>
    <w:rsid w:val="00337C98"/>
    <w:rsid w:val="003401E1"/>
    <w:rsid w:val="00340883"/>
    <w:rsid w:val="003411AB"/>
    <w:rsid w:val="003428ED"/>
    <w:rsid w:val="0034325C"/>
    <w:rsid w:val="00343FC2"/>
    <w:rsid w:val="00344F4A"/>
    <w:rsid w:val="0034557E"/>
    <w:rsid w:val="0034677C"/>
    <w:rsid w:val="00346B70"/>
    <w:rsid w:val="00346E27"/>
    <w:rsid w:val="0034775D"/>
    <w:rsid w:val="00350B33"/>
    <w:rsid w:val="00351989"/>
    <w:rsid w:val="003541B3"/>
    <w:rsid w:val="003568FC"/>
    <w:rsid w:val="003569FB"/>
    <w:rsid w:val="003621EE"/>
    <w:rsid w:val="00363B93"/>
    <w:rsid w:val="0036446D"/>
    <w:rsid w:val="0036540A"/>
    <w:rsid w:val="00366B9D"/>
    <w:rsid w:val="00370B3D"/>
    <w:rsid w:val="00370C28"/>
    <w:rsid w:val="00374387"/>
    <w:rsid w:val="00376D9A"/>
    <w:rsid w:val="00380624"/>
    <w:rsid w:val="0038429B"/>
    <w:rsid w:val="00385760"/>
    <w:rsid w:val="00385C79"/>
    <w:rsid w:val="003864A6"/>
    <w:rsid w:val="0039112A"/>
    <w:rsid w:val="003917DD"/>
    <w:rsid w:val="0039196F"/>
    <w:rsid w:val="003943AB"/>
    <w:rsid w:val="0039542B"/>
    <w:rsid w:val="00395E39"/>
    <w:rsid w:val="00396685"/>
    <w:rsid w:val="00397E1B"/>
    <w:rsid w:val="003A1AC4"/>
    <w:rsid w:val="003B153F"/>
    <w:rsid w:val="003B15E7"/>
    <w:rsid w:val="003B163F"/>
    <w:rsid w:val="003B38F9"/>
    <w:rsid w:val="003B39B1"/>
    <w:rsid w:val="003B6A40"/>
    <w:rsid w:val="003B7D72"/>
    <w:rsid w:val="003C04D6"/>
    <w:rsid w:val="003C0CC4"/>
    <w:rsid w:val="003C27FD"/>
    <w:rsid w:val="003C5F33"/>
    <w:rsid w:val="003C7CD8"/>
    <w:rsid w:val="003D1767"/>
    <w:rsid w:val="003D2143"/>
    <w:rsid w:val="003D2381"/>
    <w:rsid w:val="003D3972"/>
    <w:rsid w:val="003E13DC"/>
    <w:rsid w:val="003E18DF"/>
    <w:rsid w:val="003E2414"/>
    <w:rsid w:val="003E2DAD"/>
    <w:rsid w:val="003E35CC"/>
    <w:rsid w:val="003E35F9"/>
    <w:rsid w:val="003E557C"/>
    <w:rsid w:val="003E5CA0"/>
    <w:rsid w:val="003E7FC0"/>
    <w:rsid w:val="003F05BF"/>
    <w:rsid w:val="003F2403"/>
    <w:rsid w:val="003F4ADD"/>
    <w:rsid w:val="003F4F2C"/>
    <w:rsid w:val="003F73C3"/>
    <w:rsid w:val="003F75DC"/>
    <w:rsid w:val="003F7C65"/>
    <w:rsid w:val="00400F60"/>
    <w:rsid w:val="00401910"/>
    <w:rsid w:val="00401D6E"/>
    <w:rsid w:val="0040207C"/>
    <w:rsid w:val="004020F7"/>
    <w:rsid w:val="004027AA"/>
    <w:rsid w:val="00402DBC"/>
    <w:rsid w:val="004036F7"/>
    <w:rsid w:val="004041FD"/>
    <w:rsid w:val="00404B6B"/>
    <w:rsid w:val="00404DBD"/>
    <w:rsid w:val="00405444"/>
    <w:rsid w:val="00406E36"/>
    <w:rsid w:val="00411F94"/>
    <w:rsid w:val="00412485"/>
    <w:rsid w:val="00412E5B"/>
    <w:rsid w:val="00412EB7"/>
    <w:rsid w:val="00413AD7"/>
    <w:rsid w:val="00414A30"/>
    <w:rsid w:val="00414AC0"/>
    <w:rsid w:val="00415297"/>
    <w:rsid w:val="004224CD"/>
    <w:rsid w:val="00424D1F"/>
    <w:rsid w:val="00426C8C"/>
    <w:rsid w:val="0043548F"/>
    <w:rsid w:val="00436066"/>
    <w:rsid w:val="0043615B"/>
    <w:rsid w:val="00436222"/>
    <w:rsid w:val="00437257"/>
    <w:rsid w:val="00441598"/>
    <w:rsid w:val="004417F0"/>
    <w:rsid w:val="004421EF"/>
    <w:rsid w:val="0044230F"/>
    <w:rsid w:val="0044269F"/>
    <w:rsid w:val="0044367E"/>
    <w:rsid w:val="00443DDD"/>
    <w:rsid w:val="00444E0D"/>
    <w:rsid w:val="004459DF"/>
    <w:rsid w:val="00453016"/>
    <w:rsid w:val="00453183"/>
    <w:rsid w:val="00454A4B"/>
    <w:rsid w:val="00455D1D"/>
    <w:rsid w:val="00460762"/>
    <w:rsid w:val="00460989"/>
    <w:rsid w:val="00463044"/>
    <w:rsid w:val="004660CA"/>
    <w:rsid w:val="00466212"/>
    <w:rsid w:val="00466747"/>
    <w:rsid w:val="00471DD5"/>
    <w:rsid w:val="0047214F"/>
    <w:rsid w:val="00472A28"/>
    <w:rsid w:val="00474EA8"/>
    <w:rsid w:val="00481387"/>
    <w:rsid w:val="0048318E"/>
    <w:rsid w:val="00485732"/>
    <w:rsid w:val="004859F2"/>
    <w:rsid w:val="0048767D"/>
    <w:rsid w:val="00490CBC"/>
    <w:rsid w:val="00491219"/>
    <w:rsid w:val="004922D3"/>
    <w:rsid w:val="004923F0"/>
    <w:rsid w:val="00494CBB"/>
    <w:rsid w:val="00494DC9"/>
    <w:rsid w:val="00494ED6"/>
    <w:rsid w:val="00495952"/>
    <w:rsid w:val="00495C29"/>
    <w:rsid w:val="0049701F"/>
    <w:rsid w:val="004A0B02"/>
    <w:rsid w:val="004A3F07"/>
    <w:rsid w:val="004A63D9"/>
    <w:rsid w:val="004A709E"/>
    <w:rsid w:val="004A7CE1"/>
    <w:rsid w:val="004B049A"/>
    <w:rsid w:val="004B160E"/>
    <w:rsid w:val="004C241D"/>
    <w:rsid w:val="004C384E"/>
    <w:rsid w:val="004C4EF5"/>
    <w:rsid w:val="004C6B3A"/>
    <w:rsid w:val="004D16C0"/>
    <w:rsid w:val="004D2367"/>
    <w:rsid w:val="004D287C"/>
    <w:rsid w:val="004D3DEB"/>
    <w:rsid w:val="004D6166"/>
    <w:rsid w:val="004E37F0"/>
    <w:rsid w:val="004E4439"/>
    <w:rsid w:val="004E4943"/>
    <w:rsid w:val="004E645B"/>
    <w:rsid w:val="004E6E8E"/>
    <w:rsid w:val="004E76FF"/>
    <w:rsid w:val="004E78E9"/>
    <w:rsid w:val="004E7D16"/>
    <w:rsid w:val="004F092C"/>
    <w:rsid w:val="004F1867"/>
    <w:rsid w:val="004F20C6"/>
    <w:rsid w:val="004F23F7"/>
    <w:rsid w:val="004F2819"/>
    <w:rsid w:val="004F2EC5"/>
    <w:rsid w:val="004F3066"/>
    <w:rsid w:val="004F3246"/>
    <w:rsid w:val="004F5D0D"/>
    <w:rsid w:val="005000C9"/>
    <w:rsid w:val="00501F28"/>
    <w:rsid w:val="005022CB"/>
    <w:rsid w:val="00502BC4"/>
    <w:rsid w:val="00502EE7"/>
    <w:rsid w:val="00503A3A"/>
    <w:rsid w:val="00505264"/>
    <w:rsid w:val="00506464"/>
    <w:rsid w:val="0051125B"/>
    <w:rsid w:val="00511449"/>
    <w:rsid w:val="00511A7D"/>
    <w:rsid w:val="00511E4E"/>
    <w:rsid w:val="005120AC"/>
    <w:rsid w:val="005129EB"/>
    <w:rsid w:val="005136DE"/>
    <w:rsid w:val="00515153"/>
    <w:rsid w:val="005209A3"/>
    <w:rsid w:val="00521A27"/>
    <w:rsid w:val="00521CA6"/>
    <w:rsid w:val="0052555D"/>
    <w:rsid w:val="00525B16"/>
    <w:rsid w:val="00526284"/>
    <w:rsid w:val="0052676F"/>
    <w:rsid w:val="00527F62"/>
    <w:rsid w:val="00530018"/>
    <w:rsid w:val="00531523"/>
    <w:rsid w:val="00532456"/>
    <w:rsid w:val="00532EBA"/>
    <w:rsid w:val="00532FFE"/>
    <w:rsid w:val="00533BFC"/>
    <w:rsid w:val="00533DF5"/>
    <w:rsid w:val="0053567B"/>
    <w:rsid w:val="00535903"/>
    <w:rsid w:val="00535D01"/>
    <w:rsid w:val="00536648"/>
    <w:rsid w:val="00536C7C"/>
    <w:rsid w:val="00537265"/>
    <w:rsid w:val="005378E5"/>
    <w:rsid w:val="00537F1B"/>
    <w:rsid w:val="00540E0B"/>
    <w:rsid w:val="0054147C"/>
    <w:rsid w:val="00542395"/>
    <w:rsid w:val="00542425"/>
    <w:rsid w:val="005429DC"/>
    <w:rsid w:val="0054338F"/>
    <w:rsid w:val="00546AB6"/>
    <w:rsid w:val="00546CFF"/>
    <w:rsid w:val="0054733A"/>
    <w:rsid w:val="005473EA"/>
    <w:rsid w:val="00547509"/>
    <w:rsid w:val="00557A42"/>
    <w:rsid w:val="005604F1"/>
    <w:rsid w:val="00562264"/>
    <w:rsid w:val="005626AE"/>
    <w:rsid w:val="0056573D"/>
    <w:rsid w:val="00565BFC"/>
    <w:rsid w:val="00566CB1"/>
    <w:rsid w:val="005673DB"/>
    <w:rsid w:val="0057170A"/>
    <w:rsid w:val="00572772"/>
    <w:rsid w:val="0058331D"/>
    <w:rsid w:val="0058715F"/>
    <w:rsid w:val="005914CC"/>
    <w:rsid w:val="00592201"/>
    <w:rsid w:val="00593844"/>
    <w:rsid w:val="005946F6"/>
    <w:rsid w:val="00596A72"/>
    <w:rsid w:val="00596E93"/>
    <w:rsid w:val="005A0249"/>
    <w:rsid w:val="005A0C81"/>
    <w:rsid w:val="005A12DF"/>
    <w:rsid w:val="005A3F01"/>
    <w:rsid w:val="005A4093"/>
    <w:rsid w:val="005A48E5"/>
    <w:rsid w:val="005A573A"/>
    <w:rsid w:val="005A68AF"/>
    <w:rsid w:val="005A6BF4"/>
    <w:rsid w:val="005B10CF"/>
    <w:rsid w:val="005B322E"/>
    <w:rsid w:val="005B3EC6"/>
    <w:rsid w:val="005B40D1"/>
    <w:rsid w:val="005B455D"/>
    <w:rsid w:val="005B51BA"/>
    <w:rsid w:val="005B795C"/>
    <w:rsid w:val="005C3646"/>
    <w:rsid w:val="005C7328"/>
    <w:rsid w:val="005D0D16"/>
    <w:rsid w:val="005D4A75"/>
    <w:rsid w:val="005D6017"/>
    <w:rsid w:val="005D796E"/>
    <w:rsid w:val="005E026C"/>
    <w:rsid w:val="005E03FC"/>
    <w:rsid w:val="005E1276"/>
    <w:rsid w:val="005E25FE"/>
    <w:rsid w:val="005E260F"/>
    <w:rsid w:val="005E4DD5"/>
    <w:rsid w:val="005E5AB6"/>
    <w:rsid w:val="005E64C4"/>
    <w:rsid w:val="005E6BD5"/>
    <w:rsid w:val="005F0DFA"/>
    <w:rsid w:val="005F1A6F"/>
    <w:rsid w:val="005F3357"/>
    <w:rsid w:val="005F4AC6"/>
    <w:rsid w:val="00601A2C"/>
    <w:rsid w:val="00603448"/>
    <w:rsid w:val="00606D92"/>
    <w:rsid w:val="0061007C"/>
    <w:rsid w:val="00610D56"/>
    <w:rsid w:val="00611D9C"/>
    <w:rsid w:val="00613F45"/>
    <w:rsid w:val="00615E41"/>
    <w:rsid w:val="00622F59"/>
    <w:rsid w:val="00623BDA"/>
    <w:rsid w:val="0062440C"/>
    <w:rsid w:val="00625735"/>
    <w:rsid w:val="00625D6F"/>
    <w:rsid w:val="00625DED"/>
    <w:rsid w:val="00626D57"/>
    <w:rsid w:val="006307D6"/>
    <w:rsid w:val="006337D4"/>
    <w:rsid w:val="00634A0F"/>
    <w:rsid w:val="006350A1"/>
    <w:rsid w:val="006354D5"/>
    <w:rsid w:val="00640F0E"/>
    <w:rsid w:val="00642CCE"/>
    <w:rsid w:val="006434C3"/>
    <w:rsid w:val="00643FB8"/>
    <w:rsid w:val="00646150"/>
    <w:rsid w:val="0064733C"/>
    <w:rsid w:val="00650938"/>
    <w:rsid w:val="00652F34"/>
    <w:rsid w:val="00653F26"/>
    <w:rsid w:val="006541C9"/>
    <w:rsid w:val="006545D3"/>
    <w:rsid w:val="006566E1"/>
    <w:rsid w:val="00660156"/>
    <w:rsid w:val="00664549"/>
    <w:rsid w:val="00664A20"/>
    <w:rsid w:val="00666B47"/>
    <w:rsid w:val="00666E74"/>
    <w:rsid w:val="006729AD"/>
    <w:rsid w:val="00673172"/>
    <w:rsid w:val="0067334C"/>
    <w:rsid w:val="0067586B"/>
    <w:rsid w:val="00675DB0"/>
    <w:rsid w:val="006760A6"/>
    <w:rsid w:val="00680490"/>
    <w:rsid w:val="00680C19"/>
    <w:rsid w:val="0068101F"/>
    <w:rsid w:val="00684309"/>
    <w:rsid w:val="0068669B"/>
    <w:rsid w:val="00686E8A"/>
    <w:rsid w:val="00690827"/>
    <w:rsid w:val="00692383"/>
    <w:rsid w:val="0069275D"/>
    <w:rsid w:val="00693DAC"/>
    <w:rsid w:val="00694920"/>
    <w:rsid w:val="006956A0"/>
    <w:rsid w:val="0069605F"/>
    <w:rsid w:val="006A1362"/>
    <w:rsid w:val="006A2321"/>
    <w:rsid w:val="006A2AE4"/>
    <w:rsid w:val="006A49DA"/>
    <w:rsid w:val="006A5A3B"/>
    <w:rsid w:val="006B0719"/>
    <w:rsid w:val="006B0CDE"/>
    <w:rsid w:val="006B2BCE"/>
    <w:rsid w:val="006B3459"/>
    <w:rsid w:val="006B3E7A"/>
    <w:rsid w:val="006B4383"/>
    <w:rsid w:val="006B521A"/>
    <w:rsid w:val="006B6901"/>
    <w:rsid w:val="006C09AE"/>
    <w:rsid w:val="006C1347"/>
    <w:rsid w:val="006C1A62"/>
    <w:rsid w:val="006C1DD3"/>
    <w:rsid w:val="006C48BF"/>
    <w:rsid w:val="006C62E7"/>
    <w:rsid w:val="006C67DE"/>
    <w:rsid w:val="006C6B4D"/>
    <w:rsid w:val="006D01D4"/>
    <w:rsid w:val="006D1923"/>
    <w:rsid w:val="006D1ED9"/>
    <w:rsid w:val="006D3D76"/>
    <w:rsid w:val="006D4A75"/>
    <w:rsid w:val="006D4E99"/>
    <w:rsid w:val="006D5AB0"/>
    <w:rsid w:val="006D6763"/>
    <w:rsid w:val="006E03DB"/>
    <w:rsid w:val="006E0BA8"/>
    <w:rsid w:val="006E115A"/>
    <w:rsid w:val="006E250A"/>
    <w:rsid w:val="006E3153"/>
    <w:rsid w:val="006E4E6C"/>
    <w:rsid w:val="006E69C6"/>
    <w:rsid w:val="006E6DC2"/>
    <w:rsid w:val="006E75B6"/>
    <w:rsid w:val="006F05FC"/>
    <w:rsid w:val="006F0A55"/>
    <w:rsid w:val="006F142C"/>
    <w:rsid w:val="006F6579"/>
    <w:rsid w:val="006F6D5F"/>
    <w:rsid w:val="006F732B"/>
    <w:rsid w:val="006F7F3E"/>
    <w:rsid w:val="00700A55"/>
    <w:rsid w:val="007030DC"/>
    <w:rsid w:val="0070389B"/>
    <w:rsid w:val="00703BD3"/>
    <w:rsid w:val="00710D1B"/>
    <w:rsid w:val="00710FA0"/>
    <w:rsid w:val="007129BA"/>
    <w:rsid w:val="007138DE"/>
    <w:rsid w:val="00713F3B"/>
    <w:rsid w:val="0071750F"/>
    <w:rsid w:val="007202A7"/>
    <w:rsid w:val="007211C2"/>
    <w:rsid w:val="00722255"/>
    <w:rsid w:val="00724DEA"/>
    <w:rsid w:val="0072508A"/>
    <w:rsid w:val="00725F59"/>
    <w:rsid w:val="0072765B"/>
    <w:rsid w:val="00730E10"/>
    <w:rsid w:val="00730FB3"/>
    <w:rsid w:val="00732023"/>
    <w:rsid w:val="0073389D"/>
    <w:rsid w:val="00734827"/>
    <w:rsid w:val="007352E7"/>
    <w:rsid w:val="00736962"/>
    <w:rsid w:val="00737267"/>
    <w:rsid w:val="00737A17"/>
    <w:rsid w:val="0074181A"/>
    <w:rsid w:val="00741B62"/>
    <w:rsid w:val="00744A3C"/>
    <w:rsid w:val="00744EA2"/>
    <w:rsid w:val="0074639A"/>
    <w:rsid w:val="00747FCE"/>
    <w:rsid w:val="00752498"/>
    <w:rsid w:val="0075776F"/>
    <w:rsid w:val="00760701"/>
    <w:rsid w:val="00761B7E"/>
    <w:rsid w:val="00762AED"/>
    <w:rsid w:val="00762C80"/>
    <w:rsid w:val="007667A9"/>
    <w:rsid w:val="00770107"/>
    <w:rsid w:val="00770DE1"/>
    <w:rsid w:val="007722A2"/>
    <w:rsid w:val="00773083"/>
    <w:rsid w:val="007736D7"/>
    <w:rsid w:val="00774E07"/>
    <w:rsid w:val="00775006"/>
    <w:rsid w:val="0077515A"/>
    <w:rsid w:val="00777547"/>
    <w:rsid w:val="007800F6"/>
    <w:rsid w:val="007812F0"/>
    <w:rsid w:val="00782B16"/>
    <w:rsid w:val="007837B4"/>
    <w:rsid w:val="00786457"/>
    <w:rsid w:val="007915FE"/>
    <w:rsid w:val="00795B22"/>
    <w:rsid w:val="00796FDC"/>
    <w:rsid w:val="0079752B"/>
    <w:rsid w:val="00797678"/>
    <w:rsid w:val="0079795F"/>
    <w:rsid w:val="007A21A3"/>
    <w:rsid w:val="007A222C"/>
    <w:rsid w:val="007A4C6B"/>
    <w:rsid w:val="007A6787"/>
    <w:rsid w:val="007A71EA"/>
    <w:rsid w:val="007A768E"/>
    <w:rsid w:val="007B0EA8"/>
    <w:rsid w:val="007B54A5"/>
    <w:rsid w:val="007B550E"/>
    <w:rsid w:val="007B5DAA"/>
    <w:rsid w:val="007B6CD8"/>
    <w:rsid w:val="007C16D2"/>
    <w:rsid w:val="007C3B98"/>
    <w:rsid w:val="007C3F16"/>
    <w:rsid w:val="007C6648"/>
    <w:rsid w:val="007D301E"/>
    <w:rsid w:val="007D6FF9"/>
    <w:rsid w:val="007D7BD7"/>
    <w:rsid w:val="007E2113"/>
    <w:rsid w:val="007E7412"/>
    <w:rsid w:val="007F16C1"/>
    <w:rsid w:val="007F3B91"/>
    <w:rsid w:val="007F3EEA"/>
    <w:rsid w:val="007F3FB4"/>
    <w:rsid w:val="007F58EB"/>
    <w:rsid w:val="007F7436"/>
    <w:rsid w:val="007F7F35"/>
    <w:rsid w:val="008022C9"/>
    <w:rsid w:val="00802AED"/>
    <w:rsid w:val="00803EFD"/>
    <w:rsid w:val="00807E4F"/>
    <w:rsid w:val="00810753"/>
    <w:rsid w:val="00812813"/>
    <w:rsid w:val="00812919"/>
    <w:rsid w:val="00814503"/>
    <w:rsid w:val="0081713A"/>
    <w:rsid w:val="00817224"/>
    <w:rsid w:val="00817286"/>
    <w:rsid w:val="00820042"/>
    <w:rsid w:val="00821579"/>
    <w:rsid w:val="00821A52"/>
    <w:rsid w:val="00822331"/>
    <w:rsid w:val="008263DD"/>
    <w:rsid w:val="00832663"/>
    <w:rsid w:val="008339AD"/>
    <w:rsid w:val="008374AD"/>
    <w:rsid w:val="008405A5"/>
    <w:rsid w:val="00845539"/>
    <w:rsid w:val="00846AC4"/>
    <w:rsid w:val="00847FEF"/>
    <w:rsid w:val="0085279F"/>
    <w:rsid w:val="0085494C"/>
    <w:rsid w:val="008562E8"/>
    <w:rsid w:val="008579FB"/>
    <w:rsid w:val="00861B2A"/>
    <w:rsid w:val="00862FA3"/>
    <w:rsid w:val="00864B4A"/>
    <w:rsid w:val="00864D32"/>
    <w:rsid w:val="0086626E"/>
    <w:rsid w:val="008713ED"/>
    <w:rsid w:val="00873ECF"/>
    <w:rsid w:val="00876DD4"/>
    <w:rsid w:val="00877113"/>
    <w:rsid w:val="00877A00"/>
    <w:rsid w:val="008801F7"/>
    <w:rsid w:val="00881191"/>
    <w:rsid w:val="008814B2"/>
    <w:rsid w:val="008834A3"/>
    <w:rsid w:val="00883964"/>
    <w:rsid w:val="00884BDD"/>
    <w:rsid w:val="00885752"/>
    <w:rsid w:val="00885E28"/>
    <w:rsid w:val="008860C6"/>
    <w:rsid w:val="008863D7"/>
    <w:rsid w:val="008879D0"/>
    <w:rsid w:val="008945AE"/>
    <w:rsid w:val="0089684E"/>
    <w:rsid w:val="0089719C"/>
    <w:rsid w:val="00897961"/>
    <w:rsid w:val="008A1A8D"/>
    <w:rsid w:val="008A25CD"/>
    <w:rsid w:val="008A2740"/>
    <w:rsid w:val="008A41DB"/>
    <w:rsid w:val="008A42CE"/>
    <w:rsid w:val="008A640B"/>
    <w:rsid w:val="008A6607"/>
    <w:rsid w:val="008A6D64"/>
    <w:rsid w:val="008A6D97"/>
    <w:rsid w:val="008A78A7"/>
    <w:rsid w:val="008B02C9"/>
    <w:rsid w:val="008B18E1"/>
    <w:rsid w:val="008B3A13"/>
    <w:rsid w:val="008B3F12"/>
    <w:rsid w:val="008B4155"/>
    <w:rsid w:val="008C3B5D"/>
    <w:rsid w:val="008C4DDF"/>
    <w:rsid w:val="008C561B"/>
    <w:rsid w:val="008C5FCA"/>
    <w:rsid w:val="008D11F1"/>
    <w:rsid w:val="008D14C1"/>
    <w:rsid w:val="008D3F82"/>
    <w:rsid w:val="008D43D8"/>
    <w:rsid w:val="008D47FE"/>
    <w:rsid w:val="008D57C3"/>
    <w:rsid w:val="008D5A6A"/>
    <w:rsid w:val="008D6498"/>
    <w:rsid w:val="008D73AF"/>
    <w:rsid w:val="008E1B62"/>
    <w:rsid w:val="008E2840"/>
    <w:rsid w:val="008E61F3"/>
    <w:rsid w:val="008E6EF1"/>
    <w:rsid w:val="008E7531"/>
    <w:rsid w:val="008F0BAC"/>
    <w:rsid w:val="008F112E"/>
    <w:rsid w:val="008F17FC"/>
    <w:rsid w:val="008F1AFF"/>
    <w:rsid w:val="008F2F5F"/>
    <w:rsid w:val="008F447C"/>
    <w:rsid w:val="008F45FA"/>
    <w:rsid w:val="009003C4"/>
    <w:rsid w:val="00901519"/>
    <w:rsid w:val="00902281"/>
    <w:rsid w:val="00906942"/>
    <w:rsid w:val="00910853"/>
    <w:rsid w:val="009110A1"/>
    <w:rsid w:val="009123E3"/>
    <w:rsid w:val="00914B59"/>
    <w:rsid w:val="00914FA0"/>
    <w:rsid w:val="00915307"/>
    <w:rsid w:val="00915888"/>
    <w:rsid w:val="00916A73"/>
    <w:rsid w:val="0092215C"/>
    <w:rsid w:val="00923E0F"/>
    <w:rsid w:val="00924D64"/>
    <w:rsid w:val="009255E0"/>
    <w:rsid w:val="0092573C"/>
    <w:rsid w:val="00930078"/>
    <w:rsid w:val="0093248F"/>
    <w:rsid w:val="00933109"/>
    <w:rsid w:val="00933681"/>
    <w:rsid w:val="00933932"/>
    <w:rsid w:val="00933E49"/>
    <w:rsid w:val="0093682A"/>
    <w:rsid w:val="00937AE8"/>
    <w:rsid w:val="00941590"/>
    <w:rsid w:val="00942BBA"/>
    <w:rsid w:val="00943011"/>
    <w:rsid w:val="0094505D"/>
    <w:rsid w:val="0094537D"/>
    <w:rsid w:val="00945BF1"/>
    <w:rsid w:val="00946903"/>
    <w:rsid w:val="00946D5B"/>
    <w:rsid w:val="009521BF"/>
    <w:rsid w:val="00953EDE"/>
    <w:rsid w:val="00954B2A"/>
    <w:rsid w:val="009558EF"/>
    <w:rsid w:val="009575C5"/>
    <w:rsid w:val="009602E8"/>
    <w:rsid w:val="00961473"/>
    <w:rsid w:val="009620B1"/>
    <w:rsid w:val="00962C21"/>
    <w:rsid w:val="009633B8"/>
    <w:rsid w:val="0096647F"/>
    <w:rsid w:val="00967E45"/>
    <w:rsid w:val="00970DD5"/>
    <w:rsid w:val="0097303B"/>
    <w:rsid w:val="009739EE"/>
    <w:rsid w:val="00974AA1"/>
    <w:rsid w:val="00974E84"/>
    <w:rsid w:val="00976EC1"/>
    <w:rsid w:val="009776B2"/>
    <w:rsid w:val="00981A61"/>
    <w:rsid w:val="00982A4A"/>
    <w:rsid w:val="00982C54"/>
    <w:rsid w:val="00985B48"/>
    <w:rsid w:val="00985BB5"/>
    <w:rsid w:val="00986AF6"/>
    <w:rsid w:val="009944BA"/>
    <w:rsid w:val="009A2054"/>
    <w:rsid w:val="009A28CA"/>
    <w:rsid w:val="009A2E0A"/>
    <w:rsid w:val="009A78B5"/>
    <w:rsid w:val="009B1DE0"/>
    <w:rsid w:val="009B2F3E"/>
    <w:rsid w:val="009B572E"/>
    <w:rsid w:val="009B7048"/>
    <w:rsid w:val="009B7A2E"/>
    <w:rsid w:val="009C271A"/>
    <w:rsid w:val="009C2B88"/>
    <w:rsid w:val="009C3B3C"/>
    <w:rsid w:val="009C4233"/>
    <w:rsid w:val="009C5000"/>
    <w:rsid w:val="009C5CF4"/>
    <w:rsid w:val="009D07F8"/>
    <w:rsid w:val="009D2AF6"/>
    <w:rsid w:val="009D510E"/>
    <w:rsid w:val="009D6571"/>
    <w:rsid w:val="009D7256"/>
    <w:rsid w:val="009E05C9"/>
    <w:rsid w:val="009E0935"/>
    <w:rsid w:val="009E24F9"/>
    <w:rsid w:val="009E35DD"/>
    <w:rsid w:val="009E703C"/>
    <w:rsid w:val="009E7314"/>
    <w:rsid w:val="009E77A7"/>
    <w:rsid w:val="009E7B5A"/>
    <w:rsid w:val="009E7B66"/>
    <w:rsid w:val="009F08A1"/>
    <w:rsid w:val="009F5680"/>
    <w:rsid w:val="00A00844"/>
    <w:rsid w:val="00A00FAF"/>
    <w:rsid w:val="00A03BF3"/>
    <w:rsid w:val="00A03F23"/>
    <w:rsid w:val="00A05442"/>
    <w:rsid w:val="00A07032"/>
    <w:rsid w:val="00A107FF"/>
    <w:rsid w:val="00A10C28"/>
    <w:rsid w:val="00A1146D"/>
    <w:rsid w:val="00A117F3"/>
    <w:rsid w:val="00A132F7"/>
    <w:rsid w:val="00A142A6"/>
    <w:rsid w:val="00A14B9F"/>
    <w:rsid w:val="00A1503E"/>
    <w:rsid w:val="00A16869"/>
    <w:rsid w:val="00A16A51"/>
    <w:rsid w:val="00A17234"/>
    <w:rsid w:val="00A21EAE"/>
    <w:rsid w:val="00A223CF"/>
    <w:rsid w:val="00A2280B"/>
    <w:rsid w:val="00A22811"/>
    <w:rsid w:val="00A246D9"/>
    <w:rsid w:val="00A24882"/>
    <w:rsid w:val="00A2556E"/>
    <w:rsid w:val="00A30E64"/>
    <w:rsid w:val="00A339D2"/>
    <w:rsid w:val="00A372B9"/>
    <w:rsid w:val="00A4141A"/>
    <w:rsid w:val="00A42AC4"/>
    <w:rsid w:val="00A45AE0"/>
    <w:rsid w:val="00A469BC"/>
    <w:rsid w:val="00A50D78"/>
    <w:rsid w:val="00A54962"/>
    <w:rsid w:val="00A5602C"/>
    <w:rsid w:val="00A620EF"/>
    <w:rsid w:val="00A66222"/>
    <w:rsid w:val="00A663CA"/>
    <w:rsid w:val="00A706AE"/>
    <w:rsid w:val="00A71E33"/>
    <w:rsid w:val="00A75080"/>
    <w:rsid w:val="00A752AD"/>
    <w:rsid w:val="00A76A72"/>
    <w:rsid w:val="00A774F4"/>
    <w:rsid w:val="00A778A9"/>
    <w:rsid w:val="00A81042"/>
    <w:rsid w:val="00A812F3"/>
    <w:rsid w:val="00A8249D"/>
    <w:rsid w:val="00A82FC4"/>
    <w:rsid w:val="00A83CE8"/>
    <w:rsid w:val="00A85AD5"/>
    <w:rsid w:val="00A85E2E"/>
    <w:rsid w:val="00A866C6"/>
    <w:rsid w:val="00A86E2C"/>
    <w:rsid w:val="00A96C71"/>
    <w:rsid w:val="00AA00D6"/>
    <w:rsid w:val="00AA2987"/>
    <w:rsid w:val="00AA3858"/>
    <w:rsid w:val="00AA41CF"/>
    <w:rsid w:val="00AA4EC0"/>
    <w:rsid w:val="00AA58AB"/>
    <w:rsid w:val="00AA5FD8"/>
    <w:rsid w:val="00AB2BEE"/>
    <w:rsid w:val="00AB5CCE"/>
    <w:rsid w:val="00AB6726"/>
    <w:rsid w:val="00AC236D"/>
    <w:rsid w:val="00AC46CB"/>
    <w:rsid w:val="00AC595B"/>
    <w:rsid w:val="00AC666C"/>
    <w:rsid w:val="00AC7DFA"/>
    <w:rsid w:val="00AD10FC"/>
    <w:rsid w:val="00AD1F66"/>
    <w:rsid w:val="00AD2E57"/>
    <w:rsid w:val="00AD3404"/>
    <w:rsid w:val="00AD6264"/>
    <w:rsid w:val="00AD65FB"/>
    <w:rsid w:val="00AD7744"/>
    <w:rsid w:val="00AD783C"/>
    <w:rsid w:val="00AE0CED"/>
    <w:rsid w:val="00AE0F6E"/>
    <w:rsid w:val="00AE12E2"/>
    <w:rsid w:val="00AE1452"/>
    <w:rsid w:val="00AE320E"/>
    <w:rsid w:val="00AE33B1"/>
    <w:rsid w:val="00AE45DF"/>
    <w:rsid w:val="00AE5104"/>
    <w:rsid w:val="00AE5E82"/>
    <w:rsid w:val="00AE7151"/>
    <w:rsid w:val="00AE777C"/>
    <w:rsid w:val="00AF0E62"/>
    <w:rsid w:val="00AF11E2"/>
    <w:rsid w:val="00AF1F6A"/>
    <w:rsid w:val="00AF1FD9"/>
    <w:rsid w:val="00AF361A"/>
    <w:rsid w:val="00AF3E68"/>
    <w:rsid w:val="00AF5BF9"/>
    <w:rsid w:val="00B00610"/>
    <w:rsid w:val="00B016D6"/>
    <w:rsid w:val="00B017EC"/>
    <w:rsid w:val="00B01956"/>
    <w:rsid w:val="00B024A8"/>
    <w:rsid w:val="00B036B9"/>
    <w:rsid w:val="00B04210"/>
    <w:rsid w:val="00B07E44"/>
    <w:rsid w:val="00B1167F"/>
    <w:rsid w:val="00B11799"/>
    <w:rsid w:val="00B1200C"/>
    <w:rsid w:val="00B15BBA"/>
    <w:rsid w:val="00B16182"/>
    <w:rsid w:val="00B16376"/>
    <w:rsid w:val="00B16F7C"/>
    <w:rsid w:val="00B17949"/>
    <w:rsid w:val="00B20AF1"/>
    <w:rsid w:val="00B2249B"/>
    <w:rsid w:val="00B2586C"/>
    <w:rsid w:val="00B260BB"/>
    <w:rsid w:val="00B26412"/>
    <w:rsid w:val="00B30BDA"/>
    <w:rsid w:val="00B33C5F"/>
    <w:rsid w:val="00B34D7B"/>
    <w:rsid w:val="00B40BE8"/>
    <w:rsid w:val="00B414C2"/>
    <w:rsid w:val="00B4158D"/>
    <w:rsid w:val="00B42A35"/>
    <w:rsid w:val="00B43485"/>
    <w:rsid w:val="00B44929"/>
    <w:rsid w:val="00B4496F"/>
    <w:rsid w:val="00B44FFD"/>
    <w:rsid w:val="00B45BAB"/>
    <w:rsid w:val="00B4740B"/>
    <w:rsid w:val="00B5172D"/>
    <w:rsid w:val="00B51E11"/>
    <w:rsid w:val="00B55430"/>
    <w:rsid w:val="00B62B00"/>
    <w:rsid w:val="00B6326C"/>
    <w:rsid w:val="00B6354E"/>
    <w:rsid w:val="00B63BC9"/>
    <w:rsid w:val="00B63D67"/>
    <w:rsid w:val="00B64B6B"/>
    <w:rsid w:val="00B6569C"/>
    <w:rsid w:val="00B66CC9"/>
    <w:rsid w:val="00B71D43"/>
    <w:rsid w:val="00B72F02"/>
    <w:rsid w:val="00B749A4"/>
    <w:rsid w:val="00B76638"/>
    <w:rsid w:val="00B77025"/>
    <w:rsid w:val="00B803DC"/>
    <w:rsid w:val="00B808E7"/>
    <w:rsid w:val="00B80F08"/>
    <w:rsid w:val="00B81843"/>
    <w:rsid w:val="00B8259C"/>
    <w:rsid w:val="00B826F7"/>
    <w:rsid w:val="00B83404"/>
    <w:rsid w:val="00B90BCF"/>
    <w:rsid w:val="00B9118A"/>
    <w:rsid w:val="00B912D3"/>
    <w:rsid w:val="00B9544C"/>
    <w:rsid w:val="00B9553F"/>
    <w:rsid w:val="00BA0F2D"/>
    <w:rsid w:val="00BA1CF7"/>
    <w:rsid w:val="00BA1F97"/>
    <w:rsid w:val="00BA23DE"/>
    <w:rsid w:val="00BA2633"/>
    <w:rsid w:val="00BA44D8"/>
    <w:rsid w:val="00BA5796"/>
    <w:rsid w:val="00BA5E9C"/>
    <w:rsid w:val="00BA62B8"/>
    <w:rsid w:val="00BA6E9D"/>
    <w:rsid w:val="00BB1BDE"/>
    <w:rsid w:val="00BB29EA"/>
    <w:rsid w:val="00BB2C8E"/>
    <w:rsid w:val="00BB4451"/>
    <w:rsid w:val="00BB5F4B"/>
    <w:rsid w:val="00BB6109"/>
    <w:rsid w:val="00BB6918"/>
    <w:rsid w:val="00BB6DAD"/>
    <w:rsid w:val="00BB6DF3"/>
    <w:rsid w:val="00BB6F83"/>
    <w:rsid w:val="00BC24F7"/>
    <w:rsid w:val="00BC31E8"/>
    <w:rsid w:val="00BC36FA"/>
    <w:rsid w:val="00BC394B"/>
    <w:rsid w:val="00BC48FA"/>
    <w:rsid w:val="00BC51E6"/>
    <w:rsid w:val="00BC6544"/>
    <w:rsid w:val="00BD0D97"/>
    <w:rsid w:val="00BD0FE8"/>
    <w:rsid w:val="00BD123A"/>
    <w:rsid w:val="00BD21A5"/>
    <w:rsid w:val="00BD7D42"/>
    <w:rsid w:val="00BE0C06"/>
    <w:rsid w:val="00BE0C8F"/>
    <w:rsid w:val="00BE39C1"/>
    <w:rsid w:val="00BE3AFD"/>
    <w:rsid w:val="00BE3D38"/>
    <w:rsid w:val="00BE53E1"/>
    <w:rsid w:val="00BE5F1A"/>
    <w:rsid w:val="00BE6088"/>
    <w:rsid w:val="00BE6E22"/>
    <w:rsid w:val="00BE7481"/>
    <w:rsid w:val="00BF0EB1"/>
    <w:rsid w:val="00BF147A"/>
    <w:rsid w:val="00BF1FA0"/>
    <w:rsid w:val="00BF4872"/>
    <w:rsid w:val="00BF71F9"/>
    <w:rsid w:val="00BF71FB"/>
    <w:rsid w:val="00BF7921"/>
    <w:rsid w:val="00C02505"/>
    <w:rsid w:val="00C025AB"/>
    <w:rsid w:val="00C03C5E"/>
    <w:rsid w:val="00C03D8E"/>
    <w:rsid w:val="00C06B59"/>
    <w:rsid w:val="00C10A24"/>
    <w:rsid w:val="00C136E6"/>
    <w:rsid w:val="00C14C3C"/>
    <w:rsid w:val="00C14E90"/>
    <w:rsid w:val="00C15136"/>
    <w:rsid w:val="00C16229"/>
    <w:rsid w:val="00C17667"/>
    <w:rsid w:val="00C178A8"/>
    <w:rsid w:val="00C20328"/>
    <w:rsid w:val="00C2134F"/>
    <w:rsid w:val="00C2208A"/>
    <w:rsid w:val="00C22207"/>
    <w:rsid w:val="00C2271F"/>
    <w:rsid w:val="00C231DC"/>
    <w:rsid w:val="00C241BC"/>
    <w:rsid w:val="00C27305"/>
    <w:rsid w:val="00C3100D"/>
    <w:rsid w:val="00C3277E"/>
    <w:rsid w:val="00C328EE"/>
    <w:rsid w:val="00C32CA4"/>
    <w:rsid w:val="00C32F3A"/>
    <w:rsid w:val="00C33932"/>
    <w:rsid w:val="00C339C3"/>
    <w:rsid w:val="00C33C2B"/>
    <w:rsid w:val="00C3473E"/>
    <w:rsid w:val="00C376C7"/>
    <w:rsid w:val="00C4016C"/>
    <w:rsid w:val="00C40405"/>
    <w:rsid w:val="00C41276"/>
    <w:rsid w:val="00C4231C"/>
    <w:rsid w:val="00C4462E"/>
    <w:rsid w:val="00C44BEE"/>
    <w:rsid w:val="00C457E5"/>
    <w:rsid w:val="00C461F5"/>
    <w:rsid w:val="00C46A22"/>
    <w:rsid w:val="00C472DC"/>
    <w:rsid w:val="00C507FB"/>
    <w:rsid w:val="00C51A56"/>
    <w:rsid w:val="00C56A1B"/>
    <w:rsid w:val="00C57329"/>
    <w:rsid w:val="00C6067A"/>
    <w:rsid w:val="00C61358"/>
    <w:rsid w:val="00C618F1"/>
    <w:rsid w:val="00C633B6"/>
    <w:rsid w:val="00C63E7E"/>
    <w:rsid w:val="00C64EC4"/>
    <w:rsid w:val="00C65032"/>
    <w:rsid w:val="00C6531E"/>
    <w:rsid w:val="00C672C6"/>
    <w:rsid w:val="00C67C66"/>
    <w:rsid w:val="00C67EAF"/>
    <w:rsid w:val="00C73614"/>
    <w:rsid w:val="00C73B5F"/>
    <w:rsid w:val="00C73BB5"/>
    <w:rsid w:val="00C74661"/>
    <w:rsid w:val="00C749BB"/>
    <w:rsid w:val="00C74D61"/>
    <w:rsid w:val="00C75966"/>
    <w:rsid w:val="00C768F7"/>
    <w:rsid w:val="00C76CA1"/>
    <w:rsid w:val="00C77461"/>
    <w:rsid w:val="00C77B2D"/>
    <w:rsid w:val="00C800D6"/>
    <w:rsid w:val="00C80442"/>
    <w:rsid w:val="00C808CA"/>
    <w:rsid w:val="00C80DEE"/>
    <w:rsid w:val="00C8161D"/>
    <w:rsid w:val="00C82467"/>
    <w:rsid w:val="00C83357"/>
    <w:rsid w:val="00C845B4"/>
    <w:rsid w:val="00C85DD5"/>
    <w:rsid w:val="00C878AB"/>
    <w:rsid w:val="00C9045C"/>
    <w:rsid w:val="00C91BA9"/>
    <w:rsid w:val="00C9220A"/>
    <w:rsid w:val="00C931FE"/>
    <w:rsid w:val="00C936D9"/>
    <w:rsid w:val="00C95047"/>
    <w:rsid w:val="00C95124"/>
    <w:rsid w:val="00C95ABB"/>
    <w:rsid w:val="00C95C11"/>
    <w:rsid w:val="00C9709D"/>
    <w:rsid w:val="00CA0057"/>
    <w:rsid w:val="00CA0F77"/>
    <w:rsid w:val="00CA59CD"/>
    <w:rsid w:val="00CA687B"/>
    <w:rsid w:val="00CB0013"/>
    <w:rsid w:val="00CB0B2E"/>
    <w:rsid w:val="00CB117B"/>
    <w:rsid w:val="00CB11F7"/>
    <w:rsid w:val="00CB11FC"/>
    <w:rsid w:val="00CB5EBE"/>
    <w:rsid w:val="00CB61B2"/>
    <w:rsid w:val="00CC07D6"/>
    <w:rsid w:val="00CC0EC1"/>
    <w:rsid w:val="00CC2560"/>
    <w:rsid w:val="00CC2609"/>
    <w:rsid w:val="00CC4E3C"/>
    <w:rsid w:val="00CC6D46"/>
    <w:rsid w:val="00CD0D5E"/>
    <w:rsid w:val="00CD14DA"/>
    <w:rsid w:val="00CD30EA"/>
    <w:rsid w:val="00CD509E"/>
    <w:rsid w:val="00CD52ED"/>
    <w:rsid w:val="00CD55E9"/>
    <w:rsid w:val="00CD57A8"/>
    <w:rsid w:val="00CD7F93"/>
    <w:rsid w:val="00CE26E9"/>
    <w:rsid w:val="00CF06B1"/>
    <w:rsid w:val="00CF12B4"/>
    <w:rsid w:val="00CF253B"/>
    <w:rsid w:val="00CF2A85"/>
    <w:rsid w:val="00CF41A8"/>
    <w:rsid w:val="00CF747F"/>
    <w:rsid w:val="00CF74A6"/>
    <w:rsid w:val="00CF7BC1"/>
    <w:rsid w:val="00D00809"/>
    <w:rsid w:val="00D02A89"/>
    <w:rsid w:val="00D02A8B"/>
    <w:rsid w:val="00D04D64"/>
    <w:rsid w:val="00D077C1"/>
    <w:rsid w:val="00D1137A"/>
    <w:rsid w:val="00D117A0"/>
    <w:rsid w:val="00D11E34"/>
    <w:rsid w:val="00D12531"/>
    <w:rsid w:val="00D134C4"/>
    <w:rsid w:val="00D155D2"/>
    <w:rsid w:val="00D2125B"/>
    <w:rsid w:val="00D213F0"/>
    <w:rsid w:val="00D215A1"/>
    <w:rsid w:val="00D21A10"/>
    <w:rsid w:val="00D2300C"/>
    <w:rsid w:val="00D23DF4"/>
    <w:rsid w:val="00D27973"/>
    <w:rsid w:val="00D27DCE"/>
    <w:rsid w:val="00D30B39"/>
    <w:rsid w:val="00D30E5D"/>
    <w:rsid w:val="00D31F6C"/>
    <w:rsid w:val="00D33289"/>
    <w:rsid w:val="00D364FC"/>
    <w:rsid w:val="00D36E15"/>
    <w:rsid w:val="00D442DB"/>
    <w:rsid w:val="00D452CD"/>
    <w:rsid w:val="00D452CF"/>
    <w:rsid w:val="00D4666D"/>
    <w:rsid w:val="00D504EC"/>
    <w:rsid w:val="00D52075"/>
    <w:rsid w:val="00D53D83"/>
    <w:rsid w:val="00D53E50"/>
    <w:rsid w:val="00D540A8"/>
    <w:rsid w:val="00D5457C"/>
    <w:rsid w:val="00D5512D"/>
    <w:rsid w:val="00D55A04"/>
    <w:rsid w:val="00D6111D"/>
    <w:rsid w:val="00D621DC"/>
    <w:rsid w:val="00D630A5"/>
    <w:rsid w:val="00D643A2"/>
    <w:rsid w:val="00D664C7"/>
    <w:rsid w:val="00D6778C"/>
    <w:rsid w:val="00D70065"/>
    <w:rsid w:val="00D704FA"/>
    <w:rsid w:val="00D71DDC"/>
    <w:rsid w:val="00D725BA"/>
    <w:rsid w:val="00D74311"/>
    <w:rsid w:val="00D77F1D"/>
    <w:rsid w:val="00D80CE0"/>
    <w:rsid w:val="00D811E6"/>
    <w:rsid w:val="00D85E0F"/>
    <w:rsid w:val="00D85ED4"/>
    <w:rsid w:val="00D867F7"/>
    <w:rsid w:val="00D86DB1"/>
    <w:rsid w:val="00D8730D"/>
    <w:rsid w:val="00D87E8A"/>
    <w:rsid w:val="00D925E6"/>
    <w:rsid w:val="00D934CD"/>
    <w:rsid w:val="00D93E0F"/>
    <w:rsid w:val="00D95C2A"/>
    <w:rsid w:val="00D95FED"/>
    <w:rsid w:val="00D96330"/>
    <w:rsid w:val="00D97E4C"/>
    <w:rsid w:val="00DA02BD"/>
    <w:rsid w:val="00DA2488"/>
    <w:rsid w:val="00DA4A7D"/>
    <w:rsid w:val="00DA559E"/>
    <w:rsid w:val="00DB0B6D"/>
    <w:rsid w:val="00DB12C0"/>
    <w:rsid w:val="00DB1EE9"/>
    <w:rsid w:val="00DB2186"/>
    <w:rsid w:val="00DB2748"/>
    <w:rsid w:val="00DB3CC0"/>
    <w:rsid w:val="00DB577B"/>
    <w:rsid w:val="00DB6BB6"/>
    <w:rsid w:val="00DB7FEC"/>
    <w:rsid w:val="00DC52FF"/>
    <w:rsid w:val="00DC63AD"/>
    <w:rsid w:val="00DC7CB9"/>
    <w:rsid w:val="00DD0C5C"/>
    <w:rsid w:val="00DD1BA4"/>
    <w:rsid w:val="00DD3A98"/>
    <w:rsid w:val="00DD40C1"/>
    <w:rsid w:val="00DD592A"/>
    <w:rsid w:val="00DE023E"/>
    <w:rsid w:val="00DE1087"/>
    <w:rsid w:val="00DE1F9E"/>
    <w:rsid w:val="00DE4393"/>
    <w:rsid w:val="00DE5D6D"/>
    <w:rsid w:val="00DE6AD9"/>
    <w:rsid w:val="00DE788A"/>
    <w:rsid w:val="00DF01A1"/>
    <w:rsid w:val="00DF08D3"/>
    <w:rsid w:val="00DF121D"/>
    <w:rsid w:val="00DF125B"/>
    <w:rsid w:val="00DF285C"/>
    <w:rsid w:val="00DF4ADA"/>
    <w:rsid w:val="00DF5067"/>
    <w:rsid w:val="00DF53F5"/>
    <w:rsid w:val="00DF6AAF"/>
    <w:rsid w:val="00E01208"/>
    <w:rsid w:val="00E014A1"/>
    <w:rsid w:val="00E03901"/>
    <w:rsid w:val="00E077C8"/>
    <w:rsid w:val="00E1079E"/>
    <w:rsid w:val="00E1082E"/>
    <w:rsid w:val="00E10F82"/>
    <w:rsid w:val="00E13BCE"/>
    <w:rsid w:val="00E15953"/>
    <w:rsid w:val="00E16F11"/>
    <w:rsid w:val="00E175AB"/>
    <w:rsid w:val="00E2501E"/>
    <w:rsid w:val="00E260B9"/>
    <w:rsid w:val="00E275BA"/>
    <w:rsid w:val="00E32477"/>
    <w:rsid w:val="00E32792"/>
    <w:rsid w:val="00E333C8"/>
    <w:rsid w:val="00E34532"/>
    <w:rsid w:val="00E35AC7"/>
    <w:rsid w:val="00E36788"/>
    <w:rsid w:val="00E370E2"/>
    <w:rsid w:val="00E42145"/>
    <w:rsid w:val="00E42B49"/>
    <w:rsid w:val="00E43C38"/>
    <w:rsid w:val="00E43F21"/>
    <w:rsid w:val="00E44EFB"/>
    <w:rsid w:val="00E45209"/>
    <w:rsid w:val="00E458A2"/>
    <w:rsid w:val="00E45DE1"/>
    <w:rsid w:val="00E46ADD"/>
    <w:rsid w:val="00E50405"/>
    <w:rsid w:val="00E507D4"/>
    <w:rsid w:val="00E5509E"/>
    <w:rsid w:val="00E55994"/>
    <w:rsid w:val="00E56598"/>
    <w:rsid w:val="00E56652"/>
    <w:rsid w:val="00E617DE"/>
    <w:rsid w:val="00E62FDC"/>
    <w:rsid w:val="00E639CF"/>
    <w:rsid w:val="00E63DE7"/>
    <w:rsid w:val="00E64F44"/>
    <w:rsid w:val="00E66A74"/>
    <w:rsid w:val="00E66E01"/>
    <w:rsid w:val="00E67D8A"/>
    <w:rsid w:val="00E70371"/>
    <w:rsid w:val="00E70421"/>
    <w:rsid w:val="00E70496"/>
    <w:rsid w:val="00E718CB"/>
    <w:rsid w:val="00E728C0"/>
    <w:rsid w:val="00E73079"/>
    <w:rsid w:val="00E73F91"/>
    <w:rsid w:val="00E74A90"/>
    <w:rsid w:val="00E77718"/>
    <w:rsid w:val="00E813B7"/>
    <w:rsid w:val="00E82996"/>
    <w:rsid w:val="00E82D93"/>
    <w:rsid w:val="00E87CDE"/>
    <w:rsid w:val="00E90271"/>
    <w:rsid w:val="00E9082D"/>
    <w:rsid w:val="00E90C5A"/>
    <w:rsid w:val="00E95857"/>
    <w:rsid w:val="00E9761A"/>
    <w:rsid w:val="00E976F6"/>
    <w:rsid w:val="00EA19B1"/>
    <w:rsid w:val="00EA2319"/>
    <w:rsid w:val="00EA281E"/>
    <w:rsid w:val="00EA536C"/>
    <w:rsid w:val="00EA568D"/>
    <w:rsid w:val="00EA6ABC"/>
    <w:rsid w:val="00EA7BD6"/>
    <w:rsid w:val="00EB347C"/>
    <w:rsid w:val="00EB34E6"/>
    <w:rsid w:val="00EB496B"/>
    <w:rsid w:val="00EB5B98"/>
    <w:rsid w:val="00EB5FF5"/>
    <w:rsid w:val="00EB6798"/>
    <w:rsid w:val="00EC0CCC"/>
    <w:rsid w:val="00EC1E8A"/>
    <w:rsid w:val="00EC1EBD"/>
    <w:rsid w:val="00EC2CE2"/>
    <w:rsid w:val="00EC2E57"/>
    <w:rsid w:val="00EC6563"/>
    <w:rsid w:val="00EC6E42"/>
    <w:rsid w:val="00ED0975"/>
    <w:rsid w:val="00ED0A10"/>
    <w:rsid w:val="00ED16F2"/>
    <w:rsid w:val="00ED4709"/>
    <w:rsid w:val="00ED4CCA"/>
    <w:rsid w:val="00ED58BB"/>
    <w:rsid w:val="00ED5FAB"/>
    <w:rsid w:val="00ED5FC9"/>
    <w:rsid w:val="00EE0611"/>
    <w:rsid w:val="00EE24FB"/>
    <w:rsid w:val="00EE3C47"/>
    <w:rsid w:val="00EE3E29"/>
    <w:rsid w:val="00EE4717"/>
    <w:rsid w:val="00EE7A12"/>
    <w:rsid w:val="00EF14A1"/>
    <w:rsid w:val="00EF15CE"/>
    <w:rsid w:val="00EF3515"/>
    <w:rsid w:val="00EF3BD3"/>
    <w:rsid w:val="00EF4E16"/>
    <w:rsid w:val="00EF514C"/>
    <w:rsid w:val="00EF5A0F"/>
    <w:rsid w:val="00EF665B"/>
    <w:rsid w:val="00EF6B5A"/>
    <w:rsid w:val="00EF6CC6"/>
    <w:rsid w:val="00EF7C13"/>
    <w:rsid w:val="00F00C57"/>
    <w:rsid w:val="00F01935"/>
    <w:rsid w:val="00F02FE1"/>
    <w:rsid w:val="00F11986"/>
    <w:rsid w:val="00F122B1"/>
    <w:rsid w:val="00F17A56"/>
    <w:rsid w:val="00F233F1"/>
    <w:rsid w:val="00F25D36"/>
    <w:rsid w:val="00F262E8"/>
    <w:rsid w:val="00F32574"/>
    <w:rsid w:val="00F351AE"/>
    <w:rsid w:val="00F35A09"/>
    <w:rsid w:val="00F40901"/>
    <w:rsid w:val="00F425CA"/>
    <w:rsid w:val="00F42FEA"/>
    <w:rsid w:val="00F44020"/>
    <w:rsid w:val="00F44352"/>
    <w:rsid w:val="00F45F2E"/>
    <w:rsid w:val="00F5021A"/>
    <w:rsid w:val="00F504AD"/>
    <w:rsid w:val="00F52475"/>
    <w:rsid w:val="00F530DF"/>
    <w:rsid w:val="00F55278"/>
    <w:rsid w:val="00F5563C"/>
    <w:rsid w:val="00F6039C"/>
    <w:rsid w:val="00F60BC7"/>
    <w:rsid w:val="00F60BE0"/>
    <w:rsid w:val="00F61914"/>
    <w:rsid w:val="00F628F0"/>
    <w:rsid w:val="00F62ED4"/>
    <w:rsid w:val="00F6331B"/>
    <w:rsid w:val="00F63F63"/>
    <w:rsid w:val="00F66055"/>
    <w:rsid w:val="00F66FB8"/>
    <w:rsid w:val="00F74431"/>
    <w:rsid w:val="00F75059"/>
    <w:rsid w:val="00F77E4F"/>
    <w:rsid w:val="00F8014B"/>
    <w:rsid w:val="00F81286"/>
    <w:rsid w:val="00F81ACE"/>
    <w:rsid w:val="00F828CA"/>
    <w:rsid w:val="00F84023"/>
    <w:rsid w:val="00F84DC4"/>
    <w:rsid w:val="00F85048"/>
    <w:rsid w:val="00F860BA"/>
    <w:rsid w:val="00F87204"/>
    <w:rsid w:val="00F91942"/>
    <w:rsid w:val="00F92686"/>
    <w:rsid w:val="00F952B9"/>
    <w:rsid w:val="00F96CD3"/>
    <w:rsid w:val="00F97267"/>
    <w:rsid w:val="00FA218B"/>
    <w:rsid w:val="00FA37DC"/>
    <w:rsid w:val="00FA419E"/>
    <w:rsid w:val="00FA475C"/>
    <w:rsid w:val="00FA49F2"/>
    <w:rsid w:val="00FA5708"/>
    <w:rsid w:val="00FA5917"/>
    <w:rsid w:val="00FA77B7"/>
    <w:rsid w:val="00FB2698"/>
    <w:rsid w:val="00FB45D8"/>
    <w:rsid w:val="00FB5484"/>
    <w:rsid w:val="00FB6924"/>
    <w:rsid w:val="00FB7B87"/>
    <w:rsid w:val="00FC012B"/>
    <w:rsid w:val="00FC1369"/>
    <w:rsid w:val="00FC19CF"/>
    <w:rsid w:val="00FC1FDA"/>
    <w:rsid w:val="00FC372D"/>
    <w:rsid w:val="00FC3C84"/>
    <w:rsid w:val="00FC3FFA"/>
    <w:rsid w:val="00FC47C9"/>
    <w:rsid w:val="00FC5B32"/>
    <w:rsid w:val="00FD02CC"/>
    <w:rsid w:val="00FD153E"/>
    <w:rsid w:val="00FD2340"/>
    <w:rsid w:val="00FD3DDA"/>
    <w:rsid w:val="00FD5814"/>
    <w:rsid w:val="00FD6B69"/>
    <w:rsid w:val="00FD7753"/>
    <w:rsid w:val="00FE0EF6"/>
    <w:rsid w:val="00FE1F50"/>
    <w:rsid w:val="00FE206E"/>
    <w:rsid w:val="00FE2F5A"/>
    <w:rsid w:val="00FE4AD4"/>
    <w:rsid w:val="00FF2548"/>
    <w:rsid w:val="00FF28A1"/>
    <w:rsid w:val="00FF43C2"/>
    <w:rsid w:val="00FF44A8"/>
    <w:rsid w:val="00FF4676"/>
    <w:rsid w:val="00FF4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4F0669"/>
  <w15:chartTrackingRefBased/>
  <w15:docId w15:val="{1FDE5A3F-C20D-4356-924C-92EE3F91A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9"/>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b/>
      <w:sz w:val="26"/>
      <w:lang w:eastAsia="ja-JP"/>
    </w:rPr>
  </w:style>
  <w:style w:type="paragraph" w:styleId="Heading2">
    <w:name w:val="heading 2"/>
    <w:basedOn w:val="Heading1"/>
    <w:next w:val="Normal"/>
    <w:link w:val="Heading2Char"/>
    <w:uiPriority w:val="9"/>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9"/>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9"/>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9"/>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9"/>
    <w:qFormat/>
    <w:rsid w:val="001B51CD"/>
    <w:pPr>
      <w:numPr>
        <w:ilvl w:val="5"/>
      </w:numPr>
      <w:outlineLvl w:val="5"/>
    </w:pPr>
  </w:style>
  <w:style w:type="paragraph" w:styleId="Heading7">
    <w:name w:val="heading 7"/>
    <w:basedOn w:val="Normal"/>
    <w:next w:val="Normal"/>
    <w:link w:val="Heading7Char"/>
    <w:uiPriority w:val="9"/>
    <w:semiHidden/>
    <w:unhideWhenUsed/>
    <w:qFormat/>
    <w:rsid w:val="00822331"/>
    <w:pPr>
      <w:tabs>
        <w:tab w:val="clear" w:pos="403"/>
      </w:tabs>
      <w:spacing w:before="240" w:after="60" w:line="240" w:lineRule="auto"/>
      <w:ind w:left="1296" w:hanging="1296"/>
      <w:outlineLvl w:val="6"/>
    </w:pPr>
    <w:rPr>
      <w:rFonts w:ascii="Times New Roman" w:eastAsiaTheme="minorEastAsia" w:hAnsi="Times New Roman"/>
      <w:sz w:val="24"/>
      <w:szCs w:val="24"/>
      <w:lang w:val="en-US"/>
    </w:rPr>
  </w:style>
  <w:style w:type="paragraph" w:styleId="Heading8">
    <w:name w:val="heading 8"/>
    <w:basedOn w:val="Normal"/>
    <w:next w:val="Normal"/>
    <w:link w:val="Heading8Char"/>
    <w:uiPriority w:val="9"/>
    <w:semiHidden/>
    <w:unhideWhenUsed/>
    <w:qFormat/>
    <w:rsid w:val="00822331"/>
    <w:pPr>
      <w:tabs>
        <w:tab w:val="clear" w:pos="403"/>
      </w:tabs>
      <w:spacing w:before="240" w:after="60" w:line="240" w:lineRule="auto"/>
      <w:ind w:left="1440" w:hanging="1440"/>
      <w:outlineLvl w:val="7"/>
    </w:pPr>
    <w:rPr>
      <w:rFonts w:ascii="Times New Roman" w:eastAsiaTheme="minorEastAsia" w:hAnsi="Times New Roman"/>
      <w:i/>
      <w:iCs/>
      <w:sz w:val="24"/>
      <w:szCs w:val="24"/>
      <w:lang w:val="en-US"/>
    </w:rPr>
  </w:style>
  <w:style w:type="paragraph" w:styleId="Heading9">
    <w:name w:val="heading 9"/>
    <w:basedOn w:val="Normal"/>
    <w:next w:val="Normal"/>
    <w:link w:val="Heading9Char"/>
    <w:uiPriority w:val="9"/>
    <w:semiHidden/>
    <w:unhideWhenUsed/>
    <w:qFormat/>
    <w:rsid w:val="00822331"/>
    <w:pPr>
      <w:tabs>
        <w:tab w:val="clear" w:pos="403"/>
      </w:tabs>
      <w:spacing w:before="240" w:after="60" w:line="240" w:lineRule="auto"/>
      <w:ind w:left="1584" w:hanging="1584"/>
      <w:outlineLvl w:val="8"/>
    </w:pPr>
    <w:rPr>
      <w:rFonts w:asciiTheme="majorHAnsi" w:eastAsiaTheme="majorEastAsia" w:hAnsiTheme="majorHAns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F74A6"/>
    <w:pPr>
      <w:keepLines/>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styleId="ListContinue">
    <w:name w:val="List Continue"/>
    <w:aliases w:val="list 1,list-1"/>
    <w:basedOn w:val="Normal"/>
    <w:rsid w:val="00090970"/>
    <w:pPr>
      <w:numPr>
        <w:numId w:val="31"/>
      </w:numPr>
      <w:tabs>
        <w:tab w:val="clear" w:pos="403"/>
        <w:tab w:val="left" w:pos="400"/>
      </w:tabs>
      <w:spacing w:after="240" w:line="230" w:lineRule="atLeast"/>
    </w:pPr>
    <w:rPr>
      <w:rFonts w:ascii="Arial" w:hAnsi="Arial"/>
      <w:sz w:val="20"/>
      <w:szCs w:val="20"/>
      <w:lang w:eastAsia="ja-JP"/>
    </w:rPr>
  </w:style>
  <w:style w:type="paragraph" w:styleId="ListContinue2">
    <w:name w:val="List Continue 2"/>
    <w:aliases w:val="list-2"/>
    <w:basedOn w:val="ListContinue"/>
    <w:rsid w:val="00090970"/>
    <w:pPr>
      <w:numPr>
        <w:ilvl w:val="1"/>
      </w:numPr>
      <w:tabs>
        <w:tab w:val="clear" w:pos="400"/>
        <w:tab w:val="left" w:pos="800"/>
      </w:tabs>
    </w:pPr>
  </w:style>
  <w:style w:type="paragraph" w:styleId="ListContinue3">
    <w:name w:val="List Continue 3"/>
    <w:basedOn w:val="ListContinue"/>
    <w:rsid w:val="00090970"/>
    <w:pPr>
      <w:numPr>
        <w:ilvl w:val="2"/>
      </w:numPr>
      <w:tabs>
        <w:tab w:val="clear" w:pos="400"/>
        <w:tab w:val="left" w:pos="1200"/>
      </w:tabs>
    </w:pPr>
  </w:style>
  <w:style w:type="paragraph" w:styleId="ListContinue4">
    <w:name w:val="List Continue 4"/>
    <w:basedOn w:val="ListContinue"/>
    <w:rsid w:val="00090970"/>
    <w:pPr>
      <w:numPr>
        <w:ilvl w:val="3"/>
      </w:numPr>
      <w:tabs>
        <w:tab w:val="clear" w:pos="400"/>
        <w:tab w:val="left" w:pos="1600"/>
      </w:tabs>
    </w:pPr>
  </w:style>
  <w:style w:type="paragraph" w:styleId="ListNumber">
    <w:name w:val="List Number"/>
    <w:basedOn w:val="Normal"/>
    <w:uiPriority w:val="99"/>
    <w:unhideWhenUsed/>
    <w:rsid w:val="00C95C11"/>
    <w:pPr>
      <w:numPr>
        <w:numId w:val="26"/>
      </w:numPr>
      <w:contextualSpacing/>
    </w:pPr>
  </w:style>
  <w:style w:type="paragraph" w:styleId="ListBullet3">
    <w:name w:val="List Bullet 3"/>
    <w:basedOn w:val="Normal"/>
    <w:autoRedefine/>
    <w:rsid w:val="000A21B4"/>
    <w:pPr>
      <w:tabs>
        <w:tab w:val="clear" w:pos="403"/>
        <w:tab w:val="num" w:pos="926"/>
      </w:tabs>
      <w:spacing w:after="240" w:line="230" w:lineRule="atLeast"/>
      <w:ind w:left="926" w:hanging="360"/>
    </w:pPr>
    <w:rPr>
      <w:rFonts w:ascii="Arial" w:hAnsi="Arial"/>
      <w:sz w:val="20"/>
      <w:szCs w:val="20"/>
      <w:lang w:eastAsia="ja-JP"/>
    </w:rPr>
  </w:style>
  <w:style w:type="paragraph" w:styleId="List3">
    <w:name w:val="List 3"/>
    <w:basedOn w:val="Normal"/>
    <w:uiPriority w:val="99"/>
    <w:unhideWhenUsed/>
    <w:rsid w:val="00C14E90"/>
    <w:pPr>
      <w:ind w:left="849" w:hanging="283"/>
      <w:contextualSpacing/>
    </w:pPr>
  </w:style>
  <w:style w:type="paragraph" w:customStyle="1" w:styleId="ANNEXZ">
    <w:name w:val="ANNEXZ"/>
    <w:basedOn w:val="ANNEX"/>
    <w:next w:val="Normal"/>
    <w:rsid w:val="00C14E90"/>
    <w:pPr>
      <w:numPr>
        <w:numId w:val="34"/>
      </w:numPr>
      <w:tabs>
        <w:tab w:val="clear" w:pos="403"/>
      </w:tabs>
      <w:spacing w:after="760"/>
    </w:pPr>
    <w:rPr>
      <w:rFonts w:ascii="Arial" w:hAnsi="Arial"/>
      <w:szCs w:val="20"/>
    </w:rPr>
  </w:style>
  <w:style w:type="character" w:customStyle="1" w:styleId="CharBold">
    <w:name w:val="Char Bold"/>
    <w:basedOn w:val="DefaultParagraphFont"/>
    <w:rsid w:val="00C14E90"/>
    <w:rPr>
      <w:b/>
      <w:bCs/>
    </w:rPr>
  </w:style>
  <w:style w:type="paragraph" w:customStyle="1" w:styleId="SDLCode">
    <w:name w:val="SDLCode"/>
    <w:basedOn w:val="Normal"/>
    <w:rsid w:val="00C14E90"/>
    <w:pPr>
      <w:tabs>
        <w:tab w:val="clear" w:pos="403"/>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New" w:eastAsia="Batang" w:hAnsi="Courier New" w:cs="Courier New"/>
      <w:sz w:val="18"/>
      <w:szCs w:val="18"/>
      <w:lang w:val="en-US" w:eastAsia="ko-KR"/>
    </w:rPr>
  </w:style>
  <w:style w:type="character" w:customStyle="1" w:styleId="CharItalic">
    <w:name w:val="Char Italic"/>
    <w:basedOn w:val="DefaultParagraphFont"/>
    <w:rsid w:val="00C14E90"/>
    <w:rPr>
      <w:i/>
      <w:iCs/>
    </w:rPr>
  </w:style>
  <w:style w:type="character" w:customStyle="1" w:styleId="SDLkeyword">
    <w:name w:val="SDLkeyword"/>
    <w:basedOn w:val="DefaultParagraphFont"/>
    <w:rsid w:val="00C14E90"/>
    <w:rPr>
      <w:rFonts w:ascii="Courier New" w:hAnsi="Courier New" w:cs="Courier New"/>
      <w:b/>
      <w:bCs/>
    </w:rPr>
  </w:style>
  <w:style w:type="character" w:customStyle="1" w:styleId="SDLattribute">
    <w:name w:val="SDLattribute"/>
    <w:basedOn w:val="DefaultParagraphFont"/>
    <w:rsid w:val="00C14E90"/>
    <w:rPr>
      <w:i/>
      <w:iCs/>
    </w:rPr>
  </w:style>
  <w:style w:type="character" w:customStyle="1" w:styleId="SDLmetaKeyword">
    <w:name w:val="SDLmetaKeyword"/>
    <w:basedOn w:val="SDLkeyword"/>
    <w:rsid w:val="00C14E90"/>
    <w:rPr>
      <w:rFonts w:ascii="Courier New" w:hAnsi="Courier New" w:cs="Courier New"/>
      <w:b/>
      <w:bCs/>
      <w:i/>
      <w:iCs/>
    </w:rPr>
  </w:style>
  <w:style w:type="paragraph" w:styleId="List2">
    <w:name w:val="List 2"/>
    <w:basedOn w:val="Normal"/>
    <w:uiPriority w:val="99"/>
    <w:semiHidden/>
    <w:unhideWhenUsed/>
    <w:rsid w:val="00127906"/>
    <w:pPr>
      <w:ind w:left="566" w:hanging="283"/>
      <w:contextualSpacing/>
    </w:pPr>
  </w:style>
  <w:style w:type="paragraph" w:styleId="List4">
    <w:name w:val="List 4"/>
    <w:basedOn w:val="Normal"/>
    <w:uiPriority w:val="99"/>
    <w:unhideWhenUsed/>
    <w:rsid w:val="00127906"/>
    <w:pPr>
      <w:ind w:left="1132" w:hanging="283"/>
      <w:contextualSpacing/>
    </w:pPr>
  </w:style>
  <w:style w:type="paragraph" w:styleId="ListBullet">
    <w:name w:val="List Bullet"/>
    <w:basedOn w:val="Normal"/>
    <w:uiPriority w:val="99"/>
    <w:unhideWhenUsed/>
    <w:rsid w:val="00127906"/>
    <w:pPr>
      <w:numPr>
        <w:numId w:val="21"/>
      </w:numPr>
      <w:contextualSpacing/>
    </w:pPr>
  </w:style>
  <w:style w:type="paragraph" w:customStyle="1" w:styleId="ExampleHeading">
    <w:name w:val="Example Heading"/>
    <w:basedOn w:val="Normal"/>
    <w:next w:val="BodyText"/>
    <w:rsid w:val="00127906"/>
    <w:pPr>
      <w:tabs>
        <w:tab w:val="clear" w:pos="403"/>
      </w:tabs>
      <w:spacing w:after="220" w:line="240" w:lineRule="auto"/>
      <w:outlineLvl w:val="8"/>
    </w:pPr>
    <w:rPr>
      <w:rFonts w:ascii="Arial" w:eastAsia="Batang" w:hAnsi="Arial" w:cs="Arial"/>
      <w:caps/>
      <w:sz w:val="18"/>
      <w:szCs w:val="18"/>
      <w:lang w:val="en-US" w:eastAsia="ko-KR"/>
    </w:rPr>
  </w:style>
  <w:style w:type="paragraph" w:customStyle="1" w:styleId="ExampleText">
    <w:name w:val="Example Text"/>
    <w:basedOn w:val="BodyText"/>
    <w:rsid w:val="00127906"/>
    <w:pPr>
      <w:tabs>
        <w:tab w:val="clear" w:pos="403"/>
      </w:tabs>
      <w:spacing w:after="220" w:line="240" w:lineRule="auto"/>
    </w:pPr>
    <w:rPr>
      <w:rFonts w:ascii="Arial" w:eastAsia="Batang" w:hAnsi="Arial" w:cs="Arial"/>
      <w:sz w:val="18"/>
      <w:szCs w:val="18"/>
      <w:lang w:val="en-US" w:eastAsia="ko-KR"/>
    </w:rPr>
  </w:style>
  <w:style w:type="character" w:customStyle="1" w:styleId="CharProgram">
    <w:name w:val="Char Program"/>
    <w:basedOn w:val="DefaultParagraphFont"/>
    <w:rsid w:val="00127906"/>
    <w:rPr>
      <w:rFonts w:ascii="Courier New" w:hAnsi="Courier New" w:cs="Courier New"/>
    </w:rPr>
  </w:style>
  <w:style w:type="paragraph" w:styleId="Revision">
    <w:name w:val="Revision"/>
    <w:hidden/>
    <w:uiPriority w:val="99"/>
    <w:semiHidden/>
    <w:rsid w:val="00AD1F66"/>
    <w:rPr>
      <w:sz w:val="22"/>
      <w:szCs w:val="22"/>
      <w:lang w:val="en-GB"/>
    </w:rPr>
  </w:style>
  <w:style w:type="character" w:customStyle="1" w:styleId="codeChar">
    <w:name w:val="code Char"/>
    <w:rsid w:val="009110A1"/>
    <w:rPr>
      <w:rFonts w:ascii="Courier New" w:hAnsi="Courier New"/>
      <w:noProof/>
      <w:lang w:val="en-GB" w:eastAsia="ja-JP" w:bidi="ar-SA"/>
    </w:rPr>
  </w:style>
  <w:style w:type="character" w:styleId="CommentReference">
    <w:name w:val="annotation reference"/>
    <w:basedOn w:val="DefaultParagraphFont"/>
    <w:uiPriority w:val="99"/>
    <w:semiHidden/>
    <w:unhideWhenUsed/>
    <w:rsid w:val="0021674D"/>
    <w:rPr>
      <w:sz w:val="16"/>
      <w:szCs w:val="16"/>
    </w:rPr>
  </w:style>
  <w:style w:type="paragraph" w:customStyle="1" w:styleId="RefNorm">
    <w:name w:val="RefNorm"/>
    <w:basedOn w:val="Normal"/>
    <w:next w:val="Normal"/>
    <w:rsid w:val="004E7D16"/>
    <w:pPr>
      <w:tabs>
        <w:tab w:val="clear" w:pos="403"/>
      </w:tabs>
      <w:spacing w:after="240" w:line="276" w:lineRule="auto"/>
    </w:pPr>
  </w:style>
  <w:style w:type="paragraph" w:styleId="CommentText">
    <w:name w:val="annotation text"/>
    <w:basedOn w:val="Normal"/>
    <w:link w:val="CommentTextChar"/>
    <w:uiPriority w:val="99"/>
    <w:semiHidden/>
    <w:unhideWhenUsed/>
    <w:rsid w:val="00F84DC4"/>
    <w:pPr>
      <w:spacing w:line="240" w:lineRule="auto"/>
    </w:pPr>
    <w:rPr>
      <w:sz w:val="20"/>
      <w:szCs w:val="20"/>
    </w:rPr>
  </w:style>
  <w:style w:type="character" w:customStyle="1" w:styleId="CommentTextChar">
    <w:name w:val="Comment Text Char"/>
    <w:basedOn w:val="DefaultParagraphFont"/>
    <w:link w:val="CommentText"/>
    <w:uiPriority w:val="99"/>
    <w:semiHidden/>
    <w:rsid w:val="00F84DC4"/>
    <w:rPr>
      <w:lang w:val="en-GB"/>
    </w:rPr>
  </w:style>
  <w:style w:type="paragraph" w:styleId="CommentSubject">
    <w:name w:val="annotation subject"/>
    <w:basedOn w:val="CommentText"/>
    <w:next w:val="CommentText"/>
    <w:link w:val="CommentSubjectChar"/>
    <w:uiPriority w:val="99"/>
    <w:semiHidden/>
    <w:unhideWhenUsed/>
    <w:rsid w:val="00F84DC4"/>
    <w:rPr>
      <w:b/>
      <w:bCs/>
    </w:rPr>
  </w:style>
  <w:style w:type="character" w:customStyle="1" w:styleId="CommentSubjectChar">
    <w:name w:val="Comment Subject Char"/>
    <w:basedOn w:val="CommentTextChar"/>
    <w:link w:val="CommentSubject"/>
    <w:uiPriority w:val="99"/>
    <w:semiHidden/>
    <w:rsid w:val="00F84DC4"/>
    <w:rPr>
      <w:b/>
      <w:bCs/>
      <w:lang w:val="en-GB"/>
    </w:rPr>
  </w:style>
  <w:style w:type="character" w:customStyle="1" w:styleId="Heading7Char">
    <w:name w:val="Heading 7 Char"/>
    <w:basedOn w:val="DefaultParagraphFont"/>
    <w:link w:val="Heading7"/>
    <w:uiPriority w:val="9"/>
    <w:semiHidden/>
    <w:rsid w:val="00822331"/>
    <w:rPr>
      <w:rFonts w:ascii="Times New Roman" w:eastAsiaTheme="minorEastAsia" w:hAnsi="Times New Roman"/>
      <w:sz w:val="24"/>
      <w:szCs w:val="24"/>
    </w:rPr>
  </w:style>
  <w:style w:type="character" w:customStyle="1" w:styleId="Heading8Char">
    <w:name w:val="Heading 8 Char"/>
    <w:basedOn w:val="DefaultParagraphFont"/>
    <w:link w:val="Heading8"/>
    <w:uiPriority w:val="9"/>
    <w:semiHidden/>
    <w:rsid w:val="00822331"/>
    <w:rPr>
      <w:rFonts w:ascii="Times New Roman" w:eastAsiaTheme="minorEastAsia" w:hAnsi="Times New Roman"/>
      <w:i/>
      <w:iCs/>
      <w:sz w:val="24"/>
      <w:szCs w:val="24"/>
    </w:rPr>
  </w:style>
  <w:style w:type="character" w:customStyle="1" w:styleId="Heading9Char">
    <w:name w:val="Heading 9 Char"/>
    <w:basedOn w:val="DefaultParagraphFont"/>
    <w:link w:val="Heading9"/>
    <w:uiPriority w:val="9"/>
    <w:semiHidden/>
    <w:rsid w:val="00822331"/>
    <w:rPr>
      <w:rFonts w:asciiTheme="majorHAnsi" w:eastAsiaTheme="majorEastAsia" w:hAnsiTheme="majorHAnsi"/>
      <w:sz w:val="22"/>
      <w:szCs w:val="22"/>
    </w:rPr>
  </w:style>
  <w:style w:type="paragraph" w:customStyle="1" w:styleId="Tablehead">
    <w:name w:val="Table_head"/>
    <w:basedOn w:val="Tabletext"/>
    <w:next w:val="Tabletext"/>
    <w:rsid w:val="00BD0D9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BD0D97"/>
    <w:pPr>
      <w:keepLines/>
      <w:tabs>
        <w:tab w:val="clear" w:pos="403"/>
      </w:tabs>
      <w:overflowPunct w:val="0"/>
      <w:autoSpaceDE w:val="0"/>
      <w:autoSpaceDN w:val="0"/>
      <w:adjustRightInd w:val="0"/>
      <w:spacing w:before="40" w:after="40" w:line="190" w:lineRule="exact"/>
      <w:jc w:val="left"/>
      <w:textAlignment w:val="baseline"/>
    </w:pPr>
    <w:rPr>
      <w:rFonts w:ascii="Times New Roman" w:eastAsiaTheme="minorEastAsia" w:hAnsi="Times New Roman"/>
      <w:sz w:val="18"/>
      <w:szCs w:val="20"/>
    </w:rPr>
  </w:style>
  <w:style w:type="paragraph" w:customStyle="1" w:styleId="TableText0">
    <w:name w:val="Table_Text"/>
    <w:basedOn w:val="Normal"/>
    <w:rsid w:val="00BD0D97"/>
    <w:pPr>
      <w:keepLines/>
      <w:tabs>
        <w:tab w:val="clear" w:pos="403"/>
      </w:tabs>
      <w:overflowPunct w:val="0"/>
      <w:autoSpaceDE w:val="0"/>
      <w:autoSpaceDN w:val="0"/>
      <w:adjustRightInd w:val="0"/>
      <w:spacing w:before="100" w:after="100" w:line="190" w:lineRule="exact"/>
      <w:textAlignment w:val="baseline"/>
    </w:pPr>
    <w:rPr>
      <w:rFonts w:ascii="Times New Roman" w:hAnsi="Times New Roman"/>
      <w:sz w:val="18"/>
      <w:szCs w:val="20"/>
    </w:rPr>
  </w:style>
  <w:style w:type="paragraph" w:customStyle="1" w:styleId="TableNoTitle">
    <w:name w:val="Table_NoTitle"/>
    <w:basedOn w:val="Normal"/>
    <w:next w:val="Tablehead"/>
    <w:rsid w:val="00BD0D97"/>
    <w:pPr>
      <w:keepNext/>
      <w:keepLines/>
      <w:tabs>
        <w:tab w:val="clear" w:pos="403"/>
        <w:tab w:val="left" w:pos="794"/>
        <w:tab w:val="left" w:pos="1191"/>
        <w:tab w:val="left" w:pos="1588"/>
        <w:tab w:val="left" w:pos="1985"/>
      </w:tabs>
      <w:overflowPunct w:val="0"/>
      <w:autoSpaceDE w:val="0"/>
      <w:autoSpaceDN w:val="0"/>
      <w:adjustRightInd w:val="0"/>
      <w:spacing w:before="360" w:line="240" w:lineRule="auto"/>
      <w:jc w:val="center"/>
      <w:textAlignment w:val="baseline"/>
    </w:pPr>
    <w:rPr>
      <w:rFonts w:ascii="Times New Roman" w:eastAsiaTheme="minorEastAsia" w:hAnsi="Times New Roman"/>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48517">
      <w:bodyDiv w:val="1"/>
      <w:marLeft w:val="0"/>
      <w:marRight w:val="0"/>
      <w:marTop w:val="0"/>
      <w:marBottom w:val="0"/>
      <w:divBdr>
        <w:top w:val="none" w:sz="0" w:space="0" w:color="auto"/>
        <w:left w:val="none" w:sz="0" w:space="0" w:color="auto"/>
        <w:bottom w:val="none" w:sz="0" w:space="0" w:color="auto"/>
        <w:right w:val="none" w:sz="0" w:space="0" w:color="auto"/>
      </w:divBdr>
    </w:div>
    <w:div w:id="182136552">
      <w:bodyDiv w:val="1"/>
      <w:marLeft w:val="0"/>
      <w:marRight w:val="0"/>
      <w:marTop w:val="0"/>
      <w:marBottom w:val="0"/>
      <w:divBdr>
        <w:top w:val="none" w:sz="0" w:space="0" w:color="auto"/>
        <w:left w:val="none" w:sz="0" w:space="0" w:color="auto"/>
        <w:bottom w:val="none" w:sz="0" w:space="0" w:color="auto"/>
        <w:right w:val="none" w:sz="0" w:space="0" w:color="auto"/>
      </w:divBdr>
    </w:div>
    <w:div w:id="218900234">
      <w:bodyDiv w:val="1"/>
      <w:marLeft w:val="0"/>
      <w:marRight w:val="0"/>
      <w:marTop w:val="0"/>
      <w:marBottom w:val="0"/>
      <w:divBdr>
        <w:top w:val="none" w:sz="0" w:space="0" w:color="auto"/>
        <w:left w:val="none" w:sz="0" w:space="0" w:color="auto"/>
        <w:bottom w:val="none" w:sz="0" w:space="0" w:color="auto"/>
        <w:right w:val="none" w:sz="0" w:space="0" w:color="auto"/>
      </w:divBdr>
      <w:divsChild>
        <w:div w:id="1403330275">
          <w:marLeft w:val="0"/>
          <w:marRight w:val="0"/>
          <w:marTop w:val="0"/>
          <w:marBottom w:val="0"/>
          <w:divBdr>
            <w:top w:val="none" w:sz="0" w:space="0" w:color="auto"/>
            <w:left w:val="none" w:sz="0" w:space="0" w:color="auto"/>
            <w:bottom w:val="none" w:sz="0" w:space="0" w:color="auto"/>
            <w:right w:val="none" w:sz="0" w:space="0" w:color="auto"/>
          </w:divBdr>
          <w:divsChild>
            <w:div w:id="729840956">
              <w:marLeft w:val="0"/>
              <w:marRight w:val="0"/>
              <w:marTop w:val="0"/>
              <w:marBottom w:val="0"/>
              <w:divBdr>
                <w:top w:val="none" w:sz="0" w:space="0" w:color="auto"/>
                <w:left w:val="none" w:sz="0" w:space="0" w:color="auto"/>
                <w:bottom w:val="none" w:sz="0" w:space="0" w:color="auto"/>
                <w:right w:val="none" w:sz="0" w:space="0" w:color="auto"/>
              </w:divBdr>
            </w:div>
            <w:div w:id="109864374">
              <w:marLeft w:val="0"/>
              <w:marRight w:val="0"/>
              <w:marTop w:val="0"/>
              <w:marBottom w:val="0"/>
              <w:divBdr>
                <w:top w:val="none" w:sz="0" w:space="0" w:color="auto"/>
                <w:left w:val="none" w:sz="0" w:space="0" w:color="auto"/>
                <w:bottom w:val="none" w:sz="0" w:space="0" w:color="auto"/>
                <w:right w:val="none" w:sz="0" w:space="0" w:color="auto"/>
              </w:divBdr>
            </w:div>
            <w:div w:id="607278111">
              <w:marLeft w:val="0"/>
              <w:marRight w:val="0"/>
              <w:marTop w:val="0"/>
              <w:marBottom w:val="0"/>
              <w:divBdr>
                <w:top w:val="none" w:sz="0" w:space="0" w:color="auto"/>
                <w:left w:val="none" w:sz="0" w:space="0" w:color="auto"/>
                <w:bottom w:val="none" w:sz="0" w:space="0" w:color="auto"/>
                <w:right w:val="none" w:sz="0" w:space="0" w:color="auto"/>
              </w:divBdr>
            </w:div>
            <w:div w:id="1319190765">
              <w:marLeft w:val="0"/>
              <w:marRight w:val="0"/>
              <w:marTop w:val="0"/>
              <w:marBottom w:val="0"/>
              <w:divBdr>
                <w:top w:val="none" w:sz="0" w:space="0" w:color="auto"/>
                <w:left w:val="none" w:sz="0" w:space="0" w:color="auto"/>
                <w:bottom w:val="none" w:sz="0" w:space="0" w:color="auto"/>
                <w:right w:val="none" w:sz="0" w:space="0" w:color="auto"/>
              </w:divBdr>
            </w:div>
            <w:div w:id="1436897901">
              <w:marLeft w:val="0"/>
              <w:marRight w:val="0"/>
              <w:marTop w:val="0"/>
              <w:marBottom w:val="0"/>
              <w:divBdr>
                <w:top w:val="none" w:sz="0" w:space="0" w:color="auto"/>
                <w:left w:val="none" w:sz="0" w:space="0" w:color="auto"/>
                <w:bottom w:val="none" w:sz="0" w:space="0" w:color="auto"/>
                <w:right w:val="none" w:sz="0" w:space="0" w:color="auto"/>
              </w:divBdr>
            </w:div>
            <w:div w:id="1019500888">
              <w:marLeft w:val="0"/>
              <w:marRight w:val="0"/>
              <w:marTop w:val="0"/>
              <w:marBottom w:val="0"/>
              <w:divBdr>
                <w:top w:val="none" w:sz="0" w:space="0" w:color="auto"/>
                <w:left w:val="none" w:sz="0" w:space="0" w:color="auto"/>
                <w:bottom w:val="none" w:sz="0" w:space="0" w:color="auto"/>
                <w:right w:val="none" w:sz="0" w:space="0" w:color="auto"/>
              </w:divBdr>
            </w:div>
            <w:div w:id="787822609">
              <w:marLeft w:val="0"/>
              <w:marRight w:val="0"/>
              <w:marTop w:val="0"/>
              <w:marBottom w:val="0"/>
              <w:divBdr>
                <w:top w:val="none" w:sz="0" w:space="0" w:color="auto"/>
                <w:left w:val="none" w:sz="0" w:space="0" w:color="auto"/>
                <w:bottom w:val="none" w:sz="0" w:space="0" w:color="auto"/>
                <w:right w:val="none" w:sz="0" w:space="0" w:color="auto"/>
              </w:divBdr>
            </w:div>
            <w:div w:id="65342132">
              <w:marLeft w:val="0"/>
              <w:marRight w:val="0"/>
              <w:marTop w:val="0"/>
              <w:marBottom w:val="0"/>
              <w:divBdr>
                <w:top w:val="none" w:sz="0" w:space="0" w:color="auto"/>
                <w:left w:val="none" w:sz="0" w:space="0" w:color="auto"/>
                <w:bottom w:val="none" w:sz="0" w:space="0" w:color="auto"/>
                <w:right w:val="none" w:sz="0" w:space="0" w:color="auto"/>
              </w:divBdr>
            </w:div>
            <w:div w:id="487212152">
              <w:marLeft w:val="0"/>
              <w:marRight w:val="0"/>
              <w:marTop w:val="0"/>
              <w:marBottom w:val="0"/>
              <w:divBdr>
                <w:top w:val="none" w:sz="0" w:space="0" w:color="auto"/>
                <w:left w:val="none" w:sz="0" w:space="0" w:color="auto"/>
                <w:bottom w:val="none" w:sz="0" w:space="0" w:color="auto"/>
                <w:right w:val="none" w:sz="0" w:space="0" w:color="auto"/>
              </w:divBdr>
            </w:div>
            <w:div w:id="1033699731">
              <w:marLeft w:val="0"/>
              <w:marRight w:val="0"/>
              <w:marTop w:val="0"/>
              <w:marBottom w:val="0"/>
              <w:divBdr>
                <w:top w:val="none" w:sz="0" w:space="0" w:color="auto"/>
                <w:left w:val="none" w:sz="0" w:space="0" w:color="auto"/>
                <w:bottom w:val="none" w:sz="0" w:space="0" w:color="auto"/>
                <w:right w:val="none" w:sz="0" w:space="0" w:color="auto"/>
              </w:divBdr>
            </w:div>
            <w:div w:id="1627812092">
              <w:marLeft w:val="0"/>
              <w:marRight w:val="0"/>
              <w:marTop w:val="0"/>
              <w:marBottom w:val="0"/>
              <w:divBdr>
                <w:top w:val="none" w:sz="0" w:space="0" w:color="auto"/>
                <w:left w:val="none" w:sz="0" w:space="0" w:color="auto"/>
                <w:bottom w:val="none" w:sz="0" w:space="0" w:color="auto"/>
                <w:right w:val="none" w:sz="0" w:space="0" w:color="auto"/>
              </w:divBdr>
            </w:div>
            <w:div w:id="700472322">
              <w:marLeft w:val="0"/>
              <w:marRight w:val="0"/>
              <w:marTop w:val="0"/>
              <w:marBottom w:val="0"/>
              <w:divBdr>
                <w:top w:val="none" w:sz="0" w:space="0" w:color="auto"/>
                <w:left w:val="none" w:sz="0" w:space="0" w:color="auto"/>
                <w:bottom w:val="none" w:sz="0" w:space="0" w:color="auto"/>
                <w:right w:val="none" w:sz="0" w:space="0" w:color="auto"/>
              </w:divBdr>
            </w:div>
            <w:div w:id="1225752226">
              <w:marLeft w:val="0"/>
              <w:marRight w:val="0"/>
              <w:marTop w:val="0"/>
              <w:marBottom w:val="0"/>
              <w:divBdr>
                <w:top w:val="none" w:sz="0" w:space="0" w:color="auto"/>
                <w:left w:val="none" w:sz="0" w:space="0" w:color="auto"/>
                <w:bottom w:val="none" w:sz="0" w:space="0" w:color="auto"/>
                <w:right w:val="none" w:sz="0" w:space="0" w:color="auto"/>
              </w:divBdr>
            </w:div>
            <w:div w:id="1292520852">
              <w:marLeft w:val="0"/>
              <w:marRight w:val="0"/>
              <w:marTop w:val="0"/>
              <w:marBottom w:val="0"/>
              <w:divBdr>
                <w:top w:val="none" w:sz="0" w:space="0" w:color="auto"/>
                <w:left w:val="none" w:sz="0" w:space="0" w:color="auto"/>
                <w:bottom w:val="none" w:sz="0" w:space="0" w:color="auto"/>
                <w:right w:val="none" w:sz="0" w:space="0" w:color="auto"/>
              </w:divBdr>
            </w:div>
            <w:div w:id="1326594985">
              <w:marLeft w:val="0"/>
              <w:marRight w:val="0"/>
              <w:marTop w:val="0"/>
              <w:marBottom w:val="0"/>
              <w:divBdr>
                <w:top w:val="none" w:sz="0" w:space="0" w:color="auto"/>
                <w:left w:val="none" w:sz="0" w:space="0" w:color="auto"/>
                <w:bottom w:val="none" w:sz="0" w:space="0" w:color="auto"/>
                <w:right w:val="none" w:sz="0" w:space="0" w:color="auto"/>
              </w:divBdr>
            </w:div>
            <w:div w:id="1424952433">
              <w:marLeft w:val="0"/>
              <w:marRight w:val="0"/>
              <w:marTop w:val="0"/>
              <w:marBottom w:val="0"/>
              <w:divBdr>
                <w:top w:val="none" w:sz="0" w:space="0" w:color="auto"/>
                <w:left w:val="none" w:sz="0" w:space="0" w:color="auto"/>
                <w:bottom w:val="none" w:sz="0" w:space="0" w:color="auto"/>
                <w:right w:val="none" w:sz="0" w:space="0" w:color="auto"/>
              </w:divBdr>
            </w:div>
            <w:div w:id="1163663184">
              <w:marLeft w:val="0"/>
              <w:marRight w:val="0"/>
              <w:marTop w:val="0"/>
              <w:marBottom w:val="0"/>
              <w:divBdr>
                <w:top w:val="none" w:sz="0" w:space="0" w:color="auto"/>
                <w:left w:val="none" w:sz="0" w:space="0" w:color="auto"/>
                <w:bottom w:val="none" w:sz="0" w:space="0" w:color="auto"/>
                <w:right w:val="none" w:sz="0" w:space="0" w:color="auto"/>
              </w:divBdr>
            </w:div>
            <w:div w:id="1936472479">
              <w:marLeft w:val="0"/>
              <w:marRight w:val="0"/>
              <w:marTop w:val="0"/>
              <w:marBottom w:val="0"/>
              <w:divBdr>
                <w:top w:val="none" w:sz="0" w:space="0" w:color="auto"/>
                <w:left w:val="none" w:sz="0" w:space="0" w:color="auto"/>
                <w:bottom w:val="none" w:sz="0" w:space="0" w:color="auto"/>
                <w:right w:val="none" w:sz="0" w:space="0" w:color="auto"/>
              </w:divBdr>
            </w:div>
            <w:div w:id="484665879">
              <w:marLeft w:val="0"/>
              <w:marRight w:val="0"/>
              <w:marTop w:val="0"/>
              <w:marBottom w:val="0"/>
              <w:divBdr>
                <w:top w:val="none" w:sz="0" w:space="0" w:color="auto"/>
                <w:left w:val="none" w:sz="0" w:space="0" w:color="auto"/>
                <w:bottom w:val="none" w:sz="0" w:space="0" w:color="auto"/>
                <w:right w:val="none" w:sz="0" w:space="0" w:color="auto"/>
              </w:divBdr>
            </w:div>
            <w:div w:id="53320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172146">
      <w:bodyDiv w:val="1"/>
      <w:marLeft w:val="0"/>
      <w:marRight w:val="0"/>
      <w:marTop w:val="0"/>
      <w:marBottom w:val="0"/>
      <w:divBdr>
        <w:top w:val="none" w:sz="0" w:space="0" w:color="auto"/>
        <w:left w:val="none" w:sz="0" w:space="0" w:color="auto"/>
        <w:bottom w:val="none" w:sz="0" w:space="0" w:color="auto"/>
        <w:right w:val="none" w:sz="0" w:space="0" w:color="auto"/>
      </w:divBdr>
      <w:divsChild>
        <w:div w:id="2099905490">
          <w:marLeft w:val="0"/>
          <w:marRight w:val="0"/>
          <w:marTop w:val="0"/>
          <w:marBottom w:val="0"/>
          <w:divBdr>
            <w:top w:val="none" w:sz="0" w:space="0" w:color="auto"/>
            <w:left w:val="none" w:sz="0" w:space="0" w:color="auto"/>
            <w:bottom w:val="none" w:sz="0" w:space="0" w:color="auto"/>
            <w:right w:val="none" w:sz="0" w:space="0" w:color="auto"/>
          </w:divBdr>
          <w:divsChild>
            <w:div w:id="774790113">
              <w:marLeft w:val="0"/>
              <w:marRight w:val="0"/>
              <w:marTop w:val="0"/>
              <w:marBottom w:val="0"/>
              <w:divBdr>
                <w:top w:val="none" w:sz="0" w:space="0" w:color="auto"/>
                <w:left w:val="none" w:sz="0" w:space="0" w:color="auto"/>
                <w:bottom w:val="none" w:sz="0" w:space="0" w:color="auto"/>
                <w:right w:val="none" w:sz="0" w:space="0" w:color="auto"/>
              </w:divBdr>
              <w:divsChild>
                <w:div w:id="194861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181586">
      <w:bodyDiv w:val="1"/>
      <w:marLeft w:val="0"/>
      <w:marRight w:val="0"/>
      <w:marTop w:val="0"/>
      <w:marBottom w:val="0"/>
      <w:divBdr>
        <w:top w:val="none" w:sz="0" w:space="0" w:color="auto"/>
        <w:left w:val="none" w:sz="0" w:space="0" w:color="auto"/>
        <w:bottom w:val="none" w:sz="0" w:space="0" w:color="auto"/>
        <w:right w:val="none" w:sz="0" w:space="0" w:color="auto"/>
      </w:divBdr>
      <w:divsChild>
        <w:div w:id="1945844361">
          <w:marLeft w:val="0"/>
          <w:marRight w:val="0"/>
          <w:marTop w:val="0"/>
          <w:marBottom w:val="0"/>
          <w:divBdr>
            <w:top w:val="none" w:sz="0" w:space="0" w:color="auto"/>
            <w:left w:val="none" w:sz="0" w:space="0" w:color="auto"/>
            <w:bottom w:val="none" w:sz="0" w:space="0" w:color="auto"/>
            <w:right w:val="none" w:sz="0" w:space="0" w:color="auto"/>
          </w:divBdr>
          <w:divsChild>
            <w:div w:id="42697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605077">
      <w:bodyDiv w:val="1"/>
      <w:marLeft w:val="0"/>
      <w:marRight w:val="0"/>
      <w:marTop w:val="0"/>
      <w:marBottom w:val="0"/>
      <w:divBdr>
        <w:top w:val="none" w:sz="0" w:space="0" w:color="auto"/>
        <w:left w:val="none" w:sz="0" w:space="0" w:color="auto"/>
        <w:bottom w:val="none" w:sz="0" w:space="0" w:color="auto"/>
        <w:right w:val="none" w:sz="0" w:space="0" w:color="auto"/>
      </w:divBdr>
    </w:div>
    <w:div w:id="915555771">
      <w:bodyDiv w:val="1"/>
      <w:marLeft w:val="0"/>
      <w:marRight w:val="0"/>
      <w:marTop w:val="0"/>
      <w:marBottom w:val="0"/>
      <w:divBdr>
        <w:top w:val="none" w:sz="0" w:space="0" w:color="auto"/>
        <w:left w:val="none" w:sz="0" w:space="0" w:color="auto"/>
        <w:bottom w:val="none" w:sz="0" w:space="0" w:color="auto"/>
        <w:right w:val="none" w:sz="0" w:space="0" w:color="auto"/>
      </w:divBdr>
    </w:div>
    <w:div w:id="989402144">
      <w:bodyDiv w:val="1"/>
      <w:marLeft w:val="0"/>
      <w:marRight w:val="0"/>
      <w:marTop w:val="0"/>
      <w:marBottom w:val="0"/>
      <w:divBdr>
        <w:top w:val="none" w:sz="0" w:space="0" w:color="auto"/>
        <w:left w:val="none" w:sz="0" w:space="0" w:color="auto"/>
        <w:bottom w:val="none" w:sz="0" w:space="0" w:color="auto"/>
        <w:right w:val="none" w:sz="0" w:space="0" w:color="auto"/>
      </w:divBdr>
    </w:div>
    <w:div w:id="1250769281">
      <w:bodyDiv w:val="1"/>
      <w:marLeft w:val="0"/>
      <w:marRight w:val="0"/>
      <w:marTop w:val="0"/>
      <w:marBottom w:val="0"/>
      <w:divBdr>
        <w:top w:val="none" w:sz="0" w:space="0" w:color="auto"/>
        <w:left w:val="none" w:sz="0" w:space="0" w:color="auto"/>
        <w:bottom w:val="none" w:sz="0" w:space="0" w:color="auto"/>
        <w:right w:val="none" w:sz="0" w:space="0" w:color="auto"/>
      </w:divBdr>
    </w:div>
    <w:div w:id="212777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foreword-supplementary-information.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electropedia.org/" TargetMode="External"/><Relationship Id="rId7" Type="http://schemas.openxmlformats.org/officeDocument/2006/relationships/settings" Target="settings.xml"/><Relationship Id="rId12" Type="http://schemas.openxmlformats.org/officeDocument/2006/relationships/hyperlink" Target="https://www.iso.org/iso-standards-and-patents.html"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ww.iso.org/ob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o.org/directives-and-policies.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so.org/patents"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members.html"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an\Downloads\Simple_template%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7" ma:contentTypeDescription="Create a new document." ma:contentTypeScope="" ma:versionID="611b22b68886be7c199d9f1d077d20ce">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b9e1b981315d0e4e5facf24e37da91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2.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4.xml><?xml version="1.0" encoding="utf-8"?>
<ds:datastoreItem xmlns:ds="http://schemas.openxmlformats.org/officeDocument/2006/customXml" ds:itemID="{B23CBE9D-7B2D-4A5D-9D2D-13F8BBF5B6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Simple_template (3).dotx</Template>
  <TotalTime>0</TotalTime>
  <Pages>43</Pages>
  <Words>12063</Words>
  <Characters>68765</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80667</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dc:creator>
  <cp:keywords/>
  <dc:description/>
  <cp:lastModifiedBy>Emmanuel Thomas</cp:lastModifiedBy>
  <cp:revision>77</cp:revision>
  <dcterms:created xsi:type="dcterms:W3CDTF">2023-11-09T21:25:00Z</dcterms:created>
  <dcterms:modified xsi:type="dcterms:W3CDTF">2023-11-24T13:06:00Z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MediaServiceImageTags">
    <vt:lpwstr/>
  </property>
</Properties>
</file>