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220EEAF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C022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0715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9A6BA1F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4C0220">
        <w:rPr>
          <w:rFonts w:ascii="Times New Roman" w:hAnsi="Times New Roman" w:cs="Times New Roman"/>
          <w:snapToGrid w:val="0"/>
          <w:lang w:val="en-GB"/>
        </w:rPr>
        <w:t xml:space="preserve">Text of ISO/IEC CD 14496-1 5th edition Systems 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754E2CB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1776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2022-11-23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67AE26E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C022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754BBDE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3F00A19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C02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0715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4073915" w:rsidR="00954B0D" w:rsidRPr="00D04C15" w:rsidRDefault="00B1776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2022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C02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639A0CC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02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Text of ISO/IEC CD 14496-1 5th edition Systems 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F67BF3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C02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21994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33D56F63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29447B" w:rsidRPr="0029447B">
        <w:rPr>
          <w:rFonts w:ascii="Times New Roman" w:hAnsi="Times New Roman" w:cs="Times New Roman"/>
          <w:sz w:val="24"/>
        </w:rPr>
        <w:t>ISO/IEC CD 14496-1 5th edition Systems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56A43" w14:textId="77777777" w:rsidR="00C00EE5" w:rsidRDefault="00C00EE5" w:rsidP="009E784A">
      <w:r>
        <w:separator/>
      </w:r>
    </w:p>
  </w:endnote>
  <w:endnote w:type="continuationSeparator" w:id="0">
    <w:p w14:paraId="6F3BBF27" w14:textId="77777777" w:rsidR="00C00EE5" w:rsidRDefault="00C00EE5" w:rsidP="009E784A">
      <w:r>
        <w:continuationSeparator/>
      </w:r>
    </w:p>
  </w:endnote>
  <w:endnote w:type="continuationNotice" w:id="1">
    <w:p w14:paraId="2B7A50AD" w14:textId="77777777" w:rsidR="002750DB" w:rsidRDefault="00275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B1776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0C87" w14:textId="77777777" w:rsidR="00C00EE5" w:rsidRDefault="00C00EE5" w:rsidP="009E784A">
      <w:r>
        <w:separator/>
      </w:r>
    </w:p>
  </w:footnote>
  <w:footnote w:type="continuationSeparator" w:id="0">
    <w:p w14:paraId="7F69C123" w14:textId="77777777" w:rsidR="00C00EE5" w:rsidRDefault="00C00EE5" w:rsidP="009E784A">
      <w:r>
        <w:continuationSeparator/>
      </w:r>
    </w:p>
  </w:footnote>
  <w:footnote w:type="continuationNotice" w:id="1">
    <w:p w14:paraId="40D52BC7" w14:textId="77777777" w:rsidR="002750DB" w:rsidRDefault="002750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B1776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9447B"/>
    <w:rsid w:val="002C37F9"/>
    <w:rsid w:val="003226C8"/>
    <w:rsid w:val="0033113B"/>
    <w:rsid w:val="00385C5D"/>
    <w:rsid w:val="003B0FC6"/>
    <w:rsid w:val="003F4C08"/>
    <w:rsid w:val="004A455B"/>
    <w:rsid w:val="004C0220"/>
    <w:rsid w:val="004C352E"/>
    <w:rsid w:val="004E45B6"/>
    <w:rsid w:val="004F5473"/>
    <w:rsid w:val="00540DEA"/>
    <w:rsid w:val="005612C2"/>
    <w:rsid w:val="005C2A51"/>
    <w:rsid w:val="005F4C96"/>
    <w:rsid w:val="00622C6C"/>
    <w:rsid w:val="0063127E"/>
    <w:rsid w:val="00651912"/>
    <w:rsid w:val="006E1D7A"/>
    <w:rsid w:val="007F537F"/>
    <w:rsid w:val="00804D88"/>
    <w:rsid w:val="00805670"/>
    <w:rsid w:val="00827179"/>
    <w:rsid w:val="00881CCB"/>
    <w:rsid w:val="008904D8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10D58"/>
    <w:rsid w:val="00B1776C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04C15"/>
    <w:rsid w:val="00D437AA"/>
    <w:rsid w:val="00D709E9"/>
    <w:rsid w:val="00DA2647"/>
    <w:rsid w:val="00E1186E"/>
    <w:rsid w:val="00E320F0"/>
    <w:rsid w:val="00E565AB"/>
    <w:rsid w:val="00E843CE"/>
    <w:rsid w:val="00E9507F"/>
    <w:rsid w:val="00E965CC"/>
    <w:rsid w:val="00EA12EF"/>
    <w:rsid w:val="00EF2D59"/>
    <w:rsid w:val="00F03F9B"/>
    <w:rsid w:val="00F345EA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CD 14496-1 5th edition Systems </vt:lpstr>
      <vt:lpstr/>
    </vt:vector>
  </TitlesOfParts>
  <Manager/>
  <Company/>
  <LinksUpToDate>false</LinksUpToDate>
  <CharactersWithSpaces>1045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14496-1 5th edition Systems </dc:title>
  <dc:subject/>
  <dc:creator>Emmanuel Thomas</dc:creator>
  <cp:keywords/>
  <dc:description/>
  <cp:lastModifiedBy>Emmanuel Thomas</cp:lastModifiedBy>
  <cp:revision>19</cp:revision>
  <dcterms:created xsi:type="dcterms:W3CDTF">2022-04-24T16:44:00Z</dcterms:created>
  <dcterms:modified xsi:type="dcterms:W3CDTF">2022-11-23T17:43:00Z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0715</vt:lpwstr>
  </property>
  <property fmtid="{D5CDD505-2E9C-101B-9397-08002B2CF9AE}" pid="3" name="MDMSNumber">
    <vt:lpwstr>21994</vt:lpwstr>
  </property>
</Properties>
</file>