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038A1E61" w:rsidR="00CB798F" w:rsidRPr="00D04C15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D04C15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D04C15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5F4C9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0649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D04C15" w:rsidRDefault="00CB798F">
      <w:pPr>
        <w:rPr>
          <w:b/>
          <w:sz w:val="20"/>
          <w:lang w:val="en-GB"/>
        </w:rPr>
      </w:pPr>
    </w:p>
    <w:p w14:paraId="1C7F2D41" w14:textId="3CA79274" w:rsidR="00CB798F" w:rsidRPr="00D04C15" w:rsidRDefault="00CB798F">
      <w:pPr>
        <w:rPr>
          <w:b/>
          <w:sz w:val="20"/>
          <w:lang w:val="en-GB"/>
        </w:rPr>
      </w:pPr>
    </w:p>
    <w:p w14:paraId="55F7DB2C" w14:textId="25F357F6" w:rsidR="00CB798F" w:rsidRPr="00D04C15" w:rsidRDefault="00E843CE">
      <w:pPr>
        <w:spacing w:before="3"/>
        <w:rPr>
          <w:b/>
          <w:sz w:val="23"/>
          <w:lang w:val="en-GB"/>
        </w:rPr>
      </w:pPr>
      <w:r w:rsidRPr="00D04C15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D04C15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8D7352C" w:rsidR="00CB798F" w:rsidRPr="00D04C15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5F4C96">
        <w:rPr>
          <w:rFonts w:ascii="Times New Roman" w:hAnsi="Times New Roman" w:cs="Times New Roman"/>
          <w:snapToGrid w:val="0"/>
          <w:lang w:val="en-GB"/>
        </w:rPr>
        <w:t xml:space="preserve">WD of ISO/IEC DIS 14496-1 5th edition Systems </w: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D04C15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4ABF484F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5F4C96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2022-07-22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5A3D926C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5F4C96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D04C15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D04C15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7272B34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D04C15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0" w:history="1">
        <w:r w:rsidR="000C78E6" w:rsidRPr="00D04C15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D04C15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1B55BE97" w:rsidR="00385C5D" w:rsidRPr="00D04C15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5F4C9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0649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7929D66C" w:rsidR="00954B0D" w:rsidRPr="00D04C15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5F4C96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July 2022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D04C15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7632CE55" w:rsidR="00954B0D" w:rsidRPr="00D04C15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5F4C9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WD of ISO/IEC DIS 14496-1 5th edition Systems 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D04C15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D04C15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D04C15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D04C15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4A59EA7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5F4C9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21778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25A37BD4" w:rsidR="00BA60FC" w:rsidRDefault="00000301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</w:rPr>
        <w:t xml:space="preserve">The attachment contains the </w:t>
      </w:r>
      <w:r w:rsidRPr="00D75EE2">
        <w:rPr>
          <w:rFonts w:ascii="Times New Roman" w:hAnsi="Times New Roman" w:cs="Times New Roman"/>
          <w:sz w:val="24"/>
        </w:rPr>
        <w:t xml:space="preserve">text </w:t>
      </w:r>
      <w:r w:rsidRPr="008E45D2">
        <w:rPr>
          <w:rFonts w:ascii="Times New Roman" w:hAnsi="Times New Roman" w:cs="Times New Roman"/>
          <w:sz w:val="24"/>
        </w:rPr>
        <w:t xml:space="preserve">of </w:t>
      </w:r>
      <w:r w:rsidR="006E1D7A" w:rsidRPr="006E1D7A">
        <w:rPr>
          <w:rFonts w:ascii="Times New Roman" w:hAnsi="Times New Roman" w:cs="Times New Roman"/>
          <w:sz w:val="24"/>
        </w:rPr>
        <w:t>WD of ISO/IEC DIS 14496-1 5th edition Systems</w:t>
      </w:r>
      <w:r w:rsidR="006E1D7A">
        <w:rPr>
          <w:rFonts w:ascii="Times New Roman" w:hAnsi="Times New Roman" w:cs="Times New Roman"/>
          <w:sz w:val="24"/>
        </w:rPr>
        <w:t>.</w:t>
      </w:r>
    </w:p>
    <w:p w14:paraId="2E3E7174" w14:textId="233871FA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95608" w14:textId="77777777" w:rsidR="00C00EE5" w:rsidRDefault="00C00EE5" w:rsidP="009E784A">
      <w:r>
        <w:separator/>
      </w:r>
    </w:p>
  </w:endnote>
  <w:endnote w:type="continuationSeparator" w:id="0">
    <w:p w14:paraId="5404EA73" w14:textId="77777777" w:rsidR="00C00EE5" w:rsidRDefault="00C00EE5" w:rsidP="009E784A">
      <w:r>
        <w:continuationSeparator/>
      </w:r>
    </w:p>
  </w:endnote>
  <w:endnote w:type="continuationNotice" w:id="1">
    <w:p w14:paraId="2B887667" w14:textId="77777777" w:rsidR="002750DB" w:rsidRDefault="002750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5F4C96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407E7" w14:textId="77777777" w:rsidR="00C00EE5" w:rsidRDefault="00C00EE5" w:rsidP="009E784A">
      <w:r>
        <w:separator/>
      </w:r>
    </w:p>
  </w:footnote>
  <w:footnote w:type="continuationSeparator" w:id="0">
    <w:p w14:paraId="34761D85" w14:textId="77777777" w:rsidR="00C00EE5" w:rsidRDefault="00C00EE5" w:rsidP="009E784A">
      <w:r>
        <w:continuationSeparator/>
      </w:r>
    </w:p>
  </w:footnote>
  <w:footnote w:type="continuationNotice" w:id="1">
    <w:p w14:paraId="738929A7" w14:textId="77777777" w:rsidR="002750DB" w:rsidRDefault="002750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5F4C96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1539295">
    <w:abstractNumId w:val="0"/>
  </w:num>
  <w:num w:numId="2" w16cid:durableId="1376392460">
    <w:abstractNumId w:val="1"/>
  </w:num>
  <w:num w:numId="3" w16cid:durableId="1386371719">
    <w:abstractNumId w:val="2"/>
  </w:num>
  <w:num w:numId="4" w16cid:durableId="1737973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301"/>
    <w:rsid w:val="000968DA"/>
    <w:rsid w:val="000C78E6"/>
    <w:rsid w:val="0017051E"/>
    <w:rsid w:val="0018563E"/>
    <w:rsid w:val="00195FF0"/>
    <w:rsid w:val="00196997"/>
    <w:rsid w:val="001A0AC6"/>
    <w:rsid w:val="001E18A9"/>
    <w:rsid w:val="00263789"/>
    <w:rsid w:val="002750DB"/>
    <w:rsid w:val="002C37F9"/>
    <w:rsid w:val="003226C8"/>
    <w:rsid w:val="00385C5D"/>
    <w:rsid w:val="003B0FC6"/>
    <w:rsid w:val="003F4C08"/>
    <w:rsid w:val="004A455B"/>
    <w:rsid w:val="004C352E"/>
    <w:rsid w:val="004E45B6"/>
    <w:rsid w:val="004F5473"/>
    <w:rsid w:val="00540DEA"/>
    <w:rsid w:val="005612C2"/>
    <w:rsid w:val="005C2A51"/>
    <w:rsid w:val="005F4C96"/>
    <w:rsid w:val="00622C6C"/>
    <w:rsid w:val="0063127E"/>
    <w:rsid w:val="00651912"/>
    <w:rsid w:val="006E1D7A"/>
    <w:rsid w:val="007F537F"/>
    <w:rsid w:val="00804D88"/>
    <w:rsid w:val="00805670"/>
    <w:rsid w:val="00827179"/>
    <w:rsid w:val="00881CCB"/>
    <w:rsid w:val="008904D8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A225A1"/>
    <w:rsid w:val="00B10D58"/>
    <w:rsid w:val="00B24CCE"/>
    <w:rsid w:val="00B62642"/>
    <w:rsid w:val="00BA60FC"/>
    <w:rsid w:val="00BC1590"/>
    <w:rsid w:val="00C00EE5"/>
    <w:rsid w:val="00C955C7"/>
    <w:rsid w:val="00CB798F"/>
    <w:rsid w:val="00CD36BE"/>
    <w:rsid w:val="00CF1629"/>
    <w:rsid w:val="00D04C15"/>
    <w:rsid w:val="00D437AA"/>
    <w:rsid w:val="00D709E9"/>
    <w:rsid w:val="00DA2647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isotc.iso.org/livelink/livelink/open/jtc1sc29wg3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6" ma:contentTypeDescription="Create a new document." ma:contentTypeScope="" ma:versionID="ffde462093c9e457f5f59631d1147aeb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ae5974671ea7f0bc05535c1666151f7f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498459-FD63-4117-BAC3-4FCBF85683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B0ECBD-A496-4A87-8D07-D91D679C7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DIS 14496-1 5th edition Systems </vt:lpstr>
      <vt:lpstr/>
    </vt:vector>
  </TitlesOfParts>
  <Manager/>
  <Company/>
  <LinksUpToDate>false</LinksUpToDate>
  <CharactersWithSpaces>1090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DIS 14496-1 5th edition Systems </dc:title>
  <dc:subject/>
  <dc:creator>Emmanuel Thomas</dc:creator>
  <cp:keywords/>
  <dc:description/>
  <cp:lastModifiedBy>Emmanuel Thomas</cp:lastModifiedBy>
  <cp:revision>13</cp:revision>
  <dcterms:created xsi:type="dcterms:W3CDTF">2022-04-24T16:44:00Z</dcterms:created>
  <dcterms:modified xsi:type="dcterms:W3CDTF">2022-07-22T13:18:00Z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0649</vt:lpwstr>
  </property>
  <property fmtid="{D5CDD505-2E9C-101B-9397-08002B2CF9AE}" pid="3" name="MDMSNumber">
    <vt:lpwstr>21778</vt:lpwstr>
  </property>
</Properties>
</file>