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4A7E1080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9264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B46F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0611</w:t>
      </w:r>
      <w:r w:rsidRPr="00F41B7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38AE3123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B46F1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3F961951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B46F1">
        <w:rPr>
          <w:rFonts w:ascii="Times New Roman" w:hAnsi="Times New Roman"/>
          <w:noProof/>
          <w:snapToGrid w:val="0"/>
          <w:sz w:val="24"/>
          <w:szCs w:val="24"/>
          <w:lang w:val="en-GB"/>
        </w:rPr>
        <w:t>2022-07-22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4F09DA9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7B46F1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53E20090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5F0CD3A7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7B46F1">
        <w:rPr>
          <w:rFonts w:ascii="Times New Roman" w:eastAsia="SimSun" w:hAnsi="Times New Roman"/>
          <w:b/>
          <w:sz w:val="48"/>
          <w:szCs w:val="24"/>
          <w:lang w:val="en-GB" w:eastAsia="zh-CN"/>
        </w:rPr>
        <w:t>0611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3CE7F976" w14:textId="753A5FC5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7B46F1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July 2022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4CE5043A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7B4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15B5D1A3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7B46F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21740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5B37F4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0CAE9B59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218A670C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858" w14:textId="77777777" w:rsidR="00E145FD" w:rsidRDefault="00E145FD" w:rsidP="00717E1B">
      <w:pPr>
        <w:spacing w:after="0" w:line="240" w:lineRule="auto"/>
      </w:pPr>
      <w:r>
        <w:separator/>
      </w:r>
    </w:p>
  </w:endnote>
  <w:endnote w:type="continuationSeparator" w:id="0">
    <w:p w14:paraId="7CC9DE40" w14:textId="77777777" w:rsidR="00E145FD" w:rsidRDefault="00E145FD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FE11" w14:textId="77777777" w:rsidR="00E145FD" w:rsidRDefault="00E145FD" w:rsidP="00717E1B">
      <w:pPr>
        <w:spacing w:after="0" w:line="240" w:lineRule="auto"/>
      </w:pPr>
      <w:r>
        <w:separator/>
      </w:r>
    </w:p>
  </w:footnote>
  <w:footnote w:type="continuationSeparator" w:id="0">
    <w:p w14:paraId="595AC816" w14:textId="77777777" w:rsidR="00E145FD" w:rsidRDefault="00E145FD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77A3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Mxxxxx_output_template_singer.dot</Template>
  <TotalTime>1</TotalTime>
  <Pages>3</Pages>
  <Words>391</Words>
  <Characters>3065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3450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Miska Hannuksela</dc:creator>
  <cp:keywords/>
  <dc:description/>
  <cp:lastModifiedBy>Miska Hannuksela</cp:lastModifiedBy>
  <cp:revision>3</cp:revision>
  <dcterms:created xsi:type="dcterms:W3CDTF">2022-07-22T12:13:00Z</dcterms:created>
  <dcterms:modified xsi:type="dcterms:W3CDTF">2022-07-22T12:14:00Z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21740</vt:lpwstr>
  </property>
  <property fmtid="{D5CDD505-2E9C-101B-9397-08002B2CF9AE}" pid="3" name="WGNumber">
    <vt:lpwstr>0611</vt:lpwstr>
  </property>
</Properties>
</file>