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9E512" w14:textId="5034F5F7" w:rsidR="00BD3A9A" w:rsidRPr="00C955C7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288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begin"/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instrText xml:space="preserve"> DOCPROPERTY "WGNumber" \* MERGEFORMAT </w:instrText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separate"/>
      </w:r>
      <w:r w:rsidR="00841928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t>0455</w:t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end"/>
      </w:r>
    </w:p>
    <w:p w14:paraId="2545A807" w14:textId="77777777" w:rsidR="00BD3A9A" w:rsidRPr="00C955C7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C955C7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C955C7" w:rsidRDefault="00BD3A9A" w:rsidP="00BD3A9A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6DD94154" w:rsidR="00BD3A9A" w:rsidRPr="0000223D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00223D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00223D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instrText xml:space="preserve"> TITLE  \* MERGEFORMAT </w:instrText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841928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t>Technologies under Consideration for 14496-14</w:t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end"/>
      </w:r>
    </w:p>
    <w:p w14:paraId="55151E76" w14:textId="77777777" w:rsidR="00BD3A9A" w:rsidRPr="0000223D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00223D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00223D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7797AE71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instrText xml:space="preserve"> SAVEDATE  \@ "yyyy-MM-dd" </w:instrText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841928">
        <w:rPr>
          <w:rFonts w:ascii="Times New Roman" w:hAnsi="Times New Roman"/>
          <w:noProof/>
          <w:snapToGrid w:val="0"/>
          <w:sz w:val="24"/>
          <w:szCs w:val="24"/>
          <w:highlight w:val="yellow"/>
          <w:lang w:val="en-GB"/>
        </w:rPr>
        <w:t>2022-01-20</w:t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end"/>
      </w:r>
    </w:p>
    <w:p w14:paraId="47CEAD6C" w14:textId="77777777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42584173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841928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spellStart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spellEnd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4ED3A8CD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C955C7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C955C7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C955C7" w:rsidSect="00BD3A9A"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C955C7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C955C7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C955C7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70C44140" w:rsidR="00BD3A9A" w:rsidRPr="00C955C7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C955C7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fldChar w:fldCharType="begin"/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instrText xml:space="preserve"> DOCPROPERTY "WGNumber" \* MERGEFORMAT </w:instrText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fldChar w:fldCharType="separate"/>
      </w:r>
      <w:r w:rsidR="00841928"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t>0455</w:t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fldChar w:fldCharType="end"/>
      </w:r>
    </w:p>
    <w:p w14:paraId="3CE7F976" w14:textId="69E8A9A5" w:rsidR="00BD3A9A" w:rsidRPr="00C955C7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fldChar w:fldCharType="begin"/>
      </w: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instrText xml:space="preserve"> SAVEDATE \@ "MMMM yyyy" \* MERGEFORMAT </w:instrText>
      </w: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fldChar w:fldCharType="separate"/>
      </w:r>
      <w:r w:rsidR="00841928">
        <w:rPr>
          <w:rFonts w:ascii="Times New Roman" w:eastAsia="SimSun" w:hAnsi="Times New Roman"/>
          <w:b/>
          <w:noProof/>
          <w:sz w:val="28"/>
          <w:szCs w:val="24"/>
          <w:highlight w:val="yellow"/>
          <w:lang w:val="en-GB" w:eastAsia="zh-CN"/>
        </w:rPr>
        <w:t>January 2022</w:t>
      </w: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fldChar w:fldCharType="end"/>
      </w: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C955C7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0FA1BBFF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instrText xml:space="preserve"> TITLE  \* MERGEFORMAT </w:instrTex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841928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t>Technologies under Consideration for 14496-14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  <w:tr w:rsidR="00BD3A9A" w:rsidRPr="00C955C7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C955C7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3BC1B171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instrText xml:space="preserve"> DOCPROPERTY "MDMSNumber" \* MERGEFORMAT </w:instrTex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841928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t>21171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>contains the MIME registration information for the codecs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5B37F493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0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1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0CAE9B59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2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218A670C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3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A9DA1" w14:textId="77777777" w:rsidR="004527FE" w:rsidRDefault="004527FE" w:rsidP="00717E1B">
      <w:pPr>
        <w:spacing w:after="0" w:line="240" w:lineRule="auto"/>
      </w:pPr>
      <w:r>
        <w:separator/>
      </w:r>
    </w:p>
  </w:endnote>
  <w:endnote w:type="continuationSeparator" w:id="0">
    <w:p w14:paraId="3ECD8871" w14:textId="77777777" w:rsidR="004527FE" w:rsidRDefault="004527FE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20B0604020202020204"/>
    <w:charset w:val="00"/>
    <w:family w:val="roman"/>
    <w:pitch w:val="variable"/>
  </w:font>
  <w:font w:name="Nimbus Sans L">
    <w:altName w:val="Arial"/>
    <w:panose1 w:val="020B0604020202020204"/>
    <w:charset w:val="00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2C494" w14:textId="77777777" w:rsidR="004527FE" w:rsidRDefault="004527FE" w:rsidP="00717E1B">
      <w:pPr>
        <w:spacing w:after="0" w:line="240" w:lineRule="auto"/>
      </w:pPr>
      <w:r>
        <w:separator/>
      </w:r>
    </w:p>
  </w:footnote>
  <w:footnote w:type="continuationSeparator" w:id="0">
    <w:p w14:paraId="0A53377B" w14:textId="77777777" w:rsidR="004527FE" w:rsidRDefault="004527FE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9"/>
  </w:num>
  <w:num w:numId="1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7543"/>
    <w:rsid w:val="007C2FE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7A78"/>
    <w:rsid w:val="00960A19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6474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77A3"/>
    <w:rsid w:val="00DE0569"/>
    <w:rsid w:val="00DE4BD7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ols.ietf.org/html/rfc638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ukse\OneDrive%20-%20Nokia\work-by-month\2019-04\Mxxxxx_output_template_sing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C:\Users\hannukse\OneDrive - Nokia\work-by-month\2019-04\Mxxxxx_output_template_singer.dot</Template>
  <TotalTime>345</TotalTime>
  <Pages>3</Pages>
  <Words>545</Words>
  <Characters>2918</Characters>
  <Application>Microsoft Office Word</Application>
  <DocSecurity>0</DocSecurity>
  <Lines>85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14496-14</vt:lpstr>
    </vt:vector>
  </TitlesOfParts>
  <Manager/>
  <Company/>
  <LinksUpToDate>false</LinksUpToDate>
  <CharactersWithSpaces>3409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14496-14</dc:title>
  <dc:subject/>
  <dc:creator>David Singer</dc:creator>
  <cp:keywords/>
  <dc:description/>
  <cp:lastModifiedBy>David Singer</cp:lastModifiedBy>
  <cp:revision>103</cp:revision>
  <dcterms:created xsi:type="dcterms:W3CDTF">2019-10-22T10:22:00Z</dcterms:created>
  <dcterms:modified xsi:type="dcterms:W3CDTF">2022-01-21T06:04:00Z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21171</vt:lpwstr>
  </property>
  <property fmtid="{D5CDD505-2E9C-101B-9397-08002B2CF9AE}" pid="3" name="WGNumber">
    <vt:lpwstr>0455</vt:lpwstr>
  </property>
</Properties>
</file>