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8B58" w14:textId="5AA39EBD" w:rsidR="001A33D0" w:rsidRPr="00C11DD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eastAsia="zh-CN"/>
        </w:rPr>
      </w:pPr>
      <w:bookmarkStart w:id="0" w:name="_Hlk21423976"/>
      <w:r w:rsidRPr="000A2F18">
        <w:rPr>
          <w:b/>
          <w:noProof/>
          <w:sz w:val="28"/>
          <w:szCs w:val="28"/>
        </w:rPr>
        <w:t>ISO </w:t>
      </w:r>
      <w:r w:rsidR="00E1215E" w:rsidRPr="000A2F18">
        <w:rPr>
          <w:b/>
          <w:noProof/>
          <w:sz w:val="28"/>
          <w:szCs w:val="28"/>
        </w:rPr>
        <w:t>23090</w:t>
      </w:r>
      <w:r w:rsidRPr="000A2F18">
        <w:rPr>
          <w:b/>
          <w:noProof/>
          <w:sz w:val="28"/>
          <w:szCs w:val="28"/>
        </w:rPr>
        <w:t>-</w:t>
      </w:r>
      <w:r w:rsidR="00E1215E" w:rsidRPr="000A2F18">
        <w:rPr>
          <w:b/>
          <w:noProof/>
          <w:sz w:val="28"/>
          <w:szCs w:val="28"/>
        </w:rPr>
        <w:t>13</w:t>
      </w:r>
      <w:r w:rsidRPr="000A2F18">
        <w:rPr>
          <w:b/>
          <w:noProof/>
          <w:sz w:val="28"/>
          <w:szCs w:val="28"/>
        </w:rPr>
        <w:t>:</w:t>
      </w:r>
      <w:r w:rsidR="00E1215E" w:rsidRPr="000A2F18">
        <w:rPr>
          <w:b/>
          <w:noProof/>
          <w:sz w:val="28"/>
          <w:szCs w:val="28"/>
        </w:rPr>
        <w:t>202x</w:t>
      </w:r>
      <w:r w:rsidR="00FB2E11" w:rsidRPr="000A2F18">
        <w:rPr>
          <w:b/>
          <w:noProof/>
          <w:sz w:val="28"/>
          <w:szCs w:val="28"/>
        </w:rPr>
        <w:t>(</w:t>
      </w:r>
      <w:r w:rsidR="00EB023F" w:rsidRPr="000A2F18">
        <w:rPr>
          <w:b/>
          <w:noProof/>
          <w:sz w:val="28"/>
          <w:szCs w:val="28"/>
        </w:rPr>
        <w:t>E</w:t>
      </w:r>
      <w:r w:rsidRPr="000A2F18">
        <w:rPr>
          <w:b/>
          <w:noProof/>
          <w:sz w:val="28"/>
          <w:szCs w:val="28"/>
        </w:rPr>
        <w:t>)</w:t>
      </w:r>
    </w:p>
    <w:p w14:paraId="70206AAF" w14:textId="68022656" w:rsidR="001A33D0" w:rsidRPr="000A2F18" w:rsidRDefault="001A33D0" w:rsidP="001A33D0">
      <w:pPr>
        <w:jc w:val="right"/>
      </w:pPr>
      <w:r w:rsidRPr="000A2F18">
        <w:rPr>
          <w:noProof/>
        </w:rPr>
        <w:t>ISO </w:t>
      </w:r>
      <w:r w:rsidRPr="000A2F18">
        <w:t>TC </w:t>
      </w:r>
      <w:r w:rsidR="00E1215E" w:rsidRPr="000A2F18">
        <w:rPr>
          <w:noProof/>
        </w:rPr>
        <w:t xml:space="preserve">1 </w:t>
      </w:r>
      <w:r w:rsidRPr="000A2F18">
        <w:t>SC </w:t>
      </w:r>
      <w:r w:rsidR="00F95073">
        <w:t>2</w:t>
      </w:r>
      <w:r w:rsidR="00E1215E" w:rsidRPr="000A2F18">
        <w:rPr>
          <w:noProof/>
        </w:rPr>
        <w:t>9</w:t>
      </w:r>
      <w:r w:rsidRPr="000A2F18">
        <w:t>/WG </w:t>
      </w:r>
      <w:r w:rsidR="00D574F0">
        <w:t>0</w:t>
      </w:r>
      <w:r w:rsidR="00880A02">
        <w:t>3</w:t>
      </w:r>
    </w:p>
    <w:p w14:paraId="26A9B2DD" w14:textId="275A5056" w:rsidR="001A33D0" w:rsidRPr="000A2F18" w:rsidRDefault="001A33D0" w:rsidP="001A33D0">
      <w:pPr>
        <w:spacing w:after="2000"/>
        <w:jc w:val="right"/>
      </w:pPr>
      <w:bookmarkStart w:id="1" w:name="CVP_Secretariat_Loca"/>
      <w:r w:rsidRPr="000A2F18">
        <w:t>Secretariat</w:t>
      </w:r>
      <w:bookmarkEnd w:id="1"/>
      <w:r w:rsidRPr="000A2F18">
        <w:t xml:space="preserve">: </w:t>
      </w:r>
      <w:r w:rsidR="006B0AC3">
        <w:rPr>
          <w:noProof/>
        </w:rPr>
        <w:t>XXXX</w:t>
      </w:r>
    </w:p>
    <w:p w14:paraId="3A78AE22" w14:textId="63C56B37" w:rsidR="001A33D0" w:rsidRPr="000A2F18" w:rsidRDefault="00E1215E" w:rsidP="001A33D0">
      <w:pPr>
        <w:spacing w:before="2000"/>
      </w:pPr>
      <w:r w:rsidRPr="000A2F18">
        <w:rPr>
          <w:b/>
          <w:sz w:val="32"/>
          <w:szCs w:val="32"/>
        </w:rPr>
        <w:t>Information technology</w:t>
      </w:r>
      <w:r w:rsidR="009704D0" w:rsidRPr="000A2F18">
        <w:rPr>
          <w:b/>
          <w:sz w:val="32"/>
          <w:szCs w:val="32"/>
        </w:rPr>
        <w:t xml:space="preserve"> — </w:t>
      </w:r>
      <w:r w:rsidRPr="000A2F18">
        <w:rPr>
          <w:b/>
          <w:sz w:val="32"/>
          <w:szCs w:val="32"/>
        </w:rPr>
        <w:t>Coded representation of immersive media</w:t>
      </w:r>
      <w:r w:rsidR="009704D0" w:rsidRPr="000A2F18">
        <w:rPr>
          <w:b/>
          <w:sz w:val="32"/>
          <w:szCs w:val="32"/>
        </w:rPr>
        <w:t xml:space="preserve"> — Part </w:t>
      </w:r>
      <w:r w:rsidRPr="000A2F18">
        <w:rPr>
          <w:b/>
          <w:sz w:val="32"/>
          <w:szCs w:val="32"/>
        </w:rPr>
        <w:t>13</w:t>
      </w:r>
      <w:r w:rsidR="009704D0" w:rsidRPr="000A2F18">
        <w:rPr>
          <w:b/>
          <w:sz w:val="32"/>
          <w:szCs w:val="32"/>
        </w:rPr>
        <w:t xml:space="preserve">: </w:t>
      </w:r>
      <w:r w:rsidR="00B20B01" w:rsidRPr="000A2F18">
        <w:rPr>
          <w:b/>
          <w:sz w:val="32"/>
          <w:szCs w:val="32"/>
        </w:rPr>
        <w:t>Video Decoding Interface for Immersive Media</w:t>
      </w:r>
    </w:p>
    <w:p w14:paraId="42BD165C" w14:textId="406FB372" w:rsidR="001A33D0" w:rsidRPr="000A2F18" w:rsidRDefault="00CE368A"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CD</w:t>
      </w:r>
      <w:r w:rsidRPr="000A2F18">
        <w:rPr>
          <w:sz w:val="80"/>
          <w:szCs w:val="80"/>
        </w:rPr>
        <w:t xml:space="preserve"> </w:t>
      </w:r>
      <w:r w:rsidR="001A33D0" w:rsidRPr="000A2F18">
        <w:rPr>
          <w:sz w:val="80"/>
          <w:szCs w:val="80"/>
        </w:rPr>
        <w:t>stage</w:t>
      </w:r>
    </w:p>
    <w:p w14:paraId="6B0F9040" w14:textId="77777777" w:rsidR="001A33D0" w:rsidRPr="000A2F18" w:rsidRDefault="001A33D0" w:rsidP="001A33D0">
      <w:pPr>
        <w:spacing w:after="120"/>
      </w:pPr>
    </w:p>
    <w:p w14:paraId="4F1DD65E" w14:textId="77777777" w:rsidR="001A33D0" w:rsidRPr="000A2F18"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0A2F18">
        <w:rPr>
          <w:b/>
          <w:sz w:val="20"/>
        </w:rPr>
        <w:t>Warning for WDs and CDs</w:t>
      </w:r>
    </w:p>
    <w:p w14:paraId="46B5BC60" w14:textId="77777777" w:rsidR="001A33D0" w:rsidRPr="000A2F18"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0A2F18">
        <w:rPr>
          <w:bCs/>
          <w:sz w:val="20"/>
        </w:rPr>
        <w:t>This document is not an ISO International Standard. It is distributed for review and comment. It is subject to change without notice and may not be referred to as an International Standard.</w:t>
      </w:r>
    </w:p>
    <w:p w14:paraId="45087BC0" w14:textId="77777777" w:rsidR="001A33D0" w:rsidRPr="000A2F18"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0A2F18">
        <w:rPr>
          <w:bCs/>
          <w:sz w:val="20"/>
        </w:rPr>
        <w:t>Recipients of this draft are invited to submit, with their comments, notification of any relevant patent rights of which they are aware and to provide supporting documentation.</w:t>
      </w:r>
    </w:p>
    <w:p w14:paraId="6269AC18" w14:textId="77777777" w:rsidR="001A33D0" w:rsidRPr="000A2F18" w:rsidRDefault="001A33D0" w:rsidP="001A33D0"/>
    <w:p w14:paraId="0AFC0244" w14:textId="77777777" w:rsidR="001A33D0" w:rsidRPr="000A2F18" w:rsidRDefault="001A33D0" w:rsidP="001A33D0">
      <w:pPr>
        <w:sectPr w:rsidR="001A33D0" w:rsidRPr="000A2F18" w:rsidSect="004421EF">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0A2F18"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0A2F18">
        <w:rPr>
          <w:color w:val="auto"/>
        </w:rPr>
        <w:lastRenderedPageBreak/>
        <w:t>© ISO 20</w:t>
      </w:r>
      <w:r w:rsidR="00EB023F" w:rsidRPr="000A2F18">
        <w:rPr>
          <w:color w:val="auto"/>
        </w:rPr>
        <w:t>20</w:t>
      </w:r>
    </w:p>
    <w:p w14:paraId="06CA3766"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0A2F18">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0A2F1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ISO copyright office</w:t>
      </w:r>
    </w:p>
    <w:p w14:paraId="459AE7FE"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CP 401</w:t>
      </w:r>
      <w:r w:rsidR="001A33D0" w:rsidRPr="000A2F18">
        <w:rPr>
          <w:color w:val="auto"/>
          <w:sz w:val="20"/>
        </w:rPr>
        <w:t xml:space="preserve"> • </w:t>
      </w:r>
      <w:r w:rsidRPr="000A2F18">
        <w:rPr>
          <w:color w:val="auto"/>
          <w:sz w:val="20"/>
        </w:rPr>
        <w:t xml:space="preserve">Ch. de </w:t>
      </w:r>
      <w:proofErr w:type="spellStart"/>
      <w:r w:rsidRPr="000A2F18">
        <w:rPr>
          <w:color w:val="auto"/>
          <w:sz w:val="20"/>
        </w:rPr>
        <w:t>Blandonnet</w:t>
      </w:r>
      <w:proofErr w:type="spellEnd"/>
      <w:r w:rsidRPr="000A2F18">
        <w:rPr>
          <w:color w:val="auto"/>
          <w:sz w:val="20"/>
        </w:rPr>
        <w:t xml:space="preserve"> 8</w:t>
      </w:r>
    </w:p>
    <w:p w14:paraId="62C2CBEF" w14:textId="77777777" w:rsidR="001A33D0" w:rsidRPr="000A2F1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CH-1214 Vernier, Geneva</w:t>
      </w:r>
    </w:p>
    <w:p w14:paraId="66166B16"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 xml:space="preserve">Phone: </w:t>
      </w:r>
      <w:r w:rsidR="001A33D0" w:rsidRPr="000A2F18">
        <w:rPr>
          <w:color w:val="auto"/>
          <w:sz w:val="20"/>
        </w:rPr>
        <w:t>+41 22 749 01 11</w:t>
      </w:r>
    </w:p>
    <w:p w14:paraId="05170DFA" w14:textId="77777777" w:rsidR="001A33D0" w:rsidRPr="000A2F1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Fax</w:t>
      </w:r>
      <w:r w:rsidR="00BC394B" w:rsidRPr="000A2F18">
        <w:rPr>
          <w:color w:val="auto"/>
          <w:sz w:val="20"/>
        </w:rPr>
        <w:t xml:space="preserve">: </w:t>
      </w:r>
      <w:r w:rsidRPr="000A2F18">
        <w:rPr>
          <w:color w:val="auto"/>
          <w:sz w:val="20"/>
        </w:rPr>
        <w:t>+41 22 749 09 47</w:t>
      </w:r>
    </w:p>
    <w:p w14:paraId="607FE145"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 xml:space="preserve">Email: </w:t>
      </w:r>
      <w:r w:rsidR="001A33D0" w:rsidRPr="000A2F18">
        <w:rPr>
          <w:color w:val="auto"/>
          <w:sz w:val="20"/>
        </w:rPr>
        <w:t>copyright@iso.org</w:t>
      </w:r>
    </w:p>
    <w:p w14:paraId="24F20FC6" w14:textId="77777777" w:rsidR="00BC394B" w:rsidRPr="000A2F18"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0A2F18">
        <w:rPr>
          <w:color w:val="auto"/>
          <w:sz w:val="20"/>
        </w:rPr>
        <w:t>Website: www.iso.org</w:t>
      </w:r>
    </w:p>
    <w:p w14:paraId="7553F47F" w14:textId="77777777" w:rsidR="001A33D0" w:rsidRPr="000A2F18"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0A2F18">
        <w:rPr>
          <w:color w:val="auto"/>
          <w:sz w:val="20"/>
        </w:rPr>
        <w:t>Published in Switzerland</w:t>
      </w:r>
    </w:p>
    <w:p w14:paraId="30D7969C" w14:textId="77777777" w:rsidR="001A33D0" w:rsidRPr="000A2F18" w:rsidRDefault="001A33D0" w:rsidP="001A33D0">
      <w:pPr>
        <w:pStyle w:val="zzContents"/>
        <w:spacing w:before="0"/>
      </w:pPr>
      <w:r w:rsidRPr="000A2F18">
        <w:lastRenderedPageBreak/>
        <w:t>Contents</w:t>
      </w:r>
    </w:p>
    <w:p w14:paraId="46060006" w14:textId="50CEE61A" w:rsidR="00326F11" w:rsidRDefault="0054733A">
      <w:pPr>
        <w:pStyle w:val="TOC1"/>
        <w:rPr>
          <w:rFonts w:asciiTheme="minorHAnsi" w:eastAsiaTheme="minorEastAsia" w:hAnsiTheme="minorHAnsi" w:cstheme="minorBidi"/>
          <w:b w:val="0"/>
          <w:noProof/>
          <w:lang w:val="en-NL" w:eastAsia="zh-CN"/>
        </w:rPr>
      </w:pPr>
      <w:r w:rsidRPr="000A2F18">
        <w:fldChar w:fldCharType="begin"/>
      </w:r>
      <w:r w:rsidRPr="000A2F18">
        <w:instrText xml:space="preserve"> TOC \o "</w:instrText>
      </w:r>
      <w:r w:rsidR="002C453D" w:rsidRPr="000A2F18">
        <w:instrText>1</w:instrText>
      </w:r>
      <w:r w:rsidRPr="000A2F18">
        <w:instrText xml:space="preserve">-3" \h \z \t "Heading 1;1;ANNEX;1;Biblio Title;1;Foreword Title;1;Intro Title;1" </w:instrText>
      </w:r>
      <w:r w:rsidRPr="000A2F18">
        <w:fldChar w:fldCharType="separate"/>
      </w:r>
      <w:hyperlink w:anchor="_Toc78533706" w:history="1">
        <w:r w:rsidR="00326F11" w:rsidRPr="007377CB">
          <w:rPr>
            <w:rStyle w:val="Hyperlink"/>
            <w:noProof/>
          </w:rPr>
          <w:t>Foreword</w:t>
        </w:r>
        <w:r w:rsidR="00326F11">
          <w:rPr>
            <w:noProof/>
            <w:webHidden/>
          </w:rPr>
          <w:tab/>
        </w:r>
        <w:r w:rsidR="00326F11">
          <w:rPr>
            <w:noProof/>
            <w:webHidden/>
          </w:rPr>
          <w:fldChar w:fldCharType="begin"/>
        </w:r>
        <w:r w:rsidR="00326F11">
          <w:rPr>
            <w:noProof/>
            <w:webHidden/>
          </w:rPr>
          <w:instrText xml:space="preserve"> PAGEREF _Toc78533706 \h </w:instrText>
        </w:r>
        <w:r w:rsidR="00326F11">
          <w:rPr>
            <w:noProof/>
            <w:webHidden/>
          </w:rPr>
        </w:r>
        <w:r w:rsidR="00326F11">
          <w:rPr>
            <w:noProof/>
            <w:webHidden/>
          </w:rPr>
          <w:fldChar w:fldCharType="separate"/>
        </w:r>
        <w:r w:rsidR="00326F11">
          <w:rPr>
            <w:noProof/>
            <w:webHidden/>
          </w:rPr>
          <w:t>v</w:t>
        </w:r>
        <w:r w:rsidR="00326F11">
          <w:rPr>
            <w:noProof/>
            <w:webHidden/>
          </w:rPr>
          <w:fldChar w:fldCharType="end"/>
        </w:r>
      </w:hyperlink>
    </w:p>
    <w:p w14:paraId="6F3BAD49" w14:textId="037B8101" w:rsidR="00326F11" w:rsidRDefault="00304D5A">
      <w:pPr>
        <w:pStyle w:val="TOC1"/>
        <w:rPr>
          <w:rFonts w:asciiTheme="minorHAnsi" w:eastAsiaTheme="minorEastAsia" w:hAnsiTheme="minorHAnsi" w:cstheme="minorBidi"/>
          <w:b w:val="0"/>
          <w:noProof/>
          <w:lang w:val="en-NL" w:eastAsia="zh-CN"/>
        </w:rPr>
      </w:pPr>
      <w:hyperlink w:anchor="_Toc78533707" w:history="1">
        <w:r w:rsidR="00326F11" w:rsidRPr="007377CB">
          <w:rPr>
            <w:rStyle w:val="Hyperlink"/>
            <w:noProof/>
          </w:rPr>
          <w:t>Introduction</w:t>
        </w:r>
        <w:r w:rsidR="00326F11">
          <w:rPr>
            <w:noProof/>
            <w:webHidden/>
          </w:rPr>
          <w:tab/>
        </w:r>
        <w:r w:rsidR="00326F11">
          <w:rPr>
            <w:noProof/>
            <w:webHidden/>
          </w:rPr>
          <w:fldChar w:fldCharType="begin"/>
        </w:r>
        <w:r w:rsidR="00326F11">
          <w:rPr>
            <w:noProof/>
            <w:webHidden/>
          </w:rPr>
          <w:instrText xml:space="preserve"> PAGEREF _Toc78533707 \h </w:instrText>
        </w:r>
        <w:r w:rsidR="00326F11">
          <w:rPr>
            <w:noProof/>
            <w:webHidden/>
          </w:rPr>
        </w:r>
        <w:r w:rsidR="00326F11">
          <w:rPr>
            <w:noProof/>
            <w:webHidden/>
          </w:rPr>
          <w:fldChar w:fldCharType="separate"/>
        </w:r>
        <w:r w:rsidR="00326F11">
          <w:rPr>
            <w:noProof/>
            <w:webHidden/>
          </w:rPr>
          <w:t>vi</w:t>
        </w:r>
        <w:r w:rsidR="00326F11">
          <w:rPr>
            <w:noProof/>
            <w:webHidden/>
          </w:rPr>
          <w:fldChar w:fldCharType="end"/>
        </w:r>
      </w:hyperlink>
    </w:p>
    <w:p w14:paraId="5F73B1D1" w14:textId="2BB786A3" w:rsidR="00326F11" w:rsidRDefault="00304D5A">
      <w:pPr>
        <w:pStyle w:val="TOC1"/>
        <w:rPr>
          <w:rFonts w:asciiTheme="minorHAnsi" w:eastAsiaTheme="minorEastAsia" w:hAnsiTheme="minorHAnsi" w:cstheme="minorBidi"/>
          <w:b w:val="0"/>
          <w:noProof/>
          <w:lang w:val="en-NL" w:eastAsia="zh-CN"/>
        </w:rPr>
      </w:pPr>
      <w:hyperlink w:anchor="_Toc78533708" w:history="1">
        <w:r w:rsidR="00326F11" w:rsidRPr="007377CB">
          <w:rPr>
            <w:rStyle w:val="Hyperlink"/>
            <w:noProof/>
          </w:rPr>
          <w:t>1</w:t>
        </w:r>
        <w:r w:rsidR="00326F11">
          <w:rPr>
            <w:rFonts w:asciiTheme="minorHAnsi" w:eastAsiaTheme="minorEastAsia" w:hAnsiTheme="minorHAnsi" w:cstheme="minorBidi"/>
            <w:b w:val="0"/>
            <w:noProof/>
            <w:lang w:val="en-NL" w:eastAsia="zh-CN"/>
          </w:rPr>
          <w:tab/>
        </w:r>
        <w:r w:rsidR="00326F11" w:rsidRPr="007377CB">
          <w:rPr>
            <w:rStyle w:val="Hyperlink"/>
            <w:noProof/>
          </w:rPr>
          <w:t>Scope</w:t>
        </w:r>
        <w:r w:rsidR="00326F11">
          <w:rPr>
            <w:noProof/>
            <w:webHidden/>
          </w:rPr>
          <w:tab/>
        </w:r>
        <w:r w:rsidR="00326F11">
          <w:rPr>
            <w:noProof/>
            <w:webHidden/>
          </w:rPr>
          <w:fldChar w:fldCharType="begin"/>
        </w:r>
        <w:r w:rsidR="00326F11">
          <w:rPr>
            <w:noProof/>
            <w:webHidden/>
          </w:rPr>
          <w:instrText xml:space="preserve"> PAGEREF _Toc78533708 \h </w:instrText>
        </w:r>
        <w:r w:rsidR="00326F11">
          <w:rPr>
            <w:noProof/>
            <w:webHidden/>
          </w:rPr>
        </w:r>
        <w:r w:rsidR="00326F11">
          <w:rPr>
            <w:noProof/>
            <w:webHidden/>
          </w:rPr>
          <w:fldChar w:fldCharType="separate"/>
        </w:r>
        <w:r w:rsidR="00326F11">
          <w:rPr>
            <w:noProof/>
            <w:webHidden/>
          </w:rPr>
          <w:t>1</w:t>
        </w:r>
        <w:r w:rsidR="00326F11">
          <w:rPr>
            <w:noProof/>
            <w:webHidden/>
          </w:rPr>
          <w:fldChar w:fldCharType="end"/>
        </w:r>
      </w:hyperlink>
    </w:p>
    <w:p w14:paraId="74799922" w14:textId="0A6FBC15" w:rsidR="00326F11" w:rsidRDefault="00304D5A">
      <w:pPr>
        <w:pStyle w:val="TOC1"/>
        <w:rPr>
          <w:rFonts w:asciiTheme="minorHAnsi" w:eastAsiaTheme="minorEastAsia" w:hAnsiTheme="minorHAnsi" w:cstheme="minorBidi"/>
          <w:b w:val="0"/>
          <w:noProof/>
          <w:lang w:val="en-NL" w:eastAsia="zh-CN"/>
        </w:rPr>
      </w:pPr>
      <w:hyperlink w:anchor="_Toc78533709" w:history="1">
        <w:r w:rsidR="00326F11" w:rsidRPr="007377CB">
          <w:rPr>
            <w:rStyle w:val="Hyperlink"/>
            <w:noProof/>
          </w:rPr>
          <w:t>2</w:t>
        </w:r>
        <w:r w:rsidR="00326F11">
          <w:rPr>
            <w:rFonts w:asciiTheme="minorHAnsi" w:eastAsiaTheme="minorEastAsia" w:hAnsiTheme="minorHAnsi" w:cstheme="minorBidi"/>
            <w:b w:val="0"/>
            <w:noProof/>
            <w:lang w:val="en-NL" w:eastAsia="zh-CN"/>
          </w:rPr>
          <w:tab/>
        </w:r>
        <w:r w:rsidR="00326F11" w:rsidRPr="007377CB">
          <w:rPr>
            <w:rStyle w:val="Hyperlink"/>
            <w:noProof/>
          </w:rPr>
          <w:t>Normative references</w:t>
        </w:r>
        <w:r w:rsidR="00326F11">
          <w:rPr>
            <w:noProof/>
            <w:webHidden/>
          </w:rPr>
          <w:tab/>
        </w:r>
        <w:r w:rsidR="00326F11">
          <w:rPr>
            <w:noProof/>
            <w:webHidden/>
          </w:rPr>
          <w:fldChar w:fldCharType="begin"/>
        </w:r>
        <w:r w:rsidR="00326F11">
          <w:rPr>
            <w:noProof/>
            <w:webHidden/>
          </w:rPr>
          <w:instrText xml:space="preserve"> PAGEREF _Toc78533709 \h </w:instrText>
        </w:r>
        <w:r w:rsidR="00326F11">
          <w:rPr>
            <w:noProof/>
            <w:webHidden/>
          </w:rPr>
        </w:r>
        <w:r w:rsidR="00326F11">
          <w:rPr>
            <w:noProof/>
            <w:webHidden/>
          </w:rPr>
          <w:fldChar w:fldCharType="separate"/>
        </w:r>
        <w:r w:rsidR="00326F11">
          <w:rPr>
            <w:noProof/>
            <w:webHidden/>
          </w:rPr>
          <w:t>1</w:t>
        </w:r>
        <w:r w:rsidR="00326F11">
          <w:rPr>
            <w:noProof/>
            <w:webHidden/>
          </w:rPr>
          <w:fldChar w:fldCharType="end"/>
        </w:r>
      </w:hyperlink>
    </w:p>
    <w:p w14:paraId="77F49101" w14:textId="47391A35" w:rsidR="00326F11" w:rsidRDefault="00304D5A">
      <w:pPr>
        <w:pStyle w:val="TOC1"/>
        <w:rPr>
          <w:rFonts w:asciiTheme="minorHAnsi" w:eastAsiaTheme="minorEastAsia" w:hAnsiTheme="minorHAnsi" w:cstheme="minorBidi"/>
          <w:b w:val="0"/>
          <w:noProof/>
          <w:lang w:val="en-NL" w:eastAsia="zh-CN"/>
        </w:rPr>
      </w:pPr>
      <w:hyperlink w:anchor="_Toc78533711" w:history="1">
        <w:r w:rsidR="00326F11" w:rsidRPr="007377CB">
          <w:rPr>
            <w:rStyle w:val="Hyperlink"/>
            <w:noProof/>
          </w:rPr>
          <w:t>3</w:t>
        </w:r>
        <w:r w:rsidR="00326F11">
          <w:rPr>
            <w:rFonts w:asciiTheme="minorHAnsi" w:eastAsiaTheme="minorEastAsia" w:hAnsiTheme="minorHAnsi" w:cstheme="minorBidi"/>
            <w:b w:val="0"/>
            <w:noProof/>
            <w:lang w:val="en-NL" w:eastAsia="zh-CN"/>
          </w:rPr>
          <w:tab/>
        </w:r>
        <w:r w:rsidR="00326F11" w:rsidRPr="007377CB">
          <w:rPr>
            <w:rStyle w:val="Hyperlink"/>
            <w:noProof/>
          </w:rPr>
          <w:t>Terms and definitions</w:t>
        </w:r>
        <w:r w:rsidR="00326F11">
          <w:rPr>
            <w:noProof/>
            <w:webHidden/>
          </w:rPr>
          <w:tab/>
        </w:r>
        <w:r w:rsidR="00326F11">
          <w:rPr>
            <w:noProof/>
            <w:webHidden/>
          </w:rPr>
          <w:fldChar w:fldCharType="begin"/>
        </w:r>
        <w:r w:rsidR="00326F11">
          <w:rPr>
            <w:noProof/>
            <w:webHidden/>
          </w:rPr>
          <w:instrText xml:space="preserve"> PAGEREF _Toc78533711 \h </w:instrText>
        </w:r>
        <w:r w:rsidR="00326F11">
          <w:rPr>
            <w:noProof/>
            <w:webHidden/>
          </w:rPr>
        </w:r>
        <w:r w:rsidR="00326F11">
          <w:rPr>
            <w:noProof/>
            <w:webHidden/>
          </w:rPr>
          <w:fldChar w:fldCharType="separate"/>
        </w:r>
        <w:r w:rsidR="00326F11">
          <w:rPr>
            <w:noProof/>
            <w:webHidden/>
          </w:rPr>
          <w:t>1</w:t>
        </w:r>
        <w:r w:rsidR="00326F11">
          <w:rPr>
            <w:noProof/>
            <w:webHidden/>
          </w:rPr>
          <w:fldChar w:fldCharType="end"/>
        </w:r>
      </w:hyperlink>
    </w:p>
    <w:p w14:paraId="7C6BC3AD" w14:textId="2D0E38BE" w:rsidR="00326F11" w:rsidRDefault="00304D5A">
      <w:pPr>
        <w:pStyle w:val="TOC1"/>
        <w:rPr>
          <w:rFonts w:asciiTheme="minorHAnsi" w:eastAsiaTheme="minorEastAsia" w:hAnsiTheme="minorHAnsi" w:cstheme="minorBidi"/>
          <w:b w:val="0"/>
          <w:noProof/>
          <w:lang w:val="en-NL" w:eastAsia="zh-CN"/>
        </w:rPr>
      </w:pPr>
      <w:hyperlink w:anchor="_Toc78533716" w:history="1">
        <w:r w:rsidR="00326F11" w:rsidRPr="007377CB">
          <w:rPr>
            <w:rStyle w:val="Hyperlink"/>
            <w:noProof/>
          </w:rPr>
          <w:t>4</w:t>
        </w:r>
        <w:r w:rsidR="00326F11">
          <w:rPr>
            <w:rFonts w:asciiTheme="minorHAnsi" w:eastAsiaTheme="minorEastAsia" w:hAnsiTheme="minorHAnsi" w:cstheme="minorBidi"/>
            <w:b w:val="0"/>
            <w:noProof/>
            <w:lang w:val="en-NL" w:eastAsia="zh-CN"/>
          </w:rPr>
          <w:tab/>
        </w:r>
        <w:r w:rsidR="00326F11" w:rsidRPr="007377CB">
          <w:rPr>
            <w:rStyle w:val="Hyperlink"/>
            <w:noProof/>
          </w:rPr>
          <w:t>Video Decoding Engine</w:t>
        </w:r>
        <w:r w:rsidR="00326F11">
          <w:rPr>
            <w:noProof/>
            <w:webHidden/>
          </w:rPr>
          <w:tab/>
        </w:r>
        <w:r w:rsidR="00326F11">
          <w:rPr>
            <w:noProof/>
            <w:webHidden/>
          </w:rPr>
          <w:fldChar w:fldCharType="begin"/>
        </w:r>
        <w:r w:rsidR="00326F11">
          <w:rPr>
            <w:noProof/>
            <w:webHidden/>
          </w:rPr>
          <w:instrText xml:space="preserve"> PAGEREF _Toc78533716 \h </w:instrText>
        </w:r>
        <w:r w:rsidR="00326F11">
          <w:rPr>
            <w:noProof/>
            <w:webHidden/>
          </w:rPr>
        </w:r>
        <w:r w:rsidR="00326F11">
          <w:rPr>
            <w:noProof/>
            <w:webHidden/>
          </w:rPr>
          <w:fldChar w:fldCharType="separate"/>
        </w:r>
        <w:r w:rsidR="00326F11">
          <w:rPr>
            <w:noProof/>
            <w:webHidden/>
          </w:rPr>
          <w:t>2</w:t>
        </w:r>
        <w:r w:rsidR="00326F11">
          <w:rPr>
            <w:noProof/>
            <w:webHidden/>
          </w:rPr>
          <w:fldChar w:fldCharType="end"/>
        </w:r>
      </w:hyperlink>
    </w:p>
    <w:p w14:paraId="4D3ECED7" w14:textId="79297652" w:rsidR="00326F11" w:rsidRDefault="00304D5A">
      <w:pPr>
        <w:pStyle w:val="TOC2"/>
        <w:rPr>
          <w:rFonts w:asciiTheme="minorHAnsi" w:eastAsiaTheme="minorEastAsia" w:hAnsiTheme="minorHAnsi" w:cstheme="minorBidi"/>
          <w:b w:val="0"/>
          <w:noProof/>
          <w:lang w:val="en-NL" w:eastAsia="zh-CN"/>
        </w:rPr>
      </w:pPr>
      <w:hyperlink w:anchor="_Toc78533717" w:history="1">
        <w:r w:rsidR="00326F11" w:rsidRPr="007377CB">
          <w:rPr>
            <w:rStyle w:val="Hyperlink"/>
            <w:noProof/>
          </w:rPr>
          <w:t>4.1</w:t>
        </w:r>
        <w:r w:rsidR="00326F11">
          <w:rPr>
            <w:rFonts w:asciiTheme="minorHAnsi" w:eastAsiaTheme="minorEastAsia" w:hAnsiTheme="minorHAnsi" w:cstheme="minorBidi"/>
            <w:b w:val="0"/>
            <w:noProof/>
            <w:lang w:val="en-NL" w:eastAsia="zh-CN"/>
          </w:rPr>
          <w:tab/>
        </w:r>
        <w:r w:rsidR="00326F11" w:rsidRPr="007377CB">
          <w:rPr>
            <w:rStyle w:val="Hyperlink"/>
            <w:noProof/>
          </w:rPr>
          <w:t>General</w:t>
        </w:r>
        <w:r w:rsidR="00326F11">
          <w:rPr>
            <w:noProof/>
            <w:webHidden/>
          </w:rPr>
          <w:tab/>
        </w:r>
        <w:r w:rsidR="00326F11">
          <w:rPr>
            <w:noProof/>
            <w:webHidden/>
          </w:rPr>
          <w:fldChar w:fldCharType="begin"/>
        </w:r>
        <w:r w:rsidR="00326F11">
          <w:rPr>
            <w:noProof/>
            <w:webHidden/>
          </w:rPr>
          <w:instrText xml:space="preserve"> PAGEREF _Toc78533717 \h </w:instrText>
        </w:r>
        <w:r w:rsidR="00326F11">
          <w:rPr>
            <w:noProof/>
            <w:webHidden/>
          </w:rPr>
        </w:r>
        <w:r w:rsidR="00326F11">
          <w:rPr>
            <w:noProof/>
            <w:webHidden/>
          </w:rPr>
          <w:fldChar w:fldCharType="separate"/>
        </w:r>
        <w:r w:rsidR="00326F11">
          <w:rPr>
            <w:noProof/>
            <w:webHidden/>
          </w:rPr>
          <w:t>2</w:t>
        </w:r>
        <w:r w:rsidR="00326F11">
          <w:rPr>
            <w:noProof/>
            <w:webHidden/>
          </w:rPr>
          <w:fldChar w:fldCharType="end"/>
        </w:r>
      </w:hyperlink>
    </w:p>
    <w:p w14:paraId="7D91E5D8" w14:textId="21A19BA7" w:rsidR="00326F11" w:rsidRDefault="00304D5A">
      <w:pPr>
        <w:pStyle w:val="TOC2"/>
        <w:rPr>
          <w:rFonts w:asciiTheme="minorHAnsi" w:eastAsiaTheme="minorEastAsia" w:hAnsiTheme="minorHAnsi" w:cstheme="minorBidi"/>
          <w:b w:val="0"/>
          <w:noProof/>
          <w:lang w:val="en-NL" w:eastAsia="zh-CN"/>
        </w:rPr>
      </w:pPr>
      <w:hyperlink w:anchor="_Toc78533718" w:history="1">
        <w:r w:rsidR="00326F11" w:rsidRPr="007377CB">
          <w:rPr>
            <w:rStyle w:val="Hyperlink"/>
            <w:noProof/>
          </w:rPr>
          <w:t>4.2</w:t>
        </w:r>
        <w:r w:rsidR="00326F11">
          <w:rPr>
            <w:rFonts w:asciiTheme="minorHAnsi" w:eastAsiaTheme="minorEastAsia" w:hAnsiTheme="minorHAnsi" w:cstheme="minorBidi"/>
            <w:b w:val="0"/>
            <w:noProof/>
            <w:lang w:val="en-NL" w:eastAsia="zh-CN"/>
          </w:rPr>
          <w:tab/>
        </w:r>
        <w:r w:rsidR="00326F11" w:rsidRPr="007377CB">
          <w:rPr>
            <w:rStyle w:val="Hyperlink"/>
            <w:noProof/>
          </w:rPr>
          <w:t>Input Video Decoding Interface</w:t>
        </w:r>
        <w:r w:rsidR="00326F11">
          <w:rPr>
            <w:noProof/>
            <w:webHidden/>
          </w:rPr>
          <w:tab/>
        </w:r>
        <w:r w:rsidR="00326F11">
          <w:rPr>
            <w:noProof/>
            <w:webHidden/>
          </w:rPr>
          <w:fldChar w:fldCharType="begin"/>
        </w:r>
        <w:r w:rsidR="00326F11">
          <w:rPr>
            <w:noProof/>
            <w:webHidden/>
          </w:rPr>
          <w:instrText xml:space="preserve"> PAGEREF _Toc78533718 \h </w:instrText>
        </w:r>
        <w:r w:rsidR="00326F11">
          <w:rPr>
            <w:noProof/>
            <w:webHidden/>
          </w:rPr>
        </w:r>
        <w:r w:rsidR="00326F11">
          <w:rPr>
            <w:noProof/>
            <w:webHidden/>
          </w:rPr>
          <w:fldChar w:fldCharType="separate"/>
        </w:r>
        <w:r w:rsidR="00326F11">
          <w:rPr>
            <w:noProof/>
            <w:webHidden/>
          </w:rPr>
          <w:t>4</w:t>
        </w:r>
        <w:r w:rsidR="00326F11">
          <w:rPr>
            <w:noProof/>
            <w:webHidden/>
          </w:rPr>
          <w:fldChar w:fldCharType="end"/>
        </w:r>
      </w:hyperlink>
    </w:p>
    <w:p w14:paraId="612B8435" w14:textId="43579A36" w:rsidR="00326F11" w:rsidRDefault="00304D5A">
      <w:pPr>
        <w:pStyle w:val="TOC2"/>
        <w:rPr>
          <w:rFonts w:asciiTheme="minorHAnsi" w:eastAsiaTheme="minorEastAsia" w:hAnsiTheme="minorHAnsi" w:cstheme="minorBidi"/>
          <w:b w:val="0"/>
          <w:noProof/>
          <w:lang w:val="en-NL" w:eastAsia="zh-CN"/>
        </w:rPr>
      </w:pPr>
      <w:hyperlink w:anchor="_Toc78533723" w:history="1">
        <w:r w:rsidR="00326F11" w:rsidRPr="007377CB">
          <w:rPr>
            <w:rStyle w:val="Hyperlink"/>
            <w:noProof/>
          </w:rPr>
          <w:t>4.3</w:t>
        </w:r>
        <w:r w:rsidR="00326F11">
          <w:rPr>
            <w:rFonts w:asciiTheme="minorHAnsi" w:eastAsiaTheme="minorEastAsia" w:hAnsiTheme="minorHAnsi" w:cstheme="minorBidi"/>
            <w:b w:val="0"/>
            <w:noProof/>
            <w:lang w:val="en-NL" w:eastAsia="zh-CN"/>
          </w:rPr>
          <w:tab/>
        </w:r>
        <w:r w:rsidR="00326F11" w:rsidRPr="007377CB">
          <w:rPr>
            <w:rStyle w:val="Hyperlink"/>
            <w:noProof/>
          </w:rPr>
          <w:t>Output Video Decoding Interface</w:t>
        </w:r>
        <w:r w:rsidR="00326F11">
          <w:rPr>
            <w:noProof/>
            <w:webHidden/>
          </w:rPr>
          <w:tab/>
        </w:r>
        <w:r w:rsidR="00326F11">
          <w:rPr>
            <w:noProof/>
            <w:webHidden/>
          </w:rPr>
          <w:fldChar w:fldCharType="begin"/>
        </w:r>
        <w:r w:rsidR="00326F11">
          <w:rPr>
            <w:noProof/>
            <w:webHidden/>
          </w:rPr>
          <w:instrText xml:space="preserve"> PAGEREF _Toc78533723 \h </w:instrText>
        </w:r>
        <w:r w:rsidR="00326F11">
          <w:rPr>
            <w:noProof/>
            <w:webHidden/>
          </w:rPr>
        </w:r>
        <w:r w:rsidR="00326F11">
          <w:rPr>
            <w:noProof/>
            <w:webHidden/>
          </w:rPr>
          <w:fldChar w:fldCharType="separate"/>
        </w:r>
        <w:r w:rsidR="00326F11">
          <w:rPr>
            <w:noProof/>
            <w:webHidden/>
          </w:rPr>
          <w:t>4</w:t>
        </w:r>
        <w:r w:rsidR="00326F11">
          <w:rPr>
            <w:noProof/>
            <w:webHidden/>
          </w:rPr>
          <w:fldChar w:fldCharType="end"/>
        </w:r>
      </w:hyperlink>
    </w:p>
    <w:p w14:paraId="5D7BBF17" w14:textId="3030D27A" w:rsidR="00326F11" w:rsidRDefault="00304D5A">
      <w:pPr>
        <w:pStyle w:val="TOC2"/>
        <w:rPr>
          <w:rFonts w:asciiTheme="minorHAnsi" w:eastAsiaTheme="minorEastAsia" w:hAnsiTheme="minorHAnsi" w:cstheme="minorBidi"/>
          <w:b w:val="0"/>
          <w:noProof/>
          <w:lang w:val="en-NL" w:eastAsia="zh-CN"/>
        </w:rPr>
      </w:pPr>
      <w:hyperlink w:anchor="_Toc78533728" w:history="1">
        <w:r w:rsidR="00326F11" w:rsidRPr="007377CB">
          <w:rPr>
            <w:rStyle w:val="Hyperlink"/>
            <w:noProof/>
          </w:rPr>
          <w:t>4.4</w:t>
        </w:r>
        <w:r w:rsidR="00326F11">
          <w:rPr>
            <w:rFonts w:asciiTheme="minorHAnsi" w:eastAsiaTheme="minorEastAsia" w:hAnsiTheme="minorHAnsi" w:cstheme="minorBidi"/>
            <w:b w:val="0"/>
            <w:noProof/>
            <w:lang w:val="en-NL" w:eastAsia="zh-CN"/>
          </w:rPr>
          <w:tab/>
        </w:r>
        <w:r w:rsidR="00326F11" w:rsidRPr="007377CB">
          <w:rPr>
            <w:rStyle w:val="Hyperlink"/>
            <w:noProof/>
          </w:rPr>
          <w:t>Control interface to the Video Decoding Interface</w:t>
        </w:r>
        <w:r w:rsidR="00326F11">
          <w:rPr>
            <w:noProof/>
            <w:webHidden/>
          </w:rPr>
          <w:tab/>
        </w:r>
        <w:r w:rsidR="00326F11">
          <w:rPr>
            <w:noProof/>
            <w:webHidden/>
          </w:rPr>
          <w:fldChar w:fldCharType="begin"/>
        </w:r>
        <w:r w:rsidR="00326F11">
          <w:rPr>
            <w:noProof/>
            <w:webHidden/>
          </w:rPr>
          <w:instrText xml:space="preserve"> PAGEREF _Toc78533728 \h </w:instrText>
        </w:r>
        <w:r w:rsidR="00326F11">
          <w:rPr>
            <w:noProof/>
            <w:webHidden/>
          </w:rPr>
        </w:r>
        <w:r w:rsidR="00326F11">
          <w:rPr>
            <w:noProof/>
            <w:webHidden/>
          </w:rPr>
          <w:fldChar w:fldCharType="separate"/>
        </w:r>
        <w:r w:rsidR="00326F11">
          <w:rPr>
            <w:noProof/>
            <w:webHidden/>
          </w:rPr>
          <w:t>5</w:t>
        </w:r>
        <w:r w:rsidR="00326F11">
          <w:rPr>
            <w:noProof/>
            <w:webHidden/>
          </w:rPr>
          <w:fldChar w:fldCharType="end"/>
        </w:r>
      </w:hyperlink>
    </w:p>
    <w:p w14:paraId="6F5ECD63" w14:textId="24C1B001" w:rsidR="00326F11" w:rsidRDefault="00304D5A">
      <w:pPr>
        <w:pStyle w:val="TOC3"/>
        <w:rPr>
          <w:rFonts w:asciiTheme="minorHAnsi" w:eastAsiaTheme="minorEastAsia" w:hAnsiTheme="minorHAnsi" w:cstheme="minorBidi"/>
          <w:b w:val="0"/>
          <w:noProof/>
          <w:lang w:val="en-NL" w:eastAsia="zh-CN"/>
        </w:rPr>
      </w:pPr>
      <w:hyperlink w:anchor="_Toc78533729" w:history="1">
        <w:r w:rsidR="00326F11" w:rsidRPr="007377CB">
          <w:rPr>
            <w:rStyle w:val="Hyperlink"/>
            <w:noProof/>
          </w:rPr>
          <w:t>4.4.1</w:t>
        </w:r>
        <w:r w:rsidR="00326F11">
          <w:rPr>
            <w:rFonts w:asciiTheme="minorHAnsi" w:eastAsiaTheme="minorEastAsia" w:hAnsiTheme="minorHAnsi" w:cstheme="minorBidi"/>
            <w:b w:val="0"/>
            <w:noProof/>
            <w:lang w:val="en-NL" w:eastAsia="zh-CN"/>
          </w:rPr>
          <w:tab/>
        </w:r>
        <w:r w:rsidR="00326F11" w:rsidRPr="007377CB">
          <w:rPr>
            <w:rStyle w:val="Hyperlink"/>
            <w:noProof/>
          </w:rPr>
          <w:t>Functions</w:t>
        </w:r>
        <w:r w:rsidR="00326F11">
          <w:rPr>
            <w:noProof/>
            <w:webHidden/>
          </w:rPr>
          <w:tab/>
        </w:r>
        <w:r w:rsidR="00326F11">
          <w:rPr>
            <w:noProof/>
            <w:webHidden/>
          </w:rPr>
          <w:fldChar w:fldCharType="begin"/>
        </w:r>
        <w:r w:rsidR="00326F11">
          <w:rPr>
            <w:noProof/>
            <w:webHidden/>
          </w:rPr>
          <w:instrText xml:space="preserve"> PAGEREF _Toc78533729 \h </w:instrText>
        </w:r>
        <w:r w:rsidR="00326F11">
          <w:rPr>
            <w:noProof/>
            <w:webHidden/>
          </w:rPr>
        </w:r>
        <w:r w:rsidR="00326F11">
          <w:rPr>
            <w:noProof/>
            <w:webHidden/>
          </w:rPr>
          <w:fldChar w:fldCharType="separate"/>
        </w:r>
        <w:r w:rsidR="00326F11">
          <w:rPr>
            <w:noProof/>
            <w:webHidden/>
          </w:rPr>
          <w:t>5</w:t>
        </w:r>
        <w:r w:rsidR="00326F11">
          <w:rPr>
            <w:noProof/>
            <w:webHidden/>
          </w:rPr>
          <w:fldChar w:fldCharType="end"/>
        </w:r>
      </w:hyperlink>
    </w:p>
    <w:p w14:paraId="22FA4EB8" w14:textId="03BCF750" w:rsidR="00326F11" w:rsidRDefault="00304D5A">
      <w:pPr>
        <w:pStyle w:val="TOC2"/>
        <w:rPr>
          <w:rFonts w:asciiTheme="minorHAnsi" w:eastAsiaTheme="minorEastAsia" w:hAnsiTheme="minorHAnsi" w:cstheme="minorBidi"/>
          <w:b w:val="0"/>
          <w:noProof/>
          <w:lang w:val="en-NL" w:eastAsia="zh-CN"/>
        </w:rPr>
      </w:pPr>
      <w:hyperlink w:anchor="_Toc78533730" w:history="1">
        <w:r w:rsidR="00326F11" w:rsidRPr="007377CB">
          <w:rPr>
            <w:rStyle w:val="Hyperlink"/>
            <w:noProof/>
          </w:rPr>
          <w:t>4.5</w:t>
        </w:r>
        <w:r w:rsidR="00326F11">
          <w:rPr>
            <w:rFonts w:asciiTheme="minorHAnsi" w:eastAsiaTheme="minorEastAsia" w:hAnsiTheme="minorHAnsi" w:cstheme="minorBidi"/>
            <w:b w:val="0"/>
            <w:noProof/>
            <w:lang w:val="en-NL" w:eastAsia="zh-CN"/>
          </w:rPr>
          <w:tab/>
        </w:r>
        <w:r w:rsidR="00326F11" w:rsidRPr="007377CB">
          <w:rPr>
            <w:rStyle w:val="Hyperlink"/>
            <w:noProof/>
          </w:rPr>
          <w:t>Examples of Video Decoding Engine instantiations</w:t>
        </w:r>
        <w:r w:rsidR="00326F11">
          <w:rPr>
            <w:noProof/>
            <w:webHidden/>
          </w:rPr>
          <w:tab/>
        </w:r>
        <w:r w:rsidR="00326F11">
          <w:rPr>
            <w:noProof/>
            <w:webHidden/>
          </w:rPr>
          <w:fldChar w:fldCharType="begin"/>
        </w:r>
        <w:r w:rsidR="00326F11">
          <w:rPr>
            <w:noProof/>
            <w:webHidden/>
          </w:rPr>
          <w:instrText xml:space="preserve"> PAGEREF _Toc78533730 \h </w:instrText>
        </w:r>
        <w:r w:rsidR="00326F11">
          <w:rPr>
            <w:noProof/>
            <w:webHidden/>
          </w:rPr>
        </w:r>
        <w:r w:rsidR="00326F11">
          <w:rPr>
            <w:noProof/>
            <w:webHidden/>
          </w:rPr>
          <w:fldChar w:fldCharType="separate"/>
        </w:r>
        <w:r w:rsidR="00326F11">
          <w:rPr>
            <w:noProof/>
            <w:webHidden/>
          </w:rPr>
          <w:t>9</w:t>
        </w:r>
        <w:r w:rsidR="00326F11">
          <w:rPr>
            <w:noProof/>
            <w:webHidden/>
          </w:rPr>
          <w:fldChar w:fldCharType="end"/>
        </w:r>
      </w:hyperlink>
    </w:p>
    <w:p w14:paraId="77AAB724" w14:textId="0BE89466" w:rsidR="00326F11" w:rsidRDefault="00304D5A">
      <w:pPr>
        <w:pStyle w:val="TOC3"/>
        <w:rPr>
          <w:rFonts w:asciiTheme="minorHAnsi" w:eastAsiaTheme="minorEastAsia" w:hAnsiTheme="minorHAnsi" w:cstheme="minorBidi"/>
          <w:b w:val="0"/>
          <w:noProof/>
          <w:lang w:val="en-NL" w:eastAsia="zh-CN"/>
        </w:rPr>
      </w:pPr>
      <w:hyperlink w:anchor="_Toc78533731" w:history="1">
        <w:r w:rsidR="00326F11" w:rsidRPr="007377CB">
          <w:rPr>
            <w:rStyle w:val="Hyperlink"/>
            <w:noProof/>
          </w:rPr>
          <w:t>4.5.1</w:t>
        </w:r>
        <w:r w:rsidR="00326F11">
          <w:rPr>
            <w:rFonts w:asciiTheme="minorHAnsi" w:eastAsiaTheme="minorEastAsia" w:hAnsiTheme="minorHAnsi" w:cstheme="minorBidi"/>
            <w:b w:val="0"/>
            <w:noProof/>
            <w:lang w:val="en-NL" w:eastAsia="zh-CN"/>
          </w:rPr>
          <w:tab/>
        </w:r>
        <w:r w:rsidR="00326F11" w:rsidRPr="007377CB">
          <w:rPr>
            <w:rStyle w:val="Hyperlink"/>
            <w:noProof/>
          </w:rPr>
          <w:t>Mapping on OpenMAX™ Integration Layer (OpenMAX IL)</w:t>
        </w:r>
        <w:r w:rsidR="00326F11">
          <w:rPr>
            <w:noProof/>
            <w:webHidden/>
          </w:rPr>
          <w:tab/>
        </w:r>
        <w:r w:rsidR="00326F11">
          <w:rPr>
            <w:noProof/>
            <w:webHidden/>
          </w:rPr>
          <w:fldChar w:fldCharType="begin"/>
        </w:r>
        <w:r w:rsidR="00326F11">
          <w:rPr>
            <w:noProof/>
            <w:webHidden/>
          </w:rPr>
          <w:instrText xml:space="preserve"> PAGEREF _Toc78533731 \h </w:instrText>
        </w:r>
        <w:r w:rsidR="00326F11">
          <w:rPr>
            <w:noProof/>
            <w:webHidden/>
          </w:rPr>
        </w:r>
        <w:r w:rsidR="00326F11">
          <w:rPr>
            <w:noProof/>
            <w:webHidden/>
          </w:rPr>
          <w:fldChar w:fldCharType="separate"/>
        </w:r>
        <w:r w:rsidR="00326F11">
          <w:rPr>
            <w:noProof/>
            <w:webHidden/>
          </w:rPr>
          <w:t>9</w:t>
        </w:r>
        <w:r w:rsidR="00326F11">
          <w:rPr>
            <w:noProof/>
            <w:webHidden/>
          </w:rPr>
          <w:fldChar w:fldCharType="end"/>
        </w:r>
      </w:hyperlink>
    </w:p>
    <w:p w14:paraId="6B40D929" w14:textId="30E02217" w:rsidR="00326F11" w:rsidRDefault="00304D5A">
      <w:pPr>
        <w:pStyle w:val="TOC3"/>
        <w:rPr>
          <w:rFonts w:asciiTheme="minorHAnsi" w:eastAsiaTheme="minorEastAsia" w:hAnsiTheme="minorHAnsi" w:cstheme="minorBidi"/>
          <w:b w:val="0"/>
          <w:noProof/>
          <w:lang w:val="en-NL" w:eastAsia="zh-CN"/>
        </w:rPr>
      </w:pPr>
      <w:hyperlink w:anchor="_Toc78533732" w:history="1">
        <w:r w:rsidR="00326F11" w:rsidRPr="007377CB">
          <w:rPr>
            <w:rStyle w:val="Hyperlink"/>
            <w:noProof/>
          </w:rPr>
          <w:t>4.5.2</w:t>
        </w:r>
        <w:r w:rsidR="00326F11">
          <w:rPr>
            <w:rFonts w:asciiTheme="minorHAnsi" w:eastAsiaTheme="minorEastAsia" w:hAnsiTheme="minorHAnsi" w:cstheme="minorBidi"/>
            <w:b w:val="0"/>
            <w:noProof/>
            <w:lang w:val="en-NL" w:eastAsia="zh-CN"/>
          </w:rPr>
          <w:tab/>
        </w:r>
        <w:r w:rsidR="00326F11" w:rsidRPr="007377CB">
          <w:rPr>
            <w:rStyle w:val="Hyperlink"/>
            <w:noProof/>
          </w:rPr>
          <w:t>Mapping on Media Source Extensions (MSE)</w:t>
        </w:r>
        <w:r w:rsidR="00326F11">
          <w:rPr>
            <w:noProof/>
            <w:webHidden/>
          </w:rPr>
          <w:tab/>
        </w:r>
        <w:r w:rsidR="00326F11">
          <w:rPr>
            <w:noProof/>
            <w:webHidden/>
          </w:rPr>
          <w:fldChar w:fldCharType="begin"/>
        </w:r>
        <w:r w:rsidR="00326F11">
          <w:rPr>
            <w:noProof/>
            <w:webHidden/>
          </w:rPr>
          <w:instrText xml:space="preserve"> PAGEREF _Toc78533732 \h </w:instrText>
        </w:r>
        <w:r w:rsidR="00326F11">
          <w:rPr>
            <w:noProof/>
            <w:webHidden/>
          </w:rPr>
        </w:r>
        <w:r w:rsidR="00326F11">
          <w:rPr>
            <w:noProof/>
            <w:webHidden/>
          </w:rPr>
          <w:fldChar w:fldCharType="separate"/>
        </w:r>
        <w:r w:rsidR="00326F11">
          <w:rPr>
            <w:noProof/>
            <w:webHidden/>
          </w:rPr>
          <w:t>9</w:t>
        </w:r>
        <w:r w:rsidR="00326F11">
          <w:rPr>
            <w:noProof/>
            <w:webHidden/>
          </w:rPr>
          <w:fldChar w:fldCharType="end"/>
        </w:r>
      </w:hyperlink>
    </w:p>
    <w:p w14:paraId="31D7E81E" w14:textId="6CAB8C72" w:rsidR="00326F11" w:rsidRDefault="00304D5A">
      <w:pPr>
        <w:pStyle w:val="TOC1"/>
        <w:rPr>
          <w:rFonts w:asciiTheme="minorHAnsi" w:eastAsiaTheme="minorEastAsia" w:hAnsiTheme="minorHAnsi" w:cstheme="minorBidi"/>
          <w:b w:val="0"/>
          <w:noProof/>
          <w:lang w:val="en-NL" w:eastAsia="zh-CN"/>
        </w:rPr>
      </w:pPr>
      <w:hyperlink w:anchor="_Toc78533733" w:history="1">
        <w:r w:rsidR="00326F11" w:rsidRPr="007377CB">
          <w:rPr>
            <w:rStyle w:val="Hyperlink"/>
            <w:noProof/>
          </w:rPr>
          <w:t>5</w:t>
        </w:r>
        <w:r w:rsidR="00326F11">
          <w:rPr>
            <w:rFonts w:asciiTheme="minorHAnsi" w:eastAsiaTheme="minorEastAsia" w:hAnsiTheme="minorHAnsi" w:cstheme="minorBidi"/>
            <w:b w:val="0"/>
            <w:noProof/>
            <w:lang w:val="en-NL" w:eastAsia="zh-CN"/>
          </w:rPr>
          <w:tab/>
        </w:r>
        <w:r w:rsidR="00326F11" w:rsidRPr="007377CB">
          <w:rPr>
            <w:rStyle w:val="Hyperlink"/>
            <w:noProof/>
          </w:rPr>
          <w:t>Video decoder interface</w:t>
        </w:r>
        <w:r w:rsidR="00326F11">
          <w:rPr>
            <w:noProof/>
            <w:webHidden/>
          </w:rPr>
          <w:tab/>
        </w:r>
        <w:r w:rsidR="00326F11">
          <w:rPr>
            <w:noProof/>
            <w:webHidden/>
          </w:rPr>
          <w:fldChar w:fldCharType="begin"/>
        </w:r>
        <w:r w:rsidR="00326F11">
          <w:rPr>
            <w:noProof/>
            <w:webHidden/>
          </w:rPr>
          <w:instrText xml:space="preserve"> PAGEREF _Toc78533733 \h </w:instrText>
        </w:r>
        <w:r w:rsidR="00326F11">
          <w:rPr>
            <w:noProof/>
            <w:webHidden/>
          </w:rPr>
        </w:r>
        <w:r w:rsidR="00326F11">
          <w:rPr>
            <w:noProof/>
            <w:webHidden/>
          </w:rPr>
          <w:fldChar w:fldCharType="separate"/>
        </w:r>
        <w:r w:rsidR="00326F11">
          <w:rPr>
            <w:noProof/>
            <w:webHidden/>
          </w:rPr>
          <w:t>10</w:t>
        </w:r>
        <w:r w:rsidR="00326F11">
          <w:rPr>
            <w:noProof/>
            <w:webHidden/>
          </w:rPr>
          <w:fldChar w:fldCharType="end"/>
        </w:r>
      </w:hyperlink>
    </w:p>
    <w:p w14:paraId="42F081DE" w14:textId="3A272821" w:rsidR="00326F11" w:rsidRDefault="00304D5A">
      <w:pPr>
        <w:pStyle w:val="TOC2"/>
        <w:rPr>
          <w:rFonts w:asciiTheme="minorHAnsi" w:eastAsiaTheme="minorEastAsia" w:hAnsiTheme="minorHAnsi" w:cstheme="minorBidi"/>
          <w:b w:val="0"/>
          <w:noProof/>
          <w:lang w:val="en-NL" w:eastAsia="zh-CN"/>
        </w:rPr>
      </w:pPr>
      <w:hyperlink w:anchor="_Toc78533734" w:history="1">
        <w:r w:rsidR="00326F11" w:rsidRPr="007377CB">
          <w:rPr>
            <w:rStyle w:val="Hyperlink"/>
            <w:noProof/>
          </w:rPr>
          <w:t>5.1</w:t>
        </w:r>
        <w:r w:rsidR="00326F11">
          <w:rPr>
            <w:rFonts w:asciiTheme="minorHAnsi" w:eastAsiaTheme="minorEastAsia" w:hAnsiTheme="minorHAnsi" w:cstheme="minorBidi"/>
            <w:b w:val="0"/>
            <w:noProof/>
            <w:lang w:val="en-NL" w:eastAsia="zh-CN"/>
          </w:rPr>
          <w:tab/>
        </w:r>
        <w:r w:rsidR="00326F11" w:rsidRPr="007377CB">
          <w:rPr>
            <w:rStyle w:val="Hyperlink"/>
            <w:noProof/>
          </w:rPr>
          <w:t>Operations on input media streams</w:t>
        </w:r>
        <w:r w:rsidR="00326F11">
          <w:rPr>
            <w:noProof/>
            <w:webHidden/>
          </w:rPr>
          <w:tab/>
        </w:r>
        <w:r w:rsidR="00326F11">
          <w:rPr>
            <w:noProof/>
            <w:webHidden/>
          </w:rPr>
          <w:fldChar w:fldCharType="begin"/>
        </w:r>
        <w:r w:rsidR="00326F11">
          <w:rPr>
            <w:noProof/>
            <w:webHidden/>
          </w:rPr>
          <w:instrText xml:space="preserve"> PAGEREF _Toc78533734 \h </w:instrText>
        </w:r>
        <w:r w:rsidR="00326F11">
          <w:rPr>
            <w:noProof/>
            <w:webHidden/>
          </w:rPr>
        </w:r>
        <w:r w:rsidR="00326F11">
          <w:rPr>
            <w:noProof/>
            <w:webHidden/>
          </w:rPr>
          <w:fldChar w:fldCharType="separate"/>
        </w:r>
        <w:r w:rsidR="00326F11">
          <w:rPr>
            <w:noProof/>
            <w:webHidden/>
          </w:rPr>
          <w:t>10</w:t>
        </w:r>
        <w:r w:rsidR="00326F11">
          <w:rPr>
            <w:noProof/>
            <w:webHidden/>
          </w:rPr>
          <w:fldChar w:fldCharType="end"/>
        </w:r>
      </w:hyperlink>
    </w:p>
    <w:p w14:paraId="1FB2F99E" w14:textId="4B5BE669" w:rsidR="00326F11" w:rsidRDefault="00304D5A">
      <w:pPr>
        <w:pStyle w:val="TOC3"/>
        <w:rPr>
          <w:rFonts w:asciiTheme="minorHAnsi" w:eastAsiaTheme="minorEastAsia" w:hAnsiTheme="minorHAnsi" w:cstheme="minorBidi"/>
          <w:b w:val="0"/>
          <w:noProof/>
          <w:lang w:val="en-NL" w:eastAsia="zh-CN"/>
        </w:rPr>
      </w:pPr>
      <w:hyperlink w:anchor="_Toc78533735" w:history="1">
        <w:r w:rsidR="00326F11" w:rsidRPr="007377CB">
          <w:rPr>
            <w:rStyle w:val="Hyperlink"/>
            <w:noProof/>
          </w:rPr>
          <w:t>5.1.1</w:t>
        </w:r>
        <w:r w:rsidR="00326F11">
          <w:rPr>
            <w:rFonts w:asciiTheme="minorHAnsi" w:eastAsiaTheme="minorEastAsia" w:hAnsiTheme="minorHAnsi" w:cstheme="minorBidi"/>
            <w:b w:val="0"/>
            <w:noProof/>
            <w:lang w:val="en-NL" w:eastAsia="zh-CN"/>
          </w:rPr>
          <w:tab/>
        </w:r>
        <w:r w:rsidR="00326F11" w:rsidRPr="007377CB">
          <w:rPr>
            <w:rStyle w:val="Hyperlink"/>
            <w:noProof/>
          </w:rPr>
          <w:t>General</w:t>
        </w:r>
        <w:r w:rsidR="00326F11">
          <w:rPr>
            <w:noProof/>
            <w:webHidden/>
          </w:rPr>
          <w:tab/>
        </w:r>
        <w:r w:rsidR="00326F11">
          <w:rPr>
            <w:noProof/>
            <w:webHidden/>
          </w:rPr>
          <w:fldChar w:fldCharType="begin"/>
        </w:r>
        <w:r w:rsidR="00326F11">
          <w:rPr>
            <w:noProof/>
            <w:webHidden/>
          </w:rPr>
          <w:instrText xml:space="preserve"> PAGEREF _Toc78533735 \h </w:instrText>
        </w:r>
        <w:r w:rsidR="00326F11">
          <w:rPr>
            <w:noProof/>
            <w:webHidden/>
          </w:rPr>
        </w:r>
        <w:r w:rsidR="00326F11">
          <w:rPr>
            <w:noProof/>
            <w:webHidden/>
          </w:rPr>
          <w:fldChar w:fldCharType="separate"/>
        </w:r>
        <w:r w:rsidR="00326F11">
          <w:rPr>
            <w:noProof/>
            <w:webHidden/>
          </w:rPr>
          <w:t>10</w:t>
        </w:r>
        <w:r w:rsidR="00326F11">
          <w:rPr>
            <w:noProof/>
            <w:webHidden/>
          </w:rPr>
          <w:fldChar w:fldCharType="end"/>
        </w:r>
      </w:hyperlink>
    </w:p>
    <w:p w14:paraId="301EDF51" w14:textId="6245BE6D" w:rsidR="00326F11" w:rsidRDefault="00304D5A">
      <w:pPr>
        <w:pStyle w:val="TOC3"/>
        <w:rPr>
          <w:rFonts w:asciiTheme="minorHAnsi" w:eastAsiaTheme="minorEastAsia" w:hAnsiTheme="minorHAnsi" w:cstheme="minorBidi"/>
          <w:b w:val="0"/>
          <w:noProof/>
          <w:lang w:val="en-NL" w:eastAsia="zh-CN"/>
        </w:rPr>
      </w:pPr>
      <w:hyperlink w:anchor="_Toc78533736" w:history="1">
        <w:r w:rsidR="00326F11" w:rsidRPr="007377CB">
          <w:rPr>
            <w:rStyle w:val="Hyperlink"/>
            <w:noProof/>
          </w:rPr>
          <w:t>5.1.2</w:t>
        </w:r>
        <w:r w:rsidR="00326F11">
          <w:rPr>
            <w:rFonts w:asciiTheme="minorHAnsi" w:eastAsiaTheme="minorEastAsia" w:hAnsiTheme="minorHAnsi" w:cstheme="minorBidi"/>
            <w:b w:val="0"/>
            <w:noProof/>
            <w:lang w:val="en-NL" w:eastAsia="zh-CN"/>
          </w:rPr>
          <w:tab/>
        </w:r>
        <w:r w:rsidR="00326F11" w:rsidRPr="007377CB">
          <w:rPr>
            <w:rStyle w:val="Hyperlink"/>
            <w:noProof/>
          </w:rPr>
          <w:t>Conventions</w:t>
        </w:r>
        <w:r w:rsidR="00326F11">
          <w:rPr>
            <w:noProof/>
            <w:webHidden/>
          </w:rPr>
          <w:tab/>
        </w:r>
        <w:r w:rsidR="00326F11">
          <w:rPr>
            <w:noProof/>
            <w:webHidden/>
          </w:rPr>
          <w:fldChar w:fldCharType="begin"/>
        </w:r>
        <w:r w:rsidR="00326F11">
          <w:rPr>
            <w:noProof/>
            <w:webHidden/>
          </w:rPr>
          <w:instrText xml:space="preserve"> PAGEREF _Toc78533736 \h </w:instrText>
        </w:r>
        <w:r w:rsidR="00326F11">
          <w:rPr>
            <w:noProof/>
            <w:webHidden/>
          </w:rPr>
        </w:r>
        <w:r w:rsidR="00326F11">
          <w:rPr>
            <w:noProof/>
            <w:webHidden/>
          </w:rPr>
          <w:fldChar w:fldCharType="separate"/>
        </w:r>
        <w:r w:rsidR="00326F11">
          <w:rPr>
            <w:noProof/>
            <w:webHidden/>
          </w:rPr>
          <w:t>11</w:t>
        </w:r>
        <w:r w:rsidR="00326F11">
          <w:rPr>
            <w:noProof/>
            <w:webHidden/>
          </w:rPr>
          <w:fldChar w:fldCharType="end"/>
        </w:r>
      </w:hyperlink>
    </w:p>
    <w:p w14:paraId="2B69F3C1" w14:textId="6DB87606" w:rsidR="00326F11" w:rsidRDefault="00304D5A">
      <w:pPr>
        <w:pStyle w:val="TOC3"/>
        <w:rPr>
          <w:rFonts w:asciiTheme="minorHAnsi" w:eastAsiaTheme="minorEastAsia" w:hAnsiTheme="minorHAnsi" w:cstheme="minorBidi"/>
          <w:b w:val="0"/>
          <w:noProof/>
          <w:lang w:val="en-NL" w:eastAsia="zh-CN"/>
        </w:rPr>
      </w:pPr>
      <w:hyperlink w:anchor="_Toc78533737" w:history="1">
        <w:r w:rsidR="00326F11" w:rsidRPr="007377CB">
          <w:rPr>
            <w:rStyle w:val="Hyperlink"/>
            <w:noProof/>
          </w:rPr>
          <w:t>5.1.3</w:t>
        </w:r>
        <w:r w:rsidR="00326F11">
          <w:rPr>
            <w:rFonts w:asciiTheme="minorHAnsi" w:eastAsiaTheme="minorEastAsia" w:hAnsiTheme="minorHAnsi" w:cstheme="minorBidi"/>
            <w:b w:val="0"/>
            <w:noProof/>
            <w:lang w:val="en-NL" w:eastAsia="zh-CN"/>
          </w:rPr>
          <w:tab/>
        </w:r>
        <w:r w:rsidR="00326F11" w:rsidRPr="007377CB">
          <w:rPr>
            <w:rStyle w:val="Hyperlink"/>
            <w:noProof/>
          </w:rPr>
          <w:t>Concepts</w:t>
        </w:r>
        <w:r w:rsidR="00326F11">
          <w:rPr>
            <w:noProof/>
            <w:webHidden/>
          </w:rPr>
          <w:tab/>
        </w:r>
        <w:r w:rsidR="00326F11">
          <w:rPr>
            <w:noProof/>
            <w:webHidden/>
          </w:rPr>
          <w:fldChar w:fldCharType="begin"/>
        </w:r>
        <w:r w:rsidR="00326F11">
          <w:rPr>
            <w:noProof/>
            <w:webHidden/>
          </w:rPr>
          <w:instrText xml:space="preserve"> PAGEREF _Toc78533737 \h </w:instrText>
        </w:r>
        <w:r w:rsidR="00326F11">
          <w:rPr>
            <w:noProof/>
            <w:webHidden/>
          </w:rPr>
        </w:r>
        <w:r w:rsidR="00326F11">
          <w:rPr>
            <w:noProof/>
            <w:webHidden/>
          </w:rPr>
          <w:fldChar w:fldCharType="separate"/>
        </w:r>
        <w:r w:rsidR="00326F11">
          <w:rPr>
            <w:noProof/>
            <w:webHidden/>
          </w:rPr>
          <w:t>11</w:t>
        </w:r>
        <w:r w:rsidR="00326F11">
          <w:rPr>
            <w:noProof/>
            <w:webHidden/>
          </w:rPr>
          <w:fldChar w:fldCharType="end"/>
        </w:r>
      </w:hyperlink>
    </w:p>
    <w:p w14:paraId="1AB8F7FA" w14:textId="21387A3A" w:rsidR="00326F11" w:rsidRDefault="00304D5A">
      <w:pPr>
        <w:pStyle w:val="TOC3"/>
        <w:rPr>
          <w:rFonts w:asciiTheme="minorHAnsi" w:eastAsiaTheme="minorEastAsia" w:hAnsiTheme="minorHAnsi" w:cstheme="minorBidi"/>
          <w:b w:val="0"/>
          <w:noProof/>
          <w:lang w:val="en-NL" w:eastAsia="zh-CN"/>
        </w:rPr>
      </w:pPr>
      <w:hyperlink w:anchor="_Toc78533738" w:history="1">
        <w:r w:rsidR="00326F11" w:rsidRPr="007377CB">
          <w:rPr>
            <w:rStyle w:val="Hyperlink"/>
            <w:noProof/>
          </w:rPr>
          <w:t>5.1.4</w:t>
        </w:r>
        <w:r w:rsidR="00326F11">
          <w:rPr>
            <w:rFonts w:asciiTheme="minorHAnsi" w:eastAsiaTheme="minorEastAsia" w:hAnsiTheme="minorHAnsi" w:cstheme="minorBidi"/>
            <w:b w:val="0"/>
            <w:noProof/>
            <w:lang w:val="en-NL" w:eastAsia="zh-CN"/>
          </w:rPr>
          <w:tab/>
        </w:r>
        <w:r w:rsidR="00326F11" w:rsidRPr="007377CB">
          <w:rPr>
            <w:rStyle w:val="Hyperlink"/>
            <w:noProof/>
          </w:rPr>
          <w:t>Filtering by video object identifier</w:t>
        </w:r>
        <w:r w:rsidR="00326F11">
          <w:rPr>
            <w:noProof/>
            <w:webHidden/>
          </w:rPr>
          <w:tab/>
        </w:r>
        <w:r w:rsidR="00326F11">
          <w:rPr>
            <w:noProof/>
            <w:webHidden/>
          </w:rPr>
          <w:fldChar w:fldCharType="begin"/>
        </w:r>
        <w:r w:rsidR="00326F11">
          <w:rPr>
            <w:noProof/>
            <w:webHidden/>
          </w:rPr>
          <w:instrText xml:space="preserve"> PAGEREF _Toc78533738 \h </w:instrText>
        </w:r>
        <w:r w:rsidR="00326F11">
          <w:rPr>
            <w:noProof/>
            <w:webHidden/>
          </w:rPr>
        </w:r>
        <w:r w:rsidR="00326F11">
          <w:rPr>
            <w:noProof/>
            <w:webHidden/>
          </w:rPr>
          <w:fldChar w:fldCharType="separate"/>
        </w:r>
        <w:r w:rsidR="00326F11">
          <w:rPr>
            <w:noProof/>
            <w:webHidden/>
          </w:rPr>
          <w:t>11</w:t>
        </w:r>
        <w:r w:rsidR="00326F11">
          <w:rPr>
            <w:noProof/>
            <w:webHidden/>
          </w:rPr>
          <w:fldChar w:fldCharType="end"/>
        </w:r>
      </w:hyperlink>
    </w:p>
    <w:p w14:paraId="450DE286" w14:textId="210D5B91" w:rsidR="00326F11" w:rsidRDefault="00304D5A">
      <w:pPr>
        <w:pStyle w:val="TOC3"/>
        <w:rPr>
          <w:rFonts w:asciiTheme="minorHAnsi" w:eastAsiaTheme="minorEastAsia" w:hAnsiTheme="minorHAnsi" w:cstheme="minorBidi"/>
          <w:b w:val="0"/>
          <w:noProof/>
          <w:lang w:val="en-NL" w:eastAsia="zh-CN"/>
        </w:rPr>
      </w:pPr>
      <w:hyperlink w:anchor="_Toc78533739" w:history="1">
        <w:r w:rsidR="00326F11" w:rsidRPr="007377CB">
          <w:rPr>
            <w:rStyle w:val="Hyperlink"/>
            <w:noProof/>
          </w:rPr>
          <w:t>5.1.5</w:t>
        </w:r>
        <w:r w:rsidR="00326F11">
          <w:rPr>
            <w:rFonts w:asciiTheme="minorHAnsi" w:eastAsiaTheme="minorEastAsia" w:hAnsiTheme="minorHAnsi" w:cstheme="minorBidi"/>
            <w:b w:val="0"/>
            <w:noProof/>
            <w:lang w:val="en-NL" w:eastAsia="zh-CN"/>
          </w:rPr>
          <w:tab/>
        </w:r>
        <w:r w:rsidR="00326F11" w:rsidRPr="007377CB">
          <w:rPr>
            <w:rStyle w:val="Hyperlink"/>
            <w:noProof/>
          </w:rPr>
          <w:t>Inserting video objects</w:t>
        </w:r>
        <w:r w:rsidR="00326F11">
          <w:rPr>
            <w:noProof/>
            <w:webHidden/>
          </w:rPr>
          <w:tab/>
        </w:r>
        <w:r w:rsidR="00326F11">
          <w:rPr>
            <w:noProof/>
            <w:webHidden/>
          </w:rPr>
          <w:fldChar w:fldCharType="begin"/>
        </w:r>
        <w:r w:rsidR="00326F11">
          <w:rPr>
            <w:noProof/>
            <w:webHidden/>
          </w:rPr>
          <w:instrText xml:space="preserve"> PAGEREF _Toc78533739 \h </w:instrText>
        </w:r>
        <w:r w:rsidR="00326F11">
          <w:rPr>
            <w:noProof/>
            <w:webHidden/>
          </w:rPr>
        </w:r>
        <w:r w:rsidR="00326F11">
          <w:rPr>
            <w:noProof/>
            <w:webHidden/>
          </w:rPr>
          <w:fldChar w:fldCharType="separate"/>
        </w:r>
        <w:r w:rsidR="00326F11">
          <w:rPr>
            <w:noProof/>
            <w:webHidden/>
          </w:rPr>
          <w:t>12</w:t>
        </w:r>
        <w:r w:rsidR="00326F11">
          <w:rPr>
            <w:noProof/>
            <w:webHidden/>
          </w:rPr>
          <w:fldChar w:fldCharType="end"/>
        </w:r>
      </w:hyperlink>
    </w:p>
    <w:p w14:paraId="40B80B11" w14:textId="07AB5A65" w:rsidR="00326F11" w:rsidRDefault="00304D5A">
      <w:pPr>
        <w:pStyle w:val="TOC3"/>
        <w:rPr>
          <w:rFonts w:asciiTheme="minorHAnsi" w:eastAsiaTheme="minorEastAsia" w:hAnsiTheme="minorHAnsi" w:cstheme="minorBidi"/>
          <w:b w:val="0"/>
          <w:noProof/>
          <w:lang w:val="en-NL" w:eastAsia="zh-CN"/>
        </w:rPr>
      </w:pPr>
      <w:hyperlink w:anchor="_Toc78533740" w:history="1">
        <w:r w:rsidR="00326F11" w:rsidRPr="007377CB">
          <w:rPr>
            <w:rStyle w:val="Hyperlink"/>
            <w:noProof/>
          </w:rPr>
          <w:t>5.1.6</w:t>
        </w:r>
        <w:r w:rsidR="00326F11">
          <w:rPr>
            <w:rFonts w:asciiTheme="minorHAnsi" w:eastAsiaTheme="minorEastAsia" w:hAnsiTheme="minorHAnsi" w:cstheme="minorBidi"/>
            <w:b w:val="0"/>
            <w:noProof/>
            <w:lang w:val="en-NL" w:eastAsia="zh-CN"/>
          </w:rPr>
          <w:tab/>
        </w:r>
        <w:r w:rsidR="00326F11" w:rsidRPr="007377CB">
          <w:rPr>
            <w:rStyle w:val="Hyperlink"/>
            <w:noProof/>
          </w:rPr>
          <w:t>Appending two video objects</w:t>
        </w:r>
        <w:r w:rsidR="00326F11">
          <w:rPr>
            <w:noProof/>
            <w:webHidden/>
          </w:rPr>
          <w:tab/>
        </w:r>
        <w:r w:rsidR="00326F11">
          <w:rPr>
            <w:noProof/>
            <w:webHidden/>
          </w:rPr>
          <w:fldChar w:fldCharType="begin"/>
        </w:r>
        <w:r w:rsidR="00326F11">
          <w:rPr>
            <w:noProof/>
            <w:webHidden/>
          </w:rPr>
          <w:instrText xml:space="preserve"> PAGEREF _Toc78533740 \h </w:instrText>
        </w:r>
        <w:r w:rsidR="00326F11">
          <w:rPr>
            <w:noProof/>
            <w:webHidden/>
          </w:rPr>
        </w:r>
        <w:r w:rsidR="00326F11">
          <w:rPr>
            <w:noProof/>
            <w:webHidden/>
          </w:rPr>
          <w:fldChar w:fldCharType="separate"/>
        </w:r>
        <w:r w:rsidR="00326F11">
          <w:rPr>
            <w:noProof/>
            <w:webHidden/>
          </w:rPr>
          <w:t>14</w:t>
        </w:r>
        <w:r w:rsidR="00326F11">
          <w:rPr>
            <w:noProof/>
            <w:webHidden/>
          </w:rPr>
          <w:fldChar w:fldCharType="end"/>
        </w:r>
      </w:hyperlink>
    </w:p>
    <w:p w14:paraId="6F8D6397" w14:textId="7D6638F6" w:rsidR="00326F11" w:rsidRDefault="00304D5A">
      <w:pPr>
        <w:pStyle w:val="TOC3"/>
        <w:rPr>
          <w:rFonts w:asciiTheme="minorHAnsi" w:eastAsiaTheme="minorEastAsia" w:hAnsiTheme="minorHAnsi" w:cstheme="minorBidi"/>
          <w:b w:val="0"/>
          <w:noProof/>
          <w:lang w:val="en-NL" w:eastAsia="zh-CN"/>
        </w:rPr>
      </w:pPr>
      <w:hyperlink w:anchor="_Toc78533741" w:history="1">
        <w:r w:rsidR="00326F11" w:rsidRPr="007377CB">
          <w:rPr>
            <w:rStyle w:val="Hyperlink"/>
            <w:noProof/>
          </w:rPr>
          <w:t>5.1.7</w:t>
        </w:r>
        <w:r w:rsidR="00326F11">
          <w:rPr>
            <w:rFonts w:asciiTheme="minorHAnsi" w:eastAsiaTheme="minorEastAsia" w:hAnsiTheme="minorHAnsi" w:cstheme="minorBidi"/>
            <w:b w:val="0"/>
            <w:noProof/>
            <w:lang w:val="en-NL" w:eastAsia="zh-CN"/>
          </w:rPr>
          <w:tab/>
        </w:r>
        <w:r w:rsidR="00326F11" w:rsidRPr="007377CB">
          <w:rPr>
            <w:rStyle w:val="Hyperlink"/>
            <w:noProof/>
          </w:rPr>
          <w:t>Stacking two video objects</w:t>
        </w:r>
        <w:r w:rsidR="00326F11">
          <w:rPr>
            <w:noProof/>
            <w:webHidden/>
          </w:rPr>
          <w:tab/>
        </w:r>
        <w:r w:rsidR="00326F11">
          <w:rPr>
            <w:noProof/>
            <w:webHidden/>
          </w:rPr>
          <w:fldChar w:fldCharType="begin"/>
        </w:r>
        <w:r w:rsidR="00326F11">
          <w:rPr>
            <w:noProof/>
            <w:webHidden/>
          </w:rPr>
          <w:instrText xml:space="preserve"> PAGEREF _Toc78533741 \h </w:instrText>
        </w:r>
        <w:r w:rsidR="00326F11">
          <w:rPr>
            <w:noProof/>
            <w:webHidden/>
          </w:rPr>
        </w:r>
        <w:r w:rsidR="00326F11">
          <w:rPr>
            <w:noProof/>
            <w:webHidden/>
          </w:rPr>
          <w:fldChar w:fldCharType="separate"/>
        </w:r>
        <w:r w:rsidR="00326F11">
          <w:rPr>
            <w:noProof/>
            <w:webHidden/>
          </w:rPr>
          <w:t>15</w:t>
        </w:r>
        <w:r w:rsidR="00326F11">
          <w:rPr>
            <w:noProof/>
            <w:webHidden/>
          </w:rPr>
          <w:fldChar w:fldCharType="end"/>
        </w:r>
      </w:hyperlink>
    </w:p>
    <w:p w14:paraId="1E327E96" w14:textId="4ED2A043" w:rsidR="00326F11" w:rsidRDefault="00304D5A">
      <w:pPr>
        <w:pStyle w:val="TOC2"/>
        <w:rPr>
          <w:rFonts w:asciiTheme="minorHAnsi" w:eastAsiaTheme="minorEastAsia" w:hAnsiTheme="minorHAnsi" w:cstheme="minorBidi"/>
          <w:b w:val="0"/>
          <w:noProof/>
          <w:lang w:val="en-NL" w:eastAsia="zh-CN"/>
        </w:rPr>
      </w:pPr>
      <w:hyperlink w:anchor="_Toc78533742" w:history="1">
        <w:r w:rsidR="00326F11" w:rsidRPr="007377CB">
          <w:rPr>
            <w:rStyle w:val="Hyperlink"/>
            <w:noProof/>
          </w:rPr>
          <w:t>5.2</w:t>
        </w:r>
        <w:r w:rsidR="00326F11">
          <w:rPr>
            <w:rFonts w:asciiTheme="minorHAnsi" w:eastAsiaTheme="minorEastAsia" w:hAnsiTheme="minorHAnsi" w:cstheme="minorBidi"/>
            <w:b w:val="0"/>
            <w:noProof/>
            <w:lang w:val="en-NL" w:eastAsia="zh-CN"/>
          </w:rPr>
          <w:tab/>
        </w:r>
        <w:r w:rsidR="00326F11" w:rsidRPr="007377CB">
          <w:rPr>
            <w:rStyle w:val="Hyperlink"/>
            <w:noProof/>
          </w:rPr>
          <w:t>Instantiation for ISO/IEC 23008-3 High Efficiency Video Coding (HEVC)</w:t>
        </w:r>
        <w:r w:rsidR="00326F11">
          <w:rPr>
            <w:noProof/>
            <w:webHidden/>
          </w:rPr>
          <w:tab/>
        </w:r>
        <w:r w:rsidR="00326F11">
          <w:rPr>
            <w:noProof/>
            <w:webHidden/>
          </w:rPr>
          <w:fldChar w:fldCharType="begin"/>
        </w:r>
        <w:r w:rsidR="00326F11">
          <w:rPr>
            <w:noProof/>
            <w:webHidden/>
          </w:rPr>
          <w:instrText xml:space="preserve"> PAGEREF _Toc78533742 \h </w:instrText>
        </w:r>
        <w:r w:rsidR="00326F11">
          <w:rPr>
            <w:noProof/>
            <w:webHidden/>
          </w:rPr>
        </w:r>
        <w:r w:rsidR="00326F11">
          <w:rPr>
            <w:noProof/>
            <w:webHidden/>
          </w:rPr>
          <w:fldChar w:fldCharType="separate"/>
        </w:r>
        <w:r w:rsidR="00326F11">
          <w:rPr>
            <w:noProof/>
            <w:webHidden/>
          </w:rPr>
          <w:t>16</w:t>
        </w:r>
        <w:r w:rsidR="00326F11">
          <w:rPr>
            <w:noProof/>
            <w:webHidden/>
          </w:rPr>
          <w:fldChar w:fldCharType="end"/>
        </w:r>
      </w:hyperlink>
    </w:p>
    <w:p w14:paraId="122EF52B" w14:textId="21763598" w:rsidR="00326F11" w:rsidRDefault="00304D5A">
      <w:pPr>
        <w:pStyle w:val="TOC3"/>
        <w:rPr>
          <w:rFonts w:asciiTheme="minorHAnsi" w:eastAsiaTheme="minorEastAsia" w:hAnsiTheme="minorHAnsi" w:cstheme="minorBidi"/>
          <w:b w:val="0"/>
          <w:noProof/>
          <w:lang w:val="en-NL" w:eastAsia="zh-CN"/>
        </w:rPr>
      </w:pPr>
      <w:hyperlink w:anchor="_Toc78533743" w:history="1">
        <w:r w:rsidR="00326F11" w:rsidRPr="007377CB">
          <w:rPr>
            <w:rStyle w:val="Hyperlink"/>
            <w:noProof/>
          </w:rPr>
          <w:t>5.2.1</w:t>
        </w:r>
        <w:r w:rsidR="00326F11">
          <w:rPr>
            <w:rFonts w:asciiTheme="minorHAnsi" w:eastAsiaTheme="minorEastAsia" w:hAnsiTheme="minorHAnsi" w:cstheme="minorBidi"/>
            <w:b w:val="0"/>
            <w:noProof/>
            <w:lang w:val="en-NL" w:eastAsia="zh-CN"/>
          </w:rPr>
          <w:tab/>
        </w:r>
        <w:r w:rsidR="00326F11" w:rsidRPr="007377CB">
          <w:rPr>
            <w:rStyle w:val="Hyperlink"/>
            <w:noProof/>
          </w:rPr>
          <w:t>General</w:t>
        </w:r>
        <w:r w:rsidR="00326F11">
          <w:rPr>
            <w:noProof/>
            <w:webHidden/>
          </w:rPr>
          <w:tab/>
        </w:r>
        <w:r w:rsidR="00326F11">
          <w:rPr>
            <w:noProof/>
            <w:webHidden/>
          </w:rPr>
          <w:fldChar w:fldCharType="begin"/>
        </w:r>
        <w:r w:rsidR="00326F11">
          <w:rPr>
            <w:noProof/>
            <w:webHidden/>
          </w:rPr>
          <w:instrText xml:space="preserve"> PAGEREF _Toc78533743 \h </w:instrText>
        </w:r>
        <w:r w:rsidR="00326F11">
          <w:rPr>
            <w:noProof/>
            <w:webHidden/>
          </w:rPr>
        </w:r>
        <w:r w:rsidR="00326F11">
          <w:rPr>
            <w:noProof/>
            <w:webHidden/>
          </w:rPr>
          <w:fldChar w:fldCharType="separate"/>
        </w:r>
        <w:r w:rsidR="00326F11">
          <w:rPr>
            <w:noProof/>
            <w:webHidden/>
          </w:rPr>
          <w:t>16</w:t>
        </w:r>
        <w:r w:rsidR="00326F11">
          <w:rPr>
            <w:noProof/>
            <w:webHidden/>
          </w:rPr>
          <w:fldChar w:fldCharType="end"/>
        </w:r>
      </w:hyperlink>
    </w:p>
    <w:p w14:paraId="2E8040B3" w14:textId="75AD4A29" w:rsidR="00326F11" w:rsidRDefault="00304D5A">
      <w:pPr>
        <w:pStyle w:val="TOC2"/>
        <w:rPr>
          <w:rFonts w:asciiTheme="minorHAnsi" w:eastAsiaTheme="minorEastAsia" w:hAnsiTheme="minorHAnsi" w:cstheme="minorBidi"/>
          <w:b w:val="0"/>
          <w:noProof/>
          <w:lang w:val="en-NL" w:eastAsia="zh-CN"/>
        </w:rPr>
      </w:pPr>
      <w:hyperlink w:anchor="_Toc78533747" w:history="1">
        <w:r w:rsidR="00326F11" w:rsidRPr="007377CB">
          <w:rPr>
            <w:rStyle w:val="Hyperlink"/>
            <w:noProof/>
          </w:rPr>
          <w:t>5.3</w:t>
        </w:r>
        <w:r w:rsidR="00326F11">
          <w:rPr>
            <w:rFonts w:asciiTheme="minorHAnsi" w:eastAsiaTheme="minorEastAsia" w:hAnsiTheme="minorHAnsi" w:cstheme="minorBidi"/>
            <w:b w:val="0"/>
            <w:noProof/>
            <w:lang w:val="en-NL" w:eastAsia="zh-CN"/>
          </w:rPr>
          <w:tab/>
        </w:r>
        <w:r w:rsidR="00326F11" w:rsidRPr="007377CB">
          <w:rPr>
            <w:rStyle w:val="Hyperlink"/>
            <w:noProof/>
          </w:rPr>
          <w:t>Instantiation for ISO/IEC 23090-2 Versatile Video Codec (VVC)</w:t>
        </w:r>
        <w:r w:rsidR="00326F11">
          <w:rPr>
            <w:noProof/>
            <w:webHidden/>
          </w:rPr>
          <w:tab/>
        </w:r>
        <w:r w:rsidR="00326F11">
          <w:rPr>
            <w:noProof/>
            <w:webHidden/>
          </w:rPr>
          <w:fldChar w:fldCharType="begin"/>
        </w:r>
        <w:r w:rsidR="00326F11">
          <w:rPr>
            <w:noProof/>
            <w:webHidden/>
          </w:rPr>
          <w:instrText xml:space="preserve"> PAGEREF _Toc78533747 \h </w:instrText>
        </w:r>
        <w:r w:rsidR="00326F11">
          <w:rPr>
            <w:noProof/>
            <w:webHidden/>
          </w:rPr>
        </w:r>
        <w:r w:rsidR="00326F11">
          <w:rPr>
            <w:noProof/>
            <w:webHidden/>
          </w:rPr>
          <w:fldChar w:fldCharType="separate"/>
        </w:r>
        <w:r w:rsidR="00326F11">
          <w:rPr>
            <w:noProof/>
            <w:webHidden/>
          </w:rPr>
          <w:t>16</w:t>
        </w:r>
        <w:r w:rsidR="00326F11">
          <w:rPr>
            <w:noProof/>
            <w:webHidden/>
          </w:rPr>
          <w:fldChar w:fldCharType="end"/>
        </w:r>
      </w:hyperlink>
    </w:p>
    <w:p w14:paraId="093ED0D9" w14:textId="2A7B2C49" w:rsidR="00326F11" w:rsidRDefault="00304D5A">
      <w:pPr>
        <w:pStyle w:val="TOC3"/>
        <w:rPr>
          <w:rFonts w:asciiTheme="minorHAnsi" w:eastAsiaTheme="minorEastAsia" w:hAnsiTheme="minorHAnsi" w:cstheme="minorBidi"/>
          <w:b w:val="0"/>
          <w:noProof/>
          <w:lang w:val="en-NL" w:eastAsia="zh-CN"/>
        </w:rPr>
      </w:pPr>
      <w:hyperlink w:anchor="_Toc78533748" w:history="1">
        <w:r w:rsidR="00326F11" w:rsidRPr="007377CB">
          <w:rPr>
            <w:rStyle w:val="Hyperlink"/>
            <w:noProof/>
          </w:rPr>
          <w:t>5.3.1</w:t>
        </w:r>
        <w:r w:rsidR="00326F11">
          <w:rPr>
            <w:rFonts w:asciiTheme="minorHAnsi" w:eastAsiaTheme="minorEastAsia" w:hAnsiTheme="minorHAnsi" w:cstheme="minorBidi"/>
            <w:b w:val="0"/>
            <w:noProof/>
            <w:lang w:val="en-NL" w:eastAsia="zh-CN"/>
          </w:rPr>
          <w:tab/>
        </w:r>
        <w:r w:rsidR="00326F11" w:rsidRPr="007377CB">
          <w:rPr>
            <w:rStyle w:val="Hyperlink"/>
            <w:noProof/>
          </w:rPr>
          <w:t>General</w:t>
        </w:r>
        <w:r w:rsidR="00326F11">
          <w:rPr>
            <w:noProof/>
            <w:webHidden/>
          </w:rPr>
          <w:tab/>
        </w:r>
        <w:r w:rsidR="00326F11">
          <w:rPr>
            <w:noProof/>
            <w:webHidden/>
          </w:rPr>
          <w:fldChar w:fldCharType="begin"/>
        </w:r>
        <w:r w:rsidR="00326F11">
          <w:rPr>
            <w:noProof/>
            <w:webHidden/>
          </w:rPr>
          <w:instrText xml:space="preserve"> PAGEREF _Toc78533748 \h </w:instrText>
        </w:r>
        <w:r w:rsidR="00326F11">
          <w:rPr>
            <w:noProof/>
            <w:webHidden/>
          </w:rPr>
        </w:r>
        <w:r w:rsidR="00326F11">
          <w:rPr>
            <w:noProof/>
            <w:webHidden/>
          </w:rPr>
          <w:fldChar w:fldCharType="separate"/>
        </w:r>
        <w:r w:rsidR="00326F11">
          <w:rPr>
            <w:noProof/>
            <w:webHidden/>
          </w:rPr>
          <w:t>16</w:t>
        </w:r>
        <w:r w:rsidR="00326F11">
          <w:rPr>
            <w:noProof/>
            <w:webHidden/>
          </w:rPr>
          <w:fldChar w:fldCharType="end"/>
        </w:r>
      </w:hyperlink>
    </w:p>
    <w:p w14:paraId="49DEC2B0" w14:textId="7B7E47B2" w:rsidR="00326F11" w:rsidRDefault="00304D5A">
      <w:pPr>
        <w:pStyle w:val="TOC3"/>
        <w:rPr>
          <w:rFonts w:asciiTheme="minorHAnsi" w:eastAsiaTheme="minorEastAsia" w:hAnsiTheme="minorHAnsi" w:cstheme="minorBidi"/>
          <w:b w:val="0"/>
          <w:noProof/>
          <w:lang w:val="en-NL" w:eastAsia="zh-CN"/>
        </w:rPr>
      </w:pPr>
      <w:hyperlink w:anchor="_Toc78533749" w:history="1">
        <w:r w:rsidR="00326F11" w:rsidRPr="007377CB">
          <w:rPr>
            <w:rStyle w:val="Hyperlink"/>
            <w:noProof/>
          </w:rPr>
          <w:t>5.3.2</w:t>
        </w:r>
        <w:r w:rsidR="00326F11">
          <w:rPr>
            <w:rFonts w:asciiTheme="minorHAnsi" w:eastAsiaTheme="minorEastAsia" w:hAnsiTheme="minorHAnsi" w:cstheme="minorBidi"/>
            <w:b w:val="0"/>
            <w:noProof/>
            <w:lang w:val="en-NL" w:eastAsia="zh-CN"/>
          </w:rPr>
          <w:tab/>
        </w:r>
        <w:r w:rsidR="00326F11" w:rsidRPr="007377CB">
          <w:rPr>
            <w:rStyle w:val="Hyperlink"/>
            <w:noProof/>
          </w:rPr>
          <w:t>Media and elementary stream constraints</w:t>
        </w:r>
        <w:r w:rsidR="00326F11">
          <w:rPr>
            <w:noProof/>
            <w:webHidden/>
          </w:rPr>
          <w:tab/>
        </w:r>
        <w:r w:rsidR="00326F11">
          <w:rPr>
            <w:noProof/>
            <w:webHidden/>
          </w:rPr>
          <w:fldChar w:fldCharType="begin"/>
        </w:r>
        <w:r w:rsidR="00326F11">
          <w:rPr>
            <w:noProof/>
            <w:webHidden/>
          </w:rPr>
          <w:instrText xml:space="preserve"> PAGEREF _Toc78533749 \h </w:instrText>
        </w:r>
        <w:r w:rsidR="00326F11">
          <w:rPr>
            <w:noProof/>
            <w:webHidden/>
          </w:rPr>
        </w:r>
        <w:r w:rsidR="00326F11">
          <w:rPr>
            <w:noProof/>
            <w:webHidden/>
          </w:rPr>
          <w:fldChar w:fldCharType="separate"/>
        </w:r>
        <w:r w:rsidR="00326F11">
          <w:rPr>
            <w:noProof/>
            <w:webHidden/>
          </w:rPr>
          <w:t>17</w:t>
        </w:r>
        <w:r w:rsidR="00326F11">
          <w:rPr>
            <w:noProof/>
            <w:webHidden/>
          </w:rPr>
          <w:fldChar w:fldCharType="end"/>
        </w:r>
      </w:hyperlink>
    </w:p>
    <w:p w14:paraId="01DFBA13" w14:textId="0E1D76D6" w:rsidR="00326F11" w:rsidRDefault="00304D5A">
      <w:pPr>
        <w:pStyle w:val="TOC2"/>
        <w:rPr>
          <w:rFonts w:asciiTheme="minorHAnsi" w:eastAsiaTheme="minorEastAsia" w:hAnsiTheme="minorHAnsi" w:cstheme="minorBidi"/>
          <w:b w:val="0"/>
          <w:noProof/>
          <w:lang w:val="en-NL" w:eastAsia="zh-CN"/>
        </w:rPr>
      </w:pPr>
      <w:hyperlink w:anchor="_Toc78533750" w:history="1">
        <w:r w:rsidR="00326F11" w:rsidRPr="007377CB">
          <w:rPr>
            <w:rStyle w:val="Hyperlink"/>
            <w:noProof/>
          </w:rPr>
          <w:t>5.4</w:t>
        </w:r>
        <w:r w:rsidR="00326F11">
          <w:rPr>
            <w:rFonts w:asciiTheme="minorHAnsi" w:eastAsiaTheme="minorEastAsia" w:hAnsiTheme="minorHAnsi" w:cstheme="minorBidi"/>
            <w:b w:val="0"/>
            <w:noProof/>
            <w:lang w:val="en-NL" w:eastAsia="zh-CN"/>
          </w:rPr>
          <w:tab/>
        </w:r>
        <w:r w:rsidR="00326F11" w:rsidRPr="007377CB">
          <w:rPr>
            <w:rStyle w:val="Hyperlink"/>
            <w:noProof/>
          </w:rPr>
          <w:t>Instantiation for ISO/IEC 23094-1 Essential Video Coding (EVC)</w:t>
        </w:r>
        <w:r w:rsidR="00326F11">
          <w:rPr>
            <w:noProof/>
            <w:webHidden/>
          </w:rPr>
          <w:tab/>
        </w:r>
        <w:r w:rsidR="00326F11">
          <w:rPr>
            <w:noProof/>
            <w:webHidden/>
          </w:rPr>
          <w:fldChar w:fldCharType="begin"/>
        </w:r>
        <w:r w:rsidR="00326F11">
          <w:rPr>
            <w:noProof/>
            <w:webHidden/>
          </w:rPr>
          <w:instrText xml:space="preserve"> PAGEREF _Toc78533750 \h </w:instrText>
        </w:r>
        <w:r w:rsidR="00326F11">
          <w:rPr>
            <w:noProof/>
            <w:webHidden/>
          </w:rPr>
        </w:r>
        <w:r w:rsidR="00326F11">
          <w:rPr>
            <w:noProof/>
            <w:webHidden/>
          </w:rPr>
          <w:fldChar w:fldCharType="separate"/>
        </w:r>
        <w:r w:rsidR="00326F11">
          <w:rPr>
            <w:noProof/>
            <w:webHidden/>
          </w:rPr>
          <w:t>18</w:t>
        </w:r>
        <w:r w:rsidR="00326F11">
          <w:rPr>
            <w:noProof/>
            <w:webHidden/>
          </w:rPr>
          <w:fldChar w:fldCharType="end"/>
        </w:r>
      </w:hyperlink>
    </w:p>
    <w:p w14:paraId="7EF22019" w14:textId="16D7B67A" w:rsidR="00326F11" w:rsidRDefault="00304D5A">
      <w:pPr>
        <w:pStyle w:val="TOC3"/>
        <w:rPr>
          <w:rFonts w:asciiTheme="minorHAnsi" w:eastAsiaTheme="minorEastAsia" w:hAnsiTheme="minorHAnsi" w:cstheme="minorBidi"/>
          <w:b w:val="0"/>
          <w:noProof/>
          <w:lang w:val="en-NL" w:eastAsia="zh-CN"/>
        </w:rPr>
      </w:pPr>
      <w:hyperlink w:anchor="_Toc78533751" w:history="1">
        <w:r w:rsidR="00326F11" w:rsidRPr="007377CB">
          <w:rPr>
            <w:rStyle w:val="Hyperlink"/>
            <w:noProof/>
          </w:rPr>
          <w:t>5.4.1</w:t>
        </w:r>
        <w:r w:rsidR="00326F11">
          <w:rPr>
            <w:rFonts w:asciiTheme="minorHAnsi" w:eastAsiaTheme="minorEastAsia" w:hAnsiTheme="minorHAnsi" w:cstheme="minorBidi"/>
            <w:b w:val="0"/>
            <w:noProof/>
            <w:lang w:val="en-NL" w:eastAsia="zh-CN"/>
          </w:rPr>
          <w:tab/>
        </w:r>
        <w:r w:rsidR="00326F11" w:rsidRPr="007377CB">
          <w:rPr>
            <w:rStyle w:val="Hyperlink"/>
            <w:noProof/>
          </w:rPr>
          <w:t>General</w:t>
        </w:r>
        <w:r w:rsidR="00326F11">
          <w:rPr>
            <w:noProof/>
            <w:webHidden/>
          </w:rPr>
          <w:tab/>
        </w:r>
        <w:r w:rsidR="00326F11">
          <w:rPr>
            <w:noProof/>
            <w:webHidden/>
          </w:rPr>
          <w:fldChar w:fldCharType="begin"/>
        </w:r>
        <w:r w:rsidR="00326F11">
          <w:rPr>
            <w:noProof/>
            <w:webHidden/>
          </w:rPr>
          <w:instrText xml:space="preserve"> PAGEREF _Toc78533751 \h </w:instrText>
        </w:r>
        <w:r w:rsidR="00326F11">
          <w:rPr>
            <w:noProof/>
            <w:webHidden/>
          </w:rPr>
        </w:r>
        <w:r w:rsidR="00326F11">
          <w:rPr>
            <w:noProof/>
            <w:webHidden/>
          </w:rPr>
          <w:fldChar w:fldCharType="separate"/>
        </w:r>
        <w:r w:rsidR="00326F11">
          <w:rPr>
            <w:noProof/>
            <w:webHidden/>
          </w:rPr>
          <w:t>18</w:t>
        </w:r>
        <w:r w:rsidR="00326F11">
          <w:rPr>
            <w:noProof/>
            <w:webHidden/>
          </w:rPr>
          <w:fldChar w:fldCharType="end"/>
        </w:r>
      </w:hyperlink>
    </w:p>
    <w:p w14:paraId="29C65DF1" w14:textId="54DA63AD" w:rsidR="00326F11" w:rsidRDefault="00304D5A">
      <w:pPr>
        <w:pStyle w:val="TOC3"/>
        <w:rPr>
          <w:rFonts w:asciiTheme="minorHAnsi" w:eastAsiaTheme="minorEastAsia" w:hAnsiTheme="minorHAnsi" w:cstheme="minorBidi"/>
          <w:b w:val="0"/>
          <w:noProof/>
          <w:lang w:val="en-NL" w:eastAsia="zh-CN"/>
        </w:rPr>
      </w:pPr>
      <w:hyperlink w:anchor="_Toc78533752" w:history="1">
        <w:r w:rsidR="00326F11" w:rsidRPr="007377CB">
          <w:rPr>
            <w:rStyle w:val="Hyperlink"/>
            <w:noProof/>
          </w:rPr>
          <w:t>5.4.2</w:t>
        </w:r>
        <w:r w:rsidR="00326F11">
          <w:rPr>
            <w:rFonts w:asciiTheme="minorHAnsi" w:eastAsiaTheme="minorEastAsia" w:hAnsiTheme="minorHAnsi" w:cstheme="minorBidi"/>
            <w:b w:val="0"/>
            <w:noProof/>
            <w:lang w:val="en-NL" w:eastAsia="zh-CN"/>
          </w:rPr>
          <w:tab/>
        </w:r>
        <w:r w:rsidR="00326F11" w:rsidRPr="007377CB">
          <w:rPr>
            <w:rStyle w:val="Hyperlink"/>
            <w:noProof/>
          </w:rPr>
          <w:t>Media and elementary streams constraints</w:t>
        </w:r>
        <w:r w:rsidR="00326F11">
          <w:rPr>
            <w:noProof/>
            <w:webHidden/>
          </w:rPr>
          <w:tab/>
        </w:r>
        <w:r w:rsidR="00326F11">
          <w:rPr>
            <w:noProof/>
            <w:webHidden/>
          </w:rPr>
          <w:fldChar w:fldCharType="begin"/>
        </w:r>
        <w:r w:rsidR="00326F11">
          <w:rPr>
            <w:noProof/>
            <w:webHidden/>
          </w:rPr>
          <w:instrText xml:space="preserve"> PAGEREF _Toc78533752 \h </w:instrText>
        </w:r>
        <w:r w:rsidR="00326F11">
          <w:rPr>
            <w:noProof/>
            <w:webHidden/>
          </w:rPr>
        </w:r>
        <w:r w:rsidR="00326F11">
          <w:rPr>
            <w:noProof/>
            <w:webHidden/>
          </w:rPr>
          <w:fldChar w:fldCharType="separate"/>
        </w:r>
        <w:r w:rsidR="00326F11">
          <w:rPr>
            <w:noProof/>
            <w:webHidden/>
          </w:rPr>
          <w:t>19</w:t>
        </w:r>
        <w:r w:rsidR="00326F11">
          <w:rPr>
            <w:noProof/>
            <w:webHidden/>
          </w:rPr>
          <w:fldChar w:fldCharType="end"/>
        </w:r>
      </w:hyperlink>
    </w:p>
    <w:p w14:paraId="3A0E9E86" w14:textId="497500E2" w:rsidR="00326F11" w:rsidRDefault="00304D5A">
      <w:pPr>
        <w:pStyle w:val="TOC1"/>
        <w:rPr>
          <w:rFonts w:asciiTheme="minorHAnsi" w:eastAsiaTheme="minorEastAsia" w:hAnsiTheme="minorHAnsi" w:cstheme="minorBidi"/>
          <w:b w:val="0"/>
          <w:noProof/>
          <w:lang w:val="en-NL" w:eastAsia="zh-CN"/>
        </w:rPr>
      </w:pPr>
      <w:hyperlink w:anchor="_Toc78533753" w:history="1">
        <w:r w:rsidR="00326F11" w:rsidRPr="007377CB">
          <w:rPr>
            <w:rStyle w:val="Hyperlink"/>
            <w:noProof/>
          </w:rPr>
          <w:t>Annex A (normative)  Control interface IDL definition</w:t>
        </w:r>
        <w:r w:rsidR="00326F11">
          <w:rPr>
            <w:noProof/>
            <w:webHidden/>
          </w:rPr>
          <w:tab/>
        </w:r>
        <w:r w:rsidR="00326F11">
          <w:rPr>
            <w:noProof/>
            <w:webHidden/>
          </w:rPr>
          <w:fldChar w:fldCharType="begin"/>
        </w:r>
        <w:r w:rsidR="00326F11">
          <w:rPr>
            <w:noProof/>
            <w:webHidden/>
          </w:rPr>
          <w:instrText xml:space="preserve"> PAGEREF _Toc78533753 \h </w:instrText>
        </w:r>
        <w:r w:rsidR="00326F11">
          <w:rPr>
            <w:noProof/>
            <w:webHidden/>
          </w:rPr>
        </w:r>
        <w:r w:rsidR="00326F11">
          <w:rPr>
            <w:noProof/>
            <w:webHidden/>
          </w:rPr>
          <w:fldChar w:fldCharType="separate"/>
        </w:r>
        <w:r w:rsidR="00326F11">
          <w:rPr>
            <w:noProof/>
            <w:webHidden/>
          </w:rPr>
          <w:t>21</w:t>
        </w:r>
        <w:r w:rsidR="00326F11">
          <w:rPr>
            <w:noProof/>
            <w:webHidden/>
          </w:rPr>
          <w:fldChar w:fldCharType="end"/>
        </w:r>
      </w:hyperlink>
    </w:p>
    <w:p w14:paraId="5DE44874" w14:textId="620ABBFF" w:rsidR="00326F11" w:rsidRDefault="00304D5A">
      <w:pPr>
        <w:pStyle w:val="TOC1"/>
        <w:rPr>
          <w:rFonts w:asciiTheme="minorHAnsi" w:eastAsiaTheme="minorEastAsia" w:hAnsiTheme="minorHAnsi" w:cstheme="minorBidi"/>
          <w:b w:val="0"/>
          <w:noProof/>
          <w:lang w:val="en-NL" w:eastAsia="zh-CN"/>
        </w:rPr>
      </w:pPr>
      <w:hyperlink w:anchor="_Toc78533754" w:history="1">
        <w:r w:rsidR="00326F11" w:rsidRPr="007377CB">
          <w:rPr>
            <w:rStyle w:val="Hyperlink"/>
            <w:noProof/>
          </w:rPr>
          <w:t>A.1</w:t>
        </w:r>
        <w:r w:rsidR="00326F11">
          <w:rPr>
            <w:rFonts w:asciiTheme="minorHAnsi" w:eastAsiaTheme="minorEastAsia" w:hAnsiTheme="minorHAnsi" w:cstheme="minorBidi"/>
            <w:b w:val="0"/>
            <w:noProof/>
            <w:lang w:val="en-NL" w:eastAsia="zh-CN"/>
          </w:rPr>
          <w:tab/>
        </w:r>
        <w:r w:rsidR="00326F11" w:rsidRPr="007377CB">
          <w:rPr>
            <w:rStyle w:val="Hyperlink"/>
            <w:noProof/>
          </w:rPr>
          <w:t>General</w:t>
        </w:r>
        <w:r w:rsidR="00326F11">
          <w:rPr>
            <w:noProof/>
            <w:webHidden/>
          </w:rPr>
          <w:tab/>
        </w:r>
        <w:r w:rsidR="00326F11">
          <w:rPr>
            <w:noProof/>
            <w:webHidden/>
          </w:rPr>
          <w:fldChar w:fldCharType="begin"/>
        </w:r>
        <w:r w:rsidR="00326F11">
          <w:rPr>
            <w:noProof/>
            <w:webHidden/>
          </w:rPr>
          <w:instrText xml:space="preserve"> PAGEREF _Toc78533754 \h </w:instrText>
        </w:r>
        <w:r w:rsidR="00326F11">
          <w:rPr>
            <w:noProof/>
            <w:webHidden/>
          </w:rPr>
        </w:r>
        <w:r w:rsidR="00326F11">
          <w:rPr>
            <w:noProof/>
            <w:webHidden/>
          </w:rPr>
          <w:fldChar w:fldCharType="separate"/>
        </w:r>
        <w:r w:rsidR="00326F11">
          <w:rPr>
            <w:noProof/>
            <w:webHidden/>
          </w:rPr>
          <w:t>21</w:t>
        </w:r>
        <w:r w:rsidR="00326F11">
          <w:rPr>
            <w:noProof/>
            <w:webHidden/>
          </w:rPr>
          <w:fldChar w:fldCharType="end"/>
        </w:r>
      </w:hyperlink>
    </w:p>
    <w:p w14:paraId="19BC78D0" w14:textId="14454D88" w:rsidR="00326F11" w:rsidRDefault="00304D5A">
      <w:pPr>
        <w:pStyle w:val="TOC1"/>
        <w:rPr>
          <w:rFonts w:asciiTheme="minorHAnsi" w:eastAsiaTheme="minorEastAsia" w:hAnsiTheme="minorHAnsi" w:cstheme="minorBidi"/>
          <w:b w:val="0"/>
          <w:noProof/>
          <w:lang w:val="en-NL" w:eastAsia="zh-CN"/>
        </w:rPr>
      </w:pPr>
      <w:hyperlink w:anchor="_Toc78533755" w:history="1">
        <w:r w:rsidR="00326F11" w:rsidRPr="007377CB">
          <w:rPr>
            <w:rStyle w:val="Hyperlink"/>
            <w:noProof/>
          </w:rPr>
          <w:t>A.2</w:t>
        </w:r>
        <w:r w:rsidR="00326F11">
          <w:rPr>
            <w:rFonts w:asciiTheme="minorHAnsi" w:eastAsiaTheme="minorEastAsia" w:hAnsiTheme="minorHAnsi" w:cstheme="minorBidi"/>
            <w:b w:val="0"/>
            <w:noProof/>
            <w:lang w:val="en-NL" w:eastAsia="zh-CN"/>
          </w:rPr>
          <w:tab/>
        </w:r>
        <w:r w:rsidR="00326F11" w:rsidRPr="007377CB">
          <w:rPr>
            <w:rStyle w:val="Hyperlink"/>
            <w:noProof/>
          </w:rPr>
          <w:t>Interface definition</w:t>
        </w:r>
        <w:r w:rsidR="00326F11">
          <w:rPr>
            <w:noProof/>
            <w:webHidden/>
          </w:rPr>
          <w:tab/>
        </w:r>
        <w:r w:rsidR="00326F11">
          <w:rPr>
            <w:noProof/>
            <w:webHidden/>
          </w:rPr>
          <w:fldChar w:fldCharType="begin"/>
        </w:r>
        <w:r w:rsidR="00326F11">
          <w:rPr>
            <w:noProof/>
            <w:webHidden/>
          </w:rPr>
          <w:instrText xml:space="preserve"> PAGEREF _Toc78533755 \h </w:instrText>
        </w:r>
        <w:r w:rsidR="00326F11">
          <w:rPr>
            <w:noProof/>
            <w:webHidden/>
          </w:rPr>
        </w:r>
        <w:r w:rsidR="00326F11">
          <w:rPr>
            <w:noProof/>
            <w:webHidden/>
          </w:rPr>
          <w:fldChar w:fldCharType="separate"/>
        </w:r>
        <w:r w:rsidR="00326F11">
          <w:rPr>
            <w:noProof/>
            <w:webHidden/>
          </w:rPr>
          <w:t>21</w:t>
        </w:r>
        <w:r w:rsidR="00326F11">
          <w:rPr>
            <w:noProof/>
            <w:webHidden/>
          </w:rPr>
          <w:fldChar w:fldCharType="end"/>
        </w:r>
      </w:hyperlink>
    </w:p>
    <w:p w14:paraId="6E7381E6" w14:textId="330E2CC1" w:rsidR="00326F11" w:rsidRDefault="00304D5A">
      <w:pPr>
        <w:pStyle w:val="TOC1"/>
        <w:rPr>
          <w:rFonts w:asciiTheme="minorHAnsi" w:eastAsiaTheme="minorEastAsia" w:hAnsiTheme="minorHAnsi" w:cstheme="minorBidi"/>
          <w:b w:val="0"/>
          <w:noProof/>
          <w:lang w:val="en-NL" w:eastAsia="zh-CN"/>
        </w:rPr>
      </w:pPr>
      <w:hyperlink w:anchor="_Toc78533756" w:history="1">
        <w:r w:rsidR="00326F11" w:rsidRPr="007377CB">
          <w:rPr>
            <w:rStyle w:val="Hyperlink"/>
            <w:noProof/>
          </w:rPr>
          <w:t>Annex B (normative)  OpenMAX IL VDI extension header</w:t>
        </w:r>
        <w:r w:rsidR="00326F11">
          <w:rPr>
            <w:noProof/>
            <w:webHidden/>
          </w:rPr>
          <w:tab/>
        </w:r>
        <w:r w:rsidR="00326F11">
          <w:rPr>
            <w:noProof/>
            <w:webHidden/>
          </w:rPr>
          <w:fldChar w:fldCharType="begin"/>
        </w:r>
        <w:r w:rsidR="00326F11">
          <w:rPr>
            <w:noProof/>
            <w:webHidden/>
          </w:rPr>
          <w:instrText xml:space="preserve"> PAGEREF _Toc78533756 \h </w:instrText>
        </w:r>
        <w:r w:rsidR="00326F11">
          <w:rPr>
            <w:noProof/>
            <w:webHidden/>
          </w:rPr>
        </w:r>
        <w:r w:rsidR="00326F11">
          <w:rPr>
            <w:noProof/>
            <w:webHidden/>
          </w:rPr>
          <w:fldChar w:fldCharType="separate"/>
        </w:r>
        <w:r w:rsidR="00326F11">
          <w:rPr>
            <w:noProof/>
            <w:webHidden/>
          </w:rPr>
          <w:t>23</w:t>
        </w:r>
        <w:r w:rsidR="00326F11">
          <w:rPr>
            <w:noProof/>
            <w:webHidden/>
          </w:rPr>
          <w:fldChar w:fldCharType="end"/>
        </w:r>
      </w:hyperlink>
    </w:p>
    <w:p w14:paraId="604B598D" w14:textId="7B1AA270" w:rsidR="00326F11" w:rsidRDefault="00304D5A">
      <w:pPr>
        <w:pStyle w:val="TOC1"/>
        <w:rPr>
          <w:rFonts w:asciiTheme="minorHAnsi" w:eastAsiaTheme="minorEastAsia" w:hAnsiTheme="minorHAnsi" w:cstheme="minorBidi"/>
          <w:b w:val="0"/>
          <w:noProof/>
          <w:lang w:val="en-NL" w:eastAsia="zh-CN"/>
        </w:rPr>
      </w:pPr>
      <w:hyperlink w:anchor="_Toc78533757" w:history="1">
        <w:r w:rsidR="00326F11" w:rsidRPr="007377CB">
          <w:rPr>
            <w:rStyle w:val="Hyperlink"/>
            <w:noProof/>
          </w:rPr>
          <w:t>B.1</w:t>
        </w:r>
        <w:r w:rsidR="00326F11">
          <w:rPr>
            <w:rFonts w:asciiTheme="minorHAnsi" w:eastAsiaTheme="minorEastAsia" w:hAnsiTheme="minorHAnsi" w:cstheme="minorBidi"/>
            <w:b w:val="0"/>
            <w:noProof/>
            <w:lang w:val="en-NL" w:eastAsia="zh-CN"/>
          </w:rPr>
          <w:tab/>
        </w:r>
        <w:r w:rsidR="00326F11" w:rsidRPr="007377CB">
          <w:rPr>
            <w:rStyle w:val="Hyperlink"/>
            <w:noProof/>
          </w:rPr>
          <w:t>General</w:t>
        </w:r>
        <w:r w:rsidR="00326F11">
          <w:rPr>
            <w:noProof/>
            <w:webHidden/>
          </w:rPr>
          <w:tab/>
        </w:r>
        <w:r w:rsidR="00326F11">
          <w:rPr>
            <w:noProof/>
            <w:webHidden/>
          </w:rPr>
          <w:fldChar w:fldCharType="begin"/>
        </w:r>
        <w:r w:rsidR="00326F11">
          <w:rPr>
            <w:noProof/>
            <w:webHidden/>
          </w:rPr>
          <w:instrText xml:space="preserve"> PAGEREF _Toc78533757 \h </w:instrText>
        </w:r>
        <w:r w:rsidR="00326F11">
          <w:rPr>
            <w:noProof/>
            <w:webHidden/>
          </w:rPr>
        </w:r>
        <w:r w:rsidR="00326F11">
          <w:rPr>
            <w:noProof/>
            <w:webHidden/>
          </w:rPr>
          <w:fldChar w:fldCharType="separate"/>
        </w:r>
        <w:r w:rsidR="00326F11">
          <w:rPr>
            <w:noProof/>
            <w:webHidden/>
          </w:rPr>
          <w:t>23</w:t>
        </w:r>
        <w:r w:rsidR="00326F11">
          <w:rPr>
            <w:noProof/>
            <w:webHidden/>
          </w:rPr>
          <w:fldChar w:fldCharType="end"/>
        </w:r>
      </w:hyperlink>
    </w:p>
    <w:p w14:paraId="45B75FF2" w14:textId="1F395194" w:rsidR="00326F11" w:rsidRDefault="00304D5A">
      <w:pPr>
        <w:pStyle w:val="TOC1"/>
        <w:rPr>
          <w:rFonts w:asciiTheme="minorHAnsi" w:eastAsiaTheme="minorEastAsia" w:hAnsiTheme="minorHAnsi" w:cstheme="minorBidi"/>
          <w:b w:val="0"/>
          <w:noProof/>
          <w:lang w:val="en-NL" w:eastAsia="zh-CN"/>
        </w:rPr>
      </w:pPr>
      <w:hyperlink w:anchor="_Toc78533758" w:history="1">
        <w:r w:rsidR="00326F11" w:rsidRPr="007377CB">
          <w:rPr>
            <w:rStyle w:val="Hyperlink"/>
            <w:noProof/>
          </w:rPr>
          <w:t>B.2</w:t>
        </w:r>
        <w:r w:rsidR="00326F11">
          <w:rPr>
            <w:rFonts w:asciiTheme="minorHAnsi" w:eastAsiaTheme="minorEastAsia" w:hAnsiTheme="minorHAnsi" w:cstheme="minorBidi"/>
            <w:b w:val="0"/>
            <w:noProof/>
            <w:lang w:val="en-NL" w:eastAsia="zh-CN"/>
          </w:rPr>
          <w:tab/>
        </w:r>
        <w:r w:rsidR="00326F11" w:rsidRPr="007377CB">
          <w:rPr>
            <w:rStyle w:val="Hyperlink"/>
            <w:noProof/>
          </w:rPr>
          <w:t>Source code</w:t>
        </w:r>
        <w:r w:rsidR="00326F11">
          <w:rPr>
            <w:noProof/>
            <w:webHidden/>
          </w:rPr>
          <w:tab/>
        </w:r>
        <w:r w:rsidR="00326F11">
          <w:rPr>
            <w:noProof/>
            <w:webHidden/>
          </w:rPr>
          <w:fldChar w:fldCharType="begin"/>
        </w:r>
        <w:r w:rsidR="00326F11">
          <w:rPr>
            <w:noProof/>
            <w:webHidden/>
          </w:rPr>
          <w:instrText xml:space="preserve"> PAGEREF _Toc78533758 \h </w:instrText>
        </w:r>
        <w:r w:rsidR="00326F11">
          <w:rPr>
            <w:noProof/>
            <w:webHidden/>
          </w:rPr>
        </w:r>
        <w:r w:rsidR="00326F11">
          <w:rPr>
            <w:noProof/>
            <w:webHidden/>
          </w:rPr>
          <w:fldChar w:fldCharType="separate"/>
        </w:r>
        <w:r w:rsidR="00326F11">
          <w:rPr>
            <w:noProof/>
            <w:webHidden/>
          </w:rPr>
          <w:t>23</w:t>
        </w:r>
        <w:r w:rsidR="00326F11">
          <w:rPr>
            <w:noProof/>
            <w:webHidden/>
          </w:rPr>
          <w:fldChar w:fldCharType="end"/>
        </w:r>
      </w:hyperlink>
    </w:p>
    <w:p w14:paraId="26E8AC12" w14:textId="53AED87A" w:rsidR="00326F11" w:rsidRDefault="00304D5A">
      <w:pPr>
        <w:pStyle w:val="TOC1"/>
        <w:rPr>
          <w:rFonts w:asciiTheme="minorHAnsi" w:eastAsiaTheme="minorEastAsia" w:hAnsiTheme="minorHAnsi" w:cstheme="minorBidi"/>
          <w:b w:val="0"/>
          <w:noProof/>
          <w:lang w:val="en-NL" w:eastAsia="zh-CN"/>
        </w:rPr>
      </w:pPr>
      <w:hyperlink w:anchor="_Toc78533759" w:history="1">
        <w:r w:rsidR="00326F11" w:rsidRPr="007377CB">
          <w:rPr>
            <w:rStyle w:val="Hyperlink"/>
            <w:noProof/>
          </w:rPr>
          <w:t>Annex C (normative)  Supplemental Enhancement Information (SEI) syntax and semantics</w:t>
        </w:r>
        <w:r w:rsidR="00326F11">
          <w:rPr>
            <w:noProof/>
            <w:webHidden/>
          </w:rPr>
          <w:tab/>
        </w:r>
        <w:r w:rsidR="00326F11">
          <w:rPr>
            <w:noProof/>
            <w:webHidden/>
          </w:rPr>
          <w:fldChar w:fldCharType="begin"/>
        </w:r>
        <w:r w:rsidR="00326F11">
          <w:rPr>
            <w:noProof/>
            <w:webHidden/>
          </w:rPr>
          <w:instrText xml:space="preserve"> PAGEREF _Toc78533759 \h </w:instrText>
        </w:r>
        <w:r w:rsidR="00326F11">
          <w:rPr>
            <w:noProof/>
            <w:webHidden/>
          </w:rPr>
        </w:r>
        <w:r w:rsidR="00326F11">
          <w:rPr>
            <w:noProof/>
            <w:webHidden/>
          </w:rPr>
          <w:fldChar w:fldCharType="separate"/>
        </w:r>
        <w:r w:rsidR="00326F11">
          <w:rPr>
            <w:noProof/>
            <w:webHidden/>
          </w:rPr>
          <w:t>26</w:t>
        </w:r>
        <w:r w:rsidR="00326F11">
          <w:rPr>
            <w:noProof/>
            <w:webHidden/>
          </w:rPr>
          <w:fldChar w:fldCharType="end"/>
        </w:r>
      </w:hyperlink>
    </w:p>
    <w:p w14:paraId="471DEA42" w14:textId="776103D8" w:rsidR="00326F11" w:rsidRDefault="00304D5A">
      <w:pPr>
        <w:pStyle w:val="TOC1"/>
        <w:rPr>
          <w:rFonts w:asciiTheme="minorHAnsi" w:eastAsiaTheme="minorEastAsia" w:hAnsiTheme="minorHAnsi" w:cstheme="minorBidi"/>
          <w:b w:val="0"/>
          <w:noProof/>
          <w:lang w:val="en-NL" w:eastAsia="zh-CN"/>
        </w:rPr>
      </w:pPr>
      <w:hyperlink w:anchor="_Toc78533760" w:history="1">
        <w:r w:rsidR="00326F11" w:rsidRPr="007377CB">
          <w:rPr>
            <w:rStyle w:val="Hyperlink"/>
            <w:noProof/>
          </w:rPr>
          <w:t>Annex D (informative)  Brief description of OpenMAX IL functions</w:t>
        </w:r>
        <w:r w:rsidR="00326F11">
          <w:rPr>
            <w:noProof/>
            <w:webHidden/>
          </w:rPr>
          <w:tab/>
        </w:r>
        <w:r w:rsidR="00326F11">
          <w:rPr>
            <w:noProof/>
            <w:webHidden/>
          </w:rPr>
          <w:fldChar w:fldCharType="begin"/>
        </w:r>
        <w:r w:rsidR="00326F11">
          <w:rPr>
            <w:noProof/>
            <w:webHidden/>
          </w:rPr>
          <w:instrText xml:space="preserve"> PAGEREF _Toc78533760 \h </w:instrText>
        </w:r>
        <w:r w:rsidR="00326F11">
          <w:rPr>
            <w:noProof/>
            <w:webHidden/>
          </w:rPr>
        </w:r>
        <w:r w:rsidR="00326F11">
          <w:rPr>
            <w:noProof/>
            <w:webHidden/>
          </w:rPr>
          <w:fldChar w:fldCharType="separate"/>
        </w:r>
        <w:r w:rsidR="00326F11">
          <w:rPr>
            <w:noProof/>
            <w:webHidden/>
          </w:rPr>
          <w:t>29</w:t>
        </w:r>
        <w:r w:rsidR="00326F11">
          <w:rPr>
            <w:noProof/>
            <w:webHidden/>
          </w:rPr>
          <w:fldChar w:fldCharType="end"/>
        </w:r>
      </w:hyperlink>
    </w:p>
    <w:p w14:paraId="61B0B6E6" w14:textId="1372499B" w:rsidR="00326F11" w:rsidRDefault="00304D5A">
      <w:pPr>
        <w:pStyle w:val="TOC1"/>
        <w:rPr>
          <w:rFonts w:asciiTheme="minorHAnsi" w:eastAsiaTheme="minorEastAsia" w:hAnsiTheme="minorHAnsi" w:cstheme="minorBidi"/>
          <w:b w:val="0"/>
          <w:noProof/>
          <w:lang w:val="en-NL" w:eastAsia="zh-CN"/>
        </w:rPr>
      </w:pPr>
      <w:hyperlink w:anchor="_Toc78533761" w:history="1">
        <w:r w:rsidR="00326F11" w:rsidRPr="007377CB">
          <w:rPr>
            <w:rStyle w:val="Hyperlink"/>
            <w:noProof/>
          </w:rPr>
          <w:t>D.1</w:t>
        </w:r>
        <w:r w:rsidR="00326F11">
          <w:rPr>
            <w:rFonts w:asciiTheme="minorHAnsi" w:eastAsiaTheme="minorEastAsia" w:hAnsiTheme="minorHAnsi" w:cstheme="minorBidi"/>
            <w:b w:val="0"/>
            <w:noProof/>
            <w:lang w:val="en-NL" w:eastAsia="zh-CN"/>
          </w:rPr>
          <w:tab/>
        </w:r>
        <w:r w:rsidR="00326F11" w:rsidRPr="007377CB">
          <w:rPr>
            <w:rStyle w:val="Hyperlink"/>
            <w:noProof/>
          </w:rPr>
          <w:t>Decoder Engine Control Interface</w:t>
        </w:r>
        <w:r w:rsidR="00326F11">
          <w:rPr>
            <w:noProof/>
            <w:webHidden/>
          </w:rPr>
          <w:tab/>
        </w:r>
        <w:r w:rsidR="00326F11">
          <w:rPr>
            <w:noProof/>
            <w:webHidden/>
          </w:rPr>
          <w:fldChar w:fldCharType="begin"/>
        </w:r>
        <w:r w:rsidR="00326F11">
          <w:rPr>
            <w:noProof/>
            <w:webHidden/>
          </w:rPr>
          <w:instrText xml:space="preserve"> PAGEREF _Toc78533761 \h </w:instrText>
        </w:r>
        <w:r w:rsidR="00326F11">
          <w:rPr>
            <w:noProof/>
            <w:webHidden/>
          </w:rPr>
        </w:r>
        <w:r w:rsidR="00326F11">
          <w:rPr>
            <w:noProof/>
            <w:webHidden/>
          </w:rPr>
          <w:fldChar w:fldCharType="separate"/>
        </w:r>
        <w:r w:rsidR="00326F11">
          <w:rPr>
            <w:noProof/>
            <w:webHidden/>
          </w:rPr>
          <w:t>29</w:t>
        </w:r>
        <w:r w:rsidR="00326F11">
          <w:rPr>
            <w:noProof/>
            <w:webHidden/>
          </w:rPr>
          <w:fldChar w:fldCharType="end"/>
        </w:r>
      </w:hyperlink>
    </w:p>
    <w:p w14:paraId="536575FD" w14:textId="6C258ECA" w:rsidR="00326F11" w:rsidRDefault="00304D5A">
      <w:pPr>
        <w:pStyle w:val="TOC1"/>
        <w:rPr>
          <w:rFonts w:asciiTheme="minorHAnsi" w:eastAsiaTheme="minorEastAsia" w:hAnsiTheme="minorHAnsi" w:cstheme="minorBidi"/>
          <w:b w:val="0"/>
          <w:noProof/>
          <w:lang w:val="en-NL" w:eastAsia="zh-CN"/>
        </w:rPr>
      </w:pPr>
      <w:hyperlink w:anchor="_Toc78533762" w:history="1">
        <w:r w:rsidR="00326F11" w:rsidRPr="007377CB">
          <w:rPr>
            <w:rStyle w:val="Hyperlink"/>
            <w:noProof/>
          </w:rPr>
          <w:t>D.1.1</w:t>
        </w:r>
        <w:r w:rsidR="00326F11">
          <w:rPr>
            <w:rFonts w:asciiTheme="minorHAnsi" w:eastAsiaTheme="minorEastAsia" w:hAnsiTheme="minorHAnsi" w:cstheme="minorBidi"/>
            <w:b w:val="0"/>
            <w:noProof/>
            <w:lang w:val="en-NL" w:eastAsia="zh-CN"/>
          </w:rPr>
          <w:tab/>
        </w:r>
        <w:r w:rsidR="00326F11" w:rsidRPr="007377CB">
          <w:rPr>
            <w:rStyle w:val="Hyperlink"/>
            <w:noProof/>
          </w:rPr>
          <w:t>OMX_Init() and OMX_Deinit()</w:t>
        </w:r>
        <w:r w:rsidR="00326F11">
          <w:rPr>
            <w:noProof/>
            <w:webHidden/>
          </w:rPr>
          <w:tab/>
        </w:r>
        <w:r w:rsidR="00326F11">
          <w:rPr>
            <w:noProof/>
            <w:webHidden/>
          </w:rPr>
          <w:fldChar w:fldCharType="begin"/>
        </w:r>
        <w:r w:rsidR="00326F11">
          <w:rPr>
            <w:noProof/>
            <w:webHidden/>
          </w:rPr>
          <w:instrText xml:space="preserve"> PAGEREF _Toc78533762 \h </w:instrText>
        </w:r>
        <w:r w:rsidR="00326F11">
          <w:rPr>
            <w:noProof/>
            <w:webHidden/>
          </w:rPr>
        </w:r>
        <w:r w:rsidR="00326F11">
          <w:rPr>
            <w:noProof/>
            <w:webHidden/>
          </w:rPr>
          <w:fldChar w:fldCharType="separate"/>
        </w:r>
        <w:r w:rsidR="00326F11">
          <w:rPr>
            <w:noProof/>
            <w:webHidden/>
          </w:rPr>
          <w:t>29</w:t>
        </w:r>
        <w:r w:rsidR="00326F11">
          <w:rPr>
            <w:noProof/>
            <w:webHidden/>
          </w:rPr>
          <w:fldChar w:fldCharType="end"/>
        </w:r>
      </w:hyperlink>
    </w:p>
    <w:p w14:paraId="766C3BFB" w14:textId="1967BAED" w:rsidR="00326F11" w:rsidRDefault="00304D5A">
      <w:pPr>
        <w:pStyle w:val="TOC1"/>
        <w:rPr>
          <w:rFonts w:asciiTheme="minorHAnsi" w:eastAsiaTheme="minorEastAsia" w:hAnsiTheme="minorHAnsi" w:cstheme="minorBidi"/>
          <w:b w:val="0"/>
          <w:noProof/>
          <w:lang w:val="en-NL" w:eastAsia="zh-CN"/>
        </w:rPr>
      </w:pPr>
      <w:hyperlink w:anchor="_Toc78533763" w:history="1">
        <w:r w:rsidR="00326F11" w:rsidRPr="007377CB">
          <w:rPr>
            <w:rStyle w:val="Hyperlink"/>
            <w:noProof/>
          </w:rPr>
          <w:t>D.1.2</w:t>
        </w:r>
        <w:r w:rsidR="00326F11">
          <w:rPr>
            <w:rFonts w:asciiTheme="minorHAnsi" w:eastAsiaTheme="minorEastAsia" w:hAnsiTheme="minorHAnsi" w:cstheme="minorBidi"/>
            <w:b w:val="0"/>
            <w:noProof/>
            <w:lang w:val="en-NL" w:eastAsia="zh-CN"/>
          </w:rPr>
          <w:tab/>
        </w:r>
        <w:r w:rsidR="00326F11" w:rsidRPr="007377CB">
          <w:rPr>
            <w:rStyle w:val="Hyperlink"/>
            <w:noProof/>
          </w:rPr>
          <w:t>OMX_GetHandle() and OMX_FreeHandle()</w:t>
        </w:r>
        <w:r w:rsidR="00326F11">
          <w:rPr>
            <w:noProof/>
            <w:webHidden/>
          </w:rPr>
          <w:tab/>
        </w:r>
        <w:r w:rsidR="00326F11">
          <w:rPr>
            <w:noProof/>
            <w:webHidden/>
          </w:rPr>
          <w:fldChar w:fldCharType="begin"/>
        </w:r>
        <w:r w:rsidR="00326F11">
          <w:rPr>
            <w:noProof/>
            <w:webHidden/>
          </w:rPr>
          <w:instrText xml:space="preserve"> PAGEREF _Toc78533763 \h </w:instrText>
        </w:r>
        <w:r w:rsidR="00326F11">
          <w:rPr>
            <w:noProof/>
            <w:webHidden/>
          </w:rPr>
        </w:r>
        <w:r w:rsidR="00326F11">
          <w:rPr>
            <w:noProof/>
            <w:webHidden/>
          </w:rPr>
          <w:fldChar w:fldCharType="separate"/>
        </w:r>
        <w:r w:rsidR="00326F11">
          <w:rPr>
            <w:noProof/>
            <w:webHidden/>
          </w:rPr>
          <w:t>29</w:t>
        </w:r>
        <w:r w:rsidR="00326F11">
          <w:rPr>
            <w:noProof/>
            <w:webHidden/>
          </w:rPr>
          <w:fldChar w:fldCharType="end"/>
        </w:r>
      </w:hyperlink>
    </w:p>
    <w:p w14:paraId="3145FA8E" w14:textId="2E3A04FD" w:rsidR="00326F11" w:rsidRDefault="00304D5A">
      <w:pPr>
        <w:pStyle w:val="TOC1"/>
        <w:rPr>
          <w:rFonts w:asciiTheme="minorHAnsi" w:eastAsiaTheme="minorEastAsia" w:hAnsiTheme="minorHAnsi" w:cstheme="minorBidi"/>
          <w:b w:val="0"/>
          <w:noProof/>
          <w:lang w:val="en-NL" w:eastAsia="zh-CN"/>
        </w:rPr>
      </w:pPr>
      <w:hyperlink w:anchor="_Toc78533764" w:history="1">
        <w:r w:rsidR="00326F11" w:rsidRPr="007377CB">
          <w:rPr>
            <w:rStyle w:val="Hyperlink"/>
            <w:noProof/>
          </w:rPr>
          <w:t>D.1.3</w:t>
        </w:r>
        <w:r w:rsidR="00326F11">
          <w:rPr>
            <w:rFonts w:asciiTheme="minorHAnsi" w:eastAsiaTheme="minorEastAsia" w:hAnsiTheme="minorHAnsi" w:cstheme="minorBidi"/>
            <w:b w:val="0"/>
            <w:noProof/>
            <w:lang w:val="en-NL" w:eastAsia="zh-CN"/>
          </w:rPr>
          <w:tab/>
        </w:r>
        <w:r w:rsidR="00326F11" w:rsidRPr="007377CB">
          <w:rPr>
            <w:rStyle w:val="Hyperlink"/>
            <w:noProof/>
          </w:rPr>
          <w:t>OMX_SetupTunnel() and OMX_TeardownTunnel()</w:t>
        </w:r>
        <w:r w:rsidR="00326F11">
          <w:rPr>
            <w:noProof/>
            <w:webHidden/>
          </w:rPr>
          <w:tab/>
        </w:r>
        <w:r w:rsidR="00326F11">
          <w:rPr>
            <w:noProof/>
            <w:webHidden/>
          </w:rPr>
          <w:fldChar w:fldCharType="begin"/>
        </w:r>
        <w:r w:rsidR="00326F11">
          <w:rPr>
            <w:noProof/>
            <w:webHidden/>
          </w:rPr>
          <w:instrText xml:space="preserve"> PAGEREF _Toc78533764 \h </w:instrText>
        </w:r>
        <w:r w:rsidR="00326F11">
          <w:rPr>
            <w:noProof/>
            <w:webHidden/>
          </w:rPr>
        </w:r>
        <w:r w:rsidR="00326F11">
          <w:rPr>
            <w:noProof/>
            <w:webHidden/>
          </w:rPr>
          <w:fldChar w:fldCharType="separate"/>
        </w:r>
        <w:r w:rsidR="00326F11">
          <w:rPr>
            <w:noProof/>
            <w:webHidden/>
          </w:rPr>
          <w:t>29</w:t>
        </w:r>
        <w:r w:rsidR="00326F11">
          <w:rPr>
            <w:noProof/>
            <w:webHidden/>
          </w:rPr>
          <w:fldChar w:fldCharType="end"/>
        </w:r>
      </w:hyperlink>
    </w:p>
    <w:p w14:paraId="64A9E27D" w14:textId="0D877D8C" w:rsidR="00326F11" w:rsidRDefault="00304D5A">
      <w:pPr>
        <w:pStyle w:val="TOC1"/>
        <w:rPr>
          <w:rFonts w:asciiTheme="minorHAnsi" w:eastAsiaTheme="minorEastAsia" w:hAnsiTheme="minorHAnsi" w:cstheme="minorBidi"/>
          <w:b w:val="0"/>
          <w:noProof/>
          <w:lang w:val="en-NL" w:eastAsia="zh-CN"/>
        </w:rPr>
      </w:pPr>
      <w:hyperlink w:anchor="_Toc78533765" w:history="1">
        <w:r w:rsidR="00326F11" w:rsidRPr="007377CB">
          <w:rPr>
            <w:rStyle w:val="Hyperlink"/>
            <w:noProof/>
          </w:rPr>
          <w:t>D.2</w:t>
        </w:r>
        <w:r w:rsidR="00326F11">
          <w:rPr>
            <w:rFonts w:asciiTheme="minorHAnsi" w:eastAsiaTheme="minorEastAsia" w:hAnsiTheme="minorHAnsi" w:cstheme="minorBidi"/>
            <w:b w:val="0"/>
            <w:noProof/>
            <w:lang w:val="en-NL" w:eastAsia="zh-CN"/>
          </w:rPr>
          <w:tab/>
        </w:r>
        <w:r w:rsidR="00326F11" w:rsidRPr="007377CB">
          <w:rPr>
            <w:rStyle w:val="Hyperlink"/>
            <w:noProof/>
          </w:rPr>
          <w:t>Decoder Instance Interface</w:t>
        </w:r>
        <w:r w:rsidR="00326F11">
          <w:rPr>
            <w:noProof/>
            <w:webHidden/>
          </w:rPr>
          <w:tab/>
        </w:r>
        <w:r w:rsidR="00326F11">
          <w:rPr>
            <w:noProof/>
            <w:webHidden/>
          </w:rPr>
          <w:fldChar w:fldCharType="begin"/>
        </w:r>
        <w:r w:rsidR="00326F11">
          <w:rPr>
            <w:noProof/>
            <w:webHidden/>
          </w:rPr>
          <w:instrText xml:space="preserve"> PAGEREF _Toc78533765 \h </w:instrText>
        </w:r>
        <w:r w:rsidR="00326F11">
          <w:rPr>
            <w:noProof/>
            <w:webHidden/>
          </w:rPr>
        </w:r>
        <w:r w:rsidR="00326F11">
          <w:rPr>
            <w:noProof/>
            <w:webHidden/>
          </w:rPr>
          <w:fldChar w:fldCharType="separate"/>
        </w:r>
        <w:r w:rsidR="00326F11">
          <w:rPr>
            <w:noProof/>
            <w:webHidden/>
          </w:rPr>
          <w:t>29</w:t>
        </w:r>
        <w:r w:rsidR="00326F11">
          <w:rPr>
            <w:noProof/>
            <w:webHidden/>
          </w:rPr>
          <w:fldChar w:fldCharType="end"/>
        </w:r>
      </w:hyperlink>
    </w:p>
    <w:p w14:paraId="6462CB7F" w14:textId="7157EA30" w:rsidR="00326F11" w:rsidRDefault="00304D5A">
      <w:pPr>
        <w:pStyle w:val="TOC1"/>
        <w:rPr>
          <w:rFonts w:asciiTheme="minorHAnsi" w:eastAsiaTheme="minorEastAsia" w:hAnsiTheme="minorHAnsi" w:cstheme="minorBidi"/>
          <w:b w:val="0"/>
          <w:noProof/>
          <w:lang w:val="en-NL" w:eastAsia="zh-CN"/>
        </w:rPr>
      </w:pPr>
      <w:hyperlink w:anchor="_Toc78533766" w:history="1">
        <w:r w:rsidR="00326F11" w:rsidRPr="007377CB">
          <w:rPr>
            <w:rStyle w:val="Hyperlink"/>
            <w:noProof/>
          </w:rPr>
          <w:t>D.2.1</w:t>
        </w:r>
        <w:r w:rsidR="00326F11">
          <w:rPr>
            <w:rFonts w:asciiTheme="minorHAnsi" w:eastAsiaTheme="minorEastAsia" w:hAnsiTheme="minorHAnsi" w:cstheme="minorBidi"/>
            <w:b w:val="0"/>
            <w:noProof/>
            <w:lang w:val="en-NL" w:eastAsia="zh-CN"/>
          </w:rPr>
          <w:tab/>
        </w:r>
        <w:r w:rsidR="00326F11" w:rsidRPr="007377CB">
          <w:rPr>
            <w:rStyle w:val="Hyperlink"/>
            <w:noProof/>
          </w:rPr>
          <w:t>Methods</w:t>
        </w:r>
        <w:r w:rsidR="00326F11">
          <w:rPr>
            <w:noProof/>
            <w:webHidden/>
          </w:rPr>
          <w:tab/>
        </w:r>
        <w:r w:rsidR="00326F11">
          <w:rPr>
            <w:noProof/>
            <w:webHidden/>
          </w:rPr>
          <w:fldChar w:fldCharType="begin"/>
        </w:r>
        <w:r w:rsidR="00326F11">
          <w:rPr>
            <w:noProof/>
            <w:webHidden/>
          </w:rPr>
          <w:instrText xml:space="preserve"> PAGEREF _Toc78533766 \h </w:instrText>
        </w:r>
        <w:r w:rsidR="00326F11">
          <w:rPr>
            <w:noProof/>
            <w:webHidden/>
          </w:rPr>
        </w:r>
        <w:r w:rsidR="00326F11">
          <w:rPr>
            <w:noProof/>
            <w:webHidden/>
          </w:rPr>
          <w:fldChar w:fldCharType="separate"/>
        </w:r>
        <w:r w:rsidR="00326F11">
          <w:rPr>
            <w:noProof/>
            <w:webHidden/>
          </w:rPr>
          <w:t>29</w:t>
        </w:r>
        <w:r w:rsidR="00326F11">
          <w:rPr>
            <w:noProof/>
            <w:webHidden/>
          </w:rPr>
          <w:fldChar w:fldCharType="end"/>
        </w:r>
      </w:hyperlink>
    </w:p>
    <w:p w14:paraId="3D25AB2B" w14:textId="071F4320" w:rsidR="00326F11" w:rsidRDefault="00304D5A">
      <w:pPr>
        <w:pStyle w:val="TOC1"/>
        <w:rPr>
          <w:rFonts w:asciiTheme="minorHAnsi" w:eastAsiaTheme="minorEastAsia" w:hAnsiTheme="minorHAnsi" w:cstheme="minorBidi"/>
          <w:b w:val="0"/>
          <w:noProof/>
          <w:lang w:val="en-NL" w:eastAsia="zh-CN"/>
        </w:rPr>
      </w:pPr>
      <w:hyperlink w:anchor="_Toc78533767" w:history="1">
        <w:r w:rsidR="00326F11" w:rsidRPr="007377CB">
          <w:rPr>
            <w:rStyle w:val="Hyperlink"/>
            <w:noProof/>
          </w:rPr>
          <w:t>D.2.2</w:t>
        </w:r>
        <w:r w:rsidR="00326F11">
          <w:rPr>
            <w:rFonts w:asciiTheme="minorHAnsi" w:eastAsiaTheme="minorEastAsia" w:hAnsiTheme="minorHAnsi" w:cstheme="minorBidi"/>
            <w:b w:val="0"/>
            <w:noProof/>
            <w:lang w:val="en-NL" w:eastAsia="zh-CN"/>
          </w:rPr>
          <w:tab/>
        </w:r>
        <w:r w:rsidR="00326F11" w:rsidRPr="007377CB">
          <w:rPr>
            <w:rStyle w:val="Hyperlink"/>
            <w:noProof/>
          </w:rPr>
          <w:t>Media Input and Output Interface</w:t>
        </w:r>
        <w:r w:rsidR="00326F11">
          <w:rPr>
            <w:noProof/>
            <w:webHidden/>
          </w:rPr>
          <w:tab/>
        </w:r>
        <w:r w:rsidR="00326F11">
          <w:rPr>
            <w:noProof/>
            <w:webHidden/>
          </w:rPr>
          <w:fldChar w:fldCharType="begin"/>
        </w:r>
        <w:r w:rsidR="00326F11">
          <w:rPr>
            <w:noProof/>
            <w:webHidden/>
          </w:rPr>
          <w:instrText xml:space="preserve"> PAGEREF _Toc78533767 \h </w:instrText>
        </w:r>
        <w:r w:rsidR="00326F11">
          <w:rPr>
            <w:noProof/>
            <w:webHidden/>
          </w:rPr>
        </w:r>
        <w:r w:rsidR="00326F11">
          <w:rPr>
            <w:noProof/>
            <w:webHidden/>
          </w:rPr>
          <w:fldChar w:fldCharType="separate"/>
        </w:r>
        <w:r w:rsidR="00326F11">
          <w:rPr>
            <w:noProof/>
            <w:webHidden/>
          </w:rPr>
          <w:t>30</w:t>
        </w:r>
        <w:r w:rsidR="00326F11">
          <w:rPr>
            <w:noProof/>
            <w:webHidden/>
          </w:rPr>
          <w:fldChar w:fldCharType="end"/>
        </w:r>
      </w:hyperlink>
    </w:p>
    <w:p w14:paraId="692456E7" w14:textId="6D5EA51A" w:rsidR="00326F11" w:rsidRDefault="00304D5A">
      <w:pPr>
        <w:pStyle w:val="TOC1"/>
        <w:rPr>
          <w:rFonts w:asciiTheme="minorHAnsi" w:eastAsiaTheme="minorEastAsia" w:hAnsiTheme="minorHAnsi" w:cstheme="minorBidi"/>
          <w:b w:val="0"/>
          <w:noProof/>
          <w:lang w:val="en-NL" w:eastAsia="zh-CN"/>
        </w:rPr>
      </w:pPr>
      <w:hyperlink w:anchor="_Toc78533768" w:history="1">
        <w:r w:rsidR="00326F11" w:rsidRPr="007377CB">
          <w:rPr>
            <w:rStyle w:val="Hyperlink"/>
            <w:rFonts w:eastAsia="Times New Roman"/>
            <w:noProof/>
          </w:rPr>
          <w:t>D.2.3</w:t>
        </w:r>
        <w:r w:rsidR="00326F11">
          <w:rPr>
            <w:rFonts w:asciiTheme="minorHAnsi" w:eastAsiaTheme="minorEastAsia" w:hAnsiTheme="minorHAnsi" w:cstheme="minorBidi"/>
            <w:b w:val="0"/>
            <w:noProof/>
            <w:lang w:val="en-NL" w:eastAsia="zh-CN"/>
          </w:rPr>
          <w:tab/>
        </w:r>
        <w:r w:rsidR="00326F11" w:rsidRPr="007377CB">
          <w:rPr>
            <w:rStyle w:val="Hyperlink"/>
            <w:noProof/>
          </w:rPr>
          <w:t>Input/Output from/into GPU</w:t>
        </w:r>
        <w:r w:rsidR="00326F11">
          <w:rPr>
            <w:noProof/>
            <w:webHidden/>
          </w:rPr>
          <w:tab/>
        </w:r>
        <w:r w:rsidR="00326F11">
          <w:rPr>
            <w:noProof/>
            <w:webHidden/>
          </w:rPr>
          <w:fldChar w:fldCharType="begin"/>
        </w:r>
        <w:r w:rsidR="00326F11">
          <w:rPr>
            <w:noProof/>
            <w:webHidden/>
          </w:rPr>
          <w:instrText xml:space="preserve"> PAGEREF _Toc78533768 \h </w:instrText>
        </w:r>
        <w:r w:rsidR="00326F11">
          <w:rPr>
            <w:noProof/>
            <w:webHidden/>
          </w:rPr>
        </w:r>
        <w:r w:rsidR="00326F11">
          <w:rPr>
            <w:noProof/>
            <w:webHidden/>
          </w:rPr>
          <w:fldChar w:fldCharType="separate"/>
        </w:r>
        <w:r w:rsidR="00326F11">
          <w:rPr>
            <w:noProof/>
            <w:webHidden/>
          </w:rPr>
          <w:t>31</w:t>
        </w:r>
        <w:r w:rsidR="00326F11">
          <w:rPr>
            <w:noProof/>
            <w:webHidden/>
          </w:rPr>
          <w:fldChar w:fldCharType="end"/>
        </w:r>
      </w:hyperlink>
    </w:p>
    <w:p w14:paraId="3226C44B" w14:textId="14A6A85F" w:rsidR="00326F11" w:rsidRDefault="00304D5A">
      <w:pPr>
        <w:pStyle w:val="TOC1"/>
        <w:rPr>
          <w:rFonts w:asciiTheme="minorHAnsi" w:eastAsiaTheme="minorEastAsia" w:hAnsiTheme="minorHAnsi" w:cstheme="minorBidi"/>
          <w:b w:val="0"/>
          <w:noProof/>
          <w:lang w:val="en-NL" w:eastAsia="zh-CN"/>
        </w:rPr>
      </w:pPr>
      <w:hyperlink w:anchor="_Toc78533769" w:history="1">
        <w:r w:rsidR="00326F11" w:rsidRPr="007377CB">
          <w:rPr>
            <w:rStyle w:val="Hyperlink"/>
            <w:noProof/>
          </w:rPr>
          <w:t>Bibliography</w:t>
        </w:r>
        <w:r w:rsidR="00326F11">
          <w:rPr>
            <w:noProof/>
            <w:webHidden/>
          </w:rPr>
          <w:tab/>
        </w:r>
        <w:r w:rsidR="00326F11">
          <w:rPr>
            <w:noProof/>
            <w:webHidden/>
          </w:rPr>
          <w:fldChar w:fldCharType="begin"/>
        </w:r>
        <w:r w:rsidR="00326F11">
          <w:rPr>
            <w:noProof/>
            <w:webHidden/>
          </w:rPr>
          <w:instrText xml:space="preserve"> PAGEREF _Toc78533769 \h </w:instrText>
        </w:r>
        <w:r w:rsidR="00326F11">
          <w:rPr>
            <w:noProof/>
            <w:webHidden/>
          </w:rPr>
        </w:r>
        <w:r w:rsidR="00326F11">
          <w:rPr>
            <w:noProof/>
            <w:webHidden/>
          </w:rPr>
          <w:fldChar w:fldCharType="separate"/>
        </w:r>
        <w:r w:rsidR="00326F11">
          <w:rPr>
            <w:noProof/>
            <w:webHidden/>
          </w:rPr>
          <w:t>32</w:t>
        </w:r>
        <w:r w:rsidR="00326F11">
          <w:rPr>
            <w:noProof/>
            <w:webHidden/>
          </w:rPr>
          <w:fldChar w:fldCharType="end"/>
        </w:r>
      </w:hyperlink>
    </w:p>
    <w:p w14:paraId="413930BD" w14:textId="18C15CB6" w:rsidR="00EB023F" w:rsidRPr="000A2F18" w:rsidRDefault="0054733A" w:rsidP="00235C01">
      <w:pPr>
        <w:pStyle w:val="TOC1"/>
      </w:pPr>
      <w:r w:rsidRPr="000A2F18">
        <w:fldChar w:fldCharType="end"/>
      </w:r>
    </w:p>
    <w:p w14:paraId="16CC4535" w14:textId="40157C5E" w:rsidR="001A33D0" w:rsidRPr="000A2F18" w:rsidRDefault="001A33D0" w:rsidP="001A33D0">
      <w:pPr>
        <w:pStyle w:val="ForewordTitle"/>
      </w:pPr>
      <w:bookmarkStart w:id="2" w:name="_Toc353342667"/>
      <w:bookmarkStart w:id="3" w:name="_Toc78533706"/>
      <w:r w:rsidRPr="000A2F18">
        <w:lastRenderedPageBreak/>
        <w:t>Foreword</w:t>
      </w:r>
      <w:bookmarkEnd w:id="2"/>
      <w:bookmarkEnd w:id="3"/>
    </w:p>
    <w:p w14:paraId="3587C730" w14:textId="77777777" w:rsidR="00BC394B" w:rsidRPr="000A2F18" w:rsidRDefault="00BC394B" w:rsidP="00BC394B">
      <w:r w:rsidRPr="000A2F18">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4F15A79" w14:textId="0AE63218" w:rsidR="00BC394B" w:rsidRPr="000A2F18" w:rsidRDefault="00BC394B" w:rsidP="00BC394B">
      <w:r w:rsidRPr="000A2F18">
        <w:t>The procedures used to develop this document and those intended for its further maintenance are described in the ISO/IEC Directives, Part 1. In particular</w:t>
      </w:r>
      <w:r w:rsidR="00F81ACE" w:rsidRPr="000A2F18">
        <w:t>,</w:t>
      </w:r>
      <w:r w:rsidRPr="000A2F18">
        <w:t xml:space="preserve"> the different approval criteria needed for the different types of ISO documents should be noted. This document was drafted in accordance with the editorial rules of the ISO/IEC Directives, Part 2 (see </w:t>
      </w:r>
      <w:hyperlink r:id="rId14" w:history="1">
        <w:r w:rsidRPr="000A2F18">
          <w:rPr>
            <w:rStyle w:val="Hyperlink"/>
            <w:lang w:val="en-GB"/>
          </w:rPr>
          <w:t>www.iso.org/directives</w:t>
        </w:r>
      </w:hyperlink>
      <w:r w:rsidRPr="000A2F18">
        <w:t>).</w:t>
      </w:r>
    </w:p>
    <w:p w14:paraId="2A28AC39" w14:textId="3C1C7718" w:rsidR="00BC394B" w:rsidRPr="000A2F18" w:rsidRDefault="00BC394B" w:rsidP="00BC394B">
      <w:r w:rsidRPr="000A2F18">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5" w:history="1">
        <w:r w:rsidRPr="000A2F18">
          <w:rPr>
            <w:rStyle w:val="Hyperlink"/>
            <w:lang w:val="en-GB"/>
          </w:rPr>
          <w:t>www.iso.org/patents</w:t>
        </w:r>
      </w:hyperlink>
      <w:r w:rsidRPr="000A2F18">
        <w:t>).</w:t>
      </w:r>
    </w:p>
    <w:p w14:paraId="7563DF7E" w14:textId="77777777" w:rsidR="00BC394B" w:rsidRPr="000A2F18" w:rsidRDefault="00BC394B" w:rsidP="00BC394B">
      <w:r w:rsidRPr="000A2F18">
        <w:t>Any trade name used in this document is information given for the convenience of users and does not constitute an endorsement.</w:t>
      </w:r>
    </w:p>
    <w:p w14:paraId="1381EE58" w14:textId="2B11AC49" w:rsidR="00BC394B" w:rsidRPr="000A2F18" w:rsidRDefault="00BC394B" w:rsidP="00BC394B">
      <w:r w:rsidRPr="000A2F18">
        <w:t>For an explanation o</w:t>
      </w:r>
      <w:r w:rsidR="00F81ACE" w:rsidRPr="000A2F18">
        <w:t>f</w:t>
      </w:r>
      <w:r w:rsidRPr="000A2F18">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0A2F18">
        <w:t>,</w:t>
      </w:r>
      <w:r w:rsidRPr="000A2F18">
        <w:rPr>
          <w:color w:val="FF0000"/>
        </w:rPr>
        <w:t xml:space="preserve"> </w:t>
      </w:r>
      <w:r w:rsidRPr="000A2F18">
        <w:t xml:space="preserve">see </w:t>
      </w:r>
      <w:hyperlink r:id="rId16" w:history="1">
        <w:r w:rsidRPr="000A2F18">
          <w:rPr>
            <w:rStyle w:val="Hyperlink"/>
            <w:rFonts w:eastAsia="Malgun Gothic" w:cs="Arial"/>
            <w:szCs w:val="24"/>
            <w:lang w:val="en-GB"/>
          </w:rPr>
          <w:t>www.iso.org/iso/foreword.html</w:t>
        </w:r>
      </w:hyperlink>
      <w:r w:rsidRPr="000A2F18">
        <w:rPr>
          <w:rFonts w:eastAsia="Malgun Gothic"/>
        </w:rPr>
        <w:t>.</w:t>
      </w:r>
    </w:p>
    <w:p w14:paraId="7AA16C53" w14:textId="64A5FFDF" w:rsidR="001A33D0" w:rsidRPr="000A2F18" w:rsidRDefault="00B9118A" w:rsidP="001A33D0">
      <w:r w:rsidRPr="000A2F18">
        <w:t>This document was prepared by Technical Committee</w:t>
      </w:r>
      <w:r w:rsidR="001A33D0" w:rsidRPr="000A2F18">
        <w:t xml:space="preserve"> ISO/</w:t>
      </w:r>
      <w:r w:rsidR="00EB023F" w:rsidRPr="000A2F18">
        <w:t>IEC/J</w:t>
      </w:r>
      <w:r w:rsidR="001A33D0" w:rsidRPr="000A2F18">
        <w:t>TC</w:t>
      </w:r>
      <w:r w:rsidR="00EB023F" w:rsidRPr="000A2F18">
        <w:t xml:space="preserve"> 1</w:t>
      </w:r>
      <w:r w:rsidR="001A33D0" w:rsidRPr="000A2F18">
        <w:t xml:space="preserve"> </w:t>
      </w:r>
      <w:r w:rsidR="00EB023F" w:rsidRPr="000A2F18">
        <w:rPr>
          <w:i/>
        </w:rPr>
        <w:t>Information technology</w:t>
      </w:r>
      <w:r w:rsidR="001A33D0" w:rsidRPr="000A2F18">
        <w:t xml:space="preserve">, Subcommittee SC </w:t>
      </w:r>
      <w:r w:rsidR="00EB023F" w:rsidRPr="000A2F18">
        <w:t>29</w:t>
      </w:r>
      <w:r w:rsidR="001A33D0" w:rsidRPr="000A2F18">
        <w:t>,</w:t>
      </w:r>
      <w:r w:rsidR="00EB023F" w:rsidRPr="000A2F18">
        <w:t xml:space="preserve"> Coding of audio, picture, multimedia and hypermedia information</w:t>
      </w:r>
      <w:r w:rsidR="001A33D0" w:rsidRPr="000A2F18">
        <w:t>.</w:t>
      </w:r>
    </w:p>
    <w:p w14:paraId="1DC59B80" w14:textId="5CF21043" w:rsidR="001A33D0" w:rsidRPr="000A2F18" w:rsidRDefault="001A33D0" w:rsidP="001A33D0">
      <w:r w:rsidRPr="000A2F18">
        <w:t xml:space="preserve">This </w:t>
      </w:r>
      <w:r w:rsidR="00EB023F" w:rsidRPr="000A2F18">
        <w:t xml:space="preserve">is the first </w:t>
      </w:r>
      <w:r w:rsidRPr="000A2F18">
        <w:t xml:space="preserve">edition </w:t>
      </w:r>
      <w:r w:rsidR="00EB023F" w:rsidRPr="000A2F18">
        <w:t xml:space="preserve">published under </w:t>
      </w:r>
      <w:r w:rsidRPr="000A2F18">
        <w:t xml:space="preserve">ISO </w:t>
      </w:r>
      <w:r w:rsidR="00EB023F" w:rsidRPr="000A2F18">
        <w:t>23090-13</w:t>
      </w:r>
      <w:r w:rsidR="00B9118A" w:rsidRPr="000A2F18">
        <w:t>:</w:t>
      </w:r>
      <w:r w:rsidR="00EB023F" w:rsidRPr="000A2F18">
        <w:rPr>
          <w:color w:val="FF0000"/>
        </w:rPr>
        <w:t>202x</w:t>
      </w:r>
      <w:r w:rsidRPr="000A2F18">
        <w:t>.</w:t>
      </w:r>
    </w:p>
    <w:p w14:paraId="232C078A" w14:textId="190B3934" w:rsidR="001A33D0" w:rsidRPr="000A2F18" w:rsidRDefault="001A33D0" w:rsidP="001A33D0">
      <w:pPr>
        <w:rPr>
          <w:rFonts w:ascii="Calibri" w:hAnsi="Calibri"/>
        </w:rPr>
      </w:pPr>
      <w:r w:rsidRPr="000A2F18">
        <w:t xml:space="preserve">A list of all parts in the ISO </w:t>
      </w:r>
      <w:r w:rsidR="00EB023F" w:rsidRPr="000A2F18">
        <w:t>23090</w:t>
      </w:r>
      <w:r w:rsidRPr="000A2F18">
        <w:t xml:space="preserve"> series can be found on the ISO website.</w:t>
      </w:r>
    </w:p>
    <w:p w14:paraId="6B29F85F" w14:textId="600B3AD1" w:rsidR="001A33D0" w:rsidRPr="000A2F18" w:rsidRDefault="0097303B" w:rsidP="001A33D0">
      <w:r w:rsidRPr="000A2F18">
        <w:rPr>
          <w:iCs/>
        </w:rPr>
        <w:t xml:space="preserve">Any feedback or questions on this document should be directed to the user’s national standards body. A complete listing of these bodies can be found at </w:t>
      </w:r>
      <w:hyperlink r:id="rId17" w:history="1">
        <w:r w:rsidR="00F81ACE" w:rsidRPr="000A2F18">
          <w:rPr>
            <w:rStyle w:val="Hyperlink"/>
            <w:iCs/>
            <w:lang w:val="en-GB"/>
          </w:rPr>
          <w:t>www.iso.org/members.html</w:t>
        </w:r>
      </w:hyperlink>
      <w:r w:rsidRPr="000A2F18">
        <w:rPr>
          <w:iCs/>
        </w:rPr>
        <w:t>.</w:t>
      </w:r>
    </w:p>
    <w:p w14:paraId="442A3A0A" w14:textId="77777777" w:rsidR="001A33D0" w:rsidRPr="000A2F18" w:rsidRDefault="001A33D0" w:rsidP="001A33D0">
      <w:pPr>
        <w:pStyle w:val="IntroTitle"/>
        <w:pageBreakBefore/>
      </w:pPr>
      <w:bookmarkStart w:id="4" w:name="_Toc353342668"/>
      <w:bookmarkStart w:id="5" w:name="_Toc78533707"/>
      <w:r w:rsidRPr="000A2F18">
        <w:lastRenderedPageBreak/>
        <w:t>Introduction</w:t>
      </w:r>
      <w:bookmarkEnd w:id="4"/>
      <w:bookmarkEnd w:id="5"/>
    </w:p>
    <w:p w14:paraId="23017045" w14:textId="77777777" w:rsidR="001A33D0" w:rsidRPr="000A2F18" w:rsidRDefault="001A33D0" w:rsidP="001A33D0">
      <w:r w:rsidRPr="000A2F18">
        <w:t>Type text.</w:t>
      </w:r>
    </w:p>
    <w:p w14:paraId="34F9E9F1" w14:textId="2A2B8B2F" w:rsidR="00017A05" w:rsidRPr="00D82953" w:rsidRDefault="00017A05" w:rsidP="00017A05">
      <w:pPr>
        <w:rPr>
          <w:i/>
          <w:color w:val="0070C0"/>
        </w:rPr>
        <w:sectPr w:rsidR="00017A05" w:rsidRPr="00D82953" w:rsidSect="004421EF">
          <w:headerReference w:type="even" r:id="rId18"/>
          <w:headerReference w:type="default" r:id="rId19"/>
          <w:footerReference w:type="even" r:id="rId20"/>
          <w:footerReference w:type="default" r:id="rId21"/>
          <w:pgSz w:w="11906" w:h="16838" w:code="9"/>
          <w:pgMar w:top="794" w:right="1077" w:bottom="567" w:left="1077" w:header="709" w:footer="284" w:gutter="0"/>
          <w:pgNumType w:fmt="lowerRoman"/>
          <w:cols w:space="720"/>
        </w:sectPr>
      </w:pPr>
    </w:p>
    <w:p w14:paraId="053DAF5C" w14:textId="71D4C92C" w:rsidR="00D318F4" w:rsidRPr="000A2F18" w:rsidRDefault="00D318F4" w:rsidP="00D318F4">
      <w:pPr>
        <w:pStyle w:val="zzSTDTitle"/>
        <w:spacing w:before="0" w:after="360"/>
        <w:rPr>
          <w:b w:val="0"/>
          <w:color w:val="auto"/>
          <w:szCs w:val="32"/>
        </w:rPr>
      </w:pPr>
      <w:r w:rsidRPr="000A2F18">
        <w:rPr>
          <w:color w:val="auto"/>
        </w:rPr>
        <w:lastRenderedPageBreak/>
        <w:t>Information technology — Coded representation of immersive media — Part 13: Multi-Decoder Video Interface for Immersive Media</w:t>
      </w:r>
    </w:p>
    <w:p w14:paraId="2F680A0A" w14:textId="0BB6DFE6" w:rsidR="001A33D0" w:rsidRPr="000A2F18" w:rsidRDefault="001A33D0" w:rsidP="001A33D0">
      <w:pPr>
        <w:pStyle w:val="Heading1"/>
        <w:numPr>
          <w:ilvl w:val="0"/>
          <w:numId w:val="1"/>
        </w:numPr>
        <w:tabs>
          <w:tab w:val="clear" w:pos="432"/>
        </w:tabs>
        <w:ind w:left="0" w:firstLine="0"/>
      </w:pPr>
      <w:bookmarkStart w:id="6" w:name="_Toc353342669"/>
      <w:bookmarkStart w:id="7" w:name="_Toc78533708"/>
      <w:r w:rsidRPr="000A2F18">
        <w:t>Scope</w:t>
      </w:r>
      <w:bookmarkEnd w:id="6"/>
      <w:bookmarkEnd w:id="7"/>
    </w:p>
    <w:p w14:paraId="01B832D4" w14:textId="7FE9DDF0" w:rsidR="00586E01" w:rsidRDefault="00586E01" w:rsidP="00586E01">
      <w:pPr>
        <w:rPr>
          <w:lang w:eastAsia="ja-JP"/>
        </w:rPr>
      </w:pPr>
      <w:r w:rsidRPr="000A2F18">
        <w:rPr>
          <w:lang w:eastAsia="ja-JP"/>
        </w:rPr>
        <w:t>This document specifies</w:t>
      </w:r>
      <w:r w:rsidR="008551F4">
        <w:rPr>
          <w:lang w:eastAsia="ja-JP"/>
        </w:rPr>
        <w:t xml:space="preserve"> </w:t>
      </w:r>
      <w:r w:rsidRPr="000A2F18">
        <w:rPr>
          <w:lang w:eastAsia="ja-JP"/>
        </w:rPr>
        <w:t xml:space="preserve">the control, input, and output interfaces of a video decoding engine as well as the operations that can be performed by this video decoding engine: input formatting </w:t>
      </w:r>
      <w:r w:rsidR="001805D2">
        <w:rPr>
          <w:lang w:eastAsia="ja-JP"/>
        </w:rPr>
        <w:t>for</w:t>
      </w:r>
      <w:r w:rsidR="001805D2" w:rsidRPr="000A2F18">
        <w:rPr>
          <w:lang w:eastAsia="ja-JP"/>
        </w:rPr>
        <w:t xml:space="preserve"> </w:t>
      </w:r>
      <w:r w:rsidRPr="000A2F18">
        <w:rPr>
          <w:lang w:eastAsia="ja-JP"/>
        </w:rPr>
        <w:t xml:space="preserve">elementary streams, time locking of decoded sequences and metadata streams, output formatting of decoded sequences and metadata streams, </w:t>
      </w:r>
      <w:r w:rsidR="00BC7C7E" w:rsidRPr="000A2F18">
        <w:rPr>
          <w:lang w:eastAsia="ja-JP"/>
        </w:rPr>
        <w:t>and the API for the application to control these operations.</w:t>
      </w:r>
    </w:p>
    <w:p w14:paraId="43460322" w14:textId="54929966" w:rsidR="009E7D91" w:rsidRPr="000A2F18" w:rsidRDefault="009E7D91" w:rsidP="00586E01">
      <w:pPr>
        <w:rPr>
          <w:lang w:eastAsia="ja-JP"/>
        </w:rPr>
      </w:pPr>
      <w:r>
        <w:rPr>
          <w:lang w:eastAsia="ja-JP"/>
        </w:rPr>
        <w:t>T</w:t>
      </w:r>
      <w:r w:rsidR="006A2D53">
        <w:rPr>
          <w:lang w:eastAsia="ja-JP"/>
        </w:rPr>
        <w:t>hose interfaces and operations come as extensions of existing video decoding engines</w:t>
      </w:r>
      <w:r w:rsidR="00B220CD">
        <w:rPr>
          <w:lang w:eastAsia="ja-JP"/>
        </w:rPr>
        <w:t xml:space="preserve"> exposing hardware video decoding capabilities.</w:t>
      </w:r>
    </w:p>
    <w:p w14:paraId="0AA95028" w14:textId="70F23350" w:rsidR="001A33D0" w:rsidRPr="000A2F18" w:rsidRDefault="001A33D0" w:rsidP="001A33D0">
      <w:pPr>
        <w:pStyle w:val="Heading1"/>
        <w:numPr>
          <w:ilvl w:val="0"/>
          <w:numId w:val="1"/>
        </w:numPr>
        <w:tabs>
          <w:tab w:val="clear" w:pos="432"/>
        </w:tabs>
        <w:ind w:left="0" w:firstLine="0"/>
      </w:pPr>
      <w:bookmarkStart w:id="8" w:name="_Toc353342670"/>
      <w:bookmarkStart w:id="9" w:name="_Toc78533709"/>
      <w:r w:rsidRPr="000A2F18">
        <w:t>Normative references</w:t>
      </w:r>
      <w:bookmarkEnd w:id="8"/>
      <w:bookmarkEnd w:id="9"/>
    </w:p>
    <w:p w14:paraId="3A2C2999" w14:textId="77777777" w:rsidR="001A33D0" w:rsidRPr="000A2F18" w:rsidRDefault="001A33D0" w:rsidP="001A33D0">
      <w:r w:rsidRPr="000A2F18">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6CE9279A" w14:textId="3A1967FD" w:rsidR="002200A3" w:rsidRDefault="002200A3" w:rsidP="001A33D0">
      <w:r>
        <w:t>ISO/IEC 19516</w:t>
      </w:r>
      <w:r w:rsidR="004E47A0">
        <w:t>,</w:t>
      </w:r>
      <w:r>
        <w:t xml:space="preserve"> </w:t>
      </w:r>
      <w:r w:rsidRPr="00BA3886">
        <w:rPr>
          <w:i/>
          <w:iCs/>
        </w:rPr>
        <w:t>Information technology — Object management group — Interface definition language (IDL) 4.2</w:t>
      </w:r>
    </w:p>
    <w:p w14:paraId="3DCC9E90" w14:textId="26EF7615" w:rsidR="00F947B5" w:rsidRPr="000A2F18" w:rsidRDefault="00F947B5" w:rsidP="001A33D0">
      <w:r w:rsidRPr="000A2F18">
        <w:t>ISO/IEC 23008-2</w:t>
      </w:r>
      <w:r w:rsidR="004E47A0">
        <w:t>,</w:t>
      </w:r>
      <w:r w:rsidRPr="000A2F18">
        <w:t xml:space="preserve"> </w:t>
      </w:r>
      <w:r w:rsidR="00BA3886" w:rsidRPr="00BA3886">
        <w:rPr>
          <w:i/>
          <w:iCs/>
        </w:rPr>
        <w:t xml:space="preserve">Information technology — </w:t>
      </w:r>
      <w:r w:rsidRPr="000A2F18">
        <w:rPr>
          <w:i/>
          <w:iCs/>
        </w:rPr>
        <w:t>High efficiency coding and media delivery in heterogeneous environments — Part 2: High efficiency video coding</w:t>
      </w:r>
    </w:p>
    <w:p w14:paraId="6D74D84C" w14:textId="4B91C291" w:rsidR="005B4550" w:rsidRDefault="005B4550" w:rsidP="001A33D0">
      <w:pPr>
        <w:rPr>
          <w:i/>
          <w:iCs/>
        </w:rPr>
      </w:pPr>
      <w:r w:rsidRPr="000A2F18">
        <w:t>ISO/IEC 23090-3</w:t>
      </w:r>
      <w:r w:rsidR="004E47A0">
        <w:t>,</w:t>
      </w:r>
      <w:r w:rsidR="00F947B5" w:rsidRPr="000A2F18">
        <w:t xml:space="preserve"> </w:t>
      </w:r>
      <w:r w:rsidR="00BA3886" w:rsidRPr="00BA3886">
        <w:rPr>
          <w:i/>
          <w:iCs/>
        </w:rPr>
        <w:t xml:space="preserve">Information technology — </w:t>
      </w:r>
      <w:r w:rsidRPr="000A2F18">
        <w:rPr>
          <w:i/>
          <w:iCs/>
        </w:rPr>
        <w:t>Coded representation of immersive media — Part 3: Versatile video coding</w:t>
      </w:r>
    </w:p>
    <w:p w14:paraId="4D138D30" w14:textId="31E224B2" w:rsidR="002200A3" w:rsidRPr="00F2280B" w:rsidRDefault="002200A3" w:rsidP="002200A3">
      <w:r w:rsidRPr="00F2280B">
        <w:t>ISO/IEC 23094-1</w:t>
      </w:r>
      <w:r w:rsidR="004E47A0">
        <w:t>,</w:t>
      </w:r>
      <w:r>
        <w:t xml:space="preserve"> </w:t>
      </w:r>
      <w:r w:rsidRPr="002200A3">
        <w:rPr>
          <w:i/>
          <w:iCs/>
        </w:rPr>
        <w:t>Information technology — General video coding — Part 1: Essential video coding</w:t>
      </w:r>
    </w:p>
    <w:p w14:paraId="2223CF7E" w14:textId="5541D20F" w:rsidR="001A33D0" w:rsidRPr="000A2F18" w:rsidRDefault="001A33D0" w:rsidP="001A33D0">
      <w:pPr>
        <w:pStyle w:val="Heading1"/>
        <w:numPr>
          <w:ilvl w:val="0"/>
          <w:numId w:val="1"/>
        </w:numPr>
        <w:tabs>
          <w:tab w:val="clear" w:pos="432"/>
        </w:tabs>
        <w:ind w:left="0" w:firstLine="0"/>
      </w:pPr>
      <w:bookmarkStart w:id="10" w:name="_Toc30062011"/>
      <w:bookmarkStart w:id="11" w:name="_Toc30062012"/>
      <w:bookmarkStart w:id="12" w:name="_Toc30062013"/>
      <w:bookmarkStart w:id="13" w:name="_Toc353342671"/>
      <w:bookmarkStart w:id="14" w:name="_Toc78533711"/>
      <w:bookmarkEnd w:id="10"/>
      <w:bookmarkEnd w:id="11"/>
      <w:bookmarkEnd w:id="12"/>
      <w:r w:rsidRPr="000A2F18">
        <w:t>Terms and definitions</w:t>
      </w:r>
      <w:bookmarkEnd w:id="13"/>
      <w:bookmarkEnd w:id="14"/>
    </w:p>
    <w:p w14:paraId="60B59D3B" w14:textId="77777777" w:rsidR="001A33D0" w:rsidRPr="000A2F18" w:rsidRDefault="001A33D0" w:rsidP="001A33D0">
      <w:r w:rsidRPr="000A2F18">
        <w:t>For the purposes of this document, the following terms and definitions apply.</w:t>
      </w:r>
    </w:p>
    <w:p w14:paraId="6A711932" w14:textId="77777777" w:rsidR="00312415" w:rsidRPr="000A2F18" w:rsidRDefault="00312415" w:rsidP="00312415">
      <w:pPr>
        <w:pStyle w:val="TermNum"/>
      </w:pPr>
      <w:r w:rsidRPr="000A2F18">
        <w:t>3.1</w:t>
      </w:r>
    </w:p>
    <w:p w14:paraId="0FE08236" w14:textId="6B710E6D" w:rsidR="00312415" w:rsidRPr="000A2F18" w:rsidRDefault="00312415" w:rsidP="00312415">
      <w:pPr>
        <w:pStyle w:val="Terms"/>
      </w:pPr>
      <w:r>
        <w:t>access unit</w:t>
      </w:r>
    </w:p>
    <w:p w14:paraId="505709AC" w14:textId="3F87DC5E" w:rsidR="00597170" w:rsidRDefault="00597170" w:rsidP="00312415">
      <w:r w:rsidRPr="00597170">
        <w:t xml:space="preserve">smallest individually accessible portion of data within an </w:t>
      </w:r>
      <w:r w:rsidRPr="00F2280B">
        <w:rPr>
          <w:i/>
          <w:iCs/>
        </w:rPr>
        <w:t>elementary stream</w:t>
      </w:r>
      <w:r w:rsidR="00E017AD" w:rsidRPr="00F2280B">
        <w:t xml:space="preserve"> (</w:t>
      </w:r>
      <w:r w:rsidR="00E017AD">
        <w:t>3.</w:t>
      </w:r>
      <w:r w:rsidR="00A54D38">
        <w:t>2</w:t>
      </w:r>
      <w:r w:rsidR="00E017AD" w:rsidRPr="00F2280B">
        <w:t>)</w:t>
      </w:r>
      <w:r w:rsidRPr="00597170">
        <w:t xml:space="preserve"> to which unique timing information can be attributed</w:t>
      </w:r>
    </w:p>
    <w:p w14:paraId="7AB65769" w14:textId="71E7723E" w:rsidR="00573A8C" w:rsidRPr="00BC57BA" w:rsidRDefault="00573A8C" w:rsidP="00312415">
      <w:pPr>
        <w:pStyle w:val="Note"/>
      </w:pPr>
      <w:r w:rsidRPr="00573A8C">
        <w:t xml:space="preserve">[SOURCE: </w:t>
      </w:r>
      <w:r w:rsidR="00263CFF">
        <w:t>ISO/IEC 14496-1</w:t>
      </w:r>
      <w:r w:rsidRPr="00573A8C">
        <w:t>]</w:t>
      </w:r>
    </w:p>
    <w:p w14:paraId="5B242484" w14:textId="131CF51D" w:rsidR="00931EAE" w:rsidRPr="000A2F18" w:rsidRDefault="00931EAE" w:rsidP="00931EAE">
      <w:pPr>
        <w:pStyle w:val="TermNum"/>
      </w:pPr>
      <w:r w:rsidRPr="000A2F18">
        <w:t>3.</w:t>
      </w:r>
      <w:r w:rsidR="00A54D38">
        <w:t>2</w:t>
      </w:r>
    </w:p>
    <w:p w14:paraId="1499BDD0" w14:textId="77777777" w:rsidR="00931EAE" w:rsidRPr="000A2F18" w:rsidRDefault="00931EAE" w:rsidP="00931EAE">
      <w:pPr>
        <w:pStyle w:val="Terms"/>
      </w:pPr>
      <w:r>
        <w:t>elementary stream</w:t>
      </w:r>
    </w:p>
    <w:p w14:paraId="1F1792EA" w14:textId="7B86819B" w:rsidR="0018457A" w:rsidRDefault="0048368E" w:rsidP="00661684">
      <w:r w:rsidRPr="0048368E">
        <w:t>consecutive flow of mono-media data produced by a single encoder or consumed by a single decoder</w:t>
      </w:r>
    </w:p>
    <w:p w14:paraId="4371BC4F" w14:textId="7AE80620" w:rsidR="0018457A" w:rsidRPr="00BC57BA" w:rsidRDefault="0018457A" w:rsidP="0018457A">
      <w:pPr>
        <w:pStyle w:val="Note"/>
      </w:pPr>
      <w:r>
        <w:t xml:space="preserve">NOTE 1 to entry: </w:t>
      </w:r>
      <w:r w:rsidR="00A25E15">
        <w:t xml:space="preserve">Similar to the </w:t>
      </w:r>
      <w:r w:rsidR="007524BA">
        <w:t xml:space="preserve">definition of elementary stream in </w:t>
      </w:r>
      <w:r w:rsidR="00334EB8">
        <w:t>ISO/IEC 14496-1</w:t>
      </w:r>
      <w:r w:rsidR="00F943CE">
        <w:t>.</w:t>
      </w:r>
    </w:p>
    <w:p w14:paraId="70DFF3DC" w14:textId="66445B89" w:rsidR="00B77BEC" w:rsidRPr="000A2F18" w:rsidRDefault="00B77BEC" w:rsidP="00B77BEC">
      <w:pPr>
        <w:pStyle w:val="TermNum"/>
      </w:pPr>
      <w:r w:rsidRPr="000A2F18">
        <w:lastRenderedPageBreak/>
        <w:t>3.</w:t>
      </w:r>
      <w:r w:rsidR="00A54D38">
        <w:t>3</w:t>
      </w:r>
    </w:p>
    <w:p w14:paraId="5A9B298B" w14:textId="6A997154" w:rsidR="00B77BEC" w:rsidRPr="000A2F18" w:rsidRDefault="00B77BEC" w:rsidP="00B77BEC">
      <w:pPr>
        <w:pStyle w:val="Terms"/>
      </w:pPr>
      <w:r>
        <w:t>media stream</w:t>
      </w:r>
    </w:p>
    <w:p w14:paraId="1B719EA6" w14:textId="45767720" w:rsidR="00B77BEC" w:rsidRPr="00AE31EC" w:rsidRDefault="00D347DC" w:rsidP="00931EAE">
      <w:pPr>
        <w:pStyle w:val="TermNum"/>
        <w:rPr>
          <w:b w:val="0"/>
        </w:rPr>
      </w:pPr>
      <w:r w:rsidRPr="00D347DC">
        <w:rPr>
          <w:b w:val="0"/>
        </w:rPr>
        <w:t xml:space="preserve">one or more aggregated </w:t>
      </w:r>
      <w:r w:rsidRPr="00F2280B">
        <w:rPr>
          <w:b w:val="0"/>
          <w:i/>
          <w:iCs/>
        </w:rPr>
        <w:t>elementary streams</w:t>
      </w:r>
      <w:r w:rsidR="00A54D38">
        <w:rPr>
          <w:b w:val="0"/>
        </w:rPr>
        <w:t xml:space="preserve"> (3.2)</w:t>
      </w:r>
    </w:p>
    <w:p w14:paraId="65788C93" w14:textId="5CB5C7A8" w:rsidR="00D347DC" w:rsidRDefault="00D347DC" w:rsidP="00D347DC">
      <w:pPr>
        <w:pStyle w:val="Terms"/>
      </w:pPr>
    </w:p>
    <w:p w14:paraId="44B95338" w14:textId="6CFC2A43" w:rsidR="00D347DC" w:rsidRPr="00AE31EC" w:rsidRDefault="00D347DC" w:rsidP="00F2280B">
      <w:pPr>
        <w:pStyle w:val="Note"/>
      </w:pPr>
      <w:r>
        <w:t>NOTE</w:t>
      </w:r>
      <w:r w:rsidR="00BF3E33">
        <w:t xml:space="preserve"> 1</w:t>
      </w:r>
      <w:r w:rsidR="006E568B">
        <w:t xml:space="preserve"> to entry:</w:t>
      </w:r>
      <w:r>
        <w:t xml:space="preserve"> Every elementary stream is a media stream but the </w:t>
      </w:r>
      <w:r w:rsidR="004D0FD9">
        <w:t>inverse is not true.</w:t>
      </w:r>
    </w:p>
    <w:p w14:paraId="04059A00" w14:textId="5ECFF410" w:rsidR="001A33D0" w:rsidRPr="000A2F18" w:rsidRDefault="001A33D0" w:rsidP="001A33D0">
      <w:pPr>
        <w:pStyle w:val="TermNum"/>
      </w:pPr>
      <w:r w:rsidRPr="000A2F18">
        <w:t>3.</w:t>
      </w:r>
      <w:r w:rsidR="009E40CF">
        <w:t>4</w:t>
      </w:r>
    </w:p>
    <w:p w14:paraId="65F19B82" w14:textId="205A583B" w:rsidR="001A33D0" w:rsidRPr="000A2F18" w:rsidRDefault="00DB7653" w:rsidP="001A33D0">
      <w:pPr>
        <w:pStyle w:val="Terms"/>
      </w:pPr>
      <w:r w:rsidRPr="000A2F18">
        <w:t>video object</w:t>
      </w:r>
    </w:p>
    <w:p w14:paraId="00E7BC32" w14:textId="2362A959" w:rsidR="001A33D0" w:rsidRPr="00AE31EC" w:rsidRDefault="007204B8" w:rsidP="001A33D0">
      <w:pPr>
        <w:pStyle w:val="Definition"/>
      </w:pPr>
      <w:r w:rsidRPr="000A2F18">
        <w:t xml:space="preserve">independently decodable </w:t>
      </w:r>
      <w:proofErr w:type="spellStart"/>
      <w:r w:rsidR="009A0AA9" w:rsidRPr="000A2F18">
        <w:t>substream</w:t>
      </w:r>
      <w:proofErr w:type="spellEnd"/>
      <w:r w:rsidR="003D7615" w:rsidRPr="000A2F18">
        <w:t xml:space="preserve"> of </w:t>
      </w:r>
      <w:r w:rsidRPr="000A2F18">
        <w:t xml:space="preserve">a </w:t>
      </w:r>
      <w:r w:rsidR="003D7615" w:rsidRPr="000A2F18">
        <w:t xml:space="preserve">video </w:t>
      </w:r>
      <w:r w:rsidR="00DB7653" w:rsidRPr="00F2280B">
        <w:rPr>
          <w:i/>
          <w:iCs/>
        </w:rPr>
        <w:t>elementary stream</w:t>
      </w:r>
      <w:r w:rsidR="001E6125">
        <w:rPr>
          <w:i/>
          <w:iCs/>
        </w:rPr>
        <w:t xml:space="preserve"> </w:t>
      </w:r>
      <w:r w:rsidR="001E6125">
        <w:t>(3.2)</w:t>
      </w:r>
    </w:p>
    <w:p w14:paraId="0F2F3D28" w14:textId="3988176A" w:rsidR="00D762AD" w:rsidRPr="000A2F18" w:rsidRDefault="00D01BDF" w:rsidP="001A33D0">
      <w:pPr>
        <w:pStyle w:val="Definition"/>
        <w:rPr>
          <w:sz w:val="20"/>
        </w:rPr>
      </w:pPr>
      <w:r w:rsidRPr="000A2F18">
        <w:rPr>
          <w:sz w:val="20"/>
        </w:rPr>
        <w:t>N</w:t>
      </w:r>
      <w:r>
        <w:rPr>
          <w:sz w:val="20"/>
        </w:rPr>
        <w:t>OTE</w:t>
      </w:r>
      <w:r w:rsidRPr="000A2F18">
        <w:rPr>
          <w:sz w:val="20"/>
        </w:rPr>
        <w:t> </w:t>
      </w:r>
      <w:r w:rsidR="00D762AD" w:rsidRPr="000A2F18">
        <w:rPr>
          <w:sz w:val="20"/>
        </w:rPr>
        <w:t xml:space="preserve">1 to entry: Examples of </w:t>
      </w:r>
      <w:r w:rsidR="001E6125">
        <w:rPr>
          <w:sz w:val="20"/>
        </w:rPr>
        <w:t xml:space="preserve">such </w:t>
      </w:r>
      <w:r w:rsidR="00D762AD" w:rsidRPr="000A2F18">
        <w:rPr>
          <w:sz w:val="20"/>
        </w:rPr>
        <w:t xml:space="preserve">data </w:t>
      </w:r>
      <w:r w:rsidR="007204B8" w:rsidRPr="000A2F18">
        <w:rPr>
          <w:sz w:val="20"/>
        </w:rPr>
        <w:t>type</w:t>
      </w:r>
      <w:r w:rsidR="001E6125">
        <w:rPr>
          <w:sz w:val="20"/>
        </w:rPr>
        <w:t>s</w:t>
      </w:r>
      <w:r w:rsidR="007204B8" w:rsidRPr="000A2F18">
        <w:rPr>
          <w:sz w:val="20"/>
        </w:rPr>
        <w:t xml:space="preserve"> </w:t>
      </w:r>
      <w:r w:rsidR="00D762AD" w:rsidRPr="000A2F18">
        <w:rPr>
          <w:sz w:val="20"/>
        </w:rPr>
        <w:t>are visual texture</w:t>
      </w:r>
      <w:r w:rsidR="007204B8" w:rsidRPr="000A2F18">
        <w:rPr>
          <w:sz w:val="20"/>
        </w:rPr>
        <w:t>s</w:t>
      </w:r>
      <w:r w:rsidR="00D762AD" w:rsidRPr="000A2F18">
        <w:rPr>
          <w:sz w:val="20"/>
        </w:rPr>
        <w:t>, depth map</w:t>
      </w:r>
      <w:r w:rsidR="007204B8" w:rsidRPr="000A2F18">
        <w:rPr>
          <w:sz w:val="20"/>
        </w:rPr>
        <w:t>s</w:t>
      </w:r>
      <w:r w:rsidR="00D762AD" w:rsidRPr="000A2F18">
        <w:rPr>
          <w:sz w:val="20"/>
        </w:rPr>
        <w:t>, occupancy map</w:t>
      </w:r>
      <w:r w:rsidR="007204B8" w:rsidRPr="000A2F18">
        <w:rPr>
          <w:sz w:val="20"/>
        </w:rPr>
        <w:t>s</w:t>
      </w:r>
      <w:r w:rsidR="00D762AD" w:rsidRPr="000A2F18">
        <w:rPr>
          <w:sz w:val="20"/>
        </w:rPr>
        <w:t>, etc</w:t>
      </w:r>
      <w:r w:rsidR="006E0F3F">
        <w:rPr>
          <w:sz w:val="20"/>
        </w:rPr>
        <w:t>.</w:t>
      </w:r>
    </w:p>
    <w:p w14:paraId="71676F94" w14:textId="34F71BD8" w:rsidR="00F55559" w:rsidRPr="000A2F18" w:rsidRDefault="00F55559" w:rsidP="00F55559">
      <w:pPr>
        <w:pStyle w:val="TermNum"/>
      </w:pPr>
      <w:r w:rsidRPr="000A2F18">
        <w:t>3.</w:t>
      </w:r>
      <w:r w:rsidR="009E40CF">
        <w:t>5</w:t>
      </w:r>
    </w:p>
    <w:p w14:paraId="28306D30" w14:textId="61455B91" w:rsidR="00F55559" w:rsidRPr="000A2F18" w:rsidRDefault="00F55559" w:rsidP="00F55559">
      <w:pPr>
        <w:pStyle w:val="Terms"/>
      </w:pPr>
      <w:r w:rsidRPr="000A2F18">
        <w:t>video object identifier</w:t>
      </w:r>
    </w:p>
    <w:p w14:paraId="438F7424" w14:textId="2836D9A8" w:rsidR="00F55559" w:rsidRPr="00AE31EC" w:rsidRDefault="00F55559" w:rsidP="001A33D0">
      <w:pPr>
        <w:pStyle w:val="Definition"/>
      </w:pPr>
      <w:r w:rsidRPr="000A2F18">
        <w:t xml:space="preserve">an integer identifying a </w:t>
      </w:r>
      <w:r w:rsidRPr="00F2280B">
        <w:rPr>
          <w:i/>
          <w:iCs/>
        </w:rPr>
        <w:t>video object</w:t>
      </w:r>
      <w:r w:rsidR="002D0387">
        <w:t xml:space="preserve"> (3.</w:t>
      </w:r>
      <w:r w:rsidR="009E40CF">
        <w:t>4</w:t>
      </w:r>
      <w:r w:rsidR="002D0387">
        <w:t>)</w:t>
      </w:r>
    </w:p>
    <w:p w14:paraId="7B681227" w14:textId="61FC377F" w:rsidR="00000045" w:rsidRPr="000A2F18" w:rsidRDefault="00E46E4E" w:rsidP="001A33D0">
      <w:pPr>
        <w:pStyle w:val="Heading1"/>
        <w:numPr>
          <w:ilvl w:val="0"/>
          <w:numId w:val="1"/>
        </w:numPr>
        <w:tabs>
          <w:tab w:val="clear" w:pos="432"/>
        </w:tabs>
        <w:ind w:left="0" w:firstLine="0"/>
      </w:pPr>
      <w:bookmarkStart w:id="15" w:name="_Toc30062015"/>
      <w:bookmarkStart w:id="16" w:name="_Toc78533114"/>
      <w:bookmarkStart w:id="17" w:name="_Toc78533178"/>
      <w:bookmarkStart w:id="18" w:name="_Toc78533712"/>
      <w:bookmarkStart w:id="19" w:name="_Toc78533115"/>
      <w:bookmarkStart w:id="20" w:name="_Toc78533179"/>
      <w:bookmarkStart w:id="21" w:name="_Toc78533713"/>
      <w:bookmarkStart w:id="22" w:name="_Toc78533116"/>
      <w:bookmarkStart w:id="23" w:name="_Toc78533180"/>
      <w:bookmarkStart w:id="24" w:name="_Toc78533714"/>
      <w:bookmarkStart w:id="25" w:name="_Toc78533117"/>
      <w:bookmarkStart w:id="26" w:name="_Toc78533181"/>
      <w:bookmarkStart w:id="27" w:name="_Toc78533715"/>
      <w:bookmarkStart w:id="28" w:name="_Toc77776320"/>
      <w:bookmarkStart w:id="29" w:name="_Toc77776454"/>
      <w:bookmarkStart w:id="30" w:name="_Toc77776586"/>
      <w:bookmarkStart w:id="31" w:name="_Toc77782112"/>
      <w:bookmarkStart w:id="32" w:name="_Toc77782717"/>
      <w:bookmarkStart w:id="33" w:name="_Toc77785502"/>
      <w:bookmarkStart w:id="34" w:name="_Toc77850499"/>
      <w:bookmarkStart w:id="35" w:name="_Toc77850640"/>
      <w:bookmarkStart w:id="36" w:name="_Toc77850781"/>
      <w:bookmarkStart w:id="37" w:name="_Toc77776321"/>
      <w:bookmarkStart w:id="38" w:name="_Toc77776455"/>
      <w:bookmarkStart w:id="39" w:name="_Toc77776587"/>
      <w:bookmarkStart w:id="40" w:name="_Toc77782113"/>
      <w:bookmarkStart w:id="41" w:name="_Toc77782718"/>
      <w:bookmarkStart w:id="42" w:name="_Toc77785503"/>
      <w:bookmarkStart w:id="43" w:name="_Toc77850500"/>
      <w:bookmarkStart w:id="44" w:name="_Toc77850641"/>
      <w:bookmarkStart w:id="45" w:name="_Toc77850782"/>
      <w:bookmarkStart w:id="46" w:name="_Toc77776322"/>
      <w:bookmarkStart w:id="47" w:name="_Toc77776456"/>
      <w:bookmarkStart w:id="48" w:name="_Toc77776588"/>
      <w:bookmarkStart w:id="49" w:name="_Toc77782114"/>
      <w:bookmarkStart w:id="50" w:name="_Toc77782719"/>
      <w:bookmarkStart w:id="51" w:name="_Toc77785504"/>
      <w:bookmarkStart w:id="52" w:name="_Toc77850501"/>
      <w:bookmarkStart w:id="53" w:name="_Toc77850642"/>
      <w:bookmarkStart w:id="54" w:name="_Toc77850783"/>
      <w:bookmarkStart w:id="55" w:name="_Toc77776323"/>
      <w:bookmarkStart w:id="56" w:name="_Toc77776457"/>
      <w:bookmarkStart w:id="57" w:name="_Toc77776589"/>
      <w:bookmarkStart w:id="58" w:name="_Toc77782115"/>
      <w:bookmarkStart w:id="59" w:name="_Toc77782720"/>
      <w:bookmarkStart w:id="60" w:name="_Toc77785505"/>
      <w:bookmarkStart w:id="61" w:name="_Toc77850502"/>
      <w:bookmarkStart w:id="62" w:name="_Toc77850643"/>
      <w:bookmarkStart w:id="63" w:name="_Toc77850784"/>
      <w:bookmarkStart w:id="64" w:name="_Toc77776324"/>
      <w:bookmarkStart w:id="65" w:name="_Toc77776458"/>
      <w:bookmarkStart w:id="66" w:name="_Toc77776590"/>
      <w:bookmarkStart w:id="67" w:name="_Toc77782116"/>
      <w:bookmarkStart w:id="68" w:name="_Toc77782721"/>
      <w:bookmarkStart w:id="69" w:name="_Toc77785506"/>
      <w:bookmarkStart w:id="70" w:name="_Toc77850503"/>
      <w:bookmarkStart w:id="71" w:name="_Toc77850644"/>
      <w:bookmarkStart w:id="72" w:name="_Toc77850785"/>
      <w:bookmarkStart w:id="73" w:name="_Toc77776325"/>
      <w:bookmarkStart w:id="74" w:name="_Toc77776459"/>
      <w:bookmarkStart w:id="75" w:name="_Toc77776591"/>
      <w:bookmarkStart w:id="76" w:name="_Toc77782117"/>
      <w:bookmarkStart w:id="77" w:name="_Toc77782722"/>
      <w:bookmarkStart w:id="78" w:name="_Toc77785507"/>
      <w:bookmarkStart w:id="79" w:name="_Toc77850504"/>
      <w:bookmarkStart w:id="80" w:name="_Toc77850645"/>
      <w:bookmarkStart w:id="81" w:name="_Toc77850786"/>
      <w:bookmarkStart w:id="82" w:name="_Toc77776326"/>
      <w:bookmarkStart w:id="83" w:name="_Toc77776460"/>
      <w:bookmarkStart w:id="84" w:name="_Toc77776592"/>
      <w:bookmarkStart w:id="85" w:name="_Toc77782118"/>
      <w:bookmarkStart w:id="86" w:name="_Toc77782723"/>
      <w:bookmarkStart w:id="87" w:name="_Toc77785508"/>
      <w:bookmarkStart w:id="88" w:name="_Toc77850505"/>
      <w:bookmarkStart w:id="89" w:name="_Toc77850646"/>
      <w:bookmarkStart w:id="90" w:name="_Toc77850787"/>
      <w:bookmarkStart w:id="91" w:name="_Toc77776327"/>
      <w:bookmarkStart w:id="92" w:name="_Toc77776461"/>
      <w:bookmarkStart w:id="93" w:name="_Toc77776593"/>
      <w:bookmarkStart w:id="94" w:name="_Toc77782119"/>
      <w:bookmarkStart w:id="95" w:name="_Toc77782724"/>
      <w:bookmarkStart w:id="96" w:name="_Toc77785509"/>
      <w:bookmarkStart w:id="97" w:name="_Toc77850506"/>
      <w:bookmarkStart w:id="98" w:name="_Toc77850647"/>
      <w:bookmarkStart w:id="99" w:name="_Toc77850788"/>
      <w:bookmarkStart w:id="100" w:name="_Toc77776328"/>
      <w:bookmarkStart w:id="101" w:name="_Toc77776462"/>
      <w:bookmarkStart w:id="102" w:name="_Toc77776594"/>
      <w:bookmarkStart w:id="103" w:name="_Toc77782120"/>
      <w:bookmarkStart w:id="104" w:name="_Toc77782725"/>
      <w:bookmarkStart w:id="105" w:name="_Toc77785510"/>
      <w:bookmarkStart w:id="106" w:name="_Toc77850507"/>
      <w:bookmarkStart w:id="107" w:name="_Toc77850648"/>
      <w:bookmarkStart w:id="108" w:name="_Toc77850789"/>
      <w:bookmarkStart w:id="109" w:name="_Toc77776329"/>
      <w:bookmarkStart w:id="110" w:name="_Toc77776463"/>
      <w:bookmarkStart w:id="111" w:name="_Toc77776595"/>
      <w:bookmarkStart w:id="112" w:name="_Toc77782121"/>
      <w:bookmarkStart w:id="113" w:name="_Toc77782726"/>
      <w:bookmarkStart w:id="114" w:name="_Toc77785511"/>
      <w:bookmarkStart w:id="115" w:name="_Toc77850508"/>
      <w:bookmarkStart w:id="116" w:name="_Toc77850649"/>
      <w:bookmarkStart w:id="117" w:name="_Toc77850790"/>
      <w:bookmarkStart w:id="118" w:name="_Toc77776330"/>
      <w:bookmarkStart w:id="119" w:name="_Toc77776464"/>
      <w:bookmarkStart w:id="120" w:name="_Toc77776596"/>
      <w:bookmarkStart w:id="121" w:name="_Toc77782122"/>
      <w:bookmarkStart w:id="122" w:name="_Toc77782727"/>
      <w:bookmarkStart w:id="123" w:name="_Toc77785512"/>
      <w:bookmarkStart w:id="124" w:name="_Toc77850509"/>
      <w:bookmarkStart w:id="125" w:name="_Toc77850650"/>
      <w:bookmarkStart w:id="126" w:name="_Toc77850791"/>
      <w:bookmarkStart w:id="127" w:name="_Toc77776331"/>
      <w:bookmarkStart w:id="128" w:name="_Toc77776465"/>
      <w:bookmarkStart w:id="129" w:name="_Toc77776597"/>
      <w:bookmarkStart w:id="130" w:name="_Toc77782123"/>
      <w:bookmarkStart w:id="131" w:name="_Toc77782728"/>
      <w:bookmarkStart w:id="132" w:name="_Toc77785513"/>
      <w:bookmarkStart w:id="133" w:name="_Toc77850510"/>
      <w:bookmarkStart w:id="134" w:name="_Toc77850651"/>
      <w:bookmarkStart w:id="135" w:name="_Toc77850792"/>
      <w:bookmarkStart w:id="136" w:name="_Toc77776332"/>
      <w:bookmarkStart w:id="137" w:name="_Toc77776466"/>
      <w:bookmarkStart w:id="138" w:name="_Toc77776598"/>
      <w:bookmarkStart w:id="139" w:name="_Toc77782124"/>
      <w:bookmarkStart w:id="140" w:name="_Toc77782729"/>
      <w:bookmarkStart w:id="141" w:name="_Toc77785514"/>
      <w:bookmarkStart w:id="142" w:name="_Toc77850511"/>
      <w:bookmarkStart w:id="143" w:name="_Toc77850652"/>
      <w:bookmarkStart w:id="144" w:name="_Toc77850793"/>
      <w:bookmarkStart w:id="145" w:name="_Toc78533716"/>
      <w:bookmarkStart w:id="146" w:name="_Toc35379824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0A2F18">
        <w:t>Video D</w:t>
      </w:r>
      <w:r w:rsidR="00000045" w:rsidRPr="000A2F18">
        <w:t xml:space="preserve">ecoding </w:t>
      </w:r>
      <w:r w:rsidRPr="000A2F18">
        <w:t>En</w:t>
      </w:r>
      <w:r w:rsidR="00DB1B8B" w:rsidRPr="000A2F18">
        <w:t>g</w:t>
      </w:r>
      <w:r w:rsidRPr="000A2F18">
        <w:t>in</w:t>
      </w:r>
      <w:r w:rsidR="00DB1B8B" w:rsidRPr="000A2F18">
        <w:t>e</w:t>
      </w:r>
      <w:bookmarkEnd w:id="145"/>
    </w:p>
    <w:p w14:paraId="45DEF461" w14:textId="0D1E27F1" w:rsidR="00DB1B8B" w:rsidRPr="000A2F18" w:rsidRDefault="00DB1B8B" w:rsidP="00DB1B8B">
      <w:pPr>
        <w:pStyle w:val="Heading2"/>
      </w:pPr>
      <w:bookmarkStart w:id="147" w:name="_Toc78533717"/>
      <w:r w:rsidRPr="000A2F18">
        <w:t>General</w:t>
      </w:r>
      <w:bookmarkEnd w:id="147"/>
    </w:p>
    <w:p w14:paraId="622CA34C" w14:textId="430EC8BB" w:rsidR="00FF41E1" w:rsidRPr="000A2F18" w:rsidRDefault="00DB1B8B" w:rsidP="00DB1B8B">
      <w:pPr>
        <w:rPr>
          <w:lang w:eastAsia="ja-JP"/>
        </w:rPr>
      </w:pPr>
      <w:r w:rsidRPr="000A2F18">
        <w:rPr>
          <w:lang w:eastAsia="ja-JP"/>
        </w:rPr>
        <w:t>The Video Decoding Engine (VDE) enables the decoding, the synchronisation and the formatting of</w:t>
      </w:r>
      <w:r w:rsidR="00C41809" w:rsidRPr="000A2F18">
        <w:rPr>
          <w:lang w:eastAsia="ja-JP"/>
        </w:rPr>
        <w:t xml:space="preserve"> one or more</w:t>
      </w:r>
      <w:r w:rsidRPr="000A2F18">
        <w:rPr>
          <w:lang w:eastAsia="ja-JP"/>
        </w:rPr>
        <w:t xml:space="preserve"> </w:t>
      </w:r>
      <w:r w:rsidR="00F16B96">
        <w:rPr>
          <w:lang w:eastAsia="ja-JP"/>
        </w:rPr>
        <w:t xml:space="preserve">aggregated </w:t>
      </w:r>
      <w:r w:rsidRPr="000A2F18">
        <w:rPr>
          <w:lang w:eastAsia="ja-JP"/>
        </w:rPr>
        <w:t>elementary streams</w:t>
      </w:r>
      <w:r w:rsidR="00F16B96">
        <w:rPr>
          <w:lang w:eastAsia="ja-JP"/>
        </w:rPr>
        <w:t>, called media streams,</w:t>
      </w:r>
      <w:r w:rsidRPr="000A2F18">
        <w:rPr>
          <w:lang w:eastAsia="ja-JP"/>
        </w:rPr>
        <w:t xml:space="preserve"> fed through the Input Video Decoding Interface (IVDI) of the VDE and provided to the subsequent elements of the rendering pipeline via the Output Video Decoding Interface (OVDI)</w:t>
      </w:r>
      <w:r w:rsidR="00F74217">
        <w:rPr>
          <w:lang w:eastAsia="ja-JP"/>
        </w:rPr>
        <w:t xml:space="preserve"> in their decoded form</w:t>
      </w:r>
      <w:r w:rsidRPr="000A2F18">
        <w:rPr>
          <w:lang w:eastAsia="ja-JP"/>
        </w:rPr>
        <w:t xml:space="preserve">. </w:t>
      </w:r>
      <w:r w:rsidR="001827EF">
        <w:rPr>
          <w:lang w:eastAsia="ja-JP"/>
        </w:rPr>
        <w:t xml:space="preserve">The VDE extracts and merges independently </w:t>
      </w:r>
      <w:r w:rsidR="00A66815">
        <w:rPr>
          <w:lang w:eastAsia="ja-JP"/>
        </w:rPr>
        <w:t xml:space="preserve">decodable </w:t>
      </w:r>
      <w:r w:rsidR="001827EF">
        <w:rPr>
          <w:lang w:eastAsia="ja-JP"/>
        </w:rPr>
        <w:t xml:space="preserve">regions of a set of input </w:t>
      </w:r>
      <w:r w:rsidR="00F74217">
        <w:rPr>
          <w:lang w:eastAsia="ja-JP"/>
        </w:rPr>
        <w:t xml:space="preserve">media </w:t>
      </w:r>
      <w:r w:rsidR="001827EF">
        <w:rPr>
          <w:lang w:eastAsia="ja-JP"/>
        </w:rPr>
        <w:t xml:space="preserve">streams and generates </w:t>
      </w:r>
      <w:r w:rsidR="00F74217">
        <w:rPr>
          <w:lang w:eastAsia="ja-JP"/>
        </w:rPr>
        <w:t xml:space="preserve">a </w:t>
      </w:r>
      <w:r w:rsidR="001827EF">
        <w:rPr>
          <w:lang w:eastAsia="ja-JP"/>
        </w:rPr>
        <w:t>set of elementary streams fed to the video decoder instances</w:t>
      </w:r>
      <w:r w:rsidR="00266FDB">
        <w:rPr>
          <w:lang w:eastAsia="ja-JP"/>
        </w:rPr>
        <w:t>, which</w:t>
      </w:r>
      <w:r w:rsidR="001827EF">
        <w:rPr>
          <w:lang w:eastAsia="ja-JP"/>
        </w:rPr>
        <w:t xml:space="preserve"> run inside the engine</w:t>
      </w:r>
      <w:r w:rsidR="00266FDB">
        <w:rPr>
          <w:lang w:eastAsia="ja-JP"/>
        </w:rPr>
        <w:t>,</w:t>
      </w:r>
      <w:r w:rsidR="00096146">
        <w:rPr>
          <w:lang w:eastAsia="ja-JP"/>
        </w:rPr>
        <w:t xml:space="preserve"> through the input formatting function</w:t>
      </w:r>
      <w:r w:rsidR="001827EF">
        <w:rPr>
          <w:lang w:eastAsia="ja-JP"/>
        </w:rPr>
        <w:t xml:space="preserve">. The VDE </w:t>
      </w:r>
      <w:r w:rsidR="003900F2">
        <w:rPr>
          <w:lang w:eastAsia="ja-JP"/>
        </w:rPr>
        <w:t xml:space="preserve">can </w:t>
      </w:r>
      <w:r w:rsidR="001827EF">
        <w:rPr>
          <w:lang w:eastAsia="ja-JP"/>
        </w:rPr>
        <w:t>execute a merging operation</w:t>
      </w:r>
      <w:r w:rsidR="003D4C88">
        <w:rPr>
          <w:lang w:eastAsia="ja-JP"/>
        </w:rPr>
        <w:t xml:space="preserve"> or an extraction operation</w:t>
      </w:r>
      <w:r w:rsidR="001827EF">
        <w:rPr>
          <w:lang w:eastAsia="ja-JP"/>
        </w:rPr>
        <w:t xml:space="preserve"> on the</w:t>
      </w:r>
      <w:r w:rsidR="00F705C4">
        <w:rPr>
          <w:lang w:eastAsia="ja-JP"/>
        </w:rPr>
        <w:t xml:space="preserve"> input</w:t>
      </w:r>
      <w:r w:rsidR="001827EF">
        <w:rPr>
          <w:lang w:eastAsia="ja-JP"/>
        </w:rPr>
        <w:t xml:space="preserve"> </w:t>
      </w:r>
      <w:r w:rsidR="00321B75">
        <w:rPr>
          <w:lang w:eastAsia="ja-JP"/>
        </w:rPr>
        <w:t xml:space="preserve">media </w:t>
      </w:r>
      <w:r w:rsidR="00E94BC5">
        <w:rPr>
          <w:lang w:eastAsia="ja-JP"/>
        </w:rPr>
        <w:t>streams</w:t>
      </w:r>
      <w:r w:rsidR="001827EF">
        <w:rPr>
          <w:lang w:eastAsia="ja-JP"/>
        </w:rPr>
        <w:t xml:space="preserve"> when the number of </w:t>
      </w:r>
      <w:r w:rsidR="00227363">
        <w:rPr>
          <w:lang w:eastAsia="ja-JP"/>
        </w:rPr>
        <w:t xml:space="preserve">available </w:t>
      </w:r>
      <w:r w:rsidR="001827EF">
        <w:rPr>
          <w:lang w:eastAsia="ja-JP"/>
        </w:rPr>
        <w:t>video decoder instances is</w:t>
      </w:r>
      <w:r w:rsidR="00CF6AB6">
        <w:rPr>
          <w:lang w:eastAsia="ja-JP"/>
        </w:rPr>
        <w:t xml:space="preserve"> different</w:t>
      </w:r>
      <w:r w:rsidR="00EF07A9">
        <w:rPr>
          <w:lang w:eastAsia="ja-JP"/>
        </w:rPr>
        <w:t xml:space="preserve"> from the number of</w:t>
      </w:r>
      <w:r w:rsidR="00227363">
        <w:rPr>
          <w:lang w:eastAsia="ja-JP"/>
        </w:rPr>
        <w:t xml:space="preserve"> input media </w:t>
      </w:r>
      <w:r w:rsidR="003900F2">
        <w:rPr>
          <w:lang w:eastAsia="ja-JP"/>
        </w:rPr>
        <w:t>streams</w:t>
      </w:r>
      <w:r w:rsidR="0042272F">
        <w:rPr>
          <w:lang w:eastAsia="ja-JP"/>
        </w:rPr>
        <w:t xml:space="preserve"> while the VDE has sufficient computational power and available resources to decode all the </w:t>
      </w:r>
      <w:r w:rsidR="00F705C4">
        <w:rPr>
          <w:lang w:eastAsia="ja-JP"/>
        </w:rPr>
        <w:t>independently decodable regions from the input media streams</w:t>
      </w:r>
      <w:r w:rsidR="008125C3">
        <w:rPr>
          <w:lang w:eastAsia="ja-JP"/>
        </w:rPr>
        <w:t xml:space="preserve"> that are required by the application</w:t>
      </w:r>
      <w:r w:rsidR="00F705C4">
        <w:rPr>
          <w:lang w:eastAsia="ja-JP"/>
        </w:rPr>
        <w:t>.</w:t>
      </w:r>
      <w:r w:rsidR="00FB1C52">
        <w:rPr>
          <w:lang w:eastAsia="ja-JP"/>
        </w:rPr>
        <w:t xml:space="preserve"> For example, </w:t>
      </w:r>
      <w:r w:rsidR="00655C38">
        <w:rPr>
          <w:lang w:eastAsia="ja-JP"/>
        </w:rPr>
        <w:t xml:space="preserve">a VDE may not be capable </w:t>
      </w:r>
      <w:r w:rsidR="00FF57E1">
        <w:rPr>
          <w:lang w:eastAsia="ja-JP"/>
        </w:rPr>
        <w:t xml:space="preserve">of decoding a </w:t>
      </w:r>
      <w:r w:rsidR="00986B46">
        <w:rPr>
          <w:lang w:eastAsia="ja-JP"/>
        </w:rPr>
        <w:t xml:space="preserve">input </w:t>
      </w:r>
      <w:r w:rsidR="00FF57E1">
        <w:rPr>
          <w:lang w:eastAsia="ja-JP"/>
        </w:rPr>
        <w:t xml:space="preserve">4K elementary stream with one decoder instance but </w:t>
      </w:r>
      <w:r w:rsidR="002F6412">
        <w:rPr>
          <w:lang w:eastAsia="ja-JP"/>
        </w:rPr>
        <w:t xml:space="preserve">it may be able decode some of the </w:t>
      </w:r>
      <w:r w:rsidR="00986B46">
        <w:rPr>
          <w:lang w:eastAsia="ja-JP"/>
        </w:rPr>
        <w:t>independently</w:t>
      </w:r>
      <w:r w:rsidR="002F6412">
        <w:rPr>
          <w:lang w:eastAsia="ja-JP"/>
        </w:rPr>
        <w:t xml:space="preserve"> decodable </w:t>
      </w:r>
      <w:r w:rsidR="00986B46">
        <w:rPr>
          <w:lang w:eastAsia="ja-JP"/>
        </w:rPr>
        <w:t>regions present in this input elementary stream.</w:t>
      </w:r>
    </w:p>
    <w:p w14:paraId="2B6963CF" w14:textId="5013431D" w:rsidR="00736116" w:rsidRDefault="00C20369" w:rsidP="00A34C8C">
      <w:r>
        <w:rPr>
          <w:lang w:eastAsia="ja-JP"/>
        </w:rPr>
        <w:fldChar w:fldCharType="begin"/>
      </w:r>
      <w:r>
        <w:rPr>
          <w:lang w:eastAsia="ja-JP"/>
        </w:rPr>
        <w:instrText xml:space="preserve"> REF _Ref77859855 \h </w:instrText>
      </w:r>
      <w:r>
        <w:rPr>
          <w:lang w:eastAsia="ja-JP"/>
        </w:rPr>
      </w:r>
      <w:r>
        <w:rPr>
          <w:lang w:eastAsia="ja-JP"/>
        </w:rPr>
        <w:fldChar w:fldCharType="separate"/>
      </w:r>
      <w:r>
        <w:t xml:space="preserve">Figure </w:t>
      </w:r>
      <w:r>
        <w:rPr>
          <w:noProof/>
        </w:rPr>
        <w:t>1</w:t>
      </w:r>
      <w:r>
        <w:rPr>
          <w:lang w:eastAsia="ja-JP"/>
        </w:rPr>
        <w:fldChar w:fldCharType="end"/>
      </w:r>
      <w:r>
        <w:rPr>
          <w:lang w:eastAsia="ja-JP"/>
        </w:rPr>
        <w:t xml:space="preserve"> </w:t>
      </w:r>
      <w:r w:rsidR="00FD7F4F">
        <w:rPr>
          <w:lang w:eastAsia="ja-JP"/>
        </w:rPr>
        <w:t>represents</w:t>
      </w:r>
      <w:r w:rsidR="00736116">
        <w:rPr>
          <w:lang w:eastAsia="ja-JP"/>
        </w:rPr>
        <w:t xml:space="preserve"> </w:t>
      </w:r>
      <w:r w:rsidR="002B12C1">
        <w:rPr>
          <w:lang w:eastAsia="ja-JP"/>
        </w:rPr>
        <w:t>the</w:t>
      </w:r>
      <w:r w:rsidR="00FF41E1" w:rsidRPr="000A2F18">
        <w:rPr>
          <w:lang w:eastAsia="ja-JP"/>
        </w:rPr>
        <w:t xml:space="preserve"> architecture for </w:t>
      </w:r>
      <w:r w:rsidR="00DB1B8B" w:rsidRPr="000A2F18">
        <w:rPr>
          <w:lang w:eastAsia="ja-JP"/>
        </w:rPr>
        <w:t>the VDE</w:t>
      </w:r>
      <w:r w:rsidR="00FD7F4F">
        <w:rPr>
          <w:lang w:eastAsia="ja-JP"/>
        </w:rPr>
        <w:t xml:space="preserve"> </w:t>
      </w:r>
      <w:r w:rsidR="00DB1B8B" w:rsidRPr="000A2F18">
        <w:rPr>
          <w:lang w:eastAsia="ja-JP"/>
        </w:rPr>
        <w:t>and the associated IVDI and OVDI</w:t>
      </w:r>
      <w:r w:rsidR="0076309F" w:rsidRPr="000A2F18">
        <w:rPr>
          <w:lang w:eastAsia="ja-JP"/>
        </w:rPr>
        <w:t xml:space="preserve"> interfaces</w:t>
      </w:r>
      <w:r w:rsidR="00DB1B8B" w:rsidRPr="000A2F18">
        <w:rPr>
          <w:lang w:eastAsia="ja-JP"/>
        </w:rPr>
        <w:t>.</w:t>
      </w:r>
    </w:p>
    <w:bookmarkStart w:id="148" w:name="_Ref77779722"/>
    <w:p w14:paraId="2A5EE4E7" w14:textId="02AD47E4" w:rsidR="00347580" w:rsidRDefault="00583139" w:rsidP="00EB41F6">
      <w:pPr>
        <w:jc w:val="center"/>
      </w:pPr>
      <w:r>
        <w:object w:dxaOrig="9609" w:dyaOrig="5405" w14:anchorId="390BBD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1pt;height:250.45pt" o:ole="">
            <v:imagedata r:id="rId22" o:title="" croptop="3227f" cropbottom="7789f" cropleft="1816f" cropright="4039f"/>
          </v:shape>
          <o:OLEObject Type="Embed" ProgID="PowerPoint.Slide.12" ShapeID="_x0000_i1025" DrawAspect="Content" ObjectID="_1689147433" r:id="rId23"/>
        </w:object>
      </w:r>
    </w:p>
    <w:p w14:paraId="3B99AD0D" w14:textId="77777777" w:rsidR="00D63F73" w:rsidRPr="00BC394B" w:rsidRDefault="00D63F73" w:rsidP="00D63F73">
      <w:pPr>
        <w:keepNext/>
        <w:spacing w:after="60"/>
        <w:jc w:val="left"/>
        <w:rPr>
          <w:b/>
          <w:sz w:val="20"/>
        </w:rPr>
      </w:pPr>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BC394B" w14:paraId="4E54049B" w14:textId="77777777" w:rsidTr="009063C5">
        <w:trPr>
          <w:cantSplit/>
        </w:trPr>
        <w:tc>
          <w:tcPr>
            <w:tcW w:w="397" w:type="dxa"/>
            <w:shd w:val="clear" w:color="auto" w:fill="auto"/>
          </w:tcPr>
          <w:p w14:paraId="1190A8F0" w14:textId="6A212B4D" w:rsidR="00D63F73" w:rsidRPr="00BC394B" w:rsidRDefault="00D63F73" w:rsidP="009063C5">
            <w:pPr>
              <w:spacing w:after="60"/>
              <w:jc w:val="left"/>
              <w:rPr>
                <w:sz w:val="20"/>
              </w:rPr>
            </w:pPr>
            <w:r>
              <w:rPr>
                <w:sz w:val="20"/>
              </w:rPr>
              <w:t>M</w:t>
            </w:r>
            <w:r w:rsidR="00530A9D">
              <w:rPr>
                <w:sz w:val="20"/>
              </w:rPr>
              <w:t>D</w:t>
            </w:r>
            <w:r>
              <w:rPr>
                <w:sz w:val="20"/>
              </w:rPr>
              <w:t>S</w:t>
            </w:r>
          </w:p>
        </w:tc>
        <w:tc>
          <w:tcPr>
            <w:tcW w:w="4479" w:type="dxa"/>
            <w:shd w:val="clear" w:color="auto" w:fill="auto"/>
          </w:tcPr>
          <w:p w14:paraId="75ADB129" w14:textId="22510153" w:rsidR="00D63F73" w:rsidRPr="00BC394B" w:rsidRDefault="00530A9D" w:rsidP="009063C5">
            <w:pPr>
              <w:spacing w:after="60"/>
              <w:jc w:val="left"/>
              <w:rPr>
                <w:sz w:val="20"/>
              </w:rPr>
            </w:pPr>
            <w:r>
              <w:rPr>
                <w:sz w:val="20"/>
              </w:rPr>
              <w:tab/>
            </w:r>
            <w:r w:rsidR="00D63F73">
              <w:rPr>
                <w:sz w:val="20"/>
              </w:rPr>
              <w:t>media stream</w:t>
            </w:r>
          </w:p>
        </w:tc>
        <w:tc>
          <w:tcPr>
            <w:tcW w:w="397" w:type="dxa"/>
            <w:shd w:val="clear" w:color="auto" w:fill="auto"/>
          </w:tcPr>
          <w:p w14:paraId="23727805" w14:textId="77777777" w:rsidR="00D63F73" w:rsidRPr="00BC394B" w:rsidRDefault="00D63F73" w:rsidP="009063C5">
            <w:pPr>
              <w:spacing w:after="60"/>
              <w:jc w:val="left"/>
              <w:rPr>
                <w:sz w:val="20"/>
              </w:rPr>
            </w:pPr>
          </w:p>
        </w:tc>
        <w:tc>
          <w:tcPr>
            <w:tcW w:w="4479" w:type="dxa"/>
            <w:shd w:val="clear" w:color="auto" w:fill="auto"/>
          </w:tcPr>
          <w:p w14:paraId="797310AF" w14:textId="77777777" w:rsidR="00D63F73" w:rsidRPr="00BC394B" w:rsidRDefault="00D63F73" w:rsidP="009063C5">
            <w:pPr>
              <w:spacing w:after="60"/>
              <w:jc w:val="left"/>
              <w:rPr>
                <w:sz w:val="20"/>
              </w:rPr>
            </w:pPr>
          </w:p>
        </w:tc>
      </w:tr>
      <w:tr w:rsidR="00D63F73" w:rsidRPr="00BC394B" w14:paraId="4E4ACC6E" w14:textId="77777777" w:rsidTr="009063C5">
        <w:trPr>
          <w:cantSplit/>
        </w:trPr>
        <w:tc>
          <w:tcPr>
            <w:tcW w:w="397" w:type="dxa"/>
            <w:shd w:val="clear" w:color="auto" w:fill="auto"/>
          </w:tcPr>
          <w:p w14:paraId="0841920B" w14:textId="4EF36836" w:rsidR="00D63F73" w:rsidRPr="00BC394B" w:rsidRDefault="00D63F73" w:rsidP="009063C5">
            <w:pPr>
              <w:spacing w:after="60"/>
              <w:jc w:val="left"/>
              <w:rPr>
                <w:sz w:val="20"/>
              </w:rPr>
            </w:pPr>
            <w:r>
              <w:rPr>
                <w:sz w:val="20"/>
              </w:rPr>
              <w:t>ES</w:t>
            </w:r>
          </w:p>
        </w:tc>
        <w:tc>
          <w:tcPr>
            <w:tcW w:w="4479" w:type="dxa"/>
            <w:shd w:val="clear" w:color="auto" w:fill="auto"/>
          </w:tcPr>
          <w:p w14:paraId="568C5A68" w14:textId="18AC8DAB" w:rsidR="00D63F73" w:rsidRPr="00BC394B" w:rsidRDefault="00530A9D" w:rsidP="009063C5">
            <w:pPr>
              <w:spacing w:after="60"/>
              <w:jc w:val="left"/>
              <w:rPr>
                <w:sz w:val="20"/>
              </w:rPr>
            </w:pPr>
            <w:r>
              <w:rPr>
                <w:sz w:val="20"/>
              </w:rPr>
              <w:tab/>
            </w:r>
            <w:r w:rsidR="00D63F73">
              <w:rPr>
                <w:sz w:val="20"/>
              </w:rPr>
              <w:t>elementary stream</w:t>
            </w:r>
          </w:p>
        </w:tc>
        <w:tc>
          <w:tcPr>
            <w:tcW w:w="397" w:type="dxa"/>
            <w:shd w:val="clear" w:color="auto" w:fill="auto"/>
          </w:tcPr>
          <w:p w14:paraId="61751A47" w14:textId="77777777" w:rsidR="00D63F73" w:rsidRPr="00BC394B" w:rsidRDefault="00D63F73" w:rsidP="009063C5">
            <w:pPr>
              <w:spacing w:after="60"/>
              <w:jc w:val="left"/>
              <w:rPr>
                <w:sz w:val="20"/>
              </w:rPr>
            </w:pPr>
          </w:p>
        </w:tc>
        <w:tc>
          <w:tcPr>
            <w:tcW w:w="4479" w:type="dxa"/>
            <w:shd w:val="clear" w:color="auto" w:fill="auto"/>
          </w:tcPr>
          <w:p w14:paraId="647DEF1B" w14:textId="77777777" w:rsidR="00D63F73" w:rsidRPr="00BC394B" w:rsidRDefault="00D63F73" w:rsidP="009063C5">
            <w:pPr>
              <w:spacing w:after="60"/>
              <w:jc w:val="left"/>
              <w:rPr>
                <w:sz w:val="20"/>
              </w:rPr>
            </w:pPr>
          </w:p>
        </w:tc>
      </w:tr>
      <w:tr w:rsidR="00D63F73" w:rsidRPr="00BC394B" w14:paraId="086BCDFD" w14:textId="77777777" w:rsidTr="009063C5">
        <w:trPr>
          <w:cantSplit/>
        </w:trPr>
        <w:tc>
          <w:tcPr>
            <w:tcW w:w="397" w:type="dxa"/>
            <w:shd w:val="clear" w:color="auto" w:fill="auto"/>
          </w:tcPr>
          <w:p w14:paraId="269167D6" w14:textId="670485C5" w:rsidR="00D63F73" w:rsidRPr="00BC394B" w:rsidRDefault="00530A9D" w:rsidP="009063C5">
            <w:pPr>
              <w:spacing w:after="60"/>
              <w:jc w:val="left"/>
              <w:rPr>
                <w:sz w:val="20"/>
              </w:rPr>
            </w:pPr>
            <w:r>
              <w:rPr>
                <w:sz w:val="20"/>
              </w:rPr>
              <w:t>MT</w:t>
            </w:r>
            <w:r w:rsidR="00123404">
              <w:rPr>
                <w:sz w:val="20"/>
              </w:rPr>
              <w:t>S</w:t>
            </w:r>
          </w:p>
        </w:tc>
        <w:tc>
          <w:tcPr>
            <w:tcW w:w="4479" w:type="dxa"/>
            <w:shd w:val="clear" w:color="auto" w:fill="auto"/>
          </w:tcPr>
          <w:p w14:paraId="33494859" w14:textId="2EC39BA9" w:rsidR="00D63F73" w:rsidRPr="00BC394B" w:rsidRDefault="00530A9D" w:rsidP="009063C5">
            <w:pPr>
              <w:spacing w:after="60"/>
              <w:jc w:val="left"/>
              <w:rPr>
                <w:sz w:val="20"/>
              </w:rPr>
            </w:pPr>
            <w:r>
              <w:rPr>
                <w:sz w:val="20"/>
              </w:rPr>
              <w:tab/>
            </w:r>
            <w:r w:rsidR="009E1B66">
              <w:rPr>
                <w:sz w:val="20"/>
              </w:rPr>
              <w:t>m</w:t>
            </w:r>
            <w:r w:rsidR="00123404">
              <w:rPr>
                <w:sz w:val="20"/>
              </w:rPr>
              <w:t>etadata stream</w:t>
            </w:r>
          </w:p>
        </w:tc>
        <w:tc>
          <w:tcPr>
            <w:tcW w:w="397" w:type="dxa"/>
            <w:shd w:val="clear" w:color="auto" w:fill="auto"/>
          </w:tcPr>
          <w:p w14:paraId="1D693C60" w14:textId="77777777" w:rsidR="00D63F73" w:rsidRPr="00BC394B" w:rsidRDefault="00D63F73" w:rsidP="009063C5">
            <w:pPr>
              <w:spacing w:after="60"/>
              <w:jc w:val="left"/>
              <w:rPr>
                <w:sz w:val="20"/>
              </w:rPr>
            </w:pPr>
          </w:p>
        </w:tc>
        <w:tc>
          <w:tcPr>
            <w:tcW w:w="4479" w:type="dxa"/>
            <w:shd w:val="clear" w:color="auto" w:fill="auto"/>
          </w:tcPr>
          <w:p w14:paraId="693DF1A2" w14:textId="77777777" w:rsidR="00D63F73" w:rsidRPr="00BC394B" w:rsidRDefault="00D63F73" w:rsidP="009063C5">
            <w:pPr>
              <w:spacing w:after="60"/>
              <w:jc w:val="left"/>
              <w:rPr>
                <w:sz w:val="20"/>
              </w:rPr>
            </w:pPr>
          </w:p>
        </w:tc>
      </w:tr>
      <w:tr w:rsidR="00D63F73" w:rsidRPr="00BC394B" w14:paraId="2012628C" w14:textId="77777777" w:rsidTr="009063C5">
        <w:trPr>
          <w:cantSplit/>
        </w:trPr>
        <w:tc>
          <w:tcPr>
            <w:tcW w:w="397" w:type="dxa"/>
            <w:shd w:val="clear" w:color="auto" w:fill="auto"/>
          </w:tcPr>
          <w:p w14:paraId="2ACA193C" w14:textId="54451A4A" w:rsidR="00D63F73" w:rsidRPr="00BC394B" w:rsidRDefault="00123404" w:rsidP="009063C5">
            <w:pPr>
              <w:spacing w:after="60"/>
              <w:jc w:val="left"/>
              <w:rPr>
                <w:sz w:val="20"/>
              </w:rPr>
            </w:pPr>
            <w:r>
              <w:rPr>
                <w:sz w:val="20"/>
              </w:rPr>
              <w:t>DS</w:t>
            </w:r>
          </w:p>
        </w:tc>
        <w:tc>
          <w:tcPr>
            <w:tcW w:w="4479" w:type="dxa"/>
            <w:shd w:val="clear" w:color="auto" w:fill="auto"/>
          </w:tcPr>
          <w:p w14:paraId="2636E0B9" w14:textId="1797F776" w:rsidR="006D369A" w:rsidRPr="00BC394B" w:rsidRDefault="00530A9D" w:rsidP="009063C5">
            <w:pPr>
              <w:spacing w:after="60"/>
              <w:jc w:val="left"/>
              <w:rPr>
                <w:sz w:val="20"/>
              </w:rPr>
            </w:pPr>
            <w:r>
              <w:rPr>
                <w:sz w:val="20"/>
              </w:rPr>
              <w:tab/>
            </w:r>
            <w:r w:rsidR="00656517">
              <w:rPr>
                <w:sz w:val="20"/>
              </w:rPr>
              <w:t>decoded sequence</w:t>
            </w:r>
          </w:p>
        </w:tc>
        <w:tc>
          <w:tcPr>
            <w:tcW w:w="397" w:type="dxa"/>
            <w:shd w:val="clear" w:color="auto" w:fill="auto"/>
          </w:tcPr>
          <w:p w14:paraId="2257EF74" w14:textId="77777777" w:rsidR="00D63F73" w:rsidRPr="00BC394B" w:rsidRDefault="00D63F73" w:rsidP="009063C5">
            <w:pPr>
              <w:spacing w:after="60"/>
              <w:jc w:val="left"/>
              <w:rPr>
                <w:sz w:val="20"/>
              </w:rPr>
            </w:pPr>
          </w:p>
        </w:tc>
        <w:tc>
          <w:tcPr>
            <w:tcW w:w="4479" w:type="dxa"/>
            <w:shd w:val="clear" w:color="auto" w:fill="auto"/>
          </w:tcPr>
          <w:p w14:paraId="2289EB3E" w14:textId="77777777" w:rsidR="00D63F73" w:rsidRPr="00BC394B" w:rsidRDefault="00D63F73" w:rsidP="009063C5">
            <w:pPr>
              <w:spacing w:after="60"/>
              <w:jc w:val="left"/>
              <w:rPr>
                <w:sz w:val="20"/>
              </w:rPr>
            </w:pPr>
          </w:p>
        </w:tc>
      </w:tr>
    </w:tbl>
    <w:p w14:paraId="2733BAA0" w14:textId="77777777" w:rsidR="007B69B6" w:rsidRDefault="007B69B6" w:rsidP="00EE765B">
      <w:pPr>
        <w:pStyle w:val="Note"/>
      </w:pPr>
    </w:p>
    <w:p w14:paraId="3BC6DC17" w14:textId="3B3E5AB4" w:rsidR="00EE765B" w:rsidRPr="00E61484" w:rsidRDefault="00EE765B" w:rsidP="00F2280B">
      <w:pPr>
        <w:pStyle w:val="Note"/>
      </w:pPr>
      <w:r w:rsidRPr="00E61484">
        <w:t>NOTE</w:t>
      </w:r>
      <w:r w:rsidRPr="00E61484">
        <w:tab/>
        <w:t>Multiple elementary streams</w:t>
      </w:r>
      <w:r w:rsidR="007A304C">
        <w:t xml:space="preserve"> </w:t>
      </w:r>
      <w:r w:rsidR="00890CB5">
        <w:t xml:space="preserve">that are </w:t>
      </w:r>
      <w:r w:rsidR="007A304C">
        <w:t>output of the input formatting function</w:t>
      </w:r>
      <w:r w:rsidRPr="00E61484">
        <w:t xml:space="preserve"> may be fed to a single video decoder instance.</w:t>
      </w:r>
    </w:p>
    <w:p w14:paraId="5ACFBC3B" w14:textId="2F9634FC" w:rsidR="00616349" w:rsidRPr="00736116" w:rsidRDefault="00736116" w:rsidP="00A34C8C">
      <w:pPr>
        <w:pStyle w:val="Caption"/>
      </w:pPr>
      <w:bookmarkStart w:id="149" w:name="_Ref77859855"/>
      <w:r>
        <w:t xml:space="preserve">Figure </w:t>
      </w:r>
      <w:r w:rsidR="00A749FF">
        <w:fldChar w:fldCharType="begin"/>
      </w:r>
      <w:r w:rsidR="00A749FF">
        <w:instrText xml:space="preserve"> SEQ Figure \* ARABIC </w:instrText>
      </w:r>
      <w:r w:rsidR="00A749FF">
        <w:fldChar w:fldCharType="separate"/>
      </w:r>
      <w:r w:rsidR="00634738">
        <w:rPr>
          <w:noProof/>
        </w:rPr>
        <w:t>1</w:t>
      </w:r>
      <w:r w:rsidR="00A749FF">
        <w:fldChar w:fldCharType="end"/>
      </w:r>
      <w:bookmarkEnd w:id="148"/>
      <w:bookmarkEnd w:id="149"/>
      <w:r>
        <w:t xml:space="preserve"> — </w:t>
      </w:r>
      <w:r w:rsidRPr="004F726B">
        <w:t>Video Decoding Engine and interfaces</w:t>
      </w:r>
    </w:p>
    <w:p w14:paraId="329B1B12" w14:textId="32FD9949" w:rsidR="0071097E" w:rsidRPr="000A2F18" w:rsidRDefault="00AC602C" w:rsidP="0071097E">
      <w:r>
        <w:fldChar w:fldCharType="begin"/>
      </w:r>
      <w:r>
        <w:instrText xml:space="preserve"> REF _Ref77779501 \h </w:instrText>
      </w:r>
      <w:r>
        <w:fldChar w:fldCharType="separate"/>
      </w:r>
      <w:r w:rsidR="00634738">
        <w:t xml:space="preserve">Figure </w:t>
      </w:r>
      <w:r w:rsidR="00634738">
        <w:rPr>
          <w:noProof/>
        </w:rPr>
        <w:t>2</w:t>
      </w:r>
      <w:r>
        <w:fldChar w:fldCharType="end"/>
      </w:r>
      <w:r>
        <w:t xml:space="preserve"> </w:t>
      </w:r>
      <w:r w:rsidR="0071097E" w:rsidRPr="000A2F18">
        <w:t>depicts an architecture for handling multiple video decoder instances on a single hardware platform. In this scenario, one or more video decoder instances running on the same video decoder hardware engine are exposed to the application layer in form of several decoder instances each with their own interfaces.</w:t>
      </w:r>
    </w:p>
    <w:p w14:paraId="00565D20" w14:textId="452EAD2E" w:rsidR="00AC602C" w:rsidRDefault="00EB41F6" w:rsidP="005B4698">
      <w:pPr>
        <w:keepNext/>
        <w:jc w:val="center"/>
      </w:pPr>
      <w:r>
        <w:object w:dxaOrig="9609" w:dyaOrig="5405" w14:anchorId="723AFB2E">
          <v:shape id="_x0000_i1026" type="#_x0000_t75" style="width:303.65pt;height:316.15pt" o:ole="">
            <v:imagedata r:id="rId24" o:title="" cropleft="12482f" cropright="17655f"/>
          </v:shape>
          <o:OLEObject Type="Embed" ProgID="PowerPoint.Slide.12" ShapeID="_x0000_i1026" DrawAspect="Content" ObjectID="_1689147434" r:id="rId25"/>
        </w:object>
      </w:r>
    </w:p>
    <w:p w14:paraId="0BFB3DBF" w14:textId="1FD443D9" w:rsidR="00DC5344" w:rsidRPr="000A2F18" w:rsidRDefault="00AC602C" w:rsidP="00A34C8C">
      <w:pPr>
        <w:pStyle w:val="Caption"/>
      </w:pPr>
      <w:bookmarkStart w:id="150" w:name="_Ref77779501"/>
      <w:r>
        <w:t xml:space="preserve">Figure </w:t>
      </w:r>
      <w:r w:rsidR="00A749FF">
        <w:fldChar w:fldCharType="begin"/>
      </w:r>
      <w:r w:rsidR="00A749FF">
        <w:instrText xml:space="preserve"> SEQ Figure \* ARABIC </w:instrText>
      </w:r>
      <w:r w:rsidR="00A749FF">
        <w:fldChar w:fldCharType="separate"/>
      </w:r>
      <w:r w:rsidR="00634738">
        <w:rPr>
          <w:noProof/>
        </w:rPr>
        <w:t>2</w:t>
      </w:r>
      <w:r w:rsidR="00A749FF">
        <w:fldChar w:fldCharType="end"/>
      </w:r>
      <w:bookmarkEnd w:id="150"/>
      <w:r>
        <w:t xml:space="preserve"> — </w:t>
      </w:r>
      <w:r w:rsidRPr="007E505E">
        <w:t>Relation between video decoder instances and video decoder hardware engine</w:t>
      </w:r>
    </w:p>
    <w:p w14:paraId="757D763E" w14:textId="0FB12F92" w:rsidR="00000045" w:rsidRPr="000A2F18" w:rsidRDefault="00E46E4E" w:rsidP="00000045">
      <w:pPr>
        <w:pStyle w:val="Heading2"/>
      </w:pPr>
      <w:bookmarkStart w:id="151" w:name="_Toc77782127"/>
      <w:bookmarkStart w:id="152" w:name="_Toc77782732"/>
      <w:bookmarkStart w:id="153" w:name="_Toc77785517"/>
      <w:bookmarkStart w:id="154" w:name="_Toc77850514"/>
      <w:bookmarkStart w:id="155" w:name="_Toc77850655"/>
      <w:bookmarkStart w:id="156" w:name="_Toc77850796"/>
      <w:bookmarkStart w:id="157" w:name="_Toc78533718"/>
      <w:bookmarkEnd w:id="151"/>
      <w:bookmarkEnd w:id="152"/>
      <w:bookmarkEnd w:id="153"/>
      <w:bookmarkEnd w:id="154"/>
      <w:bookmarkEnd w:id="155"/>
      <w:bookmarkEnd w:id="156"/>
      <w:r w:rsidRPr="000A2F18">
        <w:t>Input Video Decoding Interface</w:t>
      </w:r>
      <w:bookmarkEnd w:id="157"/>
    </w:p>
    <w:p w14:paraId="19B4447B" w14:textId="1A24C15C" w:rsidR="00566669" w:rsidRDefault="00566669" w:rsidP="00566669">
      <w:pPr>
        <w:rPr>
          <w:lang w:eastAsia="ja-JP"/>
        </w:rPr>
      </w:pPr>
      <w:r>
        <w:rPr>
          <w:lang w:eastAsia="ja-JP"/>
        </w:rPr>
        <w:t>The Video Decoding Engine accepts several data stream as input. Those data stream can be elementary streams or metadata streams. There is at least one elementary stream as input but there is no constraint on the number of metadata streams with respect to the number of elementary streams being concurrently consumed by the VDE.</w:t>
      </w:r>
    </w:p>
    <w:p w14:paraId="0E4093AF" w14:textId="799C044F" w:rsidR="009D4855" w:rsidRPr="000A2F18" w:rsidRDefault="009D4855" w:rsidP="009D4855">
      <w:pPr>
        <w:rPr>
          <w:lang w:eastAsia="ja-JP"/>
        </w:rPr>
      </w:pPr>
      <w:r w:rsidRPr="000A2F18">
        <w:rPr>
          <w:lang w:eastAsia="ja-JP"/>
        </w:rPr>
        <w:t>The input of the VDE comprises</w:t>
      </w:r>
      <w:r w:rsidR="00BD44F4">
        <w:rPr>
          <w:lang w:eastAsia="ja-JP"/>
        </w:rPr>
        <w:t xml:space="preserve"> thus</w:t>
      </w:r>
      <w:r w:rsidRPr="000A2F18">
        <w:rPr>
          <w:lang w:eastAsia="ja-JP"/>
        </w:rPr>
        <w:t>:</w:t>
      </w:r>
    </w:p>
    <w:p w14:paraId="5E6E467D" w14:textId="77777777" w:rsidR="009D4855" w:rsidRPr="000A2F18" w:rsidRDefault="009D4855" w:rsidP="009D4855">
      <w:pPr>
        <w:pStyle w:val="ListParagraph"/>
        <w:numPr>
          <w:ilvl w:val="0"/>
          <w:numId w:val="14"/>
        </w:numPr>
        <w:rPr>
          <w:lang w:eastAsia="ja-JP"/>
        </w:rPr>
      </w:pPr>
      <w:r w:rsidRPr="000A2F18">
        <w:rPr>
          <w:rFonts w:ascii="Courier New" w:hAnsi="Courier New" w:cs="Courier New"/>
          <w:lang w:eastAsia="ja-JP"/>
        </w:rPr>
        <w:t>n</w:t>
      </w:r>
      <w:r w:rsidRPr="000A2F18">
        <w:rPr>
          <w:lang w:eastAsia="ja-JP"/>
        </w:rPr>
        <w:t xml:space="preserve"> elementary streams</w:t>
      </w:r>
    </w:p>
    <w:p w14:paraId="0F1AB28D" w14:textId="33C3D109" w:rsidR="009D4855" w:rsidRDefault="009D4855" w:rsidP="00F2280B">
      <w:pPr>
        <w:pStyle w:val="ListParagraph"/>
        <w:numPr>
          <w:ilvl w:val="0"/>
          <w:numId w:val="14"/>
        </w:numPr>
        <w:rPr>
          <w:lang w:eastAsia="ja-JP"/>
        </w:rPr>
      </w:pPr>
      <w:r w:rsidRPr="000A2F18">
        <w:rPr>
          <w:rFonts w:ascii="Courier New" w:hAnsi="Courier New" w:cs="Courier New"/>
          <w:lang w:eastAsia="ja-JP"/>
        </w:rPr>
        <w:t>m</w:t>
      </w:r>
      <w:r w:rsidRPr="000A2F18">
        <w:rPr>
          <w:lang w:eastAsia="ja-JP"/>
        </w:rPr>
        <w:t xml:space="preserve"> metadata streams</w:t>
      </w:r>
    </w:p>
    <w:p w14:paraId="25D38EC9" w14:textId="75ABDE85" w:rsidR="00E46E4E" w:rsidRPr="000A2F18" w:rsidRDefault="00E46E4E" w:rsidP="00E46E4E">
      <w:pPr>
        <w:pStyle w:val="Heading2"/>
      </w:pPr>
      <w:bookmarkStart w:id="158" w:name="_Toc78533121"/>
      <w:bookmarkStart w:id="159" w:name="_Toc78533185"/>
      <w:bookmarkStart w:id="160" w:name="_Toc78533719"/>
      <w:bookmarkStart w:id="161" w:name="_Toc78533122"/>
      <w:bookmarkStart w:id="162" w:name="_Toc78533186"/>
      <w:bookmarkStart w:id="163" w:name="_Toc78533720"/>
      <w:bookmarkStart w:id="164" w:name="_Toc78533123"/>
      <w:bookmarkStart w:id="165" w:name="_Toc78533187"/>
      <w:bookmarkStart w:id="166" w:name="_Toc78533721"/>
      <w:bookmarkStart w:id="167" w:name="_Toc78533124"/>
      <w:bookmarkStart w:id="168" w:name="_Toc78533188"/>
      <w:bookmarkStart w:id="169" w:name="_Toc78533722"/>
      <w:bookmarkStart w:id="170" w:name="_Toc72926431"/>
      <w:bookmarkStart w:id="171" w:name="_Toc72926520"/>
      <w:bookmarkStart w:id="172" w:name="_Toc72927121"/>
      <w:bookmarkStart w:id="173" w:name="_Toc72927211"/>
      <w:bookmarkStart w:id="174" w:name="_Toc72926432"/>
      <w:bookmarkStart w:id="175" w:name="_Toc72926521"/>
      <w:bookmarkStart w:id="176" w:name="_Toc72927122"/>
      <w:bookmarkStart w:id="177" w:name="_Toc72927212"/>
      <w:bookmarkStart w:id="178" w:name="_Toc72926433"/>
      <w:bookmarkStart w:id="179" w:name="_Toc72926522"/>
      <w:bookmarkStart w:id="180" w:name="_Toc72927123"/>
      <w:bookmarkStart w:id="181" w:name="_Toc72927213"/>
      <w:bookmarkStart w:id="182" w:name="_Toc7853372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0A2F18">
        <w:t>Output Video Decoding Interface</w:t>
      </w:r>
      <w:bookmarkEnd w:id="182"/>
    </w:p>
    <w:p w14:paraId="3147FE4A" w14:textId="77777777" w:rsidR="00977225" w:rsidRDefault="00977225" w:rsidP="00977225">
      <w:pPr>
        <w:jc w:val="left"/>
        <w:rPr>
          <w:lang w:eastAsia="ja-JP"/>
        </w:rPr>
      </w:pPr>
      <w:r w:rsidRPr="00736A22">
        <w:rPr>
          <w:lang w:eastAsia="ja-JP"/>
        </w:rPr>
        <w:t xml:space="preserve">The Video Decoding Engine </w:t>
      </w:r>
      <w:r>
        <w:rPr>
          <w:lang w:eastAsia="ja-JP"/>
        </w:rPr>
        <w:t>output two types of data</w:t>
      </w:r>
      <w:r w:rsidRPr="00736A22">
        <w:rPr>
          <w:lang w:eastAsia="ja-JP"/>
        </w:rPr>
        <w:t xml:space="preserve"> stream. Those data stream</w:t>
      </w:r>
      <w:r>
        <w:rPr>
          <w:lang w:eastAsia="ja-JP"/>
        </w:rPr>
        <w:t>s</w:t>
      </w:r>
      <w:r w:rsidRPr="00736A22">
        <w:rPr>
          <w:lang w:eastAsia="ja-JP"/>
        </w:rPr>
        <w:t xml:space="preserve"> can be</w:t>
      </w:r>
      <w:r>
        <w:rPr>
          <w:lang w:eastAsia="ja-JP"/>
        </w:rPr>
        <w:t xml:space="preserve"> decoded video sequences</w:t>
      </w:r>
      <w:r w:rsidRPr="00736A22">
        <w:rPr>
          <w:lang w:eastAsia="ja-JP"/>
        </w:rPr>
        <w:t xml:space="preserve"> or metadata streams. There is at least one </w:t>
      </w:r>
      <w:r>
        <w:rPr>
          <w:lang w:eastAsia="ja-JP"/>
        </w:rPr>
        <w:t>decoded video sequence</w:t>
      </w:r>
      <w:r w:rsidRPr="00736A22">
        <w:rPr>
          <w:lang w:eastAsia="ja-JP"/>
        </w:rPr>
        <w:t xml:space="preserve"> as </w:t>
      </w:r>
      <w:r>
        <w:rPr>
          <w:lang w:eastAsia="ja-JP"/>
        </w:rPr>
        <w:t>output but</w:t>
      </w:r>
      <w:r w:rsidRPr="00736A22">
        <w:rPr>
          <w:lang w:eastAsia="ja-JP"/>
        </w:rPr>
        <w:t xml:space="preserve"> there is no constraint on the number of metadata streams with respect to the number of </w:t>
      </w:r>
      <w:r>
        <w:rPr>
          <w:lang w:eastAsia="ja-JP"/>
        </w:rPr>
        <w:t>decoded video sequences</w:t>
      </w:r>
      <w:r w:rsidRPr="00736A22">
        <w:rPr>
          <w:lang w:eastAsia="ja-JP"/>
        </w:rPr>
        <w:t xml:space="preserve"> being concurrently </w:t>
      </w:r>
      <w:r>
        <w:rPr>
          <w:lang w:eastAsia="ja-JP"/>
        </w:rPr>
        <w:t>output</w:t>
      </w:r>
      <w:r w:rsidRPr="00736A22">
        <w:rPr>
          <w:lang w:eastAsia="ja-JP"/>
        </w:rPr>
        <w:t xml:space="preserve"> by the VDE.</w:t>
      </w:r>
    </w:p>
    <w:p w14:paraId="31F32C28" w14:textId="1C7199E5" w:rsidR="00977225" w:rsidRDefault="00977225" w:rsidP="00977225">
      <w:pPr>
        <w:jc w:val="left"/>
        <w:rPr>
          <w:lang w:eastAsia="ja-JP"/>
        </w:rPr>
      </w:pPr>
      <w:r w:rsidRPr="000A2F18">
        <w:rPr>
          <w:lang w:eastAsia="ja-JP"/>
        </w:rPr>
        <w:t>These two output stream types may be provided in form of multiplexed output buffers, including both decoded media data and its associated metadata.</w:t>
      </w:r>
    </w:p>
    <w:p w14:paraId="049C0BDA" w14:textId="420D52D1" w:rsidR="001325E3" w:rsidRPr="000A2F18" w:rsidRDefault="001325E3" w:rsidP="001325E3">
      <w:pPr>
        <w:rPr>
          <w:lang w:eastAsia="ja-JP"/>
        </w:rPr>
      </w:pPr>
      <w:r w:rsidRPr="000A2F18">
        <w:rPr>
          <w:lang w:eastAsia="ja-JP"/>
        </w:rPr>
        <w:t>The output of the VDE comprises</w:t>
      </w:r>
      <w:r w:rsidR="00BD44F4">
        <w:rPr>
          <w:lang w:eastAsia="ja-JP"/>
        </w:rPr>
        <w:t xml:space="preserve"> thus</w:t>
      </w:r>
      <w:r w:rsidRPr="000A2F18">
        <w:rPr>
          <w:lang w:eastAsia="ja-JP"/>
        </w:rPr>
        <w:t>:</w:t>
      </w:r>
    </w:p>
    <w:p w14:paraId="717F5FC4" w14:textId="3FFD6A3D" w:rsidR="001325E3" w:rsidRPr="000A2F18" w:rsidRDefault="001325E3" w:rsidP="001325E3">
      <w:pPr>
        <w:pStyle w:val="ListParagraph"/>
        <w:numPr>
          <w:ilvl w:val="0"/>
          <w:numId w:val="14"/>
        </w:numPr>
        <w:rPr>
          <w:lang w:eastAsia="ja-JP"/>
        </w:rPr>
      </w:pPr>
      <w:r w:rsidRPr="000A2F18">
        <w:rPr>
          <w:rFonts w:ascii="Courier New" w:hAnsi="Courier New" w:cs="Courier New"/>
          <w:lang w:eastAsia="ja-JP"/>
        </w:rPr>
        <w:t>q</w:t>
      </w:r>
      <w:r w:rsidR="00DB0FA8" w:rsidRPr="00F2280B">
        <w:t xml:space="preserve"> </w:t>
      </w:r>
      <w:r w:rsidRPr="000A2F18">
        <w:rPr>
          <w:lang w:eastAsia="ja-JP"/>
        </w:rPr>
        <w:t>decoded sequences</w:t>
      </w:r>
    </w:p>
    <w:p w14:paraId="4D299C97" w14:textId="3E4DC4C2" w:rsidR="001325E3" w:rsidRDefault="001325E3" w:rsidP="00F2280B">
      <w:pPr>
        <w:pStyle w:val="ListParagraph"/>
        <w:numPr>
          <w:ilvl w:val="0"/>
          <w:numId w:val="14"/>
        </w:numPr>
        <w:rPr>
          <w:lang w:eastAsia="ja-JP"/>
        </w:rPr>
      </w:pPr>
      <w:r w:rsidRPr="000A2F18">
        <w:rPr>
          <w:rFonts w:ascii="Courier New" w:hAnsi="Courier New" w:cs="Courier New"/>
          <w:lang w:eastAsia="ja-JP"/>
        </w:rPr>
        <w:t>p</w:t>
      </w:r>
      <w:r w:rsidRPr="000A2F18">
        <w:rPr>
          <w:lang w:eastAsia="ja-JP"/>
        </w:rPr>
        <w:t xml:space="preserve"> metadata streams</w:t>
      </w:r>
    </w:p>
    <w:p w14:paraId="2AC50A8A" w14:textId="4B3253DC" w:rsidR="008F184B" w:rsidRPr="000A2F18" w:rsidRDefault="008F184B" w:rsidP="008F184B">
      <w:pPr>
        <w:pStyle w:val="Heading2"/>
      </w:pPr>
      <w:bookmarkStart w:id="183" w:name="_Toc78533126"/>
      <w:bookmarkStart w:id="184" w:name="_Toc78533190"/>
      <w:bookmarkStart w:id="185" w:name="_Toc78533724"/>
      <w:bookmarkStart w:id="186" w:name="_Toc78533127"/>
      <w:bookmarkStart w:id="187" w:name="_Toc78533191"/>
      <w:bookmarkStart w:id="188" w:name="_Toc78533725"/>
      <w:bookmarkStart w:id="189" w:name="_Toc78533128"/>
      <w:bookmarkStart w:id="190" w:name="_Toc78533192"/>
      <w:bookmarkStart w:id="191" w:name="_Toc78533726"/>
      <w:bookmarkStart w:id="192" w:name="_Toc78533129"/>
      <w:bookmarkStart w:id="193" w:name="_Toc78533193"/>
      <w:bookmarkStart w:id="194" w:name="_Toc78533727"/>
      <w:bookmarkStart w:id="195" w:name="_Toc72926437"/>
      <w:bookmarkStart w:id="196" w:name="_Toc72926526"/>
      <w:bookmarkStart w:id="197" w:name="_Toc72927127"/>
      <w:bookmarkStart w:id="198" w:name="_Toc72927217"/>
      <w:bookmarkStart w:id="199" w:name="_Toc72926438"/>
      <w:bookmarkStart w:id="200" w:name="_Toc72926527"/>
      <w:bookmarkStart w:id="201" w:name="_Toc72927128"/>
      <w:bookmarkStart w:id="202" w:name="_Toc72927218"/>
      <w:bookmarkStart w:id="203" w:name="_Toc72926439"/>
      <w:bookmarkStart w:id="204" w:name="_Toc72926528"/>
      <w:bookmarkStart w:id="205" w:name="_Toc72927129"/>
      <w:bookmarkStart w:id="206" w:name="_Toc72927219"/>
      <w:bookmarkStart w:id="207" w:name="_Toc72926440"/>
      <w:bookmarkStart w:id="208" w:name="_Toc72926529"/>
      <w:bookmarkStart w:id="209" w:name="_Toc72927130"/>
      <w:bookmarkStart w:id="210" w:name="_Toc72927220"/>
      <w:bookmarkStart w:id="211" w:name="_Ref72845791"/>
      <w:bookmarkStart w:id="212" w:name="_Toc78533728"/>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0A2F18">
        <w:lastRenderedPageBreak/>
        <w:t>Control interface to the Video Decoding Interface</w:t>
      </w:r>
      <w:bookmarkEnd w:id="211"/>
      <w:bookmarkEnd w:id="212"/>
    </w:p>
    <w:p w14:paraId="64C807F8" w14:textId="0813763D" w:rsidR="008F184B" w:rsidRDefault="00CE6340" w:rsidP="00CE6340">
      <w:pPr>
        <w:pStyle w:val="Heading3"/>
      </w:pPr>
      <w:bookmarkStart w:id="213" w:name="_Toc78533729"/>
      <w:r w:rsidRPr="000A2F18">
        <w:t>Functions</w:t>
      </w:r>
      <w:bookmarkEnd w:id="213"/>
    </w:p>
    <w:p w14:paraId="5F98BC64" w14:textId="26F2BEF8" w:rsidR="000342E1" w:rsidRDefault="00552560" w:rsidP="00DD0784">
      <w:pPr>
        <w:rPr>
          <w:lang w:eastAsia="ja-JP"/>
        </w:rPr>
      </w:pPr>
      <w:r>
        <w:rPr>
          <w:lang w:eastAsia="ja-JP"/>
        </w:rPr>
        <w:t>In order to support immersive media applications, an abstract video decoding interface is specified. A video decoding platform that complies with this specification shall implement this video decoding interface.</w:t>
      </w:r>
    </w:p>
    <w:p w14:paraId="7993E4BE" w14:textId="1EE8FD27" w:rsidR="00DD0784" w:rsidRDefault="00DD0784" w:rsidP="00DD0784">
      <w:pPr>
        <w:rPr>
          <w:lang w:eastAsia="ja-JP"/>
        </w:rPr>
      </w:pPr>
      <w:r>
        <w:rPr>
          <w:lang w:eastAsia="ja-JP"/>
        </w:rPr>
        <w:t xml:space="preserve">The </w:t>
      </w:r>
      <w:r w:rsidR="00444E6D" w:rsidRPr="00444E6D">
        <w:rPr>
          <w:lang w:eastAsia="ja-JP"/>
        </w:rPr>
        <w:t xml:space="preserve">video decoding interface consists of the </w:t>
      </w:r>
      <w:r>
        <w:rPr>
          <w:lang w:eastAsia="ja-JP"/>
        </w:rPr>
        <w:t>following</w:t>
      </w:r>
      <w:r w:rsidR="00444E6D">
        <w:rPr>
          <w:lang w:eastAsia="ja-JP"/>
        </w:rPr>
        <w:t xml:space="preserve"> </w:t>
      </w:r>
      <w:r w:rsidR="00BA643B">
        <w:rPr>
          <w:lang w:eastAsia="ja-JP"/>
        </w:rPr>
        <w:t>abstract</w:t>
      </w:r>
      <w:r>
        <w:rPr>
          <w:lang w:eastAsia="ja-JP"/>
        </w:rPr>
        <w:t xml:space="preserve"> functions</w:t>
      </w:r>
      <w:r w:rsidR="00444E6D">
        <w:rPr>
          <w:lang w:eastAsia="ja-JP"/>
        </w:rPr>
        <w:t>, which</w:t>
      </w:r>
      <w:r>
        <w:rPr>
          <w:lang w:eastAsia="ja-JP"/>
        </w:rPr>
        <w:t xml:space="preserve"> are defined using </w:t>
      </w:r>
      <w:r w:rsidRPr="00254C5E">
        <w:rPr>
          <w:lang w:eastAsia="ja-JP"/>
        </w:rPr>
        <w:t>the IDL syntax</w:t>
      </w:r>
      <w:r>
        <w:rPr>
          <w:lang w:eastAsia="ja-JP"/>
        </w:rPr>
        <w:t xml:space="preserve"> specified in </w:t>
      </w:r>
      <w:r w:rsidRPr="00BA3886">
        <w:rPr>
          <w:lang w:eastAsia="ja-JP"/>
        </w:rPr>
        <w:t>ISO/IEC 19516 Information technology — Object management group — Interface definition language (IDL) 4.2.</w:t>
      </w:r>
    </w:p>
    <w:p w14:paraId="3B2AF0E4" w14:textId="31D72E99" w:rsidR="001B7ED8" w:rsidRDefault="00E03B49" w:rsidP="00DD0784">
      <w:pPr>
        <w:rPr>
          <w:lang w:eastAsia="ja-JP"/>
        </w:rPr>
      </w:pPr>
      <w:r>
        <w:rPr>
          <w:lang w:eastAsia="ja-JP"/>
        </w:rPr>
        <w:fldChar w:fldCharType="begin"/>
      </w:r>
      <w:r>
        <w:rPr>
          <w:lang w:eastAsia="ja-JP"/>
        </w:rPr>
        <w:instrText xml:space="preserve"> REF _Ref77779638 \h </w:instrText>
      </w:r>
      <w:r>
        <w:rPr>
          <w:lang w:eastAsia="ja-JP"/>
        </w:rPr>
      </w:r>
      <w:r>
        <w:rPr>
          <w:lang w:eastAsia="ja-JP"/>
        </w:rPr>
        <w:fldChar w:fldCharType="separate"/>
      </w:r>
      <w:r w:rsidR="00634738">
        <w:t xml:space="preserve">Figure </w:t>
      </w:r>
      <w:r w:rsidR="00634738">
        <w:rPr>
          <w:noProof/>
        </w:rPr>
        <w:t>3</w:t>
      </w:r>
      <w:r>
        <w:rPr>
          <w:lang w:eastAsia="ja-JP"/>
        </w:rPr>
        <w:fldChar w:fldCharType="end"/>
      </w:r>
      <w:r>
        <w:rPr>
          <w:lang w:eastAsia="ja-JP"/>
        </w:rPr>
        <w:t xml:space="preserve"> </w:t>
      </w:r>
      <w:r w:rsidR="001B7ED8" w:rsidRPr="001B7ED8">
        <w:rPr>
          <w:lang w:eastAsia="ja-JP"/>
        </w:rPr>
        <w:t xml:space="preserve">depicts </w:t>
      </w:r>
      <w:r w:rsidR="00CD6268">
        <w:rPr>
          <w:lang w:eastAsia="ja-JP"/>
        </w:rPr>
        <w:t xml:space="preserve">an </w:t>
      </w:r>
      <w:r w:rsidR="001B7ED8" w:rsidRPr="001B7ED8">
        <w:rPr>
          <w:lang w:eastAsia="ja-JP"/>
        </w:rPr>
        <w:t>example instantiation of decoder instances using some of the functionalit</w:t>
      </w:r>
      <w:r w:rsidR="00CD6268">
        <w:rPr>
          <w:lang w:eastAsia="ja-JP"/>
        </w:rPr>
        <w:t>ies</w:t>
      </w:r>
      <w:r w:rsidR="001B7ED8" w:rsidRPr="001B7ED8">
        <w:rPr>
          <w:lang w:eastAsia="ja-JP"/>
        </w:rPr>
        <w:t xml:space="preserve"> of the video decoding interface.</w:t>
      </w:r>
    </w:p>
    <w:p w14:paraId="287F999A" w14:textId="47497692" w:rsidR="00D41B13" w:rsidRDefault="003F3FFE" w:rsidP="00181611">
      <w:pPr>
        <w:keepNext/>
        <w:jc w:val="center"/>
      </w:pPr>
      <w:r>
        <w:object w:dxaOrig="9610" w:dyaOrig="5405" w14:anchorId="1FD5C231">
          <v:shape id="_x0000_i1027" type="#_x0000_t75" style="width:395.7pt;height:259.2pt" o:ole="">
            <v:imagedata r:id="rId26" o:title="" cropbottom="5996f" cropleft="3013f" cropright="11266f"/>
          </v:shape>
          <o:OLEObject Type="Embed" ProgID="PowerPoint.Slide.12" ShapeID="_x0000_i1027" DrawAspect="Content" ObjectID="_1689147435" r:id="rId27"/>
        </w:object>
      </w:r>
    </w:p>
    <w:p w14:paraId="740CBBAE" w14:textId="200E4E30" w:rsidR="00E766EA" w:rsidRDefault="00D41B13" w:rsidP="00A34C8C">
      <w:pPr>
        <w:pStyle w:val="Caption"/>
      </w:pPr>
      <w:bookmarkStart w:id="214" w:name="_Ref77779638"/>
      <w:r>
        <w:t xml:space="preserve">Figure </w:t>
      </w:r>
      <w:r w:rsidR="00A749FF">
        <w:fldChar w:fldCharType="begin"/>
      </w:r>
      <w:r w:rsidR="00A749FF">
        <w:instrText xml:space="preserve"> SEQ Figure \* ARABIC </w:instrText>
      </w:r>
      <w:r w:rsidR="00A749FF">
        <w:fldChar w:fldCharType="separate"/>
      </w:r>
      <w:r w:rsidR="00634738">
        <w:rPr>
          <w:noProof/>
        </w:rPr>
        <w:t>3</w:t>
      </w:r>
      <w:r w:rsidR="00A749FF">
        <w:fldChar w:fldCharType="end"/>
      </w:r>
      <w:bookmarkEnd w:id="214"/>
      <w:r>
        <w:t xml:space="preserve"> — </w:t>
      </w:r>
      <w:r w:rsidRPr="004777A2">
        <w:t>Example Instantiation using VDI</w:t>
      </w:r>
    </w:p>
    <w:p w14:paraId="04378CB3" w14:textId="1B580A89" w:rsidR="00CE6340" w:rsidRPr="000A2F18" w:rsidRDefault="00CE6340" w:rsidP="00CE6340">
      <w:pPr>
        <w:pStyle w:val="Heading4"/>
      </w:pPr>
      <w:proofErr w:type="spellStart"/>
      <w:r w:rsidRPr="000A2F18">
        <w:t>queryCurrentAggregateCapabilities</w:t>
      </w:r>
      <w:proofErr w:type="spellEnd"/>
      <w:r w:rsidR="00772A43">
        <w:t>()</w:t>
      </w:r>
    </w:p>
    <w:p w14:paraId="59087D12" w14:textId="4748BCD8" w:rsidR="00CE6340" w:rsidRDefault="000D1CB1" w:rsidP="00F27E41">
      <w:pPr>
        <w:pStyle w:val="Heading5"/>
      </w:pPr>
      <w:r>
        <w:t>Declaration</w:t>
      </w:r>
    </w:p>
    <w:p w14:paraId="18EAB202" w14:textId="71845519" w:rsidR="00DC705E" w:rsidRDefault="00D80C30" w:rsidP="00A34C8C">
      <w:r>
        <w:rPr>
          <w:lang w:eastAsia="ja-JP"/>
        </w:rPr>
        <w:fldChar w:fldCharType="begin"/>
      </w:r>
      <w:r>
        <w:rPr>
          <w:lang w:eastAsia="ja-JP"/>
        </w:rPr>
        <w:instrText xml:space="preserve"> REF _Ref77784876 \h </w:instrText>
      </w:r>
      <w:r>
        <w:rPr>
          <w:lang w:eastAsia="ja-JP"/>
        </w:rPr>
      </w:r>
      <w:r>
        <w:rPr>
          <w:lang w:eastAsia="ja-JP"/>
        </w:rPr>
        <w:fldChar w:fldCharType="separate"/>
      </w:r>
      <w:r w:rsidR="00634738">
        <w:t xml:space="preserve">Table </w:t>
      </w:r>
      <w:r w:rsidR="00634738">
        <w:rPr>
          <w:noProof/>
        </w:rPr>
        <w:t>1</w:t>
      </w:r>
      <w:r>
        <w:rPr>
          <w:lang w:eastAsia="ja-JP"/>
        </w:rPr>
        <w:fldChar w:fldCharType="end"/>
      </w:r>
      <w:r>
        <w:rPr>
          <w:lang w:eastAsia="ja-JP"/>
        </w:rPr>
        <w:t xml:space="preserve"> </w:t>
      </w:r>
      <w:r w:rsidR="00655852">
        <w:rPr>
          <w:lang w:eastAsia="ja-JP"/>
        </w:rPr>
        <w:t>reproduces</w:t>
      </w:r>
      <w:r w:rsidR="004034AD">
        <w:rPr>
          <w:lang w:eastAsia="ja-JP"/>
        </w:rPr>
        <w:t xml:space="preserve"> the </w:t>
      </w:r>
      <w:r w:rsidR="00B125E9">
        <w:rPr>
          <w:lang w:eastAsia="ja-JP"/>
        </w:rPr>
        <w:t xml:space="preserve">IDL </w:t>
      </w:r>
      <w:r w:rsidR="00655852">
        <w:rPr>
          <w:lang w:eastAsia="ja-JP"/>
        </w:rPr>
        <w:t>declaration</w:t>
      </w:r>
      <w:r w:rsidR="004077FC">
        <w:rPr>
          <w:lang w:eastAsia="ja-JP"/>
        </w:rPr>
        <w:t>s</w:t>
      </w:r>
      <w:r w:rsidR="00B125E9">
        <w:rPr>
          <w:lang w:eastAsia="ja-JP"/>
        </w:rPr>
        <w:t xml:space="preserve"> </w:t>
      </w:r>
      <w:r w:rsidR="00655852">
        <w:rPr>
          <w:lang w:eastAsia="ja-JP"/>
        </w:rPr>
        <w:t xml:space="preserve">of the </w:t>
      </w:r>
      <w:proofErr w:type="spellStart"/>
      <w:r w:rsidR="00B125E9" w:rsidRPr="00A34C8C">
        <w:rPr>
          <w:rFonts w:ascii="Courier New" w:hAnsi="Courier New" w:cs="Courier New"/>
          <w:sz w:val="20"/>
          <w:szCs w:val="20"/>
          <w:lang w:eastAsia="ja-JP"/>
        </w:rPr>
        <w:t>queryCurrentAggregateCapabilities</w:t>
      </w:r>
      <w:proofErr w:type="spellEnd"/>
      <w:r w:rsidR="00353E22">
        <w:rPr>
          <w:rFonts w:ascii="Courier New" w:hAnsi="Courier New" w:cs="Courier New"/>
          <w:sz w:val="20"/>
          <w:szCs w:val="20"/>
          <w:lang w:eastAsia="ja-JP"/>
        </w:rPr>
        <w:t>()</w:t>
      </w:r>
      <w:r w:rsidR="00655852">
        <w:rPr>
          <w:lang w:eastAsia="ja-JP"/>
        </w:rPr>
        <w:t xml:space="preserve"> operation</w:t>
      </w:r>
      <w:r w:rsidR="00353E22">
        <w:rPr>
          <w:lang w:eastAsia="ja-JP"/>
        </w:rPr>
        <w:t xml:space="preserve"> along with the </w:t>
      </w:r>
      <w:proofErr w:type="spellStart"/>
      <w:r w:rsidR="00353E22" w:rsidRPr="00A34C8C">
        <w:rPr>
          <w:rFonts w:ascii="Courier New" w:hAnsi="Courier New" w:cs="Courier New"/>
          <w:sz w:val="20"/>
          <w:szCs w:val="20"/>
          <w:lang w:eastAsia="ja-JP"/>
        </w:rPr>
        <w:t>AggregateCapabilities</w:t>
      </w:r>
      <w:proofErr w:type="spellEnd"/>
      <w:r w:rsidR="003C5913" w:rsidRPr="00A34C8C">
        <w:t xml:space="preserve"> and </w:t>
      </w:r>
      <w:r w:rsidR="003C5913" w:rsidRPr="003C5913">
        <w:rPr>
          <w:rFonts w:ascii="Courier New" w:hAnsi="Courier New" w:cs="Courier New"/>
          <w:sz w:val="20"/>
          <w:szCs w:val="20"/>
          <w:lang w:eastAsia="ja-JP"/>
        </w:rPr>
        <w:t>PerformancePoint</w:t>
      </w:r>
      <w:r w:rsidR="00353E22" w:rsidRPr="00A34C8C">
        <w:rPr>
          <w:sz w:val="20"/>
          <w:szCs w:val="20"/>
          <w:lang w:eastAsia="ja-JP"/>
        </w:rPr>
        <w:t xml:space="preserve"> </w:t>
      </w:r>
      <w:r w:rsidR="00353E22">
        <w:rPr>
          <w:lang w:eastAsia="ja-JP"/>
        </w:rPr>
        <w:t>structure</w:t>
      </w:r>
      <w:r w:rsidR="003C5913">
        <w:rPr>
          <w:lang w:eastAsia="ja-JP"/>
        </w:rPr>
        <w:t>s</w:t>
      </w:r>
      <w:r w:rsidR="008B0DBA">
        <w:rPr>
          <w:lang w:eastAsia="ja-JP"/>
        </w:rPr>
        <w:t xml:space="preserve"> and the capabilities flags.</w:t>
      </w:r>
    </w:p>
    <w:p w14:paraId="52767AA6" w14:textId="67864908" w:rsidR="00DC705E" w:rsidRDefault="00DC705E" w:rsidP="00A34C8C">
      <w:pPr>
        <w:pStyle w:val="Caption"/>
        <w:keepNext/>
      </w:pPr>
      <w:bookmarkStart w:id="215" w:name="_Ref77784876"/>
      <w:r>
        <w:t xml:space="preserve">Table </w:t>
      </w:r>
      <w:r>
        <w:fldChar w:fldCharType="begin"/>
      </w:r>
      <w:r>
        <w:instrText xml:space="preserve"> SEQ Table \* ARABIC </w:instrText>
      </w:r>
      <w:r>
        <w:fldChar w:fldCharType="separate"/>
      </w:r>
      <w:r w:rsidR="00634738">
        <w:rPr>
          <w:noProof/>
        </w:rPr>
        <w:t>1</w:t>
      </w:r>
      <w:r>
        <w:fldChar w:fldCharType="end"/>
      </w:r>
      <w:bookmarkEnd w:id="215"/>
      <w:r>
        <w:t xml:space="preserve"> — IDL </w:t>
      </w:r>
      <w:r w:rsidR="000D1CB1">
        <w:t>declaration</w:t>
      </w:r>
      <w:r w:rsidR="00353E22">
        <w:t>s</w:t>
      </w:r>
      <w:r>
        <w:t xml:space="preserve"> of </w:t>
      </w:r>
      <w:proofErr w:type="spellStart"/>
      <w:r w:rsidRPr="00A34C8C">
        <w:rPr>
          <w:rFonts w:ascii="Courier New" w:hAnsi="Courier New" w:cs="Courier New"/>
          <w:sz w:val="20"/>
          <w:szCs w:val="20"/>
        </w:rPr>
        <w:t>queryCurrentlAggregateCapabilities</w:t>
      </w:r>
      <w:proofErr w:type="spellEnd"/>
      <w:r w:rsidR="00353E22">
        <w:rPr>
          <w:rFonts w:ascii="Courier New" w:hAnsi="Courier New" w:cs="Courier New"/>
          <w:sz w:val="20"/>
          <w:szCs w:val="20"/>
        </w:rPr>
        <w:t>()</w:t>
      </w:r>
      <w:r w:rsidR="00F06795">
        <w:t xml:space="preserve">, </w:t>
      </w:r>
      <w:proofErr w:type="spellStart"/>
      <w:r w:rsidR="00353E22" w:rsidRPr="009063C5">
        <w:rPr>
          <w:rFonts w:ascii="Courier New" w:hAnsi="Courier New" w:cs="Courier New"/>
          <w:sz w:val="20"/>
          <w:szCs w:val="20"/>
          <w:lang w:eastAsia="ja-JP"/>
        </w:rPr>
        <w:t>AggregateCapabilities</w:t>
      </w:r>
      <w:proofErr w:type="spellEnd"/>
      <w:r w:rsidR="007F02F1">
        <w:t>,</w:t>
      </w:r>
      <w:r w:rsidR="00DA7654" w:rsidRPr="00A34C8C">
        <w:t xml:space="preserve"> </w:t>
      </w:r>
      <w:r w:rsidR="00DA7654" w:rsidRPr="003C5913">
        <w:rPr>
          <w:rFonts w:ascii="Courier New" w:hAnsi="Courier New" w:cs="Courier New"/>
          <w:sz w:val="20"/>
          <w:szCs w:val="20"/>
          <w:lang w:eastAsia="ja-JP"/>
        </w:rPr>
        <w:t>PerformancePoint</w:t>
      </w:r>
      <w:r w:rsidR="00232E0A" w:rsidRPr="00A34C8C">
        <w:t xml:space="preserve"> and </w:t>
      </w:r>
      <w:r w:rsidR="007F02F1" w:rsidRPr="00A34C8C">
        <w:t>capabilities flags</w:t>
      </w:r>
    </w:p>
    <w:tbl>
      <w:tblPr>
        <w:tblStyle w:val="TableGrid"/>
        <w:tblW w:w="0" w:type="auto"/>
        <w:tblLook w:val="04A0" w:firstRow="1" w:lastRow="0" w:firstColumn="1" w:lastColumn="0" w:noHBand="0" w:noVBand="1"/>
      </w:tblPr>
      <w:tblGrid>
        <w:gridCol w:w="9742"/>
      </w:tblGrid>
      <w:tr w:rsidR="00DC705E" w14:paraId="4F2C0AD7" w14:textId="77777777" w:rsidTr="00DC705E">
        <w:trPr>
          <w:cnfStyle w:val="100000000000" w:firstRow="1" w:lastRow="0" w:firstColumn="0" w:lastColumn="0" w:oddVBand="0" w:evenVBand="0" w:oddHBand="0" w:evenHBand="0" w:firstRowFirstColumn="0" w:firstRowLastColumn="0" w:lastRowFirstColumn="0" w:lastRowLastColumn="0"/>
        </w:trPr>
        <w:tc>
          <w:tcPr>
            <w:tcW w:w="9742" w:type="dxa"/>
          </w:tcPr>
          <w:p w14:paraId="040C91BB" w14:textId="3E48DC4C" w:rsidR="00A36559" w:rsidRPr="009063C5" w:rsidRDefault="00A36559" w:rsidP="00A36559">
            <w:pPr>
              <w:pStyle w:val="Code"/>
              <w:rPr>
                <w:b w:val="0"/>
                <w:bCs/>
                <w:lang w:val="en-NL" w:eastAsia="zh-CN"/>
              </w:rPr>
            </w:pPr>
            <w:r>
              <w:rPr>
                <w:b w:val="0"/>
                <w:bCs/>
                <w:lang w:eastAsia="zh-CN"/>
              </w:rPr>
              <w:t xml:space="preserve"> </w:t>
            </w:r>
            <w:r w:rsidRPr="009063C5">
              <w:rPr>
                <w:b w:val="0"/>
                <w:bCs/>
                <w:lang w:val="en-NL" w:eastAsia="zh-CN"/>
              </w:rPr>
              <w:t xml:space="preserve">   </w:t>
            </w:r>
            <w:r w:rsidRPr="009063C5">
              <w:rPr>
                <w:b w:val="0"/>
                <w:bCs/>
                <w:color w:val="0000FF"/>
                <w:lang w:val="en-NL" w:eastAsia="zh-CN"/>
              </w:rPr>
              <w:t>const</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CAP_INSTANCES_FLAG = 0x1;</w:t>
            </w:r>
          </w:p>
          <w:p w14:paraId="713F5459" w14:textId="77777777" w:rsidR="00A36559" w:rsidRPr="009063C5" w:rsidRDefault="00A36559" w:rsidP="00A36559">
            <w:pPr>
              <w:pStyle w:val="Code"/>
              <w:rPr>
                <w:b w:val="0"/>
                <w:bCs/>
                <w:lang w:val="en-NL" w:eastAsia="zh-CN"/>
              </w:rPr>
            </w:pPr>
            <w:r w:rsidRPr="009063C5">
              <w:rPr>
                <w:b w:val="0"/>
                <w:bCs/>
                <w:lang w:val="en-NL" w:eastAsia="zh-CN"/>
              </w:rPr>
              <w:t xml:space="preserve">    </w:t>
            </w:r>
            <w:r w:rsidRPr="009063C5">
              <w:rPr>
                <w:b w:val="0"/>
                <w:bCs/>
                <w:color w:val="0000FF"/>
                <w:lang w:val="en-NL" w:eastAsia="zh-CN"/>
              </w:rPr>
              <w:t>const</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CAP_BUFFER_MEMORY_FLAG = 0x2;</w:t>
            </w:r>
          </w:p>
          <w:p w14:paraId="2593DAFC" w14:textId="77777777" w:rsidR="00A36559" w:rsidRPr="009063C5" w:rsidRDefault="00A36559" w:rsidP="00A36559">
            <w:pPr>
              <w:pStyle w:val="Code"/>
              <w:rPr>
                <w:b w:val="0"/>
                <w:bCs/>
                <w:lang w:val="en-NL" w:eastAsia="zh-CN"/>
              </w:rPr>
            </w:pPr>
            <w:r w:rsidRPr="009063C5">
              <w:rPr>
                <w:b w:val="0"/>
                <w:bCs/>
                <w:lang w:val="en-NL" w:eastAsia="zh-CN"/>
              </w:rPr>
              <w:t xml:space="preserve">    </w:t>
            </w:r>
            <w:r w:rsidRPr="009063C5">
              <w:rPr>
                <w:b w:val="0"/>
                <w:bCs/>
                <w:color w:val="0000FF"/>
                <w:lang w:val="en-NL" w:eastAsia="zh-CN"/>
              </w:rPr>
              <w:t>const</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CAP_BITRATE_FLAG = 0x4;</w:t>
            </w:r>
          </w:p>
          <w:p w14:paraId="3444CABE" w14:textId="77777777" w:rsidR="00A36559" w:rsidRPr="009063C5" w:rsidRDefault="00A36559" w:rsidP="00A36559">
            <w:pPr>
              <w:pStyle w:val="Code"/>
              <w:rPr>
                <w:b w:val="0"/>
                <w:bCs/>
                <w:lang w:val="en-NL" w:eastAsia="zh-CN"/>
              </w:rPr>
            </w:pPr>
            <w:r w:rsidRPr="009063C5">
              <w:rPr>
                <w:b w:val="0"/>
                <w:bCs/>
                <w:lang w:val="en-NL" w:eastAsia="zh-CN"/>
              </w:rPr>
              <w:t xml:space="preserve">    </w:t>
            </w:r>
            <w:r w:rsidRPr="009063C5">
              <w:rPr>
                <w:b w:val="0"/>
                <w:bCs/>
                <w:color w:val="0000FF"/>
                <w:lang w:val="en-NL" w:eastAsia="zh-CN"/>
              </w:rPr>
              <w:t>const</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CAP_MAX_SAMPLES_SECOND_FLAG = 0x8;</w:t>
            </w:r>
          </w:p>
          <w:p w14:paraId="4E22A2A8" w14:textId="77777777" w:rsidR="00A36559" w:rsidRPr="009063C5" w:rsidRDefault="00A36559" w:rsidP="00A36559">
            <w:pPr>
              <w:pStyle w:val="Code"/>
              <w:rPr>
                <w:b w:val="0"/>
                <w:bCs/>
                <w:lang w:val="en-NL" w:eastAsia="zh-CN"/>
              </w:rPr>
            </w:pPr>
            <w:r w:rsidRPr="009063C5">
              <w:rPr>
                <w:b w:val="0"/>
                <w:bCs/>
                <w:lang w:val="en-NL" w:eastAsia="zh-CN"/>
              </w:rPr>
              <w:t xml:space="preserve">    </w:t>
            </w:r>
            <w:r w:rsidRPr="009063C5">
              <w:rPr>
                <w:b w:val="0"/>
                <w:bCs/>
                <w:color w:val="0000FF"/>
                <w:lang w:val="en-NL" w:eastAsia="zh-CN"/>
              </w:rPr>
              <w:t>const</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CAP_MAX_PERFORMANCE_POINT_FLAG = 0xA;</w:t>
            </w:r>
          </w:p>
          <w:p w14:paraId="239A9016" w14:textId="77777777" w:rsidR="00A36559" w:rsidRDefault="00A36559" w:rsidP="000A4F20">
            <w:pPr>
              <w:pStyle w:val="Code"/>
              <w:rPr>
                <w:bCs/>
                <w:lang w:val="en-NL" w:eastAsia="zh-CN"/>
              </w:rPr>
            </w:pPr>
          </w:p>
          <w:p w14:paraId="465A6CBF" w14:textId="545CB806" w:rsidR="000A4F20" w:rsidRPr="009063C5" w:rsidRDefault="00A36559" w:rsidP="000A4F20">
            <w:pPr>
              <w:pStyle w:val="Code"/>
              <w:rPr>
                <w:b w:val="0"/>
                <w:bCs/>
                <w:lang w:val="en-NL" w:eastAsia="zh-CN"/>
              </w:rPr>
            </w:pPr>
            <w:r>
              <w:rPr>
                <w:b w:val="0"/>
                <w:bCs/>
                <w:color w:val="00B050"/>
                <w:lang w:eastAsia="zh-CN"/>
              </w:rPr>
              <w:t xml:space="preserve">    </w:t>
            </w:r>
            <w:r w:rsidR="000A4F20" w:rsidRPr="009063C5">
              <w:rPr>
                <w:b w:val="0"/>
                <w:bCs/>
                <w:color w:val="00B050"/>
                <w:lang w:val="en-NL" w:eastAsia="zh-CN"/>
              </w:rPr>
              <w:t>struct</w:t>
            </w:r>
            <w:r w:rsidR="000A4F20" w:rsidRPr="009063C5">
              <w:rPr>
                <w:b w:val="0"/>
                <w:bCs/>
                <w:lang w:val="en-NL" w:eastAsia="zh-CN"/>
              </w:rPr>
              <w:t xml:space="preserve"> </w:t>
            </w:r>
            <w:r w:rsidR="000A4F20" w:rsidRPr="009063C5">
              <w:rPr>
                <w:b w:val="0"/>
                <w:bCs/>
                <w:color w:val="0000FF"/>
                <w:lang w:val="en-NL" w:eastAsia="zh-CN"/>
              </w:rPr>
              <w:t>PerformancePoint</w:t>
            </w:r>
            <w:r w:rsidR="000A4F20" w:rsidRPr="009063C5">
              <w:rPr>
                <w:b w:val="0"/>
                <w:bCs/>
                <w:lang w:val="en-NL" w:eastAsia="zh-CN"/>
              </w:rPr>
              <w:t xml:space="preserve"> {</w:t>
            </w:r>
          </w:p>
          <w:p w14:paraId="160AA6FE" w14:textId="77777777" w:rsidR="000A4F20" w:rsidRPr="009063C5" w:rsidRDefault="000A4F20" w:rsidP="000A4F20">
            <w:pPr>
              <w:pStyle w:val="Code"/>
              <w:rPr>
                <w:b w:val="0"/>
                <w:bCs/>
                <w:lang w:val="en-NL" w:eastAsia="zh-CN"/>
              </w:rPr>
            </w:pPr>
            <w:r w:rsidRPr="009063C5">
              <w:rPr>
                <w:b w:val="0"/>
                <w:bCs/>
                <w:lang w:val="en-NL" w:eastAsia="zh-CN"/>
              </w:rPr>
              <w:t xml:space="preserve">        </w:t>
            </w:r>
            <w:r w:rsidRPr="009063C5">
              <w:rPr>
                <w:b w:val="0"/>
                <w:bCs/>
                <w:color w:val="0000FF"/>
                <w:lang w:val="en-NL" w:eastAsia="zh-CN"/>
              </w:rPr>
              <w:t>float</w:t>
            </w:r>
            <w:r w:rsidRPr="009063C5">
              <w:rPr>
                <w:b w:val="0"/>
                <w:bCs/>
                <w:lang w:val="en-NL" w:eastAsia="zh-CN"/>
              </w:rPr>
              <w:t xml:space="preserve"> picture_rate;</w:t>
            </w:r>
          </w:p>
          <w:p w14:paraId="31B51C51" w14:textId="77777777" w:rsidR="000A4F20" w:rsidRPr="009063C5" w:rsidRDefault="000A4F20" w:rsidP="000A4F20">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width;</w:t>
            </w:r>
          </w:p>
          <w:p w14:paraId="0C0C1231" w14:textId="77777777" w:rsidR="000A4F20" w:rsidRPr="009063C5" w:rsidRDefault="000A4F20" w:rsidP="000A4F20">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height;</w:t>
            </w:r>
          </w:p>
          <w:p w14:paraId="46228F35" w14:textId="77777777" w:rsidR="000A4F20" w:rsidRPr="009063C5" w:rsidRDefault="000A4F20" w:rsidP="000A4F20">
            <w:pPr>
              <w:pStyle w:val="Code"/>
              <w:rPr>
                <w:b w:val="0"/>
                <w:bCs/>
                <w:lang w:val="en-NL" w:eastAsia="zh-CN"/>
              </w:rPr>
            </w:pPr>
            <w:r w:rsidRPr="009063C5">
              <w:rPr>
                <w:b w:val="0"/>
                <w:bCs/>
                <w:lang w:val="en-NL" w:eastAsia="zh-CN"/>
              </w:rPr>
              <w:lastRenderedPageBreak/>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bit_depth;</w:t>
            </w:r>
          </w:p>
          <w:p w14:paraId="36DCC0F1" w14:textId="77777777" w:rsidR="000A4F20" w:rsidRPr="009063C5" w:rsidRDefault="000A4F20" w:rsidP="000A4F20">
            <w:pPr>
              <w:pStyle w:val="Code"/>
              <w:rPr>
                <w:b w:val="0"/>
                <w:bCs/>
                <w:lang w:val="en-NL" w:eastAsia="zh-CN"/>
              </w:rPr>
            </w:pPr>
            <w:r w:rsidRPr="009063C5">
              <w:rPr>
                <w:b w:val="0"/>
                <w:bCs/>
                <w:lang w:val="en-NL" w:eastAsia="zh-CN"/>
              </w:rPr>
              <w:t xml:space="preserve">    };</w:t>
            </w:r>
          </w:p>
          <w:p w14:paraId="78584D90" w14:textId="4DE2AB7A" w:rsidR="000A4F20" w:rsidRDefault="000A4F20" w:rsidP="000159A9">
            <w:pPr>
              <w:pStyle w:val="Code"/>
              <w:rPr>
                <w:bCs/>
                <w:lang w:val="en-NL" w:eastAsia="zh-CN"/>
              </w:rPr>
            </w:pPr>
          </w:p>
          <w:p w14:paraId="0B7BF59D" w14:textId="7B88B37B" w:rsidR="000159A9" w:rsidRPr="009063C5" w:rsidRDefault="000A4F20" w:rsidP="000159A9">
            <w:pPr>
              <w:pStyle w:val="Code"/>
              <w:rPr>
                <w:b w:val="0"/>
                <w:bCs/>
                <w:lang w:val="en-NL" w:eastAsia="zh-CN"/>
              </w:rPr>
            </w:pPr>
            <w:r>
              <w:rPr>
                <w:b w:val="0"/>
                <w:bCs/>
                <w:color w:val="00B050"/>
                <w:lang w:eastAsia="zh-CN"/>
              </w:rPr>
              <w:t xml:space="preserve">    </w:t>
            </w:r>
            <w:r w:rsidR="000159A9" w:rsidRPr="009063C5">
              <w:rPr>
                <w:b w:val="0"/>
                <w:bCs/>
                <w:color w:val="00B050"/>
                <w:lang w:val="en-NL" w:eastAsia="zh-CN"/>
              </w:rPr>
              <w:t>struct</w:t>
            </w:r>
            <w:r w:rsidR="000159A9" w:rsidRPr="009063C5">
              <w:rPr>
                <w:b w:val="0"/>
                <w:bCs/>
                <w:lang w:val="en-NL" w:eastAsia="zh-CN"/>
              </w:rPr>
              <w:t xml:space="preserve"> </w:t>
            </w:r>
            <w:r w:rsidR="000159A9" w:rsidRPr="009063C5">
              <w:rPr>
                <w:b w:val="0"/>
                <w:bCs/>
                <w:color w:val="0000FF"/>
                <w:lang w:val="en-NL" w:eastAsia="zh-CN"/>
              </w:rPr>
              <w:t>AggregateCapabilities</w:t>
            </w:r>
            <w:r w:rsidR="000159A9" w:rsidRPr="009063C5">
              <w:rPr>
                <w:b w:val="0"/>
                <w:bCs/>
                <w:lang w:val="en-NL" w:eastAsia="zh-CN"/>
              </w:rPr>
              <w:t xml:space="preserve"> {</w:t>
            </w:r>
          </w:p>
          <w:p w14:paraId="2D8A47CD"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flags;</w:t>
            </w:r>
          </w:p>
          <w:p w14:paraId="2CF14D0E"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max_instances;</w:t>
            </w:r>
          </w:p>
          <w:p w14:paraId="4025D3CC"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buffer_memory;</w:t>
            </w:r>
          </w:p>
          <w:p w14:paraId="063B1E6B"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bitrate;</w:t>
            </w:r>
          </w:p>
          <w:p w14:paraId="250A922A"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max_samples_second;</w:t>
            </w:r>
          </w:p>
          <w:p w14:paraId="21961DF1" w14:textId="77777777" w:rsidR="000159A9" w:rsidRPr="009063C5" w:rsidRDefault="000159A9" w:rsidP="000159A9">
            <w:pPr>
              <w:pStyle w:val="Code"/>
              <w:rPr>
                <w:b w:val="0"/>
                <w:bCs/>
                <w:lang w:val="en-NL" w:eastAsia="zh-CN"/>
              </w:rPr>
            </w:pPr>
            <w:r w:rsidRPr="009063C5">
              <w:rPr>
                <w:b w:val="0"/>
                <w:bCs/>
                <w:lang w:val="en-NL" w:eastAsia="zh-CN"/>
              </w:rPr>
              <w:t xml:space="preserve">        </w:t>
            </w:r>
            <w:r w:rsidRPr="009063C5">
              <w:rPr>
                <w:b w:val="0"/>
                <w:bCs/>
                <w:color w:val="0000FF"/>
                <w:lang w:val="en-NL" w:eastAsia="zh-CN"/>
              </w:rPr>
              <w:t>PerformancePoint</w:t>
            </w:r>
            <w:r w:rsidRPr="009063C5">
              <w:rPr>
                <w:b w:val="0"/>
                <w:bCs/>
                <w:lang w:val="en-NL" w:eastAsia="zh-CN"/>
              </w:rPr>
              <w:t xml:space="preserve"> max_performance_point;</w:t>
            </w:r>
          </w:p>
          <w:p w14:paraId="1707615F" w14:textId="77777777" w:rsidR="000159A9" w:rsidRPr="009063C5" w:rsidRDefault="000159A9" w:rsidP="000159A9">
            <w:pPr>
              <w:pStyle w:val="Code"/>
              <w:rPr>
                <w:b w:val="0"/>
                <w:bCs/>
                <w:lang w:val="en-NL" w:eastAsia="zh-CN"/>
              </w:rPr>
            </w:pPr>
            <w:r w:rsidRPr="009063C5">
              <w:rPr>
                <w:b w:val="0"/>
                <w:bCs/>
                <w:lang w:val="en-NL" w:eastAsia="zh-CN"/>
              </w:rPr>
              <w:t xml:space="preserve">    };</w:t>
            </w:r>
          </w:p>
          <w:p w14:paraId="49F108E4" w14:textId="112F438B" w:rsidR="000159A9" w:rsidRDefault="000159A9" w:rsidP="00DC705E">
            <w:pPr>
              <w:pStyle w:val="Code"/>
              <w:rPr>
                <w:bCs/>
                <w:lang w:val="en-NL" w:eastAsia="zh-CN"/>
              </w:rPr>
            </w:pPr>
          </w:p>
          <w:p w14:paraId="67A8B7D7" w14:textId="4C2D9362" w:rsidR="00DC705E" w:rsidRPr="009063C5" w:rsidRDefault="000159A9" w:rsidP="00DC705E">
            <w:pPr>
              <w:pStyle w:val="Code"/>
              <w:rPr>
                <w:b w:val="0"/>
                <w:bCs/>
                <w:lang w:val="en-NL" w:eastAsia="zh-CN"/>
              </w:rPr>
            </w:pPr>
            <w:r>
              <w:rPr>
                <w:b w:val="0"/>
                <w:bCs/>
                <w:color w:val="0000FF"/>
                <w:lang w:eastAsia="zh-CN"/>
              </w:rPr>
              <w:t xml:space="preserve">    </w:t>
            </w:r>
            <w:r w:rsidR="00DC705E" w:rsidRPr="009063C5">
              <w:rPr>
                <w:b w:val="0"/>
                <w:bCs/>
                <w:color w:val="0000FF"/>
                <w:lang w:val="en-NL" w:eastAsia="zh-CN"/>
              </w:rPr>
              <w:t>AggregateCapabilities</w:t>
            </w:r>
            <w:r w:rsidR="00DC705E" w:rsidRPr="009063C5">
              <w:rPr>
                <w:b w:val="0"/>
                <w:bCs/>
                <w:lang w:val="en-NL" w:eastAsia="zh-CN"/>
              </w:rPr>
              <w:t xml:space="preserve"> queryCurrentAggregateCapabilities (</w:t>
            </w:r>
          </w:p>
          <w:p w14:paraId="4EA195DC" w14:textId="77777777" w:rsidR="00DC705E" w:rsidRPr="009063C5" w:rsidRDefault="00DC705E" w:rsidP="00DC705E">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string</w:t>
            </w:r>
            <w:r w:rsidRPr="009063C5">
              <w:rPr>
                <w:b w:val="0"/>
                <w:bCs/>
                <w:lang w:val="en-NL" w:eastAsia="zh-CN"/>
              </w:rPr>
              <w:t xml:space="preserve"> component_name,</w:t>
            </w:r>
          </w:p>
          <w:p w14:paraId="27FF0233" w14:textId="77777777" w:rsidR="00DC705E" w:rsidRPr="009063C5" w:rsidRDefault="00DC705E" w:rsidP="00DC705E">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flags</w:t>
            </w:r>
          </w:p>
          <w:p w14:paraId="7D876B4B" w14:textId="327522C8" w:rsidR="00DC705E" w:rsidRPr="00A34C8C" w:rsidRDefault="00DC705E" w:rsidP="00996DD8">
            <w:pPr>
              <w:pStyle w:val="Code"/>
              <w:rPr>
                <w:b w:val="0"/>
                <w:bCs/>
                <w:lang w:val="en-NL" w:eastAsia="zh-CN"/>
              </w:rPr>
            </w:pPr>
            <w:r w:rsidRPr="009063C5">
              <w:rPr>
                <w:b w:val="0"/>
                <w:bCs/>
                <w:lang w:val="en-NL" w:eastAsia="zh-CN"/>
              </w:rPr>
              <w:t xml:space="preserve">    );</w:t>
            </w:r>
          </w:p>
        </w:tc>
      </w:tr>
    </w:tbl>
    <w:p w14:paraId="078C76E2" w14:textId="77777777" w:rsidR="00D634E0" w:rsidRPr="000A2F18" w:rsidRDefault="00D634E0" w:rsidP="00D634E0">
      <w:pPr>
        <w:pStyle w:val="Heading5"/>
      </w:pPr>
      <w:r w:rsidRPr="000A2F18">
        <w:lastRenderedPageBreak/>
        <w:t>Definition</w:t>
      </w:r>
    </w:p>
    <w:p w14:paraId="32B976D9" w14:textId="346F2220" w:rsidR="00D634E0" w:rsidRPr="000A2F18" w:rsidRDefault="00D634E0" w:rsidP="00D634E0">
      <w:pPr>
        <w:rPr>
          <w:lang w:eastAsia="ja-JP"/>
        </w:rPr>
      </w:pPr>
      <w:r w:rsidRPr="000A2F18">
        <w:rPr>
          <w:lang w:eastAsia="ja-JP"/>
        </w:rPr>
        <w:t xml:space="preserve">The </w:t>
      </w:r>
      <w:proofErr w:type="spellStart"/>
      <w:r w:rsidR="00D9367A" w:rsidRPr="009063C5">
        <w:rPr>
          <w:rFonts w:ascii="Courier New" w:hAnsi="Courier New" w:cs="Courier New"/>
          <w:sz w:val="20"/>
          <w:szCs w:val="20"/>
          <w:lang w:eastAsia="ja-JP"/>
        </w:rPr>
        <w:t>queryCurrentAggregateCapabilities</w:t>
      </w:r>
      <w:proofErr w:type="spellEnd"/>
      <w:r w:rsidR="00D9367A">
        <w:rPr>
          <w:rFonts w:ascii="Courier New" w:hAnsi="Courier New" w:cs="Courier New"/>
          <w:sz w:val="20"/>
          <w:szCs w:val="20"/>
          <w:lang w:eastAsia="ja-JP"/>
        </w:rPr>
        <w:t>()</w:t>
      </w:r>
      <w:r w:rsidR="00D9367A">
        <w:rPr>
          <w:lang w:eastAsia="ja-JP"/>
        </w:rPr>
        <w:t xml:space="preserve"> </w:t>
      </w:r>
      <w:r w:rsidRPr="000A2F18">
        <w:rPr>
          <w:lang w:eastAsia="ja-JP"/>
        </w:rPr>
        <w:t>function can be used by the application to query the instantaneous aggregate capabilities of a decoder platform for a specific codec component.</w:t>
      </w:r>
    </w:p>
    <w:p w14:paraId="0A9DDA79" w14:textId="220EEE5E" w:rsidR="00D634E0" w:rsidRDefault="00D634E0" w:rsidP="00D634E0">
      <w:r w:rsidRPr="000A2F18">
        <w:t xml:space="preserve">The </w:t>
      </w:r>
      <w:proofErr w:type="spellStart"/>
      <w:r w:rsidR="00357790" w:rsidRPr="00A34C8C">
        <w:rPr>
          <w:rFonts w:ascii="Courier New" w:hAnsi="Courier New" w:cs="Courier New"/>
          <w:sz w:val="20"/>
          <w:szCs w:val="20"/>
        </w:rPr>
        <w:t>component_name</w:t>
      </w:r>
      <w:proofErr w:type="spellEnd"/>
      <w:r w:rsidRPr="000A2F18">
        <w:t xml:space="preserve"> provides the name of the media component of the decoding platform for which the query applies. The name </w:t>
      </w:r>
      <w:r w:rsidR="00647BC3" w:rsidRPr="00A34C8C">
        <w:rPr>
          <w:rFonts w:ascii="Courier New" w:hAnsi="Courier New" w:cs="Courier New"/>
          <w:sz w:val="20"/>
          <w:szCs w:val="20"/>
        </w:rPr>
        <w:t>“A</w:t>
      </w:r>
      <w:r w:rsidRPr="00A34C8C">
        <w:rPr>
          <w:rFonts w:ascii="Courier New" w:hAnsi="Courier New" w:cs="Courier New"/>
          <w:sz w:val="20"/>
          <w:szCs w:val="20"/>
        </w:rPr>
        <w:t>ll</w:t>
      </w:r>
      <w:r w:rsidR="00647BC3">
        <w:rPr>
          <w:rFonts w:ascii="Courier New" w:hAnsi="Courier New" w:cs="Courier New"/>
          <w:sz w:val="20"/>
          <w:szCs w:val="20"/>
        </w:rPr>
        <w:t>”</w:t>
      </w:r>
      <w:r w:rsidRPr="000A2F18">
        <w:t xml:space="preserve"> may be used to indicate that the query is not for a particular component but rather is for all components of the decoding platform.</w:t>
      </w:r>
    </w:p>
    <w:p w14:paraId="64D2FB5E" w14:textId="123040DE" w:rsidR="00D634E0" w:rsidRPr="000A2F18" w:rsidRDefault="00D634E0" w:rsidP="00D634E0">
      <w:r w:rsidRPr="000A2F18">
        <w:t xml:space="preserve">The capability flags </w:t>
      </w:r>
      <w:r w:rsidR="00457E63">
        <w:t>below</w:t>
      </w:r>
      <w:r w:rsidR="00457E63" w:rsidRPr="000A2F18">
        <w:t xml:space="preserve"> </w:t>
      </w:r>
      <w:r w:rsidRPr="000A2F18">
        <w:t xml:space="preserve">can </w:t>
      </w:r>
      <w:r w:rsidR="0027452C">
        <w:t>set</w:t>
      </w:r>
      <w:r w:rsidR="0027452C" w:rsidRPr="000A2F18">
        <w:t xml:space="preserve"> </w:t>
      </w:r>
      <w:r w:rsidRPr="000A2F18">
        <w:t>separately or in a single function call</w:t>
      </w:r>
      <w:r w:rsidR="0027452C">
        <w:t xml:space="preserve"> to query one or more parameters.</w:t>
      </w:r>
    </w:p>
    <w:p w14:paraId="0D0233D2" w14:textId="759A0B14" w:rsidR="00D634E0" w:rsidRPr="000A2F18" w:rsidRDefault="00D634E0" w:rsidP="00A34C8C">
      <w:pPr>
        <w:tabs>
          <w:tab w:val="clear" w:pos="403"/>
        </w:tabs>
        <w:spacing w:after="0" w:line="240" w:lineRule="auto"/>
      </w:pPr>
      <w:r w:rsidRPr="00A34C8C">
        <w:rPr>
          <w:rFonts w:ascii="Courier New" w:hAnsi="Courier New" w:cs="Courier New"/>
          <w:sz w:val="20"/>
          <w:szCs w:val="20"/>
        </w:rPr>
        <w:t>CAP_INSTANCES</w:t>
      </w:r>
      <w:r w:rsidR="0074333A">
        <w:rPr>
          <w:rFonts w:ascii="Courier New" w:hAnsi="Courier New" w:cs="Courier New"/>
          <w:sz w:val="20"/>
          <w:szCs w:val="20"/>
        </w:rPr>
        <w:t>_FLAG</w:t>
      </w:r>
      <w:r w:rsidRPr="000A2F18">
        <w:t xml:space="preserve"> </w:t>
      </w:r>
      <w:r w:rsidR="00156680">
        <w:t xml:space="preserve">queries the </w:t>
      </w:r>
      <w:proofErr w:type="spellStart"/>
      <w:r w:rsidR="00156680" w:rsidRPr="00A34C8C">
        <w:rPr>
          <w:rFonts w:ascii="Courier New" w:hAnsi="Courier New" w:cs="Courier New"/>
          <w:sz w:val="20"/>
          <w:szCs w:val="20"/>
        </w:rPr>
        <w:t>max_instances</w:t>
      </w:r>
      <w:proofErr w:type="spellEnd"/>
      <w:r w:rsidR="00156680" w:rsidRPr="000A2F18" w:rsidDel="002B6BD7">
        <w:t xml:space="preserve"> </w:t>
      </w:r>
      <w:r w:rsidR="00156680">
        <w:t xml:space="preserve">parameter which </w:t>
      </w:r>
      <w:r w:rsidRPr="000A2F18">
        <w:t>indicates the maximum number of decoder instances that can be instantiated at this instant for the provided decoder component.</w:t>
      </w:r>
    </w:p>
    <w:p w14:paraId="23295076" w14:textId="77777777" w:rsidR="00FE18F5" w:rsidRDefault="00FE18F5" w:rsidP="00FE18F5">
      <w:pPr>
        <w:tabs>
          <w:tab w:val="clear" w:pos="403"/>
        </w:tabs>
        <w:spacing w:after="0" w:line="240" w:lineRule="auto"/>
        <w:rPr>
          <w:rFonts w:ascii="Courier New" w:hAnsi="Courier New" w:cs="Courier New"/>
          <w:sz w:val="20"/>
          <w:szCs w:val="20"/>
        </w:rPr>
      </w:pPr>
    </w:p>
    <w:p w14:paraId="288ABDA2" w14:textId="34FE76F9" w:rsidR="00D634E0" w:rsidRPr="000A2F18" w:rsidRDefault="00D634E0" w:rsidP="00A34C8C">
      <w:pPr>
        <w:tabs>
          <w:tab w:val="clear" w:pos="403"/>
        </w:tabs>
        <w:spacing w:after="0" w:line="240" w:lineRule="auto"/>
      </w:pPr>
      <w:r w:rsidRPr="00A34C8C">
        <w:rPr>
          <w:rFonts w:ascii="Courier New" w:hAnsi="Courier New" w:cs="Courier New"/>
          <w:sz w:val="20"/>
          <w:szCs w:val="20"/>
        </w:rPr>
        <w:t>CAP_BUFFER_MEMORY</w:t>
      </w:r>
      <w:r w:rsidR="0074333A">
        <w:rPr>
          <w:rFonts w:ascii="Courier New" w:hAnsi="Courier New" w:cs="Courier New"/>
          <w:sz w:val="20"/>
          <w:szCs w:val="20"/>
        </w:rPr>
        <w:t>_FLAG</w:t>
      </w:r>
      <w:r w:rsidRPr="000A2F18">
        <w:t xml:space="preserve"> </w:t>
      </w:r>
      <w:r w:rsidR="005B314F">
        <w:t xml:space="preserve">queries the </w:t>
      </w:r>
      <w:proofErr w:type="spellStart"/>
      <w:r w:rsidR="005B314F" w:rsidRPr="00A34C8C">
        <w:rPr>
          <w:rFonts w:ascii="Courier New" w:hAnsi="Courier New" w:cs="Courier New"/>
          <w:sz w:val="20"/>
          <w:szCs w:val="20"/>
        </w:rPr>
        <w:t>buffer_memory</w:t>
      </w:r>
      <w:proofErr w:type="spellEnd"/>
      <w:r w:rsidR="005B314F">
        <w:t xml:space="preserve"> parameter which </w:t>
      </w:r>
      <w:r w:rsidRPr="000A2F18">
        <w:t xml:space="preserve">indicates the maximum available buffer size </w:t>
      </w:r>
      <w:r w:rsidR="00EC0008">
        <w:t xml:space="preserve">in bytes </w:t>
      </w:r>
      <w:r w:rsidRPr="000A2F18">
        <w:t xml:space="preserve">that can be allocated at this instant on the decoder platform for buffer exchange with components of the media decoding platform. </w:t>
      </w:r>
    </w:p>
    <w:p w14:paraId="3425C041" w14:textId="77777777" w:rsidR="00457E63" w:rsidRDefault="00457E63" w:rsidP="00457E63">
      <w:pPr>
        <w:tabs>
          <w:tab w:val="clear" w:pos="403"/>
        </w:tabs>
        <w:spacing w:after="0" w:line="240" w:lineRule="auto"/>
        <w:rPr>
          <w:rFonts w:ascii="Courier New" w:hAnsi="Courier New" w:cs="Courier New"/>
          <w:sz w:val="20"/>
          <w:szCs w:val="20"/>
        </w:rPr>
      </w:pPr>
    </w:p>
    <w:p w14:paraId="6D99A81F" w14:textId="2127103E" w:rsidR="00D634E0" w:rsidRPr="000A2F18" w:rsidRDefault="00D634E0" w:rsidP="00A34C8C">
      <w:pPr>
        <w:tabs>
          <w:tab w:val="clear" w:pos="403"/>
        </w:tabs>
        <w:spacing w:after="0" w:line="240" w:lineRule="auto"/>
      </w:pPr>
      <w:r w:rsidRPr="00A34C8C">
        <w:rPr>
          <w:rFonts w:ascii="Courier New" w:hAnsi="Courier New" w:cs="Courier New"/>
          <w:sz w:val="20"/>
          <w:szCs w:val="20"/>
        </w:rPr>
        <w:t>CAP_BITRATE</w:t>
      </w:r>
      <w:r w:rsidR="0074333A">
        <w:rPr>
          <w:rFonts w:ascii="Courier New" w:hAnsi="Courier New" w:cs="Courier New"/>
          <w:sz w:val="20"/>
          <w:szCs w:val="20"/>
        </w:rPr>
        <w:t>_FLAG</w:t>
      </w:r>
      <w:r w:rsidRPr="000A2F18">
        <w:t xml:space="preserve"> queries the</w:t>
      </w:r>
      <w:r w:rsidR="0029481E">
        <w:t xml:space="preserve"> </w:t>
      </w:r>
      <w:r w:rsidR="0029481E" w:rsidRPr="00A34C8C">
        <w:rPr>
          <w:rFonts w:ascii="Courier New" w:hAnsi="Courier New" w:cs="Courier New"/>
          <w:sz w:val="20"/>
          <w:szCs w:val="20"/>
        </w:rPr>
        <w:t>bitrate</w:t>
      </w:r>
      <w:r w:rsidR="0029481E">
        <w:rPr>
          <w:bCs/>
          <w:lang w:eastAsia="zh-CN"/>
        </w:rPr>
        <w:t xml:space="preserve"> parameter which indicates the</w:t>
      </w:r>
      <w:r w:rsidRPr="000A2F18">
        <w:t xml:space="preserve"> maximum coded bitrate in bits per second that the queried component is able to process at this instant. </w:t>
      </w:r>
    </w:p>
    <w:p w14:paraId="59AF1421" w14:textId="77777777" w:rsidR="00457E63" w:rsidRDefault="00457E63" w:rsidP="00457E63">
      <w:pPr>
        <w:tabs>
          <w:tab w:val="clear" w:pos="403"/>
        </w:tabs>
        <w:spacing w:after="0" w:line="240" w:lineRule="auto"/>
        <w:rPr>
          <w:rFonts w:ascii="Courier New" w:hAnsi="Courier New" w:cs="Courier New"/>
          <w:sz w:val="20"/>
          <w:szCs w:val="20"/>
        </w:rPr>
      </w:pPr>
    </w:p>
    <w:p w14:paraId="3AD396E9" w14:textId="72A6CF92" w:rsidR="00D634E0" w:rsidRDefault="00D634E0" w:rsidP="00457E63">
      <w:pPr>
        <w:tabs>
          <w:tab w:val="clear" w:pos="403"/>
        </w:tabs>
        <w:spacing w:after="0" w:line="240" w:lineRule="auto"/>
      </w:pPr>
      <w:r w:rsidRPr="00A34C8C">
        <w:rPr>
          <w:rFonts w:ascii="Courier New" w:hAnsi="Courier New" w:cs="Courier New"/>
          <w:sz w:val="20"/>
          <w:szCs w:val="20"/>
        </w:rPr>
        <w:t>CAP_MAX_SAMPLES_SECOND</w:t>
      </w:r>
      <w:r w:rsidR="0074333A">
        <w:rPr>
          <w:rFonts w:ascii="Courier New" w:hAnsi="Courier New" w:cs="Courier New"/>
          <w:sz w:val="20"/>
          <w:szCs w:val="20"/>
        </w:rPr>
        <w:t>_FLAG</w:t>
      </w:r>
      <w:r w:rsidR="002B6BD7">
        <w:t xml:space="preserve"> </w:t>
      </w:r>
      <w:r w:rsidRPr="000A2F18">
        <w:t>queries</w:t>
      </w:r>
      <w:r w:rsidR="0029481E">
        <w:t xml:space="preserve"> the </w:t>
      </w:r>
      <w:proofErr w:type="spellStart"/>
      <w:r w:rsidR="0029481E" w:rsidRPr="00A34C8C">
        <w:rPr>
          <w:rFonts w:ascii="Courier New" w:hAnsi="Courier New" w:cs="Courier New"/>
          <w:sz w:val="20"/>
          <w:szCs w:val="20"/>
        </w:rPr>
        <w:t>max_samples_second</w:t>
      </w:r>
      <w:proofErr w:type="spellEnd"/>
      <w:r w:rsidR="0029481E" w:rsidRPr="00B15033">
        <w:t xml:space="preserve"> </w:t>
      </w:r>
      <w:r w:rsidR="0029481E">
        <w:t>parameter which indicates</w:t>
      </w:r>
      <w:r w:rsidRPr="000A2F18">
        <w:t xml:space="preserve"> the maximum number of samples per second that the queried component is able to process at this instant.</w:t>
      </w:r>
    </w:p>
    <w:p w14:paraId="4EDAC449" w14:textId="77777777" w:rsidR="00B15033" w:rsidRPr="000A2F18" w:rsidRDefault="00B15033" w:rsidP="00A34C8C">
      <w:pPr>
        <w:tabs>
          <w:tab w:val="clear" w:pos="403"/>
        </w:tabs>
        <w:spacing w:after="0" w:line="240" w:lineRule="auto"/>
      </w:pPr>
    </w:p>
    <w:p w14:paraId="625146FA" w14:textId="73A4B5BA" w:rsidR="00D634E0" w:rsidRDefault="00D634E0" w:rsidP="00457E63">
      <w:pPr>
        <w:tabs>
          <w:tab w:val="clear" w:pos="403"/>
        </w:tabs>
        <w:spacing w:after="0" w:line="240" w:lineRule="auto"/>
      </w:pPr>
      <w:r w:rsidRPr="00A34C8C">
        <w:rPr>
          <w:rFonts w:ascii="Courier New" w:hAnsi="Courier New" w:cs="Courier New"/>
          <w:sz w:val="20"/>
          <w:szCs w:val="20"/>
        </w:rPr>
        <w:t>CAP_MAX_PERFORMANCE_POINT</w:t>
      </w:r>
      <w:r w:rsidR="0074333A">
        <w:rPr>
          <w:rFonts w:ascii="Courier New" w:hAnsi="Courier New" w:cs="Courier New"/>
          <w:sz w:val="20"/>
          <w:szCs w:val="20"/>
        </w:rPr>
        <w:t>_FLAG</w:t>
      </w:r>
      <w:r w:rsidRPr="000A2F18">
        <w:t xml:space="preserve"> quer</w:t>
      </w:r>
      <w:r w:rsidR="002B6BD7">
        <w:t>ies</w:t>
      </w:r>
      <w:r w:rsidRPr="000A2F18">
        <w:t xml:space="preserve"> the</w:t>
      </w:r>
      <w:r w:rsidR="00B15033">
        <w:t xml:space="preserve"> </w:t>
      </w:r>
      <w:proofErr w:type="spellStart"/>
      <w:r w:rsidR="00B15033" w:rsidRPr="00A34C8C">
        <w:rPr>
          <w:rFonts w:ascii="Courier New" w:hAnsi="Courier New" w:cs="Courier New"/>
          <w:sz w:val="20"/>
          <w:szCs w:val="20"/>
        </w:rPr>
        <w:t>max_performance_point</w:t>
      </w:r>
      <w:proofErr w:type="spellEnd"/>
      <w:r w:rsidR="00B15033">
        <w:t xml:space="preserve"> parameter which indicates the</w:t>
      </w:r>
      <w:r w:rsidRPr="000A2F18">
        <w:t xml:space="preserve"> maximum performance point of a bitstream that can be decoded by the indicated component in a new instance of that decoder component. A performance point </w:t>
      </w:r>
      <w:r w:rsidR="007B3FF0">
        <w:t>contains</w:t>
      </w:r>
      <w:r w:rsidR="007B3FF0" w:rsidRPr="000A2F18">
        <w:t xml:space="preserve"> </w:t>
      </w:r>
      <w:r w:rsidRPr="000A2F18">
        <w:t>the following parameters:</w:t>
      </w:r>
    </w:p>
    <w:p w14:paraId="36A45D37" w14:textId="77777777" w:rsidR="006D1482" w:rsidRPr="000A2F18" w:rsidRDefault="006D1482" w:rsidP="00A34C8C">
      <w:pPr>
        <w:tabs>
          <w:tab w:val="clear" w:pos="403"/>
        </w:tabs>
        <w:spacing w:after="0" w:line="240" w:lineRule="auto"/>
      </w:pPr>
    </w:p>
    <w:p w14:paraId="631CD8F5" w14:textId="78C07850" w:rsidR="00D634E0" w:rsidRPr="000A2F18" w:rsidRDefault="001E5793" w:rsidP="00A34C8C">
      <w:pPr>
        <w:pStyle w:val="ListParagraph"/>
        <w:numPr>
          <w:ilvl w:val="0"/>
          <w:numId w:val="43"/>
        </w:numPr>
        <w:tabs>
          <w:tab w:val="clear" w:pos="403"/>
        </w:tabs>
        <w:spacing w:after="0" w:line="240" w:lineRule="auto"/>
      </w:pPr>
      <w:proofErr w:type="spellStart"/>
      <w:r>
        <w:rPr>
          <w:rFonts w:ascii="Courier New" w:hAnsi="Courier New" w:cs="Courier New"/>
          <w:sz w:val="20"/>
          <w:szCs w:val="20"/>
        </w:rPr>
        <w:t>picture_rate</w:t>
      </w:r>
      <w:proofErr w:type="spellEnd"/>
      <w:r w:rsidR="00FD4014">
        <w:t xml:space="preserve"> indicat</w:t>
      </w:r>
      <w:r w:rsidR="00250A57">
        <w:t>ing</w:t>
      </w:r>
      <w:r w:rsidR="00D634E0" w:rsidRPr="000A2F18">
        <w:t xml:space="preserve"> the picture rate of the maximum performance point in pictures per second.</w:t>
      </w:r>
    </w:p>
    <w:p w14:paraId="64BC1DAC" w14:textId="1A26EF97" w:rsidR="00D634E0" w:rsidRPr="000A2F18" w:rsidRDefault="001E5793" w:rsidP="00A34C8C">
      <w:pPr>
        <w:pStyle w:val="ListParagraph"/>
        <w:numPr>
          <w:ilvl w:val="0"/>
          <w:numId w:val="43"/>
        </w:numPr>
        <w:tabs>
          <w:tab w:val="clear" w:pos="403"/>
        </w:tabs>
        <w:spacing w:after="0" w:line="240" w:lineRule="auto"/>
      </w:pPr>
      <w:r>
        <w:rPr>
          <w:rFonts w:ascii="Courier New" w:hAnsi="Courier New" w:cs="Courier New"/>
          <w:sz w:val="20"/>
          <w:szCs w:val="20"/>
        </w:rPr>
        <w:t>height</w:t>
      </w:r>
      <w:r>
        <w:t xml:space="preserve"> </w:t>
      </w:r>
      <w:r w:rsidR="00FD4014">
        <w:t>indicat</w:t>
      </w:r>
      <w:r w:rsidR="00250A57">
        <w:t>ing</w:t>
      </w:r>
      <w:r w:rsidR="00D634E0" w:rsidRPr="000A2F18">
        <w:t xml:space="preserve"> the height in luma samples of the maximum performance point </w:t>
      </w:r>
    </w:p>
    <w:p w14:paraId="1FCB3431" w14:textId="20913EAC" w:rsidR="00D634E0" w:rsidRPr="000A2F18" w:rsidRDefault="001E5793" w:rsidP="00A34C8C">
      <w:pPr>
        <w:pStyle w:val="ListParagraph"/>
        <w:numPr>
          <w:ilvl w:val="0"/>
          <w:numId w:val="43"/>
        </w:numPr>
        <w:tabs>
          <w:tab w:val="clear" w:pos="403"/>
        </w:tabs>
        <w:spacing w:after="0" w:line="240" w:lineRule="auto"/>
      </w:pPr>
      <w:r>
        <w:rPr>
          <w:rFonts w:ascii="Courier New" w:hAnsi="Courier New" w:cs="Courier New"/>
          <w:sz w:val="20"/>
          <w:szCs w:val="20"/>
        </w:rPr>
        <w:t>width</w:t>
      </w:r>
      <w:r w:rsidR="00FD4014">
        <w:t xml:space="preserve"> indicat</w:t>
      </w:r>
      <w:r w:rsidR="00250A57">
        <w:t>ing</w:t>
      </w:r>
      <w:r w:rsidR="00D634E0" w:rsidRPr="000A2F18">
        <w:t xml:space="preserve"> the width in luma samples of the maximum performance point</w:t>
      </w:r>
    </w:p>
    <w:p w14:paraId="519DF412" w14:textId="3F97B385" w:rsidR="00D634E0" w:rsidRPr="000A2F18" w:rsidRDefault="001E5793" w:rsidP="00A34C8C">
      <w:pPr>
        <w:pStyle w:val="ListParagraph"/>
        <w:numPr>
          <w:ilvl w:val="0"/>
          <w:numId w:val="43"/>
        </w:numPr>
        <w:tabs>
          <w:tab w:val="clear" w:pos="403"/>
        </w:tabs>
        <w:spacing w:after="0" w:line="240" w:lineRule="auto"/>
      </w:pPr>
      <w:proofErr w:type="spellStart"/>
      <w:r>
        <w:rPr>
          <w:rFonts w:ascii="Courier New" w:hAnsi="Courier New" w:cs="Courier New"/>
          <w:sz w:val="20"/>
          <w:szCs w:val="20"/>
        </w:rPr>
        <w:t>bit_depth</w:t>
      </w:r>
      <w:proofErr w:type="spellEnd"/>
      <w:r w:rsidR="00FD4014">
        <w:t xml:space="preserve"> indicat</w:t>
      </w:r>
      <w:r w:rsidR="00250A57">
        <w:t>ing</w:t>
      </w:r>
      <w:r w:rsidR="00D634E0" w:rsidRPr="000A2F18">
        <w:t xml:space="preserve"> the bit depth of the luma samples of the maximum performance point</w:t>
      </w:r>
    </w:p>
    <w:p w14:paraId="2AF671C5" w14:textId="77777777" w:rsidR="001E5793" w:rsidRDefault="001E5793" w:rsidP="00AB6F86">
      <w:pPr>
        <w:pStyle w:val="Note"/>
      </w:pPr>
      <w:bookmarkStart w:id="216" w:name="_Hlk30062794"/>
    </w:p>
    <w:p w14:paraId="694E856C" w14:textId="4BDD1B00" w:rsidR="00AB6F86" w:rsidRPr="00AB6F86" w:rsidRDefault="00AB6F86" w:rsidP="00B15033">
      <w:pPr>
        <w:pStyle w:val="Note"/>
      </w:pPr>
      <w:r>
        <w:t>NOTE</w:t>
      </w:r>
      <w:r>
        <w:tab/>
      </w:r>
      <w:r w:rsidR="00581519" w:rsidRPr="00A34C8C">
        <w:rPr>
          <w:rFonts w:ascii="Courier New" w:hAnsi="Courier New"/>
          <w:sz w:val="18"/>
          <w:szCs w:val="18"/>
        </w:rPr>
        <w:t>CAP_BUFFER_MEMORY</w:t>
      </w:r>
      <w:r w:rsidR="00581519" w:rsidRPr="00A34C8C">
        <w:rPr>
          <w:sz w:val="18"/>
          <w:szCs w:val="18"/>
        </w:rPr>
        <w:t xml:space="preserve"> </w:t>
      </w:r>
      <w:r w:rsidRPr="00AB6F86">
        <w:t xml:space="preserve">is independent from any media components and applies globally to the decoding platform. </w:t>
      </w:r>
    </w:p>
    <w:p w14:paraId="103CCCE0" w14:textId="5887B599" w:rsidR="00D634E0" w:rsidRPr="000A2F18" w:rsidRDefault="00AB6C49" w:rsidP="00A34C8C">
      <w:pPr>
        <w:pStyle w:val="Note"/>
      </w:pPr>
      <w:r w:rsidRPr="000A2F18">
        <w:t>NOTE</w:t>
      </w:r>
      <w:bookmarkEnd w:id="216"/>
      <w:r w:rsidRPr="000A2F18">
        <w:tab/>
      </w:r>
      <w:r w:rsidR="00D634E0" w:rsidRPr="000A2F18">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0A2F18" w:rsidRDefault="001F4347" w:rsidP="001F4347">
      <w:pPr>
        <w:pStyle w:val="Heading4"/>
      </w:pPr>
      <w:proofErr w:type="spellStart"/>
      <w:r w:rsidRPr="000A2F18">
        <w:lastRenderedPageBreak/>
        <w:t>getInstance</w:t>
      </w:r>
      <w:proofErr w:type="spellEnd"/>
      <w:r w:rsidR="00772A43">
        <w:t>()</w:t>
      </w:r>
    </w:p>
    <w:p w14:paraId="1F8A239C" w14:textId="77777777" w:rsidR="000666CC" w:rsidRPr="000A2F18" w:rsidRDefault="000666CC" w:rsidP="000666CC">
      <w:pPr>
        <w:pStyle w:val="Heading5"/>
      </w:pPr>
      <w:r w:rsidRPr="000A2F18">
        <w:t>Declaration</w:t>
      </w:r>
    </w:p>
    <w:p w14:paraId="08041444" w14:textId="1AE83163" w:rsidR="000666CC" w:rsidRPr="00A34C8C" w:rsidRDefault="009764D0" w:rsidP="00F27E41">
      <w:r>
        <w:rPr>
          <w:lang w:eastAsia="ja-JP"/>
        </w:rPr>
        <w:fldChar w:fldCharType="begin"/>
      </w:r>
      <w:r>
        <w:rPr>
          <w:lang w:eastAsia="ja-JP"/>
        </w:rPr>
        <w:instrText xml:space="preserve"> REF _Ref77846525 \h </w:instrText>
      </w:r>
      <w:r>
        <w:rPr>
          <w:lang w:eastAsia="ja-JP"/>
        </w:rPr>
      </w:r>
      <w:r>
        <w:rPr>
          <w:lang w:eastAsia="ja-JP"/>
        </w:rPr>
        <w:fldChar w:fldCharType="separate"/>
      </w:r>
      <w:r w:rsidR="00634738">
        <w:t xml:space="preserve">Table </w:t>
      </w:r>
      <w:r w:rsidR="00634738">
        <w:rPr>
          <w:noProof/>
        </w:rPr>
        <w:t>2</w:t>
      </w:r>
      <w:r>
        <w:rPr>
          <w:lang w:eastAsia="ja-JP"/>
        </w:rPr>
        <w:fldChar w:fldCharType="end"/>
      </w:r>
      <w:r>
        <w:rPr>
          <w:lang w:eastAsia="ja-JP"/>
        </w:rPr>
        <w:t xml:space="preserve"> reproduces the IDL declaration</w:t>
      </w:r>
      <w:r w:rsidR="004077FC">
        <w:rPr>
          <w:lang w:eastAsia="ja-JP"/>
        </w:rPr>
        <w:t>s</w:t>
      </w:r>
      <w:r>
        <w:rPr>
          <w:lang w:eastAsia="ja-JP"/>
        </w:rPr>
        <w:t xml:space="preserve"> of the </w:t>
      </w:r>
      <w:proofErr w:type="spellStart"/>
      <w:r>
        <w:rPr>
          <w:rFonts w:ascii="Courier New" w:hAnsi="Courier New" w:cs="Courier New"/>
          <w:sz w:val="20"/>
          <w:szCs w:val="20"/>
          <w:lang w:eastAsia="ja-JP"/>
        </w:rPr>
        <w:t>getInstance</w:t>
      </w:r>
      <w:proofErr w:type="spellEnd"/>
      <w:r>
        <w:rPr>
          <w:rFonts w:ascii="Courier New" w:hAnsi="Courier New" w:cs="Courier New"/>
          <w:sz w:val="20"/>
          <w:szCs w:val="20"/>
          <w:lang w:eastAsia="ja-JP"/>
        </w:rPr>
        <w:t>()</w:t>
      </w:r>
      <w:r>
        <w:rPr>
          <w:lang w:eastAsia="ja-JP"/>
        </w:rPr>
        <w:t xml:space="preserve"> operation and the associated </w:t>
      </w:r>
      <w:proofErr w:type="spellStart"/>
      <w:r w:rsidRPr="00A34C8C">
        <w:rPr>
          <w:rFonts w:ascii="Courier New" w:hAnsi="Courier New" w:cs="Courier New"/>
          <w:sz w:val="20"/>
          <w:szCs w:val="20"/>
          <w:lang w:eastAsia="ja-JP"/>
        </w:rPr>
        <w:t>ErrorAllocation</w:t>
      </w:r>
      <w:proofErr w:type="spellEnd"/>
      <w:r>
        <w:rPr>
          <w:lang w:eastAsia="ja-JP"/>
        </w:rPr>
        <w:t xml:space="preserve"> </w:t>
      </w:r>
      <w:r w:rsidR="00604CFC">
        <w:rPr>
          <w:lang w:eastAsia="ja-JP"/>
        </w:rPr>
        <w:t>exception</w:t>
      </w:r>
      <w:r>
        <w:rPr>
          <w:lang w:eastAsia="ja-JP"/>
        </w:rPr>
        <w:t>.</w:t>
      </w:r>
    </w:p>
    <w:p w14:paraId="14134E2C" w14:textId="794FF54D" w:rsidR="009764D0" w:rsidRDefault="009764D0" w:rsidP="00A34C8C">
      <w:pPr>
        <w:pStyle w:val="Caption"/>
        <w:keepNext/>
      </w:pPr>
      <w:bookmarkStart w:id="217" w:name="_Ref77846525"/>
      <w:r>
        <w:t xml:space="preserve">Table </w:t>
      </w:r>
      <w:r>
        <w:fldChar w:fldCharType="begin"/>
      </w:r>
      <w:r>
        <w:instrText xml:space="preserve"> SEQ Table \* ARABIC </w:instrText>
      </w:r>
      <w:r>
        <w:fldChar w:fldCharType="separate"/>
      </w:r>
      <w:r w:rsidR="00634738">
        <w:rPr>
          <w:noProof/>
        </w:rPr>
        <w:t>2</w:t>
      </w:r>
      <w:r>
        <w:fldChar w:fldCharType="end"/>
      </w:r>
      <w:bookmarkEnd w:id="217"/>
      <w:r>
        <w:t xml:space="preserve"> — </w:t>
      </w:r>
      <w:r w:rsidRPr="00300524">
        <w:t xml:space="preserve">IDL declarations of </w:t>
      </w:r>
      <w:proofErr w:type="spellStart"/>
      <w:r w:rsidRPr="00A34C8C">
        <w:rPr>
          <w:rFonts w:ascii="Courier New" w:hAnsi="Courier New" w:cs="Courier New"/>
          <w:sz w:val="20"/>
          <w:szCs w:val="20"/>
        </w:rPr>
        <w:t>getInstance</w:t>
      </w:r>
      <w:proofErr w:type="spellEnd"/>
      <w:r w:rsidRPr="00A34C8C">
        <w:rPr>
          <w:rFonts w:ascii="Courier New" w:hAnsi="Courier New" w:cs="Courier New"/>
          <w:sz w:val="20"/>
          <w:szCs w:val="20"/>
        </w:rPr>
        <w:t>()</w:t>
      </w:r>
      <w:r w:rsidRPr="00300524">
        <w:t xml:space="preserve"> </w:t>
      </w:r>
      <w:r w:rsidR="00F06795">
        <w:t xml:space="preserve">and </w:t>
      </w:r>
      <w:proofErr w:type="spellStart"/>
      <w:r w:rsidRPr="00A34C8C">
        <w:rPr>
          <w:rFonts w:ascii="Courier New" w:hAnsi="Courier New" w:cs="Courier New"/>
          <w:sz w:val="20"/>
          <w:szCs w:val="20"/>
        </w:rPr>
        <w:t>ErrorAllocation</w:t>
      </w:r>
      <w:proofErr w:type="spellEnd"/>
    </w:p>
    <w:tbl>
      <w:tblPr>
        <w:tblStyle w:val="TableGrid"/>
        <w:tblW w:w="0" w:type="auto"/>
        <w:tblLook w:val="04A0" w:firstRow="1" w:lastRow="0" w:firstColumn="1" w:lastColumn="0" w:noHBand="0" w:noVBand="1"/>
      </w:tblPr>
      <w:tblGrid>
        <w:gridCol w:w="9742"/>
      </w:tblGrid>
      <w:tr w:rsidR="00DD6B2E" w14:paraId="641183CA" w14:textId="77777777" w:rsidTr="00DD6B2E">
        <w:trPr>
          <w:cnfStyle w:val="100000000000" w:firstRow="1" w:lastRow="0" w:firstColumn="0" w:lastColumn="0" w:oddVBand="0" w:evenVBand="0" w:oddHBand="0" w:evenHBand="0" w:firstRowFirstColumn="0" w:firstRowLastColumn="0" w:lastRowFirstColumn="0" w:lastRowLastColumn="0"/>
        </w:trPr>
        <w:tc>
          <w:tcPr>
            <w:tcW w:w="9742" w:type="dxa"/>
          </w:tcPr>
          <w:p w14:paraId="015257EA" w14:textId="162CDA4E" w:rsidR="009764D0" w:rsidRPr="009063C5" w:rsidRDefault="009764D0" w:rsidP="009764D0">
            <w:pPr>
              <w:pStyle w:val="Code"/>
              <w:rPr>
                <w:b w:val="0"/>
                <w:bCs/>
                <w:lang w:val="en-NL" w:eastAsia="zh-CN"/>
              </w:rPr>
            </w:pPr>
            <w:r w:rsidRPr="009063C5">
              <w:rPr>
                <w:b w:val="0"/>
                <w:bCs/>
                <w:lang w:val="en-NL" w:eastAsia="zh-CN"/>
              </w:rPr>
              <w:t xml:space="preserve">    </w:t>
            </w:r>
            <w:r w:rsidRPr="009063C5">
              <w:rPr>
                <w:b w:val="0"/>
                <w:bCs/>
                <w:color w:val="00B050"/>
                <w:lang w:val="en-NL" w:eastAsia="zh-CN"/>
              </w:rPr>
              <w:t>exception</w:t>
            </w:r>
            <w:r w:rsidRPr="009063C5">
              <w:rPr>
                <w:b w:val="0"/>
                <w:bCs/>
                <w:lang w:val="en-NL" w:eastAsia="zh-CN"/>
              </w:rPr>
              <w:t xml:space="preserve"> </w:t>
            </w:r>
            <w:r w:rsidRPr="009063C5">
              <w:rPr>
                <w:b w:val="0"/>
                <w:bCs/>
                <w:color w:val="0000FF"/>
                <w:lang w:val="en-NL" w:eastAsia="zh-CN"/>
              </w:rPr>
              <w:t>ErrorAllocation</w:t>
            </w:r>
            <w:r w:rsidRPr="009063C5">
              <w:rPr>
                <w:b w:val="0"/>
                <w:bCs/>
                <w:lang w:val="en-NL" w:eastAsia="zh-CN"/>
              </w:rPr>
              <w:t xml:space="preserve"> {</w:t>
            </w:r>
          </w:p>
          <w:p w14:paraId="4F036314" w14:textId="77777777" w:rsidR="009764D0" w:rsidRPr="009063C5" w:rsidRDefault="009764D0" w:rsidP="009764D0">
            <w:pPr>
              <w:pStyle w:val="Code"/>
              <w:rPr>
                <w:b w:val="0"/>
                <w:bCs/>
                <w:lang w:val="en-NL" w:eastAsia="zh-CN"/>
              </w:rPr>
            </w:pPr>
            <w:r w:rsidRPr="009063C5">
              <w:rPr>
                <w:b w:val="0"/>
                <w:bCs/>
                <w:lang w:val="en-NL" w:eastAsia="zh-CN"/>
              </w:rPr>
              <w:t xml:space="preserve">        </w:t>
            </w:r>
            <w:r w:rsidRPr="009063C5">
              <w:rPr>
                <w:b w:val="0"/>
                <w:bCs/>
                <w:color w:val="0000FF"/>
                <w:lang w:val="en-NL" w:eastAsia="zh-CN"/>
              </w:rPr>
              <w:t>string</w:t>
            </w:r>
            <w:r w:rsidRPr="009063C5">
              <w:rPr>
                <w:b w:val="0"/>
                <w:bCs/>
                <w:lang w:val="en-NL" w:eastAsia="zh-CN"/>
              </w:rPr>
              <w:t xml:space="preserve"> reason;</w:t>
            </w:r>
          </w:p>
          <w:p w14:paraId="4FFCE383" w14:textId="77777777" w:rsidR="009764D0" w:rsidRPr="009063C5" w:rsidRDefault="009764D0" w:rsidP="009764D0">
            <w:pPr>
              <w:pStyle w:val="Code"/>
              <w:rPr>
                <w:b w:val="0"/>
                <w:bCs/>
                <w:lang w:val="en-NL" w:eastAsia="zh-CN"/>
              </w:rPr>
            </w:pPr>
            <w:r w:rsidRPr="009063C5">
              <w:rPr>
                <w:b w:val="0"/>
                <w:bCs/>
                <w:lang w:val="en-NL" w:eastAsia="zh-CN"/>
              </w:rPr>
              <w:t xml:space="preserve">    };</w:t>
            </w:r>
          </w:p>
          <w:p w14:paraId="2110ABF3" w14:textId="33B0F773" w:rsidR="009764D0" w:rsidRDefault="009764D0" w:rsidP="00DD6B2E">
            <w:pPr>
              <w:pStyle w:val="Code"/>
              <w:rPr>
                <w:bCs/>
                <w:lang w:val="en-NL" w:eastAsia="zh-CN"/>
              </w:rPr>
            </w:pPr>
          </w:p>
          <w:p w14:paraId="0EF9D46C" w14:textId="6FB802DA" w:rsidR="00DD6B2E" w:rsidRPr="009063C5" w:rsidRDefault="009764D0" w:rsidP="00DD6B2E">
            <w:pPr>
              <w:pStyle w:val="Code"/>
              <w:rPr>
                <w:b w:val="0"/>
                <w:bCs/>
                <w:lang w:val="en-NL" w:eastAsia="zh-CN"/>
              </w:rPr>
            </w:pPr>
            <w:r>
              <w:rPr>
                <w:b w:val="0"/>
                <w:bCs/>
                <w:color w:val="0000FF"/>
                <w:lang w:eastAsia="zh-CN"/>
              </w:rPr>
              <w:t xml:space="preserve">    </w:t>
            </w:r>
            <w:r w:rsidR="00DD6B2E" w:rsidRPr="009063C5">
              <w:rPr>
                <w:b w:val="0"/>
                <w:bCs/>
                <w:color w:val="0000FF"/>
                <w:lang w:val="en-NL" w:eastAsia="zh-CN"/>
              </w:rPr>
              <w:t>unsigned</w:t>
            </w:r>
            <w:r w:rsidR="00DD6B2E" w:rsidRPr="009063C5">
              <w:rPr>
                <w:b w:val="0"/>
                <w:bCs/>
                <w:lang w:val="en-NL" w:eastAsia="zh-CN"/>
              </w:rPr>
              <w:t xml:space="preserve"> </w:t>
            </w:r>
            <w:r w:rsidR="00DD6B2E" w:rsidRPr="009063C5">
              <w:rPr>
                <w:b w:val="0"/>
                <w:bCs/>
                <w:color w:val="0000FF"/>
                <w:lang w:val="en-NL" w:eastAsia="zh-CN"/>
              </w:rPr>
              <w:t>long</w:t>
            </w:r>
            <w:r w:rsidR="00DD6B2E" w:rsidRPr="009063C5">
              <w:rPr>
                <w:b w:val="0"/>
                <w:bCs/>
                <w:lang w:val="en-NL" w:eastAsia="zh-CN"/>
              </w:rPr>
              <w:t xml:space="preserve"> </w:t>
            </w:r>
            <w:bookmarkStart w:id="218" w:name="_Hlk77846436"/>
            <w:r w:rsidR="00DD6B2E" w:rsidRPr="009063C5">
              <w:rPr>
                <w:b w:val="0"/>
                <w:bCs/>
                <w:lang w:val="en-NL" w:eastAsia="zh-CN"/>
              </w:rPr>
              <w:t>getInstance</w:t>
            </w:r>
            <w:bookmarkEnd w:id="218"/>
            <w:r w:rsidR="00DD6B2E" w:rsidRPr="009063C5">
              <w:rPr>
                <w:b w:val="0"/>
                <w:bCs/>
                <w:lang w:val="en-NL" w:eastAsia="zh-CN"/>
              </w:rPr>
              <w:t>(</w:t>
            </w:r>
          </w:p>
          <w:p w14:paraId="2156E643" w14:textId="77777777" w:rsidR="00DD6B2E" w:rsidRPr="009063C5" w:rsidRDefault="00DD6B2E" w:rsidP="00DD6B2E">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string</w:t>
            </w:r>
            <w:r w:rsidRPr="009063C5">
              <w:rPr>
                <w:b w:val="0"/>
                <w:bCs/>
                <w:lang w:val="en-NL" w:eastAsia="zh-CN"/>
              </w:rPr>
              <w:t xml:space="preserve"> component_name,</w:t>
            </w:r>
          </w:p>
          <w:p w14:paraId="1DCC6691" w14:textId="77777777" w:rsidR="00DD6B2E" w:rsidRPr="009063C5" w:rsidRDefault="00DD6B2E" w:rsidP="00DD6B2E">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group_id </w:t>
            </w:r>
            <w:r w:rsidRPr="009063C5">
              <w:rPr>
                <w:b w:val="0"/>
                <w:bCs/>
                <w:color w:val="008000"/>
                <w:lang w:val="en-NL" w:eastAsia="zh-CN"/>
              </w:rPr>
              <w:t>// optional</w:t>
            </w:r>
            <w:r w:rsidRPr="009063C5">
              <w:rPr>
                <w:b w:val="0"/>
                <w:bCs/>
                <w:color w:val="008000"/>
                <w:lang w:eastAsia="zh-CN"/>
              </w:rPr>
              <w:t>,</w:t>
            </w:r>
            <w:r w:rsidRPr="009063C5">
              <w:rPr>
                <w:b w:val="0"/>
                <w:bCs/>
                <w:color w:val="008000"/>
                <w:lang w:val="en-NL" w:eastAsia="zh-CN"/>
              </w:rPr>
              <w:t xml:space="preserve"> default value = -1</w:t>
            </w:r>
          </w:p>
          <w:p w14:paraId="63A24A84" w14:textId="5F8BA222" w:rsidR="00DD6B2E" w:rsidRPr="00A34C8C" w:rsidRDefault="00DD6B2E" w:rsidP="00A34C8C">
            <w:pPr>
              <w:pStyle w:val="Code"/>
              <w:rPr>
                <w:b w:val="0"/>
                <w:bCs/>
                <w:lang w:val="en-NL" w:eastAsia="zh-CN"/>
              </w:rPr>
            </w:pPr>
            <w:r w:rsidRPr="009063C5">
              <w:rPr>
                <w:b w:val="0"/>
                <w:bCs/>
                <w:lang w:val="en-NL" w:eastAsia="zh-CN"/>
              </w:rPr>
              <w:t xml:space="preserve">    ) </w:t>
            </w:r>
            <w:r w:rsidRPr="009063C5">
              <w:rPr>
                <w:b w:val="0"/>
                <w:bCs/>
                <w:color w:val="00B050"/>
                <w:lang w:val="en-NL" w:eastAsia="zh-CN"/>
              </w:rPr>
              <w:t>raises</w:t>
            </w:r>
            <w:r w:rsidRPr="009063C5">
              <w:rPr>
                <w:b w:val="0"/>
                <w:bCs/>
                <w:lang w:val="en-NL" w:eastAsia="zh-CN"/>
              </w:rPr>
              <w:t>(</w:t>
            </w:r>
            <w:r w:rsidRPr="009063C5">
              <w:rPr>
                <w:b w:val="0"/>
                <w:bCs/>
                <w:color w:val="0000FF"/>
                <w:lang w:val="en-NL" w:eastAsia="zh-CN"/>
              </w:rPr>
              <w:t>ErrorAllocation</w:t>
            </w:r>
            <w:r w:rsidRPr="009063C5">
              <w:rPr>
                <w:b w:val="0"/>
                <w:bCs/>
                <w:lang w:val="en-NL" w:eastAsia="zh-CN"/>
              </w:rPr>
              <w:t>);</w:t>
            </w:r>
          </w:p>
        </w:tc>
      </w:tr>
    </w:tbl>
    <w:p w14:paraId="6E9226C4" w14:textId="77777777" w:rsidR="001F4347" w:rsidRPr="000A2F18" w:rsidRDefault="001F4347" w:rsidP="001F4347">
      <w:pPr>
        <w:pStyle w:val="Heading5"/>
      </w:pPr>
      <w:r w:rsidRPr="000A2F18">
        <w:t>Definition</w:t>
      </w:r>
    </w:p>
    <w:p w14:paraId="06FE8DCA" w14:textId="6233A6E1" w:rsidR="001F4347" w:rsidRPr="000A2F18" w:rsidRDefault="001F4347" w:rsidP="001F4347">
      <w:r w:rsidRPr="000A2F18">
        <w:t xml:space="preserve">The result of a successful call to the </w:t>
      </w:r>
      <w:proofErr w:type="spellStart"/>
      <w:r w:rsidR="00482BE3" w:rsidRPr="00A34C8C">
        <w:rPr>
          <w:rFonts w:ascii="Courier New" w:hAnsi="Courier New" w:cs="Courier New"/>
          <w:sz w:val="20"/>
          <w:szCs w:val="20"/>
        </w:rPr>
        <w:t>g</w:t>
      </w:r>
      <w:r w:rsidRPr="00A34C8C">
        <w:rPr>
          <w:rFonts w:ascii="Courier New" w:hAnsi="Courier New" w:cs="Courier New"/>
          <w:sz w:val="20"/>
          <w:szCs w:val="20"/>
        </w:rPr>
        <w:t>etInstance</w:t>
      </w:r>
      <w:proofErr w:type="spellEnd"/>
      <w:r w:rsidR="00051538" w:rsidRPr="00A34C8C">
        <w:rPr>
          <w:rFonts w:ascii="Courier New" w:hAnsi="Courier New" w:cs="Courier New"/>
          <w:sz w:val="20"/>
          <w:szCs w:val="20"/>
        </w:rPr>
        <w:t>()</w:t>
      </w:r>
      <w:r w:rsidRPr="000A2F18">
        <w:t xml:space="preserve">function call shall contain the identifier of the instance and the </w:t>
      </w:r>
      <w:proofErr w:type="spellStart"/>
      <w:r w:rsidRPr="00A34C8C">
        <w:rPr>
          <w:rFonts w:ascii="Courier New" w:hAnsi="Courier New" w:cs="Courier New"/>
          <w:sz w:val="20"/>
          <w:szCs w:val="20"/>
        </w:rPr>
        <w:t>group_id</w:t>
      </w:r>
      <w:proofErr w:type="spellEnd"/>
      <w:r w:rsidRPr="000A2F18">
        <w:t xml:space="preserve"> that is assigned or created for this instance, if one was requested. The default is that the decoder instance does not belong to any already established </w:t>
      </w:r>
      <w:r w:rsidR="00482BE3" w:rsidRPr="000A2F18">
        <w:t>group but</w:t>
      </w:r>
      <w:r w:rsidRPr="000A2F18">
        <w:t xml:space="preserve"> creates a new group.</w:t>
      </w:r>
    </w:p>
    <w:p w14:paraId="4C7647D1" w14:textId="14E1C10A" w:rsidR="001F4347" w:rsidRPr="000A2F18" w:rsidRDefault="001F4347" w:rsidP="001F4347">
      <w:pPr>
        <w:pStyle w:val="Heading4"/>
      </w:pPr>
      <w:proofErr w:type="spellStart"/>
      <w:r w:rsidRPr="000A2F18">
        <w:t>setConfig</w:t>
      </w:r>
      <w:proofErr w:type="spellEnd"/>
      <w:r w:rsidR="00772A43">
        <w:t>()</w:t>
      </w:r>
    </w:p>
    <w:p w14:paraId="5DD9F132" w14:textId="6DF11CA5" w:rsidR="000666CC" w:rsidRDefault="000666CC" w:rsidP="000666CC">
      <w:pPr>
        <w:pStyle w:val="Heading5"/>
      </w:pPr>
      <w:r w:rsidRPr="000A2F18">
        <w:t>Declaration</w:t>
      </w:r>
    </w:p>
    <w:p w14:paraId="3C496A2E" w14:textId="5EF4E6F8" w:rsidR="004165F1" w:rsidRDefault="00DA6A0C" w:rsidP="00A34C8C">
      <w:r>
        <w:rPr>
          <w:lang w:eastAsia="ja-JP"/>
        </w:rPr>
        <w:fldChar w:fldCharType="begin"/>
      </w:r>
      <w:r>
        <w:rPr>
          <w:lang w:eastAsia="ja-JP"/>
        </w:rPr>
        <w:instrText xml:space="preserve"> REF _Ref77846977 \h </w:instrText>
      </w:r>
      <w:r>
        <w:rPr>
          <w:lang w:eastAsia="ja-JP"/>
        </w:rPr>
      </w:r>
      <w:r>
        <w:rPr>
          <w:lang w:eastAsia="ja-JP"/>
        </w:rPr>
        <w:fldChar w:fldCharType="separate"/>
      </w:r>
      <w:r w:rsidR="00634738">
        <w:t xml:space="preserve">Table </w:t>
      </w:r>
      <w:r w:rsidR="00634738">
        <w:rPr>
          <w:noProof/>
        </w:rPr>
        <w:t>3</w:t>
      </w:r>
      <w:r>
        <w:rPr>
          <w:lang w:eastAsia="ja-JP"/>
        </w:rPr>
        <w:fldChar w:fldCharType="end"/>
      </w:r>
      <w:r>
        <w:rPr>
          <w:lang w:eastAsia="ja-JP"/>
        </w:rPr>
        <w:t xml:space="preserve"> </w:t>
      </w:r>
      <w:r w:rsidR="004165F1">
        <w:rPr>
          <w:lang w:eastAsia="ja-JP"/>
        </w:rPr>
        <w:t>reproduces the IDL declaration</w:t>
      </w:r>
      <w:r w:rsidR="004077FC">
        <w:rPr>
          <w:lang w:eastAsia="ja-JP"/>
        </w:rPr>
        <w:t>s</w:t>
      </w:r>
      <w:r w:rsidR="004165F1">
        <w:rPr>
          <w:lang w:eastAsia="ja-JP"/>
        </w:rPr>
        <w:t xml:space="preserve"> of the </w:t>
      </w:r>
      <w:proofErr w:type="spellStart"/>
      <w:r w:rsidR="00B67649">
        <w:rPr>
          <w:rFonts w:ascii="Courier New" w:hAnsi="Courier New" w:cs="Courier New"/>
          <w:sz w:val="20"/>
          <w:szCs w:val="20"/>
          <w:lang w:eastAsia="ja-JP"/>
        </w:rPr>
        <w:t>setConfig</w:t>
      </w:r>
      <w:proofErr w:type="spellEnd"/>
      <w:r w:rsidR="004165F1">
        <w:rPr>
          <w:rFonts w:ascii="Courier New" w:hAnsi="Courier New" w:cs="Courier New"/>
          <w:sz w:val="20"/>
          <w:szCs w:val="20"/>
          <w:lang w:eastAsia="ja-JP"/>
        </w:rPr>
        <w:t>()</w:t>
      </w:r>
      <w:r w:rsidR="004165F1">
        <w:rPr>
          <w:lang w:eastAsia="ja-JP"/>
        </w:rPr>
        <w:t xml:space="preserve"> operation</w:t>
      </w:r>
      <w:r w:rsidR="00325059">
        <w:rPr>
          <w:lang w:eastAsia="ja-JP"/>
        </w:rPr>
        <w:t xml:space="preserve">, </w:t>
      </w:r>
      <w:r w:rsidR="004165F1">
        <w:rPr>
          <w:lang w:eastAsia="ja-JP"/>
        </w:rPr>
        <w:t xml:space="preserve">the associated </w:t>
      </w:r>
      <w:proofErr w:type="spellStart"/>
      <w:r w:rsidR="004165F1" w:rsidRPr="009063C5">
        <w:rPr>
          <w:rFonts w:ascii="Courier New" w:hAnsi="Courier New" w:cs="Courier New"/>
          <w:sz w:val="20"/>
          <w:szCs w:val="20"/>
          <w:lang w:eastAsia="ja-JP"/>
        </w:rPr>
        <w:t>Error</w:t>
      </w:r>
      <w:r w:rsidR="00B67649">
        <w:rPr>
          <w:rFonts w:ascii="Courier New" w:hAnsi="Courier New" w:cs="Courier New"/>
          <w:sz w:val="20"/>
          <w:szCs w:val="20"/>
          <w:lang w:eastAsia="ja-JP"/>
        </w:rPr>
        <w:t>Config</w:t>
      </w:r>
      <w:proofErr w:type="spellEnd"/>
      <w:r w:rsidR="004165F1">
        <w:rPr>
          <w:lang w:eastAsia="ja-JP"/>
        </w:rPr>
        <w:t xml:space="preserve"> exception</w:t>
      </w:r>
      <w:r w:rsidR="00F06795">
        <w:rPr>
          <w:lang w:eastAsia="ja-JP"/>
        </w:rPr>
        <w:t xml:space="preserve">, </w:t>
      </w:r>
      <w:r w:rsidR="00325059">
        <w:rPr>
          <w:lang w:eastAsia="ja-JP"/>
        </w:rPr>
        <w:t xml:space="preserve">the </w:t>
      </w:r>
      <w:proofErr w:type="spellStart"/>
      <w:r w:rsidR="00F06795">
        <w:rPr>
          <w:rFonts w:ascii="Courier New" w:hAnsi="Courier New" w:cs="Courier New"/>
          <w:sz w:val="20"/>
          <w:szCs w:val="20"/>
          <w:lang w:eastAsia="ja-JP"/>
        </w:rPr>
        <w:t>ConfigDataParameters</w:t>
      </w:r>
      <w:proofErr w:type="spellEnd"/>
      <w:r w:rsidR="00325059" w:rsidRPr="00A34C8C">
        <w:t xml:space="preserve"> </w:t>
      </w:r>
      <w:r w:rsidR="00F06795" w:rsidRPr="00A34C8C">
        <w:t xml:space="preserve">structure and the </w:t>
      </w:r>
      <w:proofErr w:type="spellStart"/>
      <w:r w:rsidR="00F06795">
        <w:rPr>
          <w:rFonts w:ascii="Courier New" w:hAnsi="Courier New" w:cs="Courier New"/>
          <w:sz w:val="20"/>
          <w:szCs w:val="20"/>
          <w:lang w:eastAsia="ja-JP"/>
        </w:rPr>
        <w:t>ConfigParameters</w:t>
      </w:r>
      <w:proofErr w:type="spellEnd"/>
      <w:r w:rsidR="006E7FCD">
        <w:rPr>
          <w:rFonts w:ascii="Courier New" w:hAnsi="Courier New" w:cs="Courier New"/>
          <w:sz w:val="20"/>
          <w:szCs w:val="20"/>
          <w:lang w:eastAsia="ja-JP"/>
        </w:rPr>
        <w:t xml:space="preserve"> </w:t>
      </w:r>
      <w:r w:rsidR="006E7FCD" w:rsidRPr="00B15033">
        <w:t>enumeration</w:t>
      </w:r>
      <w:r w:rsidR="004165F1">
        <w:rPr>
          <w:lang w:eastAsia="ja-JP"/>
        </w:rPr>
        <w:t>.</w:t>
      </w:r>
      <w:bookmarkStart w:id="219" w:name="_Hlk29898939"/>
    </w:p>
    <w:p w14:paraId="1FF76A0F" w14:textId="4C3578B1" w:rsidR="004165F1" w:rsidRDefault="004165F1" w:rsidP="00A34C8C">
      <w:pPr>
        <w:pStyle w:val="Caption"/>
        <w:keepNext/>
      </w:pPr>
      <w:bookmarkStart w:id="220" w:name="_Ref77846977"/>
      <w:r>
        <w:t xml:space="preserve">Table </w:t>
      </w:r>
      <w:r>
        <w:fldChar w:fldCharType="begin"/>
      </w:r>
      <w:r>
        <w:instrText xml:space="preserve"> SEQ Table \* ARABIC </w:instrText>
      </w:r>
      <w:r>
        <w:fldChar w:fldCharType="separate"/>
      </w:r>
      <w:r w:rsidR="00634738">
        <w:rPr>
          <w:noProof/>
        </w:rPr>
        <w:t>3</w:t>
      </w:r>
      <w:r>
        <w:fldChar w:fldCharType="end"/>
      </w:r>
      <w:bookmarkEnd w:id="220"/>
      <w:r>
        <w:t xml:space="preserve"> — </w:t>
      </w:r>
      <w:r w:rsidRPr="002A7321">
        <w:t xml:space="preserve">IDL declarations of </w:t>
      </w:r>
      <w:proofErr w:type="spellStart"/>
      <w:r w:rsidRPr="00A34C8C">
        <w:rPr>
          <w:rFonts w:ascii="Courier New" w:hAnsi="Courier New" w:cs="Courier New"/>
          <w:sz w:val="20"/>
          <w:szCs w:val="20"/>
        </w:rPr>
        <w:t>setConfig</w:t>
      </w:r>
      <w:proofErr w:type="spellEnd"/>
      <w:r w:rsidRPr="00A34C8C">
        <w:rPr>
          <w:rFonts w:ascii="Courier New" w:hAnsi="Courier New" w:cs="Courier New"/>
          <w:sz w:val="20"/>
          <w:szCs w:val="20"/>
        </w:rPr>
        <w:t>()</w:t>
      </w:r>
      <w:r w:rsidR="00F06795">
        <w:t xml:space="preserve">, </w:t>
      </w:r>
      <w:proofErr w:type="spellStart"/>
      <w:r w:rsidRPr="00A34C8C">
        <w:rPr>
          <w:rFonts w:ascii="Courier New" w:hAnsi="Courier New" w:cs="Courier New"/>
          <w:sz w:val="20"/>
          <w:szCs w:val="20"/>
        </w:rPr>
        <w:t>ErrorConfig</w:t>
      </w:r>
      <w:proofErr w:type="spellEnd"/>
      <w:r w:rsidR="00F06795">
        <w:t xml:space="preserve">, </w:t>
      </w:r>
      <w:proofErr w:type="spellStart"/>
      <w:r w:rsidR="00F06795" w:rsidRPr="00A34C8C">
        <w:rPr>
          <w:rFonts w:ascii="Courier New" w:hAnsi="Courier New" w:cs="Courier New"/>
          <w:sz w:val="20"/>
          <w:szCs w:val="20"/>
        </w:rPr>
        <w:t>ConfigParameters</w:t>
      </w:r>
      <w:proofErr w:type="spellEnd"/>
      <w:r w:rsidR="00F06795">
        <w:t xml:space="preserve"> and </w:t>
      </w:r>
      <w:proofErr w:type="spellStart"/>
      <w:r w:rsidR="00F06795" w:rsidRPr="00A34C8C">
        <w:rPr>
          <w:rFonts w:ascii="Courier New" w:hAnsi="Courier New" w:cs="Courier New"/>
          <w:sz w:val="20"/>
          <w:szCs w:val="20"/>
        </w:rPr>
        <w:t>ConfigDataParameters</w:t>
      </w:r>
      <w:proofErr w:type="spellEnd"/>
    </w:p>
    <w:tbl>
      <w:tblPr>
        <w:tblStyle w:val="TableGrid"/>
        <w:tblW w:w="0" w:type="auto"/>
        <w:tblLook w:val="04A0" w:firstRow="1" w:lastRow="0" w:firstColumn="1" w:lastColumn="0" w:noHBand="0" w:noVBand="1"/>
      </w:tblPr>
      <w:tblGrid>
        <w:gridCol w:w="9742"/>
      </w:tblGrid>
      <w:tr w:rsidR="004165F1" w14:paraId="42534C92" w14:textId="77777777" w:rsidTr="004165F1">
        <w:trPr>
          <w:cnfStyle w:val="100000000000" w:firstRow="1" w:lastRow="0" w:firstColumn="0" w:lastColumn="0" w:oddVBand="0" w:evenVBand="0" w:oddHBand="0" w:evenHBand="0" w:firstRowFirstColumn="0" w:firstRowLastColumn="0" w:lastRowFirstColumn="0" w:lastRowLastColumn="0"/>
        </w:trPr>
        <w:tc>
          <w:tcPr>
            <w:tcW w:w="9742" w:type="dxa"/>
          </w:tcPr>
          <w:p w14:paraId="075752DF" w14:textId="76F12AAC" w:rsidR="002507D4" w:rsidRPr="009063C5" w:rsidRDefault="004165F1" w:rsidP="002507D4">
            <w:pPr>
              <w:pStyle w:val="Code"/>
              <w:rPr>
                <w:b w:val="0"/>
                <w:bCs/>
                <w:lang w:val="en-NL" w:eastAsia="zh-CN"/>
              </w:rPr>
            </w:pPr>
            <w:r w:rsidRPr="009063C5">
              <w:rPr>
                <w:b w:val="0"/>
                <w:bCs/>
                <w:lang w:val="en-NL" w:eastAsia="zh-CN"/>
              </w:rPr>
              <w:t xml:space="preserve">    </w:t>
            </w:r>
            <w:r w:rsidR="002507D4" w:rsidRPr="009063C5">
              <w:rPr>
                <w:b w:val="0"/>
                <w:bCs/>
                <w:color w:val="00B050"/>
                <w:lang w:val="en-NL" w:eastAsia="zh-CN"/>
              </w:rPr>
              <w:t>enum</w:t>
            </w:r>
            <w:r w:rsidR="002507D4" w:rsidRPr="009063C5">
              <w:rPr>
                <w:b w:val="0"/>
                <w:bCs/>
                <w:lang w:val="en-NL" w:eastAsia="zh-CN"/>
              </w:rPr>
              <w:t xml:space="preserve"> </w:t>
            </w:r>
            <w:r w:rsidR="002507D4" w:rsidRPr="009063C5">
              <w:rPr>
                <w:b w:val="0"/>
                <w:bCs/>
                <w:color w:val="0000FF"/>
                <w:lang w:val="en-NL" w:eastAsia="zh-CN"/>
              </w:rPr>
              <w:t>ConfigParameters</w:t>
            </w:r>
            <w:r w:rsidR="002507D4" w:rsidRPr="009063C5">
              <w:rPr>
                <w:b w:val="0"/>
                <w:bCs/>
                <w:lang w:val="en-NL" w:eastAsia="zh-CN"/>
              </w:rPr>
              <w:t xml:space="preserve"> {</w:t>
            </w:r>
          </w:p>
          <w:p w14:paraId="3C12D83B" w14:textId="77777777" w:rsidR="002507D4" w:rsidRPr="009063C5" w:rsidRDefault="002507D4" w:rsidP="002507D4">
            <w:pPr>
              <w:pStyle w:val="Code"/>
              <w:rPr>
                <w:b w:val="0"/>
                <w:bCs/>
                <w:lang w:val="en-NL" w:eastAsia="zh-CN"/>
              </w:rPr>
            </w:pPr>
            <w:r w:rsidRPr="009063C5">
              <w:rPr>
                <w:b w:val="0"/>
                <w:bCs/>
                <w:lang w:val="en-NL" w:eastAsia="zh-CN"/>
              </w:rPr>
              <w:t xml:space="preserve">        CONFIG_OUTPUT_BUFFER</w:t>
            </w:r>
          </w:p>
          <w:p w14:paraId="39FE1125" w14:textId="77777777" w:rsidR="002507D4" w:rsidRPr="009063C5" w:rsidRDefault="002507D4" w:rsidP="002507D4">
            <w:pPr>
              <w:pStyle w:val="Code"/>
              <w:rPr>
                <w:b w:val="0"/>
                <w:bCs/>
                <w:lang w:val="en-NL" w:eastAsia="zh-CN"/>
              </w:rPr>
            </w:pPr>
            <w:r w:rsidRPr="009063C5">
              <w:rPr>
                <w:b w:val="0"/>
                <w:bCs/>
                <w:lang w:val="en-NL" w:eastAsia="zh-CN"/>
              </w:rPr>
              <w:t xml:space="preserve">    };</w:t>
            </w:r>
          </w:p>
          <w:p w14:paraId="2CDE5480" w14:textId="5750BDA9" w:rsidR="002507D4" w:rsidRDefault="002507D4" w:rsidP="004165F1">
            <w:pPr>
              <w:pStyle w:val="Code"/>
              <w:rPr>
                <w:b w:val="0"/>
                <w:bCs/>
                <w:lang w:val="en-NL" w:eastAsia="zh-CN"/>
              </w:rPr>
            </w:pPr>
          </w:p>
          <w:p w14:paraId="522A6F77"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B050"/>
                <w:lang w:val="en-NL" w:eastAsia="zh-CN"/>
              </w:rPr>
              <w:t>struct</w:t>
            </w:r>
            <w:r w:rsidRPr="009063C5">
              <w:rPr>
                <w:b w:val="0"/>
                <w:bCs/>
                <w:lang w:val="en-NL" w:eastAsia="zh-CN"/>
              </w:rPr>
              <w:t xml:space="preserve"> </w:t>
            </w:r>
            <w:r w:rsidRPr="009063C5">
              <w:rPr>
                <w:b w:val="0"/>
                <w:bCs/>
                <w:color w:val="0000FF"/>
                <w:lang w:val="en-NL" w:eastAsia="zh-CN"/>
              </w:rPr>
              <w:t>ConfigDataParameters</w:t>
            </w:r>
            <w:r w:rsidRPr="009063C5">
              <w:rPr>
                <w:b w:val="0"/>
                <w:bCs/>
                <w:lang w:val="en-NL" w:eastAsia="zh-CN"/>
              </w:rPr>
              <w:t xml:space="preserve"> {</w:t>
            </w:r>
          </w:p>
          <w:p w14:paraId="4103049E"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00FF"/>
                <w:lang w:val="en-NL" w:eastAsia="zh-CN"/>
              </w:rPr>
              <w:t>SampleFormat</w:t>
            </w:r>
            <w:r w:rsidRPr="009063C5">
              <w:rPr>
                <w:b w:val="0"/>
                <w:bCs/>
                <w:lang w:val="en-NL" w:eastAsia="zh-CN"/>
              </w:rPr>
              <w:t xml:space="preserve"> sample_format;</w:t>
            </w:r>
          </w:p>
          <w:p w14:paraId="2BD4F9D1"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00FF"/>
                <w:lang w:val="en-NL" w:eastAsia="zh-CN"/>
              </w:rPr>
              <w:t>SampleType</w:t>
            </w:r>
            <w:r w:rsidRPr="009063C5">
              <w:rPr>
                <w:b w:val="0"/>
                <w:bCs/>
                <w:lang w:val="en-NL" w:eastAsia="zh-CN"/>
              </w:rPr>
              <w:t xml:space="preserve"> sample_type;</w:t>
            </w:r>
          </w:p>
          <w:p w14:paraId="2480874B"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sample_stride;</w:t>
            </w:r>
          </w:p>
          <w:p w14:paraId="71D2FCD8"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line_stride;</w:t>
            </w:r>
          </w:p>
          <w:p w14:paraId="463AD7F0" w14:textId="77777777" w:rsidR="002507D4" w:rsidRPr="009063C5" w:rsidRDefault="002507D4" w:rsidP="002507D4">
            <w:pPr>
              <w:pStyle w:val="Code"/>
              <w:rPr>
                <w:b w:val="0"/>
                <w:bCs/>
                <w:lang w:val="en-NL" w:eastAsia="zh-CN"/>
              </w:rPr>
            </w:pP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buffer_offset;</w:t>
            </w:r>
          </w:p>
          <w:p w14:paraId="5A7AFA90" w14:textId="77777777" w:rsidR="002507D4" w:rsidRPr="009063C5" w:rsidRDefault="002507D4" w:rsidP="002507D4">
            <w:pPr>
              <w:pStyle w:val="Code"/>
              <w:rPr>
                <w:b w:val="0"/>
                <w:bCs/>
                <w:lang w:val="en-NL" w:eastAsia="zh-CN"/>
              </w:rPr>
            </w:pPr>
            <w:r w:rsidRPr="009063C5">
              <w:rPr>
                <w:b w:val="0"/>
                <w:bCs/>
                <w:lang w:val="en-NL" w:eastAsia="zh-CN"/>
              </w:rPr>
              <w:t xml:space="preserve">    };</w:t>
            </w:r>
          </w:p>
          <w:p w14:paraId="41F3B21B" w14:textId="77777777" w:rsidR="002507D4" w:rsidRDefault="002507D4" w:rsidP="004165F1">
            <w:pPr>
              <w:pStyle w:val="Code"/>
              <w:rPr>
                <w:bCs/>
                <w:color w:val="00B050"/>
                <w:lang w:val="en-NL" w:eastAsia="zh-CN"/>
              </w:rPr>
            </w:pPr>
          </w:p>
          <w:p w14:paraId="2D9B0BA8" w14:textId="3C3639E1" w:rsidR="004165F1" w:rsidRPr="009063C5" w:rsidRDefault="002507D4" w:rsidP="004165F1">
            <w:pPr>
              <w:pStyle w:val="Code"/>
              <w:rPr>
                <w:b w:val="0"/>
                <w:bCs/>
                <w:lang w:val="en-NL" w:eastAsia="zh-CN"/>
              </w:rPr>
            </w:pPr>
            <w:r>
              <w:rPr>
                <w:b w:val="0"/>
                <w:bCs/>
                <w:color w:val="00B050"/>
                <w:lang w:eastAsia="zh-CN"/>
              </w:rPr>
              <w:t xml:space="preserve">    </w:t>
            </w:r>
            <w:r w:rsidR="004165F1" w:rsidRPr="009063C5">
              <w:rPr>
                <w:b w:val="0"/>
                <w:bCs/>
                <w:color w:val="00B050"/>
                <w:lang w:val="en-NL" w:eastAsia="zh-CN"/>
              </w:rPr>
              <w:t>exception</w:t>
            </w:r>
            <w:r w:rsidR="004165F1" w:rsidRPr="009063C5">
              <w:rPr>
                <w:b w:val="0"/>
                <w:bCs/>
                <w:lang w:val="en-NL" w:eastAsia="zh-CN"/>
              </w:rPr>
              <w:t xml:space="preserve"> </w:t>
            </w:r>
            <w:r w:rsidR="004165F1" w:rsidRPr="009063C5">
              <w:rPr>
                <w:b w:val="0"/>
                <w:bCs/>
                <w:color w:val="0000FF"/>
                <w:lang w:val="en-NL" w:eastAsia="zh-CN"/>
              </w:rPr>
              <w:t>ErrorConfig</w:t>
            </w:r>
            <w:r w:rsidR="004165F1" w:rsidRPr="009063C5">
              <w:rPr>
                <w:b w:val="0"/>
                <w:bCs/>
                <w:lang w:val="en-NL" w:eastAsia="zh-CN"/>
              </w:rPr>
              <w:t xml:space="preserve"> {</w:t>
            </w:r>
          </w:p>
          <w:p w14:paraId="301AEE0B" w14:textId="77777777" w:rsidR="004165F1" w:rsidRPr="009063C5" w:rsidRDefault="004165F1" w:rsidP="004165F1">
            <w:pPr>
              <w:pStyle w:val="Code"/>
              <w:rPr>
                <w:b w:val="0"/>
                <w:bCs/>
                <w:lang w:val="en-NL" w:eastAsia="zh-CN"/>
              </w:rPr>
            </w:pPr>
            <w:r w:rsidRPr="009063C5">
              <w:rPr>
                <w:b w:val="0"/>
                <w:bCs/>
                <w:lang w:val="en-NL" w:eastAsia="zh-CN"/>
              </w:rPr>
              <w:t xml:space="preserve">        </w:t>
            </w:r>
            <w:r w:rsidRPr="009063C5">
              <w:rPr>
                <w:b w:val="0"/>
                <w:bCs/>
                <w:color w:val="0000FF"/>
                <w:lang w:val="en-NL" w:eastAsia="zh-CN"/>
              </w:rPr>
              <w:t>string</w:t>
            </w:r>
            <w:r w:rsidRPr="009063C5">
              <w:rPr>
                <w:b w:val="0"/>
                <w:bCs/>
                <w:lang w:val="en-NL" w:eastAsia="zh-CN"/>
              </w:rPr>
              <w:t xml:space="preserve"> reason;</w:t>
            </w:r>
          </w:p>
          <w:p w14:paraId="142AF6D0" w14:textId="77777777" w:rsidR="004165F1" w:rsidRPr="009063C5" w:rsidRDefault="004165F1" w:rsidP="004165F1">
            <w:pPr>
              <w:pStyle w:val="Code"/>
              <w:rPr>
                <w:b w:val="0"/>
                <w:bCs/>
                <w:lang w:val="en-NL" w:eastAsia="zh-CN"/>
              </w:rPr>
            </w:pPr>
            <w:r w:rsidRPr="009063C5">
              <w:rPr>
                <w:b w:val="0"/>
                <w:bCs/>
                <w:lang w:val="en-NL" w:eastAsia="zh-CN"/>
              </w:rPr>
              <w:t xml:space="preserve">    };</w:t>
            </w:r>
          </w:p>
          <w:p w14:paraId="5B85DCAA" w14:textId="4F4B42BB" w:rsidR="004165F1" w:rsidRDefault="004165F1" w:rsidP="004165F1">
            <w:pPr>
              <w:pStyle w:val="Code"/>
              <w:rPr>
                <w:bCs/>
                <w:lang w:val="en-NL" w:eastAsia="zh-CN"/>
              </w:rPr>
            </w:pPr>
          </w:p>
          <w:p w14:paraId="1256E7E9" w14:textId="598A66EA" w:rsidR="004165F1" w:rsidRPr="009063C5" w:rsidRDefault="004165F1" w:rsidP="004165F1">
            <w:pPr>
              <w:pStyle w:val="Code"/>
              <w:rPr>
                <w:b w:val="0"/>
                <w:bCs/>
                <w:lang w:val="en-NL" w:eastAsia="zh-CN"/>
              </w:rPr>
            </w:pPr>
            <w:r>
              <w:rPr>
                <w:b w:val="0"/>
                <w:bCs/>
                <w:color w:val="0000FF"/>
                <w:lang w:eastAsia="zh-CN"/>
              </w:rPr>
              <w:t xml:space="preserve">    </w:t>
            </w:r>
            <w:r w:rsidRPr="009063C5">
              <w:rPr>
                <w:b w:val="0"/>
                <w:bCs/>
                <w:color w:val="0000FF"/>
                <w:lang w:val="en-NL" w:eastAsia="zh-CN"/>
              </w:rPr>
              <w:t>boolean</w:t>
            </w:r>
            <w:r w:rsidRPr="009063C5">
              <w:rPr>
                <w:b w:val="0"/>
                <w:bCs/>
                <w:lang w:val="en-NL" w:eastAsia="zh-CN"/>
              </w:rPr>
              <w:t xml:space="preserve"> setConfig (</w:t>
            </w:r>
          </w:p>
          <w:p w14:paraId="2B0B9B7B" w14:textId="77777777" w:rsidR="004165F1" w:rsidRPr="009063C5" w:rsidRDefault="004165F1" w:rsidP="004165F1">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instance_id,</w:t>
            </w:r>
          </w:p>
          <w:p w14:paraId="77587C3F" w14:textId="77777777" w:rsidR="004165F1" w:rsidRPr="009063C5" w:rsidRDefault="004165F1" w:rsidP="004165F1">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ConfigParameters</w:t>
            </w:r>
            <w:r w:rsidRPr="009063C5">
              <w:rPr>
                <w:b w:val="0"/>
                <w:bCs/>
                <w:lang w:val="en-NL" w:eastAsia="zh-CN"/>
              </w:rPr>
              <w:t xml:space="preserve"> config_parameters,</w:t>
            </w:r>
          </w:p>
          <w:p w14:paraId="18A3706E" w14:textId="77777777" w:rsidR="004165F1" w:rsidRPr="009063C5" w:rsidRDefault="004165F1" w:rsidP="004165F1">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ConfigDataParameters</w:t>
            </w:r>
            <w:r w:rsidRPr="009063C5">
              <w:rPr>
                <w:b w:val="0"/>
                <w:bCs/>
                <w:lang w:val="en-NL" w:eastAsia="zh-CN"/>
              </w:rPr>
              <w:t xml:space="preserve">  config_data_parameters</w:t>
            </w:r>
          </w:p>
          <w:p w14:paraId="4C610D98" w14:textId="01EC2286" w:rsidR="004165F1" w:rsidRPr="00A34C8C" w:rsidRDefault="004165F1" w:rsidP="00996DD8">
            <w:pPr>
              <w:pStyle w:val="Code"/>
              <w:rPr>
                <w:b w:val="0"/>
                <w:bCs/>
                <w:lang w:val="en-NL" w:eastAsia="zh-CN"/>
              </w:rPr>
            </w:pPr>
            <w:r w:rsidRPr="009063C5">
              <w:rPr>
                <w:b w:val="0"/>
                <w:bCs/>
                <w:lang w:val="en-NL" w:eastAsia="zh-CN"/>
              </w:rPr>
              <w:t xml:space="preserve">    ) </w:t>
            </w:r>
            <w:r w:rsidRPr="009063C5">
              <w:rPr>
                <w:b w:val="0"/>
                <w:bCs/>
                <w:color w:val="00B050"/>
                <w:lang w:val="en-NL" w:eastAsia="zh-CN"/>
              </w:rPr>
              <w:t>raises</w:t>
            </w:r>
            <w:r w:rsidRPr="009063C5">
              <w:rPr>
                <w:b w:val="0"/>
                <w:bCs/>
                <w:lang w:val="en-NL" w:eastAsia="zh-CN"/>
              </w:rPr>
              <w:t>(</w:t>
            </w:r>
            <w:r w:rsidRPr="009063C5">
              <w:rPr>
                <w:b w:val="0"/>
                <w:bCs/>
                <w:color w:val="0000FF"/>
                <w:lang w:val="en-NL" w:eastAsia="zh-CN"/>
              </w:rPr>
              <w:t>ErrorConfig</w:t>
            </w:r>
            <w:r w:rsidRPr="009063C5">
              <w:rPr>
                <w:b w:val="0"/>
                <w:bCs/>
                <w:lang w:val="en-NL" w:eastAsia="zh-CN"/>
              </w:rPr>
              <w:t>);</w:t>
            </w:r>
          </w:p>
        </w:tc>
      </w:tr>
    </w:tbl>
    <w:p w14:paraId="41DE4FA0" w14:textId="77777777" w:rsidR="004165F1" w:rsidRPr="000A2F18" w:rsidRDefault="004165F1" w:rsidP="00996DD8">
      <w:pPr>
        <w:pStyle w:val="Code"/>
        <w:rPr>
          <w:lang w:eastAsia="ja-JP"/>
        </w:rPr>
      </w:pPr>
    </w:p>
    <w:bookmarkEnd w:id="219"/>
    <w:p w14:paraId="363776B4" w14:textId="77777777" w:rsidR="001F4347" w:rsidRPr="000A2F18" w:rsidRDefault="001F4347" w:rsidP="001F4347">
      <w:pPr>
        <w:pStyle w:val="Heading5"/>
      </w:pPr>
      <w:r w:rsidRPr="000A2F18">
        <w:t>Definition</w:t>
      </w:r>
    </w:p>
    <w:p w14:paraId="53DBE6F0" w14:textId="7E488DD6" w:rsidR="001F4347" w:rsidRPr="000A2F18" w:rsidRDefault="009B4005" w:rsidP="001F4347">
      <w:r w:rsidRPr="000A2F18">
        <w:t xml:space="preserve">The </w:t>
      </w:r>
      <w:proofErr w:type="spellStart"/>
      <w:r w:rsidR="002242A0" w:rsidRPr="00A34C8C">
        <w:rPr>
          <w:rFonts w:ascii="Courier New" w:hAnsi="Courier New" w:cs="Courier New"/>
          <w:sz w:val="20"/>
          <w:szCs w:val="20"/>
          <w:lang w:eastAsia="ja-JP"/>
        </w:rPr>
        <w:t>s</w:t>
      </w:r>
      <w:r w:rsidRPr="00A34C8C">
        <w:rPr>
          <w:rFonts w:ascii="Courier New" w:hAnsi="Courier New" w:cs="Courier New"/>
          <w:sz w:val="20"/>
          <w:szCs w:val="20"/>
          <w:lang w:eastAsia="ja-JP"/>
        </w:rPr>
        <w:t>etConfig</w:t>
      </w:r>
      <w:proofErr w:type="spellEnd"/>
      <w:r w:rsidR="000B307B">
        <w:rPr>
          <w:rFonts w:ascii="Courier New" w:hAnsi="Courier New" w:cs="Courier New"/>
          <w:sz w:val="20"/>
          <w:szCs w:val="20"/>
          <w:lang w:eastAsia="ja-JP"/>
        </w:rPr>
        <w:t>()</w:t>
      </w:r>
      <w:r w:rsidRPr="000A2F18">
        <w:t xml:space="preserve"> function may be called with a new parameter </w:t>
      </w:r>
      <w:r w:rsidRPr="00A34C8C">
        <w:rPr>
          <w:rFonts w:ascii="Courier New" w:hAnsi="Courier New" w:cs="Courier New"/>
          <w:sz w:val="20"/>
          <w:szCs w:val="20"/>
          <w:lang w:eastAsia="ja-JP"/>
        </w:rPr>
        <w:t>CONFIG_OUTPUT_BUFFER</w:t>
      </w:r>
      <w:r w:rsidRPr="000A2F18">
        <w:t xml:space="preserve">, in which case it provides the format of the output buffer. </w:t>
      </w:r>
    </w:p>
    <w:p w14:paraId="71552A43" w14:textId="77777777" w:rsidR="009B4005" w:rsidRPr="000A2F18" w:rsidRDefault="009B4005" w:rsidP="009B4005">
      <w:r w:rsidRPr="000A2F18">
        <w:t>The format of the buffer shall contain the following parameters:</w:t>
      </w:r>
    </w:p>
    <w:p w14:paraId="6B43378F" w14:textId="156AF48F" w:rsidR="009B4005" w:rsidRPr="000A2F18" w:rsidRDefault="009B4005" w:rsidP="009B4005">
      <w:pPr>
        <w:pStyle w:val="ListParagraph"/>
        <w:numPr>
          <w:ilvl w:val="0"/>
          <w:numId w:val="23"/>
        </w:numPr>
        <w:tabs>
          <w:tab w:val="clear" w:pos="403"/>
        </w:tabs>
        <w:spacing w:after="0" w:line="240" w:lineRule="auto"/>
      </w:pPr>
      <w:proofErr w:type="spellStart"/>
      <w:r w:rsidRPr="00A34C8C">
        <w:rPr>
          <w:rFonts w:ascii="Courier New" w:hAnsi="Courier New" w:cs="Courier New"/>
          <w:sz w:val="20"/>
          <w:szCs w:val="20"/>
        </w:rPr>
        <w:lastRenderedPageBreak/>
        <w:t>sample_format</w:t>
      </w:r>
      <w:proofErr w:type="spellEnd"/>
      <w:r w:rsidRPr="000A2F18">
        <w:t xml:space="preserve"> indicat</w:t>
      </w:r>
      <w:r w:rsidR="000305EA">
        <w:t>ing</w:t>
      </w:r>
      <w:r w:rsidRPr="000A2F18">
        <w:t xml:space="preserve"> the format of each sample, which can be a scalar, a 2D vector, a 3D vector, or a 4D vector.</w:t>
      </w:r>
    </w:p>
    <w:p w14:paraId="0CB76675" w14:textId="5DEDB115" w:rsidR="009B4005" w:rsidRPr="000A2F18" w:rsidRDefault="009B4005" w:rsidP="009B4005">
      <w:pPr>
        <w:pStyle w:val="ListParagraph"/>
        <w:numPr>
          <w:ilvl w:val="0"/>
          <w:numId w:val="23"/>
        </w:numPr>
        <w:tabs>
          <w:tab w:val="clear" w:pos="403"/>
        </w:tabs>
        <w:spacing w:after="0" w:line="240" w:lineRule="auto"/>
      </w:pPr>
      <w:proofErr w:type="spellStart"/>
      <w:r w:rsidRPr="00A34C8C">
        <w:rPr>
          <w:rFonts w:ascii="Courier New" w:hAnsi="Courier New" w:cs="Courier New"/>
          <w:sz w:val="20"/>
          <w:szCs w:val="20"/>
        </w:rPr>
        <w:t>sample_type</w:t>
      </w:r>
      <w:proofErr w:type="spellEnd"/>
      <w:r w:rsidRPr="000A2F18">
        <w:t xml:space="preserve"> indicat</w:t>
      </w:r>
      <w:r w:rsidR="000305EA">
        <w:t>ing</w:t>
      </w:r>
      <w:r w:rsidRPr="000A2F18">
        <w:t xml:space="preserve"> the type of each component of the sample. </w:t>
      </w:r>
    </w:p>
    <w:p w14:paraId="72E25391" w14:textId="1C9C2C2B" w:rsidR="009B4005" w:rsidRPr="000A2F18" w:rsidRDefault="009B4005" w:rsidP="009B4005">
      <w:pPr>
        <w:pStyle w:val="ListParagraph"/>
        <w:numPr>
          <w:ilvl w:val="0"/>
          <w:numId w:val="23"/>
        </w:numPr>
        <w:tabs>
          <w:tab w:val="clear" w:pos="403"/>
        </w:tabs>
        <w:spacing w:after="0" w:line="240" w:lineRule="auto"/>
      </w:pPr>
      <w:proofErr w:type="spellStart"/>
      <w:r w:rsidRPr="00A34C8C">
        <w:rPr>
          <w:rFonts w:ascii="Courier New" w:hAnsi="Courier New" w:cs="Courier New"/>
          <w:sz w:val="20"/>
          <w:szCs w:val="20"/>
        </w:rPr>
        <w:t>sample_stride</w:t>
      </w:r>
      <w:proofErr w:type="spellEnd"/>
      <w:r w:rsidRPr="000A2F18">
        <w:t xml:space="preserve"> indicat</w:t>
      </w:r>
      <w:r w:rsidR="000305EA">
        <w:t>ing</w:t>
      </w:r>
      <w:r w:rsidRPr="000A2F18">
        <w:t xml:space="preserve"> the number of bytes between 2 consecutive samples of this output.</w:t>
      </w:r>
    </w:p>
    <w:p w14:paraId="6FACE34D" w14:textId="64520E91" w:rsidR="009B4005" w:rsidRPr="000A2F18" w:rsidRDefault="009B4005" w:rsidP="009B4005">
      <w:pPr>
        <w:pStyle w:val="ListParagraph"/>
        <w:numPr>
          <w:ilvl w:val="0"/>
          <w:numId w:val="23"/>
        </w:numPr>
        <w:tabs>
          <w:tab w:val="clear" w:pos="403"/>
        </w:tabs>
        <w:spacing w:after="0" w:line="240" w:lineRule="auto"/>
      </w:pPr>
      <w:proofErr w:type="spellStart"/>
      <w:r w:rsidRPr="00A34C8C">
        <w:rPr>
          <w:rFonts w:ascii="Courier New" w:hAnsi="Courier New" w:cs="Courier New"/>
          <w:sz w:val="20"/>
          <w:szCs w:val="20"/>
        </w:rPr>
        <w:t>line_stride</w:t>
      </w:r>
      <w:proofErr w:type="spellEnd"/>
      <w:r w:rsidRPr="000A2F18">
        <w:t xml:space="preserve"> indicat</w:t>
      </w:r>
      <w:r w:rsidR="000305EA">
        <w:t>ing</w:t>
      </w:r>
      <w:r w:rsidRPr="000A2F18">
        <w:t xml:space="preserve"> the number of bytes between the first byte of one line and the first byte of the following line of this output.</w:t>
      </w:r>
    </w:p>
    <w:p w14:paraId="5698E41A" w14:textId="67AFAA7B" w:rsidR="009B4005" w:rsidRPr="000A2F18" w:rsidRDefault="009B4005" w:rsidP="009B4005">
      <w:pPr>
        <w:pStyle w:val="ListParagraph"/>
        <w:numPr>
          <w:ilvl w:val="0"/>
          <w:numId w:val="23"/>
        </w:numPr>
        <w:tabs>
          <w:tab w:val="clear" w:pos="403"/>
        </w:tabs>
        <w:spacing w:after="0" w:line="240" w:lineRule="auto"/>
      </w:pPr>
      <w:proofErr w:type="spellStart"/>
      <w:r w:rsidRPr="00A34C8C">
        <w:rPr>
          <w:rFonts w:ascii="Courier New" w:hAnsi="Courier New" w:cs="Courier New"/>
          <w:sz w:val="20"/>
          <w:szCs w:val="20"/>
        </w:rPr>
        <w:t>buffer_offset</w:t>
      </w:r>
      <w:proofErr w:type="spellEnd"/>
      <w:r w:rsidRPr="000A2F18">
        <w:t xml:space="preserve"> indicat</w:t>
      </w:r>
      <w:r w:rsidR="000305EA">
        <w:t>ing</w:t>
      </w:r>
      <w:r w:rsidRPr="000A2F18">
        <w:t xml:space="preserve"> the offset into the output buffer, starting from which the output frame should be written</w:t>
      </w:r>
    </w:p>
    <w:p w14:paraId="019AE313" w14:textId="1AF3365E" w:rsidR="00A7071B" w:rsidRPr="000A2F18" w:rsidRDefault="00A7071B" w:rsidP="00A7071B">
      <w:pPr>
        <w:tabs>
          <w:tab w:val="clear" w:pos="403"/>
        </w:tabs>
        <w:spacing w:after="0" w:line="240" w:lineRule="auto"/>
      </w:pPr>
    </w:p>
    <w:p w14:paraId="2F4B74EA" w14:textId="48B08031" w:rsidR="00A7071B" w:rsidRPr="000A2F18" w:rsidRDefault="00A7071B" w:rsidP="00F27E41">
      <w:pPr>
        <w:pStyle w:val="Heading4"/>
      </w:pPr>
      <w:proofErr w:type="spellStart"/>
      <w:r w:rsidRPr="000A2F18">
        <w:t>getParemeter</w:t>
      </w:r>
      <w:proofErr w:type="spellEnd"/>
      <w:r w:rsidR="00772A43">
        <w:t>()</w:t>
      </w:r>
      <w:r w:rsidRPr="000A2F18">
        <w:t xml:space="preserve"> and </w:t>
      </w:r>
      <w:proofErr w:type="spellStart"/>
      <w:r w:rsidRPr="000A2F18">
        <w:t>setParameter</w:t>
      </w:r>
      <w:proofErr w:type="spellEnd"/>
      <w:r w:rsidR="00772A43">
        <w:t>()</w:t>
      </w:r>
    </w:p>
    <w:p w14:paraId="1DCAC6EB" w14:textId="6A21ADF7" w:rsidR="00A7071B" w:rsidRPr="000A2F18" w:rsidRDefault="00A7071B" w:rsidP="00A7071B">
      <w:pPr>
        <w:pStyle w:val="Heading5"/>
      </w:pPr>
      <w:r w:rsidRPr="000A2F18">
        <w:t>Declaration</w:t>
      </w:r>
    </w:p>
    <w:p w14:paraId="63336C7D" w14:textId="7C3776AE" w:rsidR="00A7071B" w:rsidRDefault="004077FC" w:rsidP="00A34C8C">
      <w:r>
        <w:rPr>
          <w:lang w:eastAsia="ja-JP"/>
        </w:rPr>
        <w:fldChar w:fldCharType="begin"/>
      </w:r>
      <w:r>
        <w:rPr>
          <w:lang w:eastAsia="ja-JP"/>
        </w:rPr>
        <w:instrText xml:space="preserve"> REF _Ref77849381 \h </w:instrText>
      </w:r>
      <w:r>
        <w:rPr>
          <w:lang w:eastAsia="ja-JP"/>
        </w:rPr>
      </w:r>
      <w:r>
        <w:rPr>
          <w:lang w:eastAsia="ja-JP"/>
        </w:rPr>
        <w:fldChar w:fldCharType="separate"/>
      </w:r>
      <w:r w:rsidR="00634738">
        <w:t xml:space="preserve">Table </w:t>
      </w:r>
      <w:r w:rsidR="00634738">
        <w:rPr>
          <w:noProof/>
        </w:rPr>
        <w:t>4</w:t>
      </w:r>
      <w:r>
        <w:rPr>
          <w:lang w:eastAsia="ja-JP"/>
        </w:rPr>
        <w:fldChar w:fldCharType="end"/>
      </w:r>
      <w:r>
        <w:rPr>
          <w:lang w:eastAsia="ja-JP"/>
        </w:rPr>
        <w:t xml:space="preserve"> reproduces the IDL declarations of the </w:t>
      </w:r>
      <w:proofErr w:type="spellStart"/>
      <w:r>
        <w:rPr>
          <w:rFonts w:ascii="Courier New" w:hAnsi="Courier New" w:cs="Courier New"/>
          <w:sz w:val="20"/>
          <w:szCs w:val="20"/>
          <w:lang w:eastAsia="ja-JP"/>
        </w:rPr>
        <w:t>getP</w:t>
      </w:r>
      <w:r w:rsidR="00BF3F07">
        <w:rPr>
          <w:rFonts w:ascii="Courier New" w:hAnsi="Courier New" w:cs="Courier New"/>
          <w:sz w:val="20"/>
          <w:szCs w:val="20"/>
          <w:lang w:eastAsia="ja-JP"/>
        </w:rPr>
        <w:t>a</w:t>
      </w:r>
      <w:r>
        <w:rPr>
          <w:rFonts w:ascii="Courier New" w:hAnsi="Courier New" w:cs="Courier New"/>
          <w:sz w:val="20"/>
          <w:szCs w:val="20"/>
          <w:lang w:eastAsia="ja-JP"/>
        </w:rPr>
        <w:t>r</w:t>
      </w:r>
      <w:r w:rsidR="00BF3F07">
        <w:rPr>
          <w:rFonts w:ascii="Courier New" w:hAnsi="Courier New" w:cs="Courier New"/>
          <w:sz w:val="20"/>
          <w:szCs w:val="20"/>
          <w:lang w:eastAsia="ja-JP"/>
        </w:rPr>
        <w:t>a</w:t>
      </w:r>
      <w:r>
        <w:rPr>
          <w:rFonts w:ascii="Courier New" w:hAnsi="Courier New" w:cs="Courier New"/>
          <w:sz w:val="20"/>
          <w:szCs w:val="20"/>
          <w:lang w:eastAsia="ja-JP"/>
        </w:rPr>
        <w:t>meter</w:t>
      </w:r>
      <w:proofErr w:type="spellEnd"/>
      <w:r>
        <w:rPr>
          <w:rFonts w:ascii="Courier New" w:hAnsi="Courier New" w:cs="Courier New"/>
          <w:sz w:val="20"/>
          <w:szCs w:val="20"/>
          <w:lang w:eastAsia="ja-JP"/>
        </w:rPr>
        <w:t>()</w:t>
      </w:r>
      <w:r w:rsidRPr="00A34C8C">
        <w:t xml:space="preserve"> and </w:t>
      </w:r>
      <w:proofErr w:type="spellStart"/>
      <w:r>
        <w:rPr>
          <w:rFonts w:ascii="Courier New" w:hAnsi="Courier New" w:cs="Courier New"/>
          <w:sz w:val="20"/>
          <w:szCs w:val="20"/>
          <w:lang w:eastAsia="ja-JP"/>
        </w:rPr>
        <w:t>setParemeter</w:t>
      </w:r>
      <w:proofErr w:type="spellEnd"/>
      <w:r>
        <w:rPr>
          <w:rFonts w:ascii="Courier New" w:hAnsi="Courier New" w:cs="Courier New"/>
          <w:sz w:val="20"/>
          <w:szCs w:val="20"/>
          <w:lang w:eastAsia="ja-JP"/>
        </w:rPr>
        <w:t>()</w:t>
      </w:r>
      <w:r>
        <w:rPr>
          <w:lang w:eastAsia="ja-JP"/>
        </w:rPr>
        <w:t xml:space="preserve"> operations</w:t>
      </w:r>
      <w:r w:rsidR="00BF3F07">
        <w:rPr>
          <w:lang w:eastAsia="ja-JP"/>
        </w:rPr>
        <w:t xml:space="preserve"> as well as </w:t>
      </w:r>
      <w:r>
        <w:rPr>
          <w:lang w:eastAsia="ja-JP"/>
        </w:rPr>
        <w:t xml:space="preserve">the associated </w:t>
      </w:r>
      <w:proofErr w:type="spellStart"/>
      <w:r w:rsidRPr="009063C5">
        <w:rPr>
          <w:rFonts w:ascii="Courier New" w:hAnsi="Courier New" w:cs="Courier New"/>
          <w:sz w:val="20"/>
          <w:szCs w:val="20"/>
          <w:lang w:eastAsia="ja-JP"/>
        </w:rPr>
        <w:t>Error</w:t>
      </w:r>
      <w:r>
        <w:rPr>
          <w:rFonts w:ascii="Courier New" w:hAnsi="Courier New" w:cs="Courier New"/>
          <w:sz w:val="20"/>
          <w:szCs w:val="20"/>
          <w:lang w:eastAsia="ja-JP"/>
        </w:rPr>
        <w:t>Parameter</w:t>
      </w:r>
      <w:proofErr w:type="spellEnd"/>
      <w:r>
        <w:rPr>
          <w:lang w:eastAsia="ja-JP"/>
        </w:rPr>
        <w:t xml:space="preserve"> exception</w:t>
      </w:r>
      <w:r w:rsidR="00D86D29">
        <w:rPr>
          <w:lang w:eastAsia="ja-JP"/>
        </w:rPr>
        <w:t xml:space="preserve"> and </w:t>
      </w:r>
      <w:r w:rsidR="006E7FCD">
        <w:rPr>
          <w:lang w:eastAsia="ja-JP"/>
        </w:rPr>
        <w:t xml:space="preserve">the </w:t>
      </w:r>
      <w:proofErr w:type="spellStart"/>
      <w:r w:rsidR="00D86D29" w:rsidRPr="00A34C8C">
        <w:rPr>
          <w:rFonts w:ascii="Courier New" w:hAnsi="Courier New" w:cs="Courier New"/>
          <w:sz w:val="20"/>
          <w:szCs w:val="20"/>
          <w:lang w:eastAsia="ja-JP"/>
        </w:rPr>
        <w:t>ExtParameters</w:t>
      </w:r>
      <w:proofErr w:type="spellEnd"/>
      <w:r w:rsidR="006E7FCD" w:rsidRPr="00A34C8C">
        <w:t xml:space="preserve"> enumeration</w:t>
      </w:r>
      <w:r>
        <w:t>.</w:t>
      </w:r>
    </w:p>
    <w:p w14:paraId="5B9A55CF" w14:textId="21361C21" w:rsidR="007B7394" w:rsidRDefault="007B7394" w:rsidP="00A34C8C">
      <w:pPr>
        <w:pStyle w:val="Caption"/>
        <w:keepNext/>
      </w:pPr>
      <w:bookmarkStart w:id="221" w:name="_Ref77849381"/>
      <w:r>
        <w:t xml:space="preserve">Table </w:t>
      </w:r>
      <w:r>
        <w:fldChar w:fldCharType="begin"/>
      </w:r>
      <w:r>
        <w:instrText xml:space="preserve"> SEQ Table \* ARABIC </w:instrText>
      </w:r>
      <w:r>
        <w:fldChar w:fldCharType="separate"/>
      </w:r>
      <w:r w:rsidR="00634738">
        <w:rPr>
          <w:noProof/>
        </w:rPr>
        <w:t>4</w:t>
      </w:r>
      <w:r>
        <w:fldChar w:fldCharType="end"/>
      </w:r>
      <w:bookmarkEnd w:id="221"/>
      <w:r>
        <w:t xml:space="preserve"> — </w:t>
      </w:r>
      <w:r w:rsidRPr="0056331E">
        <w:t xml:space="preserve">IDL declarations of </w:t>
      </w:r>
      <w:proofErr w:type="spellStart"/>
      <w:r w:rsidR="004077FC" w:rsidRPr="00A34C8C">
        <w:rPr>
          <w:rFonts w:ascii="Courier New" w:hAnsi="Courier New" w:cs="Courier New"/>
          <w:sz w:val="20"/>
          <w:szCs w:val="20"/>
        </w:rPr>
        <w:t>getParameter</w:t>
      </w:r>
      <w:proofErr w:type="spellEnd"/>
      <w:r w:rsidRPr="00A34C8C">
        <w:rPr>
          <w:rFonts w:ascii="Courier New" w:hAnsi="Courier New" w:cs="Courier New"/>
          <w:sz w:val="20"/>
          <w:szCs w:val="20"/>
        </w:rPr>
        <w:t>()</w:t>
      </w:r>
      <w:r w:rsidRPr="0056331E">
        <w:t xml:space="preserve">, </w:t>
      </w:r>
      <w:proofErr w:type="spellStart"/>
      <w:r w:rsidR="004077FC" w:rsidRPr="00A34C8C">
        <w:rPr>
          <w:rFonts w:ascii="Courier New" w:hAnsi="Courier New" w:cs="Courier New"/>
          <w:sz w:val="20"/>
          <w:szCs w:val="20"/>
        </w:rPr>
        <w:t>setParameter</w:t>
      </w:r>
      <w:proofErr w:type="spellEnd"/>
      <w:r w:rsidR="004077FC">
        <w:rPr>
          <w:rFonts w:ascii="Courier New" w:hAnsi="Courier New" w:cs="Courier New"/>
          <w:sz w:val="20"/>
          <w:szCs w:val="20"/>
        </w:rPr>
        <w:t>()</w:t>
      </w:r>
      <w:r w:rsidR="004077FC">
        <w:t xml:space="preserve"> and</w:t>
      </w:r>
      <w:r w:rsidRPr="0056331E">
        <w:t xml:space="preserve"> </w:t>
      </w:r>
      <w:proofErr w:type="spellStart"/>
      <w:r w:rsidR="004077FC" w:rsidRPr="00A34C8C">
        <w:rPr>
          <w:rFonts w:ascii="Courier New" w:hAnsi="Courier New" w:cs="Courier New"/>
          <w:sz w:val="20"/>
          <w:szCs w:val="20"/>
        </w:rPr>
        <w:t>ErrorParameter</w:t>
      </w:r>
      <w:proofErr w:type="spellEnd"/>
      <w:r w:rsidR="007E2708" w:rsidRPr="00A34C8C">
        <w:t xml:space="preserve"> and </w:t>
      </w:r>
      <w:proofErr w:type="spellStart"/>
      <w:r w:rsidR="007E2708">
        <w:rPr>
          <w:rFonts w:ascii="Courier New" w:hAnsi="Courier New" w:cs="Courier New"/>
          <w:sz w:val="20"/>
          <w:szCs w:val="20"/>
        </w:rPr>
        <w:t>ExtParameters</w:t>
      </w:r>
      <w:proofErr w:type="spellEnd"/>
    </w:p>
    <w:tbl>
      <w:tblPr>
        <w:tblStyle w:val="TableGrid"/>
        <w:tblW w:w="0" w:type="auto"/>
        <w:tblLook w:val="04A0" w:firstRow="1" w:lastRow="0" w:firstColumn="1" w:lastColumn="0" w:noHBand="0" w:noVBand="1"/>
      </w:tblPr>
      <w:tblGrid>
        <w:gridCol w:w="9742"/>
      </w:tblGrid>
      <w:tr w:rsidR="00BF7B36" w14:paraId="6537DF5C" w14:textId="77777777" w:rsidTr="00BF7B36">
        <w:trPr>
          <w:cnfStyle w:val="100000000000" w:firstRow="1" w:lastRow="0" w:firstColumn="0" w:lastColumn="0" w:oddVBand="0" w:evenVBand="0" w:oddHBand="0" w:evenHBand="0" w:firstRowFirstColumn="0" w:firstRowLastColumn="0" w:lastRowFirstColumn="0" w:lastRowLastColumn="0"/>
        </w:trPr>
        <w:tc>
          <w:tcPr>
            <w:tcW w:w="9742" w:type="dxa"/>
          </w:tcPr>
          <w:p w14:paraId="03C746B5" w14:textId="54792E60" w:rsidR="00BF3F07" w:rsidRPr="009063C5" w:rsidRDefault="00BF3F07" w:rsidP="00BF3F07">
            <w:pPr>
              <w:pStyle w:val="Code"/>
              <w:rPr>
                <w:b w:val="0"/>
                <w:bCs/>
                <w:lang w:val="en-NL" w:eastAsia="zh-CN"/>
              </w:rPr>
            </w:pPr>
            <w:r w:rsidRPr="009063C5">
              <w:rPr>
                <w:b w:val="0"/>
                <w:bCs/>
                <w:lang w:val="en-NL" w:eastAsia="zh-CN"/>
              </w:rPr>
              <w:t xml:space="preserve">    </w:t>
            </w:r>
            <w:r w:rsidRPr="009063C5">
              <w:rPr>
                <w:b w:val="0"/>
                <w:bCs/>
                <w:color w:val="00B050"/>
                <w:lang w:val="en-NL" w:eastAsia="zh-CN"/>
              </w:rPr>
              <w:t>enum</w:t>
            </w:r>
            <w:r w:rsidRPr="009063C5">
              <w:rPr>
                <w:b w:val="0"/>
                <w:bCs/>
                <w:lang w:val="en-NL" w:eastAsia="zh-CN"/>
              </w:rPr>
              <w:t xml:space="preserve"> </w:t>
            </w:r>
            <w:r w:rsidRPr="009063C5">
              <w:rPr>
                <w:b w:val="0"/>
                <w:bCs/>
                <w:color w:val="0000FF"/>
                <w:lang w:val="en-NL" w:eastAsia="zh-CN"/>
              </w:rPr>
              <w:t>ExtParameters</w:t>
            </w:r>
            <w:r w:rsidRPr="009063C5">
              <w:rPr>
                <w:b w:val="0"/>
                <w:bCs/>
                <w:lang w:val="en-NL" w:eastAsia="zh-CN"/>
              </w:rPr>
              <w:t xml:space="preserve"> {</w:t>
            </w:r>
          </w:p>
          <w:p w14:paraId="0EF03817" w14:textId="77777777" w:rsidR="00BF3F07" w:rsidRPr="009063C5" w:rsidRDefault="00BF3F07" w:rsidP="00BF3F07">
            <w:pPr>
              <w:pStyle w:val="Code"/>
              <w:rPr>
                <w:b w:val="0"/>
                <w:bCs/>
                <w:lang w:val="en-NL" w:eastAsia="zh-CN"/>
              </w:rPr>
            </w:pPr>
            <w:r w:rsidRPr="009063C5">
              <w:rPr>
                <w:b w:val="0"/>
                <w:bCs/>
                <w:lang w:val="en-NL" w:eastAsia="zh-CN"/>
              </w:rPr>
              <w:t xml:space="preserve">        PARAM_SUBFRAME_OUTPUT,</w:t>
            </w:r>
          </w:p>
          <w:p w14:paraId="30A495E2" w14:textId="77777777" w:rsidR="00BF3F07" w:rsidRPr="009063C5" w:rsidRDefault="00BF3F07" w:rsidP="00BF3F07">
            <w:pPr>
              <w:pStyle w:val="Code"/>
              <w:rPr>
                <w:b w:val="0"/>
                <w:bCs/>
                <w:lang w:val="en-NL" w:eastAsia="zh-CN"/>
              </w:rPr>
            </w:pPr>
            <w:r w:rsidRPr="009063C5">
              <w:rPr>
                <w:b w:val="0"/>
                <w:bCs/>
                <w:lang w:val="en-NL" w:eastAsia="zh-CN"/>
              </w:rPr>
              <w:t xml:space="preserve">        PARAM_METADATA_CALLBACK,</w:t>
            </w:r>
          </w:p>
          <w:p w14:paraId="3516DC8A" w14:textId="77777777" w:rsidR="00BF3F07" w:rsidRPr="009063C5" w:rsidRDefault="00BF3F07" w:rsidP="00BF3F07">
            <w:pPr>
              <w:pStyle w:val="Code"/>
              <w:rPr>
                <w:b w:val="0"/>
                <w:bCs/>
                <w:lang w:val="en-NL" w:eastAsia="zh-CN"/>
              </w:rPr>
            </w:pPr>
            <w:r w:rsidRPr="009063C5">
              <w:rPr>
                <w:b w:val="0"/>
                <w:bCs/>
                <w:lang w:val="en-NL" w:eastAsia="zh-CN"/>
              </w:rPr>
              <w:t xml:space="preserve">        PARAM_OUTPUT_CROP,</w:t>
            </w:r>
          </w:p>
          <w:p w14:paraId="49176104" w14:textId="77777777" w:rsidR="00BF3F07" w:rsidRPr="009063C5" w:rsidRDefault="00BF3F07" w:rsidP="00BF3F07">
            <w:pPr>
              <w:pStyle w:val="Code"/>
              <w:rPr>
                <w:b w:val="0"/>
                <w:bCs/>
                <w:lang w:val="en-NL" w:eastAsia="zh-CN"/>
              </w:rPr>
            </w:pPr>
            <w:r w:rsidRPr="009063C5">
              <w:rPr>
                <w:b w:val="0"/>
                <w:bCs/>
                <w:lang w:val="en-NL" w:eastAsia="zh-CN"/>
              </w:rPr>
              <w:t xml:space="preserve">        PARAM_MAX_OFFTIME_JITTER</w:t>
            </w:r>
          </w:p>
          <w:p w14:paraId="20F1A9DA" w14:textId="77777777" w:rsidR="00BF3F07" w:rsidRPr="009063C5" w:rsidRDefault="00BF3F07" w:rsidP="00BF3F07">
            <w:pPr>
              <w:pStyle w:val="Code"/>
              <w:rPr>
                <w:b w:val="0"/>
                <w:bCs/>
                <w:lang w:val="en-NL" w:eastAsia="zh-CN"/>
              </w:rPr>
            </w:pPr>
            <w:r w:rsidRPr="009063C5">
              <w:rPr>
                <w:b w:val="0"/>
                <w:bCs/>
                <w:lang w:val="en-NL" w:eastAsia="zh-CN"/>
              </w:rPr>
              <w:t xml:space="preserve">    };</w:t>
            </w:r>
          </w:p>
          <w:p w14:paraId="45DB38BE" w14:textId="720DCA0A" w:rsidR="00BF3F07" w:rsidRDefault="00BF3F07" w:rsidP="00BF7B36">
            <w:pPr>
              <w:pStyle w:val="Code"/>
              <w:rPr>
                <w:bCs/>
                <w:lang w:val="en-NL" w:eastAsia="zh-CN"/>
              </w:rPr>
            </w:pPr>
          </w:p>
          <w:p w14:paraId="68B3B2DC" w14:textId="3680BC5F" w:rsidR="00BF7B36" w:rsidRPr="009063C5" w:rsidRDefault="00BF3F07" w:rsidP="00BF7B36">
            <w:pPr>
              <w:pStyle w:val="Code"/>
              <w:rPr>
                <w:b w:val="0"/>
                <w:bCs/>
                <w:lang w:val="en-NL" w:eastAsia="zh-CN"/>
              </w:rPr>
            </w:pPr>
            <w:r>
              <w:rPr>
                <w:b w:val="0"/>
                <w:bCs/>
                <w:color w:val="0000FF"/>
                <w:lang w:eastAsia="zh-CN"/>
              </w:rPr>
              <w:t xml:space="preserve">    </w:t>
            </w:r>
            <w:r w:rsidR="00BF7B36" w:rsidRPr="009063C5">
              <w:rPr>
                <w:b w:val="0"/>
                <w:bCs/>
                <w:color w:val="0000FF"/>
                <w:lang w:val="en-NL" w:eastAsia="zh-CN"/>
              </w:rPr>
              <w:t>any</w:t>
            </w:r>
            <w:r w:rsidR="00BF7B36" w:rsidRPr="009063C5">
              <w:rPr>
                <w:b w:val="0"/>
                <w:bCs/>
                <w:lang w:val="en-NL" w:eastAsia="zh-CN"/>
              </w:rPr>
              <w:t xml:space="preserve"> getParameter (</w:t>
            </w:r>
          </w:p>
          <w:p w14:paraId="50E1929D"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instance_id,</w:t>
            </w:r>
          </w:p>
          <w:p w14:paraId="78C27210"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ExtParameters</w:t>
            </w:r>
            <w:r w:rsidRPr="009063C5">
              <w:rPr>
                <w:b w:val="0"/>
                <w:bCs/>
                <w:lang w:val="en-NL" w:eastAsia="zh-CN"/>
              </w:rPr>
              <w:t xml:space="preserve"> ext_parameters,</w:t>
            </w:r>
          </w:p>
          <w:p w14:paraId="569ED8A1"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out</w:t>
            </w:r>
            <w:r w:rsidRPr="009063C5">
              <w:rPr>
                <w:b w:val="0"/>
                <w:bCs/>
                <w:lang w:val="en-NL" w:eastAsia="zh-CN"/>
              </w:rPr>
              <w:t xml:space="preserve"> </w:t>
            </w:r>
            <w:r w:rsidRPr="009063C5">
              <w:rPr>
                <w:b w:val="0"/>
                <w:bCs/>
                <w:color w:val="0000FF"/>
                <w:lang w:val="en-NL" w:eastAsia="zh-CN"/>
              </w:rPr>
              <w:t>any</w:t>
            </w:r>
            <w:r w:rsidRPr="009063C5">
              <w:rPr>
                <w:b w:val="0"/>
                <w:bCs/>
                <w:lang w:val="en-NL" w:eastAsia="zh-CN"/>
              </w:rPr>
              <w:t xml:space="preserve"> parameter</w:t>
            </w:r>
          </w:p>
          <w:p w14:paraId="26E98C67" w14:textId="77777777" w:rsidR="00BF7B36" w:rsidRPr="009063C5" w:rsidRDefault="00BF7B36" w:rsidP="00BF7B36">
            <w:pPr>
              <w:pStyle w:val="Code"/>
              <w:rPr>
                <w:b w:val="0"/>
                <w:bCs/>
                <w:lang w:val="en-NL" w:eastAsia="zh-CN"/>
              </w:rPr>
            </w:pPr>
            <w:r w:rsidRPr="009063C5">
              <w:rPr>
                <w:b w:val="0"/>
                <w:bCs/>
                <w:lang w:val="en-NL" w:eastAsia="zh-CN"/>
              </w:rPr>
              <w:t xml:space="preserve">    );</w:t>
            </w:r>
          </w:p>
          <w:p w14:paraId="68BC252E" w14:textId="77777777" w:rsidR="00BF7B36" w:rsidRPr="009063C5" w:rsidRDefault="00BF7B36" w:rsidP="00BF7B36">
            <w:pPr>
              <w:pStyle w:val="Code"/>
              <w:rPr>
                <w:b w:val="0"/>
                <w:bCs/>
                <w:lang w:val="en-NL" w:eastAsia="zh-CN"/>
              </w:rPr>
            </w:pPr>
          </w:p>
          <w:p w14:paraId="14EB46C8"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0000FF"/>
                <w:lang w:val="en-NL" w:eastAsia="zh-CN"/>
              </w:rPr>
              <w:t>boolean</w:t>
            </w:r>
            <w:r w:rsidRPr="009063C5">
              <w:rPr>
                <w:b w:val="0"/>
                <w:bCs/>
                <w:lang w:val="en-NL" w:eastAsia="zh-CN"/>
              </w:rPr>
              <w:t xml:space="preserve"> setParameter (</w:t>
            </w:r>
          </w:p>
          <w:p w14:paraId="21071DCE"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unsigned</w:t>
            </w:r>
            <w:r w:rsidRPr="009063C5">
              <w:rPr>
                <w:b w:val="0"/>
                <w:bCs/>
                <w:lang w:val="en-NL" w:eastAsia="zh-CN"/>
              </w:rPr>
              <w:t xml:space="preserve"> </w:t>
            </w:r>
            <w:r w:rsidRPr="009063C5">
              <w:rPr>
                <w:b w:val="0"/>
                <w:bCs/>
                <w:color w:val="0000FF"/>
                <w:lang w:val="en-NL" w:eastAsia="zh-CN"/>
              </w:rPr>
              <w:t>long</w:t>
            </w:r>
            <w:r w:rsidRPr="009063C5">
              <w:rPr>
                <w:b w:val="0"/>
                <w:bCs/>
                <w:lang w:val="en-NL" w:eastAsia="zh-CN"/>
              </w:rPr>
              <w:t xml:space="preserve"> instance_id,</w:t>
            </w:r>
          </w:p>
          <w:p w14:paraId="290F35B0"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ExtParameters</w:t>
            </w:r>
            <w:r w:rsidRPr="009063C5">
              <w:rPr>
                <w:b w:val="0"/>
                <w:bCs/>
                <w:lang w:val="en-NL" w:eastAsia="zh-CN"/>
              </w:rPr>
              <w:t xml:space="preserve"> ext_parameters,</w:t>
            </w:r>
          </w:p>
          <w:p w14:paraId="478B7036" w14:textId="77777777" w:rsidR="00BF7B36" w:rsidRPr="009063C5" w:rsidRDefault="00BF7B36" w:rsidP="00BF7B36">
            <w:pPr>
              <w:pStyle w:val="Code"/>
              <w:rPr>
                <w:b w:val="0"/>
                <w:bCs/>
                <w:lang w:val="en-NL" w:eastAsia="zh-CN"/>
              </w:rPr>
            </w:pPr>
            <w:r w:rsidRPr="009063C5">
              <w:rPr>
                <w:b w:val="0"/>
                <w:bCs/>
                <w:lang w:val="en-NL" w:eastAsia="zh-CN"/>
              </w:rPr>
              <w:t xml:space="preserve">        </w:t>
            </w:r>
            <w:r w:rsidRPr="009063C5">
              <w:rPr>
                <w:b w:val="0"/>
                <w:bCs/>
                <w:color w:val="7030A0"/>
                <w:lang w:val="en-NL" w:eastAsia="zh-CN"/>
              </w:rPr>
              <w:t>in</w:t>
            </w:r>
            <w:r w:rsidRPr="009063C5">
              <w:rPr>
                <w:b w:val="0"/>
                <w:bCs/>
                <w:lang w:val="en-NL" w:eastAsia="zh-CN"/>
              </w:rPr>
              <w:t xml:space="preserve"> </w:t>
            </w:r>
            <w:r w:rsidRPr="009063C5">
              <w:rPr>
                <w:b w:val="0"/>
                <w:bCs/>
                <w:color w:val="0000FF"/>
                <w:lang w:val="en-NL" w:eastAsia="zh-CN"/>
              </w:rPr>
              <w:t>any</w:t>
            </w:r>
            <w:r w:rsidRPr="009063C5">
              <w:rPr>
                <w:b w:val="0"/>
                <w:bCs/>
                <w:lang w:val="en-NL" w:eastAsia="zh-CN"/>
              </w:rPr>
              <w:t xml:space="preserve"> parameter</w:t>
            </w:r>
          </w:p>
          <w:p w14:paraId="1BCEBD10" w14:textId="6562FD22" w:rsidR="00BF7B36" w:rsidRPr="00A34C8C" w:rsidRDefault="00BF7B36" w:rsidP="00893D8B">
            <w:pPr>
              <w:pStyle w:val="Code"/>
              <w:rPr>
                <w:b w:val="0"/>
                <w:bCs/>
                <w:lang w:val="en-NL" w:eastAsia="zh-CN"/>
              </w:rPr>
            </w:pPr>
            <w:r w:rsidRPr="009063C5">
              <w:rPr>
                <w:b w:val="0"/>
                <w:bCs/>
                <w:lang w:val="en-NL" w:eastAsia="zh-CN"/>
              </w:rPr>
              <w:t xml:space="preserve">    ) </w:t>
            </w:r>
            <w:r w:rsidRPr="009063C5">
              <w:rPr>
                <w:b w:val="0"/>
                <w:bCs/>
                <w:color w:val="00B050"/>
                <w:lang w:val="en-NL" w:eastAsia="zh-CN"/>
              </w:rPr>
              <w:t>raises</w:t>
            </w:r>
            <w:r w:rsidRPr="009063C5">
              <w:rPr>
                <w:b w:val="0"/>
                <w:bCs/>
                <w:lang w:val="en-NL" w:eastAsia="zh-CN"/>
              </w:rPr>
              <w:t>(</w:t>
            </w:r>
            <w:r w:rsidRPr="009063C5">
              <w:rPr>
                <w:b w:val="0"/>
                <w:bCs/>
                <w:color w:val="0000FF"/>
                <w:lang w:val="en-NL" w:eastAsia="zh-CN"/>
              </w:rPr>
              <w:t>ErrorParameter</w:t>
            </w:r>
            <w:r w:rsidRPr="009063C5">
              <w:rPr>
                <w:b w:val="0"/>
                <w:bCs/>
                <w:lang w:val="en-NL" w:eastAsia="zh-CN"/>
              </w:rPr>
              <w:t>);</w:t>
            </w:r>
          </w:p>
        </w:tc>
      </w:tr>
    </w:tbl>
    <w:p w14:paraId="77D2CB80" w14:textId="77777777" w:rsidR="00BF7B36" w:rsidRPr="000A2F18" w:rsidRDefault="00BF7B36" w:rsidP="00893D8B">
      <w:pPr>
        <w:pStyle w:val="Code"/>
      </w:pPr>
    </w:p>
    <w:p w14:paraId="3AEF0FB7" w14:textId="4EA7FE12" w:rsidR="00A7071B" w:rsidRPr="000A2F18" w:rsidRDefault="00A7071B" w:rsidP="00F27E41">
      <w:pPr>
        <w:pStyle w:val="Heading5"/>
      </w:pPr>
      <w:r w:rsidRPr="000A2F18">
        <w:t>Definition</w:t>
      </w:r>
    </w:p>
    <w:p w14:paraId="77B73B36" w14:textId="13E672E9" w:rsidR="00A7071B" w:rsidRPr="000A2F18" w:rsidRDefault="00A7071B" w:rsidP="00A7071B">
      <w:r w:rsidRPr="000A2F18">
        <w:t xml:space="preserve">The </w:t>
      </w:r>
      <w:proofErr w:type="spellStart"/>
      <w:r w:rsidR="00D4469E" w:rsidRPr="00A34C8C">
        <w:rPr>
          <w:rFonts w:ascii="Courier New" w:hAnsi="Courier New" w:cs="Courier New"/>
          <w:sz w:val="20"/>
          <w:szCs w:val="20"/>
        </w:rPr>
        <w:t>ge</w:t>
      </w:r>
      <w:r w:rsidRPr="00A34C8C">
        <w:rPr>
          <w:rFonts w:ascii="Courier New" w:hAnsi="Courier New" w:cs="Courier New"/>
          <w:sz w:val="20"/>
          <w:szCs w:val="20"/>
        </w:rPr>
        <w:t>tParameter</w:t>
      </w:r>
      <w:proofErr w:type="spellEnd"/>
      <w:r w:rsidR="00D86D29" w:rsidRPr="00A34C8C">
        <w:rPr>
          <w:rFonts w:ascii="Courier New" w:hAnsi="Courier New" w:cs="Courier New"/>
          <w:sz w:val="20"/>
          <w:szCs w:val="20"/>
        </w:rPr>
        <w:t>()</w:t>
      </w:r>
      <w:r w:rsidRPr="000A2F18">
        <w:t xml:space="preserve"> and </w:t>
      </w:r>
      <w:proofErr w:type="spellStart"/>
      <w:r w:rsidR="00D4469E" w:rsidRPr="00A34C8C">
        <w:rPr>
          <w:rFonts w:ascii="Courier New" w:hAnsi="Courier New" w:cs="Courier New"/>
          <w:sz w:val="20"/>
          <w:szCs w:val="20"/>
        </w:rPr>
        <w:t>s</w:t>
      </w:r>
      <w:r w:rsidRPr="00A34C8C">
        <w:rPr>
          <w:rFonts w:ascii="Courier New" w:hAnsi="Courier New" w:cs="Courier New"/>
          <w:sz w:val="20"/>
          <w:szCs w:val="20"/>
        </w:rPr>
        <w:t>etParameter</w:t>
      </w:r>
      <w:proofErr w:type="spellEnd"/>
      <w:r w:rsidR="00D86D29" w:rsidRPr="00A34C8C">
        <w:rPr>
          <w:rFonts w:ascii="Courier New" w:hAnsi="Courier New" w:cs="Courier New"/>
          <w:sz w:val="20"/>
          <w:szCs w:val="20"/>
        </w:rPr>
        <w:t>()</w:t>
      </w:r>
      <w:r w:rsidRPr="000A2F18">
        <w:t xml:space="preserve"> functions </w:t>
      </w:r>
      <w:r w:rsidR="00DD74CD">
        <w:t xml:space="preserve">can receive </w:t>
      </w:r>
      <w:r w:rsidRPr="000A2F18">
        <w:t xml:space="preserve">the </w:t>
      </w:r>
      <w:r w:rsidR="00175534">
        <w:t>extended</w:t>
      </w:r>
      <w:r w:rsidRPr="000A2F18">
        <w:t xml:space="preserve"> parameters</w:t>
      </w:r>
      <w:r w:rsidR="00DD74CD">
        <w:t xml:space="preserve"> below.</w:t>
      </w:r>
    </w:p>
    <w:p w14:paraId="4B67919C" w14:textId="5C336736" w:rsidR="00A7071B" w:rsidRPr="000A2F18" w:rsidRDefault="00A7071B" w:rsidP="00A34C8C">
      <w:pPr>
        <w:tabs>
          <w:tab w:val="clear" w:pos="403"/>
        </w:tabs>
        <w:spacing w:after="0" w:line="240" w:lineRule="auto"/>
      </w:pPr>
      <w:r w:rsidRPr="00E015D6">
        <w:rPr>
          <w:rFonts w:ascii="Courier New" w:hAnsi="Courier New" w:cs="Courier New"/>
        </w:rPr>
        <w:t>PARAM_SUBFRAME_OUTPUT</w:t>
      </w:r>
      <w:r w:rsidR="00E015D6">
        <w:rPr>
          <w:rFonts w:ascii="Courier New" w:hAnsi="Courier New" w:cs="Courier New"/>
        </w:rPr>
        <w:t xml:space="preserve"> </w:t>
      </w:r>
      <w:r w:rsidRPr="000A2F18">
        <w:t>indicate</w:t>
      </w:r>
      <w:r w:rsidR="00E015D6">
        <w:t>s</w:t>
      </w:r>
      <w:r w:rsidRPr="000A2F18">
        <w:t xml:space="preserve"> </w:t>
      </w:r>
      <w:r w:rsidR="00E015D6">
        <w:t>whether</w:t>
      </w:r>
      <w:r w:rsidRPr="000A2F18">
        <w:t xml:space="preserve"> the output of subframes is required, desired, or not allowed. If it is not allowed, only complete decoded frames will be passed to the buffer.</w:t>
      </w:r>
    </w:p>
    <w:p w14:paraId="76BFA526" w14:textId="77777777" w:rsidR="00E015D6" w:rsidRDefault="00E015D6" w:rsidP="00E015D6">
      <w:pPr>
        <w:tabs>
          <w:tab w:val="clear" w:pos="403"/>
        </w:tabs>
        <w:spacing w:after="0" w:line="240" w:lineRule="auto"/>
        <w:rPr>
          <w:rFonts w:ascii="Courier New" w:hAnsi="Courier New" w:cs="Courier New"/>
        </w:rPr>
      </w:pPr>
    </w:p>
    <w:p w14:paraId="5F49E569" w14:textId="3D1D8F3B" w:rsidR="00A7071B" w:rsidRPr="000A2F18" w:rsidRDefault="00A7071B" w:rsidP="00A34C8C">
      <w:pPr>
        <w:tabs>
          <w:tab w:val="clear" w:pos="403"/>
        </w:tabs>
        <w:spacing w:after="0" w:line="240" w:lineRule="auto"/>
      </w:pPr>
      <w:r w:rsidRPr="00E015D6">
        <w:rPr>
          <w:rFonts w:ascii="Courier New" w:hAnsi="Courier New" w:cs="Courier New"/>
        </w:rPr>
        <w:t>PARAM_METADATA_CALLBACK</w:t>
      </w:r>
      <w:r w:rsidR="00E015D6">
        <w:rPr>
          <w:rFonts w:ascii="Courier New" w:hAnsi="Courier New" w:cs="Courier New"/>
        </w:rPr>
        <w:t xml:space="preserve"> </w:t>
      </w:r>
      <w:r w:rsidRPr="000A2F18">
        <w:t>set</w:t>
      </w:r>
      <w:r w:rsidR="00D82218">
        <w:t>s</w:t>
      </w:r>
      <w:r w:rsidRPr="000A2F18">
        <w:t xml:space="preserve"> a </w:t>
      </w:r>
      <w:proofErr w:type="spellStart"/>
      <w:r w:rsidRPr="000A2F18">
        <w:t>callback</w:t>
      </w:r>
      <w:proofErr w:type="spellEnd"/>
      <w:r w:rsidRPr="000A2F18">
        <w:t xml:space="preserve"> function for a specific metadata type. The list of supported metadata types is codec dependent and shall be defined for each codec independently.</w:t>
      </w:r>
    </w:p>
    <w:p w14:paraId="09C16A2B" w14:textId="77777777" w:rsidR="00E015D6" w:rsidRDefault="00E015D6" w:rsidP="00E015D6">
      <w:pPr>
        <w:tabs>
          <w:tab w:val="clear" w:pos="403"/>
        </w:tabs>
        <w:spacing w:after="0" w:line="240" w:lineRule="auto"/>
        <w:rPr>
          <w:rFonts w:ascii="Courier New" w:hAnsi="Courier New" w:cs="Courier New"/>
        </w:rPr>
      </w:pPr>
    </w:p>
    <w:p w14:paraId="54317167" w14:textId="1F562DDF" w:rsidR="00E015D6" w:rsidRDefault="00A7071B" w:rsidP="00E015D6">
      <w:pPr>
        <w:tabs>
          <w:tab w:val="clear" w:pos="403"/>
        </w:tabs>
        <w:spacing w:after="0" w:line="240" w:lineRule="auto"/>
        <w:rPr>
          <w:rFonts w:ascii="Courier New" w:hAnsi="Courier New" w:cs="Courier New"/>
        </w:rPr>
      </w:pPr>
      <w:r w:rsidRPr="00E015D6">
        <w:rPr>
          <w:rFonts w:ascii="Courier New" w:hAnsi="Courier New" w:cs="Courier New"/>
        </w:rPr>
        <w:t>PARAM_OUTPUT_CROP</w:t>
      </w:r>
      <w:r w:rsidR="00D82218">
        <w:rPr>
          <w:rFonts w:ascii="Courier New" w:hAnsi="Courier New" w:cs="Courier New"/>
        </w:rPr>
        <w:t xml:space="preserve"> </w:t>
      </w:r>
      <w:r w:rsidRPr="000A2F18">
        <w:t>indicate</w:t>
      </w:r>
      <w:r w:rsidR="00D82218">
        <w:t>s</w:t>
      </w:r>
      <w:r w:rsidRPr="000A2F18">
        <w:t xml:space="preserve"> that only part of the decoded frame is desired at the output. The decoder instance may use this information to intelligently reduce its decoding processing by discarding units that do not fall in the cropped output region whenever possible.</w:t>
      </w:r>
    </w:p>
    <w:p w14:paraId="11525513" w14:textId="77777777" w:rsidR="00E015D6" w:rsidRDefault="00E015D6" w:rsidP="00A34C8C">
      <w:pPr>
        <w:tabs>
          <w:tab w:val="clear" w:pos="403"/>
        </w:tabs>
        <w:spacing w:after="0" w:line="240" w:lineRule="auto"/>
      </w:pPr>
    </w:p>
    <w:p w14:paraId="0CE908AA" w14:textId="513D0886" w:rsidR="00E015D6" w:rsidRDefault="00354808" w:rsidP="00E015D6">
      <w:pPr>
        <w:rPr>
          <w:rFonts w:ascii="Courier New" w:hAnsi="Courier New" w:cs="Courier New"/>
        </w:rPr>
      </w:pPr>
      <w:r w:rsidRPr="00E015D6">
        <w:rPr>
          <w:rFonts w:ascii="Courier New" w:hAnsi="Courier New" w:cs="Courier New"/>
        </w:rPr>
        <w:t>PARAM_SUBPICTURE_OUTPUT</w:t>
      </w:r>
      <w:r w:rsidRPr="00354808">
        <w:t xml:space="preserve"> indicate</w:t>
      </w:r>
      <w:r w:rsidR="00D82218">
        <w:t>s</w:t>
      </w:r>
      <w:r w:rsidRPr="00354808">
        <w:t xml:space="preserve"> which sub-picture should be output by the decoder.</w:t>
      </w:r>
    </w:p>
    <w:p w14:paraId="3AF22D0E" w14:textId="2D7CEF65" w:rsidR="00A7071B" w:rsidRPr="000A2F18" w:rsidRDefault="00A7071B" w:rsidP="00A34C8C">
      <w:r w:rsidRPr="00E015D6">
        <w:rPr>
          <w:rFonts w:ascii="Courier New" w:hAnsi="Courier New" w:cs="Courier New"/>
        </w:rPr>
        <w:t>PARAM_MAX_OFFTIME_JITTER</w:t>
      </w:r>
      <w:r w:rsidR="00D82218">
        <w:rPr>
          <w:rFonts w:ascii="Courier New" w:hAnsi="Courier New" w:cs="Courier New"/>
        </w:rPr>
        <w:t xml:space="preserve"> </w:t>
      </w:r>
      <w:r w:rsidR="00D82218">
        <w:t>indicates</w:t>
      </w:r>
      <w:r w:rsidRPr="000A2F18">
        <w:t xml:space="preserve"> the maximum amount of time in microseconds between consecutive executions of the decoder instance. This parameter is relevant whenever the underlying hardware component is shared among multiple decoder instance, which requires context switching between the different decoder instances.</w:t>
      </w:r>
    </w:p>
    <w:p w14:paraId="64047015" w14:textId="27C5D80F" w:rsidR="00000045" w:rsidRPr="000A2F18" w:rsidRDefault="00000045" w:rsidP="00C41809">
      <w:pPr>
        <w:pStyle w:val="Heading2"/>
      </w:pPr>
      <w:bookmarkStart w:id="222" w:name="_Toc29899206"/>
      <w:bookmarkStart w:id="223" w:name="_Toc30062024"/>
      <w:bookmarkStart w:id="224" w:name="_Toc78533730"/>
      <w:bookmarkEnd w:id="222"/>
      <w:bookmarkEnd w:id="223"/>
      <w:r w:rsidRPr="000A2F18">
        <w:lastRenderedPageBreak/>
        <w:t xml:space="preserve">Examples of </w:t>
      </w:r>
      <w:r w:rsidR="00C41809" w:rsidRPr="000A2F18">
        <w:t>Video Decoding Engine instantiation</w:t>
      </w:r>
      <w:r w:rsidR="00687D99" w:rsidRPr="000A2F18">
        <w:t>s</w:t>
      </w:r>
      <w:bookmarkEnd w:id="224"/>
    </w:p>
    <w:p w14:paraId="61DF6AEB" w14:textId="69E339A0" w:rsidR="00A7405E" w:rsidRDefault="002F0998" w:rsidP="00A7405E">
      <w:pPr>
        <w:pStyle w:val="Heading3"/>
      </w:pPr>
      <w:bookmarkStart w:id="225" w:name="_Toc78533731"/>
      <w:r>
        <w:t>Mapping o</w:t>
      </w:r>
      <w:r w:rsidR="00753D12">
        <w:t>n</w:t>
      </w:r>
      <w:r>
        <w:t xml:space="preserve"> </w:t>
      </w:r>
      <w:r w:rsidR="00000045" w:rsidRPr="000A2F18">
        <w:t>OpenMAX</w:t>
      </w:r>
      <w:r w:rsidR="00AD4C61" w:rsidRPr="000A2F18">
        <w:t>™</w:t>
      </w:r>
      <w:r w:rsidR="007500E4">
        <w:t xml:space="preserve"> </w:t>
      </w:r>
      <w:r w:rsidR="007C4F8F" w:rsidRPr="007C4F8F">
        <w:t>Integration Layer</w:t>
      </w:r>
      <w:r w:rsidR="007C4F8F">
        <w:t xml:space="preserve"> (OpenMAX IL)</w:t>
      </w:r>
      <w:bookmarkEnd w:id="225"/>
    </w:p>
    <w:p w14:paraId="4D268EF5" w14:textId="14C1AAA2" w:rsidR="00D43B9D" w:rsidRPr="00326FE5" w:rsidRDefault="00D43B9D" w:rsidP="00661684">
      <w:pPr>
        <w:pStyle w:val="Heading4"/>
      </w:pPr>
      <w:r w:rsidRPr="000A2F18">
        <w:t>Overview</w:t>
      </w:r>
    </w:p>
    <w:p w14:paraId="09A4101C" w14:textId="4709D56E" w:rsidR="00D43B9D" w:rsidRDefault="00135ECB" w:rsidP="00A7405E">
      <w:pPr>
        <w:rPr>
          <w:lang w:eastAsia="ja-JP"/>
        </w:rPr>
      </w:pPr>
      <w:r>
        <w:rPr>
          <w:lang w:eastAsia="ja-JP"/>
        </w:rPr>
        <w:t xml:space="preserve">For more information on OpenMAX IL, </w:t>
      </w:r>
      <w:r w:rsidR="00F9245D">
        <w:rPr>
          <w:lang w:eastAsia="ja-JP"/>
        </w:rPr>
        <w:fldChar w:fldCharType="begin"/>
      </w:r>
      <w:r w:rsidR="00F9245D">
        <w:rPr>
          <w:lang w:eastAsia="ja-JP"/>
        </w:rPr>
        <w:instrText xml:space="preserve"> REF _Ref72846178 \r \h </w:instrText>
      </w:r>
      <w:r w:rsidR="00F9245D">
        <w:rPr>
          <w:lang w:eastAsia="ja-JP"/>
        </w:rPr>
      </w:r>
      <w:r w:rsidR="00F9245D">
        <w:rPr>
          <w:lang w:eastAsia="ja-JP"/>
        </w:rPr>
        <w:fldChar w:fldCharType="separate"/>
      </w:r>
      <w:r w:rsidR="00634738">
        <w:rPr>
          <w:lang w:eastAsia="ja-JP"/>
        </w:rPr>
        <w:t>Annex D</w:t>
      </w:r>
      <w:r w:rsidR="00F9245D">
        <w:rPr>
          <w:lang w:eastAsia="ja-JP"/>
        </w:rPr>
        <w:fldChar w:fldCharType="end"/>
      </w:r>
      <w:r w:rsidR="00F9245D">
        <w:rPr>
          <w:lang w:eastAsia="ja-JP"/>
        </w:rPr>
        <w:t xml:space="preserve"> provides a short description of the main functions</w:t>
      </w:r>
      <w:r w:rsidR="00872E5F">
        <w:rPr>
          <w:lang w:eastAsia="ja-JP"/>
        </w:rPr>
        <w:t xml:space="preserve"> of this API</w:t>
      </w:r>
      <w:r w:rsidR="00F9245D">
        <w:rPr>
          <w:lang w:eastAsia="ja-JP"/>
        </w:rPr>
        <w:t>.</w:t>
      </w:r>
    </w:p>
    <w:p w14:paraId="33199E6D" w14:textId="585BD711" w:rsidR="00D43B9D" w:rsidRDefault="00D43B9D" w:rsidP="00D43B9D">
      <w:pPr>
        <w:pStyle w:val="Heading4"/>
      </w:pPr>
      <w:r>
        <w:t>Mapping of VDI functions</w:t>
      </w:r>
    </w:p>
    <w:p w14:paraId="6F1CEB4B" w14:textId="212D79A0" w:rsidR="00D25F7D" w:rsidRDefault="00A7405E" w:rsidP="00661684">
      <w:pPr>
        <w:rPr>
          <w:lang w:eastAsia="ja-JP"/>
        </w:rPr>
      </w:pPr>
      <w:r w:rsidRPr="00A7405E">
        <w:rPr>
          <w:lang w:eastAsia="ja-JP"/>
        </w:rPr>
        <w:t xml:space="preserve">The function </w:t>
      </w:r>
      <w:r w:rsidR="000F260E">
        <w:rPr>
          <w:lang w:eastAsia="ja-JP"/>
        </w:rPr>
        <w:t xml:space="preserve">defined </w:t>
      </w:r>
      <w:r w:rsidR="008D6FBD">
        <w:rPr>
          <w:lang w:eastAsia="ja-JP"/>
        </w:rPr>
        <w:t xml:space="preserve">in Clause </w:t>
      </w:r>
      <w:r w:rsidR="007327D3">
        <w:rPr>
          <w:lang w:eastAsia="ja-JP"/>
        </w:rPr>
        <w:fldChar w:fldCharType="begin"/>
      </w:r>
      <w:r w:rsidR="007327D3">
        <w:rPr>
          <w:lang w:eastAsia="ja-JP"/>
        </w:rPr>
        <w:instrText xml:space="preserve"> REF _Ref72845791 \r \h </w:instrText>
      </w:r>
      <w:r w:rsidR="007327D3">
        <w:rPr>
          <w:lang w:eastAsia="ja-JP"/>
        </w:rPr>
      </w:r>
      <w:r w:rsidR="007327D3">
        <w:rPr>
          <w:lang w:eastAsia="ja-JP"/>
        </w:rPr>
        <w:fldChar w:fldCharType="separate"/>
      </w:r>
      <w:r w:rsidR="00634738">
        <w:rPr>
          <w:lang w:eastAsia="ja-JP"/>
        </w:rPr>
        <w:t>4.4</w:t>
      </w:r>
      <w:r w:rsidR="007327D3">
        <w:rPr>
          <w:lang w:eastAsia="ja-JP"/>
        </w:rPr>
        <w:fldChar w:fldCharType="end"/>
      </w:r>
      <w:r w:rsidR="007327D3">
        <w:rPr>
          <w:lang w:eastAsia="ja-JP"/>
        </w:rPr>
        <w:t xml:space="preserve"> </w:t>
      </w:r>
      <w:r w:rsidR="008D6FBD">
        <w:rPr>
          <w:lang w:eastAsia="ja-JP"/>
        </w:rPr>
        <w:t xml:space="preserve">are </w:t>
      </w:r>
      <w:r w:rsidRPr="00A7405E">
        <w:rPr>
          <w:lang w:eastAsia="ja-JP"/>
        </w:rPr>
        <w:t>map</w:t>
      </w:r>
      <w:r w:rsidR="008D6FBD">
        <w:rPr>
          <w:lang w:eastAsia="ja-JP"/>
        </w:rPr>
        <w:t>ped</w:t>
      </w:r>
      <w:r w:rsidRPr="00A7405E">
        <w:rPr>
          <w:lang w:eastAsia="ja-JP"/>
        </w:rPr>
        <w:t xml:space="preserve"> on</w:t>
      </w:r>
      <w:r w:rsidR="008D6FBD">
        <w:rPr>
          <w:lang w:eastAsia="ja-JP"/>
        </w:rPr>
        <w:t xml:space="preserve"> the</w:t>
      </w:r>
      <w:r w:rsidRPr="00A7405E">
        <w:rPr>
          <w:lang w:eastAsia="ja-JP"/>
        </w:rPr>
        <w:t xml:space="preserve"> </w:t>
      </w:r>
      <w:r w:rsidR="002332FC">
        <w:rPr>
          <w:lang w:eastAsia="ja-JP"/>
        </w:rPr>
        <w:t>OpenMAX</w:t>
      </w:r>
      <w:r w:rsidRPr="00A7405E">
        <w:rPr>
          <w:lang w:eastAsia="ja-JP"/>
        </w:rPr>
        <w:t xml:space="preserve"> IL interface </w:t>
      </w:r>
      <w:r w:rsidR="001B7BBC">
        <w:rPr>
          <w:lang w:eastAsia="ja-JP"/>
        </w:rPr>
        <w:t>by</w:t>
      </w:r>
      <w:r w:rsidR="000F260E">
        <w:rPr>
          <w:lang w:eastAsia="ja-JP"/>
        </w:rPr>
        <w:t xml:space="preserve"> using extension mechanism</w:t>
      </w:r>
      <w:r w:rsidR="00B42762">
        <w:rPr>
          <w:lang w:eastAsia="ja-JP"/>
        </w:rPr>
        <w:t xml:space="preserve"> defined by specification author</w:t>
      </w:r>
      <w:r w:rsidR="000F260E">
        <w:rPr>
          <w:lang w:eastAsia="ja-JP"/>
        </w:rPr>
        <w:t>.</w:t>
      </w:r>
      <w:r w:rsidR="007D0C0F">
        <w:rPr>
          <w:lang w:eastAsia="ja-JP"/>
        </w:rPr>
        <w:t xml:space="preserve"> This MPEG</w:t>
      </w:r>
      <w:r w:rsidR="006E7972">
        <w:rPr>
          <w:lang w:eastAsia="ja-JP"/>
        </w:rPr>
        <w:t xml:space="preserve"> VDI</w:t>
      </w:r>
      <w:r w:rsidR="007D0C0F">
        <w:rPr>
          <w:lang w:eastAsia="ja-JP"/>
        </w:rPr>
        <w:t xml:space="preserve"> extension </w:t>
      </w:r>
      <w:r w:rsidR="006E7972">
        <w:rPr>
          <w:lang w:eastAsia="ja-JP"/>
        </w:rPr>
        <w:t xml:space="preserve">for OpenMAX IL </w:t>
      </w:r>
      <w:r w:rsidR="00B42762">
        <w:rPr>
          <w:lang w:eastAsia="ja-JP"/>
        </w:rPr>
        <w:t xml:space="preserve">is </w:t>
      </w:r>
      <w:r w:rsidR="007564CA">
        <w:rPr>
          <w:lang w:eastAsia="ja-JP"/>
        </w:rPr>
        <w:t xml:space="preserve">formatted as a C header file and </w:t>
      </w:r>
      <w:r w:rsidR="007D0C0F">
        <w:rPr>
          <w:lang w:eastAsia="ja-JP"/>
        </w:rPr>
        <w:t xml:space="preserve">registered </w:t>
      </w:r>
      <w:r w:rsidR="00B02E4F">
        <w:rPr>
          <w:lang w:eastAsia="ja-JP"/>
        </w:rPr>
        <w:t>with the vendor name “MPEG”</w:t>
      </w:r>
      <w:r w:rsidR="007564CA">
        <w:rPr>
          <w:lang w:eastAsia="ja-JP"/>
        </w:rPr>
        <w:t>.</w:t>
      </w:r>
    </w:p>
    <w:p w14:paraId="73B7127B" w14:textId="2B9406DC" w:rsidR="00FF7607" w:rsidRDefault="00FF7607" w:rsidP="00661684">
      <w:pPr>
        <w:rPr>
          <w:lang w:eastAsia="ja-JP"/>
        </w:rPr>
      </w:pPr>
      <w:r w:rsidRPr="00F2280B">
        <w:rPr>
          <w:highlight w:val="yellow"/>
          <w:lang w:eastAsia="ja-JP"/>
        </w:rPr>
        <w:t>[Editor’s note] MPEG prefix to be registered for OpenMAX IL.</w:t>
      </w:r>
    </w:p>
    <w:p w14:paraId="1B171C0D" w14:textId="6BDA88C4" w:rsidR="00A7405E" w:rsidRPr="00C513FA" w:rsidRDefault="001D072A" w:rsidP="00661684">
      <w:r>
        <w:rPr>
          <w:lang w:eastAsia="ja-JP"/>
        </w:rPr>
        <w:fldChar w:fldCharType="begin"/>
      </w:r>
      <w:r>
        <w:rPr>
          <w:lang w:eastAsia="ja-JP"/>
        </w:rPr>
        <w:instrText xml:space="preserve"> REF _Ref77856243 \r \h </w:instrText>
      </w:r>
      <w:r>
        <w:rPr>
          <w:lang w:eastAsia="ja-JP"/>
        </w:rPr>
      </w:r>
      <w:r>
        <w:rPr>
          <w:lang w:eastAsia="ja-JP"/>
        </w:rPr>
        <w:fldChar w:fldCharType="separate"/>
      </w:r>
      <w:r w:rsidR="00634738">
        <w:rPr>
          <w:lang w:eastAsia="ja-JP"/>
        </w:rPr>
        <w:t>Annex B</w:t>
      </w:r>
      <w:r>
        <w:rPr>
          <w:lang w:eastAsia="ja-JP"/>
        </w:rPr>
        <w:fldChar w:fldCharType="end"/>
      </w:r>
      <w:r>
        <w:rPr>
          <w:lang w:eastAsia="ja-JP"/>
        </w:rPr>
        <w:t xml:space="preserve"> </w:t>
      </w:r>
      <w:r w:rsidR="00E030C2">
        <w:rPr>
          <w:lang w:eastAsia="ja-JP"/>
        </w:rPr>
        <w:t>reproduces t</w:t>
      </w:r>
      <w:r w:rsidR="000F260E">
        <w:rPr>
          <w:lang w:eastAsia="ja-JP"/>
        </w:rPr>
        <w:t xml:space="preserve">he </w:t>
      </w:r>
      <w:r>
        <w:rPr>
          <w:lang w:eastAsia="ja-JP"/>
        </w:rPr>
        <w:t xml:space="preserve">MPEG VDI extension for OpenMAX Il </w:t>
      </w:r>
      <w:r w:rsidR="006F31C9">
        <w:rPr>
          <w:lang w:eastAsia="ja-JP"/>
        </w:rPr>
        <w:t xml:space="preserve">and provides information </w:t>
      </w:r>
      <w:r w:rsidR="007D0C0F">
        <w:rPr>
          <w:lang w:eastAsia="ja-JP"/>
        </w:rPr>
        <w:t>to access the electronic version</w:t>
      </w:r>
      <w:r w:rsidR="00D25F7D">
        <w:rPr>
          <w:lang w:eastAsia="ja-JP"/>
        </w:rPr>
        <w:t xml:space="preserve"> of the extension</w:t>
      </w:r>
      <w:r w:rsidR="00A7405E" w:rsidRPr="00A7405E">
        <w:rPr>
          <w:lang w:eastAsia="ja-JP"/>
        </w:rPr>
        <w:t>.</w:t>
      </w:r>
    </w:p>
    <w:p w14:paraId="1C0DC41D" w14:textId="5558C87C" w:rsidR="00687D99" w:rsidRDefault="00A81922" w:rsidP="00687D99">
      <w:pPr>
        <w:pStyle w:val="Heading3"/>
      </w:pPr>
      <w:bookmarkStart w:id="226" w:name="_Toc72854655"/>
      <w:bookmarkStart w:id="227" w:name="_Toc72924700"/>
      <w:bookmarkStart w:id="228" w:name="_Toc72924828"/>
      <w:bookmarkStart w:id="229" w:name="_Toc72924906"/>
      <w:bookmarkStart w:id="230" w:name="_Toc72926445"/>
      <w:bookmarkStart w:id="231" w:name="_Toc72926534"/>
      <w:bookmarkStart w:id="232" w:name="_Toc72927135"/>
      <w:bookmarkStart w:id="233" w:name="_Toc72927225"/>
      <w:bookmarkStart w:id="234" w:name="_Toc72854656"/>
      <w:bookmarkStart w:id="235" w:name="_Toc72924701"/>
      <w:bookmarkStart w:id="236" w:name="_Toc72924829"/>
      <w:bookmarkStart w:id="237" w:name="_Toc72924907"/>
      <w:bookmarkStart w:id="238" w:name="_Toc72926446"/>
      <w:bookmarkStart w:id="239" w:name="_Toc72926535"/>
      <w:bookmarkStart w:id="240" w:name="_Toc72927136"/>
      <w:bookmarkStart w:id="241" w:name="_Toc72927226"/>
      <w:bookmarkStart w:id="242" w:name="_Toc72854657"/>
      <w:bookmarkStart w:id="243" w:name="_Toc72924702"/>
      <w:bookmarkStart w:id="244" w:name="_Toc72924830"/>
      <w:bookmarkStart w:id="245" w:name="_Toc72924908"/>
      <w:bookmarkStart w:id="246" w:name="_Toc72926447"/>
      <w:bookmarkStart w:id="247" w:name="_Toc72926536"/>
      <w:bookmarkStart w:id="248" w:name="_Toc72927137"/>
      <w:bookmarkStart w:id="249" w:name="_Toc72927227"/>
      <w:bookmarkStart w:id="250" w:name="_Toc72854658"/>
      <w:bookmarkStart w:id="251" w:name="_Toc72924703"/>
      <w:bookmarkStart w:id="252" w:name="_Toc72924831"/>
      <w:bookmarkStart w:id="253" w:name="_Toc72924909"/>
      <w:bookmarkStart w:id="254" w:name="_Toc72926448"/>
      <w:bookmarkStart w:id="255" w:name="_Toc72926537"/>
      <w:bookmarkStart w:id="256" w:name="_Toc72927138"/>
      <w:bookmarkStart w:id="257" w:name="_Toc72927228"/>
      <w:bookmarkStart w:id="258" w:name="_Toc72854659"/>
      <w:bookmarkStart w:id="259" w:name="_Toc72924704"/>
      <w:bookmarkStart w:id="260" w:name="_Toc72924832"/>
      <w:bookmarkStart w:id="261" w:name="_Toc72924910"/>
      <w:bookmarkStart w:id="262" w:name="_Toc72926449"/>
      <w:bookmarkStart w:id="263" w:name="_Toc72926538"/>
      <w:bookmarkStart w:id="264" w:name="_Toc72927139"/>
      <w:bookmarkStart w:id="265" w:name="_Toc72927229"/>
      <w:bookmarkStart w:id="266" w:name="_Toc72854660"/>
      <w:bookmarkStart w:id="267" w:name="_Toc72924705"/>
      <w:bookmarkStart w:id="268" w:name="_Toc72924833"/>
      <w:bookmarkStart w:id="269" w:name="_Toc72924911"/>
      <w:bookmarkStart w:id="270" w:name="_Toc72926450"/>
      <w:bookmarkStart w:id="271" w:name="_Toc72926539"/>
      <w:bookmarkStart w:id="272" w:name="_Toc72927140"/>
      <w:bookmarkStart w:id="273" w:name="_Toc72927230"/>
      <w:bookmarkStart w:id="274" w:name="_Toc72854661"/>
      <w:bookmarkStart w:id="275" w:name="_Toc72924706"/>
      <w:bookmarkStart w:id="276" w:name="_Toc72924834"/>
      <w:bookmarkStart w:id="277" w:name="_Toc72924912"/>
      <w:bookmarkStart w:id="278" w:name="_Toc72926451"/>
      <w:bookmarkStart w:id="279" w:name="_Toc72926540"/>
      <w:bookmarkStart w:id="280" w:name="_Toc72927141"/>
      <w:bookmarkStart w:id="281" w:name="_Toc72927231"/>
      <w:bookmarkStart w:id="282" w:name="_Toc72854662"/>
      <w:bookmarkStart w:id="283" w:name="_Toc72924707"/>
      <w:bookmarkStart w:id="284" w:name="_Toc72924835"/>
      <w:bookmarkStart w:id="285" w:name="_Toc72924913"/>
      <w:bookmarkStart w:id="286" w:name="_Toc72926452"/>
      <w:bookmarkStart w:id="287" w:name="_Toc72926541"/>
      <w:bookmarkStart w:id="288" w:name="_Toc72927142"/>
      <w:bookmarkStart w:id="289" w:name="_Toc72927232"/>
      <w:bookmarkStart w:id="290" w:name="_Toc72854663"/>
      <w:bookmarkStart w:id="291" w:name="_Toc72924708"/>
      <w:bookmarkStart w:id="292" w:name="_Toc72924836"/>
      <w:bookmarkStart w:id="293" w:name="_Toc72924914"/>
      <w:bookmarkStart w:id="294" w:name="_Toc72926453"/>
      <w:bookmarkStart w:id="295" w:name="_Toc72926542"/>
      <w:bookmarkStart w:id="296" w:name="_Toc72927143"/>
      <w:bookmarkStart w:id="297" w:name="_Toc72927233"/>
      <w:bookmarkStart w:id="298" w:name="_Toc72854664"/>
      <w:bookmarkStart w:id="299" w:name="_Toc72924709"/>
      <w:bookmarkStart w:id="300" w:name="_Toc72924837"/>
      <w:bookmarkStart w:id="301" w:name="_Toc72924915"/>
      <w:bookmarkStart w:id="302" w:name="_Toc72926454"/>
      <w:bookmarkStart w:id="303" w:name="_Toc72926543"/>
      <w:bookmarkStart w:id="304" w:name="_Toc72927144"/>
      <w:bookmarkStart w:id="305" w:name="_Toc72927234"/>
      <w:bookmarkStart w:id="306" w:name="_Toc72854665"/>
      <w:bookmarkStart w:id="307" w:name="_Toc72924710"/>
      <w:bookmarkStart w:id="308" w:name="_Toc72924838"/>
      <w:bookmarkStart w:id="309" w:name="_Toc72924916"/>
      <w:bookmarkStart w:id="310" w:name="_Toc72926455"/>
      <w:bookmarkStart w:id="311" w:name="_Toc72926544"/>
      <w:bookmarkStart w:id="312" w:name="_Toc72927145"/>
      <w:bookmarkStart w:id="313" w:name="_Toc72927235"/>
      <w:bookmarkStart w:id="314" w:name="_Toc72854666"/>
      <w:bookmarkStart w:id="315" w:name="_Toc72924711"/>
      <w:bookmarkStart w:id="316" w:name="_Toc72924839"/>
      <w:bookmarkStart w:id="317" w:name="_Toc72924917"/>
      <w:bookmarkStart w:id="318" w:name="_Toc72926456"/>
      <w:bookmarkStart w:id="319" w:name="_Toc72926545"/>
      <w:bookmarkStart w:id="320" w:name="_Toc72927146"/>
      <w:bookmarkStart w:id="321" w:name="_Toc72927236"/>
      <w:bookmarkStart w:id="322" w:name="_Toc72854667"/>
      <w:bookmarkStart w:id="323" w:name="_Toc72924712"/>
      <w:bookmarkStart w:id="324" w:name="_Toc72924840"/>
      <w:bookmarkStart w:id="325" w:name="_Toc72924918"/>
      <w:bookmarkStart w:id="326" w:name="_Toc72926457"/>
      <w:bookmarkStart w:id="327" w:name="_Toc72926546"/>
      <w:bookmarkStart w:id="328" w:name="_Toc72927147"/>
      <w:bookmarkStart w:id="329" w:name="_Toc72927237"/>
      <w:bookmarkStart w:id="330" w:name="_Toc72854668"/>
      <w:bookmarkStart w:id="331" w:name="_Toc72924713"/>
      <w:bookmarkStart w:id="332" w:name="_Toc72924841"/>
      <w:bookmarkStart w:id="333" w:name="_Toc72924919"/>
      <w:bookmarkStart w:id="334" w:name="_Toc72926458"/>
      <w:bookmarkStart w:id="335" w:name="_Toc72926547"/>
      <w:bookmarkStart w:id="336" w:name="_Toc72927148"/>
      <w:bookmarkStart w:id="337" w:name="_Toc72927238"/>
      <w:bookmarkStart w:id="338" w:name="_Toc72854669"/>
      <w:bookmarkStart w:id="339" w:name="_Toc72924714"/>
      <w:bookmarkStart w:id="340" w:name="_Toc72924842"/>
      <w:bookmarkStart w:id="341" w:name="_Toc72924920"/>
      <w:bookmarkStart w:id="342" w:name="_Toc72926459"/>
      <w:bookmarkStart w:id="343" w:name="_Toc72926548"/>
      <w:bookmarkStart w:id="344" w:name="_Toc72927149"/>
      <w:bookmarkStart w:id="345" w:name="_Toc72927239"/>
      <w:bookmarkStart w:id="346" w:name="_Toc72854670"/>
      <w:bookmarkStart w:id="347" w:name="_Toc72924715"/>
      <w:bookmarkStart w:id="348" w:name="_Toc72924843"/>
      <w:bookmarkStart w:id="349" w:name="_Toc72924921"/>
      <w:bookmarkStart w:id="350" w:name="_Toc72926460"/>
      <w:bookmarkStart w:id="351" w:name="_Toc72926549"/>
      <w:bookmarkStart w:id="352" w:name="_Toc72927150"/>
      <w:bookmarkStart w:id="353" w:name="_Toc72927240"/>
      <w:bookmarkStart w:id="354" w:name="_Toc72854671"/>
      <w:bookmarkStart w:id="355" w:name="_Toc72924716"/>
      <w:bookmarkStart w:id="356" w:name="_Toc72924844"/>
      <w:bookmarkStart w:id="357" w:name="_Toc72924922"/>
      <w:bookmarkStart w:id="358" w:name="_Toc72926461"/>
      <w:bookmarkStart w:id="359" w:name="_Toc72926550"/>
      <w:bookmarkStart w:id="360" w:name="_Toc72927151"/>
      <w:bookmarkStart w:id="361" w:name="_Toc72927241"/>
      <w:bookmarkStart w:id="362" w:name="_Toc72854672"/>
      <w:bookmarkStart w:id="363" w:name="_Toc72924717"/>
      <w:bookmarkStart w:id="364" w:name="_Toc72924845"/>
      <w:bookmarkStart w:id="365" w:name="_Toc72924923"/>
      <w:bookmarkStart w:id="366" w:name="_Toc72926462"/>
      <w:bookmarkStart w:id="367" w:name="_Toc72926551"/>
      <w:bookmarkStart w:id="368" w:name="_Toc72927152"/>
      <w:bookmarkStart w:id="369" w:name="_Toc72927242"/>
      <w:bookmarkStart w:id="370" w:name="_Toc72854673"/>
      <w:bookmarkStart w:id="371" w:name="_Toc72924718"/>
      <w:bookmarkStart w:id="372" w:name="_Toc72924846"/>
      <w:bookmarkStart w:id="373" w:name="_Toc72924924"/>
      <w:bookmarkStart w:id="374" w:name="_Toc72926463"/>
      <w:bookmarkStart w:id="375" w:name="_Toc72926552"/>
      <w:bookmarkStart w:id="376" w:name="_Toc72927153"/>
      <w:bookmarkStart w:id="377" w:name="_Toc72927243"/>
      <w:bookmarkStart w:id="378" w:name="_Toc72854674"/>
      <w:bookmarkStart w:id="379" w:name="_Toc72924719"/>
      <w:bookmarkStart w:id="380" w:name="_Toc72924847"/>
      <w:bookmarkStart w:id="381" w:name="_Toc72924925"/>
      <w:bookmarkStart w:id="382" w:name="_Toc72926464"/>
      <w:bookmarkStart w:id="383" w:name="_Toc72926553"/>
      <w:bookmarkStart w:id="384" w:name="_Toc72927154"/>
      <w:bookmarkStart w:id="385" w:name="_Toc72927244"/>
      <w:bookmarkStart w:id="386" w:name="_Toc72854675"/>
      <w:bookmarkStart w:id="387" w:name="_Toc72924720"/>
      <w:bookmarkStart w:id="388" w:name="_Toc72924848"/>
      <w:bookmarkStart w:id="389" w:name="_Toc72924926"/>
      <w:bookmarkStart w:id="390" w:name="_Toc72926465"/>
      <w:bookmarkStart w:id="391" w:name="_Toc72926554"/>
      <w:bookmarkStart w:id="392" w:name="_Toc72927155"/>
      <w:bookmarkStart w:id="393" w:name="_Toc72927245"/>
      <w:bookmarkStart w:id="394" w:name="_Toc72854676"/>
      <w:bookmarkStart w:id="395" w:name="_Toc72924721"/>
      <w:bookmarkStart w:id="396" w:name="_Toc72924849"/>
      <w:bookmarkStart w:id="397" w:name="_Toc72924927"/>
      <w:bookmarkStart w:id="398" w:name="_Toc72926466"/>
      <w:bookmarkStart w:id="399" w:name="_Toc72926555"/>
      <w:bookmarkStart w:id="400" w:name="_Toc72927156"/>
      <w:bookmarkStart w:id="401" w:name="_Toc72927246"/>
      <w:bookmarkStart w:id="402" w:name="_Toc72854677"/>
      <w:bookmarkStart w:id="403" w:name="_Toc72924722"/>
      <w:bookmarkStart w:id="404" w:name="_Toc72924850"/>
      <w:bookmarkStart w:id="405" w:name="_Toc72924928"/>
      <w:bookmarkStart w:id="406" w:name="_Toc72926467"/>
      <w:bookmarkStart w:id="407" w:name="_Toc72926556"/>
      <w:bookmarkStart w:id="408" w:name="_Toc72927157"/>
      <w:bookmarkStart w:id="409" w:name="_Toc72927247"/>
      <w:bookmarkStart w:id="410" w:name="_Toc72854678"/>
      <w:bookmarkStart w:id="411" w:name="_Toc72924723"/>
      <w:bookmarkStart w:id="412" w:name="_Toc72924851"/>
      <w:bookmarkStart w:id="413" w:name="_Toc72924929"/>
      <w:bookmarkStart w:id="414" w:name="_Toc72926468"/>
      <w:bookmarkStart w:id="415" w:name="_Toc72926557"/>
      <w:bookmarkStart w:id="416" w:name="_Toc72927158"/>
      <w:bookmarkStart w:id="417" w:name="_Toc72927248"/>
      <w:bookmarkStart w:id="418" w:name="_Toc72854679"/>
      <w:bookmarkStart w:id="419" w:name="_Toc72924724"/>
      <w:bookmarkStart w:id="420" w:name="_Toc72924852"/>
      <w:bookmarkStart w:id="421" w:name="_Toc72924930"/>
      <w:bookmarkStart w:id="422" w:name="_Toc72926469"/>
      <w:bookmarkStart w:id="423" w:name="_Toc72926558"/>
      <w:bookmarkStart w:id="424" w:name="_Toc72927159"/>
      <w:bookmarkStart w:id="425" w:name="_Toc72927249"/>
      <w:bookmarkStart w:id="426" w:name="_Toc72854680"/>
      <w:bookmarkStart w:id="427" w:name="_Toc72924725"/>
      <w:bookmarkStart w:id="428" w:name="_Toc72924853"/>
      <w:bookmarkStart w:id="429" w:name="_Toc72924931"/>
      <w:bookmarkStart w:id="430" w:name="_Toc72926470"/>
      <w:bookmarkStart w:id="431" w:name="_Toc72926559"/>
      <w:bookmarkStart w:id="432" w:name="_Toc72927160"/>
      <w:bookmarkStart w:id="433" w:name="_Toc72927250"/>
      <w:bookmarkStart w:id="434" w:name="_Toc72854681"/>
      <w:bookmarkStart w:id="435" w:name="_Toc72924726"/>
      <w:bookmarkStart w:id="436" w:name="_Toc72924854"/>
      <w:bookmarkStart w:id="437" w:name="_Toc72924932"/>
      <w:bookmarkStart w:id="438" w:name="_Toc72926471"/>
      <w:bookmarkStart w:id="439" w:name="_Toc72926560"/>
      <w:bookmarkStart w:id="440" w:name="_Toc72927161"/>
      <w:bookmarkStart w:id="441" w:name="_Toc72927251"/>
      <w:bookmarkStart w:id="442" w:name="_Toc72854682"/>
      <w:bookmarkStart w:id="443" w:name="_Toc72924727"/>
      <w:bookmarkStart w:id="444" w:name="_Toc72924855"/>
      <w:bookmarkStart w:id="445" w:name="_Toc72924933"/>
      <w:bookmarkStart w:id="446" w:name="_Toc72926472"/>
      <w:bookmarkStart w:id="447" w:name="_Toc72926561"/>
      <w:bookmarkStart w:id="448" w:name="_Toc72927162"/>
      <w:bookmarkStart w:id="449" w:name="_Toc72927252"/>
      <w:bookmarkStart w:id="450" w:name="_Toc72854683"/>
      <w:bookmarkStart w:id="451" w:name="_Toc72924728"/>
      <w:bookmarkStart w:id="452" w:name="_Toc72924856"/>
      <w:bookmarkStart w:id="453" w:name="_Toc72924934"/>
      <w:bookmarkStart w:id="454" w:name="_Toc72926473"/>
      <w:bookmarkStart w:id="455" w:name="_Toc72926562"/>
      <w:bookmarkStart w:id="456" w:name="_Toc72927163"/>
      <w:bookmarkStart w:id="457" w:name="_Toc72927253"/>
      <w:bookmarkStart w:id="458" w:name="_Toc72854684"/>
      <w:bookmarkStart w:id="459" w:name="_Toc72924729"/>
      <w:bookmarkStart w:id="460" w:name="_Toc72924857"/>
      <w:bookmarkStart w:id="461" w:name="_Toc72924935"/>
      <w:bookmarkStart w:id="462" w:name="_Toc72926474"/>
      <w:bookmarkStart w:id="463" w:name="_Toc72926563"/>
      <w:bookmarkStart w:id="464" w:name="_Toc72927164"/>
      <w:bookmarkStart w:id="465" w:name="_Toc72927254"/>
      <w:bookmarkStart w:id="466" w:name="_Toc72854685"/>
      <w:bookmarkStart w:id="467" w:name="_Toc72924730"/>
      <w:bookmarkStart w:id="468" w:name="_Toc72924858"/>
      <w:bookmarkStart w:id="469" w:name="_Toc72924936"/>
      <w:bookmarkStart w:id="470" w:name="_Toc72926475"/>
      <w:bookmarkStart w:id="471" w:name="_Toc72926564"/>
      <w:bookmarkStart w:id="472" w:name="_Toc72927165"/>
      <w:bookmarkStart w:id="473" w:name="_Toc72927255"/>
      <w:bookmarkStart w:id="474" w:name="_Toc78533732"/>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sidRPr="00A81922">
        <w:t xml:space="preserve">Mapping </w:t>
      </w:r>
      <w:r w:rsidR="00A505E9">
        <w:t xml:space="preserve">on </w:t>
      </w:r>
      <w:r w:rsidRPr="00A81922">
        <w:t xml:space="preserve">Media Source Extensions </w:t>
      </w:r>
      <w:r>
        <w:t>(</w:t>
      </w:r>
      <w:r w:rsidR="00687D99" w:rsidRPr="000A2F18">
        <w:t>MSE</w:t>
      </w:r>
      <w:r>
        <w:t>)</w:t>
      </w:r>
      <w:bookmarkEnd w:id="474"/>
    </w:p>
    <w:p w14:paraId="54DEAB04" w14:textId="2E652528" w:rsidR="006E31A4" w:rsidRDefault="00E90B84" w:rsidP="00E90B84">
      <w:pPr>
        <w:pStyle w:val="Heading4"/>
      </w:pPr>
      <w:r w:rsidRPr="000A2F18">
        <w:t>Overview</w:t>
      </w:r>
    </w:p>
    <w:p w14:paraId="1C5079F9" w14:textId="6905DF31" w:rsidR="00BE170B" w:rsidRDefault="00BD4430" w:rsidP="00A34C8C">
      <w:r w:rsidRPr="00BD4430">
        <w:rPr>
          <w:lang w:eastAsia="ja-JP"/>
        </w:rPr>
        <w:t xml:space="preserve">MSE is a set of extensions to the media source attributes of HTML5 video and audio elements. It enables flexible control of media streams through JavaScript </w:t>
      </w:r>
      <w:r w:rsidR="00976184">
        <w:rPr>
          <w:lang w:eastAsia="ja-JP"/>
        </w:rPr>
        <w:t xml:space="preserve">code using </w:t>
      </w:r>
      <w:r w:rsidRPr="00BD4430">
        <w:rPr>
          <w:lang w:eastAsia="ja-JP"/>
        </w:rPr>
        <w:t xml:space="preserve">the definition of </w:t>
      </w:r>
      <w:proofErr w:type="spellStart"/>
      <w:r w:rsidRPr="00A34C8C">
        <w:rPr>
          <w:rFonts w:ascii="Courier New" w:hAnsi="Courier New" w:cs="Courier New"/>
          <w:sz w:val="20"/>
          <w:szCs w:val="20"/>
          <w:lang w:eastAsia="ja-JP"/>
        </w:rPr>
        <w:t>MediaSource</w:t>
      </w:r>
      <w:proofErr w:type="spellEnd"/>
      <w:r w:rsidRPr="00BD4430">
        <w:rPr>
          <w:lang w:eastAsia="ja-JP"/>
        </w:rPr>
        <w:t xml:space="preserve"> objects. A </w:t>
      </w:r>
      <w:proofErr w:type="spellStart"/>
      <w:r w:rsidRPr="00A34C8C">
        <w:rPr>
          <w:rFonts w:ascii="Courier New" w:hAnsi="Courier New" w:cs="Courier New"/>
          <w:sz w:val="20"/>
          <w:szCs w:val="20"/>
          <w:lang w:eastAsia="ja-JP"/>
        </w:rPr>
        <w:t>MediaSource</w:t>
      </w:r>
      <w:proofErr w:type="spellEnd"/>
      <w:r w:rsidRPr="00BD4430">
        <w:rPr>
          <w:lang w:eastAsia="ja-JP"/>
        </w:rPr>
        <w:t xml:space="preserve"> object may have one or more </w:t>
      </w:r>
      <w:proofErr w:type="spellStart"/>
      <w:r w:rsidRPr="00A34C8C">
        <w:rPr>
          <w:rFonts w:ascii="Courier New" w:hAnsi="Courier New" w:cs="Courier New"/>
          <w:sz w:val="20"/>
          <w:szCs w:val="20"/>
          <w:lang w:eastAsia="ja-JP"/>
        </w:rPr>
        <w:t>SourceBuffer</w:t>
      </w:r>
      <w:proofErr w:type="spellEnd"/>
      <w:r w:rsidRPr="00BD4430">
        <w:rPr>
          <w:lang w:eastAsia="ja-JP"/>
        </w:rPr>
        <w:t xml:space="preserve"> objects. Applications append media segments to the </w:t>
      </w:r>
      <w:proofErr w:type="spellStart"/>
      <w:r w:rsidRPr="00A34C8C">
        <w:rPr>
          <w:rFonts w:ascii="Courier New" w:hAnsi="Courier New" w:cs="Courier New"/>
          <w:sz w:val="20"/>
          <w:szCs w:val="20"/>
          <w:lang w:eastAsia="ja-JP"/>
        </w:rPr>
        <w:t>SourceBuffer</w:t>
      </w:r>
      <w:proofErr w:type="spellEnd"/>
      <w:r w:rsidRPr="00BD4430">
        <w:rPr>
          <w:lang w:eastAsia="ja-JP"/>
        </w:rPr>
        <w:t xml:space="preserve"> objects. A </w:t>
      </w:r>
      <w:proofErr w:type="spellStart"/>
      <w:r w:rsidRPr="00A34C8C">
        <w:rPr>
          <w:rFonts w:ascii="Courier New" w:hAnsi="Courier New" w:cs="Courier New"/>
          <w:sz w:val="20"/>
          <w:szCs w:val="20"/>
          <w:lang w:eastAsia="ja-JP"/>
        </w:rPr>
        <w:t>SourceBuffer</w:t>
      </w:r>
      <w:proofErr w:type="spellEnd"/>
      <w:r w:rsidRPr="00BD4430">
        <w:rPr>
          <w:lang w:eastAsia="ja-JP"/>
        </w:rPr>
        <w:t xml:space="preserve"> may have multiple tracks, which are decoded and played separately. </w:t>
      </w:r>
      <w:r w:rsidR="00BA7580">
        <w:rPr>
          <w:lang w:eastAsia="ja-JP"/>
        </w:rPr>
        <w:fldChar w:fldCharType="begin"/>
      </w:r>
      <w:r w:rsidR="00BA7580">
        <w:rPr>
          <w:lang w:eastAsia="ja-JP"/>
        </w:rPr>
        <w:instrText xml:space="preserve"> REF _Ref77779696 \h </w:instrText>
      </w:r>
      <w:r w:rsidR="00BA7580">
        <w:rPr>
          <w:lang w:eastAsia="ja-JP"/>
        </w:rPr>
      </w:r>
      <w:r w:rsidR="00BA7580">
        <w:rPr>
          <w:lang w:eastAsia="ja-JP"/>
        </w:rPr>
        <w:fldChar w:fldCharType="separate"/>
      </w:r>
      <w:r w:rsidR="00634738">
        <w:t xml:space="preserve">Figure </w:t>
      </w:r>
      <w:r w:rsidR="00634738">
        <w:rPr>
          <w:noProof/>
        </w:rPr>
        <w:t>4</w:t>
      </w:r>
      <w:r w:rsidR="00BA7580">
        <w:rPr>
          <w:lang w:eastAsia="ja-JP"/>
        </w:rPr>
        <w:fldChar w:fldCharType="end"/>
      </w:r>
      <w:r w:rsidR="00BA7580">
        <w:rPr>
          <w:lang w:eastAsia="ja-JP"/>
        </w:rPr>
        <w:t xml:space="preserve"> </w:t>
      </w:r>
      <w:r w:rsidRPr="00BD4430">
        <w:rPr>
          <w:lang w:eastAsia="ja-JP"/>
        </w:rPr>
        <w:t>shows an example setup of MSE</w:t>
      </w:r>
      <w:r w:rsidR="00482E0E">
        <w:rPr>
          <w:lang w:eastAsia="ja-JP"/>
        </w:rPr>
        <w:t xml:space="preserve"> which</w:t>
      </w:r>
      <w:r w:rsidRPr="00BD4430">
        <w:rPr>
          <w:lang w:eastAsia="ja-JP"/>
        </w:rPr>
        <w:t xml:space="preserve"> depict</w:t>
      </w:r>
      <w:r w:rsidR="00482E0E">
        <w:rPr>
          <w:lang w:eastAsia="ja-JP"/>
        </w:rPr>
        <w:t>s</w:t>
      </w:r>
      <w:r w:rsidRPr="00BD4430">
        <w:rPr>
          <w:lang w:eastAsia="ja-JP"/>
        </w:rPr>
        <w:t xml:space="preserve"> the interface between the MSE API and the HTML5 media element.</w:t>
      </w:r>
      <w:r w:rsidR="007826AE" w:rsidRPr="00C513FA" w:rsidDel="007826AE">
        <w:t xml:space="preserve"> </w:t>
      </w:r>
    </w:p>
    <w:p w14:paraId="00232183" w14:textId="3549BE57" w:rsidR="00091CF2" w:rsidRDefault="002304F9">
      <w:pPr>
        <w:keepNext/>
        <w:jc w:val="center"/>
      </w:pPr>
      <w:r>
        <w:rPr>
          <w:noProof/>
        </w:rPr>
        <mc:AlternateContent>
          <mc:Choice Requires="wpc">
            <w:drawing>
              <wp:inline distT="0" distB="0" distL="0" distR="0" wp14:anchorId="6E40372E" wp14:editId="41C1BF0F">
                <wp:extent cx="5043489" cy="3448685"/>
                <wp:effectExtent l="0" t="0" r="5080" b="0"/>
                <wp:docPr id="117" name="Canvas 1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Freeform 13"/>
                        <wps:cNvSpPr>
                          <a:spLocks/>
                        </wps:cNvSpPr>
                        <wps:spPr bwMode="auto">
                          <a:xfrm>
                            <a:off x="2330260" y="70485"/>
                            <a:ext cx="1108710" cy="263525"/>
                          </a:xfrm>
                          <a:custGeom>
                            <a:avLst/>
                            <a:gdLst>
                              <a:gd name="T0" fmla="*/ 0 w 5817"/>
                              <a:gd name="T1" fmla="*/ 230 h 1382"/>
                              <a:gd name="T2" fmla="*/ 230 w 5817"/>
                              <a:gd name="T3" fmla="*/ 0 h 1382"/>
                              <a:gd name="T4" fmla="*/ 5587 w 5817"/>
                              <a:gd name="T5" fmla="*/ 0 h 1382"/>
                              <a:gd name="T6" fmla="*/ 5817 w 5817"/>
                              <a:gd name="T7" fmla="*/ 230 h 1382"/>
                              <a:gd name="T8" fmla="*/ 5817 w 5817"/>
                              <a:gd name="T9" fmla="*/ 1152 h 1382"/>
                              <a:gd name="T10" fmla="*/ 5587 w 5817"/>
                              <a:gd name="T11" fmla="*/ 1382 h 1382"/>
                              <a:gd name="T12" fmla="*/ 230 w 5817"/>
                              <a:gd name="T13" fmla="*/ 1382 h 1382"/>
                              <a:gd name="T14" fmla="*/ 0 w 5817"/>
                              <a:gd name="T15" fmla="*/ 1152 h 1382"/>
                              <a:gd name="T16" fmla="*/ 0 w 5817"/>
                              <a:gd name="T17" fmla="*/ 230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17" h="1382">
                                <a:moveTo>
                                  <a:pt x="0" y="230"/>
                                </a:moveTo>
                                <a:cubicBezTo>
                                  <a:pt x="0" y="103"/>
                                  <a:pt x="103" y="0"/>
                                  <a:pt x="230" y="0"/>
                                </a:cubicBezTo>
                                <a:lnTo>
                                  <a:pt x="5587" y="0"/>
                                </a:lnTo>
                                <a:cubicBezTo>
                                  <a:pt x="5714" y="0"/>
                                  <a:pt x="5817" y="103"/>
                                  <a:pt x="5817" y="230"/>
                                </a:cubicBezTo>
                                <a:lnTo>
                                  <a:pt x="5817" y="1152"/>
                                </a:lnTo>
                                <a:cubicBezTo>
                                  <a:pt x="5817" y="1279"/>
                                  <a:pt x="5714" y="1382"/>
                                  <a:pt x="5587" y="1382"/>
                                </a:cubicBezTo>
                                <a:lnTo>
                                  <a:pt x="230" y="1382"/>
                                </a:lnTo>
                                <a:cubicBezTo>
                                  <a:pt x="103" y="1382"/>
                                  <a:pt x="0" y="1279"/>
                                  <a:pt x="0" y="1152"/>
                                </a:cubicBezTo>
                                <a:lnTo>
                                  <a:pt x="0" y="230"/>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6" name="Freeform 14"/>
                        <wps:cNvSpPr>
                          <a:spLocks/>
                        </wps:cNvSpPr>
                        <wps:spPr bwMode="auto">
                          <a:xfrm>
                            <a:off x="2330260" y="70485"/>
                            <a:ext cx="1108710" cy="263525"/>
                          </a:xfrm>
                          <a:custGeom>
                            <a:avLst/>
                            <a:gdLst>
                              <a:gd name="T0" fmla="*/ 0 w 5817"/>
                              <a:gd name="T1" fmla="*/ 230 h 1382"/>
                              <a:gd name="T2" fmla="*/ 230 w 5817"/>
                              <a:gd name="T3" fmla="*/ 0 h 1382"/>
                              <a:gd name="T4" fmla="*/ 5587 w 5817"/>
                              <a:gd name="T5" fmla="*/ 0 h 1382"/>
                              <a:gd name="T6" fmla="*/ 5817 w 5817"/>
                              <a:gd name="T7" fmla="*/ 230 h 1382"/>
                              <a:gd name="T8" fmla="*/ 5817 w 5817"/>
                              <a:gd name="T9" fmla="*/ 1152 h 1382"/>
                              <a:gd name="T10" fmla="*/ 5587 w 5817"/>
                              <a:gd name="T11" fmla="*/ 1382 h 1382"/>
                              <a:gd name="T12" fmla="*/ 230 w 5817"/>
                              <a:gd name="T13" fmla="*/ 1382 h 1382"/>
                              <a:gd name="T14" fmla="*/ 0 w 5817"/>
                              <a:gd name="T15" fmla="*/ 1152 h 1382"/>
                              <a:gd name="T16" fmla="*/ 0 w 5817"/>
                              <a:gd name="T17" fmla="*/ 230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17" h="1382">
                                <a:moveTo>
                                  <a:pt x="0" y="230"/>
                                </a:moveTo>
                                <a:cubicBezTo>
                                  <a:pt x="0" y="103"/>
                                  <a:pt x="103" y="0"/>
                                  <a:pt x="230" y="0"/>
                                </a:cubicBezTo>
                                <a:lnTo>
                                  <a:pt x="5587" y="0"/>
                                </a:lnTo>
                                <a:cubicBezTo>
                                  <a:pt x="5714" y="0"/>
                                  <a:pt x="5817" y="103"/>
                                  <a:pt x="5817" y="230"/>
                                </a:cubicBezTo>
                                <a:lnTo>
                                  <a:pt x="5817" y="1152"/>
                                </a:lnTo>
                                <a:cubicBezTo>
                                  <a:pt x="5817" y="1279"/>
                                  <a:pt x="5714" y="1382"/>
                                  <a:pt x="5587" y="1382"/>
                                </a:cubicBezTo>
                                <a:lnTo>
                                  <a:pt x="230" y="1382"/>
                                </a:lnTo>
                                <a:cubicBezTo>
                                  <a:pt x="103" y="1382"/>
                                  <a:pt x="0" y="1279"/>
                                  <a:pt x="0" y="1152"/>
                                </a:cubicBezTo>
                                <a:lnTo>
                                  <a:pt x="0" y="230"/>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6"/>
                        <wps:cNvSpPr>
                          <a:spLocks/>
                        </wps:cNvSpPr>
                        <wps:spPr bwMode="auto">
                          <a:xfrm>
                            <a:off x="853250" y="539750"/>
                            <a:ext cx="791210" cy="264160"/>
                          </a:xfrm>
                          <a:custGeom>
                            <a:avLst/>
                            <a:gdLst>
                              <a:gd name="T0" fmla="*/ 0 w 8305"/>
                              <a:gd name="T1" fmla="*/ 461 h 2766"/>
                              <a:gd name="T2" fmla="*/ 461 w 8305"/>
                              <a:gd name="T3" fmla="*/ 0 h 2766"/>
                              <a:gd name="T4" fmla="*/ 7844 w 8305"/>
                              <a:gd name="T5" fmla="*/ 0 h 2766"/>
                              <a:gd name="T6" fmla="*/ 8305 w 8305"/>
                              <a:gd name="T7" fmla="*/ 461 h 2766"/>
                              <a:gd name="T8" fmla="*/ 8305 w 8305"/>
                              <a:gd name="T9" fmla="*/ 2305 h 2766"/>
                              <a:gd name="T10" fmla="*/ 7844 w 8305"/>
                              <a:gd name="T11" fmla="*/ 2766 h 2766"/>
                              <a:gd name="T12" fmla="*/ 461 w 8305"/>
                              <a:gd name="T13" fmla="*/ 2766 h 2766"/>
                              <a:gd name="T14" fmla="*/ 0 w 8305"/>
                              <a:gd name="T15" fmla="*/ 2305 h 2766"/>
                              <a:gd name="T16" fmla="*/ 0 w 8305"/>
                              <a:gd name="T17" fmla="*/ 461 h 2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305" h="2766">
                                <a:moveTo>
                                  <a:pt x="0" y="461"/>
                                </a:moveTo>
                                <a:cubicBezTo>
                                  <a:pt x="0" y="207"/>
                                  <a:pt x="207" y="0"/>
                                  <a:pt x="461" y="0"/>
                                </a:cubicBezTo>
                                <a:lnTo>
                                  <a:pt x="7844" y="0"/>
                                </a:lnTo>
                                <a:cubicBezTo>
                                  <a:pt x="8098" y="0"/>
                                  <a:pt x="8305" y="207"/>
                                  <a:pt x="8305" y="461"/>
                                </a:cubicBezTo>
                                <a:lnTo>
                                  <a:pt x="8305" y="2305"/>
                                </a:lnTo>
                                <a:cubicBezTo>
                                  <a:pt x="8305" y="2559"/>
                                  <a:pt x="8098" y="2766"/>
                                  <a:pt x="7844" y="2766"/>
                                </a:cubicBezTo>
                                <a:lnTo>
                                  <a:pt x="461" y="2766"/>
                                </a:lnTo>
                                <a:cubicBezTo>
                                  <a:pt x="207" y="2766"/>
                                  <a:pt x="0" y="2559"/>
                                  <a:pt x="0" y="2305"/>
                                </a:cubicBezTo>
                                <a:lnTo>
                                  <a:pt x="0" y="461"/>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1" name="Freeform 17"/>
                        <wps:cNvSpPr>
                          <a:spLocks/>
                        </wps:cNvSpPr>
                        <wps:spPr bwMode="auto">
                          <a:xfrm>
                            <a:off x="853250" y="539750"/>
                            <a:ext cx="791210" cy="264160"/>
                          </a:xfrm>
                          <a:custGeom>
                            <a:avLst/>
                            <a:gdLst>
                              <a:gd name="T0" fmla="*/ 0 w 8305"/>
                              <a:gd name="T1" fmla="*/ 461 h 2766"/>
                              <a:gd name="T2" fmla="*/ 461 w 8305"/>
                              <a:gd name="T3" fmla="*/ 0 h 2766"/>
                              <a:gd name="T4" fmla="*/ 7844 w 8305"/>
                              <a:gd name="T5" fmla="*/ 0 h 2766"/>
                              <a:gd name="T6" fmla="*/ 8305 w 8305"/>
                              <a:gd name="T7" fmla="*/ 461 h 2766"/>
                              <a:gd name="T8" fmla="*/ 8305 w 8305"/>
                              <a:gd name="T9" fmla="*/ 2305 h 2766"/>
                              <a:gd name="T10" fmla="*/ 7844 w 8305"/>
                              <a:gd name="T11" fmla="*/ 2766 h 2766"/>
                              <a:gd name="T12" fmla="*/ 461 w 8305"/>
                              <a:gd name="T13" fmla="*/ 2766 h 2766"/>
                              <a:gd name="T14" fmla="*/ 0 w 8305"/>
                              <a:gd name="T15" fmla="*/ 2305 h 2766"/>
                              <a:gd name="T16" fmla="*/ 0 w 8305"/>
                              <a:gd name="T17" fmla="*/ 461 h 2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305" h="2766">
                                <a:moveTo>
                                  <a:pt x="0" y="461"/>
                                </a:moveTo>
                                <a:cubicBezTo>
                                  <a:pt x="0" y="207"/>
                                  <a:pt x="207" y="0"/>
                                  <a:pt x="461" y="0"/>
                                </a:cubicBezTo>
                                <a:lnTo>
                                  <a:pt x="7844" y="0"/>
                                </a:lnTo>
                                <a:cubicBezTo>
                                  <a:pt x="8098" y="0"/>
                                  <a:pt x="8305" y="207"/>
                                  <a:pt x="8305" y="461"/>
                                </a:cubicBezTo>
                                <a:lnTo>
                                  <a:pt x="8305" y="2305"/>
                                </a:lnTo>
                                <a:cubicBezTo>
                                  <a:pt x="8305" y="2559"/>
                                  <a:pt x="8098" y="2766"/>
                                  <a:pt x="7844" y="2766"/>
                                </a:cubicBezTo>
                                <a:lnTo>
                                  <a:pt x="461" y="2766"/>
                                </a:lnTo>
                                <a:cubicBezTo>
                                  <a:pt x="207" y="2766"/>
                                  <a:pt x="0" y="2559"/>
                                  <a:pt x="0" y="2305"/>
                                </a:cubicBezTo>
                                <a:lnTo>
                                  <a:pt x="0" y="461"/>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9"/>
                        <wps:cNvSpPr>
                          <a:spLocks/>
                        </wps:cNvSpPr>
                        <wps:spPr bwMode="auto">
                          <a:xfrm>
                            <a:off x="2489010" y="540385"/>
                            <a:ext cx="791210" cy="263525"/>
                          </a:xfrm>
                          <a:custGeom>
                            <a:avLst/>
                            <a:gdLst>
                              <a:gd name="T0" fmla="*/ 0 w 4152"/>
                              <a:gd name="T1" fmla="*/ 230 h 1383"/>
                              <a:gd name="T2" fmla="*/ 231 w 4152"/>
                              <a:gd name="T3" fmla="*/ 0 h 1383"/>
                              <a:gd name="T4" fmla="*/ 3922 w 4152"/>
                              <a:gd name="T5" fmla="*/ 0 h 1383"/>
                              <a:gd name="T6" fmla="*/ 4152 w 4152"/>
                              <a:gd name="T7" fmla="*/ 230 h 1383"/>
                              <a:gd name="T8" fmla="*/ 4152 w 4152"/>
                              <a:gd name="T9" fmla="*/ 1152 h 1383"/>
                              <a:gd name="T10" fmla="*/ 3922 w 4152"/>
                              <a:gd name="T11" fmla="*/ 1383 h 1383"/>
                              <a:gd name="T12" fmla="*/ 231 w 4152"/>
                              <a:gd name="T13" fmla="*/ 1383 h 1383"/>
                              <a:gd name="T14" fmla="*/ 0 w 4152"/>
                              <a:gd name="T15" fmla="*/ 1152 h 1383"/>
                              <a:gd name="T16" fmla="*/ 0 w 4152"/>
                              <a:gd name="T17" fmla="*/ 230 h 1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52" h="1383">
                                <a:moveTo>
                                  <a:pt x="0" y="230"/>
                                </a:moveTo>
                                <a:cubicBezTo>
                                  <a:pt x="0" y="103"/>
                                  <a:pt x="103" y="0"/>
                                  <a:pt x="231" y="0"/>
                                </a:cubicBezTo>
                                <a:lnTo>
                                  <a:pt x="3922" y="0"/>
                                </a:lnTo>
                                <a:cubicBezTo>
                                  <a:pt x="4049" y="0"/>
                                  <a:pt x="4152" y="103"/>
                                  <a:pt x="4152" y="230"/>
                                </a:cubicBezTo>
                                <a:lnTo>
                                  <a:pt x="4152" y="1152"/>
                                </a:lnTo>
                                <a:cubicBezTo>
                                  <a:pt x="4152" y="1279"/>
                                  <a:pt x="4049" y="1383"/>
                                  <a:pt x="3922" y="1383"/>
                                </a:cubicBezTo>
                                <a:lnTo>
                                  <a:pt x="231" y="1383"/>
                                </a:lnTo>
                                <a:cubicBezTo>
                                  <a:pt x="103" y="1383"/>
                                  <a:pt x="0" y="1279"/>
                                  <a:pt x="0" y="1152"/>
                                </a:cubicBezTo>
                                <a:lnTo>
                                  <a:pt x="0" y="230"/>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8" name="Freeform 20"/>
                        <wps:cNvSpPr>
                          <a:spLocks/>
                        </wps:cNvSpPr>
                        <wps:spPr bwMode="auto">
                          <a:xfrm>
                            <a:off x="2489010" y="540385"/>
                            <a:ext cx="791210" cy="263525"/>
                          </a:xfrm>
                          <a:custGeom>
                            <a:avLst/>
                            <a:gdLst>
                              <a:gd name="T0" fmla="*/ 0 w 4152"/>
                              <a:gd name="T1" fmla="*/ 230 h 1383"/>
                              <a:gd name="T2" fmla="*/ 231 w 4152"/>
                              <a:gd name="T3" fmla="*/ 0 h 1383"/>
                              <a:gd name="T4" fmla="*/ 3922 w 4152"/>
                              <a:gd name="T5" fmla="*/ 0 h 1383"/>
                              <a:gd name="T6" fmla="*/ 4152 w 4152"/>
                              <a:gd name="T7" fmla="*/ 230 h 1383"/>
                              <a:gd name="T8" fmla="*/ 4152 w 4152"/>
                              <a:gd name="T9" fmla="*/ 1152 h 1383"/>
                              <a:gd name="T10" fmla="*/ 3922 w 4152"/>
                              <a:gd name="T11" fmla="*/ 1383 h 1383"/>
                              <a:gd name="T12" fmla="*/ 231 w 4152"/>
                              <a:gd name="T13" fmla="*/ 1383 h 1383"/>
                              <a:gd name="T14" fmla="*/ 0 w 4152"/>
                              <a:gd name="T15" fmla="*/ 1152 h 1383"/>
                              <a:gd name="T16" fmla="*/ 0 w 4152"/>
                              <a:gd name="T17" fmla="*/ 230 h 1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52" h="1383">
                                <a:moveTo>
                                  <a:pt x="0" y="230"/>
                                </a:moveTo>
                                <a:cubicBezTo>
                                  <a:pt x="0" y="103"/>
                                  <a:pt x="103" y="0"/>
                                  <a:pt x="231" y="0"/>
                                </a:cubicBezTo>
                                <a:lnTo>
                                  <a:pt x="3922" y="0"/>
                                </a:lnTo>
                                <a:cubicBezTo>
                                  <a:pt x="4049" y="0"/>
                                  <a:pt x="4152" y="103"/>
                                  <a:pt x="4152" y="230"/>
                                </a:cubicBezTo>
                                <a:lnTo>
                                  <a:pt x="4152" y="1152"/>
                                </a:lnTo>
                                <a:cubicBezTo>
                                  <a:pt x="4152" y="1279"/>
                                  <a:pt x="4049" y="1383"/>
                                  <a:pt x="3922" y="1383"/>
                                </a:cubicBezTo>
                                <a:lnTo>
                                  <a:pt x="231" y="1383"/>
                                </a:lnTo>
                                <a:cubicBezTo>
                                  <a:pt x="103" y="1383"/>
                                  <a:pt x="0" y="1279"/>
                                  <a:pt x="0" y="1152"/>
                                </a:cubicBezTo>
                                <a:lnTo>
                                  <a:pt x="0" y="230"/>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2"/>
                        <wps:cNvSpPr>
                          <a:spLocks/>
                        </wps:cNvSpPr>
                        <wps:spPr bwMode="auto">
                          <a:xfrm>
                            <a:off x="4124770" y="540385"/>
                            <a:ext cx="791210" cy="263525"/>
                          </a:xfrm>
                          <a:custGeom>
                            <a:avLst/>
                            <a:gdLst>
                              <a:gd name="T0" fmla="*/ 0 w 4152"/>
                              <a:gd name="T1" fmla="*/ 230 h 1383"/>
                              <a:gd name="T2" fmla="*/ 230 w 4152"/>
                              <a:gd name="T3" fmla="*/ 0 h 1383"/>
                              <a:gd name="T4" fmla="*/ 3921 w 4152"/>
                              <a:gd name="T5" fmla="*/ 0 h 1383"/>
                              <a:gd name="T6" fmla="*/ 4152 w 4152"/>
                              <a:gd name="T7" fmla="*/ 230 h 1383"/>
                              <a:gd name="T8" fmla="*/ 4152 w 4152"/>
                              <a:gd name="T9" fmla="*/ 1152 h 1383"/>
                              <a:gd name="T10" fmla="*/ 3921 w 4152"/>
                              <a:gd name="T11" fmla="*/ 1383 h 1383"/>
                              <a:gd name="T12" fmla="*/ 230 w 4152"/>
                              <a:gd name="T13" fmla="*/ 1383 h 1383"/>
                              <a:gd name="T14" fmla="*/ 0 w 4152"/>
                              <a:gd name="T15" fmla="*/ 1152 h 1383"/>
                              <a:gd name="T16" fmla="*/ 0 w 4152"/>
                              <a:gd name="T17" fmla="*/ 230 h 1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52" h="1383">
                                <a:moveTo>
                                  <a:pt x="0" y="230"/>
                                </a:moveTo>
                                <a:cubicBezTo>
                                  <a:pt x="0" y="103"/>
                                  <a:pt x="103" y="0"/>
                                  <a:pt x="230" y="0"/>
                                </a:cubicBezTo>
                                <a:lnTo>
                                  <a:pt x="3921" y="0"/>
                                </a:lnTo>
                                <a:cubicBezTo>
                                  <a:pt x="4049" y="0"/>
                                  <a:pt x="4152" y="103"/>
                                  <a:pt x="4152" y="230"/>
                                </a:cubicBezTo>
                                <a:lnTo>
                                  <a:pt x="4152" y="1152"/>
                                </a:lnTo>
                                <a:cubicBezTo>
                                  <a:pt x="4152" y="1279"/>
                                  <a:pt x="4049" y="1383"/>
                                  <a:pt x="3921" y="1383"/>
                                </a:cubicBezTo>
                                <a:lnTo>
                                  <a:pt x="230" y="1383"/>
                                </a:lnTo>
                                <a:cubicBezTo>
                                  <a:pt x="103" y="1383"/>
                                  <a:pt x="0" y="1279"/>
                                  <a:pt x="0" y="1152"/>
                                </a:cubicBezTo>
                                <a:lnTo>
                                  <a:pt x="0" y="230"/>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21" name="Freeform 23"/>
                        <wps:cNvSpPr>
                          <a:spLocks/>
                        </wps:cNvSpPr>
                        <wps:spPr bwMode="auto">
                          <a:xfrm>
                            <a:off x="4124770" y="540385"/>
                            <a:ext cx="791210" cy="263525"/>
                          </a:xfrm>
                          <a:custGeom>
                            <a:avLst/>
                            <a:gdLst>
                              <a:gd name="T0" fmla="*/ 0 w 4152"/>
                              <a:gd name="T1" fmla="*/ 230 h 1383"/>
                              <a:gd name="T2" fmla="*/ 230 w 4152"/>
                              <a:gd name="T3" fmla="*/ 0 h 1383"/>
                              <a:gd name="T4" fmla="*/ 3921 w 4152"/>
                              <a:gd name="T5" fmla="*/ 0 h 1383"/>
                              <a:gd name="T6" fmla="*/ 4152 w 4152"/>
                              <a:gd name="T7" fmla="*/ 230 h 1383"/>
                              <a:gd name="T8" fmla="*/ 4152 w 4152"/>
                              <a:gd name="T9" fmla="*/ 1152 h 1383"/>
                              <a:gd name="T10" fmla="*/ 3921 w 4152"/>
                              <a:gd name="T11" fmla="*/ 1383 h 1383"/>
                              <a:gd name="T12" fmla="*/ 230 w 4152"/>
                              <a:gd name="T13" fmla="*/ 1383 h 1383"/>
                              <a:gd name="T14" fmla="*/ 0 w 4152"/>
                              <a:gd name="T15" fmla="*/ 1152 h 1383"/>
                              <a:gd name="T16" fmla="*/ 0 w 4152"/>
                              <a:gd name="T17" fmla="*/ 230 h 1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52" h="1383">
                                <a:moveTo>
                                  <a:pt x="0" y="230"/>
                                </a:moveTo>
                                <a:cubicBezTo>
                                  <a:pt x="0" y="103"/>
                                  <a:pt x="103" y="0"/>
                                  <a:pt x="230" y="0"/>
                                </a:cubicBezTo>
                                <a:lnTo>
                                  <a:pt x="3921" y="0"/>
                                </a:lnTo>
                                <a:cubicBezTo>
                                  <a:pt x="4049" y="0"/>
                                  <a:pt x="4152" y="103"/>
                                  <a:pt x="4152" y="230"/>
                                </a:cubicBezTo>
                                <a:lnTo>
                                  <a:pt x="4152" y="1152"/>
                                </a:lnTo>
                                <a:cubicBezTo>
                                  <a:pt x="4152" y="1279"/>
                                  <a:pt x="4049" y="1383"/>
                                  <a:pt x="3921" y="1383"/>
                                </a:cubicBezTo>
                                <a:lnTo>
                                  <a:pt x="230" y="1383"/>
                                </a:lnTo>
                                <a:cubicBezTo>
                                  <a:pt x="103" y="1383"/>
                                  <a:pt x="0" y="1279"/>
                                  <a:pt x="0" y="1152"/>
                                </a:cubicBezTo>
                                <a:lnTo>
                                  <a:pt x="0" y="230"/>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6"/>
                        <wps:cNvSpPr>
                          <a:spLocks/>
                        </wps:cNvSpPr>
                        <wps:spPr bwMode="auto">
                          <a:xfrm>
                            <a:off x="96310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7"/>
                        <wps:cNvSpPr>
                          <a:spLocks/>
                        </wps:cNvSpPr>
                        <wps:spPr bwMode="auto">
                          <a:xfrm>
                            <a:off x="96310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8"/>
                        <wps:cNvSpPr>
                          <a:spLocks/>
                        </wps:cNvSpPr>
                        <wps:spPr bwMode="auto">
                          <a:xfrm>
                            <a:off x="259886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9"/>
                        <wps:cNvSpPr>
                          <a:spLocks/>
                        </wps:cNvSpPr>
                        <wps:spPr bwMode="auto">
                          <a:xfrm>
                            <a:off x="259886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30"/>
                        <wps:cNvSpPr>
                          <a:spLocks/>
                        </wps:cNvSpPr>
                        <wps:spPr bwMode="auto">
                          <a:xfrm>
                            <a:off x="423462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1"/>
                        <wps:cNvSpPr>
                          <a:spLocks/>
                        </wps:cNvSpPr>
                        <wps:spPr bwMode="auto">
                          <a:xfrm>
                            <a:off x="4234625" y="953135"/>
                            <a:ext cx="571500" cy="353060"/>
                          </a:xfrm>
                          <a:custGeom>
                            <a:avLst/>
                            <a:gdLst>
                              <a:gd name="T0" fmla="*/ 0 w 900"/>
                              <a:gd name="T1" fmla="*/ 556 h 556"/>
                              <a:gd name="T2" fmla="*/ 450 w 900"/>
                              <a:gd name="T3" fmla="*/ 0 h 556"/>
                              <a:gd name="T4" fmla="*/ 900 w 900"/>
                              <a:gd name="T5" fmla="*/ 556 h 556"/>
                              <a:gd name="T6" fmla="*/ 0 w 900"/>
                              <a:gd name="T7" fmla="*/ 556 h 556"/>
                            </a:gdLst>
                            <a:ahLst/>
                            <a:cxnLst>
                              <a:cxn ang="0">
                                <a:pos x="T0" y="T1"/>
                              </a:cxn>
                              <a:cxn ang="0">
                                <a:pos x="T2" y="T3"/>
                              </a:cxn>
                              <a:cxn ang="0">
                                <a:pos x="T4" y="T5"/>
                              </a:cxn>
                              <a:cxn ang="0">
                                <a:pos x="T6" y="T7"/>
                              </a:cxn>
                            </a:cxnLst>
                            <a:rect l="0" t="0" r="r" b="b"/>
                            <a:pathLst>
                              <a:path w="900" h="556">
                                <a:moveTo>
                                  <a:pt x="0" y="556"/>
                                </a:moveTo>
                                <a:lnTo>
                                  <a:pt x="450" y="0"/>
                                </a:lnTo>
                                <a:lnTo>
                                  <a:pt x="900" y="556"/>
                                </a:lnTo>
                                <a:lnTo>
                                  <a:pt x="0" y="556"/>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32"/>
                        <wps:cNvSpPr>
                          <a:spLocks noEditPoints="1"/>
                        </wps:cNvSpPr>
                        <wps:spPr bwMode="auto">
                          <a:xfrm>
                            <a:off x="443040" y="1412875"/>
                            <a:ext cx="424180" cy="330835"/>
                          </a:xfrm>
                          <a:custGeom>
                            <a:avLst/>
                            <a:gdLst>
                              <a:gd name="T0" fmla="*/ 0 w 4448"/>
                              <a:gd name="T1" fmla="*/ 3062 h 3469"/>
                              <a:gd name="T2" fmla="*/ 3829 w 4448"/>
                              <a:gd name="T3" fmla="*/ 2655 h 3469"/>
                              <a:gd name="T4" fmla="*/ 3829 w 4448"/>
                              <a:gd name="T5" fmla="*/ 541 h 3469"/>
                              <a:gd name="T6" fmla="*/ 0 w 4448"/>
                              <a:gd name="T7" fmla="*/ 541 h 3469"/>
                              <a:gd name="T8" fmla="*/ 0 w 4448"/>
                              <a:gd name="T9" fmla="*/ 3062 h 3469"/>
                              <a:gd name="T10" fmla="*/ 315 w 4448"/>
                              <a:gd name="T11" fmla="*/ 541 h 3469"/>
                              <a:gd name="T12" fmla="*/ 315 w 4448"/>
                              <a:gd name="T13" fmla="*/ 267 h 3469"/>
                              <a:gd name="T14" fmla="*/ 4118 w 4448"/>
                              <a:gd name="T15" fmla="*/ 267 h 3469"/>
                              <a:gd name="T16" fmla="*/ 4118 w 4448"/>
                              <a:gd name="T17" fmla="*/ 2394 h 3469"/>
                              <a:gd name="T18" fmla="*/ 3829 w 4448"/>
                              <a:gd name="T19" fmla="*/ 2409 h 3469"/>
                              <a:gd name="T20" fmla="*/ 3829 w 4448"/>
                              <a:gd name="T21" fmla="*/ 541 h 3469"/>
                              <a:gd name="T22" fmla="*/ 315 w 4448"/>
                              <a:gd name="T23" fmla="*/ 541 h 3469"/>
                              <a:gd name="T24" fmla="*/ 612 w 4448"/>
                              <a:gd name="T25" fmla="*/ 267 h 3469"/>
                              <a:gd name="T26" fmla="*/ 612 w 4448"/>
                              <a:gd name="T27" fmla="*/ 0 h 3469"/>
                              <a:gd name="T28" fmla="*/ 4448 w 4448"/>
                              <a:gd name="T29" fmla="*/ 0 h 3469"/>
                              <a:gd name="T30" fmla="*/ 4448 w 4448"/>
                              <a:gd name="T31" fmla="*/ 2120 h 3469"/>
                              <a:gd name="T32" fmla="*/ 4118 w 4448"/>
                              <a:gd name="T33" fmla="*/ 2131 h 3469"/>
                              <a:gd name="T34" fmla="*/ 4118 w 4448"/>
                              <a:gd name="T35" fmla="*/ 267 h 3469"/>
                              <a:gd name="T36" fmla="*/ 612 w 4448"/>
                              <a:gd name="T37" fmla="*/ 267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48" h="3469">
                                <a:moveTo>
                                  <a:pt x="0" y="3062"/>
                                </a:moveTo>
                                <a:cubicBezTo>
                                  <a:pt x="1915" y="3469"/>
                                  <a:pt x="1915" y="2655"/>
                                  <a:pt x="3829" y="2655"/>
                                </a:cubicBezTo>
                                <a:lnTo>
                                  <a:pt x="3829" y="541"/>
                                </a:lnTo>
                                <a:lnTo>
                                  <a:pt x="0" y="541"/>
                                </a:lnTo>
                                <a:lnTo>
                                  <a:pt x="0" y="3062"/>
                                </a:lnTo>
                                <a:close/>
                                <a:moveTo>
                                  <a:pt x="315" y="541"/>
                                </a:moveTo>
                                <a:lnTo>
                                  <a:pt x="315" y="267"/>
                                </a:lnTo>
                                <a:lnTo>
                                  <a:pt x="4118" y="267"/>
                                </a:lnTo>
                                <a:lnTo>
                                  <a:pt x="4118" y="2394"/>
                                </a:lnTo>
                                <a:cubicBezTo>
                                  <a:pt x="3974" y="2394"/>
                                  <a:pt x="3829" y="2409"/>
                                  <a:pt x="3829" y="2409"/>
                                </a:cubicBezTo>
                                <a:lnTo>
                                  <a:pt x="3829" y="541"/>
                                </a:lnTo>
                                <a:lnTo>
                                  <a:pt x="315" y="541"/>
                                </a:lnTo>
                                <a:close/>
                                <a:moveTo>
                                  <a:pt x="612" y="267"/>
                                </a:moveTo>
                                <a:lnTo>
                                  <a:pt x="612" y="0"/>
                                </a:lnTo>
                                <a:lnTo>
                                  <a:pt x="4448" y="0"/>
                                </a:lnTo>
                                <a:lnTo>
                                  <a:pt x="4448" y="2120"/>
                                </a:lnTo>
                                <a:cubicBezTo>
                                  <a:pt x="4283" y="2120"/>
                                  <a:pt x="4118" y="2131"/>
                                  <a:pt x="4118" y="2131"/>
                                </a:cubicBezTo>
                                <a:lnTo>
                                  <a:pt x="4118" y="267"/>
                                </a:lnTo>
                                <a:lnTo>
                                  <a:pt x="612" y="267"/>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32" name="Freeform 33"/>
                        <wps:cNvSpPr>
                          <a:spLocks noEditPoints="1"/>
                        </wps:cNvSpPr>
                        <wps:spPr bwMode="auto">
                          <a:xfrm>
                            <a:off x="443040" y="1412875"/>
                            <a:ext cx="424180" cy="330835"/>
                          </a:xfrm>
                          <a:custGeom>
                            <a:avLst/>
                            <a:gdLst>
                              <a:gd name="T0" fmla="*/ 0 w 4448"/>
                              <a:gd name="T1" fmla="*/ 541 h 3469"/>
                              <a:gd name="T2" fmla="*/ 3829 w 4448"/>
                              <a:gd name="T3" fmla="*/ 541 h 3469"/>
                              <a:gd name="T4" fmla="*/ 3829 w 4448"/>
                              <a:gd name="T5" fmla="*/ 2655 h 3469"/>
                              <a:gd name="T6" fmla="*/ 0 w 4448"/>
                              <a:gd name="T7" fmla="*/ 3062 h 3469"/>
                              <a:gd name="T8" fmla="*/ 0 w 4448"/>
                              <a:gd name="T9" fmla="*/ 541 h 3469"/>
                              <a:gd name="T10" fmla="*/ 315 w 4448"/>
                              <a:gd name="T11" fmla="*/ 541 h 3469"/>
                              <a:gd name="T12" fmla="*/ 315 w 4448"/>
                              <a:gd name="T13" fmla="*/ 267 h 3469"/>
                              <a:gd name="T14" fmla="*/ 4118 w 4448"/>
                              <a:gd name="T15" fmla="*/ 267 h 3469"/>
                              <a:gd name="T16" fmla="*/ 4118 w 4448"/>
                              <a:gd name="T17" fmla="*/ 2394 h 3469"/>
                              <a:gd name="T18" fmla="*/ 3829 w 4448"/>
                              <a:gd name="T19" fmla="*/ 2409 h 3469"/>
                              <a:gd name="T20" fmla="*/ 612 w 4448"/>
                              <a:gd name="T21" fmla="*/ 267 h 3469"/>
                              <a:gd name="T22" fmla="*/ 612 w 4448"/>
                              <a:gd name="T23" fmla="*/ 0 h 3469"/>
                              <a:gd name="T24" fmla="*/ 4448 w 4448"/>
                              <a:gd name="T25" fmla="*/ 0 h 3469"/>
                              <a:gd name="T26" fmla="*/ 4448 w 4448"/>
                              <a:gd name="T27" fmla="*/ 2120 h 3469"/>
                              <a:gd name="T28" fmla="*/ 4118 w 4448"/>
                              <a:gd name="T29" fmla="*/ 2131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448" h="3469">
                                <a:moveTo>
                                  <a:pt x="0" y="541"/>
                                </a:moveTo>
                                <a:lnTo>
                                  <a:pt x="3829" y="541"/>
                                </a:lnTo>
                                <a:lnTo>
                                  <a:pt x="3829" y="2655"/>
                                </a:lnTo>
                                <a:cubicBezTo>
                                  <a:pt x="1915" y="2655"/>
                                  <a:pt x="1915" y="3469"/>
                                  <a:pt x="0" y="3062"/>
                                </a:cubicBezTo>
                                <a:lnTo>
                                  <a:pt x="0" y="541"/>
                                </a:lnTo>
                                <a:close/>
                                <a:moveTo>
                                  <a:pt x="315" y="541"/>
                                </a:moveTo>
                                <a:lnTo>
                                  <a:pt x="315" y="267"/>
                                </a:lnTo>
                                <a:lnTo>
                                  <a:pt x="4118" y="267"/>
                                </a:lnTo>
                                <a:lnTo>
                                  <a:pt x="4118" y="2394"/>
                                </a:lnTo>
                                <a:cubicBezTo>
                                  <a:pt x="3974" y="2394"/>
                                  <a:pt x="3829" y="2409"/>
                                  <a:pt x="3829" y="2409"/>
                                </a:cubicBezTo>
                                <a:moveTo>
                                  <a:pt x="612" y="267"/>
                                </a:moveTo>
                                <a:lnTo>
                                  <a:pt x="612" y="0"/>
                                </a:lnTo>
                                <a:lnTo>
                                  <a:pt x="4448" y="0"/>
                                </a:lnTo>
                                <a:lnTo>
                                  <a:pt x="4448" y="2120"/>
                                </a:lnTo>
                                <a:cubicBezTo>
                                  <a:pt x="4283" y="2120"/>
                                  <a:pt x="4118" y="2131"/>
                                  <a:pt x="4118" y="2131"/>
                                </a:cubicBez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Rectangle 34"/>
                        <wps:cNvSpPr>
                          <a:spLocks noChangeArrowheads="1"/>
                        </wps:cNvSpPr>
                        <wps:spPr bwMode="auto">
                          <a:xfrm>
                            <a:off x="506540" y="1470395"/>
                            <a:ext cx="238760" cy="25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9C66B" w14:textId="1C5F5E24" w:rsidR="002304F9" w:rsidRDefault="002304F9" w:rsidP="00A34C8C">
                              <w:pPr>
                                <w:spacing w:line="240" w:lineRule="auto"/>
                              </w:pPr>
                              <w:r>
                                <w:rPr>
                                  <w:rFonts w:ascii="Calibri" w:hAnsi="Calibri" w:cs="Calibri"/>
                                  <w:color w:val="000000"/>
                                  <w:sz w:val="14"/>
                                  <w:szCs w:val="14"/>
                                  <w:lang w:val="en-US"/>
                                </w:rPr>
                                <w:t>Track</w:t>
                              </w:r>
                              <w:r w:rsidR="001B24E7">
                                <w:rPr>
                                  <w:rFonts w:ascii="Calibri" w:hAnsi="Calibri" w:cs="Calibri"/>
                                  <w:color w:val="000000"/>
                                  <w:sz w:val="14"/>
                                  <w:szCs w:val="14"/>
                                  <w:lang w:val="en-US"/>
                                </w:rPr>
                                <w:br/>
                                <w:t>Buffer</w:t>
                              </w:r>
                              <w:r>
                                <w:rPr>
                                  <w:rFonts w:ascii="Calibri" w:hAnsi="Calibri" w:cs="Calibri"/>
                                  <w:color w:val="000000"/>
                                  <w:sz w:val="14"/>
                                  <w:szCs w:val="14"/>
                                  <w:lang w:val="en-US"/>
                                </w:rPr>
                                <w:t xml:space="preserve"> </w:t>
                              </w:r>
                            </w:p>
                          </w:txbxContent>
                        </wps:txbx>
                        <wps:bodyPr rot="0" vert="horz" wrap="square" lIns="0" tIns="0" rIns="0" bIns="0" anchor="t" anchorCtr="0">
                          <a:noAutofit/>
                        </wps:bodyPr>
                      </wps:wsp>
                      <wps:wsp>
                        <wps:cNvPr id="35" name="Freeform 36"/>
                        <wps:cNvSpPr>
                          <a:spLocks noEditPoints="1"/>
                        </wps:cNvSpPr>
                        <wps:spPr bwMode="auto">
                          <a:xfrm>
                            <a:off x="1007555" y="1412875"/>
                            <a:ext cx="424180" cy="330835"/>
                          </a:xfrm>
                          <a:custGeom>
                            <a:avLst/>
                            <a:gdLst>
                              <a:gd name="T0" fmla="*/ 0 w 4448"/>
                              <a:gd name="T1" fmla="*/ 3062 h 3469"/>
                              <a:gd name="T2" fmla="*/ 3830 w 4448"/>
                              <a:gd name="T3" fmla="*/ 2655 h 3469"/>
                              <a:gd name="T4" fmla="*/ 3830 w 4448"/>
                              <a:gd name="T5" fmla="*/ 541 h 3469"/>
                              <a:gd name="T6" fmla="*/ 0 w 4448"/>
                              <a:gd name="T7" fmla="*/ 541 h 3469"/>
                              <a:gd name="T8" fmla="*/ 0 w 4448"/>
                              <a:gd name="T9" fmla="*/ 3062 h 3469"/>
                              <a:gd name="T10" fmla="*/ 316 w 4448"/>
                              <a:gd name="T11" fmla="*/ 541 h 3469"/>
                              <a:gd name="T12" fmla="*/ 316 w 4448"/>
                              <a:gd name="T13" fmla="*/ 267 h 3469"/>
                              <a:gd name="T14" fmla="*/ 4119 w 4448"/>
                              <a:gd name="T15" fmla="*/ 267 h 3469"/>
                              <a:gd name="T16" fmla="*/ 4119 w 4448"/>
                              <a:gd name="T17" fmla="*/ 2394 h 3469"/>
                              <a:gd name="T18" fmla="*/ 3830 w 4448"/>
                              <a:gd name="T19" fmla="*/ 2409 h 3469"/>
                              <a:gd name="T20" fmla="*/ 3830 w 4448"/>
                              <a:gd name="T21" fmla="*/ 541 h 3469"/>
                              <a:gd name="T22" fmla="*/ 316 w 4448"/>
                              <a:gd name="T23" fmla="*/ 541 h 3469"/>
                              <a:gd name="T24" fmla="*/ 612 w 4448"/>
                              <a:gd name="T25" fmla="*/ 267 h 3469"/>
                              <a:gd name="T26" fmla="*/ 612 w 4448"/>
                              <a:gd name="T27" fmla="*/ 0 h 3469"/>
                              <a:gd name="T28" fmla="*/ 4448 w 4448"/>
                              <a:gd name="T29" fmla="*/ 0 h 3469"/>
                              <a:gd name="T30" fmla="*/ 4448 w 4448"/>
                              <a:gd name="T31" fmla="*/ 2120 h 3469"/>
                              <a:gd name="T32" fmla="*/ 4119 w 4448"/>
                              <a:gd name="T33" fmla="*/ 2131 h 3469"/>
                              <a:gd name="T34" fmla="*/ 4119 w 4448"/>
                              <a:gd name="T35" fmla="*/ 267 h 3469"/>
                              <a:gd name="T36" fmla="*/ 612 w 4448"/>
                              <a:gd name="T37" fmla="*/ 267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48" h="3469">
                                <a:moveTo>
                                  <a:pt x="0" y="3062"/>
                                </a:moveTo>
                                <a:cubicBezTo>
                                  <a:pt x="1915" y="3469"/>
                                  <a:pt x="1915" y="2655"/>
                                  <a:pt x="3830" y="2655"/>
                                </a:cubicBezTo>
                                <a:lnTo>
                                  <a:pt x="3830" y="541"/>
                                </a:lnTo>
                                <a:lnTo>
                                  <a:pt x="0" y="541"/>
                                </a:lnTo>
                                <a:lnTo>
                                  <a:pt x="0" y="3062"/>
                                </a:lnTo>
                                <a:close/>
                                <a:moveTo>
                                  <a:pt x="316" y="541"/>
                                </a:moveTo>
                                <a:lnTo>
                                  <a:pt x="316" y="267"/>
                                </a:lnTo>
                                <a:lnTo>
                                  <a:pt x="4119" y="267"/>
                                </a:lnTo>
                                <a:lnTo>
                                  <a:pt x="4119" y="2394"/>
                                </a:lnTo>
                                <a:cubicBezTo>
                                  <a:pt x="3974" y="2394"/>
                                  <a:pt x="3830" y="2409"/>
                                  <a:pt x="3830" y="2409"/>
                                </a:cubicBezTo>
                                <a:lnTo>
                                  <a:pt x="3830" y="541"/>
                                </a:lnTo>
                                <a:lnTo>
                                  <a:pt x="316" y="541"/>
                                </a:lnTo>
                                <a:close/>
                                <a:moveTo>
                                  <a:pt x="612" y="267"/>
                                </a:moveTo>
                                <a:lnTo>
                                  <a:pt x="612" y="0"/>
                                </a:lnTo>
                                <a:lnTo>
                                  <a:pt x="4448" y="0"/>
                                </a:lnTo>
                                <a:lnTo>
                                  <a:pt x="4448" y="2120"/>
                                </a:lnTo>
                                <a:cubicBezTo>
                                  <a:pt x="4284" y="2120"/>
                                  <a:pt x="4119" y="2131"/>
                                  <a:pt x="4119" y="2131"/>
                                </a:cubicBezTo>
                                <a:lnTo>
                                  <a:pt x="4119" y="267"/>
                                </a:lnTo>
                                <a:lnTo>
                                  <a:pt x="612" y="267"/>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36" name="Freeform 37"/>
                        <wps:cNvSpPr>
                          <a:spLocks noEditPoints="1"/>
                        </wps:cNvSpPr>
                        <wps:spPr bwMode="auto">
                          <a:xfrm>
                            <a:off x="1007555" y="1412875"/>
                            <a:ext cx="424180" cy="330835"/>
                          </a:xfrm>
                          <a:custGeom>
                            <a:avLst/>
                            <a:gdLst>
                              <a:gd name="T0" fmla="*/ 0 w 4448"/>
                              <a:gd name="T1" fmla="*/ 541 h 3469"/>
                              <a:gd name="T2" fmla="*/ 3830 w 4448"/>
                              <a:gd name="T3" fmla="*/ 541 h 3469"/>
                              <a:gd name="T4" fmla="*/ 3830 w 4448"/>
                              <a:gd name="T5" fmla="*/ 2655 h 3469"/>
                              <a:gd name="T6" fmla="*/ 0 w 4448"/>
                              <a:gd name="T7" fmla="*/ 3062 h 3469"/>
                              <a:gd name="T8" fmla="*/ 0 w 4448"/>
                              <a:gd name="T9" fmla="*/ 541 h 3469"/>
                              <a:gd name="T10" fmla="*/ 316 w 4448"/>
                              <a:gd name="T11" fmla="*/ 541 h 3469"/>
                              <a:gd name="T12" fmla="*/ 316 w 4448"/>
                              <a:gd name="T13" fmla="*/ 267 h 3469"/>
                              <a:gd name="T14" fmla="*/ 4119 w 4448"/>
                              <a:gd name="T15" fmla="*/ 267 h 3469"/>
                              <a:gd name="T16" fmla="*/ 4119 w 4448"/>
                              <a:gd name="T17" fmla="*/ 2394 h 3469"/>
                              <a:gd name="T18" fmla="*/ 3830 w 4448"/>
                              <a:gd name="T19" fmla="*/ 2409 h 3469"/>
                              <a:gd name="T20" fmla="*/ 612 w 4448"/>
                              <a:gd name="T21" fmla="*/ 267 h 3469"/>
                              <a:gd name="T22" fmla="*/ 612 w 4448"/>
                              <a:gd name="T23" fmla="*/ 0 h 3469"/>
                              <a:gd name="T24" fmla="*/ 4448 w 4448"/>
                              <a:gd name="T25" fmla="*/ 0 h 3469"/>
                              <a:gd name="T26" fmla="*/ 4448 w 4448"/>
                              <a:gd name="T27" fmla="*/ 2120 h 3469"/>
                              <a:gd name="T28" fmla="*/ 4119 w 4448"/>
                              <a:gd name="T29" fmla="*/ 2131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448" h="3469">
                                <a:moveTo>
                                  <a:pt x="0" y="541"/>
                                </a:moveTo>
                                <a:lnTo>
                                  <a:pt x="3830" y="541"/>
                                </a:lnTo>
                                <a:lnTo>
                                  <a:pt x="3830" y="2655"/>
                                </a:lnTo>
                                <a:cubicBezTo>
                                  <a:pt x="1915" y="2655"/>
                                  <a:pt x="1915" y="3469"/>
                                  <a:pt x="0" y="3062"/>
                                </a:cubicBezTo>
                                <a:lnTo>
                                  <a:pt x="0" y="541"/>
                                </a:lnTo>
                                <a:close/>
                                <a:moveTo>
                                  <a:pt x="316" y="541"/>
                                </a:moveTo>
                                <a:lnTo>
                                  <a:pt x="316" y="267"/>
                                </a:lnTo>
                                <a:lnTo>
                                  <a:pt x="4119" y="267"/>
                                </a:lnTo>
                                <a:lnTo>
                                  <a:pt x="4119" y="2394"/>
                                </a:lnTo>
                                <a:cubicBezTo>
                                  <a:pt x="3974" y="2394"/>
                                  <a:pt x="3830" y="2409"/>
                                  <a:pt x="3830" y="2409"/>
                                </a:cubicBezTo>
                                <a:moveTo>
                                  <a:pt x="612" y="267"/>
                                </a:moveTo>
                                <a:lnTo>
                                  <a:pt x="612" y="0"/>
                                </a:lnTo>
                                <a:lnTo>
                                  <a:pt x="4448" y="0"/>
                                </a:lnTo>
                                <a:lnTo>
                                  <a:pt x="4448" y="2120"/>
                                </a:lnTo>
                                <a:cubicBezTo>
                                  <a:pt x="4284" y="2120"/>
                                  <a:pt x="4119" y="2131"/>
                                  <a:pt x="4119" y="2131"/>
                                </a:cubicBez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40"/>
                        <wps:cNvSpPr>
                          <a:spLocks noEditPoints="1"/>
                        </wps:cNvSpPr>
                        <wps:spPr bwMode="auto">
                          <a:xfrm>
                            <a:off x="1572070" y="1412875"/>
                            <a:ext cx="424180" cy="330835"/>
                          </a:xfrm>
                          <a:custGeom>
                            <a:avLst/>
                            <a:gdLst>
                              <a:gd name="T0" fmla="*/ 0 w 4448"/>
                              <a:gd name="T1" fmla="*/ 3062 h 3469"/>
                              <a:gd name="T2" fmla="*/ 3829 w 4448"/>
                              <a:gd name="T3" fmla="*/ 2655 h 3469"/>
                              <a:gd name="T4" fmla="*/ 3829 w 4448"/>
                              <a:gd name="T5" fmla="*/ 541 h 3469"/>
                              <a:gd name="T6" fmla="*/ 0 w 4448"/>
                              <a:gd name="T7" fmla="*/ 541 h 3469"/>
                              <a:gd name="T8" fmla="*/ 0 w 4448"/>
                              <a:gd name="T9" fmla="*/ 3062 h 3469"/>
                              <a:gd name="T10" fmla="*/ 315 w 4448"/>
                              <a:gd name="T11" fmla="*/ 541 h 3469"/>
                              <a:gd name="T12" fmla="*/ 315 w 4448"/>
                              <a:gd name="T13" fmla="*/ 267 h 3469"/>
                              <a:gd name="T14" fmla="*/ 4118 w 4448"/>
                              <a:gd name="T15" fmla="*/ 267 h 3469"/>
                              <a:gd name="T16" fmla="*/ 4118 w 4448"/>
                              <a:gd name="T17" fmla="*/ 2394 h 3469"/>
                              <a:gd name="T18" fmla="*/ 3829 w 4448"/>
                              <a:gd name="T19" fmla="*/ 2409 h 3469"/>
                              <a:gd name="T20" fmla="*/ 3829 w 4448"/>
                              <a:gd name="T21" fmla="*/ 541 h 3469"/>
                              <a:gd name="T22" fmla="*/ 315 w 4448"/>
                              <a:gd name="T23" fmla="*/ 541 h 3469"/>
                              <a:gd name="T24" fmla="*/ 612 w 4448"/>
                              <a:gd name="T25" fmla="*/ 267 h 3469"/>
                              <a:gd name="T26" fmla="*/ 612 w 4448"/>
                              <a:gd name="T27" fmla="*/ 0 h 3469"/>
                              <a:gd name="T28" fmla="*/ 4448 w 4448"/>
                              <a:gd name="T29" fmla="*/ 0 h 3469"/>
                              <a:gd name="T30" fmla="*/ 4448 w 4448"/>
                              <a:gd name="T31" fmla="*/ 2120 h 3469"/>
                              <a:gd name="T32" fmla="*/ 4118 w 4448"/>
                              <a:gd name="T33" fmla="*/ 2131 h 3469"/>
                              <a:gd name="T34" fmla="*/ 4118 w 4448"/>
                              <a:gd name="T35" fmla="*/ 267 h 3469"/>
                              <a:gd name="T36" fmla="*/ 612 w 4448"/>
                              <a:gd name="T37" fmla="*/ 267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48" h="3469">
                                <a:moveTo>
                                  <a:pt x="0" y="3062"/>
                                </a:moveTo>
                                <a:cubicBezTo>
                                  <a:pt x="1914" y="3469"/>
                                  <a:pt x="1914" y="2655"/>
                                  <a:pt x="3829" y="2655"/>
                                </a:cubicBezTo>
                                <a:lnTo>
                                  <a:pt x="3829" y="541"/>
                                </a:lnTo>
                                <a:lnTo>
                                  <a:pt x="0" y="541"/>
                                </a:lnTo>
                                <a:lnTo>
                                  <a:pt x="0" y="3062"/>
                                </a:lnTo>
                                <a:close/>
                                <a:moveTo>
                                  <a:pt x="315" y="541"/>
                                </a:moveTo>
                                <a:lnTo>
                                  <a:pt x="315" y="267"/>
                                </a:lnTo>
                                <a:lnTo>
                                  <a:pt x="4118" y="267"/>
                                </a:lnTo>
                                <a:lnTo>
                                  <a:pt x="4118" y="2394"/>
                                </a:lnTo>
                                <a:cubicBezTo>
                                  <a:pt x="3974" y="2394"/>
                                  <a:pt x="3829" y="2409"/>
                                  <a:pt x="3829" y="2409"/>
                                </a:cubicBezTo>
                                <a:lnTo>
                                  <a:pt x="3829" y="541"/>
                                </a:lnTo>
                                <a:lnTo>
                                  <a:pt x="315" y="541"/>
                                </a:lnTo>
                                <a:close/>
                                <a:moveTo>
                                  <a:pt x="612" y="267"/>
                                </a:moveTo>
                                <a:lnTo>
                                  <a:pt x="612" y="0"/>
                                </a:lnTo>
                                <a:lnTo>
                                  <a:pt x="4448" y="0"/>
                                </a:lnTo>
                                <a:lnTo>
                                  <a:pt x="4448" y="2120"/>
                                </a:lnTo>
                                <a:cubicBezTo>
                                  <a:pt x="4283" y="2120"/>
                                  <a:pt x="4118" y="2131"/>
                                  <a:pt x="4118" y="2131"/>
                                </a:cubicBezTo>
                                <a:lnTo>
                                  <a:pt x="4118" y="267"/>
                                </a:lnTo>
                                <a:lnTo>
                                  <a:pt x="612" y="267"/>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40" name="Freeform 41"/>
                        <wps:cNvSpPr>
                          <a:spLocks noEditPoints="1"/>
                        </wps:cNvSpPr>
                        <wps:spPr bwMode="auto">
                          <a:xfrm>
                            <a:off x="1572070" y="1412875"/>
                            <a:ext cx="424180" cy="330835"/>
                          </a:xfrm>
                          <a:custGeom>
                            <a:avLst/>
                            <a:gdLst>
                              <a:gd name="T0" fmla="*/ 0 w 4448"/>
                              <a:gd name="T1" fmla="*/ 541 h 3469"/>
                              <a:gd name="T2" fmla="*/ 3829 w 4448"/>
                              <a:gd name="T3" fmla="*/ 541 h 3469"/>
                              <a:gd name="T4" fmla="*/ 3829 w 4448"/>
                              <a:gd name="T5" fmla="*/ 2655 h 3469"/>
                              <a:gd name="T6" fmla="*/ 0 w 4448"/>
                              <a:gd name="T7" fmla="*/ 3062 h 3469"/>
                              <a:gd name="T8" fmla="*/ 0 w 4448"/>
                              <a:gd name="T9" fmla="*/ 541 h 3469"/>
                              <a:gd name="T10" fmla="*/ 315 w 4448"/>
                              <a:gd name="T11" fmla="*/ 541 h 3469"/>
                              <a:gd name="T12" fmla="*/ 315 w 4448"/>
                              <a:gd name="T13" fmla="*/ 267 h 3469"/>
                              <a:gd name="T14" fmla="*/ 4118 w 4448"/>
                              <a:gd name="T15" fmla="*/ 267 h 3469"/>
                              <a:gd name="T16" fmla="*/ 4118 w 4448"/>
                              <a:gd name="T17" fmla="*/ 2394 h 3469"/>
                              <a:gd name="T18" fmla="*/ 3829 w 4448"/>
                              <a:gd name="T19" fmla="*/ 2409 h 3469"/>
                              <a:gd name="T20" fmla="*/ 612 w 4448"/>
                              <a:gd name="T21" fmla="*/ 267 h 3469"/>
                              <a:gd name="T22" fmla="*/ 612 w 4448"/>
                              <a:gd name="T23" fmla="*/ 0 h 3469"/>
                              <a:gd name="T24" fmla="*/ 4448 w 4448"/>
                              <a:gd name="T25" fmla="*/ 0 h 3469"/>
                              <a:gd name="T26" fmla="*/ 4448 w 4448"/>
                              <a:gd name="T27" fmla="*/ 2120 h 3469"/>
                              <a:gd name="T28" fmla="*/ 4118 w 4448"/>
                              <a:gd name="T29" fmla="*/ 2131 h 3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448" h="3469">
                                <a:moveTo>
                                  <a:pt x="0" y="541"/>
                                </a:moveTo>
                                <a:lnTo>
                                  <a:pt x="3829" y="541"/>
                                </a:lnTo>
                                <a:lnTo>
                                  <a:pt x="3829" y="2655"/>
                                </a:lnTo>
                                <a:cubicBezTo>
                                  <a:pt x="1914" y="2655"/>
                                  <a:pt x="1914" y="3469"/>
                                  <a:pt x="0" y="3062"/>
                                </a:cubicBezTo>
                                <a:lnTo>
                                  <a:pt x="0" y="541"/>
                                </a:lnTo>
                                <a:close/>
                                <a:moveTo>
                                  <a:pt x="315" y="541"/>
                                </a:moveTo>
                                <a:lnTo>
                                  <a:pt x="315" y="267"/>
                                </a:lnTo>
                                <a:lnTo>
                                  <a:pt x="4118" y="267"/>
                                </a:lnTo>
                                <a:lnTo>
                                  <a:pt x="4118" y="2394"/>
                                </a:lnTo>
                                <a:cubicBezTo>
                                  <a:pt x="3974" y="2394"/>
                                  <a:pt x="3829" y="2409"/>
                                  <a:pt x="3829" y="2409"/>
                                </a:cubicBezTo>
                                <a:moveTo>
                                  <a:pt x="612" y="267"/>
                                </a:moveTo>
                                <a:lnTo>
                                  <a:pt x="612" y="0"/>
                                </a:lnTo>
                                <a:lnTo>
                                  <a:pt x="4448" y="0"/>
                                </a:lnTo>
                                <a:lnTo>
                                  <a:pt x="4448" y="2120"/>
                                </a:lnTo>
                                <a:cubicBezTo>
                                  <a:pt x="4283" y="2120"/>
                                  <a:pt x="4118" y="2131"/>
                                  <a:pt x="4118" y="2131"/>
                                </a:cubicBez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44"/>
                        <wps:cNvSpPr>
                          <a:spLocks noChangeArrowheads="1"/>
                        </wps:cNvSpPr>
                        <wps:spPr bwMode="auto">
                          <a:xfrm>
                            <a:off x="370015" y="2070100"/>
                            <a:ext cx="511175"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4AB63F" w14:textId="77777777" w:rsidR="0074331E" w:rsidRDefault="0074331E" w:rsidP="00A34C8C">
                              <w:pPr>
                                <w:jc w:val="center"/>
                              </w:pPr>
                            </w:p>
                          </w:txbxContent>
                        </wps:txbx>
                        <wps:bodyPr rot="0" vert="horz" wrap="square" lIns="91440" tIns="45720" rIns="91440" bIns="45720" anchor="t" anchorCtr="0" upright="1">
                          <a:noAutofit/>
                        </wps:bodyPr>
                      </wps:wsp>
                      <wps:wsp>
                        <wps:cNvPr id="44" name="Rectangle 45"/>
                        <wps:cNvSpPr>
                          <a:spLocks noChangeArrowheads="1"/>
                        </wps:cNvSpPr>
                        <wps:spPr bwMode="auto">
                          <a:xfrm>
                            <a:off x="370015" y="2070100"/>
                            <a:ext cx="511175" cy="367030"/>
                          </a:xfrm>
                          <a:prstGeom prst="rect">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Rectangle 48"/>
                        <wps:cNvSpPr>
                          <a:spLocks noChangeArrowheads="1"/>
                        </wps:cNvSpPr>
                        <wps:spPr bwMode="auto">
                          <a:xfrm>
                            <a:off x="934530" y="2070735"/>
                            <a:ext cx="511175" cy="367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49"/>
                        <wps:cNvSpPr>
                          <a:spLocks noChangeArrowheads="1"/>
                        </wps:cNvSpPr>
                        <wps:spPr bwMode="auto">
                          <a:xfrm>
                            <a:off x="934530" y="2070735"/>
                            <a:ext cx="511175" cy="367665"/>
                          </a:xfrm>
                          <a:prstGeom prst="rect">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Rectangle 52"/>
                        <wps:cNvSpPr>
                          <a:spLocks noChangeArrowheads="1"/>
                        </wps:cNvSpPr>
                        <wps:spPr bwMode="auto">
                          <a:xfrm>
                            <a:off x="1499045" y="2070100"/>
                            <a:ext cx="511175"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53"/>
                        <wps:cNvSpPr>
                          <a:spLocks noChangeArrowheads="1"/>
                        </wps:cNvSpPr>
                        <wps:spPr bwMode="auto">
                          <a:xfrm>
                            <a:off x="1499045" y="2070100"/>
                            <a:ext cx="511175" cy="367030"/>
                          </a:xfrm>
                          <a:prstGeom prst="rect">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56"/>
                        <wps:cNvSpPr>
                          <a:spLocks noEditPoints="1"/>
                        </wps:cNvSpPr>
                        <wps:spPr bwMode="auto">
                          <a:xfrm>
                            <a:off x="1248855" y="332105"/>
                            <a:ext cx="1635760" cy="222250"/>
                          </a:xfrm>
                          <a:custGeom>
                            <a:avLst/>
                            <a:gdLst>
                              <a:gd name="T0" fmla="*/ 2576 w 2576"/>
                              <a:gd name="T1" fmla="*/ 0 h 350"/>
                              <a:gd name="T2" fmla="*/ 49 w 2576"/>
                              <a:gd name="T3" fmla="*/ 319 h 350"/>
                              <a:gd name="T4" fmla="*/ 50 w 2576"/>
                              <a:gd name="T5" fmla="*/ 324 h 350"/>
                              <a:gd name="T6" fmla="*/ 2576 w 2576"/>
                              <a:gd name="T7" fmla="*/ 5 h 350"/>
                              <a:gd name="T8" fmla="*/ 2576 w 2576"/>
                              <a:gd name="T9" fmla="*/ 0 h 350"/>
                              <a:gd name="T10" fmla="*/ 56 w 2576"/>
                              <a:gd name="T11" fmla="*/ 290 h 350"/>
                              <a:gd name="T12" fmla="*/ 0 w 2576"/>
                              <a:gd name="T13" fmla="*/ 328 h 350"/>
                              <a:gd name="T14" fmla="*/ 64 w 2576"/>
                              <a:gd name="T15" fmla="*/ 350 h 350"/>
                              <a:gd name="T16" fmla="*/ 56 w 2576"/>
                              <a:gd name="T17" fmla="*/ 290 h 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76" h="350">
                                <a:moveTo>
                                  <a:pt x="2576" y="0"/>
                                </a:moveTo>
                                <a:lnTo>
                                  <a:pt x="49" y="319"/>
                                </a:lnTo>
                                <a:lnTo>
                                  <a:pt x="50" y="324"/>
                                </a:lnTo>
                                <a:lnTo>
                                  <a:pt x="2576" y="5"/>
                                </a:lnTo>
                                <a:lnTo>
                                  <a:pt x="2576" y="0"/>
                                </a:lnTo>
                                <a:close/>
                                <a:moveTo>
                                  <a:pt x="56" y="290"/>
                                </a:moveTo>
                                <a:lnTo>
                                  <a:pt x="0" y="328"/>
                                </a:lnTo>
                                <a:lnTo>
                                  <a:pt x="64" y="350"/>
                                </a:lnTo>
                                <a:lnTo>
                                  <a:pt x="56" y="29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6" name="Freeform 57"/>
                        <wps:cNvSpPr>
                          <a:spLocks noEditPoints="1"/>
                        </wps:cNvSpPr>
                        <wps:spPr bwMode="auto">
                          <a:xfrm>
                            <a:off x="2865565" y="334010"/>
                            <a:ext cx="38100" cy="206375"/>
                          </a:xfrm>
                          <a:custGeom>
                            <a:avLst/>
                            <a:gdLst>
                              <a:gd name="T0" fmla="*/ 33 w 60"/>
                              <a:gd name="T1" fmla="*/ 0 h 325"/>
                              <a:gd name="T2" fmla="*/ 33 w 60"/>
                              <a:gd name="T3" fmla="*/ 274 h 325"/>
                              <a:gd name="T4" fmla="*/ 28 w 60"/>
                              <a:gd name="T5" fmla="*/ 274 h 325"/>
                              <a:gd name="T6" fmla="*/ 28 w 60"/>
                              <a:gd name="T7" fmla="*/ 0 h 325"/>
                              <a:gd name="T8" fmla="*/ 33 w 60"/>
                              <a:gd name="T9" fmla="*/ 0 h 325"/>
                              <a:gd name="T10" fmla="*/ 60 w 60"/>
                              <a:gd name="T11" fmla="*/ 265 h 325"/>
                              <a:gd name="T12" fmla="*/ 30 w 60"/>
                              <a:gd name="T13" fmla="*/ 325 h 325"/>
                              <a:gd name="T14" fmla="*/ 0 w 60"/>
                              <a:gd name="T15" fmla="*/ 265 h 325"/>
                              <a:gd name="T16" fmla="*/ 60 w 60"/>
                              <a:gd name="T17" fmla="*/ 265 h 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325">
                                <a:moveTo>
                                  <a:pt x="33" y="0"/>
                                </a:moveTo>
                                <a:lnTo>
                                  <a:pt x="33" y="274"/>
                                </a:lnTo>
                                <a:lnTo>
                                  <a:pt x="28" y="274"/>
                                </a:lnTo>
                                <a:lnTo>
                                  <a:pt x="28" y="0"/>
                                </a:lnTo>
                                <a:lnTo>
                                  <a:pt x="33" y="0"/>
                                </a:lnTo>
                                <a:close/>
                                <a:moveTo>
                                  <a:pt x="60" y="265"/>
                                </a:moveTo>
                                <a:lnTo>
                                  <a:pt x="30" y="325"/>
                                </a:lnTo>
                                <a:lnTo>
                                  <a:pt x="0" y="265"/>
                                </a:lnTo>
                                <a:lnTo>
                                  <a:pt x="60" y="26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7" name="Freeform 58"/>
                        <wps:cNvSpPr>
                          <a:spLocks noEditPoints="1"/>
                        </wps:cNvSpPr>
                        <wps:spPr bwMode="auto">
                          <a:xfrm>
                            <a:off x="2884615" y="332105"/>
                            <a:ext cx="1635760" cy="222250"/>
                          </a:xfrm>
                          <a:custGeom>
                            <a:avLst/>
                            <a:gdLst>
                              <a:gd name="T0" fmla="*/ 0 w 2576"/>
                              <a:gd name="T1" fmla="*/ 0 h 350"/>
                              <a:gd name="T2" fmla="*/ 2527 w 2576"/>
                              <a:gd name="T3" fmla="*/ 319 h 350"/>
                              <a:gd name="T4" fmla="*/ 2526 w 2576"/>
                              <a:gd name="T5" fmla="*/ 324 h 350"/>
                              <a:gd name="T6" fmla="*/ 0 w 2576"/>
                              <a:gd name="T7" fmla="*/ 5 h 350"/>
                              <a:gd name="T8" fmla="*/ 0 w 2576"/>
                              <a:gd name="T9" fmla="*/ 0 h 350"/>
                              <a:gd name="T10" fmla="*/ 2520 w 2576"/>
                              <a:gd name="T11" fmla="*/ 290 h 350"/>
                              <a:gd name="T12" fmla="*/ 2576 w 2576"/>
                              <a:gd name="T13" fmla="*/ 328 h 350"/>
                              <a:gd name="T14" fmla="*/ 2513 w 2576"/>
                              <a:gd name="T15" fmla="*/ 350 h 350"/>
                              <a:gd name="T16" fmla="*/ 2520 w 2576"/>
                              <a:gd name="T17" fmla="*/ 290 h 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76" h="350">
                                <a:moveTo>
                                  <a:pt x="0" y="0"/>
                                </a:moveTo>
                                <a:lnTo>
                                  <a:pt x="2527" y="319"/>
                                </a:lnTo>
                                <a:lnTo>
                                  <a:pt x="2526" y="324"/>
                                </a:lnTo>
                                <a:lnTo>
                                  <a:pt x="0" y="5"/>
                                </a:lnTo>
                                <a:lnTo>
                                  <a:pt x="0" y="0"/>
                                </a:lnTo>
                                <a:close/>
                                <a:moveTo>
                                  <a:pt x="2520" y="290"/>
                                </a:moveTo>
                                <a:lnTo>
                                  <a:pt x="2576" y="328"/>
                                </a:lnTo>
                                <a:lnTo>
                                  <a:pt x="2513" y="350"/>
                                </a:lnTo>
                                <a:lnTo>
                                  <a:pt x="2520" y="29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8" name="Freeform 59"/>
                        <wps:cNvSpPr>
                          <a:spLocks noEditPoints="1"/>
                        </wps:cNvSpPr>
                        <wps:spPr bwMode="auto">
                          <a:xfrm>
                            <a:off x="1229805" y="803910"/>
                            <a:ext cx="38100" cy="149225"/>
                          </a:xfrm>
                          <a:custGeom>
                            <a:avLst/>
                            <a:gdLst>
                              <a:gd name="T0" fmla="*/ 33 w 60"/>
                              <a:gd name="T1" fmla="*/ 0 h 235"/>
                              <a:gd name="T2" fmla="*/ 33 w 60"/>
                              <a:gd name="T3" fmla="*/ 185 h 235"/>
                              <a:gd name="T4" fmla="*/ 28 w 60"/>
                              <a:gd name="T5" fmla="*/ 185 h 235"/>
                              <a:gd name="T6" fmla="*/ 28 w 60"/>
                              <a:gd name="T7" fmla="*/ 0 h 235"/>
                              <a:gd name="T8" fmla="*/ 33 w 60"/>
                              <a:gd name="T9" fmla="*/ 0 h 235"/>
                              <a:gd name="T10" fmla="*/ 60 w 60"/>
                              <a:gd name="T11" fmla="*/ 175 h 235"/>
                              <a:gd name="T12" fmla="*/ 30 w 60"/>
                              <a:gd name="T13" fmla="*/ 235 h 235"/>
                              <a:gd name="T14" fmla="*/ 0 w 60"/>
                              <a:gd name="T15" fmla="*/ 175 h 235"/>
                              <a:gd name="T16" fmla="*/ 60 w 60"/>
                              <a:gd name="T17" fmla="*/ 175 h 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235">
                                <a:moveTo>
                                  <a:pt x="33" y="0"/>
                                </a:moveTo>
                                <a:lnTo>
                                  <a:pt x="33" y="185"/>
                                </a:lnTo>
                                <a:lnTo>
                                  <a:pt x="28" y="185"/>
                                </a:lnTo>
                                <a:lnTo>
                                  <a:pt x="28" y="0"/>
                                </a:lnTo>
                                <a:lnTo>
                                  <a:pt x="33" y="0"/>
                                </a:lnTo>
                                <a:close/>
                                <a:moveTo>
                                  <a:pt x="60" y="175"/>
                                </a:moveTo>
                                <a:lnTo>
                                  <a:pt x="30" y="235"/>
                                </a:lnTo>
                                <a:lnTo>
                                  <a:pt x="0" y="175"/>
                                </a:lnTo>
                                <a:lnTo>
                                  <a:pt x="60" y="17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9" name="Freeform 60"/>
                        <wps:cNvSpPr>
                          <a:spLocks noEditPoints="1"/>
                        </wps:cNvSpPr>
                        <wps:spPr bwMode="auto">
                          <a:xfrm>
                            <a:off x="2865565" y="803910"/>
                            <a:ext cx="38100" cy="149225"/>
                          </a:xfrm>
                          <a:custGeom>
                            <a:avLst/>
                            <a:gdLst>
                              <a:gd name="T0" fmla="*/ 28 w 60"/>
                              <a:gd name="T1" fmla="*/ 0 h 235"/>
                              <a:gd name="T2" fmla="*/ 28 w 60"/>
                              <a:gd name="T3" fmla="*/ 185 h 235"/>
                              <a:gd name="T4" fmla="*/ 33 w 60"/>
                              <a:gd name="T5" fmla="*/ 185 h 235"/>
                              <a:gd name="T6" fmla="*/ 33 w 60"/>
                              <a:gd name="T7" fmla="*/ 0 h 235"/>
                              <a:gd name="T8" fmla="*/ 28 w 60"/>
                              <a:gd name="T9" fmla="*/ 0 h 235"/>
                              <a:gd name="T10" fmla="*/ 0 w 60"/>
                              <a:gd name="T11" fmla="*/ 175 h 235"/>
                              <a:gd name="T12" fmla="*/ 30 w 60"/>
                              <a:gd name="T13" fmla="*/ 235 h 235"/>
                              <a:gd name="T14" fmla="*/ 60 w 60"/>
                              <a:gd name="T15" fmla="*/ 175 h 235"/>
                              <a:gd name="T16" fmla="*/ 0 w 60"/>
                              <a:gd name="T17" fmla="*/ 175 h 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235">
                                <a:moveTo>
                                  <a:pt x="28" y="0"/>
                                </a:moveTo>
                                <a:lnTo>
                                  <a:pt x="28" y="185"/>
                                </a:lnTo>
                                <a:lnTo>
                                  <a:pt x="33" y="185"/>
                                </a:lnTo>
                                <a:lnTo>
                                  <a:pt x="33" y="0"/>
                                </a:lnTo>
                                <a:lnTo>
                                  <a:pt x="28" y="0"/>
                                </a:lnTo>
                                <a:close/>
                                <a:moveTo>
                                  <a:pt x="0" y="175"/>
                                </a:moveTo>
                                <a:lnTo>
                                  <a:pt x="30" y="235"/>
                                </a:lnTo>
                                <a:lnTo>
                                  <a:pt x="60" y="175"/>
                                </a:lnTo>
                                <a:lnTo>
                                  <a:pt x="0" y="17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0" name="Freeform 61"/>
                        <wps:cNvSpPr>
                          <a:spLocks noEditPoints="1"/>
                        </wps:cNvSpPr>
                        <wps:spPr bwMode="auto">
                          <a:xfrm>
                            <a:off x="4501325" y="803910"/>
                            <a:ext cx="38100" cy="149225"/>
                          </a:xfrm>
                          <a:custGeom>
                            <a:avLst/>
                            <a:gdLst>
                              <a:gd name="T0" fmla="*/ 32 w 60"/>
                              <a:gd name="T1" fmla="*/ 0 h 235"/>
                              <a:gd name="T2" fmla="*/ 32 w 60"/>
                              <a:gd name="T3" fmla="*/ 185 h 235"/>
                              <a:gd name="T4" fmla="*/ 27 w 60"/>
                              <a:gd name="T5" fmla="*/ 185 h 235"/>
                              <a:gd name="T6" fmla="*/ 27 w 60"/>
                              <a:gd name="T7" fmla="*/ 0 h 235"/>
                              <a:gd name="T8" fmla="*/ 32 w 60"/>
                              <a:gd name="T9" fmla="*/ 0 h 235"/>
                              <a:gd name="T10" fmla="*/ 60 w 60"/>
                              <a:gd name="T11" fmla="*/ 175 h 235"/>
                              <a:gd name="T12" fmla="*/ 30 w 60"/>
                              <a:gd name="T13" fmla="*/ 235 h 235"/>
                              <a:gd name="T14" fmla="*/ 0 w 60"/>
                              <a:gd name="T15" fmla="*/ 175 h 235"/>
                              <a:gd name="T16" fmla="*/ 60 w 60"/>
                              <a:gd name="T17" fmla="*/ 175 h 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235">
                                <a:moveTo>
                                  <a:pt x="32" y="0"/>
                                </a:moveTo>
                                <a:lnTo>
                                  <a:pt x="32" y="185"/>
                                </a:lnTo>
                                <a:lnTo>
                                  <a:pt x="27" y="185"/>
                                </a:lnTo>
                                <a:lnTo>
                                  <a:pt x="27" y="0"/>
                                </a:lnTo>
                                <a:lnTo>
                                  <a:pt x="32" y="0"/>
                                </a:lnTo>
                                <a:close/>
                                <a:moveTo>
                                  <a:pt x="60" y="175"/>
                                </a:moveTo>
                                <a:lnTo>
                                  <a:pt x="30" y="235"/>
                                </a:lnTo>
                                <a:lnTo>
                                  <a:pt x="0" y="175"/>
                                </a:lnTo>
                                <a:lnTo>
                                  <a:pt x="60" y="17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1" name="Freeform 62"/>
                        <wps:cNvSpPr>
                          <a:spLocks noEditPoints="1"/>
                        </wps:cNvSpPr>
                        <wps:spPr bwMode="auto">
                          <a:xfrm>
                            <a:off x="684340" y="1304290"/>
                            <a:ext cx="565150" cy="120650"/>
                          </a:xfrm>
                          <a:custGeom>
                            <a:avLst/>
                            <a:gdLst>
                              <a:gd name="T0" fmla="*/ 889 w 890"/>
                              <a:gd name="T1" fmla="*/ 0 h 190"/>
                              <a:gd name="T2" fmla="*/ 49 w 890"/>
                              <a:gd name="T3" fmla="*/ 159 h 190"/>
                              <a:gd name="T4" fmla="*/ 50 w 890"/>
                              <a:gd name="T5" fmla="*/ 164 h 190"/>
                              <a:gd name="T6" fmla="*/ 890 w 890"/>
                              <a:gd name="T7" fmla="*/ 5 h 190"/>
                              <a:gd name="T8" fmla="*/ 889 w 890"/>
                              <a:gd name="T9" fmla="*/ 0 h 190"/>
                              <a:gd name="T10" fmla="*/ 53 w 890"/>
                              <a:gd name="T11" fmla="*/ 131 h 190"/>
                              <a:gd name="T12" fmla="*/ 0 w 890"/>
                              <a:gd name="T13" fmla="*/ 171 h 190"/>
                              <a:gd name="T14" fmla="*/ 64 w 890"/>
                              <a:gd name="T15" fmla="*/ 190 h 190"/>
                              <a:gd name="T16" fmla="*/ 53 w 890"/>
                              <a:gd name="T17" fmla="*/ 131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90" h="190">
                                <a:moveTo>
                                  <a:pt x="889" y="0"/>
                                </a:moveTo>
                                <a:lnTo>
                                  <a:pt x="49" y="159"/>
                                </a:lnTo>
                                <a:lnTo>
                                  <a:pt x="50" y="164"/>
                                </a:lnTo>
                                <a:lnTo>
                                  <a:pt x="890" y="5"/>
                                </a:lnTo>
                                <a:lnTo>
                                  <a:pt x="889" y="0"/>
                                </a:lnTo>
                                <a:close/>
                                <a:moveTo>
                                  <a:pt x="53" y="131"/>
                                </a:moveTo>
                                <a:lnTo>
                                  <a:pt x="0" y="171"/>
                                </a:lnTo>
                                <a:lnTo>
                                  <a:pt x="64" y="190"/>
                                </a:lnTo>
                                <a:lnTo>
                                  <a:pt x="53" y="13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2" name="Freeform 63"/>
                        <wps:cNvSpPr>
                          <a:spLocks noEditPoints="1"/>
                        </wps:cNvSpPr>
                        <wps:spPr bwMode="auto">
                          <a:xfrm>
                            <a:off x="1229805" y="1306195"/>
                            <a:ext cx="38100" cy="106680"/>
                          </a:xfrm>
                          <a:custGeom>
                            <a:avLst/>
                            <a:gdLst>
                              <a:gd name="T0" fmla="*/ 33 w 60"/>
                              <a:gd name="T1" fmla="*/ 0 h 168"/>
                              <a:gd name="T2" fmla="*/ 33 w 60"/>
                              <a:gd name="T3" fmla="*/ 118 h 168"/>
                              <a:gd name="T4" fmla="*/ 28 w 60"/>
                              <a:gd name="T5" fmla="*/ 118 h 168"/>
                              <a:gd name="T6" fmla="*/ 28 w 60"/>
                              <a:gd name="T7" fmla="*/ 0 h 168"/>
                              <a:gd name="T8" fmla="*/ 33 w 60"/>
                              <a:gd name="T9" fmla="*/ 0 h 168"/>
                              <a:gd name="T10" fmla="*/ 60 w 60"/>
                              <a:gd name="T11" fmla="*/ 108 h 168"/>
                              <a:gd name="T12" fmla="*/ 30 w 60"/>
                              <a:gd name="T13" fmla="*/ 168 h 168"/>
                              <a:gd name="T14" fmla="*/ 0 w 60"/>
                              <a:gd name="T15" fmla="*/ 108 h 168"/>
                              <a:gd name="T16" fmla="*/ 60 w 60"/>
                              <a:gd name="T17" fmla="*/ 108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168">
                                <a:moveTo>
                                  <a:pt x="33" y="0"/>
                                </a:moveTo>
                                <a:lnTo>
                                  <a:pt x="33" y="118"/>
                                </a:lnTo>
                                <a:lnTo>
                                  <a:pt x="28" y="118"/>
                                </a:lnTo>
                                <a:lnTo>
                                  <a:pt x="28" y="0"/>
                                </a:lnTo>
                                <a:lnTo>
                                  <a:pt x="33" y="0"/>
                                </a:lnTo>
                                <a:close/>
                                <a:moveTo>
                                  <a:pt x="60" y="108"/>
                                </a:moveTo>
                                <a:lnTo>
                                  <a:pt x="30" y="168"/>
                                </a:lnTo>
                                <a:lnTo>
                                  <a:pt x="0" y="108"/>
                                </a:lnTo>
                                <a:lnTo>
                                  <a:pt x="60" y="10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3" name="Freeform 64"/>
                        <wps:cNvSpPr>
                          <a:spLocks noEditPoints="1"/>
                        </wps:cNvSpPr>
                        <wps:spPr bwMode="auto">
                          <a:xfrm>
                            <a:off x="1248855" y="1304290"/>
                            <a:ext cx="564515" cy="120650"/>
                          </a:xfrm>
                          <a:custGeom>
                            <a:avLst/>
                            <a:gdLst>
                              <a:gd name="T0" fmla="*/ 1 w 889"/>
                              <a:gd name="T1" fmla="*/ 0 h 190"/>
                              <a:gd name="T2" fmla="*/ 840 w 889"/>
                              <a:gd name="T3" fmla="*/ 159 h 190"/>
                              <a:gd name="T4" fmla="*/ 839 w 889"/>
                              <a:gd name="T5" fmla="*/ 164 h 190"/>
                              <a:gd name="T6" fmla="*/ 0 w 889"/>
                              <a:gd name="T7" fmla="*/ 5 h 190"/>
                              <a:gd name="T8" fmla="*/ 1 w 889"/>
                              <a:gd name="T9" fmla="*/ 0 h 190"/>
                              <a:gd name="T10" fmla="*/ 836 w 889"/>
                              <a:gd name="T11" fmla="*/ 131 h 190"/>
                              <a:gd name="T12" fmla="*/ 889 w 889"/>
                              <a:gd name="T13" fmla="*/ 171 h 190"/>
                              <a:gd name="T14" fmla="*/ 824 w 889"/>
                              <a:gd name="T15" fmla="*/ 190 h 190"/>
                              <a:gd name="T16" fmla="*/ 836 w 889"/>
                              <a:gd name="T17" fmla="*/ 131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89" h="190">
                                <a:moveTo>
                                  <a:pt x="1" y="0"/>
                                </a:moveTo>
                                <a:lnTo>
                                  <a:pt x="840" y="159"/>
                                </a:lnTo>
                                <a:lnTo>
                                  <a:pt x="839" y="164"/>
                                </a:lnTo>
                                <a:lnTo>
                                  <a:pt x="0" y="5"/>
                                </a:lnTo>
                                <a:lnTo>
                                  <a:pt x="1" y="0"/>
                                </a:lnTo>
                                <a:close/>
                                <a:moveTo>
                                  <a:pt x="836" y="131"/>
                                </a:moveTo>
                                <a:lnTo>
                                  <a:pt x="889" y="171"/>
                                </a:lnTo>
                                <a:lnTo>
                                  <a:pt x="824" y="190"/>
                                </a:lnTo>
                                <a:lnTo>
                                  <a:pt x="836" y="13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 name="Freeform 65"/>
                        <wps:cNvSpPr>
                          <a:spLocks noEditPoints="1"/>
                        </wps:cNvSpPr>
                        <wps:spPr bwMode="auto">
                          <a:xfrm>
                            <a:off x="606870" y="1704975"/>
                            <a:ext cx="38100" cy="365125"/>
                          </a:xfrm>
                          <a:custGeom>
                            <a:avLst/>
                            <a:gdLst>
                              <a:gd name="T0" fmla="*/ 32 w 60"/>
                              <a:gd name="T1" fmla="*/ 0 h 575"/>
                              <a:gd name="T2" fmla="*/ 32 w 60"/>
                              <a:gd name="T3" fmla="*/ 524 h 575"/>
                              <a:gd name="T4" fmla="*/ 27 w 60"/>
                              <a:gd name="T5" fmla="*/ 524 h 575"/>
                              <a:gd name="T6" fmla="*/ 27 w 60"/>
                              <a:gd name="T7" fmla="*/ 0 h 575"/>
                              <a:gd name="T8" fmla="*/ 32 w 60"/>
                              <a:gd name="T9" fmla="*/ 0 h 575"/>
                              <a:gd name="T10" fmla="*/ 60 w 60"/>
                              <a:gd name="T11" fmla="*/ 514 h 575"/>
                              <a:gd name="T12" fmla="*/ 30 w 60"/>
                              <a:gd name="T13" fmla="*/ 575 h 575"/>
                              <a:gd name="T14" fmla="*/ 0 w 60"/>
                              <a:gd name="T15" fmla="*/ 514 h 575"/>
                              <a:gd name="T16" fmla="*/ 60 w 60"/>
                              <a:gd name="T17" fmla="*/ 514 h 5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575">
                                <a:moveTo>
                                  <a:pt x="32" y="0"/>
                                </a:moveTo>
                                <a:lnTo>
                                  <a:pt x="32" y="524"/>
                                </a:lnTo>
                                <a:lnTo>
                                  <a:pt x="27" y="524"/>
                                </a:lnTo>
                                <a:lnTo>
                                  <a:pt x="27" y="0"/>
                                </a:lnTo>
                                <a:lnTo>
                                  <a:pt x="32" y="0"/>
                                </a:lnTo>
                                <a:close/>
                                <a:moveTo>
                                  <a:pt x="60" y="514"/>
                                </a:moveTo>
                                <a:lnTo>
                                  <a:pt x="30" y="575"/>
                                </a:lnTo>
                                <a:lnTo>
                                  <a:pt x="0" y="514"/>
                                </a:lnTo>
                                <a:lnTo>
                                  <a:pt x="60" y="5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 name="Freeform 66"/>
                        <wps:cNvSpPr>
                          <a:spLocks noEditPoints="1"/>
                        </wps:cNvSpPr>
                        <wps:spPr bwMode="auto">
                          <a:xfrm>
                            <a:off x="1171385" y="1704975"/>
                            <a:ext cx="38100" cy="365760"/>
                          </a:xfrm>
                          <a:custGeom>
                            <a:avLst/>
                            <a:gdLst>
                              <a:gd name="T0" fmla="*/ 32 w 60"/>
                              <a:gd name="T1" fmla="*/ 0 h 576"/>
                              <a:gd name="T2" fmla="*/ 32 w 60"/>
                              <a:gd name="T3" fmla="*/ 526 h 576"/>
                              <a:gd name="T4" fmla="*/ 27 w 60"/>
                              <a:gd name="T5" fmla="*/ 526 h 576"/>
                              <a:gd name="T6" fmla="*/ 27 w 60"/>
                              <a:gd name="T7" fmla="*/ 0 h 576"/>
                              <a:gd name="T8" fmla="*/ 32 w 60"/>
                              <a:gd name="T9" fmla="*/ 0 h 576"/>
                              <a:gd name="T10" fmla="*/ 60 w 60"/>
                              <a:gd name="T11" fmla="*/ 516 h 576"/>
                              <a:gd name="T12" fmla="*/ 30 w 60"/>
                              <a:gd name="T13" fmla="*/ 576 h 576"/>
                              <a:gd name="T14" fmla="*/ 0 w 60"/>
                              <a:gd name="T15" fmla="*/ 516 h 576"/>
                              <a:gd name="T16" fmla="*/ 60 w 60"/>
                              <a:gd name="T17" fmla="*/ 516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576">
                                <a:moveTo>
                                  <a:pt x="32" y="0"/>
                                </a:moveTo>
                                <a:lnTo>
                                  <a:pt x="32" y="526"/>
                                </a:lnTo>
                                <a:lnTo>
                                  <a:pt x="27" y="526"/>
                                </a:lnTo>
                                <a:lnTo>
                                  <a:pt x="27" y="0"/>
                                </a:lnTo>
                                <a:lnTo>
                                  <a:pt x="32" y="0"/>
                                </a:lnTo>
                                <a:close/>
                                <a:moveTo>
                                  <a:pt x="60" y="516"/>
                                </a:moveTo>
                                <a:lnTo>
                                  <a:pt x="30" y="576"/>
                                </a:lnTo>
                                <a:lnTo>
                                  <a:pt x="0" y="516"/>
                                </a:lnTo>
                                <a:lnTo>
                                  <a:pt x="60" y="51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 name="Freeform 67"/>
                        <wps:cNvSpPr>
                          <a:spLocks noEditPoints="1"/>
                        </wps:cNvSpPr>
                        <wps:spPr bwMode="auto">
                          <a:xfrm>
                            <a:off x="1735900" y="1704975"/>
                            <a:ext cx="38100" cy="365125"/>
                          </a:xfrm>
                          <a:custGeom>
                            <a:avLst/>
                            <a:gdLst>
                              <a:gd name="T0" fmla="*/ 32 w 60"/>
                              <a:gd name="T1" fmla="*/ 0 h 575"/>
                              <a:gd name="T2" fmla="*/ 32 w 60"/>
                              <a:gd name="T3" fmla="*/ 524 h 575"/>
                              <a:gd name="T4" fmla="*/ 27 w 60"/>
                              <a:gd name="T5" fmla="*/ 524 h 575"/>
                              <a:gd name="T6" fmla="*/ 27 w 60"/>
                              <a:gd name="T7" fmla="*/ 0 h 575"/>
                              <a:gd name="T8" fmla="*/ 32 w 60"/>
                              <a:gd name="T9" fmla="*/ 0 h 575"/>
                              <a:gd name="T10" fmla="*/ 60 w 60"/>
                              <a:gd name="T11" fmla="*/ 514 h 575"/>
                              <a:gd name="T12" fmla="*/ 30 w 60"/>
                              <a:gd name="T13" fmla="*/ 575 h 575"/>
                              <a:gd name="T14" fmla="*/ 0 w 60"/>
                              <a:gd name="T15" fmla="*/ 514 h 575"/>
                              <a:gd name="T16" fmla="*/ 60 w 60"/>
                              <a:gd name="T17" fmla="*/ 514 h 5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575">
                                <a:moveTo>
                                  <a:pt x="32" y="0"/>
                                </a:moveTo>
                                <a:lnTo>
                                  <a:pt x="32" y="524"/>
                                </a:lnTo>
                                <a:lnTo>
                                  <a:pt x="27" y="524"/>
                                </a:lnTo>
                                <a:lnTo>
                                  <a:pt x="27" y="0"/>
                                </a:lnTo>
                                <a:lnTo>
                                  <a:pt x="32" y="0"/>
                                </a:lnTo>
                                <a:close/>
                                <a:moveTo>
                                  <a:pt x="60" y="514"/>
                                </a:moveTo>
                                <a:lnTo>
                                  <a:pt x="30" y="575"/>
                                </a:lnTo>
                                <a:lnTo>
                                  <a:pt x="0" y="514"/>
                                </a:lnTo>
                                <a:lnTo>
                                  <a:pt x="60" y="5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7" name="Freeform 68"/>
                        <wps:cNvSpPr>
                          <a:spLocks noEditPoints="1"/>
                        </wps:cNvSpPr>
                        <wps:spPr bwMode="auto">
                          <a:xfrm>
                            <a:off x="2645220" y="1412875"/>
                            <a:ext cx="424180" cy="330835"/>
                          </a:xfrm>
                          <a:custGeom>
                            <a:avLst/>
                            <a:gdLst>
                              <a:gd name="T0" fmla="*/ 0 w 2224"/>
                              <a:gd name="T1" fmla="*/ 1531 h 1735"/>
                              <a:gd name="T2" fmla="*/ 1915 w 2224"/>
                              <a:gd name="T3" fmla="*/ 1328 h 1735"/>
                              <a:gd name="T4" fmla="*/ 1915 w 2224"/>
                              <a:gd name="T5" fmla="*/ 271 h 1735"/>
                              <a:gd name="T6" fmla="*/ 0 w 2224"/>
                              <a:gd name="T7" fmla="*/ 271 h 1735"/>
                              <a:gd name="T8" fmla="*/ 0 w 2224"/>
                              <a:gd name="T9" fmla="*/ 1531 h 1735"/>
                              <a:gd name="T10" fmla="*/ 158 w 2224"/>
                              <a:gd name="T11" fmla="*/ 271 h 1735"/>
                              <a:gd name="T12" fmla="*/ 158 w 2224"/>
                              <a:gd name="T13" fmla="*/ 134 h 1735"/>
                              <a:gd name="T14" fmla="*/ 2060 w 2224"/>
                              <a:gd name="T15" fmla="*/ 134 h 1735"/>
                              <a:gd name="T16" fmla="*/ 2060 w 2224"/>
                              <a:gd name="T17" fmla="*/ 1197 h 1735"/>
                              <a:gd name="T18" fmla="*/ 1915 w 2224"/>
                              <a:gd name="T19" fmla="*/ 1205 h 1735"/>
                              <a:gd name="T20" fmla="*/ 1915 w 2224"/>
                              <a:gd name="T21" fmla="*/ 271 h 1735"/>
                              <a:gd name="T22" fmla="*/ 158 w 2224"/>
                              <a:gd name="T23" fmla="*/ 271 h 1735"/>
                              <a:gd name="T24" fmla="*/ 306 w 2224"/>
                              <a:gd name="T25" fmla="*/ 134 h 1735"/>
                              <a:gd name="T26" fmla="*/ 306 w 2224"/>
                              <a:gd name="T27" fmla="*/ 0 h 1735"/>
                              <a:gd name="T28" fmla="*/ 2224 w 2224"/>
                              <a:gd name="T29" fmla="*/ 0 h 1735"/>
                              <a:gd name="T30" fmla="*/ 2224 w 2224"/>
                              <a:gd name="T31" fmla="*/ 1060 h 1735"/>
                              <a:gd name="T32" fmla="*/ 2060 w 2224"/>
                              <a:gd name="T33" fmla="*/ 1066 h 1735"/>
                              <a:gd name="T34" fmla="*/ 2060 w 2224"/>
                              <a:gd name="T35" fmla="*/ 134 h 1735"/>
                              <a:gd name="T36" fmla="*/ 306 w 2224"/>
                              <a:gd name="T37" fmla="*/ 134 h 1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224" h="1735">
                                <a:moveTo>
                                  <a:pt x="0" y="1531"/>
                                </a:moveTo>
                                <a:cubicBezTo>
                                  <a:pt x="958" y="1735"/>
                                  <a:pt x="958" y="1328"/>
                                  <a:pt x="1915" y="1328"/>
                                </a:cubicBezTo>
                                <a:lnTo>
                                  <a:pt x="1915" y="271"/>
                                </a:lnTo>
                                <a:lnTo>
                                  <a:pt x="0" y="271"/>
                                </a:lnTo>
                                <a:lnTo>
                                  <a:pt x="0" y="1531"/>
                                </a:lnTo>
                                <a:close/>
                                <a:moveTo>
                                  <a:pt x="158" y="271"/>
                                </a:moveTo>
                                <a:lnTo>
                                  <a:pt x="158" y="134"/>
                                </a:lnTo>
                                <a:lnTo>
                                  <a:pt x="2060" y="134"/>
                                </a:lnTo>
                                <a:lnTo>
                                  <a:pt x="2060" y="1197"/>
                                </a:lnTo>
                                <a:cubicBezTo>
                                  <a:pt x="1987" y="1197"/>
                                  <a:pt x="1915" y="1205"/>
                                  <a:pt x="1915" y="1205"/>
                                </a:cubicBezTo>
                                <a:lnTo>
                                  <a:pt x="1915" y="271"/>
                                </a:lnTo>
                                <a:lnTo>
                                  <a:pt x="158" y="271"/>
                                </a:lnTo>
                                <a:close/>
                                <a:moveTo>
                                  <a:pt x="306" y="134"/>
                                </a:moveTo>
                                <a:lnTo>
                                  <a:pt x="306" y="0"/>
                                </a:lnTo>
                                <a:lnTo>
                                  <a:pt x="2224" y="0"/>
                                </a:lnTo>
                                <a:lnTo>
                                  <a:pt x="2224" y="1060"/>
                                </a:lnTo>
                                <a:cubicBezTo>
                                  <a:pt x="2142" y="1060"/>
                                  <a:pt x="2060" y="1066"/>
                                  <a:pt x="2060" y="1066"/>
                                </a:cubicBezTo>
                                <a:lnTo>
                                  <a:pt x="2060" y="134"/>
                                </a:lnTo>
                                <a:lnTo>
                                  <a:pt x="306" y="134"/>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68" name="Freeform 69"/>
                        <wps:cNvSpPr>
                          <a:spLocks noEditPoints="1"/>
                        </wps:cNvSpPr>
                        <wps:spPr bwMode="auto">
                          <a:xfrm>
                            <a:off x="2645220" y="1412875"/>
                            <a:ext cx="424180" cy="330835"/>
                          </a:xfrm>
                          <a:custGeom>
                            <a:avLst/>
                            <a:gdLst>
                              <a:gd name="T0" fmla="*/ 0 w 2224"/>
                              <a:gd name="T1" fmla="*/ 271 h 1735"/>
                              <a:gd name="T2" fmla="*/ 1915 w 2224"/>
                              <a:gd name="T3" fmla="*/ 271 h 1735"/>
                              <a:gd name="T4" fmla="*/ 1915 w 2224"/>
                              <a:gd name="T5" fmla="*/ 1328 h 1735"/>
                              <a:gd name="T6" fmla="*/ 0 w 2224"/>
                              <a:gd name="T7" fmla="*/ 1531 h 1735"/>
                              <a:gd name="T8" fmla="*/ 0 w 2224"/>
                              <a:gd name="T9" fmla="*/ 271 h 1735"/>
                              <a:gd name="T10" fmla="*/ 158 w 2224"/>
                              <a:gd name="T11" fmla="*/ 271 h 1735"/>
                              <a:gd name="T12" fmla="*/ 158 w 2224"/>
                              <a:gd name="T13" fmla="*/ 134 h 1735"/>
                              <a:gd name="T14" fmla="*/ 2060 w 2224"/>
                              <a:gd name="T15" fmla="*/ 134 h 1735"/>
                              <a:gd name="T16" fmla="*/ 2060 w 2224"/>
                              <a:gd name="T17" fmla="*/ 1197 h 1735"/>
                              <a:gd name="T18" fmla="*/ 1915 w 2224"/>
                              <a:gd name="T19" fmla="*/ 1205 h 1735"/>
                              <a:gd name="T20" fmla="*/ 306 w 2224"/>
                              <a:gd name="T21" fmla="*/ 134 h 1735"/>
                              <a:gd name="T22" fmla="*/ 306 w 2224"/>
                              <a:gd name="T23" fmla="*/ 0 h 1735"/>
                              <a:gd name="T24" fmla="*/ 2224 w 2224"/>
                              <a:gd name="T25" fmla="*/ 0 h 1735"/>
                              <a:gd name="T26" fmla="*/ 2224 w 2224"/>
                              <a:gd name="T27" fmla="*/ 1060 h 1735"/>
                              <a:gd name="T28" fmla="*/ 2060 w 2224"/>
                              <a:gd name="T29" fmla="*/ 1066 h 1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24" h="1735">
                                <a:moveTo>
                                  <a:pt x="0" y="271"/>
                                </a:moveTo>
                                <a:lnTo>
                                  <a:pt x="1915" y="271"/>
                                </a:lnTo>
                                <a:lnTo>
                                  <a:pt x="1915" y="1328"/>
                                </a:lnTo>
                                <a:cubicBezTo>
                                  <a:pt x="958" y="1328"/>
                                  <a:pt x="958" y="1735"/>
                                  <a:pt x="0" y="1531"/>
                                </a:cubicBezTo>
                                <a:lnTo>
                                  <a:pt x="0" y="271"/>
                                </a:lnTo>
                                <a:close/>
                                <a:moveTo>
                                  <a:pt x="158" y="271"/>
                                </a:moveTo>
                                <a:lnTo>
                                  <a:pt x="158" y="134"/>
                                </a:lnTo>
                                <a:lnTo>
                                  <a:pt x="2060" y="134"/>
                                </a:lnTo>
                                <a:lnTo>
                                  <a:pt x="2060" y="1197"/>
                                </a:lnTo>
                                <a:cubicBezTo>
                                  <a:pt x="1987" y="1197"/>
                                  <a:pt x="1915" y="1205"/>
                                  <a:pt x="1915" y="1205"/>
                                </a:cubicBezTo>
                                <a:moveTo>
                                  <a:pt x="306" y="134"/>
                                </a:moveTo>
                                <a:lnTo>
                                  <a:pt x="306" y="0"/>
                                </a:lnTo>
                                <a:lnTo>
                                  <a:pt x="2224" y="0"/>
                                </a:lnTo>
                                <a:lnTo>
                                  <a:pt x="2224" y="1060"/>
                                </a:lnTo>
                                <a:cubicBezTo>
                                  <a:pt x="2142" y="1060"/>
                                  <a:pt x="2060" y="1066"/>
                                  <a:pt x="2060" y="1066"/>
                                </a:cubicBez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72"/>
                        <wps:cNvSpPr>
                          <a:spLocks noChangeArrowheads="1"/>
                        </wps:cNvSpPr>
                        <wps:spPr bwMode="auto">
                          <a:xfrm>
                            <a:off x="2572195" y="2070100"/>
                            <a:ext cx="511175"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73"/>
                        <wps:cNvSpPr>
                          <a:spLocks noChangeArrowheads="1"/>
                        </wps:cNvSpPr>
                        <wps:spPr bwMode="auto">
                          <a:xfrm>
                            <a:off x="2572195" y="2070100"/>
                            <a:ext cx="511175" cy="367030"/>
                          </a:xfrm>
                          <a:prstGeom prst="rect">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76"/>
                        <wps:cNvSpPr>
                          <a:spLocks noEditPoints="1"/>
                        </wps:cNvSpPr>
                        <wps:spPr bwMode="auto">
                          <a:xfrm>
                            <a:off x="2808415" y="1704975"/>
                            <a:ext cx="38735" cy="365125"/>
                          </a:xfrm>
                          <a:custGeom>
                            <a:avLst/>
                            <a:gdLst>
                              <a:gd name="T0" fmla="*/ 33 w 61"/>
                              <a:gd name="T1" fmla="*/ 0 h 575"/>
                              <a:gd name="T2" fmla="*/ 33 w 61"/>
                              <a:gd name="T3" fmla="*/ 524 h 575"/>
                              <a:gd name="T4" fmla="*/ 28 w 61"/>
                              <a:gd name="T5" fmla="*/ 524 h 575"/>
                              <a:gd name="T6" fmla="*/ 28 w 61"/>
                              <a:gd name="T7" fmla="*/ 0 h 575"/>
                              <a:gd name="T8" fmla="*/ 33 w 61"/>
                              <a:gd name="T9" fmla="*/ 0 h 575"/>
                              <a:gd name="T10" fmla="*/ 61 w 61"/>
                              <a:gd name="T11" fmla="*/ 514 h 575"/>
                              <a:gd name="T12" fmla="*/ 31 w 61"/>
                              <a:gd name="T13" fmla="*/ 575 h 575"/>
                              <a:gd name="T14" fmla="*/ 0 w 61"/>
                              <a:gd name="T15" fmla="*/ 514 h 575"/>
                              <a:gd name="T16" fmla="*/ 61 w 61"/>
                              <a:gd name="T17" fmla="*/ 514 h 5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1" h="575">
                                <a:moveTo>
                                  <a:pt x="33" y="0"/>
                                </a:moveTo>
                                <a:lnTo>
                                  <a:pt x="33" y="524"/>
                                </a:lnTo>
                                <a:lnTo>
                                  <a:pt x="28" y="524"/>
                                </a:lnTo>
                                <a:lnTo>
                                  <a:pt x="28" y="0"/>
                                </a:lnTo>
                                <a:lnTo>
                                  <a:pt x="33" y="0"/>
                                </a:lnTo>
                                <a:close/>
                                <a:moveTo>
                                  <a:pt x="61" y="514"/>
                                </a:moveTo>
                                <a:lnTo>
                                  <a:pt x="31" y="575"/>
                                </a:lnTo>
                                <a:lnTo>
                                  <a:pt x="0" y="514"/>
                                </a:lnTo>
                                <a:lnTo>
                                  <a:pt x="61" y="5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6" name="Freeform 77"/>
                        <wps:cNvSpPr>
                          <a:spLocks noEditPoints="1"/>
                        </wps:cNvSpPr>
                        <wps:spPr bwMode="auto">
                          <a:xfrm>
                            <a:off x="4282885" y="1412875"/>
                            <a:ext cx="423545" cy="330835"/>
                          </a:xfrm>
                          <a:custGeom>
                            <a:avLst/>
                            <a:gdLst>
                              <a:gd name="T0" fmla="*/ 0 w 2224"/>
                              <a:gd name="T1" fmla="*/ 1531 h 1735"/>
                              <a:gd name="T2" fmla="*/ 1914 w 2224"/>
                              <a:gd name="T3" fmla="*/ 1328 h 1735"/>
                              <a:gd name="T4" fmla="*/ 1914 w 2224"/>
                              <a:gd name="T5" fmla="*/ 271 h 1735"/>
                              <a:gd name="T6" fmla="*/ 0 w 2224"/>
                              <a:gd name="T7" fmla="*/ 271 h 1735"/>
                              <a:gd name="T8" fmla="*/ 0 w 2224"/>
                              <a:gd name="T9" fmla="*/ 1531 h 1735"/>
                              <a:gd name="T10" fmla="*/ 157 w 2224"/>
                              <a:gd name="T11" fmla="*/ 271 h 1735"/>
                              <a:gd name="T12" fmla="*/ 157 w 2224"/>
                              <a:gd name="T13" fmla="*/ 134 h 1735"/>
                              <a:gd name="T14" fmla="*/ 2059 w 2224"/>
                              <a:gd name="T15" fmla="*/ 134 h 1735"/>
                              <a:gd name="T16" fmla="*/ 2059 w 2224"/>
                              <a:gd name="T17" fmla="*/ 1197 h 1735"/>
                              <a:gd name="T18" fmla="*/ 1914 w 2224"/>
                              <a:gd name="T19" fmla="*/ 1205 h 1735"/>
                              <a:gd name="T20" fmla="*/ 1914 w 2224"/>
                              <a:gd name="T21" fmla="*/ 271 h 1735"/>
                              <a:gd name="T22" fmla="*/ 157 w 2224"/>
                              <a:gd name="T23" fmla="*/ 271 h 1735"/>
                              <a:gd name="T24" fmla="*/ 306 w 2224"/>
                              <a:gd name="T25" fmla="*/ 134 h 1735"/>
                              <a:gd name="T26" fmla="*/ 306 w 2224"/>
                              <a:gd name="T27" fmla="*/ 0 h 1735"/>
                              <a:gd name="T28" fmla="*/ 2224 w 2224"/>
                              <a:gd name="T29" fmla="*/ 0 h 1735"/>
                              <a:gd name="T30" fmla="*/ 2224 w 2224"/>
                              <a:gd name="T31" fmla="*/ 1060 h 1735"/>
                              <a:gd name="T32" fmla="*/ 2059 w 2224"/>
                              <a:gd name="T33" fmla="*/ 1066 h 1735"/>
                              <a:gd name="T34" fmla="*/ 2059 w 2224"/>
                              <a:gd name="T35" fmla="*/ 134 h 1735"/>
                              <a:gd name="T36" fmla="*/ 306 w 2224"/>
                              <a:gd name="T37" fmla="*/ 134 h 1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224" h="1735">
                                <a:moveTo>
                                  <a:pt x="0" y="1531"/>
                                </a:moveTo>
                                <a:cubicBezTo>
                                  <a:pt x="957" y="1735"/>
                                  <a:pt x="957" y="1328"/>
                                  <a:pt x="1914" y="1328"/>
                                </a:cubicBezTo>
                                <a:lnTo>
                                  <a:pt x="1914" y="271"/>
                                </a:lnTo>
                                <a:lnTo>
                                  <a:pt x="0" y="271"/>
                                </a:lnTo>
                                <a:lnTo>
                                  <a:pt x="0" y="1531"/>
                                </a:lnTo>
                                <a:close/>
                                <a:moveTo>
                                  <a:pt x="157" y="271"/>
                                </a:moveTo>
                                <a:lnTo>
                                  <a:pt x="157" y="134"/>
                                </a:lnTo>
                                <a:lnTo>
                                  <a:pt x="2059" y="134"/>
                                </a:lnTo>
                                <a:lnTo>
                                  <a:pt x="2059" y="1197"/>
                                </a:lnTo>
                                <a:cubicBezTo>
                                  <a:pt x="1987" y="1197"/>
                                  <a:pt x="1914" y="1205"/>
                                  <a:pt x="1914" y="1205"/>
                                </a:cubicBezTo>
                                <a:lnTo>
                                  <a:pt x="1914" y="271"/>
                                </a:lnTo>
                                <a:lnTo>
                                  <a:pt x="157" y="271"/>
                                </a:lnTo>
                                <a:close/>
                                <a:moveTo>
                                  <a:pt x="306" y="134"/>
                                </a:moveTo>
                                <a:lnTo>
                                  <a:pt x="306" y="0"/>
                                </a:lnTo>
                                <a:lnTo>
                                  <a:pt x="2224" y="0"/>
                                </a:lnTo>
                                <a:lnTo>
                                  <a:pt x="2224" y="1060"/>
                                </a:lnTo>
                                <a:cubicBezTo>
                                  <a:pt x="2141" y="1060"/>
                                  <a:pt x="2059" y="1066"/>
                                  <a:pt x="2059" y="1066"/>
                                </a:cubicBezTo>
                                <a:lnTo>
                                  <a:pt x="2059" y="134"/>
                                </a:lnTo>
                                <a:lnTo>
                                  <a:pt x="306" y="134"/>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77" name="Freeform 78"/>
                        <wps:cNvSpPr>
                          <a:spLocks noEditPoints="1"/>
                        </wps:cNvSpPr>
                        <wps:spPr bwMode="auto">
                          <a:xfrm>
                            <a:off x="4282885" y="1412875"/>
                            <a:ext cx="423545" cy="330835"/>
                          </a:xfrm>
                          <a:custGeom>
                            <a:avLst/>
                            <a:gdLst>
                              <a:gd name="T0" fmla="*/ 0 w 2224"/>
                              <a:gd name="T1" fmla="*/ 271 h 1735"/>
                              <a:gd name="T2" fmla="*/ 1914 w 2224"/>
                              <a:gd name="T3" fmla="*/ 271 h 1735"/>
                              <a:gd name="T4" fmla="*/ 1914 w 2224"/>
                              <a:gd name="T5" fmla="*/ 1328 h 1735"/>
                              <a:gd name="T6" fmla="*/ 0 w 2224"/>
                              <a:gd name="T7" fmla="*/ 1531 h 1735"/>
                              <a:gd name="T8" fmla="*/ 0 w 2224"/>
                              <a:gd name="T9" fmla="*/ 271 h 1735"/>
                              <a:gd name="T10" fmla="*/ 157 w 2224"/>
                              <a:gd name="T11" fmla="*/ 271 h 1735"/>
                              <a:gd name="T12" fmla="*/ 157 w 2224"/>
                              <a:gd name="T13" fmla="*/ 134 h 1735"/>
                              <a:gd name="T14" fmla="*/ 2059 w 2224"/>
                              <a:gd name="T15" fmla="*/ 134 h 1735"/>
                              <a:gd name="T16" fmla="*/ 2059 w 2224"/>
                              <a:gd name="T17" fmla="*/ 1197 h 1735"/>
                              <a:gd name="T18" fmla="*/ 1914 w 2224"/>
                              <a:gd name="T19" fmla="*/ 1205 h 1735"/>
                              <a:gd name="T20" fmla="*/ 306 w 2224"/>
                              <a:gd name="T21" fmla="*/ 134 h 1735"/>
                              <a:gd name="T22" fmla="*/ 306 w 2224"/>
                              <a:gd name="T23" fmla="*/ 0 h 1735"/>
                              <a:gd name="T24" fmla="*/ 2224 w 2224"/>
                              <a:gd name="T25" fmla="*/ 0 h 1735"/>
                              <a:gd name="T26" fmla="*/ 2224 w 2224"/>
                              <a:gd name="T27" fmla="*/ 1060 h 1735"/>
                              <a:gd name="T28" fmla="*/ 2059 w 2224"/>
                              <a:gd name="T29" fmla="*/ 1066 h 1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24" h="1735">
                                <a:moveTo>
                                  <a:pt x="0" y="271"/>
                                </a:moveTo>
                                <a:lnTo>
                                  <a:pt x="1914" y="271"/>
                                </a:lnTo>
                                <a:lnTo>
                                  <a:pt x="1914" y="1328"/>
                                </a:lnTo>
                                <a:cubicBezTo>
                                  <a:pt x="957" y="1328"/>
                                  <a:pt x="957" y="1735"/>
                                  <a:pt x="0" y="1531"/>
                                </a:cubicBezTo>
                                <a:lnTo>
                                  <a:pt x="0" y="271"/>
                                </a:lnTo>
                                <a:close/>
                                <a:moveTo>
                                  <a:pt x="157" y="271"/>
                                </a:moveTo>
                                <a:lnTo>
                                  <a:pt x="157" y="134"/>
                                </a:lnTo>
                                <a:lnTo>
                                  <a:pt x="2059" y="134"/>
                                </a:lnTo>
                                <a:lnTo>
                                  <a:pt x="2059" y="1197"/>
                                </a:lnTo>
                                <a:cubicBezTo>
                                  <a:pt x="1987" y="1197"/>
                                  <a:pt x="1914" y="1205"/>
                                  <a:pt x="1914" y="1205"/>
                                </a:cubicBezTo>
                                <a:moveTo>
                                  <a:pt x="306" y="134"/>
                                </a:moveTo>
                                <a:lnTo>
                                  <a:pt x="306" y="0"/>
                                </a:lnTo>
                                <a:lnTo>
                                  <a:pt x="2224" y="0"/>
                                </a:lnTo>
                                <a:lnTo>
                                  <a:pt x="2224" y="1060"/>
                                </a:lnTo>
                                <a:cubicBezTo>
                                  <a:pt x="2141" y="1060"/>
                                  <a:pt x="2059" y="1066"/>
                                  <a:pt x="2059" y="1066"/>
                                </a:cubicBez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Rectangle 81"/>
                        <wps:cNvSpPr>
                          <a:spLocks noChangeArrowheads="1"/>
                        </wps:cNvSpPr>
                        <wps:spPr bwMode="auto">
                          <a:xfrm>
                            <a:off x="4209225" y="2070100"/>
                            <a:ext cx="511810"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Rectangle 82"/>
                        <wps:cNvSpPr>
                          <a:spLocks noChangeArrowheads="1"/>
                        </wps:cNvSpPr>
                        <wps:spPr bwMode="auto">
                          <a:xfrm>
                            <a:off x="4209225" y="2070100"/>
                            <a:ext cx="511810" cy="367030"/>
                          </a:xfrm>
                          <a:prstGeom prst="rect">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85"/>
                        <wps:cNvSpPr>
                          <a:spLocks noEditPoints="1"/>
                        </wps:cNvSpPr>
                        <wps:spPr bwMode="auto">
                          <a:xfrm>
                            <a:off x="4446080" y="1704975"/>
                            <a:ext cx="38100" cy="365125"/>
                          </a:xfrm>
                          <a:custGeom>
                            <a:avLst/>
                            <a:gdLst>
                              <a:gd name="T0" fmla="*/ 32 w 60"/>
                              <a:gd name="T1" fmla="*/ 0 h 575"/>
                              <a:gd name="T2" fmla="*/ 33 w 60"/>
                              <a:gd name="T3" fmla="*/ 525 h 575"/>
                              <a:gd name="T4" fmla="*/ 28 w 60"/>
                              <a:gd name="T5" fmla="*/ 525 h 575"/>
                              <a:gd name="T6" fmla="*/ 28 w 60"/>
                              <a:gd name="T7" fmla="*/ 0 h 575"/>
                              <a:gd name="T8" fmla="*/ 32 w 60"/>
                              <a:gd name="T9" fmla="*/ 0 h 575"/>
                              <a:gd name="T10" fmla="*/ 60 w 60"/>
                              <a:gd name="T11" fmla="*/ 515 h 575"/>
                              <a:gd name="T12" fmla="*/ 30 w 60"/>
                              <a:gd name="T13" fmla="*/ 575 h 575"/>
                              <a:gd name="T14" fmla="*/ 0 w 60"/>
                              <a:gd name="T15" fmla="*/ 515 h 575"/>
                              <a:gd name="T16" fmla="*/ 60 w 60"/>
                              <a:gd name="T17" fmla="*/ 515 h 5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575">
                                <a:moveTo>
                                  <a:pt x="32" y="0"/>
                                </a:moveTo>
                                <a:lnTo>
                                  <a:pt x="33" y="525"/>
                                </a:lnTo>
                                <a:lnTo>
                                  <a:pt x="28" y="525"/>
                                </a:lnTo>
                                <a:lnTo>
                                  <a:pt x="28" y="0"/>
                                </a:lnTo>
                                <a:lnTo>
                                  <a:pt x="32" y="0"/>
                                </a:lnTo>
                                <a:close/>
                                <a:moveTo>
                                  <a:pt x="60" y="515"/>
                                </a:moveTo>
                                <a:lnTo>
                                  <a:pt x="30" y="575"/>
                                </a:lnTo>
                                <a:lnTo>
                                  <a:pt x="0" y="515"/>
                                </a:lnTo>
                                <a:lnTo>
                                  <a:pt x="60" y="5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5" name="Freeform 86"/>
                        <wps:cNvSpPr>
                          <a:spLocks noEditPoints="1"/>
                        </wps:cNvSpPr>
                        <wps:spPr bwMode="auto">
                          <a:xfrm>
                            <a:off x="2866835" y="1306195"/>
                            <a:ext cx="38100" cy="106680"/>
                          </a:xfrm>
                          <a:custGeom>
                            <a:avLst/>
                            <a:gdLst>
                              <a:gd name="T0" fmla="*/ 31 w 60"/>
                              <a:gd name="T1" fmla="*/ 0 h 168"/>
                              <a:gd name="T2" fmla="*/ 32 w 60"/>
                              <a:gd name="T3" fmla="*/ 118 h 168"/>
                              <a:gd name="T4" fmla="*/ 27 w 60"/>
                              <a:gd name="T5" fmla="*/ 118 h 168"/>
                              <a:gd name="T6" fmla="*/ 26 w 60"/>
                              <a:gd name="T7" fmla="*/ 0 h 168"/>
                              <a:gd name="T8" fmla="*/ 31 w 60"/>
                              <a:gd name="T9" fmla="*/ 0 h 168"/>
                              <a:gd name="T10" fmla="*/ 60 w 60"/>
                              <a:gd name="T11" fmla="*/ 108 h 168"/>
                              <a:gd name="T12" fmla="*/ 31 w 60"/>
                              <a:gd name="T13" fmla="*/ 168 h 168"/>
                              <a:gd name="T14" fmla="*/ 0 w 60"/>
                              <a:gd name="T15" fmla="*/ 109 h 168"/>
                              <a:gd name="T16" fmla="*/ 60 w 60"/>
                              <a:gd name="T17" fmla="*/ 108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168">
                                <a:moveTo>
                                  <a:pt x="31" y="0"/>
                                </a:moveTo>
                                <a:lnTo>
                                  <a:pt x="32" y="118"/>
                                </a:lnTo>
                                <a:lnTo>
                                  <a:pt x="27" y="118"/>
                                </a:lnTo>
                                <a:lnTo>
                                  <a:pt x="26" y="0"/>
                                </a:lnTo>
                                <a:lnTo>
                                  <a:pt x="31" y="0"/>
                                </a:lnTo>
                                <a:close/>
                                <a:moveTo>
                                  <a:pt x="60" y="108"/>
                                </a:moveTo>
                                <a:lnTo>
                                  <a:pt x="31" y="168"/>
                                </a:lnTo>
                                <a:lnTo>
                                  <a:pt x="0" y="109"/>
                                </a:lnTo>
                                <a:lnTo>
                                  <a:pt x="60" y="10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6" name="Freeform 87"/>
                        <wps:cNvSpPr>
                          <a:spLocks noEditPoints="1"/>
                        </wps:cNvSpPr>
                        <wps:spPr bwMode="auto">
                          <a:xfrm>
                            <a:off x="4503230" y="1306195"/>
                            <a:ext cx="38100" cy="106680"/>
                          </a:xfrm>
                          <a:custGeom>
                            <a:avLst/>
                            <a:gdLst>
                              <a:gd name="T0" fmla="*/ 29 w 60"/>
                              <a:gd name="T1" fmla="*/ 0 h 168"/>
                              <a:gd name="T2" fmla="*/ 33 w 60"/>
                              <a:gd name="T3" fmla="*/ 118 h 168"/>
                              <a:gd name="T4" fmla="*/ 28 w 60"/>
                              <a:gd name="T5" fmla="*/ 118 h 168"/>
                              <a:gd name="T6" fmla="*/ 24 w 60"/>
                              <a:gd name="T7" fmla="*/ 0 h 168"/>
                              <a:gd name="T8" fmla="*/ 29 w 60"/>
                              <a:gd name="T9" fmla="*/ 0 h 168"/>
                              <a:gd name="T10" fmla="*/ 60 w 60"/>
                              <a:gd name="T11" fmla="*/ 107 h 168"/>
                              <a:gd name="T12" fmla="*/ 32 w 60"/>
                              <a:gd name="T13" fmla="*/ 168 h 168"/>
                              <a:gd name="T14" fmla="*/ 0 w 60"/>
                              <a:gd name="T15" fmla="*/ 109 h 168"/>
                              <a:gd name="T16" fmla="*/ 60 w 60"/>
                              <a:gd name="T17" fmla="*/ 107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168">
                                <a:moveTo>
                                  <a:pt x="29" y="0"/>
                                </a:moveTo>
                                <a:lnTo>
                                  <a:pt x="33" y="118"/>
                                </a:lnTo>
                                <a:lnTo>
                                  <a:pt x="28" y="118"/>
                                </a:lnTo>
                                <a:lnTo>
                                  <a:pt x="24" y="0"/>
                                </a:lnTo>
                                <a:lnTo>
                                  <a:pt x="29" y="0"/>
                                </a:lnTo>
                                <a:close/>
                                <a:moveTo>
                                  <a:pt x="60" y="107"/>
                                </a:moveTo>
                                <a:lnTo>
                                  <a:pt x="32" y="168"/>
                                </a:lnTo>
                                <a:lnTo>
                                  <a:pt x="0" y="109"/>
                                </a:lnTo>
                                <a:lnTo>
                                  <a:pt x="60" y="107"/>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7" name="Oval 88"/>
                        <wps:cNvSpPr>
                          <a:spLocks noChangeArrowheads="1"/>
                        </wps:cNvSpPr>
                        <wps:spPr bwMode="auto">
                          <a:xfrm>
                            <a:off x="1648905" y="2827020"/>
                            <a:ext cx="234315" cy="212090"/>
                          </a:xfrm>
                          <a:prstGeom prst="ellipse">
                            <a:avLst/>
                          </a:pr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88" name="Freeform 89"/>
                        <wps:cNvSpPr>
                          <a:spLocks noEditPoints="1"/>
                        </wps:cNvSpPr>
                        <wps:spPr bwMode="auto">
                          <a:xfrm>
                            <a:off x="1683195" y="2858135"/>
                            <a:ext cx="165735" cy="149860"/>
                          </a:xfrm>
                          <a:custGeom>
                            <a:avLst/>
                            <a:gdLst>
                              <a:gd name="T0" fmla="*/ 0 w 261"/>
                              <a:gd name="T1" fmla="*/ 0 h 236"/>
                              <a:gd name="T2" fmla="*/ 261 w 261"/>
                              <a:gd name="T3" fmla="*/ 236 h 236"/>
                              <a:gd name="T4" fmla="*/ 261 w 261"/>
                              <a:gd name="T5" fmla="*/ 0 h 236"/>
                              <a:gd name="T6" fmla="*/ 0 w 261"/>
                              <a:gd name="T7" fmla="*/ 236 h 236"/>
                            </a:gdLst>
                            <a:ahLst/>
                            <a:cxnLst>
                              <a:cxn ang="0">
                                <a:pos x="T0" y="T1"/>
                              </a:cxn>
                              <a:cxn ang="0">
                                <a:pos x="T2" y="T3"/>
                              </a:cxn>
                              <a:cxn ang="0">
                                <a:pos x="T4" y="T5"/>
                              </a:cxn>
                              <a:cxn ang="0">
                                <a:pos x="T6" y="T7"/>
                              </a:cxn>
                            </a:cxnLst>
                            <a:rect l="0" t="0" r="r" b="b"/>
                            <a:pathLst>
                              <a:path w="261" h="236">
                                <a:moveTo>
                                  <a:pt x="0" y="0"/>
                                </a:moveTo>
                                <a:lnTo>
                                  <a:pt x="261" y="236"/>
                                </a:lnTo>
                                <a:moveTo>
                                  <a:pt x="261" y="0"/>
                                </a:moveTo>
                                <a:lnTo>
                                  <a:pt x="0" y="236"/>
                                </a:lnTo>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Oval 90"/>
                        <wps:cNvSpPr>
                          <a:spLocks noChangeArrowheads="1"/>
                        </wps:cNvSpPr>
                        <wps:spPr bwMode="auto">
                          <a:xfrm>
                            <a:off x="1648905" y="2827020"/>
                            <a:ext cx="234315" cy="21209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Oval 91"/>
                        <wps:cNvSpPr>
                          <a:spLocks noChangeArrowheads="1"/>
                        </wps:cNvSpPr>
                        <wps:spPr bwMode="auto">
                          <a:xfrm>
                            <a:off x="1208215" y="2640965"/>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1" name="Oval 92"/>
                        <wps:cNvSpPr>
                          <a:spLocks noChangeArrowheads="1"/>
                        </wps:cNvSpPr>
                        <wps:spPr bwMode="auto">
                          <a:xfrm>
                            <a:off x="1208215" y="2640965"/>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Oval 93"/>
                        <wps:cNvSpPr>
                          <a:spLocks noChangeArrowheads="1"/>
                        </wps:cNvSpPr>
                        <wps:spPr bwMode="auto">
                          <a:xfrm>
                            <a:off x="1754950" y="2640965"/>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3" name="Oval 94"/>
                        <wps:cNvSpPr>
                          <a:spLocks noChangeArrowheads="1"/>
                        </wps:cNvSpPr>
                        <wps:spPr bwMode="auto">
                          <a:xfrm>
                            <a:off x="1754950" y="2640965"/>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Oval 95"/>
                        <wps:cNvSpPr>
                          <a:spLocks noChangeArrowheads="1"/>
                        </wps:cNvSpPr>
                        <wps:spPr bwMode="auto">
                          <a:xfrm>
                            <a:off x="4442270" y="2640965"/>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5" name="Oval 96"/>
                        <wps:cNvSpPr>
                          <a:spLocks noChangeArrowheads="1"/>
                        </wps:cNvSpPr>
                        <wps:spPr bwMode="auto">
                          <a:xfrm>
                            <a:off x="4442270" y="2640965"/>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97"/>
                        <wps:cNvSpPr>
                          <a:spLocks noEditPoints="1"/>
                        </wps:cNvSpPr>
                        <wps:spPr bwMode="auto">
                          <a:xfrm>
                            <a:off x="1227265" y="2659380"/>
                            <a:ext cx="455930" cy="201295"/>
                          </a:xfrm>
                          <a:custGeom>
                            <a:avLst/>
                            <a:gdLst>
                              <a:gd name="T0" fmla="*/ 2 w 718"/>
                              <a:gd name="T1" fmla="*/ 0 h 317"/>
                              <a:gd name="T2" fmla="*/ 673 w 718"/>
                              <a:gd name="T3" fmla="*/ 291 h 317"/>
                              <a:gd name="T4" fmla="*/ 671 w 718"/>
                              <a:gd name="T5" fmla="*/ 295 h 317"/>
                              <a:gd name="T6" fmla="*/ 0 w 718"/>
                              <a:gd name="T7" fmla="*/ 4 h 317"/>
                              <a:gd name="T8" fmla="*/ 2 w 718"/>
                              <a:gd name="T9" fmla="*/ 0 h 317"/>
                              <a:gd name="T10" fmla="*/ 675 w 718"/>
                              <a:gd name="T11" fmla="*/ 262 h 317"/>
                              <a:gd name="T12" fmla="*/ 718 w 718"/>
                              <a:gd name="T13" fmla="*/ 313 h 317"/>
                              <a:gd name="T14" fmla="*/ 651 w 718"/>
                              <a:gd name="T15" fmla="*/ 317 h 317"/>
                              <a:gd name="T16" fmla="*/ 675 w 718"/>
                              <a:gd name="T17" fmla="*/ 262 h 3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18" h="317">
                                <a:moveTo>
                                  <a:pt x="2" y="0"/>
                                </a:moveTo>
                                <a:lnTo>
                                  <a:pt x="673" y="291"/>
                                </a:lnTo>
                                <a:lnTo>
                                  <a:pt x="671" y="295"/>
                                </a:lnTo>
                                <a:lnTo>
                                  <a:pt x="0" y="4"/>
                                </a:lnTo>
                                <a:lnTo>
                                  <a:pt x="2" y="0"/>
                                </a:lnTo>
                                <a:close/>
                                <a:moveTo>
                                  <a:pt x="675" y="262"/>
                                </a:moveTo>
                                <a:lnTo>
                                  <a:pt x="718" y="313"/>
                                </a:lnTo>
                                <a:lnTo>
                                  <a:pt x="651" y="317"/>
                                </a:lnTo>
                                <a:lnTo>
                                  <a:pt x="675" y="262"/>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97" name="Freeform 98"/>
                        <wps:cNvSpPr>
                          <a:spLocks noEditPoints="1"/>
                        </wps:cNvSpPr>
                        <wps:spPr bwMode="auto">
                          <a:xfrm>
                            <a:off x="1747330" y="2663825"/>
                            <a:ext cx="38100" cy="163195"/>
                          </a:xfrm>
                          <a:custGeom>
                            <a:avLst/>
                            <a:gdLst>
                              <a:gd name="T0" fmla="*/ 27 w 60"/>
                              <a:gd name="T1" fmla="*/ 0 h 257"/>
                              <a:gd name="T2" fmla="*/ 27 w 60"/>
                              <a:gd name="T3" fmla="*/ 207 h 257"/>
                              <a:gd name="T4" fmla="*/ 32 w 60"/>
                              <a:gd name="T5" fmla="*/ 207 h 257"/>
                              <a:gd name="T6" fmla="*/ 32 w 60"/>
                              <a:gd name="T7" fmla="*/ 0 h 257"/>
                              <a:gd name="T8" fmla="*/ 27 w 60"/>
                              <a:gd name="T9" fmla="*/ 0 h 257"/>
                              <a:gd name="T10" fmla="*/ 0 w 60"/>
                              <a:gd name="T11" fmla="*/ 197 h 257"/>
                              <a:gd name="T12" fmla="*/ 30 w 60"/>
                              <a:gd name="T13" fmla="*/ 257 h 257"/>
                              <a:gd name="T14" fmla="*/ 60 w 60"/>
                              <a:gd name="T15" fmla="*/ 197 h 257"/>
                              <a:gd name="T16" fmla="*/ 0 w 60"/>
                              <a:gd name="T17" fmla="*/ 197 h 2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 h="257">
                                <a:moveTo>
                                  <a:pt x="27" y="0"/>
                                </a:moveTo>
                                <a:lnTo>
                                  <a:pt x="27" y="207"/>
                                </a:lnTo>
                                <a:lnTo>
                                  <a:pt x="32" y="207"/>
                                </a:lnTo>
                                <a:lnTo>
                                  <a:pt x="32" y="0"/>
                                </a:lnTo>
                                <a:lnTo>
                                  <a:pt x="27" y="0"/>
                                </a:lnTo>
                                <a:close/>
                                <a:moveTo>
                                  <a:pt x="0" y="197"/>
                                </a:moveTo>
                                <a:lnTo>
                                  <a:pt x="30" y="257"/>
                                </a:lnTo>
                                <a:lnTo>
                                  <a:pt x="60" y="197"/>
                                </a:lnTo>
                                <a:lnTo>
                                  <a:pt x="0" y="197"/>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98" name="Freeform 99"/>
                        <wps:cNvSpPr>
                          <a:spLocks noEditPoints="1"/>
                        </wps:cNvSpPr>
                        <wps:spPr bwMode="auto">
                          <a:xfrm>
                            <a:off x="1848930" y="2651125"/>
                            <a:ext cx="2593340" cy="222885"/>
                          </a:xfrm>
                          <a:custGeom>
                            <a:avLst/>
                            <a:gdLst>
                              <a:gd name="T0" fmla="*/ 4084 w 4084"/>
                              <a:gd name="T1" fmla="*/ 0 h 351"/>
                              <a:gd name="T2" fmla="*/ 50 w 4084"/>
                              <a:gd name="T3" fmla="*/ 320 h 351"/>
                              <a:gd name="T4" fmla="*/ 50 w 4084"/>
                              <a:gd name="T5" fmla="*/ 324 h 351"/>
                              <a:gd name="T6" fmla="*/ 4084 w 4084"/>
                              <a:gd name="T7" fmla="*/ 5 h 351"/>
                              <a:gd name="T8" fmla="*/ 4084 w 4084"/>
                              <a:gd name="T9" fmla="*/ 0 h 351"/>
                              <a:gd name="T10" fmla="*/ 58 w 4084"/>
                              <a:gd name="T11" fmla="*/ 291 h 351"/>
                              <a:gd name="T12" fmla="*/ 0 w 4084"/>
                              <a:gd name="T13" fmla="*/ 326 h 351"/>
                              <a:gd name="T14" fmla="*/ 62 w 4084"/>
                              <a:gd name="T15" fmla="*/ 351 h 351"/>
                              <a:gd name="T16" fmla="*/ 58 w 4084"/>
                              <a:gd name="T17" fmla="*/ 291 h 3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084" h="351">
                                <a:moveTo>
                                  <a:pt x="4084" y="0"/>
                                </a:moveTo>
                                <a:lnTo>
                                  <a:pt x="50" y="320"/>
                                </a:lnTo>
                                <a:lnTo>
                                  <a:pt x="50" y="324"/>
                                </a:lnTo>
                                <a:lnTo>
                                  <a:pt x="4084" y="5"/>
                                </a:lnTo>
                                <a:lnTo>
                                  <a:pt x="4084" y="0"/>
                                </a:lnTo>
                                <a:close/>
                                <a:moveTo>
                                  <a:pt x="58" y="291"/>
                                </a:moveTo>
                                <a:lnTo>
                                  <a:pt x="0" y="326"/>
                                </a:lnTo>
                                <a:lnTo>
                                  <a:pt x="62" y="351"/>
                                </a:lnTo>
                                <a:lnTo>
                                  <a:pt x="58" y="29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99" name="Freeform 100"/>
                        <wps:cNvSpPr>
                          <a:spLocks/>
                        </wps:cNvSpPr>
                        <wps:spPr bwMode="auto">
                          <a:xfrm>
                            <a:off x="3751390" y="2827020"/>
                            <a:ext cx="929640" cy="212090"/>
                          </a:xfrm>
                          <a:custGeom>
                            <a:avLst/>
                            <a:gdLst>
                              <a:gd name="T0" fmla="*/ 0 w 4878"/>
                              <a:gd name="T1" fmla="*/ 556 h 1112"/>
                              <a:gd name="T2" fmla="*/ 813 w 4878"/>
                              <a:gd name="T3" fmla="*/ 0 h 1112"/>
                              <a:gd name="T4" fmla="*/ 4065 w 4878"/>
                              <a:gd name="T5" fmla="*/ 0 h 1112"/>
                              <a:gd name="T6" fmla="*/ 4878 w 4878"/>
                              <a:gd name="T7" fmla="*/ 556 h 1112"/>
                              <a:gd name="T8" fmla="*/ 4065 w 4878"/>
                              <a:gd name="T9" fmla="*/ 1112 h 1112"/>
                              <a:gd name="T10" fmla="*/ 813 w 4878"/>
                              <a:gd name="T11" fmla="*/ 1112 h 1112"/>
                              <a:gd name="T12" fmla="*/ 0 w 4878"/>
                              <a:gd name="T13" fmla="*/ 556 h 1112"/>
                            </a:gdLst>
                            <a:ahLst/>
                            <a:cxnLst>
                              <a:cxn ang="0">
                                <a:pos x="T0" y="T1"/>
                              </a:cxn>
                              <a:cxn ang="0">
                                <a:pos x="T2" y="T3"/>
                              </a:cxn>
                              <a:cxn ang="0">
                                <a:pos x="T4" y="T5"/>
                              </a:cxn>
                              <a:cxn ang="0">
                                <a:pos x="T6" y="T7"/>
                              </a:cxn>
                              <a:cxn ang="0">
                                <a:pos x="T8" y="T9"/>
                              </a:cxn>
                              <a:cxn ang="0">
                                <a:pos x="T10" y="T11"/>
                              </a:cxn>
                              <a:cxn ang="0">
                                <a:pos x="T12" y="T13"/>
                              </a:cxn>
                            </a:cxnLst>
                            <a:rect l="0" t="0" r="r" b="b"/>
                            <a:pathLst>
                              <a:path w="4878" h="1112">
                                <a:moveTo>
                                  <a:pt x="0" y="556"/>
                                </a:moveTo>
                                <a:lnTo>
                                  <a:pt x="813" y="0"/>
                                </a:lnTo>
                                <a:lnTo>
                                  <a:pt x="4065" y="0"/>
                                </a:lnTo>
                                <a:cubicBezTo>
                                  <a:pt x="4514" y="0"/>
                                  <a:pt x="4878" y="249"/>
                                  <a:pt x="4878" y="556"/>
                                </a:cubicBezTo>
                                <a:cubicBezTo>
                                  <a:pt x="4878" y="864"/>
                                  <a:pt x="4514" y="1112"/>
                                  <a:pt x="4065" y="1112"/>
                                </a:cubicBezTo>
                                <a:lnTo>
                                  <a:pt x="813" y="1112"/>
                                </a:lnTo>
                                <a:lnTo>
                                  <a:pt x="0" y="556"/>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00" name="Freeform 101"/>
                        <wps:cNvSpPr>
                          <a:spLocks/>
                        </wps:cNvSpPr>
                        <wps:spPr bwMode="auto">
                          <a:xfrm>
                            <a:off x="3751390" y="2827020"/>
                            <a:ext cx="929640" cy="212090"/>
                          </a:xfrm>
                          <a:custGeom>
                            <a:avLst/>
                            <a:gdLst>
                              <a:gd name="T0" fmla="*/ 0 w 4878"/>
                              <a:gd name="T1" fmla="*/ 556 h 1112"/>
                              <a:gd name="T2" fmla="*/ 813 w 4878"/>
                              <a:gd name="T3" fmla="*/ 0 h 1112"/>
                              <a:gd name="T4" fmla="*/ 4065 w 4878"/>
                              <a:gd name="T5" fmla="*/ 0 h 1112"/>
                              <a:gd name="T6" fmla="*/ 4878 w 4878"/>
                              <a:gd name="T7" fmla="*/ 556 h 1112"/>
                              <a:gd name="T8" fmla="*/ 4065 w 4878"/>
                              <a:gd name="T9" fmla="*/ 1112 h 1112"/>
                              <a:gd name="T10" fmla="*/ 813 w 4878"/>
                              <a:gd name="T11" fmla="*/ 1112 h 1112"/>
                              <a:gd name="T12" fmla="*/ 0 w 4878"/>
                              <a:gd name="T13" fmla="*/ 556 h 1112"/>
                            </a:gdLst>
                            <a:ahLst/>
                            <a:cxnLst>
                              <a:cxn ang="0">
                                <a:pos x="T0" y="T1"/>
                              </a:cxn>
                              <a:cxn ang="0">
                                <a:pos x="T2" y="T3"/>
                              </a:cxn>
                              <a:cxn ang="0">
                                <a:pos x="T4" y="T5"/>
                              </a:cxn>
                              <a:cxn ang="0">
                                <a:pos x="T6" y="T7"/>
                              </a:cxn>
                              <a:cxn ang="0">
                                <a:pos x="T8" y="T9"/>
                              </a:cxn>
                              <a:cxn ang="0">
                                <a:pos x="T10" y="T11"/>
                              </a:cxn>
                              <a:cxn ang="0">
                                <a:pos x="T12" y="T13"/>
                              </a:cxn>
                            </a:cxnLst>
                            <a:rect l="0" t="0" r="r" b="b"/>
                            <a:pathLst>
                              <a:path w="4878" h="1112">
                                <a:moveTo>
                                  <a:pt x="0" y="556"/>
                                </a:moveTo>
                                <a:lnTo>
                                  <a:pt x="813" y="0"/>
                                </a:lnTo>
                                <a:lnTo>
                                  <a:pt x="4065" y="0"/>
                                </a:lnTo>
                                <a:cubicBezTo>
                                  <a:pt x="4514" y="0"/>
                                  <a:pt x="4878" y="249"/>
                                  <a:pt x="4878" y="556"/>
                                </a:cubicBezTo>
                                <a:cubicBezTo>
                                  <a:pt x="4878" y="864"/>
                                  <a:pt x="4514" y="1112"/>
                                  <a:pt x="4065" y="1112"/>
                                </a:cubicBezTo>
                                <a:lnTo>
                                  <a:pt x="813" y="1112"/>
                                </a:lnTo>
                                <a:lnTo>
                                  <a:pt x="0" y="556"/>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102"/>
                        <wps:cNvSpPr>
                          <a:spLocks noChangeArrowheads="1"/>
                        </wps:cNvSpPr>
                        <wps:spPr bwMode="auto">
                          <a:xfrm>
                            <a:off x="3968560" y="2831635"/>
                            <a:ext cx="47371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C6587" w14:textId="456E56BF" w:rsidR="002304F9" w:rsidRDefault="002304F9">
                              <w:r>
                                <w:rPr>
                                  <w:rFonts w:ascii="Calibri" w:hAnsi="Calibri" w:cs="Calibri"/>
                                  <w:color w:val="000000"/>
                                  <w:sz w:val="14"/>
                                  <w:szCs w:val="14"/>
                                  <w:lang w:val="en-US"/>
                                </w:rPr>
                                <w:t>Audio Device</w:t>
                              </w:r>
                            </w:p>
                          </w:txbxContent>
                        </wps:txbx>
                        <wps:bodyPr rot="0" vert="horz" wrap="none" lIns="0" tIns="0" rIns="0" bIns="0" anchor="t" anchorCtr="0">
                          <a:spAutoFit/>
                        </wps:bodyPr>
                      </wps:wsp>
                      <wps:wsp>
                        <wps:cNvPr id="102" name="Freeform 103"/>
                        <wps:cNvSpPr>
                          <a:spLocks/>
                        </wps:cNvSpPr>
                        <wps:spPr bwMode="auto">
                          <a:xfrm>
                            <a:off x="3751390" y="3072765"/>
                            <a:ext cx="929640" cy="212090"/>
                          </a:xfrm>
                          <a:custGeom>
                            <a:avLst/>
                            <a:gdLst>
                              <a:gd name="T0" fmla="*/ 0 w 4878"/>
                              <a:gd name="T1" fmla="*/ 556 h 1112"/>
                              <a:gd name="T2" fmla="*/ 813 w 4878"/>
                              <a:gd name="T3" fmla="*/ 0 h 1112"/>
                              <a:gd name="T4" fmla="*/ 4065 w 4878"/>
                              <a:gd name="T5" fmla="*/ 0 h 1112"/>
                              <a:gd name="T6" fmla="*/ 4878 w 4878"/>
                              <a:gd name="T7" fmla="*/ 556 h 1112"/>
                              <a:gd name="T8" fmla="*/ 4065 w 4878"/>
                              <a:gd name="T9" fmla="*/ 1112 h 1112"/>
                              <a:gd name="T10" fmla="*/ 813 w 4878"/>
                              <a:gd name="T11" fmla="*/ 1112 h 1112"/>
                              <a:gd name="T12" fmla="*/ 0 w 4878"/>
                              <a:gd name="T13" fmla="*/ 556 h 1112"/>
                            </a:gdLst>
                            <a:ahLst/>
                            <a:cxnLst>
                              <a:cxn ang="0">
                                <a:pos x="T0" y="T1"/>
                              </a:cxn>
                              <a:cxn ang="0">
                                <a:pos x="T2" y="T3"/>
                              </a:cxn>
                              <a:cxn ang="0">
                                <a:pos x="T4" y="T5"/>
                              </a:cxn>
                              <a:cxn ang="0">
                                <a:pos x="T6" y="T7"/>
                              </a:cxn>
                              <a:cxn ang="0">
                                <a:pos x="T8" y="T9"/>
                              </a:cxn>
                              <a:cxn ang="0">
                                <a:pos x="T10" y="T11"/>
                              </a:cxn>
                              <a:cxn ang="0">
                                <a:pos x="T12" y="T13"/>
                              </a:cxn>
                            </a:cxnLst>
                            <a:rect l="0" t="0" r="r" b="b"/>
                            <a:pathLst>
                              <a:path w="4878" h="1112">
                                <a:moveTo>
                                  <a:pt x="0" y="556"/>
                                </a:moveTo>
                                <a:lnTo>
                                  <a:pt x="813" y="0"/>
                                </a:lnTo>
                                <a:lnTo>
                                  <a:pt x="4065" y="0"/>
                                </a:lnTo>
                                <a:cubicBezTo>
                                  <a:pt x="4514" y="0"/>
                                  <a:pt x="4878" y="249"/>
                                  <a:pt x="4878" y="556"/>
                                </a:cubicBezTo>
                                <a:cubicBezTo>
                                  <a:pt x="4878" y="863"/>
                                  <a:pt x="4514" y="1112"/>
                                  <a:pt x="4065" y="1112"/>
                                </a:cubicBezTo>
                                <a:lnTo>
                                  <a:pt x="813" y="1112"/>
                                </a:lnTo>
                                <a:lnTo>
                                  <a:pt x="0" y="556"/>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03" name="Freeform 104"/>
                        <wps:cNvSpPr>
                          <a:spLocks/>
                        </wps:cNvSpPr>
                        <wps:spPr bwMode="auto">
                          <a:xfrm>
                            <a:off x="3751390" y="3072765"/>
                            <a:ext cx="929640" cy="212090"/>
                          </a:xfrm>
                          <a:custGeom>
                            <a:avLst/>
                            <a:gdLst>
                              <a:gd name="T0" fmla="*/ 0 w 4878"/>
                              <a:gd name="T1" fmla="*/ 556 h 1112"/>
                              <a:gd name="T2" fmla="*/ 813 w 4878"/>
                              <a:gd name="T3" fmla="*/ 0 h 1112"/>
                              <a:gd name="T4" fmla="*/ 4065 w 4878"/>
                              <a:gd name="T5" fmla="*/ 0 h 1112"/>
                              <a:gd name="T6" fmla="*/ 4878 w 4878"/>
                              <a:gd name="T7" fmla="*/ 556 h 1112"/>
                              <a:gd name="T8" fmla="*/ 4065 w 4878"/>
                              <a:gd name="T9" fmla="*/ 1112 h 1112"/>
                              <a:gd name="T10" fmla="*/ 813 w 4878"/>
                              <a:gd name="T11" fmla="*/ 1112 h 1112"/>
                              <a:gd name="T12" fmla="*/ 0 w 4878"/>
                              <a:gd name="T13" fmla="*/ 556 h 1112"/>
                            </a:gdLst>
                            <a:ahLst/>
                            <a:cxnLst>
                              <a:cxn ang="0">
                                <a:pos x="T0" y="T1"/>
                              </a:cxn>
                              <a:cxn ang="0">
                                <a:pos x="T2" y="T3"/>
                              </a:cxn>
                              <a:cxn ang="0">
                                <a:pos x="T4" y="T5"/>
                              </a:cxn>
                              <a:cxn ang="0">
                                <a:pos x="T6" y="T7"/>
                              </a:cxn>
                              <a:cxn ang="0">
                                <a:pos x="T8" y="T9"/>
                              </a:cxn>
                              <a:cxn ang="0">
                                <a:pos x="T10" y="T11"/>
                              </a:cxn>
                              <a:cxn ang="0">
                                <a:pos x="T12" y="T13"/>
                              </a:cxn>
                            </a:cxnLst>
                            <a:rect l="0" t="0" r="r" b="b"/>
                            <a:pathLst>
                              <a:path w="4878" h="1112">
                                <a:moveTo>
                                  <a:pt x="0" y="556"/>
                                </a:moveTo>
                                <a:lnTo>
                                  <a:pt x="813" y="0"/>
                                </a:lnTo>
                                <a:lnTo>
                                  <a:pt x="4065" y="0"/>
                                </a:lnTo>
                                <a:cubicBezTo>
                                  <a:pt x="4514" y="0"/>
                                  <a:pt x="4878" y="249"/>
                                  <a:pt x="4878" y="556"/>
                                </a:cubicBezTo>
                                <a:cubicBezTo>
                                  <a:pt x="4878" y="863"/>
                                  <a:pt x="4514" y="1112"/>
                                  <a:pt x="4065" y="1112"/>
                                </a:cubicBezTo>
                                <a:lnTo>
                                  <a:pt x="813" y="1112"/>
                                </a:lnTo>
                                <a:lnTo>
                                  <a:pt x="0" y="556"/>
                                </a:lnTo>
                                <a:close/>
                              </a:path>
                            </a:pathLst>
                          </a:cu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Rectangle 105"/>
                        <wps:cNvSpPr>
                          <a:spLocks noChangeArrowheads="1"/>
                        </wps:cNvSpPr>
                        <wps:spPr bwMode="auto">
                          <a:xfrm>
                            <a:off x="4040950" y="3039110"/>
                            <a:ext cx="35687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42D79" w14:textId="2E1A224F" w:rsidR="002304F9" w:rsidRDefault="002304F9">
                              <w:r>
                                <w:rPr>
                                  <w:rFonts w:ascii="Calibri" w:hAnsi="Calibri" w:cs="Calibri"/>
                                  <w:color w:val="000000"/>
                                  <w:sz w:val="14"/>
                                  <w:szCs w:val="14"/>
                                  <w:lang w:val="en-US"/>
                                </w:rPr>
                                <w:t>Video Tag</w:t>
                              </w:r>
                            </w:p>
                          </w:txbxContent>
                        </wps:txbx>
                        <wps:bodyPr rot="0" vert="horz" wrap="none" lIns="0" tIns="0" rIns="0" bIns="0" anchor="t" anchorCtr="0">
                          <a:spAutoFit/>
                        </wps:bodyPr>
                      </wps:wsp>
                      <wps:wsp>
                        <wps:cNvPr id="105" name="Rectangle 106"/>
                        <wps:cNvSpPr>
                          <a:spLocks noChangeArrowheads="1"/>
                        </wps:cNvSpPr>
                        <wps:spPr bwMode="auto">
                          <a:xfrm>
                            <a:off x="3954590" y="3136435"/>
                            <a:ext cx="52832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05A81" w14:textId="41FF2D96" w:rsidR="002304F9" w:rsidRDefault="002304F9">
                              <w:r>
                                <w:rPr>
                                  <w:rFonts w:ascii="Calibri" w:hAnsi="Calibri" w:cs="Calibri"/>
                                  <w:color w:val="000000"/>
                                  <w:sz w:val="14"/>
                                  <w:szCs w:val="14"/>
                                  <w:lang w:val="en-US"/>
                                </w:rPr>
                                <w:t>Display Region</w:t>
                              </w:r>
                            </w:p>
                          </w:txbxContent>
                        </wps:txbx>
                        <wps:bodyPr rot="0" vert="horz" wrap="none" lIns="0" tIns="0" rIns="0" bIns="0" anchor="t" anchorCtr="0">
                          <a:spAutoFit/>
                        </wps:bodyPr>
                      </wps:wsp>
                      <wps:wsp>
                        <wps:cNvPr id="106" name="Freeform 107"/>
                        <wps:cNvSpPr>
                          <a:spLocks noEditPoints="1"/>
                        </wps:cNvSpPr>
                        <wps:spPr bwMode="auto">
                          <a:xfrm>
                            <a:off x="1883220" y="2914015"/>
                            <a:ext cx="1868170" cy="38100"/>
                          </a:xfrm>
                          <a:custGeom>
                            <a:avLst/>
                            <a:gdLst>
                              <a:gd name="T0" fmla="*/ 0 w 2942"/>
                              <a:gd name="T1" fmla="*/ 28 h 60"/>
                              <a:gd name="T2" fmla="*/ 2892 w 2942"/>
                              <a:gd name="T3" fmla="*/ 28 h 60"/>
                              <a:gd name="T4" fmla="*/ 2892 w 2942"/>
                              <a:gd name="T5" fmla="*/ 33 h 60"/>
                              <a:gd name="T6" fmla="*/ 0 w 2942"/>
                              <a:gd name="T7" fmla="*/ 33 h 60"/>
                              <a:gd name="T8" fmla="*/ 0 w 2942"/>
                              <a:gd name="T9" fmla="*/ 28 h 60"/>
                              <a:gd name="T10" fmla="*/ 2882 w 2942"/>
                              <a:gd name="T11" fmla="*/ 0 h 60"/>
                              <a:gd name="T12" fmla="*/ 2942 w 2942"/>
                              <a:gd name="T13" fmla="*/ 30 h 60"/>
                              <a:gd name="T14" fmla="*/ 2882 w 2942"/>
                              <a:gd name="T15" fmla="*/ 60 h 60"/>
                              <a:gd name="T16" fmla="*/ 2882 w 2942"/>
                              <a:gd name="T17"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942" h="60">
                                <a:moveTo>
                                  <a:pt x="0" y="28"/>
                                </a:moveTo>
                                <a:lnTo>
                                  <a:pt x="2892" y="28"/>
                                </a:lnTo>
                                <a:lnTo>
                                  <a:pt x="2892" y="33"/>
                                </a:lnTo>
                                <a:lnTo>
                                  <a:pt x="0" y="33"/>
                                </a:lnTo>
                                <a:lnTo>
                                  <a:pt x="0" y="28"/>
                                </a:lnTo>
                                <a:close/>
                                <a:moveTo>
                                  <a:pt x="2882" y="0"/>
                                </a:moveTo>
                                <a:lnTo>
                                  <a:pt x="2942" y="30"/>
                                </a:lnTo>
                                <a:lnTo>
                                  <a:pt x="2882" y="60"/>
                                </a:lnTo>
                                <a:lnTo>
                                  <a:pt x="2882" y="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07" name="Oval 108"/>
                        <wps:cNvSpPr>
                          <a:spLocks noChangeArrowheads="1"/>
                        </wps:cNvSpPr>
                        <wps:spPr bwMode="auto">
                          <a:xfrm>
                            <a:off x="3595815" y="3125470"/>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8" name="Oval 109"/>
                        <wps:cNvSpPr>
                          <a:spLocks noChangeArrowheads="1"/>
                        </wps:cNvSpPr>
                        <wps:spPr bwMode="auto">
                          <a:xfrm>
                            <a:off x="3595815" y="3125470"/>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Oval 110"/>
                        <wps:cNvSpPr>
                          <a:spLocks noChangeArrowheads="1"/>
                        </wps:cNvSpPr>
                        <wps:spPr bwMode="auto">
                          <a:xfrm>
                            <a:off x="3595815" y="3174365"/>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0" name="Oval 111"/>
                        <wps:cNvSpPr>
                          <a:spLocks noChangeArrowheads="1"/>
                        </wps:cNvSpPr>
                        <wps:spPr bwMode="auto">
                          <a:xfrm>
                            <a:off x="3595815" y="3174365"/>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Oval 112"/>
                        <wps:cNvSpPr>
                          <a:spLocks noChangeArrowheads="1"/>
                        </wps:cNvSpPr>
                        <wps:spPr bwMode="auto">
                          <a:xfrm>
                            <a:off x="3595815" y="3223260"/>
                            <a:ext cx="22860" cy="22860"/>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2" name="Oval 113"/>
                        <wps:cNvSpPr>
                          <a:spLocks noChangeArrowheads="1"/>
                        </wps:cNvSpPr>
                        <wps:spPr bwMode="auto">
                          <a:xfrm>
                            <a:off x="3595815" y="3223260"/>
                            <a:ext cx="22860" cy="22860"/>
                          </a:xfrm>
                          <a:prstGeom prst="ellipse">
                            <a:avLst/>
                          </a:prstGeom>
                          <a:noFill/>
                          <a:ln w="63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Freeform 114"/>
                        <wps:cNvSpPr>
                          <a:spLocks noEditPoints="1"/>
                        </wps:cNvSpPr>
                        <wps:spPr bwMode="auto">
                          <a:xfrm>
                            <a:off x="2826195" y="2437130"/>
                            <a:ext cx="769620" cy="718820"/>
                          </a:xfrm>
                          <a:custGeom>
                            <a:avLst/>
                            <a:gdLst>
                              <a:gd name="T0" fmla="*/ 0 w 1212"/>
                              <a:gd name="T1" fmla="*/ 0 h 1132"/>
                              <a:gd name="T2" fmla="*/ 0 w 1212"/>
                              <a:gd name="T3" fmla="*/ 1104 h 1132"/>
                              <a:gd name="T4" fmla="*/ 1162 w 1212"/>
                              <a:gd name="T5" fmla="*/ 1104 h 1132"/>
                              <a:gd name="T6" fmla="*/ 1162 w 1212"/>
                              <a:gd name="T7" fmla="*/ 1099 h 1132"/>
                              <a:gd name="T8" fmla="*/ 3 w 1212"/>
                              <a:gd name="T9" fmla="*/ 1099 h 1132"/>
                              <a:gd name="T10" fmla="*/ 5 w 1212"/>
                              <a:gd name="T11" fmla="*/ 1102 h 1132"/>
                              <a:gd name="T12" fmla="*/ 5 w 1212"/>
                              <a:gd name="T13" fmla="*/ 0 h 1132"/>
                              <a:gd name="T14" fmla="*/ 0 w 1212"/>
                              <a:gd name="T15" fmla="*/ 0 h 1132"/>
                              <a:gd name="T16" fmla="*/ 1152 w 1212"/>
                              <a:gd name="T17" fmla="*/ 1132 h 1132"/>
                              <a:gd name="T18" fmla="*/ 1212 w 1212"/>
                              <a:gd name="T19" fmla="*/ 1102 h 1132"/>
                              <a:gd name="T20" fmla="*/ 1152 w 1212"/>
                              <a:gd name="T21" fmla="*/ 1072 h 1132"/>
                              <a:gd name="T22" fmla="*/ 1152 w 1212"/>
                              <a:gd name="T23" fmla="*/ 1132 h 1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12" h="1132">
                                <a:moveTo>
                                  <a:pt x="0" y="0"/>
                                </a:moveTo>
                                <a:lnTo>
                                  <a:pt x="0" y="1104"/>
                                </a:lnTo>
                                <a:lnTo>
                                  <a:pt x="1162" y="1104"/>
                                </a:lnTo>
                                <a:lnTo>
                                  <a:pt x="1162" y="1099"/>
                                </a:lnTo>
                                <a:lnTo>
                                  <a:pt x="3" y="1099"/>
                                </a:lnTo>
                                <a:lnTo>
                                  <a:pt x="5" y="1102"/>
                                </a:lnTo>
                                <a:lnTo>
                                  <a:pt x="5" y="0"/>
                                </a:lnTo>
                                <a:lnTo>
                                  <a:pt x="0" y="0"/>
                                </a:lnTo>
                                <a:close/>
                                <a:moveTo>
                                  <a:pt x="1152" y="1132"/>
                                </a:moveTo>
                                <a:lnTo>
                                  <a:pt x="1212" y="1102"/>
                                </a:lnTo>
                                <a:lnTo>
                                  <a:pt x="1152" y="1072"/>
                                </a:lnTo>
                                <a:lnTo>
                                  <a:pt x="1152" y="1132"/>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4" name="Freeform 115"/>
                        <wps:cNvSpPr>
                          <a:spLocks noEditPoints="1"/>
                        </wps:cNvSpPr>
                        <wps:spPr bwMode="auto">
                          <a:xfrm>
                            <a:off x="624015" y="2437130"/>
                            <a:ext cx="2971800" cy="816610"/>
                          </a:xfrm>
                          <a:custGeom>
                            <a:avLst/>
                            <a:gdLst>
                              <a:gd name="T0" fmla="*/ 0 w 4680"/>
                              <a:gd name="T1" fmla="*/ 0 h 1286"/>
                              <a:gd name="T2" fmla="*/ 0 w 4680"/>
                              <a:gd name="T3" fmla="*/ 1259 h 1286"/>
                              <a:gd name="T4" fmla="*/ 4630 w 4680"/>
                              <a:gd name="T5" fmla="*/ 1259 h 1286"/>
                              <a:gd name="T6" fmla="*/ 4630 w 4680"/>
                              <a:gd name="T7" fmla="*/ 1254 h 1286"/>
                              <a:gd name="T8" fmla="*/ 3 w 4680"/>
                              <a:gd name="T9" fmla="*/ 1254 h 1286"/>
                              <a:gd name="T10" fmla="*/ 5 w 4680"/>
                              <a:gd name="T11" fmla="*/ 1256 h 1286"/>
                              <a:gd name="T12" fmla="*/ 5 w 4680"/>
                              <a:gd name="T13" fmla="*/ 0 h 1286"/>
                              <a:gd name="T14" fmla="*/ 0 w 4680"/>
                              <a:gd name="T15" fmla="*/ 0 h 1286"/>
                              <a:gd name="T16" fmla="*/ 4620 w 4680"/>
                              <a:gd name="T17" fmla="*/ 1286 h 1286"/>
                              <a:gd name="T18" fmla="*/ 4680 w 4680"/>
                              <a:gd name="T19" fmla="*/ 1256 h 1286"/>
                              <a:gd name="T20" fmla="*/ 4620 w 4680"/>
                              <a:gd name="T21" fmla="*/ 1226 h 1286"/>
                              <a:gd name="T22" fmla="*/ 4620 w 4680"/>
                              <a:gd name="T23"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680" h="1286">
                                <a:moveTo>
                                  <a:pt x="0" y="0"/>
                                </a:moveTo>
                                <a:lnTo>
                                  <a:pt x="0" y="1259"/>
                                </a:lnTo>
                                <a:lnTo>
                                  <a:pt x="4630" y="1259"/>
                                </a:lnTo>
                                <a:lnTo>
                                  <a:pt x="4630" y="1254"/>
                                </a:lnTo>
                                <a:lnTo>
                                  <a:pt x="3" y="1254"/>
                                </a:lnTo>
                                <a:lnTo>
                                  <a:pt x="5" y="1256"/>
                                </a:lnTo>
                                <a:lnTo>
                                  <a:pt x="5" y="0"/>
                                </a:lnTo>
                                <a:lnTo>
                                  <a:pt x="0" y="0"/>
                                </a:lnTo>
                                <a:close/>
                                <a:moveTo>
                                  <a:pt x="4620" y="1286"/>
                                </a:moveTo>
                                <a:lnTo>
                                  <a:pt x="4680" y="1256"/>
                                </a:lnTo>
                                <a:lnTo>
                                  <a:pt x="4620" y="1226"/>
                                </a:lnTo>
                                <a:lnTo>
                                  <a:pt x="4620" y="128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5" name="Freeform 116"/>
                        <wps:cNvSpPr>
                          <a:spLocks noEditPoints="1"/>
                        </wps:cNvSpPr>
                        <wps:spPr bwMode="auto">
                          <a:xfrm>
                            <a:off x="3663760" y="3160395"/>
                            <a:ext cx="87630" cy="38100"/>
                          </a:xfrm>
                          <a:custGeom>
                            <a:avLst/>
                            <a:gdLst>
                              <a:gd name="T0" fmla="*/ 0 w 138"/>
                              <a:gd name="T1" fmla="*/ 34 h 60"/>
                              <a:gd name="T2" fmla="*/ 88 w 138"/>
                              <a:gd name="T3" fmla="*/ 32 h 60"/>
                              <a:gd name="T4" fmla="*/ 88 w 138"/>
                              <a:gd name="T5" fmla="*/ 27 h 60"/>
                              <a:gd name="T6" fmla="*/ 0 w 138"/>
                              <a:gd name="T7" fmla="*/ 29 h 60"/>
                              <a:gd name="T8" fmla="*/ 0 w 138"/>
                              <a:gd name="T9" fmla="*/ 34 h 60"/>
                              <a:gd name="T10" fmla="*/ 78 w 138"/>
                              <a:gd name="T11" fmla="*/ 60 h 60"/>
                              <a:gd name="T12" fmla="*/ 138 w 138"/>
                              <a:gd name="T13" fmla="*/ 29 h 60"/>
                              <a:gd name="T14" fmla="*/ 77 w 138"/>
                              <a:gd name="T15" fmla="*/ 0 h 60"/>
                              <a:gd name="T16" fmla="*/ 78 w 138"/>
                              <a:gd name="T17" fmla="*/ 6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8" h="60">
                                <a:moveTo>
                                  <a:pt x="0" y="34"/>
                                </a:moveTo>
                                <a:lnTo>
                                  <a:pt x="88" y="32"/>
                                </a:lnTo>
                                <a:lnTo>
                                  <a:pt x="88" y="27"/>
                                </a:lnTo>
                                <a:lnTo>
                                  <a:pt x="0" y="29"/>
                                </a:lnTo>
                                <a:lnTo>
                                  <a:pt x="0" y="34"/>
                                </a:lnTo>
                                <a:close/>
                                <a:moveTo>
                                  <a:pt x="78" y="60"/>
                                </a:moveTo>
                                <a:lnTo>
                                  <a:pt x="138" y="29"/>
                                </a:lnTo>
                                <a:lnTo>
                                  <a:pt x="77" y="0"/>
                                </a:lnTo>
                                <a:lnTo>
                                  <a:pt x="78" y="6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9" name="Rectangle 34"/>
                        <wps:cNvSpPr>
                          <a:spLocks noChangeArrowheads="1"/>
                        </wps:cNvSpPr>
                        <wps:spPr bwMode="auto">
                          <a:xfrm>
                            <a:off x="1093059" y="1470395"/>
                            <a:ext cx="226337" cy="25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1D17F"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wps:txbx>
                        <wps:bodyPr rot="0" vert="horz" wrap="square" lIns="0" tIns="0" rIns="0" bIns="0" anchor="t" anchorCtr="0">
                          <a:noAutofit/>
                        </wps:bodyPr>
                      </wps:wsp>
                      <wps:wsp>
                        <wps:cNvPr id="120" name="Rectangle 34"/>
                        <wps:cNvSpPr>
                          <a:spLocks noChangeArrowheads="1"/>
                        </wps:cNvSpPr>
                        <wps:spPr bwMode="auto">
                          <a:xfrm>
                            <a:off x="1634300" y="1470395"/>
                            <a:ext cx="226337" cy="25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BF4D7"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wps:txbx>
                        <wps:bodyPr rot="0" vert="horz" wrap="square" lIns="0" tIns="0" rIns="0" bIns="0" anchor="t" anchorCtr="0">
                          <a:noAutofit/>
                        </wps:bodyPr>
                      </wps:wsp>
                      <wps:wsp>
                        <wps:cNvPr id="121" name="Rectangle 34"/>
                        <wps:cNvSpPr>
                          <a:spLocks noChangeArrowheads="1"/>
                        </wps:cNvSpPr>
                        <wps:spPr bwMode="auto">
                          <a:xfrm>
                            <a:off x="2708720" y="1470395"/>
                            <a:ext cx="226337" cy="25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3CF8D"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wps:txbx>
                        <wps:bodyPr rot="0" vert="horz" wrap="square" lIns="0" tIns="0" rIns="0" bIns="0" anchor="t" anchorCtr="0">
                          <a:noAutofit/>
                        </wps:bodyPr>
                      </wps:wsp>
                      <wps:wsp>
                        <wps:cNvPr id="122" name="Rectangle 34"/>
                        <wps:cNvSpPr>
                          <a:spLocks noChangeArrowheads="1"/>
                        </wps:cNvSpPr>
                        <wps:spPr bwMode="auto">
                          <a:xfrm>
                            <a:off x="4360713" y="1470395"/>
                            <a:ext cx="226337" cy="25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79A8D"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wps:txbx>
                        <wps:bodyPr rot="0" vert="horz" wrap="square" lIns="0" tIns="0" rIns="0" bIns="0" anchor="t" anchorCtr="0">
                          <a:noAutofit/>
                        </wps:bodyPr>
                      </wps:wsp>
                      <wps:wsp>
                        <wps:cNvPr id="123" name="Rectangle 34"/>
                        <wps:cNvSpPr>
                          <a:spLocks noChangeArrowheads="1"/>
                        </wps:cNvSpPr>
                        <wps:spPr bwMode="auto">
                          <a:xfrm>
                            <a:off x="365488" y="2070100"/>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208C9" w14:textId="3ADFE407" w:rsidR="00D13992" w:rsidRDefault="00D13992" w:rsidP="00A34C8C">
                              <w:pPr>
                                <w:spacing w:after="0" w:line="240" w:lineRule="auto"/>
                                <w:jc w:val="center"/>
                              </w:pPr>
                              <w:r>
                                <w:rPr>
                                  <w:rFonts w:ascii="Calibri" w:hAnsi="Calibri" w:cs="Calibri"/>
                                  <w:color w:val="000000"/>
                                  <w:sz w:val="14"/>
                                  <w:szCs w:val="14"/>
                                  <w:lang w:val="en-US"/>
                                </w:rPr>
                                <w:t>Video Decoder</w:t>
                              </w:r>
                            </w:p>
                          </w:txbxContent>
                        </wps:txbx>
                        <wps:bodyPr rot="0" vert="horz" wrap="square" lIns="0" tIns="0" rIns="0" bIns="0" anchor="ctr" anchorCtr="0">
                          <a:noAutofit/>
                        </wps:bodyPr>
                      </wps:wsp>
                      <wps:wsp>
                        <wps:cNvPr id="124" name="Rectangle 34"/>
                        <wps:cNvSpPr>
                          <a:spLocks noChangeArrowheads="1"/>
                        </wps:cNvSpPr>
                        <wps:spPr bwMode="auto">
                          <a:xfrm>
                            <a:off x="934530" y="2070100"/>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ECF87" w14:textId="3A3BA747" w:rsidR="008D13A8" w:rsidRDefault="008D13A8" w:rsidP="00A34C8C">
                              <w:pPr>
                                <w:spacing w:after="0" w:line="240" w:lineRule="auto"/>
                                <w:jc w:val="center"/>
                              </w:pPr>
                              <w:r>
                                <w:rPr>
                                  <w:rFonts w:ascii="Calibri" w:hAnsi="Calibri" w:cs="Calibri"/>
                                  <w:color w:val="000000"/>
                                  <w:sz w:val="14"/>
                                  <w:szCs w:val="14"/>
                                  <w:lang w:val="en-US"/>
                                </w:rPr>
                                <w:t>Audio Decoder</w:t>
                              </w:r>
                            </w:p>
                          </w:txbxContent>
                        </wps:txbx>
                        <wps:bodyPr rot="0" vert="horz" wrap="square" lIns="0" tIns="0" rIns="0" bIns="0" anchor="ctr" anchorCtr="0">
                          <a:noAutofit/>
                        </wps:bodyPr>
                      </wps:wsp>
                      <wps:wsp>
                        <wps:cNvPr id="125" name="Rectangle 34"/>
                        <wps:cNvSpPr>
                          <a:spLocks noChangeArrowheads="1"/>
                        </wps:cNvSpPr>
                        <wps:spPr bwMode="auto">
                          <a:xfrm>
                            <a:off x="1499045" y="2070100"/>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920B5" w14:textId="1D8D1441" w:rsidR="008D13A8" w:rsidRDefault="008D13A8" w:rsidP="00A34C8C">
                              <w:pPr>
                                <w:spacing w:after="0" w:line="240" w:lineRule="auto"/>
                                <w:jc w:val="center"/>
                              </w:pPr>
                              <w:r>
                                <w:rPr>
                                  <w:rFonts w:ascii="Calibri" w:hAnsi="Calibri" w:cs="Calibri"/>
                                  <w:color w:val="000000"/>
                                  <w:sz w:val="14"/>
                                  <w:szCs w:val="14"/>
                                  <w:lang w:val="en-US"/>
                                </w:rPr>
                                <w:t>Audio Decoder</w:t>
                              </w:r>
                            </w:p>
                          </w:txbxContent>
                        </wps:txbx>
                        <wps:bodyPr rot="0" vert="horz" wrap="square" lIns="0" tIns="0" rIns="0" bIns="0" anchor="ctr" anchorCtr="0">
                          <a:noAutofit/>
                        </wps:bodyPr>
                      </wps:wsp>
                      <wps:wsp>
                        <wps:cNvPr id="126" name="Rectangle 34"/>
                        <wps:cNvSpPr>
                          <a:spLocks noChangeArrowheads="1"/>
                        </wps:cNvSpPr>
                        <wps:spPr bwMode="auto">
                          <a:xfrm>
                            <a:off x="4206031" y="2070100"/>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73ACD" w14:textId="484EC3B3" w:rsidR="008D13A8" w:rsidRDefault="008D13A8" w:rsidP="00A34C8C">
                              <w:pPr>
                                <w:spacing w:after="0" w:line="240" w:lineRule="auto"/>
                                <w:jc w:val="center"/>
                              </w:pPr>
                              <w:r>
                                <w:rPr>
                                  <w:rFonts w:ascii="Calibri" w:hAnsi="Calibri" w:cs="Calibri"/>
                                  <w:color w:val="000000"/>
                                  <w:sz w:val="14"/>
                                  <w:szCs w:val="14"/>
                                  <w:lang w:val="en-US"/>
                                </w:rPr>
                                <w:t>Audio Decoder</w:t>
                              </w:r>
                            </w:p>
                          </w:txbxContent>
                        </wps:txbx>
                        <wps:bodyPr rot="0" vert="horz" wrap="square" lIns="0" tIns="0" rIns="0" bIns="0" anchor="ctr" anchorCtr="0">
                          <a:noAutofit/>
                        </wps:bodyPr>
                      </wps:wsp>
                      <wps:wsp>
                        <wps:cNvPr id="127" name="Rectangle 34"/>
                        <wps:cNvSpPr>
                          <a:spLocks noChangeArrowheads="1"/>
                        </wps:cNvSpPr>
                        <wps:spPr bwMode="auto">
                          <a:xfrm>
                            <a:off x="2572195" y="2070100"/>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DCA5E" w14:textId="10B68BD0" w:rsidR="008D13A8" w:rsidRDefault="008D13A8" w:rsidP="00A34C8C">
                              <w:pPr>
                                <w:spacing w:after="0" w:line="240" w:lineRule="auto"/>
                                <w:jc w:val="center"/>
                              </w:pPr>
                              <w:r>
                                <w:rPr>
                                  <w:rFonts w:ascii="Calibri" w:hAnsi="Calibri" w:cs="Calibri"/>
                                  <w:color w:val="000000"/>
                                  <w:sz w:val="14"/>
                                  <w:szCs w:val="14"/>
                                  <w:lang w:val="en-US"/>
                                </w:rPr>
                                <w:t>Video Decoder</w:t>
                              </w:r>
                            </w:p>
                          </w:txbxContent>
                        </wps:txbx>
                        <wps:bodyPr rot="0" vert="horz" wrap="square" lIns="0" tIns="0" rIns="0" bIns="0" anchor="ctr" anchorCtr="0">
                          <a:noAutofit/>
                        </wps:bodyPr>
                      </wps:wsp>
                      <wps:wsp>
                        <wps:cNvPr id="128" name="Rectangle 34"/>
                        <wps:cNvSpPr>
                          <a:spLocks noChangeArrowheads="1"/>
                        </wps:cNvSpPr>
                        <wps:spPr bwMode="auto">
                          <a:xfrm>
                            <a:off x="987870" y="494797"/>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CE5DB" w14:textId="461E5F9D" w:rsidR="00F05815" w:rsidRDefault="00F05815" w:rsidP="00A34C8C">
                              <w:pPr>
                                <w:spacing w:after="0" w:line="240" w:lineRule="auto"/>
                                <w:jc w:val="center"/>
                              </w:pPr>
                              <w:r>
                                <w:rPr>
                                  <w:rFonts w:ascii="Calibri" w:hAnsi="Calibri" w:cs="Calibri"/>
                                  <w:color w:val="000000"/>
                                  <w:sz w:val="14"/>
                                  <w:szCs w:val="14"/>
                                  <w:lang w:val="en-US"/>
                                </w:rPr>
                                <w:t>SourceBuffer</w:t>
                              </w:r>
                            </w:p>
                          </w:txbxContent>
                        </wps:txbx>
                        <wps:bodyPr rot="0" vert="horz" wrap="square" lIns="0" tIns="0" rIns="0" bIns="0" anchor="ctr" anchorCtr="0">
                          <a:noAutofit/>
                        </wps:bodyPr>
                      </wps:wsp>
                      <wps:wsp>
                        <wps:cNvPr id="129" name="Rectangle 34"/>
                        <wps:cNvSpPr>
                          <a:spLocks noChangeArrowheads="1"/>
                        </wps:cNvSpPr>
                        <wps:spPr bwMode="auto">
                          <a:xfrm>
                            <a:off x="2631074" y="494797"/>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32124" w14:textId="1646D497" w:rsidR="00F05815" w:rsidRDefault="00F05815" w:rsidP="00A34C8C">
                              <w:pPr>
                                <w:spacing w:after="0" w:line="240" w:lineRule="auto"/>
                                <w:jc w:val="center"/>
                              </w:pPr>
                              <w:r>
                                <w:rPr>
                                  <w:rFonts w:ascii="Calibri" w:hAnsi="Calibri" w:cs="Calibri"/>
                                  <w:color w:val="000000"/>
                                  <w:sz w:val="14"/>
                                  <w:szCs w:val="14"/>
                                  <w:lang w:val="en-US"/>
                                </w:rPr>
                                <w:t>SourceBuffer</w:t>
                              </w:r>
                            </w:p>
                          </w:txbxContent>
                        </wps:txbx>
                        <wps:bodyPr rot="0" vert="horz" wrap="square" lIns="0" tIns="0" rIns="0" bIns="0" anchor="ctr" anchorCtr="0">
                          <a:noAutofit/>
                        </wps:bodyPr>
                      </wps:wsp>
                      <wps:wsp>
                        <wps:cNvPr id="130" name="Rectangle 34"/>
                        <wps:cNvSpPr>
                          <a:spLocks noChangeArrowheads="1"/>
                        </wps:cNvSpPr>
                        <wps:spPr bwMode="auto">
                          <a:xfrm>
                            <a:off x="4269751" y="494797"/>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64C89" w14:textId="3656746E" w:rsidR="00F05815" w:rsidRDefault="00F05815" w:rsidP="00A34C8C">
                              <w:pPr>
                                <w:spacing w:after="0" w:line="240" w:lineRule="auto"/>
                                <w:jc w:val="center"/>
                              </w:pPr>
                              <w:r>
                                <w:rPr>
                                  <w:rFonts w:ascii="Calibri" w:hAnsi="Calibri" w:cs="Calibri"/>
                                  <w:color w:val="000000"/>
                                  <w:sz w:val="14"/>
                                  <w:szCs w:val="14"/>
                                  <w:lang w:val="en-US"/>
                                </w:rPr>
                                <w:t>SourceBuffer</w:t>
                              </w:r>
                            </w:p>
                          </w:txbxContent>
                        </wps:txbx>
                        <wps:bodyPr rot="0" vert="horz" wrap="square" lIns="0" tIns="0" rIns="0" bIns="0" anchor="ctr" anchorCtr="0">
                          <a:noAutofit/>
                        </wps:bodyPr>
                      </wps:wsp>
                      <wps:wsp>
                        <wps:cNvPr id="131" name="Rectangle 34"/>
                        <wps:cNvSpPr>
                          <a:spLocks noChangeArrowheads="1"/>
                        </wps:cNvSpPr>
                        <wps:spPr bwMode="auto">
                          <a:xfrm>
                            <a:off x="2617494" y="28544"/>
                            <a:ext cx="5111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DE13C" w14:textId="2DBD760E" w:rsidR="00F05815" w:rsidRDefault="00F05815" w:rsidP="00A34C8C">
                              <w:pPr>
                                <w:spacing w:after="0" w:line="240" w:lineRule="auto"/>
                                <w:jc w:val="center"/>
                              </w:pPr>
                              <w:r>
                                <w:rPr>
                                  <w:rFonts w:ascii="Calibri" w:hAnsi="Calibri" w:cs="Calibri"/>
                                  <w:color w:val="000000"/>
                                  <w:sz w:val="14"/>
                                  <w:szCs w:val="14"/>
                                  <w:lang w:val="en-US"/>
                                </w:rPr>
                                <w:t>MediaSource</w:t>
                              </w:r>
                            </w:p>
                          </w:txbxContent>
                        </wps:txbx>
                        <wps:bodyPr rot="0" vert="horz" wrap="square" lIns="0" tIns="0" rIns="0" bIns="0" anchor="ctr" anchorCtr="0">
                          <a:noAutofit/>
                        </wps:bodyPr>
                      </wps:wsp>
                      <wps:wsp>
                        <wps:cNvPr id="132" name="Straight Connector 132"/>
                        <wps:cNvCnPr>
                          <a:stCxn id="124" idx="2"/>
                        </wps:cNvCnPr>
                        <wps:spPr>
                          <a:xfrm>
                            <a:off x="1190118" y="2438400"/>
                            <a:ext cx="0" cy="122481"/>
                          </a:xfrm>
                          <a:prstGeom prst="line">
                            <a:avLst/>
                          </a:prstGeom>
                        </wps:spPr>
                        <wps:style>
                          <a:lnRef idx="1">
                            <a:schemeClr val="dk1"/>
                          </a:lnRef>
                          <a:fillRef idx="0">
                            <a:schemeClr val="dk1"/>
                          </a:fillRef>
                          <a:effectRef idx="0">
                            <a:schemeClr val="dk1"/>
                          </a:effectRef>
                          <a:fontRef idx="minor">
                            <a:schemeClr val="tx1"/>
                          </a:fontRef>
                        </wps:style>
                        <wps:bodyPr/>
                      </wps:wsp>
                      <wps:wsp>
                        <wps:cNvPr id="133" name="Straight Connector 133"/>
                        <wps:cNvCnPr>
                          <a:stCxn id="125" idx="2"/>
                        </wps:cNvCnPr>
                        <wps:spPr>
                          <a:xfrm>
                            <a:off x="1754633" y="2438400"/>
                            <a:ext cx="317" cy="158945"/>
                          </a:xfrm>
                          <a:prstGeom prst="line">
                            <a:avLst/>
                          </a:prstGeom>
                        </wps:spPr>
                        <wps:style>
                          <a:lnRef idx="1">
                            <a:schemeClr val="dk1"/>
                          </a:lnRef>
                          <a:fillRef idx="0">
                            <a:schemeClr val="dk1"/>
                          </a:fillRef>
                          <a:effectRef idx="0">
                            <a:schemeClr val="dk1"/>
                          </a:effectRef>
                          <a:fontRef idx="minor">
                            <a:schemeClr val="tx1"/>
                          </a:fontRef>
                        </wps:style>
                        <wps:bodyPr/>
                      </wps:wsp>
                      <wps:wsp>
                        <wps:cNvPr id="134" name="Straight Connector 134"/>
                        <wps:cNvCnPr>
                          <a:stCxn id="80" idx="2"/>
                        </wps:cNvCnPr>
                        <wps:spPr>
                          <a:xfrm>
                            <a:off x="4465130" y="2437130"/>
                            <a:ext cx="0" cy="157410"/>
                          </a:xfrm>
                          <a:prstGeom prst="line">
                            <a:avLst/>
                          </a:prstGeom>
                        </wps:spPr>
                        <wps:style>
                          <a:lnRef idx="1">
                            <a:schemeClr val="dk1"/>
                          </a:lnRef>
                          <a:fillRef idx="0">
                            <a:schemeClr val="dk1"/>
                          </a:fillRef>
                          <a:effectRef idx="0">
                            <a:schemeClr val="dk1"/>
                          </a:effectRef>
                          <a:fontRef idx="minor">
                            <a:schemeClr val="tx1"/>
                          </a:fontRef>
                        </wps:style>
                        <wps:bodyPr/>
                      </wps:wsp>
                      <wps:wsp>
                        <wps:cNvPr id="135" name="Straight Connector 135"/>
                        <wps:cNvCnPr/>
                        <wps:spPr>
                          <a:xfrm flipH="1">
                            <a:off x="1148162" y="2560881"/>
                            <a:ext cx="41956" cy="87069"/>
                          </a:xfrm>
                          <a:prstGeom prst="line">
                            <a:avLst/>
                          </a:prstGeom>
                        </wps:spPr>
                        <wps:style>
                          <a:lnRef idx="1">
                            <a:schemeClr val="dk1"/>
                          </a:lnRef>
                          <a:fillRef idx="0">
                            <a:schemeClr val="dk1"/>
                          </a:fillRef>
                          <a:effectRef idx="0">
                            <a:schemeClr val="dk1"/>
                          </a:effectRef>
                          <a:fontRef idx="minor">
                            <a:schemeClr val="tx1"/>
                          </a:fontRef>
                        </wps:style>
                        <wps:bodyPr/>
                      </wps:wsp>
                      <wps:wsp>
                        <wps:cNvPr id="136" name="Straight Connector 136"/>
                        <wps:cNvCnPr/>
                        <wps:spPr>
                          <a:xfrm flipH="1">
                            <a:off x="1750296" y="2594540"/>
                            <a:ext cx="7194" cy="79322"/>
                          </a:xfrm>
                          <a:prstGeom prst="line">
                            <a:avLst/>
                          </a:prstGeom>
                        </wps:spPr>
                        <wps:style>
                          <a:lnRef idx="1">
                            <a:schemeClr val="dk1"/>
                          </a:lnRef>
                          <a:fillRef idx="0">
                            <a:schemeClr val="dk1"/>
                          </a:fillRef>
                          <a:effectRef idx="0">
                            <a:schemeClr val="dk1"/>
                          </a:effectRef>
                          <a:fontRef idx="minor">
                            <a:schemeClr val="tx1"/>
                          </a:fontRef>
                        </wps:style>
                        <wps:bodyPr/>
                      </wps:wsp>
                      <wps:wsp>
                        <wps:cNvPr id="137" name="Straight Connector 137"/>
                        <wps:cNvCnPr/>
                        <wps:spPr>
                          <a:xfrm>
                            <a:off x="4465131" y="2590206"/>
                            <a:ext cx="6695" cy="96657"/>
                          </a:xfrm>
                          <a:prstGeom prst="line">
                            <a:avLst/>
                          </a:prstGeom>
                        </wps:spPr>
                        <wps:style>
                          <a:lnRef idx="1">
                            <a:schemeClr val="dk1"/>
                          </a:lnRef>
                          <a:fillRef idx="0">
                            <a:schemeClr val="dk1"/>
                          </a:fillRef>
                          <a:effectRef idx="0">
                            <a:schemeClr val="dk1"/>
                          </a:effectRef>
                          <a:fontRef idx="minor">
                            <a:schemeClr val="tx1"/>
                          </a:fontRef>
                        </wps:style>
                        <wps:bodyPr/>
                      </wps:wsp>
                      <wps:wsp>
                        <wps:cNvPr id="138" name="Rectangle 34"/>
                        <wps:cNvSpPr>
                          <a:spLocks noChangeArrowheads="1"/>
                        </wps:cNvSpPr>
                        <wps:spPr bwMode="auto">
                          <a:xfrm>
                            <a:off x="55056" y="748797"/>
                            <a:ext cx="717550" cy="17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76567" w14:textId="5866C59C" w:rsidR="00D55735" w:rsidRDefault="00D55735" w:rsidP="00A34C8C">
                              <w:pPr>
                                <w:spacing w:after="0" w:line="240" w:lineRule="auto"/>
                                <w:jc w:val="center"/>
                              </w:pPr>
                              <w:r>
                                <w:rPr>
                                  <w:rFonts w:ascii="Calibri" w:hAnsi="Calibri" w:cs="Calibri"/>
                                  <w:color w:val="000000"/>
                                  <w:sz w:val="14"/>
                                  <w:szCs w:val="14"/>
                                  <w:lang w:val="en-US"/>
                                </w:rPr>
                                <w:t>Media Source API</w:t>
                              </w:r>
                            </w:p>
                          </w:txbxContent>
                        </wps:txbx>
                        <wps:bodyPr rot="0" vert="horz" wrap="square" lIns="0" tIns="0" rIns="0" bIns="0" anchor="ctr" anchorCtr="0">
                          <a:noAutofit/>
                        </wps:bodyPr>
                      </wps:wsp>
                      <wps:wsp>
                        <wps:cNvPr id="139" name="Rectangle 34"/>
                        <wps:cNvSpPr>
                          <a:spLocks noChangeArrowheads="1"/>
                        </wps:cNvSpPr>
                        <wps:spPr bwMode="auto">
                          <a:xfrm>
                            <a:off x="36005" y="971047"/>
                            <a:ext cx="876301" cy="17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EF48D" w14:textId="79B7D94B" w:rsidR="00D55735" w:rsidRDefault="00D55735" w:rsidP="00A34C8C">
                              <w:pPr>
                                <w:spacing w:after="0" w:line="240" w:lineRule="auto"/>
                                <w:jc w:val="center"/>
                              </w:pPr>
                              <w:r>
                                <w:rPr>
                                  <w:rFonts w:ascii="Calibri" w:hAnsi="Calibri" w:cs="Calibri"/>
                                  <w:color w:val="000000"/>
                                  <w:sz w:val="14"/>
                                  <w:szCs w:val="14"/>
                                  <w:lang w:val="en-US"/>
                                </w:rPr>
                                <w:t>HTML Media Element</w:t>
                              </w:r>
                            </w:p>
                          </w:txbxContent>
                        </wps:txbx>
                        <wps:bodyPr rot="0" vert="horz" wrap="square" lIns="0" tIns="0" rIns="0" bIns="0" anchor="ctr" anchorCtr="0">
                          <a:noAutofit/>
                        </wps:bodyPr>
                      </wps:wsp>
                      <wps:wsp>
                        <wps:cNvPr id="140" name="Straight Connector 140"/>
                        <wps:cNvCnPr/>
                        <wps:spPr>
                          <a:xfrm flipV="1">
                            <a:off x="39180" y="949325"/>
                            <a:ext cx="4984750" cy="381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41" name="Straight Connector 141"/>
                        <wps:cNvCnPr>
                          <a:stCxn id="108" idx="6"/>
                          <a:endCxn id="115" idx="0"/>
                        </wps:cNvCnPr>
                        <wps:spPr>
                          <a:xfrm>
                            <a:off x="3618447" y="3136900"/>
                            <a:ext cx="45081" cy="45085"/>
                          </a:xfrm>
                          <a:prstGeom prst="line">
                            <a:avLst/>
                          </a:prstGeom>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6E40372E" id="Canvas 117" o:spid="_x0000_s1026" editas="canvas" style="width:397.15pt;height:271.55pt;mso-position-horizontal-relative:char;mso-position-vertical-relative:line" coordsize="50431,34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">
                <v:shape id="_x0000_s1027" type="#_x0000_t75" style="position:absolute;width:50431;height:34486;visibility:visible;mso-wrap-style:square">
                  <v:fill o:detectmouseclick="t"/>
                  <v:path o:connecttype="none"/>
                </v:shape>
                <v:shape id="Freeform 13" o:spid="_x0000_s1028" style="position:absolute;left:23302;top:704;width:11087;height:2636;visibility:visible;mso-wrap-style:square;v-text-anchor:top" coordsize="5817,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" path="m,230c,103,103,,230,l5587,v127,,230,103,230,230l5817,1152v,127,-103,230,-230,230l230,1382c103,1382,,1279,,1152l,230xe" strokeweight="0">
                  <v:path arrowok="t" o:connecttype="custom" o:connectlocs="0,43857;43838,0;1064872,0;1108710,43857;1108710,219668;1064872,263525;43838,263525;0,219668;0,43857" o:connectangles="0,0,0,0,0,0,0,0,0"/>
                </v:shape>
                <v:shape id="Freeform 14" o:spid="_x0000_s1029" style="position:absolute;left:23302;top:704;width:11087;height:2636;visibility:visible;mso-wrap-style:square;v-text-anchor:top" coordsize="5817,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" path="m,230c,103,103,,230,l5587,v127,,230,103,230,230l5817,1152v,127,-103,230,-230,230l230,1382c103,1382,,1279,,1152l,230xe" filled="f" strokeweight=".5pt">
                  <v:stroke joinstyle="miter"/>
                  <v:path arrowok="t" o:connecttype="custom" o:connectlocs="0,43857;43838,0;1064872,0;1108710,43857;1108710,219668;1064872,263525;43838,263525;0,219668;0,43857" o:connectangles="0,0,0,0,0,0,0,0,0"/>
                </v:shape>
                <v:shape id="Freeform 16" o:spid="_x0000_s1030" style="position:absolute;left:8532;top:5397;width:7912;height:2642;visibility:visible;mso-wrap-style:square;v-text-anchor:top" coordsize="8305,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" path="m,461c,207,207,,461,l7844,v254,,461,207,461,461l8305,2305v,254,-207,461,-461,461l461,2766c207,2766,,2559,,2305l,461xe" strokeweight="0">
                  <v:path arrowok="t" o:connecttype="custom" o:connectlocs="0,44027;43919,0;747291,0;791210,44027;791210,220133;747291,264160;43919,264160;0,220133;0,44027" o:connectangles="0,0,0,0,0,0,0,0,0"/>
                </v:shape>
                <v:shape id="Freeform 17" o:spid="_x0000_s1031" style="position:absolute;left:8532;top:5397;width:7912;height:2642;visibility:visible;mso-wrap-style:square;v-text-anchor:top" coordsize="8305,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" path="m,461c,207,207,,461,l7844,v254,,461,207,461,461l8305,2305v,254,-207,461,-461,461l461,2766c207,2766,,2559,,2305l,461xe" filled="f" strokeweight=".5pt">
                  <v:stroke joinstyle="miter"/>
                  <v:path arrowok="t" o:connecttype="custom" o:connectlocs="0,44027;43919,0;747291,0;791210,44027;791210,220133;747291,264160;43919,264160;0,220133;0,44027" o:connectangles="0,0,0,0,0,0,0,0,0"/>
                </v:shape>
                <v:shape id="Freeform 19" o:spid="_x0000_s1032" style="position:absolute;left:24890;top:5403;width:7912;height:2636;visibility:visible;mso-wrap-style:square;v-text-anchor:top" coordsize="4152,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" path="m,230c,103,103,,231,l3922,v127,,230,103,230,230l4152,1152v,127,-103,231,-230,231l231,1383c103,1383,,1279,,1152l,230xe" strokeweight="0">
                  <v:path arrowok="t" o:connecttype="custom" o:connectlocs="0,43826;44020,0;747381,0;791210,43826;791210,219509;747381,263525;44020,263525;0,219509;0,43826" o:connectangles="0,0,0,0,0,0,0,0,0"/>
                </v:shape>
                <v:shape id="Freeform 20" o:spid="_x0000_s1033" style="position:absolute;left:24890;top:5403;width:7912;height:2636;visibility:visible;mso-wrap-style:square;v-text-anchor:top" coordsize="4152,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" path="m,230c,103,103,,231,l3922,v127,,230,103,230,230l4152,1152v,127,-103,231,-230,231l231,1383c103,1383,,1279,,1152l,230xe" filled="f" strokeweight=".5pt">
                  <v:stroke joinstyle="miter"/>
                  <v:path arrowok="t" o:connecttype="custom" o:connectlocs="0,43826;44020,0;747381,0;791210,43826;791210,219509;747381,263525;44020,263525;0,219509;0,43826" o:connectangles="0,0,0,0,0,0,0,0,0"/>
                </v:shape>
                <v:shape id="Freeform 22" o:spid="_x0000_s1034" style="position:absolute;left:41247;top:5403;width:7912;height:2636;visibility:visible;mso-wrap-style:square;v-text-anchor:top" coordsize="4152,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" path="m,230c,103,103,,230,l3921,v128,,231,103,231,230l4152,1152v,127,-103,231,-231,231l230,1383c103,1383,,1279,,1152l,230xe" strokeweight="0">
                  <v:path arrowok="t" o:connecttype="custom" o:connectlocs="0,43826;43829,0;747190,0;791210,43826;791210,219509;747190,263525;43829,263525;0,219509;0,43826" o:connectangles="0,0,0,0,0,0,0,0,0"/>
                </v:shape>
                <v:shape id="Freeform 23" o:spid="_x0000_s1035" style="position:absolute;left:41247;top:5403;width:7912;height:2636;visibility:visible;mso-wrap-style:square;v-text-anchor:top" coordsize="4152,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" path="m,230c,103,103,,230,l3921,v128,,231,103,231,230l4152,1152v,127,-103,231,-231,231l230,1383c103,1383,,1279,,1152l,230xe" filled="f" strokeweight=".5pt">
                  <v:stroke joinstyle="miter"/>
                  <v:path arrowok="t" o:connecttype="custom" o:connectlocs="0,43826;43829,0;747190,0;791210,43826;791210,219509;747190,263525;43829,263525;0,219509;0,43826" o:connectangles="0,0,0,0,0,0,0,0,0"/>
                </v:shape>
                <v:shape id="Freeform 26" o:spid="_x0000_s1036" style="position:absolute;left:9631;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" path="m,556l450,,900,556,,556xe" stroked="f">
                  <v:path arrowok="t" o:connecttype="custom" o:connectlocs="0,353060;285750,0;571500,353060;0,353060" o:connectangles="0,0,0,0"/>
                </v:shape>
                <v:shape id="Freeform 27" o:spid="_x0000_s1037" style="position:absolute;left:9631;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" path="m,556l450,,900,556,,556xe" filled="f" strokeweight=".5pt">
                  <v:stroke joinstyle="miter"/>
                  <v:path arrowok="t" o:connecttype="custom" o:connectlocs="0,353060;285750,0;571500,353060;0,353060" o:connectangles="0,0,0,0"/>
                </v:shape>
                <v:shape id="Freeform 28" o:spid="_x0000_s1038" style="position:absolute;left:25988;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" path="m,556l450,,900,556,,556xe" stroked="f">
                  <v:path arrowok="t" o:connecttype="custom" o:connectlocs="0,353060;285750,0;571500,353060;0,353060" o:connectangles="0,0,0,0"/>
                </v:shape>
                <v:shape id="Freeform 29" o:spid="_x0000_s1039" style="position:absolute;left:25988;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" path="m,556l450,,900,556,,556xe" filled="f" strokeweight=".5pt">
                  <v:stroke joinstyle="miter"/>
                  <v:path arrowok="t" o:connecttype="custom" o:connectlocs="0,353060;285750,0;571500,353060;0,353060" o:connectangles="0,0,0,0"/>
                </v:shape>
                <v:shape id="Freeform 30" o:spid="_x0000_s1040" style="position:absolute;left:42346;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" path="m,556l450,,900,556,,556xe" stroked="f">
                  <v:path arrowok="t" o:connecttype="custom" o:connectlocs="0,353060;285750,0;571500,353060;0,353060" o:connectangles="0,0,0,0"/>
                </v:shape>
                <v:shape id="Freeform 31" o:spid="_x0000_s1041" style="position:absolute;left:42346;top:9531;width:5715;height:3530;visibility:visible;mso-wrap-style:square;v-text-anchor:top" coordsize="90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" path="m,556l450,,900,556,,556xe" filled="f" strokeweight=".5pt">
                  <v:stroke joinstyle="miter"/>
                  <v:path arrowok="t" o:connecttype="custom" o:connectlocs="0,353060;285750,0;571500,353060;0,353060" o:connectangles="0,0,0,0"/>
                </v:shape>
                <v:shape id="Freeform 32" o:spid="_x0000_s1042" style="position:absolute;left:4430;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" path="m,3062v1915,407,1915,-407,3829,-407l3829,541,,541,,3062xm315,541r,-274l4118,267r,2127c3974,2394,3829,2409,3829,2409r,-1868l315,541xm612,267l612,,4448,r,2120c4283,2120,4118,2131,4118,2131r,-1864l612,267xe" strokeweight="0">
                  <v:path arrowok="t" o:connecttype="custom" o:connectlocs="0,292020;365150,253205;365150,51595;0,51595;0,292020;30040,51595;30040,25464;392710,25464;392710,228313;365150,229744;365150,51595;30040,51595;58363,25464;58363,0;424180,0;424180,202182;392710,203231;392710,25464;58363,25464" o:connectangles="0,0,0,0,0,0,0,0,0,0,0,0,0,0,0,0,0,0,0"/>
                  <o:lock v:ext="edit" verticies="t"/>
                </v:shape>
                <v:shape id="Freeform 33" o:spid="_x0000_s1043" style="position:absolute;left:4430;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" path="m,541r3829,l3829,2655c1915,2655,1915,3469,,3062l,541xm315,541r,-274l4118,267r,2127c3974,2394,3829,2409,3829,2409m612,267l612,,4448,r,2120c4283,2120,4118,2131,4118,2131e" filled="f" strokeweight=".5pt">
                  <v:stroke joinstyle="miter"/>
                  <v:path arrowok="t" o:connecttype="custom" o:connectlocs="0,51595;365150,51595;365150,253205;0,292020;0,51595;30040,51595;30040,25464;392710,25464;392710,228313;365150,229744;58363,25464;58363,0;424180,0;424180,202182;392710,203231" o:connectangles="0,0,0,0,0,0,0,0,0,0,0,0,0,0,0"/>
                  <o:lock v:ext="edit" verticies="t"/>
                </v:shape>
                <v:rect id="Rectangle 34" o:spid="_x0000_s1044" style="position:absolute;left:5065;top:14703;width:2388;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05F9C66B" w14:textId="1C5F5E24" w:rsidR="002304F9" w:rsidRDefault="002304F9" w:rsidP="00A34C8C">
                        <w:pPr>
                          <w:spacing w:line="240" w:lineRule="auto"/>
                        </w:pPr>
                        <w:r>
                          <w:rPr>
                            <w:rFonts w:ascii="Calibri" w:hAnsi="Calibri" w:cs="Calibri"/>
                            <w:color w:val="000000"/>
                            <w:sz w:val="14"/>
                            <w:szCs w:val="14"/>
                            <w:lang w:val="en-US"/>
                          </w:rPr>
                          <w:t>Track</w:t>
                        </w:r>
                        <w:r w:rsidR="001B24E7">
                          <w:rPr>
                            <w:rFonts w:ascii="Calibri" w:hAnsi="Calibri" w:cs="Calibri"/>
                            <w:color w:val="000000"/>
                            <w:sz w:val="14"/>
                            <w:szCs w:val="14"/>
                            <w:lang w:val="en-US"/>
                          </w:rPr>
                          <w:br/>
                          <w:t>Buffer</w:t>
                        </w:r>
                        <w:r>
                          <w:rPr>
                            <w:rFonts w:ascii="Calibri" w:hAnsi="Calibri" w:cs="Calibri"/>
                            <w:color w:val="000000"/>
                            <w:sz w:val="14"/>
                            <w:szCs w:val="14"/>
                            <w:lang w:val="en-US"/>
                          </w:rPr>
                          <w:t xml:space="preserve"> </w:t>
                        </w:r>
                      </w:p>
                    </w:txbxContent>
                  </v:textbox>
                </v:rect>
                <v:shape id="Freeform 36" o:spid="_x0000_s1045" style="position:absolute;left:10075;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" path="m,3062v1915,407,1915,-407,3830,-407l3830,541,,541,,3062xm316,541r,-274l4119,267r,2127c3974,2394,3830,2409,3830,2409r,-1868l316,541xm612,267l612,,4448,r,2120c4284,2120,4119,2131,4119,2131r,-1864l612,267xe" strokeweight="0">
                  <v:path arrowok="t" o:connecttype="custom" o:connectlocs="0,292020;365245,253205;365245,51595;0,51595;0,292020;30135,51595;30135,25464;392805,25464;392805,228313;365245,229744;365245,51595;30135,51595;58363,25464;58363,0;424180,0;424180,202182;392805,203231;392805,25464;58363,25464" o:connectangles="0,0,0,0,0,0,0,0,0,0,0,0,0,0,0,0,0,0,0"/>
                  <o:lock v:ext="edit" verticies="t"/>
                </v:shape>
                <v:shape id="Freeform 37" o:spid="_x0000_s1046" style="position:absolute;left:10075;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" path="m,541r3830,l3830,2655c1915,2655,1915,3469,,3062l,541xm316,541r,-274l4119,267r,2127c3974,2394,3830,2409,3830,2409m612,267l612,,4448,r,2120c4284,2120,4119,2131,4119,2131e" filled="f" strokeweight=".5pt">
                  <v:stroke joinstyle="miter"/>
                  <v:path arrowok="t" o:connecttype="custom" o:connectlocs="0,51595;365245,51595;365245,253205;0,292020;0,51595;30135,51595;30135,25464;392805,25464;392805,228313;365245,229744;58363,25464;58363,0;424180,0;424180,202182;392805,203231" o:connectangles="0,0,0,0,0,0,0,0,0,0,0,0,0,0,0"/>
                  <o:lock v:ext="edit" verticies="t"/>
                </v:shape>
                <v:shape id="Freeform 40" o:spid="_x0000_s1047" style="position:absolute;left:15720;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" path="m,3062v1914,407,1914,-407,3829,-407l3829,541,,541,,3062xm315,541r,-274l4118,267r,2127c3974,2394,3829,2409,3829,2409r,-1868l315,541xm612,267l612,,4448,r,2120c4283,2120,4118,2131,4118,2131r,-1864l612,267xe" strokeweight="0">
                  <v:path arrowok="t" o:connecttype="custom" o:connectlocs="0,292020;365150,253205;365150,51595;0,51595;0,292020;30040,51595;30040,25464;392710,25464;392710,228313;365150,229744;365150,51595;30040,51595;58363,25464;58363,0;424180,0;424180,202182;392710,203231;392710,25464;58363,25464" o:connectangles="0,0,0,0,0,0,0,0,0,0,0,0,0,0,0,0,0,0,0"/>
                  <o:lock v:ext="edit" verticies="t"/>
                </v:shape>
                <v:shape id="Freeform 41" o:spid="_x0000_s1048" style="position:absolute;left:15720;top:14128;width:4242;height:3309;visibility:visible;mso-wrap-style:square;v-text-anchor:top" coordsize="4448,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" path="m,541r3829,l3829,2655c1914,2655,1914,3469,,3062l,541xm315,541r,-274l4118,267r,2127c3974,2394,3829,2409,3829,2409m612,267l612,,4448,r,2120c4283,2120,4118,2131,4118,2131e" filled="f" strokeweight=".5pt">
                  <v:stroke joinstyle="miter"/>
                  <v:path arrowok="t" o:connecttype="custom" o:connectlocs="0,51595;365150,51595;365150,253205;0,292020;0,51595;30040,51595;30040,25464;392710,25464;392710,228313;365150,229744;58363,25464;58363,0;424180,0;424180,202182;392710,203231" o:connectangles="0,0,0,0,0,0,0,0,0,0,0,0,0,0,0"/>
                  <o:lock v:ext="edit" verticies="t"/>
                </v:shape>
                <v:rect id="Rectangle 44" o:spid="_x0000_s1049" style="position:absolute;left:3700;top:20701;width:5111;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" stroked="f">
                  <v:textbox>
                    <w:txbxContent>
                      <w:p w14:paraId="424AB63F" w14:textId="77777777" w:rsidR="0074331E" w:rsidRDefault="0074331E" w:rsidP="00A34C8C">
                        <w:pPr>
                          <w:jc w:val="center"/>
                        </w:pPr>
                      </w:p>
                    </w:txbxContent>
                  </v:textbox>
                </v:rect>
                <v:rect id="Rectangle 45" o:spid="_x0000_s1050" style="position:absolute;left:3700;top:20701;width:5111;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" filled="f" strokeweight=".5pt"/>
                <v:rect id="Rectangle 48" o:spid="_x0000_s1051" style="position:absolute;left:9345;top:20707;width:5112;height:3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" stroked="f"/>
                <v:rect id="Rectangle 49" o:spid="_x0000_s1052" style="position:absolute;left:9345;top:20707;width:5112;height:3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" filled="f" strokeweight=".5pt"/>
                <v:rect id="Rectangle 52" o:spid="_x0000_s1053" style="position:absolute;left:14990;top:20701;width:5112;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" stroked="f"/>
                <v:rect id="Rectangle 53" o:spid="_x0000_s1054" style="position:absolute;left:14990;top:20701;width:5112;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" filled="f" strokeweight=".5pt"/>
                <v:shape id="Freeform 56" o:spid="_x0000_s1055" style="position:absolute;left:12488;top:3321;width:16358;height:2222;visibility:visible;mso-wrap-style:square;v-text-anchor:top" coordsize="257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" path="m2576,l49,319r1,5l2576,5r,-5xm56,290l,328r64,22l56,290xe" fillcolor="black" strokeweight="0">
                  <v:path arrowok="t" o:connecttype="custom" o:connectlocs="1635760,0;31115,202565;31750,205740;1635760,3175;1635760,0;35560,184150;0,208280;40640,222250;35560,184150" o:connectangles="0,0,0,0,0,0,0,0,0"/>
                  <o:lock v:ext="edit" verticies="t"/>
                </v:shape>
                <v:shape id="Freeform 57" o:spid="_x0000_s1056" style="position:absolute;left:28655;top:3340;width:381;height:2063;visibility:visible;mso-wrap-style:square;v-text-anchor:top" coordsize="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" path="m33,r,274l28,274,28,r5,xm60,265l30,325,,265r60,xe" fillcolor="black" strokeweight="0">
                  <v:path arrowok="t" o:connecttype="custom" o:connectlocs="20955,0;20955,173990;17780,173990;17780,0;20955,0;38100,168275;19050,206375;0,168275;38100,168275" o:connectangles="0,0,0,0,0,0,0,0,0"/>
                  <o:lock v:ext="edit" verticies="t"/>
                </v:shape>
                <v:shape id="Freeform 58" o:spid="_x0000_s1057" style="position:absolute;left:28846;top:3321;width:16357;height:2222;visibility:visible;mso-wrap-style:square;v-text-anchor:top" coordsize="257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" path="m,l2527,319r-1,5l,5,,xm2520,290r56,38l2513,350r7,-60xe" fillcolor="black" strokeweight="0">
                  <v:path arrowok="t" o:connecttype="custom" o:connectlocs="0,0;1604645,202565;1604010,205740;0,3175;0,0;1600200,184150;1635760,208280;1595755,222250;1600200,184150" o:connectangles="0,0,0,0,0,0,0,0,0"/>
                  <o:lock v:ext="edit" verticies="t"/>
                </v:shape>
                <v:shape id="Freeform 59" o:spid="_x0000_s1058" style="position:absolute;left:12298;top:8039;width:381;height:1492;visibility:visible;mso-wrap-style:square;v-text-anchor:top" coordsize="60,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" path="m33,r,185l28,185,28,r5,xm60,175l30,235,,175r60,xe" fillcolor="black" strokeweight="0">
                  <v:path arrowok="t" o:connecttype="custom" o:connectlocs="20955,0;20955,117475;17780,117475;17780,0;20955,0;38100,111125;19050,149225;0,111125;38100,111125" o:connectangles="0,0,0,0,0,0,0,0,0"/>
                  <o:lock v:ext="edit" verticies="t"/>
                </v:shape>
                <v:shape id="Freeform 60" o:spid="_x0000_s1059" style="position:absolute;left:28655;top:8039;width:381;height:1492;visibility:visible;mso-wrap-style:square;v-text-anchor:top" coordsize="60,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" path="m28,r,185l33,185,33,,28,xm,175r30,60l60,175,,175xe" fillcolor="black" strokeweight="0">
                  <v:path arrowok="t" o:connecttype="custom" o:connectlocs="17780,0;17780,117475;20955,117475;20955,0;17780,0;0,111125;19050,149225;38100,111125;0,111125" o:connectangles="0,0,0,0,0,0,0,0,0"/>
                  <o:lock v:ext="edit" verticies="t"/>
                </v:shape>
                <v:shape id="Freeform 61" o:spid="_x0000_s1060" style="position:absolute;left:45013;top:8039;width:381;height:1492;visibility:visible;mso-wrap-style:square;v-text-anchor:top" coordsize="60,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" path="m32,r,185l27,185,27,r5,xm60,175l30,235,,175r60,xe" fillcolor="black" strokeweight="0">
                  <v:path arrowok="t" o:connecttype="custom" o:connectlocs="20320,0;20320,117475;17145,117475;17145,0;20320,0;38100,111125;19050,149225;0,111125;38100,111125" o:connectangles="0,0,0,0,0,0,0,0,0"/>
                  <o:lock v:ext="edit" verticies="t"/>
                </v:shape>
                <v:shape id="Freeform 62" o:spid="_x0000_s1061" style="position:absolute;left:6843;top:13042;width:5651;height:1207;visibility:visible;mso-wrap-style:square;v-text-anchor:top" coordsize="89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" path="m889,l49,159r1,5l890,5,889,xm53,131l,171r64,19l53,131xe" fillcolor="black" strokeweight="0">
                  <v:path arrowok="t" o:connecttype="custom" o:connectlocs="564515,0;31115,100965;31750,104140;565150,3175;564515,0;33655,83185;0,108585;40640,120650;33655,83185" o:connectangles="0,0,0,0,0,0,0,0,0"/>
                  <o:lock v:ext="edit" verticies="t"/>
                </v:shape>
                <v:shape id="Freeform 63" o:spid="_x0000_s1062" style="position:absolute;left:12298;top:13061;width:381;height:1067;visibility:visible;mso-wrap-style:square;v-text-anchor:top" coordsize="60,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" path="m33,r,118l28,118,28,r5,xm60,108l30,168,,108r60,xe" fillcolor="black" strokeweight="0">
                  <v:path arrowok="t" o:connecttype="custom" o:connectlocs="20955,0;20955,74930;17780,74930;17780,0;20955,0;38100,68580;19050,106680;0,68580;38100,68580" o:connectangles="0,0,0,0,0,0,0,0,0"/>
                  <o:lock v:ext="edit" verticies="t"/>
                </v:shape>
                <v:shape id="Freeform 64" o:spid="_x0000_s1063" style="position:absolute;left:12488;top:13042;width:5645;height:1207;visibility:visible;mso-wrap-style:square;v-text-anchor:top" coordsize="889,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" path="m1,l840,159r-1,5l,5,1,xm836,131r53,40l824,190r12,-59xe" fillcolor="black" strokeweight="0">
                  <v:path arrowok="t" o:connecttype="custom" o:connectlocs="635,0;533400,100965;532765,104140;0,3175;635,0;530860,83185;564515,108585;523240,120650;530860,83185" o:connectangles="0,0,0,0,0,0,0,0,0"/>
                  <o:lock v:ext="edit" verticies="t"/>
                </v:shape>
                <v:shape id="Freeform 65" o:spid="_x0000_s1064" style="position:absolute;left:6068;top:17049;width:381;height:3652;visibility:visible;mso-wrap-style:square;v-text-anchor:top" coordsize="60,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" path="m32,r,524l27,524,27,r5,xm60,514l30,575,,514r60,xe" fillcolor="black" strokeweight="0">
                  <v:path arrowok="t" o:connecttype="custom" o:connectlocs="20320,0;20320,332740;17145,332740;17145,0;20320,0;38100,326390;19050,365125;0,326390;38100,326390" o:connectangles="0,0,0,0,0,0,0,0,0"/>
                  <o:lock v:ext="edit" verticies="t"/>
                </v:shape>
                <v:shape id="Freeform 66" o:spid="_x0000_s1065" style="position:absolute;left:11713;top:17049;width:381;height:3658;visibility:visible;mso-wrap-style:square;v-text-anchor:top" coordsize="60,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" path="m32,r,526l27,526,27,r5,xm60,516l30,576,,516r60,xe" fillcolor="black" strokeweight="0">
                  <v:path arrowok="t" o:connecttype="custom" o:connectlocs="20320,0;20320,334010;17145,334010;17145,0;20320,0;38100,327660;19050,365760;0,327660;38100,327660" o:connectangles="0,0,0,0,0,0,0,0,0"/>
                  <o:lock v:ext="edit" verticies="t"/>
                </v:shape>
                <v:shape id="Freeform 67" o:spid="_x0000_s1066" style="position:absolute;left:17359;top:17049;width:381;height:3652;visibility:visible;mso-wrap-style:square;v-text-anchor:top" coordsize="60,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" path="m32,r,524l27,524,27,r5,xm60,514l30,575,,514r60,xe" fillcolor="black" strokeweight="0">
                  <v:path arrowok="t" o:connecttype="custom" o:connectlocs="20320,0;20320,332740;17145,332740;17145,0;20320,0;38100,326390;19050,365125;0,326390;38100,326390" o:connectangles="0,0,0,0,0,0,0,0,0"/>
                  <o:lock v:ext="edit" verticies="t"/>
                </v:shape>
                <v:shape id="Freeform 68" o:spid="_x0000_s1067" style="position:absolute;left:26452;top:14128;width:4242;height:3309;visibility:visible;mso-wrap-style:square;v-text-anchor:top" coordsize="2224,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" path="m,1531v958,204,958,-203,1915,-203l1915,271,,271,,1531xm158,271r,-137l2060,134r,1063c1987,1197,1915,1205,1915,1205r,-934l158,271xm306,134l306,,2224,r,1060c2142,1060,2060,1066,2060,1066r,-932l306,134xe" strokeweight="0">
                  <v:path arrowok="t" o:connecttype="custom" o:connectlocs="0,291936;365245,253227;365245,51675;0,51675;0,291936;30135,51675;30135,25552;392901,25552;392901,228248;365245,229773;365245,51675;30135,51675;58363,25552;58363,0;424180,0;424180,202124;392901,203268;392901,25552;58363,25552" o:connectangles="0,0,0,0,0,0,0,0,0,0,0,0,0,0,0,0,0,0,0"/>
                  <o:lock v:ext="edit" verticies="t"/>
                </v:shape>
                <v:shape id="Freeform 69" o:spid="_x0000_s1068" style="position:absolute;left:26452;top:14128;width:4242;height:3309;visibility:visible;mso-wrap-style:square;v-text-anchor:top" coordsize="2224,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" path="m,271r1915,l1915,1328c958,1328,958,1735,,1531l,271xm158,271r,-137l2060,134r,1063c1987,1197,1915,1205,1915,1205m306,134l306,,2224,r,1060c2142,1060,2060,1066,2060,1066e" filled="f" strokeweight=".5pt">
                  <v:stroke joinstyle="miter"/>
                  <v:path arrowok="t" o:connecttype="custom" o:connectlocs="0,51675;365245,51675;365245,253227;0,291936;0,51675;30135,51675;30135,25552;392901,25552;392901,228248;365245,229773;58363,25552;58363,0;424180,0;424180,202124;392901,203268" o:connectangles="0,0,0,0,0,0,0,0,0,0,0,0,0,0,0"/>
                  <o:lock v:ext="edit" verticies="t"/>
                </v:shape>
                <v:rect id="Rectangle 72" o:spid="_x0000_s1069" style="position:absolute;left:25721;top:20701;width:5112;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" stroked="f"/>
                <v:rect id="Rectangle 73" o:spid="_x0000_s1070" style="position:absolute;left:25721;top:20701;width:5112;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" filled="f" strokeweight=".5pt"/>
                <v:shape id="Freeform 76" o:spid="_x0000_s1071" style="position:absolute;left:28084;top:17049;width:387;height:3652;visibility:visible;mso-wrap-style:square;v-text-anchor:top" coordsize="61,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" path="m33,r,524l28,524,28,r5,xm61,514l31,575,,514r61,xe" fillcolor="black" strokeweight="0">
                  <v:path arrowok="t" o:connecttype="custom" o:connectlocs="20955,0;20955,332740;17780,332740;17780,0;20955,0;38735,326390;19685,365125;0,326390;38735,326390" o:connectangles="0,0,0,0,0,0,0,0,0"/>
                  <o:lock v:ext="edit" verticies="t"/>
                </v:shape>
                <v:shape id="Freeform 77" o:spid="_x0000_s1072" style="position:absolute;left:42828;top:14128;width:4236;height:3309;visibility:visible;mso-wrap-style:square;v-text-anchor:top" coordsize="2224,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" path="m,1531v957,204,957,-203,1914,-203l1914,271,,271,,1531xm157,271r,-137l2059,134r,1063c1987,1197,1914,1205,1914,1205r,-934l157,271xm306,134l306,,2224,r,1060c2141,1060,2059,1066,2059,1066r,-932l306,134xe" strokeweight="0">
                  <v:path arrowok="t" o:connecttype="custom" o:connectlocs="0,291936;364508,253227;364508,51675;0,51675;0,291936;29900,51675;29900,25552;392122,25552;392122,228248;364508,229773;364508,51675;29900,51675;58276,25552;58276,0;423545,0;423545,202124;392122,203268;392122,25552;58276,25552" o:connectangles="0,0,0,0,0,0,0,0,0,0,0,0,0,0,0,0,0,0,0"/>
                  <o:lock v:ext="edit" verticies="t"/>
                </v:shape>
                <v:shape id="Freeform 78" o:spid="_x0000_s1073" style="position:absolute;left:42828;top:14128;width:4236;height:3309;visibility:visible;mso-wrap-style:square;v-text-anchor:top" coordsize="2224,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" path="m,271r1914,l1914,1328c957,1328,957,1735,,1531l,271xm157,271r,-137l2059,134r,1063c1987,1197,1914,1205,1914,1205m306,134l306,,2224,r,1060c2141,1060,2059,1066,2059,1066e" filled="f" strokeweight=".5pt">
                  <v:stroke joinstyle="miter"/>
                  <v:path arrowok="t" o:connecttype="custom" o:connectlocs="0,51675;364508,51675;364508,253227;0,291936;0,51675;29900,51675;29900,25552;392122,25552;392122,228248;364508,229773;58276,25552;58276,0;423545,0;423545,202124;392122,203268" o:connectangles="0,0,0,0,0,0,0,0,0,0,0,0,0,0,0"/>
                  <o:lock v:ext="edit" verticies="t"/>
                </v:shape>
                <v:rect id="Rectangle 81" o:spid="_x0000_s1074" style="position:absolute;left:42092;top:20701;width:5118;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" stroked="f"/>
                <v:rect id="Rectangle 82" o:spid="_x0000_s1075" style="position:absolute;left:42092;top:20701;width:5118;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" filled="f" strokeweight=".5pt"/>
                <v:shape id="Freeform 85" o:spid="_x0000_s1076" style="position:absolute;left:44460;top:17049;width:381;height:3652;visibility:visible;mso-wrap-style:square;v-text-anchor:top" coordsize="60,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" path="m32,r1,525l28,525,28,r4,xm60,515l30,575,,515r60,xe" fillcolor="black" strokeweight="0">
                  <v:path arrowok="t" o:connecttype="custom" o:connectlocs="20320,0;20955,333375;17780,333375;17780,0;20320,0;38100,327025;19050,365125;0,327025;38100,327025" o:connectangles="0,0,0,0,0,0,0,0,0"/>
                  <o:lock v:ext="edit" verticies="t"/>
                </v:shape>
                <v:shape id="Freeform 86" o:spid="_x0000_s1077" style="position:absolute;left:28668;top:13061;width:381;height:1067;visibility:visible;mso-wrap-style:square;v-text-anchor:top" coordsize="60,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" path="m31,r1,118l27,118,26,r5,xm60,108l31,168,,109r60,-1xe" fillcolor="black" strokeweight="0">
                  <v:path arrowok="t" o:connecttype="custom" o:connectlocs="19685,0;20320,74930;17145,74930;16510,0;19685,0;38100,68580;19685,106680;0,69215;38100,68580" o:connectangles="0,0,0,0,0,0,0,0,0"/>
                  <o:lock v:ext="edit" verticies="t"/>
                </v:shape>
                <v:shape id="Freeform 87" o:spid="_x0000_s1078" style="position:absolute;left:45032;top:13061;width:381;height:1067;visibility:visible;mso-wrap-style:square;v-text-anchor:top" coordsize="60,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" path="m29,r4,118l28,118,24,r5,xm60,107l32,168,,109r60,-2xe" fillcolor="black" strokeweight="0">
                  <v:path arrowok="t" o:connecttype="custom" o:connectlocs="18415,0;20955,74930;17780,74930;15240,0;18415,0;38100,67945;20320,106680;0,69215;38100,67945" o:connectangles="0,0,0,0,0,0,0,0,0"/>
                  <o:lock v:ext="edit" verticies="t"/>
                </v:shape>
                <v:oval id="Oval 88" o:spid="_x0000_s1079" style="position:absolute;left:16489;top:28270;width:2343;height:2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" strokeweight="0"/>
                <v:shape id="Freeform 89" o:spid="_x0000_s1080" style="position:absolute;left:16831;top:28581;width:1658;height:1498;visibility:visible;mso-wrap-style:square;v-text-anchor:top" coordsize="261,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" path="m,l261,236m261,l,236e" filled="f" strokeweight=".5pt">
                  <v:stroke joinstyle="miter"/>
                  <v:path arrowok="t" o:connecttype="custom" o:connectlocs="0,0;165735,149860;165735,0;0,149860" o:connectangles="0,0,0,0"/>
                  <o:lock v:ext="edit" verticies="t"/>
                </v:shape>
                <v:oval id="Oval 90" o:spid="_x0000_s1081" style="position:absolute;left:16489;top:28270;width:2343;height:2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" filled="f" strokeweight=".5pt">
                  <v:stroke joinstyle="miter"/>
                </v:oval>
                <v:oval id="Oval 91" o:spid="_x0000_s1082" style="position:absolute;left:12082;top:26409;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" fillcolor="black" strokeweight="0"/>
                <v:oval id="Oval 92" o:spid="_x0000_s1083" style="position:absolute;left:12082;top:26409;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" filled="f" strokeweight=".5pt">
                  <v:stroke joinstyle="miter"/>
                </v:oval>
                <v:oval id="Oval 93" o:spid="_x0000_s1084" style="position:absolute;left:17549;top:26409;width:229;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" fillcolor="black" strokeweight="0"/>
                <v:oval id="Oval 94" o:spid="_x0000_s1085" style="position:absolute;left:17549;top:26409;width:229;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" filled="f" strokeweight=".5pt">
                  <v:stroke joinstyle="miter"/>
                </v:oval>
                <v:oval id="Oval 95" o:spid="_x0000_s1086" style="position:absolute;left:44422;top:26409;width:229;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" fillcolor="black" strokeweight="0"/>
                <v:oval id="Oval 96" o:spid="_x0000_s1087" style="position:absolute;left:44422;top:26409;width:229;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" filled="f" strokeweight=".5pt">
                  <v:stroke joinstyle="miter"/>
                </v:oval>
                <v:shape id="Freeform 97" o:spid="_x0000_s1088" style="position:absolute;left:12272;top:26593;width:4559;height:2013;visibility:visible;mso-wrap-style:square;v-text-anchor:top" coordsize="718,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" path="m2,l673,291r-2,4l,4,2,xm675,262r43,51l651,317r24,-55xe" fillcolor="black" strokeweight="0">
                  <v:path arrowok="t" o:connecttype="custom" o:connectlocs="1270,0;427355,184785;426085,187325;0,2540;1270,0;428625,166370;455930,198755;413385,201295;428625,166370" o:connectangles="0,0,0,0,0,0,0,0,0"/>
                  <o:lock v:ext="edit" verticies="t"/>
                </v:shape>
                <v:shape id="Freeform 98" o:spid="_x0000_s1089" style="position:absolute;left:17473;top:26638;width:381;height:1632;visibility:visible;mso-wrap-style:square;v-text-anchor:top" coordsize="60,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" path="m27,r,207l32,207,32,,27,xm,197r30,60l60,197,,197xe" fillcolor="black" strokeweight="0">
                  <v:path arrowok="t" o:connecttype="custom" o:connectlocs="17145,0;17145,131445;20320,131445;20320,0;17145,0;0,125095;19050,163195;38100,125095;0,125095" o:connectangles="0,0,0,0,0,0,0,0,0"/>
                  <o:lock v:ext="edit" verticies="t"/>
                </v:shape>
                <v:shape id="Freeform 99" o:spid="_x0000_s1090" style="position:absolute;left:18489;top:26511;width:25933;height:2229;visibility:visible;mso-wrap-style:square;v-text-anchor:top" coordsize="40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" path="m4084,l50,320r,4l4084,5r,-5xm58,291l,326r62,25l58,291xe" fillcolor="black" strokeweight="0">
                  <v:path arrowok="t" o:connecttype="custom" o:connectlocs="2593340,0;31750,203200;31750,205740;2593340,3175;2593340,0;36830,184785;0,207010;39370,222885;36830,184785" o:connectangles="0,0,0,0,0,0,0,0,0"/>
                  <o:lock v:ext="edit" verticies="t"/>
                </v:shape>
                <v:shape id="Freeform 100" o:spid="_x0000_s1091" style="position:absolute;left:37513;top:28270;width:9297;height:2121;visibility:visible;mso-wrap-style:square;v-text-anchor:top" coordsize="4878,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" path="m,556l813,,4065,v449,,813,249,813,556c4878,864,4514,1112,4065,1112r-3252,l,556xe" strokeweight="0">
                  <v:path arrowok="t" o:connecttype="custom" o:connectlocs="0,106045;154940,0;774700,0;929640,106045;774700,212090;154940,212090;0,106045" o:connectangles="0,0,0,0,0,0,0"/>
                </v:shape>
                <v:shape id="Freeform 101" o:spid="_x0000_s1092" style="position:absolute;left:37513;top:28270;width:9297;height:2121;visibility:visible;mso-wrap-style:square;v-text-anchor:top" coordsize="4878,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" path="m,556l813,,4065,v449,,813,249,813,556c4878,864,4514,1112,4065,1112r-3252,l,556xe" filled="f" strokeweight=".5pt">
                  <v:stroke joinstyle="miter"/>
                  <v:path arrowok="t" o:connecttype="custom" o:connectlocs="0,106045;154940,0;774700,0;929640,106045;774700,212090;154940,212090;0,106045" o:connectangles="0,0,0,0,0,0,0"/>
                </v:shape>
                <v:rect id="Rectangle 102" o:spid="_x0000_s1093" style="position:absolute;left:39685;top:28316;width:4737;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599C6587" w14:textId="456E56BF" w:rsidR="002304F9" w:rsidRDefault="002304F9">
                        <w:r>
                          <w:rPr>
                            <w:rFonts w:ascii="Calibri" w:hAnsi="Calibri" w:cs="Calibri"/>
                            <w:color w:val="000000"/>
                            <w:sz w:val="14"/>
                            <w:szCs w:val="14"/>
                            <w:lang w:val="en-US"/>
                          </w:rPr>
                          <w:t>Audio Device</w:t>
                        </w:r>
                      </w:p>
                    </w:txbxContent>
                  </v:textbox>
                </v:rect>
                <v:shape id="Freeform 103" o:spid="_x0000_s1094" style="position:absolute;left:37513;top:30727;width:9297;height:2121;visibility:visible;mso-wrap-style:square;v-text-anchor:top" coordsize="4878,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" path="m,556l813,,4065,v449,,813,249,813,556c4878,863,4514,1112,4065,1112r-3252,l,556xe" strokeweight="0">
                  <v:path arrowok="t" o:connecttype="custom" o:connectlocs="0,106045;154940,0;774700,0;929640,106045;774700,212090;154940,212090;0,106045" o:connectangles="0,0,0,0,0,0,0"/>
                </v:shape>
                <v:shape id="Freeform 104" o:spid="_x0000_s1095" style="position:absolute;left:37513;top:30727;width:9297;height:2121;visibility:visible;mso-wrap-style:square;v-text-anchor:top" coordsize="4878,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" path="m,556l813,,4065,v449,,813,249,813,556c4878,863,4514,1112,4065,1112r-3252,l,556xe" filled="f" strokeweight=".5pt">
                  <v:stroke joinstyle="miter"/>
                  <v:path arrowok="t" o:connecttype="custom" o:connectlocs="0,106045;154940,0;774700,0;929640,106045;774700,212090;154940,212090;0,106045" o:connectangles="0,0,0,0,0,0,0"/>
                </v:shape>
                <v:rect id="Rectangle 105" o:spid="_x0000_s1096" style="position:absolute;left:40409;top:30391;width:3569;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2B342D79" w14:textId="2E1A224F" w:rsidR="002304F9" w:rsidRDefault="002304F9">
                        <w:r>
                          <w:rPr>
                            <w:rFonts w:ascii="Calibri" w:hAnsi="Calibri" w:cs="Calibri"/>
                            <w:color w:val="000000"/>
                            <w:sz w:val="14"/>
                            <w:szCs w:val="14"/>
                            <w:lang w:val="en-US"/>
                          </w:rPr>
                          <w:t>Video Tag</w:t>
                        </w:r>
                      </w:p>
                    </w:txbxContent>
                  </v:textbox>
                </v:rect>
                <v:rect id="Rectangle 106" o:spid="_x0000_s1097" style="position:absolute;left:39545;top:31364;width:5284;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07205A81" w14:textId="41FF2D96" w:rsidR="002304F9" w:rsidRDefault="002304F9">
                        <w:r>
                          <w:rPr>
                            <w:rFonts w:ascii="Calibri" w:hAnsi="Calibri" w:cs="Calibri"/>
                            <w:color w:val="000000"/>
                            <w:sz w:val="14"/>
                            <w:szCs w:val="14"/>
                            <w:lang w:val="en-US"/>
                          </w:rPr>
                          <w:t>Display Region</w:t>
                        </w:r>
                      </w:p>
                    </w:txbxContent>
                  </v:textbox>
                </v:rect>
                <v:shape id="Freeform 107" o:spid="_x0000_s1098" style="position:absolute;left:18832;top:29140;width:18681;height:381;visibility:visible;mso-wrap-style:square;v-text-anchor:top" coordsize="294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" path="m,28r2892,l2892,33,,33,,28xm2882,r60,30l2882,60r,-60xe" fillcolor="black" strokeweight="0">
                  <v:path arrowok="t" o:connecttype="custom" o:connectlocs="0,17780;1836420,17780;1836420,20955;0,20955;0,17780;1830070,0;1868170,19050;1830070,38100;1830070,0" o:connectangles="0,0,0,0,0,0,0,0,0"/>
                  <o:lock v:ext="edit" verticies="t"/>
                </v:shape>
                <v:oval id="Oval 108" o:spid="_x0000_s1099" style="position:absolute;left:35958;top:31254;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" fillcolor="black" strokeweight="0"/>
                <v:oval id="Oval 109" o:spid="_x0000_s1100" style="position:absolute;left:35958;top:31254;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" filled="f" strokeweight=".5pt">
                  <v:stroke joinstyle="miter"/>
                </v:oval>
                <v:oval id="Oval 110" o:spid="_x0000_s1101" style="position:absolute;left:35958;top:31743;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" fillcolor="black" strokeweight="0"/>
                <v:oval id="Oval 111" o:spid="_x0000_s1102" style="position:absolute;left:35958;top:31743;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" filled="f" strokeweight=".5pt">
                  <v:stroke joinstyle="miter"/>
                </v:oval>
                <v:oval id="Oval 112" o:spid="_x0000_s1103" style="position:absolute;left:35958;top:32232;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" fillcolor="black" strokeweight="0"/>
                <v:oval id="Oval 113" o:spid="_x0000_s1104" style="position:absolute;left:35958;top:32232;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" filled="f" strokeweight=".5pt">
                  <v:stroke joinstyle="miter"/>
                </v:oval>
                <v:shape id="Freeform 114" o:spid="_x0000_s1105" style="position:absolute;left:28261;top:24371;width:7697;height:7188;visibility:visible;mso-wrap-style:square;v-text-anchor:top" coordsize="1212,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" path="m,l,1104r1162,l1162,1099,3,1099r2,3l5,,,xm1152,1132r60,-30l1152,1072r,60xe" fillcolor="black" strokeweight="0">
                  <v:path arrowok="t" o:connecttype="custom" o:connectlocs="0,0;0,701040;737870,701040;737870,697865;1905,697865;3175,699770;3175,0;0,0;731520,718820;769620,699770;731520,680720;731520,718820" o:connectangles="0,0,0,0,0,0,0,0,0,0,0,0"/>
                  <o:lock v:ext="edit" verticies="t"/>
                </v:shape>
                <v:shape id="Freeform 115" o:spid="_x0000_s1106" style="position:absolute;left:6240;top:24371;width:29718;height:8166;visibility:visible;mso-wrap-style:square;v-text-anchor:top" coordsize="4680,1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" path="m,l,1259r4630,l4630,1254,3,1254r2,2l5,,,xm4620,1286r60,-30l4620,1226r,60xe" fillcolor="black" strokeweight="0">
                  <v:path arrowok="t" o:connecttype="custom" o:connectlocs="0,0;0,799465;2940050,799465;2940050,796290;1905,796290;3175,797560;3175,0;0,0;2933700,816610;2971800,797560;2933700,778510;2933700,816610" o:connectangles="0,0,0,0,0,0,0,0,0,0,0,0"/>
                  <o:lock v:ext="edit" verticies="t"/>
                </v:shape>
                <v:shape id="Freeform 116" o:spid="_x0000_s1107" style="position:absolute;left:36637;top:31603;width:876;height:381;visibility:visible;mso-wrap-style:square;v-text-anchor:top" coordsize="1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" path="m,34l88,32r,-5l,29r,5xm78,60l138,29,77,r1,60xe" fillcolor="black" strokeweight="0">
                  <v:path arrowok="t" o:connecttype="custom" o:connectlocs="0,21590;55880,20320;55880,17145;0,18415;0,21590;49530,38100;87630,18415;48895,0;49530,38100" o:connectangles="0,0,0,0,0,0,0,0,0"/>
                  <o:lock v:ext="edit" verticies="t"/>
                </v:shape>
                <v:rect id="Rectangle 34" o:spid="_x0000_s1108" style="position:absolute;left:10930;top:14703;width:2263;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" filled="f" stroked="f">
                  <v:textbox inset="0,0,0,0">
                    <w:txbxContent>
                      <w:p w14:paraId="22F1D17F"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v:textbox>
                </v:rect>
                <v:rect id="Rectangle 34" o:spid="_x0000_s1109" style="position:absolute;left:16343;top:14703;width:2263;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" filled="f" stroked="f">
                  <v:textbox inset="0,0,0,0">
                    <w:txbxContent>
                      <w:p w14:paraId="6E5BF4D7"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v:textbox>
                </v:rect>
                <v:rect id="Rectangle 34" o:spid="_x0000_s1110" style="position:absolute;left:27087;top:14703;width:2263;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" filled="f" stroked="f">
                  <v:textbox inset="0,0,0,0">
                    <w:txbxContent>
                      <w:p w14:paraId="43D3CF8D"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v:textbox>
                </v:rect>
                <v:rect id="Rectangle 34" o:spid="_x0000_s1111" style="position:absolute;left:43607;top:14703;width:2263;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" filled="f" stroked="f">
                  <v:textbox inset="0,0,0,0">
                    <w:txbxContent>
                      <w:p w14:paraId="12A79A8D" w14:textId="77777777" w:rsidR="0074331E" w:rsidRDefault="0074331E" w:rsidP="00A34C8C">
                        <w:pPr>
                          <w:spacing w:line="240" w:lineRule="auto"/>
                        </w:pPr>
                        <w:r>
                          <w:rPr>
                            <w:rFonts w:ascii="Calibri" w:hAnsi="Calibri" w:cs="Calibri"/>
                            <w:color w:val="000000"/>
                            <w:sz w:val="14"/>
                            <w:szCs w:val="14"/>
                            <w:lang w:val="en-US"/>
                          </w:rPr>
                          <w:t>Track</w:t>
                        </w:r>
                        <w:r>
                          <w:rPr>
                            <w:rFonts w:ascii="Calibri" w:hAnsi="Calibri" w:cs="Calibri"/>
                            <w:color w:val="000000"/>
                            <w:sz w:val="14"/>
                            <w:szCs w:val="14"/>
                            <w:lang w:val="en-US"/>
                          </w:rPr>
                          <w:br/>
                          <w:t xml:space="preserve">Buffer </w:t>
                        </w:r>
                      </w:p>
                    </w:txbxContent>
                  </v:textbox>
                </v:rect>
                <v:rect id="Rectangle 34" o:spid="_x0000_s1112" style="position:absolute;left:3654;top:20701;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" filled="f" stroked="f">
                  <v:textbox inset="0,0,0,0">
                    <w:txbxContent>
                      <w:p w14:paraId="0DD208C9" w14:textId="3ADFE407" w:rsidR="00D13992" w:rsidRDefault="00D13992" w:rsidP="00A34C8C">
                        <w:pPr>
                          <w:spacing w:after="0" w:line="240" w:lineRule="auto"/>
                          <w:jc w:val="center"/>
                        </w:pPr>
                        <w:r>
                          <w:rPr>
                            <w:rFonts w:ascii="Calibri" w:hAnsi="Calibri" w:cs="Calibri"/>
                            <w:color w:val="000000"/>
                            <w:sz w:val="14"/>
                            <w:szCs w:val="14"/>
                            <w:lang w:val="en-US"/>
                          </w:rPr>
                          <w:t>Video Decoder</w:t>
                        </w:r>
                      </w:p>
                    </w:txbxContent>
                  </v:textbox>
                </v:rect>
                <v:rect id="Rectangle 34" o:spid="_x0000_s1113" style="position:absolute;left:9345;top:20701;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" filled="f" stroked="f">
                  <v:textbox inset="0,0,0,0">
                    <w:txbxContent>
                      <w:p w14:paraId="7D6ECF87" w14:textId="3A3BA747" w:rsidR="008D13A8" w:rsidRDefault="008D13A8" w:rsidP="00A34C8C">
                        <w:pPr>
                          <w:spacing w:after="0" w:line="240" w:lineRule="auto"/>
                          <w:jc w:val="center"/>
                        </w:pPr>
                        <w:r>
                          <w:rPr>
                            <w:rFonts w:ascii="Calibri" w:hAnsi="Calibri" w:cs="Calibri"/>
                            <w:color w:val="000000"/>
                            <w:sz w:val="14"/>
                            <w:szCs w:val="14"/>
                            <w:lang w:val="en-US"/>
                          </w:rPr>
                          <w:t>Audio Decoder</w:t>
                        </w:r>
                      </w:p>
                    </w:txbxContent>
                  </v:textbox>
                </v:rect>
                <v:rect id="Rectangle 34" o:spid="_x0000_s1114" style="position:absolute;left:14990;top:20701;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" filled="f" stroked="f">
                  <v:textbox inset="0,0,0,0">
                    <w:txbxContent>
                      <w:p w14:paraId="200920B5" w14:textId="1D8D1441" w:rsidR="008D13A8" w:rsidRDefault="008D13A8" w:rsidP="00A34C8C">
                        <w:pPr>
                          <w:spacing w:after="0" w:line="240" w:lineRule="auto"/>
                          <w:jc w:val="center"/>
                        </w:pPr>
                        <w:r>
                          <w:rPr>
                            <w:rFonts w:ascii="Calibri" w:hAnsi="Calibri" w:cs="Calibri"/>
                            <w:color w:val="000000"/>
                            <w:sz w:val="14"/>
                            <w:szCs w:val="14"/>
                            <w:lang w:val="en-US"/>
                          </w:rPr>
                          <w:t>Audio Decoder</w:t>
                        </w:r>
                      </w:p>
                    </w:txbxContent>
                  </v:textbox>
                </v:rect>
                <v:rect id="Rectangle 34" o:spid="_x0000_s1115" style="position:absolute;left:42060;top:20701;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" filled="f" stroked="f">
                  <v:textbox inset="0,0,0,0">
                    <w:txbxContent>
                      <w:p w14:paraId="2A073ACD" w14:textId="484EC3B3" w:rsidR="008D13A8" w:rsidRDefault="008D13A8" w:rsidP="00A34C8C">
                        <w:pPr>
                          <w:spacing w:after="0" w:line="240" w:lineRule="auto"/>
                          <w:jc w:val="center"/>
                        </w:pPr>
                        <w:r>
                          <w:rPr>
                            <w:rFonts w:ascii="Calibri" w:hAnsi="Calibri" w:cs="Calibri"/>
                            <w:color w:val="000000"/>
                            <w:sz w:val="14"/>
                            <w:szCs w:val="14"/>
                            <w:lang w:val="en-US"/>
                          </w:rPr>
                          <w:t>Audio Decoder</w:t>
                        </w:r>
                      </w:p>
                    </w:txbxContent>
                  </v:textbox>
                </v:rect>
                <v:rect id="Rectangle 34" o:spid="_x0000_s1116" style="position:absolute;left:25721;top:20701;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" filled="f" stroked="f">
                  <v:textbox inset="0,0,0,0">
                    <w:txbxContent>
                      <w:p w14:paraId="0C6DCA5E" w14:textId="10B68BD0" w:rsidR="008D13A8" w:rsidRDefault="008D13A8" w:rsidP="00A34C8C">
                        <w:pPr>
                          <w:spacing w:after="0" w:line="240" w:lineRule="auto"/>
                          <w:jc w:val="center"/>
                        </w:pPr>
                        <w:r>
                          <w:rPr>
                            <w:rFonts w:ascii="Calibri" w:hAnsi="Calibri" w:cs="Calibri"/>
                            <w:color w:val="000000"/>
                            <w:sz w:val="14"/>
                            <w:szCs w:val="14"/>
                            <w:lang w:val="en-US"/>
                          </w:rPr>
                          <w:t>Video Decoder</w:t>
                        </w:r>
                      </w:p>
                    </w:txbxContent>
                  </v:textbox>
                </v:rect>
                <v:rect id="Rectangle 34" o:spid="_x0000_s1117" style="position:absolute;left:9878;top:4947;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" filled="f" stroked="f">
                  <v:textbox inset="0,0,0,0">
                    <w:txbxContent>
                      <w:p w14:paraId="422CE5DB" w14:textId="461E5F9D" w:rsidR="00F05815" w:rsidRDefault="00F05815" w:rsidP="00A34C8C">
                        <w:pPr>
                          <w:spacing w:after="0" w:line="240" w:lineRule="auto"/>
                          <w:jc w:val="center"/>
                        </w:pPr>
                        <w:r>
                          <w:rPr>
                            <w:rFonts w:ascii="Calibri" w:hAnsi="Calibri" w:cs="Calibri"/>
                            <w:color w:val="000000"/>
                            <w:sz w:val="14"/>
                            <w:szCs w:val="14"/>
                            <w:lang w:val="en-US"/>
                          </w:rPr>
                          <w:t>SourceBuffer</w:t>
                        </w:r>
                      </w:p>
                    </w:txbxContent>
                  </v:textbox>
                </v:rect>
                <v:rect id="Rectangle 34" o:spid="_x0000_s1118" style="position:absolute;left:26310;top:4947;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" filled="f" stroked="f">
                  <v:textbox inset="0,0,0,0">
                    <w:txbxContent>
                      <w:p w14:paraId="63832124" w14:textId="1646D497" w:rsidR="00F05815" w:rsidRDefault="00F05815" w:rsidP="00A34C8C">
                        <w:pPr>
                          <w:spacing w:after="0" w:line="240" w:lineRule="auto"/>
                          <w:jc w:val="center"/>
                        </w:pPr>
                        <w:r>
                          <w:rPr>
                            <w:rFonts w:ascii="Calibri" w:hAnsi="Calibri" w:cs="Calibri"/>
                            <w:color w:val="000000"/>
                            <w:sz w:val="14"/>
                            <w:szCs w:val="14"/>
                            <w:lang w:val="en-US"/>
                          </w:rPr>
                          <w:t>SourceBuffer</w:t>
                        </w:r>
                      </w:p>
                    </w:txbxContent>
                  </v:textbox>
                </v:rect>
                <v:rect id="Rectangle 34" o:spid="_x0000_s1119" style="position:absolute;left:42697;top:4947;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" filled="f" stroked="f">
                  <v:textbox inset="0,0,0,0">
                    <w:txbxContent>
                      <w:p w14:paraId="37564C89" w14:textId="3656746E" w:rsidR="00F05815" w:rsidRDefault="00F05815" w:rsidP="00A34C8C">
                        <w:pPr>
                          <w:spacing w:after="0" w:line="240" w:lineRule="auto"/>
                          <w:jc w:val="center"/>
                        </w:pPr>
                        <w:r>
                          <w:rPr>
                            <w:rFonts w:ascii="Calibri" w:hAnsi="Calibri" w:cs="Calibri"/>
                            <w:color w:val="000000"/>
                            <w:sz w:val="14"/>
                            <w:szCs w:val="14"/>
                            <w:lang w:val="en-US"/>
                          </w:rPr>
                          <w:t>SourceBuffer</w:t>
                        </w:r>
                      </w:p>
                    </w:txbxContent>
                  </v:textbox>
                </v:rect>
                <v:rect id="Rectangle 34" o:spid="_x0000_s1120" style="position:absolute;left:26174;top:285;width:5112;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" filled="f" stroked="f">
                  <v:textbox inset="0,0,0,0">
                    <w:txbxContent>
                      <w:p w14:paraId="443DE13C" w14:textId="2DBD760E" w:rsidR="00F05815" w:rsidRDefault="00F05815" w:rsidP="00A34C8C">
                        <w:pPr>
                          <w:spacing w:after="0" w:line="240" w:lineRule="auto"/>
                          <w:jc w:val="center"/>
                        </w:pPr>
                        <w:r>
                          <w:rPr>
                            <w:rFonts w:ascii="Calibri" w:hAnsi="Calibri" w:cs="Calibri"/>
                            <w:color w:val="000000"/>
                            <w:sz w:val="14"/>
                            <w:szCs w:val="14"/>
                            <w:lang w:val="en-US"/>
                          </w:rPr>
                          <w:t>MediaSource</w:t>
                        </w:r>
                      </w:p>
                    </w:txbxContent>
                  </v:textbox>
                </v:rect>
                <v:line id="Straight Connector 132" o:spid="_x0000_s1121" style="position:absolute;visibility:visible;mso-wrap-style:square" from="11901,24384" to="11901,25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" strokecolor="black [3200]" strokeweight=".5pt">
                  <v:stroke joinstyle="miter"/>
                </v:line>
                <v:line id="Straight Connector 133" o:spid="_x0000_s1122" style="position:absolute;visibility:visible;mso-wrap-style:square" from="17546,24384" to="17549,2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" strokecolor="black [3200]" strokeweight=".5pt">
                  <v:stroke joinstyle="miter"/>
                </v:line>
                <v:line id="Straight Connector 134" o:spid="_x0000_s1123" style="position:absolute;visibility:visible;mso-wrap-style:square" from="44651,24371" to="44651,25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" strokecolor="black [3200]" strokeweight=".5pt">
                  <v:stroke joinstyle="miter"/>
                </v:line>
                <v:line id="Straight Connector 135" o:spid="_x0000_s1124" style="position:absolute;flip:x;visibility:visible;mso-wrap-style:square" from="11481,25608" to="11901,2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" strokecolor="black [3200]" strokeweight=".5pt">
                  <v:stroke joinstyle="miter"/>
                </v:line>
                <v:line id="Straight Connector 136" o:spid="_x0000_s1125" style="position:absolute;flip:x;visibility:visible;mso-wrap-style:square" from="17502,25945" to="17574,26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" strokecolor="black [3200]" strokeweight=".5pt">
                  <v:stroke joinstyle="miter"/>
                </v:line>
                <v:line id="Straight Connector 137" o:spid="_x0000_s1126" style="position:absolute;visibility:visible;mso-wrap-style:square" from="44651,25902" to="44718,26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" strokecolor="black [3200]" strokeweight=".5pt">
                  <v:stroke joinstyle="miter"/>
                </v:line>
                <v:rect id="Rectangle 34" o:spid="_x0000_s1127" style="position:absolute;left:550;top:7487;width:7176;height:1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" filled="f" stroked="f">
                  <v:textbox inset="0,0,0,0">
                    <w:txbxContent>
                      <w:p w14:paraId="3F676567" w14:textId="5866C59C" w:rsidR="00D55735" w:rsidRDefault="00D55735" w:rsidP="00A34C8C">
                        <w:pPr>
                          <w:spacing w:after="0" w:line="240" w:lineRule="auto"/>
                          <w:jc w:val="center"/>
                        </w:pPr>
                        <w:r>
                          <w:rPr>
                            <w:rFonts w:ascii="Calibri" w:hAnsi="Calibri" w:cs="Calibri"/>
                            <w:color w:val="000000"/>
                            <w:sz w:val="14"/>
                            <w:szCs w:val="14"/>
                            <w:lang w:val="en-US"/>
                          </w:rPr>
                          <w:t>Media Source API</w:t>
                        </w:r>
                      </w:p>
                    </w:txbxContent>
                  </v:textbox>
                </v:rect>
                <v:rect id="Rectangle 34" o:spid="_x0000_s1128" style="position:absolute;left:360;top:9710;width:8763;height:1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" filled="f" stroked="f">
                  <v:textbox inset="0,0,0,0">
                    <w:txbxContent>
                      <w:p w14:paraId="24EEF48D" w14:textId="79B7D94B" w:rsidR="00D55735" w:rsidRDefault="00D55735" w:rsidP="00A34C8C">
                        <w:pPr>
                          <w:spacing w:after="0" w:line="240" w:lineRule="auto"/>
                          <w:jc w:val="center"/>
                        </w:pPr>
                        <w:r>
                          <w:rPr>
                            <w:rFonts w:ascii="Calibri" w:hAnsi="Calibri" w:cs="Calibri"/>
                            <w:color w:val="000000"/>
                            <w:sz w:val="14"/>
                            <w:szCs w:val="14"/>
                            <w:lang w:val="en-US"/>
                          </w:rPr>
                          <w:t>HTML Media Element</w:t>
                        </w:r>
                      </w:p>
                    </w:txbxContent>
                  </v:textbox>
                </v:rect>
                <v:line id="Straight Connector 140" o:spid="_x0000_s1129" style="position:absolute;flip:y;visibility:visible;mso-wrap-style:square" from="391,9493" to="50239,9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" strokecolor="black [3213]" strokeweight=".5pt">
                  <v:stroke dashstyle="longDash" joinstyle="miter"/>
                </v:line>
                <v:line id="Straight Connector 141" o:spid="_x0000_s1130" style="position:absolute;visibility:visible;mso-wrap-style:square" from="36184,31369" to="36635,31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" strokecolor="black [3200]" strokeweight=".5pt">
                  <v:stroke joinstyle="miter"/>
                </v:line>
                <w10:anchorlock/>
              </v:group>
            </w:pict>
          </mc:Fallback>
        </mc:AlternateContent>
      </w:r>
    </w:p>
    <w:p w14:paraId="51EB06F4" w14:textId="24866CB5" w:rsidR="00A03D20" w:rsidRDefault="00BE170B" w:rsidP="00A34C8C">
      <w:pPr>
        <w:pStyle w:val="Caption"/>
      </w:pPr>
      <w:bookmarkStart w:id="475" w:name="_Ref77779696"/>
      <w:bookmarkStart w:id="476" w:name="_Ref77859148"/>
      <w:r>
        <w:t xml:space="preserve">Figure </w:t>
      </w:r>
      <w:r w:rsidR="00A749FF">
        <w:fldChar w:fldCharType="begin"/>
      </w:r>
      <w:r w:rsidR="00A749FF">
        <w:instrText xml:space="preserve"> SEQ Figure \* ARABIC </w:instrText>
      </w:r>
      <w:r w:rsidR="00A749FF">
        <w:fldChar w:fldCharType="separate"/>
      </w:r>
      <w:r w:rsidR="00634738">
        <w:rPr>
          <w:noProof/>
        </w:rPr>
        <w:t>4</w:t>
      </w:r>
      <w:r w:rsidR="00A749FF">
        <w:fldChar w:fldCharType="end"/>
      </w:r>
      <w:bookmarkEnd w:id="475"/>
      <w:r>
        <w:t xml:space="preserve"> — </w:t>
      </w:r>
      <w:r w:rsidRPr="002F33B3">
        <w:t>Overview of MSE media interfaces</w:t>
      </w:r>
      <w:bookmarkEnd w:id="476"/>
    </w:p>
    <w:p w14:paraId="7D7E7A94" w14:textId="2839F9E5" w:rsidR="003814DA" w:rsidRDefault="003814DA" w:rsidP="003814DA">
      <w:pPr>
        <w:pStyle w:val="Heading4"/>
      </w:pPr>
      <w:r>
        <w:lastRenderedPageBreak/>
        <w:t>Mapping of VDI functions</w:t>
      </w:r>
    </w:p>
    <w:p w14:paraId="533490D2" w14:textId="23E7ACA8" w:rsidR="001001A0" w:rsidRDefault="00715AB3" w:rsidP="001001A0">
      <w:pPr>
        <w:rPr>
          <w:lang w:eastAsia="ja-JP"/>
        </w:rPr>
      </w:pPr>
      <w:r>
        <w:rPr>
          <w:lang w:eastAsia="ja-JP"/>
        </w:rPr>
        <w:fldChar w:fldCharType="begin"/>
      </w:r>
      <w:r>
        <w:rPr>
          <w:lang w:eastAsia="ja-JP"/>
        </w:rPr>
        <w:instrText xml:space="preserve"> REF _Ref77782569 \h </w:instrText>
      </w:r>
      <w:r>
        <w:rPr>
          <w:lang w:eastAsia="ja-JP"/>
        </w:rPr>
      </w:r>
      <w:r>
        <w:rPr>
          <w:lang w:eastAsia="ja-JP"/>
        </w:rPr>
        <w:fldChar w:fldCharType="separate"/>
      </w:r>
      <w:r w:rsidR="00634738">
        <w:t xml:space="preserve">Table </w:t>
      </w:r>
      <w:r w:rsidR="00634738">
        <w:rPr>
          <w:noProof/>
        </w:rPr>
        <w:t>5</w:t>
      </w:r>
      <w:r>
        <w:rPr>
          <w:lang w:eastAsia="ja-JP"/>
        </w:rPr>
        <w:fldChar w:fldCharType="end"/>
      </w:r>
      <w:r>
        <w:rPr>
          <w:lang w:eastAsia="ja-JP"/>
        </w:rPr>
        <w:t xml:space="preserve"> </w:t>
      </w:r>
      <w:r w:rsidR="006939D8" w:rsidRPr="006939D8">
        <w:rPr>
          <w:lang w:eastAsia="ja-JP"/>
        </w:rPr>
        <w:t xml:space="preserve">shows the </w:t>
      </w:r>
      <w:r w:rsidR="00913FF7">
        <w:rPr>
          <w:lang w:eastAsia="ja-JP"/>
        </w:rPr>
        <w:t>possible</w:t>
      </w:r>
      <w:r w:rsidR="00913FF7" w:rsidRPr="006939D8">
        <w:rPr>
          <w:lang w:eastAsia="ja-JP"/>
        </w:rPr>
        <w:t xml:space="preserve"> </w:t>
      </w:r>
      <w:r w:rsidR="006939D8" w:rsidRPr="006939D8">
        <w:rPr>
          <w:lang w:eastAsia="ja-JP"/>
        </w:rPr>
        <w:t xml:space="preserve">mapping of the VDI functions </w:t>
      </w:r>
      <w:r w:rsidR="00605FEC">
        <w:rPr>
          <w:lang w:eastAsia="ja-JP"/>
        </w:rPr>
        <w:t>on</w:t>
      </w:r>
      <w:r w:rsidR="006939D8" w:rsidRPr="006939D8">
        <w:rPr>
          <w:lang w:eastAsia="ja-JP"/>
        </w:rPr>
        <w:t>to the MSE API</w:t>
      </w:r>
      <w:r w:rsidR="006939D8">
        <w:rPr>
          <w:lang w:eastAsia="ja-JP"/>
        </w:rPr>
        <w:t>.</w:t>
      </w:r>
    </w:p>
    <w:p w14:paraId="6A62BBF3" w14:textId="048F2625" w:rsidR="00715AB3" w:rsidRDefault="00715AB3" w:rsidP="00A34C8C">
      <w:pPr>
        <w:pStyle w:val="Caption"/>
        <w:keepNext/>
      </w:pPr>
      <w:bookmarkStart w:id="477" w:name="_Ref77782569"/>
      <w:r>
        <w:t xml:space="preserve">Table </w:t>
      </w:r>
      <w:r>
        <w:fldChar w:fldCharType="begin"/>
      </w:r>
      <w:r>
        <w:instrText xml:space="preserve"> SEQ Table \* ARABIC </w:instrText>
      </w:r>
      <w:r>
        <w:fldChar w:fldCharType="separate"/>
      </w:r>
      <w:r w:rsidR="00634738">
        <w:rPr>
          <w:noProof/>
        </w:rPr>
        <w:t>5</w:t>
      </w:r>
      <w:r>
        <w:fldChar w:fldCharType="end"/>
      </w:r>
      <w:bookmarkEnd w:id="477"/>
      <w:r>
        <w:t xml:space="preserve"> — </w:t>
      </w:r>
      <w:r w:rsidRPr="00EB2503">
        <w:t>Possible mapping of VDI onto MSE</w:t>
      </w:r>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82"/>
        <w:gridCol w:w="5940"/>
      </w:tblGrid>
      <w:tr w:rsidR="00EB051F" w:rsidRPr="00616373" w14:paraId="5314B608" w14:textId="77777777" w:rsidTr="00A34C8C">
        <w:tc>
          <w:tcPr>
            <w:tcW w:w="0" w:type="auto"/>
            <w:tcBorders>
              <w:bottom w:val="single" w:sz="12" w:space="0" w:color="auto"/>
              <w:right w:val="single" w:sz="4" w:space="0" w:color="auto"/>
            </w:tcBorders>
            <w:vAlign w:val="center"/>
          </w:tcPr>
          <w:p w14:paraId="7FDC63ED" w14:textId="6BE17F0D" w:rsidR="00EB051F" w:rsidRPr="00A34C8C" w:rsidRDefault="00EB051F" w:rsidP="00E00F5C">
            <w:pPr>
              <w:spacing w:before="60" w:after="60"/>
              <w:jc w:val="center"/>
              <w:rPr>
                <w:b/>
                <w:bCs/>
                <w:sz w:val="20"/>
                <w:lang w:val="fr-CH"/>
              </w:rPr>
            </w:pPr>
            <w:r w:rsidRPr="00A34C8C">
              <w:rPr>
                <w:b/>
                <w:bCs/>
                <w:sz w:val="20"/>
              </w:rPr>
              <w:t>VDI Functionality</w:t>
            </w:r>
          </w:p>
        </w:tc>
        <w:tc>
          <w:tcPr>
            <w:tcW w:w="0" w:type="auto"/>
            <w:tcBorders>
              <w:left w:val="single" w:sz="4" w:space="0" w:color="auto"/>
              <w:bottom w:val="single" w:sz="12" w:space="0" w:color="auto"/>
              <w:right w:val="single" w:sz="12" w:space="0" w:color="auto"/>
            </w:tcBorders>
            <w:vAlign w:val="center"/>
          </w:tcPr>
          <w:p w14:paraId="44F28723" w14:textId="294FD781" w:rsidR="00EB051F" w:rsidRPr="00A34C8C" w:rsidRDefault="00EB051F" w:rsidP="00E00F5C">
            <w:pPr>
              <w:spacing w:before="60" w:after="60"/>
              <w:jc w:val="center"/>
              <w:rPr>
                <w:b/>
                <w:bCs/>
                <w:sz w:val="20"/>
                <w:lang w:val="fr-CH"/>
              </w:rPr>
            </w:pPr>
            <w:r w:rsidRPr="00A34C8C">
              <w:rPr>
                <w:b/>
                <w:bCs/>
                <w:sz w:val="20"/>
              </w:rPr>
              <w:t>MSE Mapping</w:t>
            </w:r>
          </w:p>
        </w:tc>
      </w:tr>
      <w:tr w:rsidR="00EB051F" w:rsidRPr="00616373" w14:paraId="67BDC8D4" w14:textId="77777777" w:rsidTr="00A34C8C">
        <w:tc>
          <w:tcPr>
            <w:tcW w:w="0" w:type="auto"/>
            <w:tcBorders>
              <w:bottom w:val="single" w:sz="4" w:space="0" w:color="auto"/>
              <w:right w:val="single" w:sz="4" w:space="0" w:color="auto"/>
            </w:tcBorders>
            <w:vAlign w:val="center"/>
          </w:tcPr>
          <w:p w14:paraId="5C983010" w14:textId="6F2EF439" w:rsidR="00EB051F" w:rsidRPr="00F2280B" w:rsidRDefault="00EB051F" w:rsidP="005B4698">
            <w:pPr>
              <w:spacing w:before="60" w:after="60"/>
              <w:jc w:val="center"/>
              <w:rPr>
                <w:rFonts w:ascii="Courier New" w:hAnsi="Courier New" w:cs="Courier New"/>
                <w:sz w:val="20"/>
                <w:lang w:val="fr-CH"/>
              </w:rPr>
            </w:pPr>
            <w:proofErr w:type="spellStart"/>
            <w:r w:rsidRPr="00F2280B">
              <w:rPr>
                <w:rFonts w:ascii="Courier New" w:hAnsi="Courier New" w:cs="Courier New"/>
                <w:sz w:val="20"/>
              </w:rPr>
              <w:t>queryCurrentAggregate</w:t>
            </w:r>
            <w:proofErr w:type="spellEnd"/>
            <w:r w:rsidR="00C63592">
              <w:rPr>
                <w:rFonts w:ascii="Courier New" w:hAnsi="Courier New" w:cs="Courier New"/>
                <w:sz w:val="20"/>
              </w:rPr>
              <w:br/>
            </w:r>
            <w:r w:rsidRPr="00F2280B">
              <w:rPr>
                <w:rFonts w:ascii="Courier New" w:hAnsi="Courier New" w:cs="Courier New"/>
                <w:sz w:val="20"/>
              </w:rPr>
              <w:t>Capabilities</w:t>
            </w:r>
            <w:r w:rsidR="00125CE7" w:rsidRPr="00F2280B">
              <w:rPr>
                <w:rFonts w:ascii="Courier New" w:hAnsi="Courier New" w:cs="Courier New"/>
                <w:sz w:val="20"/>
              </w:rPr>
              <w:t>()</w:t>
            </w:r>
          </w:p>
        </w:tc>
        <w:tc>
          <w:tcPr>
            <w:tcW w:w="0" w:type="auto"/>
            <w:tcBorders>
              <w:left w:val="single" w:sz="4" w:space="0" w:color="auto"/>
              <w:bottom w:val="single" w:sz="4" w:space="0" w:color="auto"/>
              <w:right w:val="single" w:sz="12" w:space="0" w:color="auto"/>
            </w:tcBorders>
            <w:vAlign w:val="center"/>
          </w:tcPr>
          <w:p w14:paraId="5578C9E0" w14:textId="775C1308" w:rsidR="00EB051F" w:rsidRPr="00616373" w:rsidRDefault="00EB051F" w:rsidP="00AC1F24">
            <w:pPr>
              <w:spacing w:before="60" w:after="60"/>
              <w:jc w:val="center"/>
              <w:rPr>
                <w:sz w:val="20"/>
                <w:lang w:val="fr-CH"/>
              </w:rPr>
            </w:pPr>
            <w:proofErr w:type="spellStart"/>
            <w:r w:rsidRPr="00F2280B">
              <w:rPr>
                <w:rFonts w:ascii="Courier New" w:hAnsi="Courier New" w:cs="Courier New"/>
                <w:sz w:val="20"/>
              </w:rPr>
              <w:t>MediaSource.queryCurrentAggregate</w:t>
            </w:r>
            <w:proofErr w:type="spellEnd"/>
            <w:r w:rsidR="00C63592">
              <w:rPr>
                <w:rFonts w:ascii="Courier New" w:hAnsi="Courier New" w:cs="Courier New"/>
                <w:sz w:val="20"/>
              </w:rPr>
              <w:br/>
            </w:r>
            <w:r w:rsidRPr="00F2280B">
              <w:rPr>
                <w:rFonts w:ascii="Courier New" w:hAnsi="Courier New" w:cs="Courier New"/>
                <w:sz w:val="20"/>
              </w:rPr>
              <w:t>Capabilities</w:t>
            </w:r>
            <w:r w:rsidR="00125CE7" w:rsidRPr="00F2280B">
              <w:rPr>
                <w:rFonts w:ascii="Courier New" w:hAnsi="Courier New" w:cs="Courier New"/>
                <w:sz w:val="20"/>
              </w:rPr>
              <w:t>()</w:t>
            </w:r>
            <w:r w:rsidR="00C46917">
              <w:rPr>
                <w:sz w:val="20"/>
              </w:rPr>
              <w:t xml:space="preserve"> </w:t>
            </w:r>
            <w:r w:rsidR="00C46917" w:rsidRPr="00A34C8C">
              <w:rPr>
                <w:sz w:val="20"/>
                <w:vertAlign w:val="superscript"/>
              </w:rPr>
              <w:t>a</w:t>
            </w:r>
          </w:p>
        </w:tc>
      </w:tr>
      <w:tr w:rsidR="00EB051F" w:rsidRPr="00616373" w14:paraId="1C3751B2" w14:textId="77777777" w:rsidTr="00A34C8C">
        <w:tc>
          <w:tcPr>
            <w:tcW w:w="0" w:type="auto"/>
            <w:tcBorders>
              <w:top w:val="single" w:sz="4" w:space="0" w:color="auto"/>
              <w:bottom w:val="single" w:sz="4" w:space="0" w:color="auto"/>
              <w:right w:val="single" w:sz="4" w:space="0" w:color="auto"/>
            </w:tcBorders>
            <w:vAlign w:val="center"/>
          </w:tcPr>
          <w:p w14:paraId="76CE5A2F" w14:textId="51AA2F0F" w:rsidR="00EB051F" w:rsidRPr="00616373" w:rsidRDefault="00EB051F" w:rsidP="00E00F5C">
            <w:pPr>
              <w:spacing w:before="60" w:after="60"/>
              <w:jc w:val="center"/>
              <w:rPr>
                <w:sz w:val="20"/>
              </w:rPr>
            </w:pPr>
            <w:proofErr w:type="spellStart"/>
            <w:r w:rsidRPr="00F2280B">
              <w:rPr>
                <w:rFonts w:ascii="Courier New" w:hAnsi="Courier New" w:cs="Courier New"/>
                <w:sz w:val="20"/>
              </w:rPr>
              <w:t>getInstance</w:t>
            </w:r>
            <w:proofErr w:type="spellEnd"/>
            <w:r w:rsidR="00125CE7" w:rsidRPr="00F2280B">
              <w:rPr>
                <w:rFonts w:ascii="Courier New" w:hAnsi="Courier New" w:cs="Courier New"/>
                <w:sz w:val="20"/>
              </w:rPr>
              <w:t>()</w:t>
            </w:r>
            <w:r w:rsidRPr="00605FEC">
              <w:rPr>
                <w:sz w:val="20"/>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6566AFDD" w14:textId="46B2DF1B" w:rsidR="00EB051F" w:rsidRPr="00616373" w:rsidRDefault="00EB051F" w:rsidP="00E00F5C">
            <w:pPr>
              <w:spacing w:before="60" w:after="60"/>
              <w:jc w:val="center"/>
              <w:rPr>
                <w:sz w:val="20"/>
              </w:rPr>
            </w:pPr>
            <w:proofErr w:type="spellStart"/>
            <w:r w:rsidRPr="00F2280B">
              <w:rPr>
                <w:rFonts w:ascii="Courier New" w:hAnsi="Courier New" w:cs="Courier New"/>
                <w:sz w:val="20"/>
              </w:rPr>
              <w:t>MediaSource.addSourceBuffer</w:t>
            </w:r>
            <w:proofErr w:type="spellEnd"/>
            <w:r w:rsidR="00125CE7" w:rsidRPr="00F2280B">
              <w:rPr>
                <w:rFonts w:ascii="Courier New" w:hAnsi="Courier New" w:cs="Courier New"/>
                <w:sz w:val="20"/>
              </w:rPr>
              <w:t>()</w:t>
            </w:r>
            <w:r w:rsidR="00DB339F">
              <w:rPr>
                <w:sz w:val="20"/>
              </w:rPr>
              <w:t xml:space="preserve"> </w:t>
            </w:r>
            <w:r w:rsidR="00DB339F" w:rsidRPr="00A34C8C">
              <w:rPr>
                <w:sz w:val="20"/>
                <w:vertAlign w:val="superscript"/>
              </w:rPr>
              <w:t>b</w:t>
            </w:r>
          </w:p>
        </w:tc>
      </w:tr>
      <w:tr w:rsidR="00EB051F" w:rsidRPr="00616373" w14:paraId="41160844" w14:textId="77777777" w:rsidTr="00A34C8C">
        <w:tc>
          <w:tcPr>
            <w:tcW w:w="0" w:type="auto"/>
            <w:tcBorders>
              <w:top w:val="single" w:sz="4" w:space="0" w:color="auto"/>
              <w:bottom w:val="single" w:sz="4" w:space="0" w:color="auto"/>
              <w:right w:val="single" w:sz="4" w:space="0" w:color="auto"/>
            </w:tcBorders>
            <w:vAlign w:val="center"/>
          </w:tcPr>
          <w:p w14:paraId="1145CF9E" w14:textId="057BAEF2" w:rsidR="00EB051F" w:rsidRPr="00616373" w:rsidRDefault="009D47EF" w:rsidP="005B4698">
            <w:pPr>
              <w:spacing w:before="60" w:after="60"/>
              <w:jc w:val="center"/>
              <w:rPr>
                <w:sz w:val="20"/>
              </w:rPr>
            </w:pPr>
            <w:proofErr w:type="spellStart"/>
            <w:r w:rsidRPr="00F2280B">
              <w:rPr>
                <w:rFonts w:ascii="Courier New" w:hAnsi="Courier New" w:cs="Courier New"/>
                <w:sz w:val="20"/>
              </w:rPr>
              <w:t>setConfig</w:t>
            </w:r>
            <w:proofErr w:type="spellEnd"/>
            <w:r w:rsidR="00125CE7" w:rsidRPr="00F2280B">
              <w:rPr>
                <w:rFonts w:ascii="Courier New" w:hAnsi="Courier New" w:cs="Courier New"/>
                <w:sz w:val="20"/>
              </w:rPr>
              <w:t>()</w:t>
            </w:r>
            <w:r w:rsidR="00FD5000">
              <w:rPr>
                <w:sz w:val="20"/>
              </w:rPr>
              <w:t xml:space="preserve"> </w:t>
            </w:r>
            <w:r w:rsidRPr="009D47EF">
              <w:rPr>
                <w:sz w:val="20"/>
              </w:rPr>
              <w:t>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3E3A8B7C" w14:textId="65D0A92A" w:rsidR="00EB051F" w:rsidRPr="00616373" w:rsidRDefault="00FD5000" w:rsidP="00E00F5C">
            <w:pPr>
              <w:spacing w:before="60" w:after="60"/>
              <w:jc w:val="center"/>
              <w:rPr>
                <w:sz w:val="20"/>
              </w:rPr>
            </w:pPr>
            <w:proofErr w:type="spellStart"/>
            <w:r w:rsidRPr="00F2280B">
              <w:rPr>
                <w:rFonts w:ascii="Courier New" w:hAnsi="Courier New" w:cs="Courier New"/>
                <w:sz w:val="20"/>
              </w:rPr>
              <w:t>VideoTrack.setConfig</w:t>
            </w:r>
            <w:proofErr w:type="spellEnd"/>
            <w:r w:rsidR="00125CE7" w:rsidRPr="00F2280B">
              <w:rPr>
                <w:rFonts w:ascii="Courier New" w:hAnsi="Courier New" w:cs="Courier New"/>
                <w:sz w:val="20"/>
              </w:rPr>
              <w:t>()</w:t>
            </w:r>
            <w:r w:rsidR="00FC756A">
              <w:rPr>
                <w:sz w:val="20"/>
              </w:rPr>
              <w:t xml:space="preserve"> </w:t>
            </w:r>
            <w:r w:rsidR="00FC756A">
              <w:rPr>
                <w:sz w:val="20"/>
                <w:vertAlign w:val="superscript"/>
              </w:rPr>
              <w:t>c</w:t>
            </w:r>
          </w:p>
        </w:tc>
      </w:tr>
      <w:tr w:rsidR="00FC756A" w:rsidRPr="00616373" w14:paraId="1F08FB6C" w14:textId="77777777" w:rsidTr="00FC756A">
        <w:tc>
          <w:tcPr>
            <w:tcW w:w="0" w:type="auto"/>
            <w:tcBorders>
              <w:top w:val="single" w:sz="4" w:space="0" w:color="auto"/>
              <w:bottom w:val="single" w:sz="12" w:space="0" w:color="auto"/>
              <w:right w:val="single" w:sz="4" w:space="0" w:color="auto"/>
            </w:tcBorders>
            <w:vAlign w:val="center"/>
          </w:tcPr>
          <w:p w14:paraId="4569ED91" w14:textId="2AB5BE85" w:rsidR="00FC756A" w:rsidRPr="009D47EF" w:rsidRDefault="00FC756A" w:rsidP="00FD5000">
            <w:pPr>
              <w:spacing w:before="60" w:after="60"/>
              <w:jc w:val="center"/>
              <w:rPr>
                <w:sz w:val="20"/>
              </w:rPr>
            </w:pPr>
            <w:proofErr w:type="spellStart"/>
            <w:r w:rsidRPr="00F2280B">
              <w:rPr>
                <w:rFonts w:ascii="Courier New" w:hAnsi="Courier New" w:cs="Courier New"/>
                <w:sz w:val="20"/>
              </w:rPr>
              <w:t>getParameter</w:t>
            </w:r>
            <w:proofErr w:type="spellEnd"/>
            <w:r w:rsidR="00125CE7" w:rsidRPr="00F2280B">
              <w:rPr>
                <w:rFonts w:ascii="Courier New" w:hAnsi="Courier New" w:cs="Courier New"/>
                <w:sz w:val="20"/>
              </w:rPr>
              <w:t>()</w:t>
            </w:r>
            <w:r w:rsidRPr="00FC756A">
              <w:rPr>
                <w:sz w:val="20"/>
              </w:rPr>
              <w:t xml:space="preserve"> and </w:t>
            </w:r>
            <w:proofErr w:type="spellStart"/>
            <w:r w:rsidRPr="00F2280B">
              <w:rPr>
                <w:rFonts w:ascii="Courier New" w:hAnsi="Courier New" w:cs="Courier New"/>
                <w:sz w:val="20"/>
              </w:rPr>
              <w:t>setParameter</w:t>
            </w:r>
            <w:proofErr w:type="spellEnd"/>
            <w:r w:rsidR="00125CE7" w:rsidRPr="00F2280B">
              <w:rPr>
                <w:rFonts w:ascii="Courier New" w:hAnsi="Courier New" w:cs="Courier New"/>
                <w:sz w:val="20"/>
              </w:rPr>
              <w:t>()</w:t>
            </w:r>
          </w:p>
        </w:tc>
        <w:tc>
          <w:tcPr>
            <w:tcW w:w="0" w:type="auto"/>
            <w:tcBorders>
              <w:top w:val="single" w:sz="4" w:space="0" w:color="auto"/>
              <w:left w:val="single" w:sz="4" w:space="0" w:color="auto"/>
              <w:bottom w:val="single" w:sz="12" w:space="0" w:color="auto"/>
              <w:right w:val="single" w:sz="12" w:space="0" w:color="auto"/>
            </w:tcBorders>
            <w:vAlign w:val="center"/>
          </w:tcPr>
          <w:p w14:paraId="0BCBA86C" w14:textId="689FA200" w:rsidR="00FC756A" w:rsidRPr="00FD5000" w:rsidRDefault="00FC756A" w:rsidP="00E23114">
            <w:pPr>
              <w:spacing w:before="60" w:after="60"/>
              <w:jc w:val="center"/>
              <w:rPr>
                <w:sz w:val="20"/>
              </w:rPr>
            </w:pPr>
            <w:proofErr w:type="spellStart"/>
            <w:r w:rsidRPr="00FC756A">
              <w:rPr>
                <w:sz w:val="20"/>
              </w:rPr>
              <w:t>VideoTrack</w:t>
            </w:r>
            <w:proofErr w:type="spellEnd"/>
            <w:r w:rsidRPr="00FC756A">
              <w:rPr>
                <w:sz w:val="20"/>
              </w:rPr>
              <w:t xml:space="preserve"> and </w:t>
            </w:r>
            <w:proofErr w:type="spellStart"/>
            <w:r w:rsidRPr="00FC756A">
              <w:rPr>
                <w:sz w:val="20"/>
              </w:rPr>
              <w:t>AudioTrack</w:t>
            </w:r>
            <w:proofErr w:type="spellEnd"/>
            <w:r w:rsidR="00125CE7">
              <w:rPr>
                <w:sz w:val="20"/>
              </w:rPr>
              <w:t>,</w:t>
            </w:r>
            <w:r w:rsidR="00143854">
              <w:rPr>
                <w:sz w:val="20"/>
              </w:rPr>
              <w:t xml:space="preserve"> </w:t>
            </w:r>
            <w:proofErr w:type="spellStart"/>
            <w:r w:rsidRPr="00F2280B">
              <w:rPr>
                <w:rFonts w:ascii="Courier New" w:hAnsi="Courier New" w:cs="Courier New"/>
                <w:sz w:val="20"/>
              </w:rPr>
              <w:t>getParameter</w:t>
            </w:r>
            <w:proofErr w:type="spellEnd"/>
            <w:r w:rsidR="00125CE7" w:rsidRPr="00F2280B">
              <w:rPr>
                <w:rFonts w:ascii="Courier New" w:hAnsi="Courier New" w:cs="Courier New"/>
                <w:sz w:val="20"/>
              </w:rPr>
              <w:t>()</w:t>
            </w:r>
            <w:r w:rsidRPr="00FC756A">
              <w:rPr>
                <w:sz w:val="20"/>
              </w:rPr>
              <w:t xml:space="preserve"> and </w:t>
            </w:r>
            <w:proofErr w:type="spellStart"/>
            <w:r w:rsidRPr="00F2280B">
              <w:rPr>
                <w:rFonts w:ascii="Courier New" w:hAnsi="Courier New" w:cs="Courier New"/>
                <w:sz w:val="20"/>
              </w:rPr>
              <w:t>setParameter</w:t>
            </w:r>
            <w:proofErr w:type="spellEnd"/>
            <w:r w:rsidR="00125CE7" w:rsidRPr="00F2280B">
              <w:rPr>
                <w:rFonts w:ascii="Courier New" w:hAnsi="Courier New" w:cs="Courier New"/>
                <w:sz w:val="20"/>
              </w:rPr>
              <w:t>()</w:t>
            </w:r>
            <w:r>
              <w:rPr>
                <w:sz w:val="20"/>
              </w:rPr>
              <w:t xml:space="preserve"> </w:t>
            </w:r>
            <w:r>
              <w:rPr>
                <w:sz w:val="20"/>
                <w:vertAlign w:val="superscript"/>
              </w:rPr>
              <w:t>d</w:t>
            </w:r>
          </w:p>
        </w:tc>
      </w:tr>
      <w:tr w:rsidR="00EB051F" w:rsidRPr="00616373" w14:paraId="32A8B73A" w14:textId="77777777" w:rsidTr="00A34C8C">
        <w:tc>
          <w:tcPr>
            <w:tcW w:w="0" w:type="auto"/>
            <w:gridSpan w:val="2"/>
            <w:tcBorders>
              <w:top w:val="single" w:sz="12" w:space="0" w:color="auto"/>
              <w:bottom w:val="single" w:sz="12" w:space="0" w:color="auto"/>
              <w:right w:val="single" w:sz="12" w:space="0" w:color="auto"/>
            </w:tcBorders>
            <w:vAlign w:val="center"/>
          </w:tcPr>
          <w:p w14:paraId="0DC68A53" w14:textId="4C8D631A" w:rsidR="00EB051F" w:rsidRPr="00C5714F" w:rsidRDefault="00EB051F" w:rsidP="00A34C8C">
            <w:pPr>
              <w:pStyle w:val="Note"/>
            </w:pPr>
            <w:r w:rsidRPr="00C5714F">
              <w:t>NOTE   </w:t>
            </w:r>
            <w:r w:rsidR="00BF2DE4">
              <w:t>Rationale and d</w:t>
            </w:r>
            <w:r w:rsidR="00FD5000">
              <w:t xml:space="preserve">escription </w:t>
            </w:r>
            <w:r w:rsidR="00BF2DE4">
              <w:t>are provided below</w:t>
            </w:r>
            <w:r w:rsidRPr="00C5714F">
              <w:t>.</w:t>
            </w:r>
          </w:p>
          <w:p w14:paraId="1C4EA151" w14:textId="523CA2E7" w:rsidR="00A375CC" w:rsidRPr="00C5714F" w:rsidRDefault="00EB051F" w:rsidP="00EB051F">
            <w:pPr>
              <w:spacing w:before="60" w:after="60"/>
              <w:rPr>
                <w:rFonts w:eastAsia="Times New Roman"/>
                <w:sz w:val="18"/>
                <w:szCs w:val="18"/>
              </w:rPr>
            </w:pPr>
            <w:r w:rsidRPr="00C5714F">
              <w:rPr>
                <w:rFonts w:eastAsia="Times New Roman"/>
                <w:sz w:val="18"/>
                <w:szCs w:val="18"/>
                <w:vertAlign w:val="superscript"/>
              </w:rPr>
              <w:t>a</w:t>
            </w:r>
            <w:r w:rsidRPr="00C5714F">
              <w:rPr>
                <w:rFonts w:eastAsia="Times New Roman"/>
                <w:sz w:val="18"/>
                <w:szCs w:val="18"/>
              </w:rPr>
              <w:t>   </w:t>
            </w:r>
            <w:proofErr w:type="spellStart"/>
            <w:r w:rsidRPr="00210A60">
              <w:rPr>
                <w:rFonts w:eastAsia="Times New Roman"/>
                <w:sz w:val="18"/>
                <w:szCs w:val="18"/>
              </w:rPr>
              <w:t>A</w:t>
            </w:r>
            <w:proofErr w:type="spellEnd"/>
            <w:r w:rsidRPr="00210A60">
              <w:rPr>
                <w:rFonts w:eastAsia="Times New Roman"/>
                <w:sz w:val="18"/>
                <w:szCs w:val="18"/>
              </w:rPr>
              <w:t xml:space="preserve"> new method of the </w:t>
            </w:r>
            <w:proofErr w:type="spellStart"/>
            <w:r w:rsidRPr="00F2280B">
              <w:rPr>
                <w:rFonts w:ascii="Courier New" w:eastAsia="Times New Roman" w:hAnsi="Courier New" w:cs="Courier New"/>
                <w:sz w:val="18"/>
                <w:szCs w:val="18"/>
              </w:rPr>
              <w:t>MediaSource</w:t>
            </w:r>
            <w:proofErr w:type="spellEnd"/>
            <w:r w:rsidRPr="00210A60">
              <w:rPr>
                <w:rFonts w:eastAsia="Times New Roman"/>
                <w:sz w:val="18"/>
                <w:szCs w:val="18"/>
              </w:rPr>
              <w:t xml:space="preserve"> object is used to query the current decode capabilities.</w:t>
            </w:r>
            <w:r w:rsidR="00A375CC">
              <w:rPr>
                <w:rFonts w:eastAsia="Times New Roman"/>
                <w:sz w:val="18"/>
                <w:szCs w:val="18"/>
              </w:rPr>
              <w:t xml:space="preserve"> </w:t>
            </w:r>
          </w:p>
          <w:p w14:paraId="6876C8C8" w14:textId="77777777" w:rsidR="00EB051F" w:rsidRDefault="00EB051F" w:rsidP="00EB051F">
            <w:pPr>
              <w:spacing w:before="60" w:after="60"/>
              <w:rPr>
                <w:rFonts w:eastAsia="Times New Roman"/>
                <w:sz w:val="18"/>
                <w:szCs w:val="18"/>
              </w:rPr>
            </w:pPr>
            <w:r w:rsidRPr="00C5714F">
              <w:rPr>
                <w:rFonts w:eastAsia="Times New Roman"/>
                <w:sz w:val="18"/>
                <w:szCs w:val="18"/>
                <w:vertAlign w:val="superscript"/>
              </w:rPr>
              <w:t>b</w:t>
            </w:r>
            <w:r w:rsidRPr="00C5714F">
              <w:rPr>
                <w:rFonts w:eastAsia="Times New Roman"/>
                <w:sz w:val="18"/>
                <w:szCs w:val="18"/>
              </w:rPr>
              <w:t>   </w:t>
            </w:r>
            <w:r w:rsidR="00DB339F">
              <w:rPr>
                <w:rFonts w:eastAsia="Times New Roman"/>
                <w:sz w:val="18"/>
                <w:szCs w:val="18"/>
              </w:rPr>
              <w:t>T</w:t>
            </w:r>
            <w:r w:rsidRPr="00210A60">
              <w:rPr>
                <w:rFonts w:eastAsia="Times New Roman"/>
                <w:sz w:val="18"/>
                <w:szCs w:val="18"/>
              </w:rPr>
              <w:t xml:space="preserve">racks of the same type, e.g. </w:t>
            </w:r>
            <w:proofErr w:type="spellStart"/>
            <w:r w:rsidRPr="00210A60">
              <w:rPr>
                <w:rFonts w:eastAsia="Times New Roman"/>
                <w:sz w:val="18"/>
                <w:szCs w:val="18"/>
              </w:rPr>
              <w:t>VideoTracks</w:t>
            </w:r>
            <w:proofErr w:type="spellEnd"/>
            <w:r w:rsidRPr="00210A60">
              <w:rPr>
                <w:rFonts w:eastAsia="Times New Roman"/>
                <w:sz w:val="18"/>
                <w:szCs w:val="18"/>
              </w:rPr>
              <w:t xml:space="preserve">, that belong to the same </w:t>
            </w:r>
            <w:proofErr w:type="spellStart"/>
            <w:r w:rsidRPr="00F2280B">
              <w:rPr>
                <w:rFonts w:ascii="Courier New" w:eastAsia="Times New Roman" w:hAnsi="Courier New" w:cs="Courier New"/>
                <w:sz w:val="18"/>
                <w:szCs w:val="18"/>
              </w:rPr>
              <w:t>SourceBuffer</w:t>
            </w:r>
            <w:proofErr w:type="spellEnd"/>
            <w:r w:rsidRPr="00210A60">
              <w:rPr>
                <w:rFonts w:eastAsia="Times New Roman"/>
                <w:sz w:val="18"/>
                <w:szCs w:val="18"/>
              </w:rPr>
              <w:t xml:space="preserve"> are considered alternatives and only one is decoded and presented.</w:t>
            </w:r>
            <w:r>
              <w:rPr>
                <w:rFonts w:eastAsia="Times New Roman"/>
                <w:sz w:val="18"/>
                <w:szCs w:val="18"/>
              </w:rPr>
              <w:t xml:space="preserve"> </w:t>
            </w:r>
            <w:r w:rsidRPr="00210A60">
              <w:rPr>
                <w:rFonts w:eastAsia="Times New Roman"/>
                <w:sz w:val="18"/>
                <w:szCs w:val="18"/>
              </w:rPr>
              <w:t xml:space="preserve">When creating a new </w:t>
            </w:r>
            <w:proofErr w:type="spellStart"/>
            <w:r w:rsidRPr="00F2280B">
              <w:rPr>
                <w:rFonts w:ascii="Courier New" w:eastAsia="Times New Roman" w:hAnsi="Courier New" w:cs="Courier New"/>
                <w:sz w:val="18"/>
                <w:szCs w:val="18"/>
              </w:rPr>
              <w:t>SourceBuffer</w:t>
            </w:r>
            <w:proofErr w:type="spellEnd"/>
            <w:r w:rsidRPr="00210A60">
              <w:rPr>
                <w:rFonts w:eastAsia="Times New Roman"/>
                <w:sz w:val="18"/>
                <w:szCs w:val="18"/>
              </w:rPr>
              <w:t xml:space="preserve">, a group identifier for each track type may be provided. This grouping applies across all currently instantiated </w:t>
            </w:r>
            <w:proofErr w:type="spellStart"/>
            <w:r w:rsidRPr="00F2280B">
              <w:rPr>
                <w:rFonts w:ascii="Courier New" w:eastAsia="Times New Roman" w:hAnsi="Courier New" w:cs="Courier New"/>
                <w:sz w:val="18"/>
                <w:szCs w:val="18"/>
              </w:rPr>
              <w:t>MediaSource</w:t>
            </w:r>
            <w:proofErr w:type="spellEnd"/>
            <w:r w:rsidRPr="00210A60">
              <w:rPr>
                <w:rFonts w:eastAsia="Times New Roman"/>
                <w:sz w:val="18"/>
                <w:szCs w:val="18"/>
              </w:rPr>
              <w:t xml:space="preserve"> objects. This allows for grouping of multiple decoder instances that belong to multiple HTML5 media elements.</w:t>
            </w:r>
          </w:p>
          <w:p w14:paraId="441C5B8A" w14:textId="77777777" w:rsidR="00FC756A" w:rsidRDefault="00FC756A" w:rsidP="00EB051F">
            <w:pPr>
              <w:spacing w:before="60" w:after="60"/>
              <w:rPr>
                <w:rFonts w:eastAsia="Times New Roman"/>
                <w:sz w:val="18"/>
                <w:szCs w:val="18"/>
              </w:rPr>
            </w:pPr>
            <w:r>
              <w:rPr>
                <w:sz w:val="20"/>
                <w:vertAlign w:val="superscript"/>
              </w:rPr>
              <w:t xml:space="preserve">c </w:t>
            </w:r>
            <w:r>
              <w:rPr>
                <w:rFonts w:eastAsia="Times New Roman"/>
                <w:sz w:val="18"/>
                <w:szCs w:val="18"/>
              </w:rPr>
              <w:t xml:space="preserve">  </w:t>
            </w:r>
            <w:r w:rsidRPr="00A34C8C">
              <w:rPr>
                <w:rFonts w:eastAsia="Times New Roman"/>
                <w:sz w:val="18"/>
                <w:szCs w:val="18"/>
              </w:rPr>
              <w:t xml:space="preserve">New method of the HTML5 </w:t>
            </w:r>
            <w:proofErr w:type="spellStart"/>
            <w:r w:rsidRPr="00A34C8C">
              <w:rPr>
                <w:rFonts w:eastAsia="Times New Roman"/>
                <w:sz w:val="18"/>
                <w:szCs w:val="18"/>
              </w:rPr>
              <w:t>VideoTrack</w:t>
            </w:r>
            <w:proofErr w:type="spellEnd"/>
            <w:r w:rsidRPr="00A34C8C">
              <w:rPr>
                <w:rFonts w:eastAsia="Times New Roman"/>
                <w:sz w:val="18"/>
                <w:szCs w:val="18"/>
              </w:rPr>
              <w:t xml:space="preserve"> object.</w:t>
            </w:r>
          </w:p>
          <w:p w14:paraId="6E2593EC" w14:textId="7E2B1958" w:rsidR="00FC756A" w:rsidRPr="00616373" w:rsidRDefault="00FC756A" w:rsidP="00A34C8C">
            <w:pPr>
              <w:spacing w:before="60" w:after="60"/>
              <w:rPr>
                <w:sz w:val="20"/>
              </w:rPr>
            </w:pPr>
            <w:r>
              <w:rPr>
                <w:sz w:val="20"/>
                <w:vertAlign w:val="superscript"/>
              </w:rPr>
              <w:t xml:space="preserve">d </w:t>
            </w:r>
            <w:r>
              <w:rPr>
                <w:rFonts w:eastAsia="Times New Roman"/>
                <w:sz w:val="18"/>
                <w:szCs w:val="18"/>
              </w:rPr>
              <w:t xml:space="preserve">  </w:t>
            </w:r>
            <w:r w:rsidRPr="00FC756A">
              <w:rPr>
                <w:rFonts w:eastAsia="Times New Roman"/>
                <w:sz w:val="18"/>
                <w:szCs w:val="18"/>
              </w:rPr>
              <w:t xml:space="preserve">New methods of HTML5 </w:t>
            </w:r>
            <w:proofErr w:type="spellStart"/>
            <w:r w:rsidRPr="00FC756A">
              <w:rPr>
                <w:rFonts w:eastAsia="Times New Roman"/>
                <w:sz w:val="18"/>
                <w:szCs w:val="18"/>
              </w:rPr>
              <w:t>VideoTrack</w:t>
            </w:r>
            <w:proofErr w:type="spellEnd"/>
            <w:r w:rsidRPr="00FC756A">
              <w:rPr>
                <w:rFonts w:eastAsia="Times New Roman"/>
                <w:sz w:val="18"/>
                <w:szCs w:val="18"/>
              </w:rPr>
              <w:t xml:space="preserve"> and </w:t>
            </w:r>
            <w:proofErr w:type="spellStart"/>
            <w:r w:rsidRPr="00FC756A">
              <w:rPr>
                <w:rFonts w:eastAsia="Times New Roman"/>
                <w:sz w:val="18"/>
                <w:szCs w:val="18"/>
              </w:rPr>
              <w:t>AudioTrack</w:t>
            </w:r>
            <w:proofErr w:type="spellEnd"/>
            <w:r w:rsidRPr="00FC756A">
              <w:rPr>
                <w:rFonts w:eastAsia="Times New Roman"/>
                <w:sz w:val="18"/>
                <w:szCs w:val="18"/>
              </w:rPr>
              <w:t xml:space="preserve"> objects.</w:t>
            </w:r>
          </w:p>
        </w:tc>
      </w:tr>
    </w:tbl>
    <w:p w14:paraId="74E901A9" w14:textId="55B43F55" w:rsidR="002935F0" w:rsidRDefault="00E24D9D" w:rsidP="002935F0">
      <w:pPr>
        <w:rPr>
          <w:lang w:eastAsia="ja-JP"/>
        </w:rPr>
      </w:pPr>
      <w:r>
        <w:rPr>
          <w:lang w:eastAsia="ja-JP"/>
        </w:rPr>
        <w:t>In addition, a</w:t>
      </w:r>
      <w:r w:rsidR="002935F0">
        <w:rPr>
          <w:lang w:eastAsia="ja-JP"/>
        </w:rPr>
        <w:t xml:space="preserve">n extension to the HTML5 video element is recommended to allow for outputting data into buffers, e.g. WebGL buffers that created through </w:t>
      </w:r>
      <w:proofErr w:type="spellStart"/>
      <w:r w:rsidR="002935F0" w:rsidRPr="00F2280B">
        <w:rPr>
          <w:rFonts w:ascii="Courier New" w:hAnsi="Courier New" w:cs="Courier New"/>
          <w:sz w:val="20"/>
          <w:szCs w:val="20"/>
          <w:lang w:eastAsia="ja-JP"/>
        </w:rPr>
        <w:t>gl.createBuffer</w:t>
      </w:r>
      <w:proofErr w:type="spellEnd"/>
      <w:r w:rsidR="002935F0" w:rsidRPr="00F2280B">
        <w:rPr>
          <w:rFonts w:ascii="Courier New" w:hAnsi="Courier New" w:cs="Courier New"/>
          <w:sz w:val="20"/>
          <w:szCs w:val="20"/>
          <w:lang w:eastAsia="ja-JP"/>
        </w:rPr>
        <w:t>()</w:t>
      </w:r>
      <w:r w:rsidR="002935F0">
        <w:rPr>
          <w:lang w:eastAsia="ja-JP"/>
        </w:rPr>
        <w:t xml:space="preserve"> functions.</w:t>
      </w:r>
    </w:p>
    <w:p w14:paraId="5FAB183C" w14:textId="3ADF36FD" w:rsidR="002935F0" w:rsidRPr="00326FE5" w:rsidRDefault="002935F0" w:rsidP="00661684">
      <w:pPr>
        <w:rPr>
          <w:lang w:eastAsia="ja-JP"/>
        </w:rPr>
      </w:pPr>
      <w:r>
        <w:rPr>
          <w:lang w:eastAsia="ja-JP"/>
        </w:rPr>
        <w:t>An extension to the input byte stream formats is recommended to add support for raw media data, e.g. AVC raw media streams.</w:t>
      </w:r>
    </w:p>
    <w:p w14:paraId="0C51A046" w14:textId="2B5F1224" w:rsidR="00000045" w:rsidRPr="000A2F18" w:rsidRDefault="00000045" w:rsidP="00000045">
      <w:pPr>
        <w:pStyle w:val="Heading1"/>
      </w:pPr>
      <w:bookmarkStart w:id="478" w:name="_Ref77779795"/>
      <w:bookmarkStart w:id="479" w:name="_Ref77779806"/>
      <w:bookmarkStart w:id="480" w:name="_Toc78533733"/>
      <w:r w:rsidRPr="000A2F18">
        <w:t>Video decoder interface</w:t>
      </w:r>
      <w:bookmarkEnd w:id="478"/>
      <w:bookmarkEnd w:id="479"/>
      <w:bookmarkEnd w:id="480"/>
    </w:p>
    <w:p w14:paraId="7947C11F" w14:textId="27DBC612" w:rsidR="00626B5C" w:rsidRPr="000A2F18" w:rsidRDefault="00626B5C" w:rsidP="00EE169E">
      <w:pPr>
        <w:rPr>
          <w:lang w:eastAsia="ja-JP"/>
        </w:rPr>
      </w:pPr>
      <w:r w:rsidRPr="000A2F18">
        <w:rPr>
          <w:lang w:eastAsia="ja-JP"/>
        </w:rPr>
        <w:t xml:space="preserve">As shown </w:t>
      </w:r>
      <w:r w:rsidR="00DC12F8">
        <w:rPr>
          <w:lang w:eastAsia="ja-JP"/>
        </w:rPr>
        <w:t xml:space="preserve">in </w:t>
      </w:r>
      <w:r w:rsidR="00F37607">
        <w:rPr>
          <w:lang w:eastAsia="ja-JP"/>
        </w:rPr>
        <w:fldChar w:fldCharType="begin"/>
      </w:r>
      <w:r w:rsidR="00F37607">
        <w:rPr>
          <w:lang w:eastAsia="ja-JP"/>
        </w:rPr>
        <w:instrText xml:space="preserve"> REF _Ref77859855 \h </w:instrText>
      </w:r>
      <w:r w:rsidR="00F37607">
        <w:rPr>
          <w:lang w:eastAsia="ja-JP"/>
        </w:rPr>
      </w:r>
      <w:r w:rsidR="00F37607">
        <w:rPr>
          <w:lang w:eastAsia="ja-JP"/>
        </w:rPr>
        <w:fldChar w:fldCharType="separate"/>
      </w:r>
      <w:r w:rsidR="00F37607">
        <w:t xml:space="preserve">Figure </w:t>
      </w:r>
      <w:r w:rsidR="00F37607">
        <w:rPr>
          <w:noProof/>
        </w:rPr>
        <w:t>1</w:t>
      </w:r>
      <w:r w:rsidR="00F37607">
        <w:rPr>
          <w:lang w:eastAsia="ja-JP"/>
        </w:rPr>
        <w:fldChar w:fldCharType="end"/>
      </w:r>
      <w:r w:rsidR="00F37607">
        <w:rPr>
          <w:lang w:eastAsia="ja-JP"/>
        </w:rPr>
        <w:t xml:space="preserve">, </w:t>
      </w:r>
      <w:r w:rsidRPr="000A2F18">
        <w:rPr>
          <w:lang w:eastAsia="ja-JP"/>
        </w:rPr>
        <w:t>the hardware video decoding engine may spawn one or more video decoder instance</w:t>
      </w:r>
      <w:r w:rsidR="00AE551E" w:rsidRPr="000A2F18">
        <w:rPr>
          <w:lang w:eastAsia="ja-JP"/>
        </w:rPr>
        <w:t>s</w:t>
      </w:r>
      <w:r w:rsidRPr="000A2F18">
        <w:rPr>
          <w:lang w:eastAsia="ja-JP"/>
        </w:rPr>
        <w:t xml:space="preserve">. The number of instances running is an optimisation choice for the platform when taking into account, computational load, energy consumption, memory availability etc. However, the number of input video streams fed through the IVDI is dictated by the application needs to properly </w:t>
      </w:r>
      <w:r w:rsidR="00AE551E" w:rsidRPr="000A2F18">
        <w:rPr>
          <w:lang w:eastAsia="ja-JP"/>
        </w:rPr>
        <w:t xml:space="preserve">render the </w:t>
      </w:r>
      <w:r w:rsidR="00F55559" w:rsidRPr="000A2F18">
        <w:rPr>
          <w:lang w:eastAsia="ja-JP"/>
        </w:rPr>
        <w:t>media</w:t>
      </w:r>
      <w:r w:rsidR="00AE551E" w:rsidRPr="000A2F18">
        <w:rPr>
          <w:lang w:eastAsia="ja-JP"/>
        </w:rPr>
        <w:t xml:space="preserve"> </w:t>
      </w:r>
      <w:r w:rsidRPr="000A2F18">
        <w:rPr>
          <w:lang w:eastAsia="ja-JP"/>
        </w:rPr>
        <w:t xml:space="preserve">experience. As a result, one or more input video streams may </w:t>
      </w:r>
      <w:r w:rsidR="00F55559" w:rsidRPr="000A2F18">
        <w:rPr>
          <w:lang w:eastAsia="ja-JP"/>
        </w:rPr>
        <w:t>b</w:t>
      </w:r>
      <w:r w:rsidRPr="000A2F18">
        <w:rPr>
          <w:lang w:eastAsia="ja-JP"/>
        </w:rPr>
        <w:t>e fed to the same video decoding instance as shown by the block called "Input formatting"</w:t>
      </w:r>
      <w:r w:rsidR="00723C6B">
        <w:rPr>
          <w:lang w:eastAsia="ja-JP"/>
        </w:rPr>
        <w:t xml:space="preserve"> in </w:t>
      </w:r>
      <w:r w:rsidR="00723C6B">
        <w:rPr>
          <w:lang w:eastAsia="ja-JP"/>
        </w:rPr>
        <w:fldChar w:fldCharType="begin"/>
      </w:r>
      <w:r w:rsidR="00723C6B">
        <w:rPr>
          <w:lang w:eastAsia="ja-JP"/>
        </w:rPr>
        <w:instrText xml:space="preserve"> REF _Ref77859855 \h </w:instrText>
      </w:r>
      <w:r w:rsidR="00723C6B">
        <w:rPr>
          <w:lang w:eastAsia="ja-JP"/>
        </w:rPr>
      </w:r>
      <w:r w:rsidR="00723C6B">
        <w:rPr>
          <w:lang w:eastAsia="ja-JP"/>
        </w:rPr>
        <w:fldChar w:fldCharType="separate"/>
      </w:r>
      <w:r w:rsidR="00723C6B">
        <w:t xml:space="preserve">Figure </w:t>
      </w:r>
      <w:r w:rsidR="00723C6B">
        <w:rPr>
          <w:noProof/>
        </w:rPr>
        <w:t>1</w:t>
      </w:r>
      <w:r w:rsidR="00723C6B">
        <w:rPr>
          <w:lang w:eastAsia="ja-JP"/>
        </w:rPr>
        <w:fldChar w:fldCharType="end"/>
      </w:r>
      <w:r w:rsidRPr="000A2F18">
        <w:rPr>
          <w:lang w:eastAsia="ja-JP"/>
        </w:rPr>
        <w:t>.</w:t>
      </w:r>
    </w:p>
    <w:p w14:paraId="1F0581B7" w14:textId="354A61F4" w:rsidR="00626B5C" w:rsidRPr="000A2F18" w:rsidRDefault="00DA7C8D" w:rsidP="00F2280B">
      <w:pPr>
        <w:rPr>
          <w:lang w:eastAsia="ja-JP"/>
        </w:rPr>
      </w:pPr>
      <w:r>
        <w:rPr>
          <w:lang w:eastAsia="ja-JP"/>
        </w:rPr>
        <w:t xml:space="preserve">Clause </w:t>
      </w:r>
      <w:r>
        <w:rPr>
          <w:lang w:eastAsia="ja-JP"/>
        </w:rPr>
        <w:fldChar w:fldCharType="begin"/>
      </w:r>
      <w:r>
        <w:rPr>
          <w:lang w:eastAsia="ja-JP"/>
        </w:rPr>
        <w:instrText xml:space="preserve"> REF _Ref77779806 \r \h </w:instrText>
      </w:r>
      <w:r w:rsidR="00F37607">
        <w:rPr>
          <w:lang w:eastAsia="ja-JP"/>
        </w:rPr>
        <w:instrText xml:space="preserve"> \* MERGEFORMAT </w:instrText>
      </w:r>
      <w:r>
        <w:rPr>
          <w:lang w:eastAsia="ja-JP"/>
        </w:rPr>
      </w:r>
      <w:r>
        <w:rPr>
          <w:lang w:eastAsia="ja-JP"/>
        </w:rPr>
        <w:fldChar w:fldCharType="separate"/>
      </w:r>
      <w:r w:rsidR="00634738">
        <w:rPr>
          <w:lang w:eastAsia="ja-JP"/>
        </w:rPr>
        <w:t>5</w:t>
      </w:r>
      <w:r>
        <w:rPr>
          <w:lang w:eastAsia="ja-JP"/>
        </w:rPr>
        <w:fldChar w:fldCharType="end"/>
      </w:r>
      <w:r>
        <w:rPr>
          <w:lang w:eastAsia="ja-JP"/>
        </w:rPr>
        <w:t xml:space="preserve"> </w:t>
      </w:r>
      <w:r w:rsidR="00626B5C" w:rsidRPr="000A2F18">
        <w:rPr>
          <w:lang w:eastAsia="ja-JP"/>
        </w:rPr>
        <w:t>defines the binding for several video codec</w:t>
      </w:r>
      <w:r w:rsidR="00F55559" w:rsidRPr="000A2F18">
        <w:rPr>
          <w:lang w:eastAsia="ja-JP"/>
        </w:rPr>
        <w:t>s</w:t>
      </w:r>
      <w:r w:rsidR="00626B5C" w:rsidRPr="000A2F18">
        <w:rPr>
          <w:lang w:eastAsia="ja-JP"/>
        </w:rPr>
        <w:t xml:space="preserve"> to realise the </w:t>
      </w:r>
      <w:r w:rsidR="00F55559" w:rsidRPr="000A2F18">
        <w:rPr>
          <w:lang w:eastAsia="ja-JP"/>
        </w:rPr>
        <w:t xml:space="preserve">operations </w:t>
      </w:r>
      <w:r w:rsidR="00626B5C" w:rsidRPr="000A2F18">
        <w:rPr>
          <w:lang w:eastAsia="ja-JP"/>
        </w:rPr>
        <w:t>o</w:t>
      </w:r>
      <w:r w:rsidR="00F55559" w:rsidRPr="000A2F18">
        <w:rPr>
          <w:lang w:eastAsia="ja-JP"/>
        </w:rPr>
        <w:t>n</w:t>
      </w:r>
      <w:r w:rsidR="00626B5C" w:rsidRPr="000A2F18">
        <w:rPr>
          <w:lang w:eastAsia="ja-JP"/>
        </w:rPr>
        <w:t xml:space="preserve"> input video streams.</w:t>
      </w:r>
    </w:p>
    <w:p w14:paraId="2C57B29B" w14:textId="019C9713" w:rsidR="00FB3F9F" w:rsidRDefault="00DB7653" w:rsidP="00FB3F9F">
      <w:pPr>
        <w:pStyle w:val="Heading2"/>
      </w:pPr>
      <w:bookmarkStart w:id="481" w:name="_Ref77939669"/>
      <w:bookmarkStart w:id="482" w:name="_Toc78533734"/>
      <w:r w:rsidRPr="000A2F18">
        <w:t>O</w:t>
      </w:r>
      <w:r w:rsidR="008D2D4E" w:rsidRPr="000A2F18">
        <w:t xml:space="preserve">perations on input </w:t>
      </w:r>
      <w:r w:rsidR="005C4784">
        <w:t>media</w:t>
      </w:r>
      <w:r w:rsidR="005C4784" w:rsidRPr="000A2F18">
        <w:t xml:space="preserve"> </w:t>
      </w:r>
      <w:r w:rsidR="008D2D4E" w:rsidRPr="000A2F18">
        <w:t>streams</w:t>
      </w:r>
      <w:bookmarkEnd w:id="481"/>
      <w:bookmarkEnd w:id="482"/>
    </w:p>
    <w:p w14:paraId="61031AF9" w14:textId="77777777" w:rsidR="00757B4B" w:rsidRPr="000A2F18" w:rsidRDefault="00757B4B" w:rsidP="00757B4B">
      <w:pPr>
        <w:pStyle w:val="Heading3"/>
      </w:pPr>
      <w:bookmarkStart w:id="483" w:name="_Toc78533735"/>
      <w:r w:rsidRPr="000A2F18">
        <w:t>General</w:t>
      </w:r>
      <w:bookmarkEnd w:id="483"/>
    </w:p>
    <w:p w14:paraId="4F2EAAC2" w14:textId="5DDBCC87" w:rsidR="00757B4B" w:rsidRPr="00F2280B" w:rsidRDefault="00757B4B" w:rsidP="00EE169E">
      <w:pPr>
        <w:rPr>
          <w:b/>
          <w:sz w:val="20"/>
        </w:rPr>
      </w:pPr>
      <w:r>
        <w:t>The input formatting function in</w:t>
      </w:r>
      <w:r w:rsidR="00F37607">
        <w:t xml:space="preserve"> </w:t>
      </w:r>
      <w:r w:rsidR="00F37607">
        <w:fldChar w:fldCharType="begin"/>
      </w:r>
      <w:r w:rsidR="00F37607">
        <w:instrText xml:space="preserve"> REF _Ref77859855 \h </w:instrText>
      </w:r>
      <w:r w:rsidR="00F37607">
        <w:fldChar w:fldCharType="separate"/>
      </w:r>
      <w:r w:rsidR="00F37607">
        <w:t xml:space="preserve">Figure </w:t>
      </w:r>
      <w:r w:rsidR="00F37607">
        <w:rPr>
          <w:noProof/>
        </w:rPr>
        <w:t>1</w:t>
      </w:r>
      <w:r w:rsidR="00F37607">
        <w:fldChar w:fldCharType="end"/>
      </w:r>
      <w:r w:rsidR="00941FDF">
        <w:t xml:space="preserve"> </w:t>
      </w:r>
      <w:r>
        <w:rPr>
          <w:lang w:eastAsia="ja-JP"/>
        </w:rPr>
        <w:t xml:space="preserve">provides several operations </w:t>
      </w:r>
      <w:r w:rsidRPr="000A2F18">
        <w:t xml:space="preserve">on </w:t>
      </w:r>
      <w:r w:rsidR="005C4784">
        <w:t>media</w:t>
      </w:r>
      <w:r w:rsidR="005C4784" w:rsidRPr="000A2F18">
        <w:t xml:space="preserve"> </w:t>
      </w:r>
      <w:r w:rsidRPr="000A2F18">
        <w:t>stream</w:t>
      </w:r>
      <w:r w:rsidR="005C4784">
        <w:t>s</w:t>
      </w:r>
      <w:r w:rsidRPr="000A2F18">
        <w:t xml:space="preserve"> and video object</w:t>
      </w:r>
      <w:r w:rsidR="005C4784">
        <w:t>s</w:t>
      </w:r>
      <w:r w:rsidRPr="000A2F18">
        <w:t xml:space="preserve">. </w:t>
      </w:r>
      <w:r>
        <w:t xml:space="preserve">The input formatting function shall result in one or more elementary streams conforming to the profile, tier, level or any other performance constraints of the video decoder instance expected to consume it including buffer fullness of the hypothetical reference decoder model. </w:t>
      </w:r>
      <w:r w:rsidRPr="000A2F18">
        <w:t xml:space="preserve">These operations are defined in an atomic way such that more </w:t>
      </w:r>
      <w:r w:rsidR="00DF4AB9">
        <w:t>complex</w:t>
      </w:r>
      <w:r w:rsidR="00DF4AB9" w:rsidRPr="000A2F18">
        <w:t xml:space="preserve"> </w:t>
      </w:r>
      <w:r w:rsidRPr="000A2F18">
        <w:t xml:space="preserve">operations can be achieved by combining the operations defined in </w:t>
      </w:r>
      <w:r w:rsidR="00DF4AB9">
        <w:t xml:space="preserve">Clause </w:t>
      </w:r>
      <w:r w:rsidR="00DF4AB9">
        <w:fldChar w:fldCharType="begin"/>
      </w:r>
      <w:r w:rsidR="00DF4AB9">
        <w:instrText xml:space="preserve"> REF _Ref77939669 \r \h </w:instrText>
      </w:r>
      <w:r w:rsidR="00F37607">
        <w:instrText xml:space="preserve"> \* MERGEFORMAT </w:instrText>
      </w:r>
      <w:r w:rsidR="00DF4AB9">
        <w:fldChar w:fldCharType="separate"/>
      </w:r>
      <w:r w:rsidR="00634738">
        <w:t>5.1</w:t>
      </w:r>
      <w:r w:rsidR="00DF4AB9">
        <w:fldChar w:fldCharType="end"/>
      </w:r>
      <w:r w:rsidRPr="000A2F18">
        <w:t>. This list of operations is thus not an exhaustive list on purpose.</w:t>
      </w:r>
    </w:p>
    <w:p w14:paraId="4C59A852" w14:textId="75913760" w:rsidR="00757B4B" w:rsidRPr="000A2F18" w:rsidRDefault="00757B4B" w:rsidP="00F2280B">
      <w:r w:rsidRPr="000A2F18">
        <w:lastRenderedPageBreak/>
        <w:t xml:space="preserve">A </w:t>
      </w:r>
      <w:r w:rsidR="005C3A67">
        <w:t xml:space="preserve">media </w:t>
      </w:r>
      <w:r w:rsidRPr="000A2F18">
        <w:t>stream contains one or more video objects and a video object shall be contained in</w:t>
      </w:r>
      <w:r w:rsidR="00635FB7">
        <w:t>to</w:t>
      </w:r>
      <w:r w:rsidRPr="000A2F18">
        <w:t xml:space="preserve"> one elementary stream.</w:t>
      </w:r>
      <w:r>
        <w:t xml:space="preserve"> Each video object in </w:t>
      </w:r>
      <w:r w:rsidR="00635FB7">
        <w:t>a</w:t>
      </w:r>
      <w:r w:rsidR="00B94963">
        <w:t>n</w:t>
      </w:r>
      <w:r w:rsidR="00635FB7">
        <w:t xml:space="preserve"> </w:t>
      </w:r>
      <w:r>
        <w:t xml:space="preserve">elementary stream shall provide sufficient information for the </w:t>
      </w:r>
      <w:r w:rsidR="00B94963">
        <w:t xml:space="preserve">defined </w:t>
      </w:r>
      <w:r>
        <w:t xml:space="preserve">operations such as a mean to determine the location and the </w:t>
      </w:r>
      <w:r w:rsidR="00C030CC">
        <w:t>dimension of</w:t>
      </w:r>
      <w:r>
        <w:t xml:space="preserve"> the video object in the picture, the number of luma and chroma samples in the </w:t>
      </w:r>
      <w:r w:rsidR="00ED7DA8">
        <w:t xml:space="preserve">video </w:t>
      </w:r>
      <w:r>
        <w:t>object, the bit dept</w:t>
      </w:r>
      <w:r w:rsidR="00C030CC">
        <w:t>h</w:t>
      </w:r>
      <w:r>
        <w:t xml:space="preserve"> of the coded picture </w:t>
      </w:r>
      <w:r w:rsidR="00ED7DA8">
        <w:t xml:space="preserve">of </w:t>
      </w:r>
      <w:r>
        <w:t>the video object</w:t>
      </w:r>
      <w:r w:rsidR="00ED7DA8">
        <w:t xml:space="preserve"> </w:t>
      </w:r>
      <w:r>
        <w:t>and so on.</w:t>
      </w:r>
    </w:p>
    <w:p w14:paraId="509AF90B" w14:textId="782130BD" w:rsidR="00FB3F9F" w:rsidRPr="000A2F18" w:rsidRDefault="00FB3F9F" w:rsidP="00F27E41">
      <w:pPr>
        <w:pStyle w:val="Heading3"/>
      </w:pPr>
      <w:bookmarkStart w:id="484" w:name="_Toc72924941"/>
      <w:bookmarkStart w:id="485" w:name="_Toc72926480"/>
      <w:bookmarkStart w:id="486" w:name="_Toc72926569"/>
      <w:bookmarkStart w:id="487" w:name="_Toc72927170"/>
      <w:bookmarkStart w:id="488" w:name="_Toc72927260"/>
      <w:bookmarkStart w:id="489" w:name="_Toc78533736"/>
      <w:bookmarkEnd w:id="484"/>
      <w:bookmarkEnd w:id="485"/>
      <w:bookmarkEnd w:id="486"/>
      <w:bookmarkEnd w:id="487"/>
      <w:bookmarkEnd w:id="488"/>
      <w:r w:rsidRPr="000A2F18">
        <w:t>Conventions</w:t>
      </w:r>
      <w:bookmarkEnd w:id="489"/>
    </w:p>
    <w:p w14:paraId="6450F030" w14:textId="59DD728A" w:rsidR="00FB3F9F" w:rsidRDefault="00045B5F" w:rsidP="00FB3F9F">
      <w:pPr>
        <w:keepNext/>
        <w:tabs>
          <w:tab w:val="left" w:pos="880"/>
        </w:tabs>
        <w:suppressAutoHyphens/>
        <w:spacing w:before="60"/>
        <w:jc w:val="left"/>
        <w:outlineLvl w:val="2"/>
      </w:pPr>
      <m:oMath>
        <m:r>
          <w:rPr>
            <w:rFonts w:ascii="Cambria Math" w:hAnsi="Cambria Math"/>
          </w:rPr>
          <m:t>MDS</m:t>
        </m:r>
      </m:oMath>
      <w:r w:rsidR="00FB3F9F" w:rsidRPr="000A2F18">
        <w:tab/>
      </w:r>
      <w:r>
        <w:t>media</w:t>
      </w:r>
      <w:r w:rsidRPr="000A2F18">
        <w:t xml:space="preserve"> </w:t>
      </w:r>
      <w:r w:rsidR="00FB3F9F" w:rsidRPr="000A2F18">
        <w:t>stream</w:t>
      </w:r>
    </w:p>
    <w:p w14:paraId="7D41EF9C" w14:textId="6BD2669D" w:rsidR="00045B5F" w:rsidRPr="000A2F18" w:rsidRDefault="00045B5F" w:rsidP="00FB3F9F">
      <w:pPr>
        <w:keepNext/>
        <w:tabs>
          <w:tab w:val="left" w:pos="880"/>
        </w:tabs>
        <w:suppressAutoHyphens/>
        <w:spacing w:before="60"/>
        <w:jc w:val="left"/>
        <w:outlineLvl w:val="2"/>
      </w:pPr>
      <m:oMath>
        <m:r>
          <w:rPr>
            <w:rFonts w:ascii="Cambria Math" w:hAnsi="Cambria Math"/>
          </w:rPr>
          <m:t>ES</m:t>
        </m:r>
      </m:oMath>
      <w:r w:rsidRPr="000A2F18">
        <w:tab/>
      </w:r>
      <w:r w:rsidRPr="000A2F18">
        <w:tab/>
        <w:t>elementary stream</w:t>
      </w:r>
    </w:p>
    <w:p w14:paraId="2F5AFCA4" w14:textId="1F7FECE1" w:rsidR="00FB3F9F" w:rsidRPr="000A2F18" w:rsidRDefault="001C7DC4">
      <w:pPr>
        <w:keepNext/>
        <w:tabs>
          <w:tab w:val="left" w:pos="880"/>
        </w:tabs>
        <w:suppressAutoHyphens/>
        <w:spacing w:before="60"/>
        <w:jc w:val="left"/>
        <w:outlineLvl w:val="2"/>
      </w:pPr>
      <m:oMath>
        <m:r>
          <w:rPr>
            <w:rFonts w:ascii="Cambria Math" w:hAnsi="Cambria Math"/>
          </w:rPr>
          <m:t>I</m:t>
        </m:r>
      </m:oMath>
      <w:r w:rsidR="00FB3F9F" w:rsidRPr="000A2F18">
        <w:tab/>
      </w:r>
      <w:r w:rsidR="00FB3F9F" w:rsidRPr="000A2F18">
        <w:tab/>
        <w:t>video object identifier</w:t>
      </w:r>
    </w:p>
    <w:p w14:paraId="68750549" w14:textId="407FD029" w:rsidR="00F947B5" w:rsidRPr="000A2F18" w:rsidRDefault="00F947B5" w:rsidP="00F27E41">
      <w:pPr>
        <w:pStyle w:val="Heading3"/>
      </w:pPr>
      <w:bookmarkStart w:id="490" w:name="_Toc78533737"/>
      <w:r w:rsidRPr="000A2F18">
        <w:t>Concepts</w:t>
      </w:r>
      <w:bookmarkEnd w:id="490"/>
    </w:p>
    <w:p w14:paraId="0F032360" w14:textId="5527A5BD" w:rsidR="00266DDB" w:rsidRPr="000A2F18" w:rsidRDefault="00266DDB" w:rsidP="00266DDB">
      <w:pPr>
        <w:rPr>
          <w:lang w:eastAsia="ja-JP"/>
        </w:rPr>
      </w:pPr>
      <w:proofErr w:type="spellStart"/>
      <w:r>
        <w:rPr>
          <w:lang w:eastAsia="ja-JP"/>
        </w:rPr>
        <w:t>Media</w:t>
      </w:r>
      <w:r w:rsidRPr="000A2F18">
        <w:rPr>
          <w:lang w:eastAsia="ja-JP"/>
        </w:rPr>
        <w:t>Stream</w:t>
      </w:r>
      <w:proofErr w:type="spellEnd"/>
      <w:r w:rsidRPr="000A2F18">
        <w:rPr>
          <w:lang w:eastAsia="ja-JP"/>
        </w:rPr>
        <w:tab/>
      </w:r>
      <w:r>
        <w:rPr>
          <w:lang w:eastAsia="ja-JP"/>
        </w:rPr>
        <w:tab/>
      </w:r>
      <w:r w:rsidRPr="000A2F18">
        <w:rPr>
          <w:lang w:eastAsia="ja-JP"/>
        </w:rPr>
        <w:t xml:space="preserve">a type of </w:t>
      </w:r>
      <w:r>
        <w:rPr>
          <w:lang w:eastAsia="ja-JP"/>
        </w:rPr>
        <w:t>media</w:t>
      </w:r>
      <w:r w:rsidRPr="000A2F18">
        <w:rPr>
          <w:lang w:eastAsia="ja-JP"/>
        </w:rPr>
        <w:t xml:space="preserve"> stream</w:t>
      </w:r>
    </w:p>
    <w:p w14:paraId="409E3064" w14:textId="3EEF3C6C" w:rsidR="00F947B5" w:rsidRPr="000A2F18" w:rsidRDefault="00F947B5" w:rsidP="00F947B5">
      <w:pPr>
        <w:rPr>
          <w:lang w:eastAsia="ja-JP"/>
        </w:rPr>
      </w:pPr>
      <w:proofErr w:type="spellStart"/>
      <w:r w:rsidRPr="000A2F18">
        <w:rPr>
          <w:lang w:eastAsia="ja-JP"/>
        </w:rPr>
        <w:t>ElementaryStream</w:t>
      </w:r>
      <w:proofErr w:type="spellEnd"/>
      <w:r w:rsidRPr="000A2F18">
        <w:rPr>
          <w:lang w:eastAsia="ja-JP"/>
        </w:rPr>
        <w:tab/>
        <w:t>a type of elementary stream</w:t>
      </w:r>
    </w:p>
    <w:p w14:paraId="0FB335D6" w14:textId="4C488F0C" w:rsidR="00F947B5" w:rsidRPr="000A2F18" w:rsidRDefault="00F947B5" w:rsidP="00F947B5">
      <w:pPr>
        <w:rPr>
          <w:lang w:eastAsia="ja-JP"/>
        </w:rPr>
      </w:pPr>
      <w:proofErr w:type="spellStart"/>
      <w:r w:rsidRPr="000A2F18">
        <w:rPr>
          <w:lang w:eastAsia="ja-JP"/>
        </w:rPr>
        <w:t>AccessUnit</w:t>
      </w:r>
      <w:proofErr w:type="spellEnd"/>
      <w:r w:rsidRPr="000A2F18">
        <w:rPr>
          <w:lang w:eastAsia="ja-JP"/>
        </w:rPr>
        <w:tab/>
      </w:r>
      <w:r w:rsidRPr="000A2F18">
        <w:rPr>
          <w:lang w:eastAsia="ja-JP"/>
        </w:rPr>
        <w:tab/>
        <w:t>a type of access unit</w:t>
      </w:r>
    </w:p>
    <w:p w14:paraId="69250D7C" w14:textId="16A4AC62" w:rsidR="00F947B5" w:rsidRPr="000A2F18" w:rsidRDefault="00F947B5" w:rsidP="00F947B5">
      <w:pPr>
        <w:rPr>
          <w:lang w:eastAsia="ja-JP"/>
        </w:rPr>
      </w:pPr>
      <w:proofErr w:type="spellStart"/>
      <w:r w:rsidRPr="000A2F18">
        <w:rPr>
          <w:lang w:eastAsia="ja-JP"/>
        </w:rPr>
        <w:t>VideoObjectIdentifier</w:t>
      </w:r>
      <w:proofErr w:type="spellEnd"/>
      <w:r w:rsidRPr="000A2F18">
        <w:rPr>
          <w:lang w:eastAsia="ja-JP"/>
        </w:rPr>
        <w:tab/>
        <w:t>a type of video object identifier</w:t>
      </w:r>
    </w:p>
    <w:p w14:paraId="02617E54" w14:textId="4675EA17" w:rsidR="00F947B5" w:rsidRPr="000A2F18" w:rsidRDefault="00F947B5" w:rsidP="00F27E41">
      <w:proofErr w:type="spellStart"/>
      <w:r w:rsidRPr="000A2F18">
        <w:rPr>
          <w:lang w:eastAsia="ja-JP"/>
        </w:rPr>
        <w:t>VideoObjectSample</w:t>
      </w:r>
      <w:proofErr w:type="spellEnd"/>
      <w:r w:rsidRPr="000A2F18">
        <w:rPr>
          <w:lang w:eastAsia="ja-JP"/>
        </w:rPr>
        <w:tab/>
        <w:t>a type of video object sample</w:t>
      </w:r>
    </w:p>
    <w:p w14:paraId="7E3CA448" w14:textId="505E2345" w:rsidR="00FB3F9F" w:rsidRDefault="00FB3F9F" w:rsidP="00A34C8C">
      <w:pPr>
        <w:pStyle w:val="Heading3"/>
      </w:pPr>
      <w:bookmarkStart w:id="491" w:name="_Toc30062031"/>
      <w:bookmarkStart w:id="492" w:name="_Toc30062032"/>
      <w:bookmarkStart w:id="493" w:name="_Toc30062033"/>
      <w:bookmarkStart w:id="494" w:name="_Toc30062034"/>
      <w:bookmarkStart w:id="495" w:name="_Toc30062035"/>
      <w:bookmarkStart w:id="496" w:name="_Toc21688132"/>
      <w:bookmarkStart w:id="497" w:name="_Toc78533738"/>
      <w:bookmarkEnd w:id="491"/>
      <w:bookmarkEnd w:id="492"/>
      <w:bookmarkEnd w:id="493"/>
      <w:bookmarkEnd w:id="494"/>
      <w:bookmarkEnd w:id="495"/>
      <w:r w:rsidRPr="000A2F18">
        <w:t>Filtering by video object</w:t>
      </w:r>
      <w:bookmarkEnd w:id="496"/>
      <w:r w:rsidR="00F55559" w:rsidRPr="000A2F18">
        <w:t xml:space="preserve"> identifier</w:t>
      </w:r>
      <w:bookmarkEnd w:id="497"/>
    </w:p>
    <w:p w14:paraId="2B1B23BE" w14:textId="19985094" w:rsidR="001A69FD" w:rsidRDefault="001A69FD" w:rsidP="00661684">
      <w:pPr>
        <w:pStyle w:val="Heading4"/>
      </w:pPr>
      <w:r>
        <w:t>Definition</w:t>
      </w:r>
    </w:p>
    <w:p w14:paraId="24889BB6" w14:textId="1DC2E740" w:rsidR="002857EC" w:rsidRDefault="002857EC" w:rsidP="00FB3F9F">
      <w:pPr>
        <w:rPr>
          <w:lang w:eastAsia="ja-JP"/>
        </w:rPr>
      </w:pPr>
      <w:r w:rsidRPr="000A2F18">
        <w:rPr>
          <w:lang w:eastAsia="ja-JP"/>
        </w:rPr>
        <w:t xml:space="preserve">Function: </w:t>
      </w:r>
      <w:r w:rsidRPr="000A2F18">
        <w:rPr>
          <w:lang w:eastAsia="ja-JP"/>
        </w:rPr>
        <w:tab/>
        <w:t>Filtering</w:t>
      </w:r>
    </w:p>
    <w:p w14:paraId="592E4756" w14:textId="32CA1DD7" w:rsidR="00C558E7" w:rsidRDefault="00C558E7" w:rsidP="00FB3F9F">
      <w:r w:rsidRPr="000A2F18">
        <w:rPr>
          <w:lang w:eastAsia="ja-JP"/>
        </w:rPr>
        <w:t xml:space="preserve">Definition: </w:t>
      </w:r>
      <w:r w:rsidRPr="000A2F18">
        <w:rPr>
          <w:lang w:eastAsia="ja-JP"/>
        </w:rPr>
        <w:tab/>
      </w:r>
      <m:oMath>
        <m:r>
          <w:rPr>
            <w:rFonts w:ascii="Cambria Math" w:hAnsi="Cambria Math"/>
          </w:rPr>
          <m:t xml:space="preserve">f:MDS </m:t>
        </m:r>
        <m:r>
          <m:rPr>
            <m:nor/>
          </m:rPr>
          <w:rPr>
            <w:rFonts w:ascii="Cambria Math" w:hAnsi="Cambria Math"/>
          </w:rPr>
          <m:t>x</m:t>
        </m:r>
        <m:r>
          <w:rPr>
            <w:rFonts w:ascii="Cambria Math" w:hAnsi="Cambria Math"/>
          </w:rPr>
          <m:t xml:space="preserve"> I→ES</m:t>
        </m:r>
      </m:oMath>
    </w:p>
    <w:p w14:paraId="77775417" w14:textId="11936DC1" w:rsidR="00FB3F9F" w:rsidRPr="000A2F18" w:rsidRDefault="00FB3F9F" w:rsidP="00FB3F9F">
      <w:pPr>
        <w:rPr>
          <w:lang w:eastAsia="ja-JP"/>
        </w:rPr>
      </w:pPr>
      <w:r w:rsidRPr="000A2F18">
        <w:rPr>
          <w:lang w:eastAsia="ja-JP"/>
        </w:rPr>
        <w:t xml:space="preserve">Input: </w:t>
      </w:r>
      <w:r w:rsidRPr="000A2F18">
        <w:rPr>
          <w:lang w:eastAsia="ja-JP"/>
        </w:rPr>
        <w:tab/>
      </w:r>
      <w:r w:rsidRPr="000A2F18">
        <w:rPr>
          <w:lang w:eastAsia="ja-JP"/>
        </w:rPr>
        <w:tab/>
        <w:t xml:space="preserve">1 </w:t>
      </w:r>
      <w:r w:rsidR="00444764">
        <w:rPr>
          <w:lang w:eastAsia="ja-JP"/>
        </w:rPr>
        <w:t>media</w:t>
      </w:r>
      <w:r w:rsidR="00444764" w:rsidRPr="000A2F18">
        <w:rPr>
          <w:lang w:eastAsia="ja-JP"/>
        </w:rPr>
        <w:t xml:space="preserve"> </w:t>
      </w:r>
      <w:r w:rsidRPr="000A2F18">
        <w:rPr>
          <w:lang w:eastAsia="ja-JP"/>
        </w:rPr>
        <w:t xml:space="preserve">stream with </w:t>
      </w:r>
      <w:r w:rsidR="00444764">
        <w:rPr>
          <w:lang w:eastAsia="ja-JP"/>
        </w:rPr>
        <w:t>at least one</w:t>
      </w:r>
      <w:r w:rsidR="00444764" w:rsidRPr="000A2F18">
        <w:rPr>
          <w:lang w:eastAsia="ja-JP"/>
        </w:rPr>
        <w:t xml:space="preserve"> </w:t>
      </w:r>
      <w:r w:rsidRPr="000A2F18">
        <w:rPr>
          <w:lang w:eastAsia="ja-JP"/>
        </w:rPr>
        <w:t>video object</w:t>
      </w:r>
    </w:p>
    <w:p w14:paraId="37E1F2F6" w14:textId="77777777" w:rsidR="00FB3F9F" w:rsidRPr="000A2F18" w:rsidRDefault="00FB3F9F" w:rsidP="00FB3F9F">
      <w:pPr>
        <w:rPr>
          <w:lang w:eastAsia="ja-JP"/>
        </w:rPr>
      </w:pPr>
      <w:r w:rsidRPr="000A2F18">
        <w:rPr>
          <w:lang w:eastAsia="ja-JP"/>
        </w:rPr>
        <w:tab/>
      </w:r>
      <w:r w:rsidRPr="000A2F18">
        <w:rPr>
          <w:lang w:eastAsia="ja-JP"/>
        </w:rPr>
        <w:tab/>
      </w:r>
      <w:r w:rsidRPr="000A2F18">
        <w:rPr>
          <w:lang w:eastAsia="ja-JP"/>
        </w:rPr>
        <w:tab/>
        <w:t>Identifier of the selected video object to be extracted</w:t>
      </w:r>
    </w:p>
    <w:p w14:paraId="7232A3E7" w14:textId="77777777" w:rsidR="00FB3F9F" w:rsidRPr="000A2F18" w:rsidRDefault="00FB3F9F" w:rsidP="00FB3F9F">
      <w:pPr>
        <w:rPr>
          <w:lang w:eastAsia="ja-JP"/>
        </w:rPr>
      </w:pPr>
      <w:r w:rsidRPr="000A2F18">
        <w:rPr>
          <w:lang w:eastAsia="ja-JP"/>
        </w:rPr>
        <w:t xml:space="preserve">Output: </w:t>
      </w:r>
      <w:r w:rsidRPr="000A2F18">
        <w:rPr>
          <w:lang w:eastAsia="ja-JP"/>
        </w:rPr>
        <w:tab/>
        <w:t>1 elementary stream with one video object which corresponds to the selected one</w:t>
      </w:r>
    </w:p>
    <w:p w14:paraId="4E786A97" w14:textId="5FE63930" w:rsidR="00FB3F9F" w:rsidRPr="000A2F18" w:rsidRDefault="00FB3F9F" w:rsidP="00F27E41">
      <w:pPr>
        <w:pStyle w:val="Code"/>
      </w:pPr>
      <w:r w:rsidRPr="000A2F18">
        <w:t>ElementaryStream output_stream filtering(</w:t>
      </w:r>
      <w:r w:rsidR="00310234">
        <w:br/>
      </w:r>
      <w:r w:rsidR="00310234">
        <w:tab/>
      </w:r>
      <w:r w:rsidR="00641127">
        <w:t>Media</w:t>
      </w:r>
      <w:r w:rsidR="00641127" w:rsidRPr="000A2F18">
        <w:t xml:space="preserve">Stream </w:t>
      </w:r>
      <w:r w:rsidRPr="000A2F18">
        <w:t>input_stream,</w:t>
      </w:r>
      <w:r w:rsidR="00310234">
        <w:br/>
      </w:r>
      <w:r w:rsidR="00310234">
        <w:tab/>
      </w:r>
      <w:r w:rsidRPr="000A2F18">
        <w:t>ObjectIdentifier id) {</w:t>
      </w:r>
    </w:p>
    <w:p w14:paraId="7C9E02B0" w14:textId="43FF8EA9" w:rsidR="00FB3F9F" w:rsidRPr="000A2F18" w:rsidRDefault="00FB3F9F" w:rsidP="00F27E41">
      <w:pPr>
        <w:pStyle w:val="Code"/>
      </w:pPr>
    </w:p>
    <w:p w14:paraId="54DA0B74" w14:textId="77777777" w:rsidR="00FB3F9F" w:rsidRPr="000A2F18" w:rsidRDefault="00FB3F9F" w:rsidP="00F27E41">
      <w:pPr>
        <w:pStyle w:val="Code"/>
      </w:pPr>
      <w:r w:rsidRPr="000A2F18">
        <w:tab/>
        <w:t>ElementaryStream new_stream</w:t>
      </w:r>
    </w:p>
    <w:p w14:paraId="4BF6422C" w14:textId="77777777" w:rsidR="00FB3F9F" w:rsidRPr="000A2F18" w:rsidRDefault="00FB3F9F" w:rsidP="00F27E41">
      <w:pPr>
        <w:pStyle w:val="Code"/>
      </w:pPr>
    </w:p>
    <w:p w14:paraId="3354DFEC" w14:textId="77777777" w:rsidR="0085298D" w:rsidRDefault="00FB3F9F" w:rsidP="00F27E41">
      <w:pPr>
        <w:pStyle w:val="Code"/>
      </w:pPr>
      <w:r w:rsidRPr="000A2F18">
        <w:tab/>
        <w:t>for(au = begin(input_stream); au != end(input_stream); ++au) {</w:t>
      </w:r>
    </w:p>
    <w:p w14:paraId="41BA6D4C" w14:textId="77777777" w:rsidR="0085298D" w:rsidRDefault="00310234" w:rsidP="00F27E41">
      <w:pPr>
        <w:pStyle w:val="Code"/>
      </w:pPr>
      <w:r>
        <w:tab/>
      </w:r>
      <w:r>
        <w:tab/>
      </w:r>
      <w:r w:rsidR="00FB3F9F" w:rsidRPr="000A2F18">
        <w:t>AccessUnit new_au = au</w:t>
      </w:r>
    </w:p>
    <w:p w14:paraId="0B590B5B" w14:textId="7798F34B" w:rsidR="0085298D" w:rsidRDefault="00310234" w:rsidP="00F27E41">
      <w:pPr>
        <w:pStyle w:val="Code"/>
      </w:pPr>
      <w:r>
        <w:tab/>
      </w:r>
      <w:r>
        <w:tab/>
      </w:r>
      <w:r w:rsidR="00FB3F9F" w:rsidRPr="000A2F18">
        <w:t>for(ObjectSample object_sample = begin(new_au);</w:t>
      </w:r>
      <w:r>
        <w:br/>
      </w:r>
      <w:r w:rsidR="00FB3F9F" w:rsidRPr="000A2F18">
        <w:tab/>
      </w:r>
      <w:r w:rsidR="00FB3F9F" w:rsidRPr="000A2F18">
        <w:tab/>
        <w:t xml:space="preserve">    object_sample!= end(new_au);</w:t>
      </w:r>
      <w:r>
        <w:br/>
      </w:r>
      <w:r w:rsidR="00FB3F9F" w:rsidRPr="000A2F18">
        <w:tab/>
      </w:r>
      <w:r w:rsidR="00FB3F9F" w:rsidRPr="000A2F18">
        <w:tab/>
        <w:t xml:space="preserve">    ++object_sample) {</w:t>
      </w:r>
    </w:p>
    <w:p w14:paraId="79418B68" w14:textId="77777777" w:rsidR="0085298D" w:rsidRDefault="00FB3F9F" w:rsidP="00F27E41">
      <w:pPr>
        <w:pStyle w:val="Code"/>
      </w:pPr>
      <w:r w:rsidRPr="000A2F18">
        <w:tab/>
      </w:r>
      <w:r w:rsidRPr="000A2F18">
        <w:tab/>
      </w:r>
      <w:r w:rsidRPr="000A2F18">
        <w:tab/>
        <w:t>if(identifier(object_sample) != id) {</w:t>
      </w:r>
    </w:p>
    <w:p w14:paraId="0D588927" w14:textId="77777777" w:rsidR="0085298D" w:rsidRDefault="00FB3F9F" w:rsidP="00F27E41">
      <w:pPr>
        <w:pStyle w:val="Code"/>
      </w:pPr>
      <w:r w:rsidRPr="000A2F18">
        <w:tab/>
      </w:r>
      <w:r w:rsidRPr="000A2F18">
        <w:tab/>
      </w:r>
      <w:r w:rsidRPr="000A2F18">
        <w:tab/>
      </w:r>
      <w:r w:rsidRPr="000A2F18">
        <w:tab/>
        <w:t>remove_object(object_sample, new_au)</w:t>
      </w:r>
    </w:p>
    <w:p w14:paraId="4684AEF9" w14:textId="77777777" w:rsidR="0085298D" w:rsidRDefault="00FB3F9F" w:rsidP="00F27E41">
      <w:pPr>
        <w:pStyle w:val="Code"/>
      </w:pPr>
      <w:r w:rsidRPr="000A2F18">
        <w:tab/>
      </w:r>
      <w:r w:rsidRPr="000A2F18">
        <w:tab/>
      </w:r>
      <w:r w:rsidRPr="000A2F18">
        <w:tab/>
        <w:t>}</w:t>
      </w:r>
    </w:p>
    <w:p w14:paraId="1726FDA4" w14:textId="77777777" w:rsidR="0085298D" w:rsidRDefault="00FB3F9F" w:rsidP="00F27E41">
      <w:pPr>
        <w:pStyle w:val="Code"/>
      </w:pPr>
      <w:r w:rsidRPr="000A2F18">
        <w:tab/>
      </w:r>
      <w:r w:rsidRPr="000A2F18">
        <w:tab/>
        <w:t>}</w:t>
      </w:r>
    </w:p>
    <w:p w14:paraId="0509C7DB" w14:textId="1349F41F" w:rsidR="0085298D" w:rsidRDefault="00FB3F9F" w:rsidP="00F27E41">
      <w:pPr>
        <w:pStyle w:val="Code"/>
      </w:pPr>
      <w:r w:rsidRPr="000A2F18">
        <w:tab/>
      </w:r>
      <w:r w:rsidRPr="000A2F18">
        <w:tab/>
        <w:t>new_stream &lt;&lt; new_au</w:t>
      </w:r>
    </w:p>
    <w:p w14:paraId="52DFA9ED" w14:textId="7072F40F" w:rsidR="0085298D" w:rsidRDefault="00FB3F9F" w:rsidP="00F27E41">
      <w:pPr>
        <w:pStyle w:val="Code"/>
      </w:pPr>
      <w:r w:rsidRPr="000A2F18">
        <w:tab/>
        <w:t>}</w:t>
      </w:r>
    </w:p>
    <w:p w14:paraId="025C4F14" w14:textId="23CB8CA7" w:rsidR="00FB3F9F" w:rsidRPr="000A2F18" w:rsidRDefault="00FB3F9F" w:rsidP="00F27E41">
      <w:pPr>
        <w:pStyle w:val="Code"/>
      </w:pPr>
      <w:r w:rsidRPr="000A2F18">
        <w:tab/>
        <w:t>return new_stream</w:t>
      </w:r>
    </w:p>
    <w:p w14:paraId="2A5250EA" w14:textId="50FDC50E" w:rsidR="00FB3F9F" w:rsidRDefault="00FB3F9F" w:rsidP="00F27E41">
      <w:pPr>
        <w:pStyle w:val="Code"/>
      </w:pPr>
      <w:r w:rsidRPr="000A2F18">
        <w:lastRenderedPageBreak/>
        <w:t>}</w:t>
      </w:r>
    </w:p>
    <w:p w14:paraId="327D7C5C" w14:textId="77777777" w:rsidR="009B51F1" w:rsidRPr="000A2F18" w:rsidRDefault="009B51F1" w:rsidP="00F27E41">
      <w:pPr>
        <w:pStyle w:val="Code"/>
      </w:pPr>
    </w:p>
    <w:p w14:paraId="5A1E53D8" w14:textId="48B6F9F6" w:rsidR="00CB779B" w:rsidRDefault="00CB779B" w:rsidP="00CB779B">
      <w:pPr>
        <w:pStyle w:val="Note"/>
      </w:pPr>
      <w:r>
        <w:t>NOTE</w:t>
      </w:r>
      <w:r>
        <w:tab/>
        <w:t xml:space="preserve">The function </w:t>
      </w:r>
      <w:proofErr w:type="spellStart"/>
      <w:r w:rsidRPr="00F2280B">
        <w:rPr>
          <w:rFonts w:ascii="Courier New" w:hAnsi="Courier New"/>
          <w:sz w:val="18"/>
          <w:szCs w:val="18"/>
        </w:rPr>
        <w:t>remove_object</w:t>
      </w:r>
      <w:proofErr w:type="spellEnd"/>
      <w:r w:rsidR="00803017" w:rsidRPr="00F2280B">
        <w:rPr>
          <w:rFonts w:ascii="Courier New" w:hAnsi="Courier New"/>
          <w:sz w:val="18"/>
          <w:szCs w:val="18"/>
        </w:rPr>
        <w:t>()</w:t>
      </w:r>
      <w:r>
        <w:t xml:space="preserve"> is defined for each video codec binding.</w:t>
      </w:r>
    </w:p>
    <w:p w14:paraId="3B73083D" w14:textId="373AC58F" w:rsidR="00FB3F9F" w:rsidRDefault="00AB6C49" w:rsidP="00DE1185">
      <w:pPr>
        <w:pStyle w:val="Note"/>
        <w:rPr>
          <w:rStyle w:val="NoteChar"/>
        </w:rPr>
      </w:pPr>
      <w:r w:rsidRPr="000A2F18">
        <w:rPr>
          <w:rStyle w:val="NoteChar"/>
        </w:rPr>
        <w:t>NOTE</w:t>
      </w:r>
      <w:r w:rsidR="004759FA" w:rsidRPr="000A2F18">
        <w:rPr>
          <w:rStyle w:val="NoteChar"/>
        </w:rPr>
        <w:tab/>
      </w:r>
      <w:r w:rsidR="00FB3F9F" w:rsidRPr="000A2F18">
        <w:rPr>
          <w:rStyle w:val="NoteChar"/>
        </w:rPr>
        <w:t xml:space="preserve">The extraction implements a filtering process based on the selected object identifier, that is the original access units are first copied and then removed from the unwanted objects. This way, the operation does not need to create and initialize an empty access unit, but properties of the </w:t>
      </w:r>
      <w:r w:rsidR="00682A35">
        <w:rPr>
          <w:rStyle w:val="NoteChar"/>
        </w:rPr>
        <w:t>input</w:t>
      </w:r>
      <w:r w:rsidR="00682A35" w:rsidRPr="000A2F18">
        <w:rPr>
          <w:rStyle w:val="NoteChar"/>
        </w:rPr>
        <w:t xml:space="preserve"> </w:t>
      </w:r>
      <w:r w:rsidR="00FB3F9F" w:rsidRPr="000A2F18">
        <w:rPr>
          <w:rStyle w:val="NoteChar"/>
        </w:rPr>
        <w:t>access units are passed on to the access units of the output stream.</w:t>
      </w:r>
    </w:p>
    <w:p w14:paraId="5099197E" w14:textId="199F2AEA" w:rsidR="001A69FD" w:rsidRPr="00A34C8C" w:rsidRDefault="009559A6" w:rsidP="00AC1F24">
      <w:pPr>
        <w:pStyle w:val="Heading4"/>
      </w:pPr>
      <w:r>
        <w:t>Description</w:t>
      </w:r>
    </w:p>
    <w:p w14:paraId="413AE6F9" w14:textId="77777777" w:rsidR="003C4D19" w:rsidRPr="002857EC" w:rsidRDefault="003C4D19" w:rsidP="003C4D19">
      <w:r>
        <w:t>The filtering</w:t>
      </w:r>
      <w:r w:rsidRPr="00220786">
        <w:t xml:space="preserve"> fu</w:t>
      </w:r>
      <w:r>
        <w:t>nction extracts one video object from an input media stream and returns an elementary stream as output which comprises the selected video object.</w:t>
      </w:r>
    </w:p>
    <w:p w14:paraId="193954DB" w14:textId="65D21236" w:rsidR="000A165D" w:rsidRDefault="00FA0768" w:rsidP="000A165D">
      <w:r>
        <w:t>In case the video object is a</w:t>
      </w:r>
      <w:r w:rsidR="003070CE">
        <w:t xml:space="preserve"> </w:t>
      </w:r>
      <w:r>
        <w:t>slice</w:t>
      </w:r>
      <w:r w:rsidR="000A165D">
        <w:t>,</w:t>
      </w:r>
      <w:r>
        <w:t xml:space="preserve"> the filtering function extracts this</w:t>
      </w:r>
      <w:r w:rsidR="000A165D">
        <w:t xml:space="preserve"> slice</w:t>
      </w:r>
      <w:r>
        <w:t xml:space="preserve"> in every coded picture</w:t>
      </w:r>
      <w:r w:rsidR="000A165D">
        <w:t xml:space="preserve"> from the input </w:t>
      </w:r>
      <w:r>
        <w:t xml:space="preserve">media </w:t>
      </w:r>
      <w:r w:rsidR="000A165D">
        <w:t xml:space="preserve">stream and </w:t>
      </w:r>
      <w:r w:rsidR="006307D1">
        <w:t xml:space="preserve">passes it in the </w:t>
      </w:r>
      <w:r w:rsidR="000A165D">
        <w:t xml:space="preserve">output elementary stream. </w:t>
      </w:r>
      <w:r w:rsidR="002107BB">
        <w:t xml:space="preserve">This case is illustrated in </w:t>
      </w:r>
      <w:r w:rsidR="009B166B">
        <w:fldChar w:fldCharType="begin"/>
      </w:r>
      <w:r w:rsidR="009B166B">
        <w:instrText xml:space="preserve"> REF _Ref77779904 \h </w:instrText>
      </w:r>
      <w:r w:rsidR="009B166B">
        <w:fldChar w:fldCharType="separate"/>
      </w:r>
      <w:r w:rsidR="00634738">
        <w:t xml:space="preserve">Figure </w:t>
      </w:r>
      <w:r w:rsidR="00634738">
        <w:rPr>
          <w:noProof/>
        </w:rPr>
        <w:t>5</w:t>
      </w:r>
      <w:r w:rsidR="009B166B">
        <w:fldChar w:fldCharType="end"/>
      </w:r>
      <w:r w:rsidR="002107BB">
        <w:t xml:space="preserve"> wherein</w:t>
      </w:r>
      <w:r w:rsidR="002018C8">
        <w:t xml:space="preserve"> </w:t>
      </w:r>
      <w:r w:rsidR="007807ED">
        <w:t>the diagram</w:t>
      </w:r>
      <w:r w:rsidR="00FB67E3">
        <w:t xml:space="preserve"> </w:t>
      </w:r>
      <w:r w:rsidR="000A165D">
        <w:t>(a) shows the video of</w:t>
      </w:r>
      <w:r w:rsidR="007807ED">
        <w:t xml:space="preserve"> </w:t>
      </w:r>
      <w:r w:rsidR="00644F2A">
        <w:t>the</w:t>
      </w:r>
      <w:r w:rsidR="000A165D">
        <w:t xml:space="preserve"> input </w:t>
      </w:r>
      <w:r w:rsidR="00020727">
        <w:t xml:space="preserve">media </w:t>
      </w:r>
      <w:r w:rsidR="000A165D">
        <w:t xml:space="preserve">stream and </w:t>
      </w:r>
      <w:r w:rsidR="007807ED">
        <w:t xml:space="preserve">the diagram </w:t>
      </w:r>
      <w:r w:rsidR="00182C1A">
        <w:fldChar w:fldCharType="begin"/>
      </w:r>
      <w:r w:rsidR="00182C1A">
        <w:instrText xml:space="preserve"> REF _Ref72853605 \h </w:instrText>
      </w:r>
      <w:r w:rsidR="00182C1A">
        <w:fldChar w:fldCharType="separate"/>
      </w:r>
      <w:r w:rsidR="00634738">
        <w:rPr>
          <w:b/>
          <w:bCs/>
          <w:lang w:val="en-US"/>
        </w:rPr>
        <w:t>Error! Reference source not found.</w:t>
      </w:r>
      <w:r w:rsidR="00182C1A">
        <w:fldChar w:fldCharType="end"/>
      </w:r>
      <w:r w:rsidR="000A165D">
        <w:t>(b) shows</w:t>
      </w:r>
      <w:r w:rsidR="007807ED">
        <w:t xml:space="preserve"> the</w:t>
      </w:r>
      <w:r w:rsidR="000A165D">
        <w:t xml:space="preserve"> video of the output elementary stream. During this operation, </w:t>
      </w:r>
      <w:r w:rsidR="00757B60">
        <w:t xml:space="preserve">the </w:t>
      </w:r>
      <w:r w:rsidR="000A165D">
        <w:t xml:space="preserve">SPS, PPS and slice header </w:t>
      </w:r>
      <w:r w:rsidR="00020727">
        <w:t xml:space="preserve">may need </w:t>
      </w:r>
      <w:r w:rsidR="000A165D">
        <w:t xml:space="preserve">to be </w:t>
      </w:r>
      <w:r w:rsidR="00BD72AC">
        <w:t xml:space="preserve">updated  </w:t>
      </w:r>
      <w:r w:rsidR="00F726F5">
        <w:t xml:space="preserve">as required by the corresponding video coding specification </w:t>
      </w:r>
      <w:r w:rsidR="000A165D">
        <w:t xml:space="preserve">to </w:t>
      </w:r>
      <w:r w:rsidR="00F726F5">
        <w:t xml:space="preserve">correctly signal </w:t>
      </w:r>
      <w:r w:rsidR="000A165D">
        <w:t xml:space="preserve">the size of the video of the output elementary stream, the information about the slices and tiles </w:t>
      </w:r>
      <w:r w:rsidR="0028781D">
        <w:t xml:space="preserve">layout </w:t>
      </w:r>
      <w:r w:rsidR="000A165D">
        <w:t xml:space="preserve">and the </w:t>
      </w:r>
      <w:r w:rsidR="00DA3531">
        <w:t>video object</w:t>
      </w:r>
      <w:r w:rsidR="00B16F4C">
        <w:t xml:space="preserve"> identifier</w:t>
      </w:r>
      <w:r w:rsidR="00DA3531">
        <w:t xml:space="preserve">, e.g. </w:t>
      </w:r>
      <w:r w:rsidR="00BD72AC">
        <w:t xml:space="preserve">the </w:t>
      </w:r>
      <w:r w:rsidR="00DA3531">
        <w:t>slice address</w:t>
      </w:r>
      <w:r w:rsidR="000A165D">
        <w:t xml:space="preserve">. </w:t>
      </w:r>
    </w:p>
    <w:p w14:paraId="28129D00" w14:textId="77777777" w:rsidR="001A5F21" w:rsidRDefault="00B52F42" w:rsidP="005B4698">
      <w:pPr>
        <w:keepNext/>
        <w:jc w:val="center"/>
      </w:pPr>
      <w:r>
        <w:object w:dxaOrig="9607" w:dyaOrig="5403" w14:anchorId="04F7FC50">
          <v:shape id="_x0000_i1028" type="#_x0000_t75" style="width:358.1pt;height:137.75pt" o:ole="">
            <v:imagedata r:id="rId28" o:title="" croptop="17194f" cropbottom="14993f" cropleft="7387f" cropright="9321f"/>
          </v:shape>
          <o:OLEObject Type="Embed" ProgID="PowerPoint.Slide.8" ShapeID="_x0000_i1028" DrawAspect="Content" ObjectID="_1689147436" r:id="rId29"/>
        </w:object>
      </w:r>
    </w:p>
    <w:p w14:paraId="563FAE88" w14:textId="72FB9D6B" w:rsidR="00182C1A" w:rsidRDefault="001A5F21" w:rsidP="00A34C8C">
      <w:pPr>
        <w:pStyle w:val="Caption"/>
      </w:pPr>
      <w:bookmarkStart w:id="498" w:name="_Ref77779904"/>
      <w:r>
        <w:t xml:space="preserve">Figure </w:t>
      </w:r>
      <w:r w:rsidR="00A749FF">
        <w:fldChar w:fldCharType="begin"/>
      </w:r>
      <w:r w:rsidR="00A749FF">
        <w:instrText xml:space="preserve"> SEQ Figure \* ARABIC </w:instrText>
      </w:r>
      <w:r w:rsidR="00A749FF">
        <w:fldChar w:fldCharType="separate"/>
      </w:r>
      <w:r w:rsidR="00634738">
        <w:rPr>
          <w:noProof/>
        </w:rPr>
        <w:t>5</w:t>
      </w:r>
      <w:r w:rsidR="00A749FF">
        <w:fldChar w:fldCharType="end"/>
      </w:r>
      <w:bookmarkEnd w:id="498"/>
      <w:r>
        <w:t xml:space="preserve"> — </w:t>
      </w:r>
      <w:r w:rsidRPr="008B56F7">
        <w:t>Example of input and output video for the filtering function</w:t>
      </w:r>
    </w:p>
    <w:p w14:paraId="470FECAB" w14:textId="7123E0A8" w:rsidR="00FB3F9F" w:rsidRDefault="00FB3F9F" w:rsidP="001C0717">
      <w:pPr>
        <w:pStyle w:val="Heading3"/>
      </w:pPr>
      <w:bookmarkStart w:id="499" w:name="_Toc77782144"/>
      <w:bookmarkStart w:id="500" w:name="_Toc77782749"/>
      <w:bookmarkStart w:id="501" w:name="_Toc77785535"/>
      <w:bookmarkStart w:id="502" w:name="_Toc77850532"/>
      <w:bookmarkStart w:id="503" w:name="_Toc77850673"/>
      <w:bookmarkStart w:id="504" w:name="_Toc77850814"/>
      <w:bookmarkStart w:id="505" w:name="_Toc78533739"/>
      <w:bookmarkEnd w:id="499"/>
      <w:bookmarkEnd w:id="500"/>
      <w:bookmarkEnd w:id="501"/>
      <w:bookmarkEnd w:id="502"/>
      <w:bookmarkEnd w:id="503"/>
      <w:bookmarkEnd w:id="504"/>
      <w:r w:rsidRPr="000A2F18">
        <w:t>Inserting video objects</w:t>
      </w:r>
      <w:bookmarkEnd w:id="505"/>
    </w:p>
    <w:p w14:paraId="086E80E0" w14:textId="0BE8C789" w:rsidR="000B51B0" w:rsidRPr="00326FE5" w:rsidRDefault="000B51B0" w:rsidP="00661684">
      <w:pPr>
        <w:pStyle w:val="Heading4"/>
      </w:pPr>
      <w:r>
        <w:t>Definition</w:t>
      </w:r>
    </w:p>
    <w:p w14:paraId="2F0236B0" w14:textId="77777777" w:rsidR="001C0717" w:rsidRPr="000A2F18" w:rsidRDefault="001C0717" w:rsidP="001C0717">
      <w:pPr>
        <w:rPr>
          <w:lang w:eastAsia="ja-JP"/>
        </w:rPr>
      </w:pPr>
      <w:r w:rsidRPr="000A2F18">
        <w:rPr>
          <w:lang w:eastAsia="ja-JP"/>
        </w:rPr>
        <w:t xml:space="preserve">Function: </w:t>
      </w:r>
      <w:r w:rsidRPr="000A2F18">
        <w:rPr>
          <w:lang w:eastAsia="ja-JP"/>
        </w:rPr>
        <w:tab/>
        <w:t>Inserting</w:t>
      </w:r>
    </w:p>
    <w:p w14:paraId="1224F61B" w14:textId="1F9476B3" w:rsidR="001C0717" w:rsidRDefault="001C0717" w:rsidP="00FB3F9F">
      <w:r w:rsidRPr="000A2F18">
        <w:rPr>
          <w:lang w:eastAsia="ja-JP"/>
        </w:rPr>
        <w:t>Definition:</w:t>
      </w:r>
      <w:r w:rsidRPr="000A2F18">
        <w:rPr>
          <w:lang w:eastAsia="ja-JP"/>
        </w:rPr>
        <w:tab/>
      </w:r>
      <m:oMath>
        <m:r>
          <w:rPr>
            <w:rFonts w:ascii="Cambria Math" w:hAnsi="Cambria Math"/>
          </w:rPr>
          <m:t xml:space="preserve">f: MDS </m:t>
        </m:r>
        <m:r>
          <m:rPr>
            <m:nor/>
          </m:rPr>
          <w:rPr>
            <w:rFonts w:ascii="Cambria Math" w:hAnsi="Cambria Math"/>
          </w:rPr>
          <m:t>x</m:t>
        </m:r>
        <m:r>
          <w:rPr>
            <w:rFonts w:ascii="Cambria Math" w:hAnsi="Cambria Math"/>
          </w:rPr>
          <m:t xml:space="preserve"> MDS→MDS</m:t>
        </m:r>
      </m:oMath>
    </w:p>
    <w:p w14:paraId="48F73429" w14:textId="6585E426" w:rsidR="00FB3F9F" w:rsidRPr="000A2F18" w:rsidRDefault="00FB3F9F" w:rsidP="00FB3F9F">
      <w:pPr>
        <w:rPr>
          <w:lang w:eastAsia="ja-JP"/>
        </w:rPr>
      </w:pPr>
      <w:r w:rsidRPr="000A2F18">
        <w:rPr>
          <w:lang w:eastAsia="ja-JP"/>
        </w:rPr>
        <w:t xml:space="preserve">Input: </w:t>
      </w:r>
      <w:r w:rsidRPr="000A2F18">
        <w:rPr>
          <w:lang w:eastAsia="ja-JP"/>
        </w:rPr>
        <w:tab/>
      </w:r>
      <w:r w:rsidRPr="000A2F18">
        <w:rPr>
          <w:lang w:eastAsia="ja-JP"/>
        </w:rPr>
        <w:tab/>
        <w:t xml:space="preserve">2 </w:t>
      </w:r>
      <w:r w:rsidR="007F5E93">
        <w:rPr>
          <w:lang w:eastAsia="ja-JP"/>
        </w:rPr>
        <w:t>media</w:t>
      </w:r>
      <w:r w:rsidR="007F5E93" w:rsidRPr="000A2F18">
        <w:rPr>
          <w:lang w:eastAsia="ja-JP"/>
        </w:rPr>
        <w:t xml:space="preserve"> </w:t>
      </w:r>
      <w:r w:rsidRPr="000A2F18">
        <w:rPr>
          <w:lang w:eastAsia="ja-JP"/>
        </w:rPr>
        <w:t xml:space="preserve">streams </w:t>
      </w:r>
      <w:r w:rsidR="007F5E93">
        <w:rPr>
          <w:lang w:eastAsia="ja-JP"/>
        </w:rPr>
        <w:t xml:space="preserve">containing </w:t>
      </w:r>
      <w:r w:rsidRPr="000A2F18">
        <w:rPr>
          <w:lang w:eastAsia="ja-JP"/>
        </w:rPr>
        <w:t>at least one video object each</w:t>
      </w:r>
    </w:p>
    <w:p w14:paraId="4E98F324" w14:textId="6172FB03" w:rsidR="00FB3F9F" w:rsidRPr="000A2F18" w:rsidRDefault="00FB3F9F" w:rsidP="00FB3F9F">
      <w:pPr>
        <w:rPr>
          <w:lang w:eastAsia="ja-JP"/>
        </w:rPr>
      </w:pPr>
      <w:r w:rsidRPr="000A2F18">
        <w:rPr>
          <w:lang w:eastAsia="ja-JP"/>
        </w:rPr>
        <w:t xml:space="preserve">Output: </w:t>
      </w:r>
      <w:r w:rsidRPr="000A2F18">
        <w:rPr>
          <w:lang w:eastAsia="ja-JP"/>
        </w:rPr>
        <w:tab/>
        <w:t xml:space="preserve">1 </w:t>
      </w:r>
      <w:r w:rsidR="005E6B12">
        <w:rPr>
          <w:lang w:eastAsia="ja-JP"/>
        </w:rPr>
        <w:t>media</w:t>
      </w:r>
      <w:r w:rsidR="005E6B12" w:rsidRPr="000A2F18">
        <w:rPr>
          <w:lang w:eastAsia="ja-JP"/>
        </w:rPr>
        <w:t xml:space="preserve"> </w:t>
      </w:r>
      <w:r w:rsidRPr="000A2F18">
        <w:rPr>
          <w:lang w:eastAsia="ja-JP"/>
        </w:rPr>
        <w:t xml:space="preserve">stream with as many video objects as the sum of video objects in both input </w:t>
      </w:r>
      <w:r w:rsidR="00173715">
        <w:rPr>
          <w:lang w:eastAsia="ja-JP"/>
        </w:rPr>
        <w:t>media</w:t>
      </w:r>
      <w:r w:rsidR="00173715" w:rsidRPr="000A2F18">
        <w:rPr>
          <w:lang w:eastAsia="ja-JP"/>
        </w:rPr>
        <w:t xml:space="preserve"> </w:t>
      </w:r>
      <w:r w:rsidRPr="000A2F18">
        <w:rPr>
          <w:lang w:eastAsia="ja-JP"/>
        </w:rPr>
        <w:t>streams</w:t>
      </w:r>
    </w:p>
    <w:p w14:paraId="77664E6E" w14:textId="0CDB73A3" w:rsidR="00FB3F9F" w:rsidRPr="000A2F18" w:rsidRDefault="005E6B12" w:rsidP="00F27E41">
      <w:pPr>
        <w:pStyle w:val="Code"/>
      </w:pPr>
      <w:r>
        <w:t>Media</w:t>
      </w:r>
      <w:r w:rsidRPr="000A2F18">
        <w:t xml:space="preserve">Stream </w:t>
      </w:r>
      <w:r w:rsidR="00FB3F9F" w:rsidRPr="000A2F18">
        <w:t>output_stream inserting(</w:t>
      </w:r>
      <w:r w:rsidR="00310234">
        <w:br/>
      </w:r>
      <w:r w:rsidR="00310234">
        <w:tab/>
      </w:r>
      <w:r w:rsidR="00173715">
        <w:t>Media</w:t>
      </w:r>
      <w:r w:rsidR="00173715" w:rsidRPr="000A2F18">
        <w:t xml:space="preserve">Stream </w:t>
      </w:r>
      <w:r w:rsidR="00FB3F9F" w:rsidRPr="000A2F18">
        <w:t>input_stream_1,</w:t>
      </w:r>
      <w:r w:rsidR="00310234">
        <w:br/>
      </w:r>
      <w:r w:rsidR="00310234">
        <w:tab/>
      </w:r>
      <w:r w:rsidR="00173715">
        <w:t>Media</w:t>
      </w:r>
      <w:r w:rsidR="00173715" w:rsidRPr="000A2F18">
        <w:t xml:space="preserve">Stream </w:t>
      </w:r>
      <w:r w:rsidR="00FB3F9F" w:rsidRPr="000A2F18">
        <w:t>input_stream_2) {</w:t>
      </w:r>
    </w:p>
    <w:p w14:paraId="2ADBB8FD" w14:textId="77777777" w:rsidR="00FB3F9F" w:rsidRPr="000A2F18" w:rsidRDefault="00FB3F9F" w:rsidP="00F27E41">
      <w:pPr>
        <w:pStyle w:val="Code"/>
      </w:pPr>
    </w:p>
    <w:p w14:paraId="4A549275" w14:textId="77777777" w:rsidR="00FB3F9F" w:rsidRPr="000A2F18" w:rsidRDefault="00FB3F9F" w:rsidP="00F27E41">
      <w:pPr>
        <w:pStyle w:val="Code"/>
      </w:pPr>
      <w:r w:rsidRPr="000A2F18">
        <w:tab/>
        <w:t>ElementaryStream new_stream</w:t>
      </w:r>
    </w:p>
    <w:p w14:paraId="29837676" w14:textId="77777777" w:rsidR="00FB3F9F" w:rsidRPr="000A2F18" w:rsidRDefault="00FB3F9F" w:rsidP="00F27E41">
      <w:pPr>
        <w:pStyle w:val="Code"/>
      </w:pPr>
    </w:p>
    <w:p w14:paraId="1F26CB5E" w14:textId="77777777" w:rsidR="0085298D" w:rsidRDefault="00FB3F9F" w:rsidP="00F27E41">
      <w:pPr>
        <w:pStyle w:val="Code"/>
      </w:pPr>
      <w:r w:rsidRPr="000A2F18">
        <w:tab/>
        <w:t>for(au_1 = begin(input_stream_1), au_2 = begin(input_stream_2);</w:t>
      </w:r>
      <w:r w:rsidR="0085298D">
        <w:br/>
      </w:r>
      <w:r w:rsidRPr="000A2F18">
        <w:tab/>
        <w:t xml:space="preserve">    au_1 != end(input_stream_1), au_2 != end(input_stream_2);</w:t>
      </w:r>
      <w:r w:rsidR="0085298D">
        <w:br/>
      </w:r>
      <w:r w:rsidRPr="000A2F18">
        <w:tab/>
        <w:t xml:space="preserve">    ++au_1, ++au_2) {</w:t>
      </w:r>
    </w:p>
    <w:p w14:paraId="613B5C55" w14:textId="77777777" w:rsidR="0085298D" w:rsidRDefault="00FB3F9F" w:rsidP="00F27E41">
      <w:pPr>
        <w:pStyle w:val="Code"/>
      </w:pPr>
      <w:r w:rsidRPr="000A2F18">
        <w:tab/>
      </w:r>
      <w:r w:rsidRPr="000A2F18">
        <w:tab/>
        <w:t>AccessUnit new_au = au_2</w:t>
      </w:r>
    </w:p>
    <w:p w14:paraId="2F88873C" w14:textId="77777777" w:rsidR="0085298D" w:rsidRDefault="00FB3F9F" w:rsidP="00F27E41">
      <w:pPr>
        <w:pStyle w:val="Code"/>
      </w:pPr>
      <w:r w:rsidRPr="000A2F18">
        <w:lastRenderedPageBreak/>
        <w:tab/>
      </w:r>
      <w:r w:rsidRPr="000A2F18">
        <w:tab/>
        <w:t>for(object_sample = begin(au_1);</w:t>
      </w:r>
      <w:r w:rsidR="0085298D">
        <w:br/>
      </w:r>
      <w:r w:rsidRPr="000A2F18">
        <w:tab/>
      </w:r>
      <w:r w:rsidRPr="000A2F18">
        <w:tab/>
        <w:t xml:space="preserve">    object_sample != end(au_1);</w:t>
      </w:r>
      <w:r w:rsidR="0085298D">
        <w:br/>
      </w:r>
      <w:r w:rsidRPr="000A2F18">
        <w:tab/>
      </w:r>
      <w:r w:rsidRPr="000A2F18">
        <w:tab/>
        <w:t xml:space="preserve">    ++object_sample) {</w:t>
      </w:r>
    </w:p>
    <w:p w14:paraId="348E59DB" w14:textId="77777777" w:rsidR="0085298D" w:rsidRDefault="00FB3F9F" w:rsidP="00F27E41">
      <w:pPr>
        <w:pStyle w:val="Code"/>
      </w:pPr>
      <w:r w:rsidRPr="000A2F18">
        <w:tab/>
      </w:r>
      <w:r w:rsidRPr="000A2F18">
        <w:tab/>
      </w:r>
      <w:r w:rsidRPr="000A2F18">
        <w:tab/>
        <w:t>add_object(object_sample, new_au)</w:t>
      </w:r>
    </w:p>
    <w:p w14:paraId="501DD258" w14:textId="4498CA1B" w:rsidR="00FB3F9F" w:rsidRPr="000A2F18" w:rsidRDefault="00FB3F9F" w:rsidP="00F27E41">
      <w:pPr>
        <w:pStyle w:val="Code"/>
      </w:pPr>
      <w:r w:rsidRPr="000A2F18">
        <w:tab/>
      </w:r>
      <w:r w:rsidRPr="000A2F18">
        <w:tab/>
        <w:t>}</w:t>
      </w:r>
    </w:p>
    <w:p w14:paraId="231B58FB" w14:textId="77777777" w:rsidR="00FB3F9F" w:rsidRPr="000A2F18" w:rsidRDefault="00FB3F9F" w:rsidP="00F27E41">
      <w:pPr>
        <w:pStyle w:val="Code"/>
      </w:pPr>
    </w:p>
    <w:p w14:paraId="6B3154F2" w14:textId="77777777" w:rsidR="00FB3F9F" w:rsidRPr="000A2F18" w:rsidRDefault="00FB3F9F" w:rsidP="00F27E41">
      <w:pPr>
        <w:pStyle w:val="Code"/>
      </w:pPr>
      <w:r w:rsidRPr="000A2F18">
        <w:tab/>
      </w:r>
      <w:r w:rsidRPr="000A2F18">
        <w:tab/>
        <w:t>new_stream &lt;&lt; new_au</w:t>
      </w:r>
    </w:p>
    <w:p w14:paraId="5E94B7DB" w14:textId="77777777" w:rsidR="00FB3F9F" w:rsidRPr="000A2F18" w:rsidRDefault="00FB3F9F" w:rsidP="00F27E41">
      <w:pPr>
        <w:pStyle w:val="Code"/>
      </w:pPr>
    </w:p>
    <w:p w14:paraId="1397B41A" w14:textId="77777777" w:rsidR="0085298D" w:rsidRDefault="00FB3F9F" w:rsidP="00F27E41">
      <w:pPr>
        <w:pStyle w:val="Code"/>
      </w:pPr>
      <w:r w:rsidRPr="000A2F18">
        <w:tab/>
        <w:t>}</w:t>
      </w:r>
    </w:p>
    <w:p w14:paraId="5B1BCFE5" w14:textId="69BD05E3" w:rsidR="00FB3F9F" w:rsidRPr="000A2F18" w:rsidRDefault="00FB3F9F" w:rsidP="00F27E41">
      <w:pPr>
        <w:pStyle w:val="Code"/>
      </w:pPr>
      <w:r w:rsidRPr="000A2F18">
        <w:tab/>
        <w:t>return new_stream</w:t>
      </w:r>
    </w:p>
    <w:p w14:paraId="55036BF7" w14:textId="77777777" w:rsidR="00FB3F9F" w:rsidRPr="000A2F18" w:rsidRDefault="00FB3F9F" w:rsidP="00F27E41">
      <w:pPr>
        <w:pStyle w:val="Code"/>
      </w:pPr>
      <w:r w:rsidRPr="000A2F18">
        <w:t>}</w:t>
      </w:r>
    </w:p>
    <w:p w14:paraId="7F51D285" w14:textId="77777777" w:rsidR="00FB3F9F" w:rsidRPr="000A2F18" w:rsidRDefault="00FB3F9F" w:rsidP="00FB3F9F">
      <w:pPr>
        <w:rPr>
          <w:rFonts w:ascii="Courier New" w:hAnsi="Courier New" w:cs="Courier New"/>
          <w:sz w:val="20"/>
          <w:szCs w:val="20"/>
        </w:rPr>
      </w:pPr>
    </w:p>
    <w:p w14:paraId="010638D3" w14:textId="59EFF46D" w:rsidR="00FB3F9F" w:rsidRPr="000A2F18" w:rsidRDefault="00FB3F9F" w:rsidP="00F27E41">
      <w:pPr>
        <w:pStyle w:val="Note"/>
      </w:pPr>
      <w:r w:rsidRPr="000A2F18">
        <w:t>NOTE</w:t>
      </w:r>
      <w:r w:rsidR="004759FA" w:rsidRPr="000A2F18">
        <w:tab/>
      </w:r>
      <w:r w:rsidRPr="000A2F18">
        <w:t xml:space="preserve">The inserting operation stops </w:t>
      </w:r>
      <w:r w:rsidR="00B82730">
        <w:t>as soon as</w:t>
      </w:r>
      <w:r w:rsidR="00B82730" w:rsidRPr="000A2F18">
        <w:t xml:space="preserve"> </w:t>
      </w:r>
      <w:r w:rsidRPr="000A2F18">
        <w:t>one of the two input streams end</w:t>
      </w:r>
      <w:r w:rsidR="004759FA" w:rsidRPr="000A2F18">
        <w:t>s</w:t>
      </w:r>
      <w:r w:rsidRPr="000A2F18">
        <w:t>.</w:t>
      </w:r>
    </w:p>
    <w:p w14:paraId="38C8A5BC" w14:textId="3B4D0CBF" w:rsidR="00FB3F9F" w:rsidRDefault="00FB3F9F" w:rsidP="00F27E41">
      <w:pPr>
        <w:pStyle w:val="Note"/>
      </w:pPr>
      <w:r w:rsidRPr="000A2F18">
        <w:t>NOTE</w:t>
      </w:r>
      <w:r w:rsidR="004759FA" w:rsidRPr="000A2F18">
        <w:tab/>
      </w:r>
      <w:r w:rsidRPr="000A2F18">
        <w:t>The inserting operation is defined as the insertion of video objects of the first</w:t>
      </w:r>
      <w:r w:rsidR="00B82730">
        <w:t xml:space="preserve"> input</w:t>
      </w:r>
      <w:r w:rsidRPr="000A2F18">
        <w:t xml:space="preserve"> </w:t>
      </w:r>
      <w:r w:rsidR="00B82730">
        <w:t>media</w:t>
      </w:r>
      <w:r w:rsidR="00B82730" w:rsidRPr="000A2F18">
        <w:t xml:space="preserve"> </w:t>
      </w:r>
      <w:r w:rsidRPr="000A2F18">
        <w:t xml:space="preserve">stream into the second </w:t>
      </w:r>
      <w:r w:rsidR="00B82730">
        <w:t xml:space="preserve">input media </w:t>
      </w:r>
      <w:r w:rsidRPr="000A2F18">
        <w:t xml:space="preserve">stream. This way, the operation does not need to create and initialize an empty access unit, but the properties of the access units of the second </w:t>
      </w:r>
      <w:r w:rsidR="00854601">
        <w:t>input media</w:t>
      </w:r>
      <w:r w:rsidR="00854601" w:rsidRPr="000A2F18">
        <w:t xml:space="preserve"> </w:t>
      </w:r>
      <w:r w:rsidRPr="000A2F18">
        <w:t xml:space="preserve">stream are passed on to the access units of the output </w:t>
      </w:r>
      <w:r w:rsidR="00D31FF2">
        <w:t xml:space="preserve">elementary </w:t>
      </w:r>
      <w:r w:rsidRPr="000A2F18">
        <w:t>stream.</w:t>
      </w:r>
    </w:p>
    <w:p w14:paraId="048AF45E" w14:textId="3442AB32" w:rsidR="00FB3F9F" w:rsidRDefault="000A5446" w:rsidP="000A5446">
      <w:pPr>
        <w:pStyle w:val="Note"/>
      </w:pPr>
      <w:r>
        <w:t>NOTE</w:t>
      </w:r>
      <w:r>
        <w:tab/>
        <w:t xml:space="preserve">The function </w:t>
      </w:r>
      <w:proofErr w:type="spellStart"/>
      <w:r w:rsidRPr="00F2280B">
        <w:rPr>
          <w:rFonts w:ascii="Courier New" w:hAnsi="Courier New"/>
          <w:sz w:val="18"/>
          <w:szCs w:val="18"/>
        </w:rPr>
        <w:t>add_object</w:t>
      </w:r>
      <w:proofErr w:type="spellEnd"/>
      <w:r w:rsidR="00803017" w:rsidRPr="00F2280B">
        <w:rPr>
          <w:rFonts w:ascii="Courier New" w:hAnsi="Courier New"/>
          <w:sz w:val="18"/>
          <w:szCs w:val="18"/>
        </w:rPr>
        <w:t>()</w:t>
      </w:r>
      <w:r>
        <w:t xml:space="preserve"> is defined for each video codec binding.</w:t>
      </w:r>
    </w:p>
    <w:p w14:paraId="4C25781F" w14:textId="20CC644E" w:rsidR="000B51B0" w:rsidRDefault="009559A6" w:rsidP="000B51B0">
      <w:pPr>
        <w:pStyle w:val="Heading4"/>
      </w:pPr>
      <w:r>
        <w:t>Description</w:t>
      </w:r>
    </w:p>
    <w:p w14:paraId="4BE4FAE6" w14:textId="6D4D0486" w:rsidR="00A0110A" w:rsidRDefault="00A0110A" w:rsidP="00A0110A">
      <w:pPr>
        <w:rPr>
          <w:lang w:eastAsia="ja-JP"/>
        </w:rPr>
      </w:pPr>
      <w:r>
        <w:rPr>
          <w:lang w:eastAsia="ja-JP"/>
        </w:rPr>
        <w:t>Th</w:t>
      </w:r>
      <w:r w:rsidR="00A93D14">
        <w:rPr>
          <w:lang w:eastAsia="ja-JP"/>
        </w:rPr>
        <w:t>e inserting</w:t>
      </w:r>
      <w:r>
        <w:rPr>
          <w:lang w:eastAsia="ja-JP"/>
        </w:rPr>
        <w:t xml:space="preserve"> function </w:t>
      </w:r>
      <w:r w:rsidR="00E27AD5">
        <w:rPr>
          <w:lang w:eastAsia="ja-JP"/>
        </w:rPr>
        <w:t xml:space="preserve">takes </w:t>
      </w:r>
      <w:r>
        <w:rPr>
          <w:lang w:eastAsia="ja-JP"/>
        </w:rPr>
        <w:t>the video objects from a first</w:t>
      </w:r>
      <w:r w:rsidR="004D3372">
        <w:rPr>
          <w:lang w:eastAsia="ja-JP"/>
        </w:rPr>
        <w:t xml:space="preserve"> input</w:t>
      </w:r>
      <w:r>
        <w:rPr>
          <w:lang w:eastAsia="ja-JP"/>
        </w:rPr>
        <w:t xml:space="preserve"> </w:t>
      </w:r>
      <w:r w:rsidR="004D3372">
        <w:rPr>
          <w:lang w:eastAsia="ja-JP"/>
        </w:rPr>
        <w:t xml:space="preserve">media </w:t>
      </w:r>
      <w:r>
        <w:rPr>
          <w:lang w:eastAsia="ja-JP"/>
        </w:rPr>
        <w:t xml:space="preserve">stream into a second </w:t>
      </w:r>
      <w:r w:rsidR="004D3372">
        <w:rPr>
          <w:lang w:eastAsia="ja-JP"/>
        </w:rPr>
        <w:t xml:space="preserve">input media </w:t>
      </w:r>
      <w:r>
        <w:rPr>
          <w:lang w:eastAsia="ja-JP"/>
        </w:rPr>
        <w:t xml:space="preserve">stream and output the resulting </w:t>
      </w:r>
      <w:r w:rsidR="00D779A6">
        <w:rPr>
          <w:lang w:eastAsia="ja-JP"/>
        </w:rPr>
        <w:t xml:space="preserve">output </w:t>
      </w:r>
      <w:r w:rsidR="005E6B12">
        <w:rPr>
          <w:lang w:eastAsia="ja-JP"/>
        </w:rPr>
        <w:t xml:space="preserve">media </w:t>
      </w:r>
      <w:r>
        <w:rPr>
          <w:lang w:eastAsia="ja-JP"/>
        </w:rPr>
        <w:t xml:space="preserve">stream </w:t>
      </w:r>
      <w:r w:rsidR="00D779A6">
        <w:rPr>
          <w:lang w:eastAsia="ja-JP"/>
        </w:rPr>
        <w:t xml:space="preserve">which </w:t>
      </w:r>
      <w:r>
        <w:rPr>
          <w:lang w:eastAsia="ja-JP"/>
        </w:rPr>
        <w:t xml:space="preserve">comprises the video objects from </w:t>
      </w:r>
      <w:r w:rsidR="003070CE">
        <w:rPr>
          <w:lang w:eastAsia="ja-JP"/>
        </w:rPr>
        <w:t xml:space="preserve">both </w:t>
      </w:r>
      <w:r>
        <w:rPr>
          <w:lang w:eastAsia="ja-JP"/>
        </w:rPr>
        <w:t xml:space="preserve">first and second </w:t>
      </w:r>
      <w:r w:rsidR="003070CE">
        <w:rPr>
          <w:lang w:eastAsia="ja-JP"/>
        </w:rPr>
        <w:t xml:space="preserve">input media </w:t>
      </w:r>
      <w:r>
        <w:rPr>
          <w:lang w:eastAsia="ja-JP"/>
        </w:rPr>
        <w:t>streams.</w:t>
      </w:r>
    </w:p>
    <w:p w14:paraId="43D1CEA6" w14:textId="5187D2E3" w:rsidR="00A0110A" w:rsidRDefault="006D014A" w:rsidP="00A0110A">
      <w:pPr>
        <w:rPr>
          <w:lang w:eastAsia="ja-JP"/>
        </w:rPr>
      </w:pPr>
      <w:r>
        <w:t>In case the video objects are slices</w:t>
      </w:r>
      <w:r w:rsidR="00A0110A">
        <w:rPr>
          <w:lang w:eastAsia="ja-JP"/>
        </w:rPr>
        <w:t xml:space="preserve">, either </w:t>
      </w:r>
      <w:r>
        <w:rPr>
          <w:lang w:eastAsia="ja-JP"/>
        </w:rPr>
        <w:t xml:space="preserve">the </w:t>
      </w:r>
      <w:r w:rsidR="00A0110A">
        <w:rPr>
          <w:lang w:eastAsia="ja-JP"/>
        </w:rPr>
        <w:t xml:space="preserve">width or </w:t>
      </w:r>
      <w:r>
        <w:rPr>
          <w:lang w:eastAsia="ja-JP"/>
        </w:rPr>
        <w:t xml:space="preserve">the </w:t>
      </w:r>
      <w:r w:rsidR="00A0110A">
        <w:rPr>
          <w:lang w:eastAsia="ja-JP"/>
        </w:rPr>
        <w:t xml:space="preserve">height </w:t>
      </w:r>
      <w:r>
        <w:rPr>
          <w:lang w:eastAsia="ja-JP"/>
        </w:rPr>
        <w:t xml:space="preserve">of the coded pictures </w:t>
      </w:r>
      <w:r w:rsidR="00516AED">
        <w:rPr>
          <w:lang w:eastAsia="ja-JP"/>
        </w:rPr>
        <w:t xml:space="preserve">of </w:t>
      </w:r>
      <w:r w:rsidR="007D5959">
        <w:rPr>
          <w:lang w:eastAsia="ja-JP"/>
        </w:rPr>
        <w:t xml:space="preserve">the </w:t>
      </w:r>
      <w:r w:rsidR="00516AED">
        <w:rPr>
          <w:lang w:eastAsia="ja-JP"/>
        </w:rPr>
        <w:t xml:space="preserve">input </w:t>
      </w:r>
      <w:r w:rsidR="007D5959">
        <w:rPr>
          <w:lang w:eastAsia="ja-JP"/>
        </w:rPr>
        <w:t xml:space="preserve">media streams </w:t>
      </w:r>
      <w:r w:rsidR="00516AED">
        <w:rPr>
          <w:lang w:eastAsia="ja-JP"/>
        </w:rPr>
        <w:t xml:space="preserve">are equal </w:t>
      </w:r>
      <w:r w:rsidR="007D5959">
        <w:rPr>
          <w:lang w:eastAsia="ja-JP"/>
        </w:rPr>
        <w:t xml:space="preserve">in order </w:t>
      </w:r>
      <w:r w:rsidR="00A0110A">
        <w:rPr>
          <w:lang w:eastAsia="ja-JP"/>
        </w:rPr>
        <w:t xml:space="preserve">to maintain the </w:t>
      </w:r>
      <w:r w:rsidR="007D5959">
        <w:rPr>
          <w:lang w:eastAsia="ja-JP"/>
        </w:rPr>
        <w:t xml:space="preserve">rectangular </w:t>
      </w:r>
      <w:r w:rsidR="00A0110A">
        <w:rPr>
          <w:lang w:eastAsia="ja-JP"/>
        </w:rPr>
        <w:t xml:space="preserve">shape of the video of the output </w:t>
      </w:r>
      <w:r w:rsidR="00FF6159">
        <w:rPr>
          <w:lang w:eastAsia="ja-JP"/>
        </w:rPr>
        <w:t xml:space="preserve">media </w:t>
      </w:r>
      <w:r w:rsidR="00A0110A">
        <w:rPr>
          <w:lang w:eastAsia="ja-JP"/>
        </w:rPr>
        <w:t xml:space="preserve">stream. </w:t>
      </w:r>
      <w:r w:rsidR="007E183B">
        <w:rPr>
          <w:lang w:eastAsia="ja-JP"/>
        </w:rPr>
        <w:t>In case</w:t>
      </w:r>
      <w:r w:rsidR="00A0110A">
        <w:rPr>
          <w:lang w:eastAsia="ja-JP"/>
        </w:rPr>
        <w:t xml:space="preserve"> the width of </w:t>
      </w:r>
      <w:r w:rsidR="007E183B">
        <w:rPr>
          <w:lang w:eastAsia="ja-JP"/>
        </w:rPr>
        <w:t xml:space="preserve">the </w:t>
      </w:r>
      <w:r w:rsidR="00A0110A">
        <w:rPr>
          <w:lang w:eastAsia="ja-JP"/>
        </w:rPr>
        <w:t xml:space="preserve">two </w:t>
      </w:r>
      <w:r w:rsidR="007E183B">
        <w:rPr>
          <w:lang w:eastAsia="ja-JP"/>
        </w:rPr>
        <w:t xml:space="preserve">input </w:t>
      </w:r>
      <w:r w:rsidR="00A0110A">
        <w:rPr>
          <w:lang w:eastAsia="ja-JP"/>
        </w:rPr>
        <w:t xml:space="preserve">videos are </w:t>
      </w:r>
      <w:r w:rsidR="007E183B">
        <w:rPr>
          <w:lang w:eastAsia="ja-JP"/>
        </w:rPr>
        <w:t xml:space="preserve">equal, </w:t>
      </w:r>
      <w:r w:rsidR="00A0110A">
        <w:rPr>
          <w:lang w:eastAsia="ja-JP"/>
        </w:rPr>
        <w:t xml:space="preserve">as shown in </w:t>
      </w:r>
      <w:r w:rsidR="00213DE2">
        <w:rPr>
          <w:lang w:eastAsia="ja-JP"/>
        </w:rPr>
        <w:t>t</w:t>
      </w:r>
      <w:r w:rsidR="008C664E">
        <w:rPr>
          <w:lang w:eastAsia="ja-JP"/>
        </w:rPr>
        <w:t>he diagrams</w:t>
      </w:r>
      <w:r w:rsidR="00213DE2">
        <w:rPr>
          <w:lang w:eastAsia="ja-JP"/>
        </w:rPr>
        <w:t xml:space="preserve"> </w:t>
      </w:r>
      <w:r w:rsidR="00A0110A">
        <w:rPr>
          <w:lang w:eastAsia="ja-JP"/>
        </w:rPr>
        <w:t>(a) and (b)</w:t>
      </w:r>
      <w:r w:rsidR="008C664E">
        <w:rPr>
          <w:lang w:eastAsia="ja-JP"/>
        </w:rPr>
        <w:t xml:space="preserve"> </w:t>
      </w:r>
      <w:r w:rsidR="008576E9">
        <w:rPr>
          <w:lang w:eastAsia="ja-JP"/>
        </w:rPr>
        <w:t xml:space="preserve">in </w:t>
      </w:r>
      <w:r w:rsidR="008576E9">
        <w:rPr>
          <w:lang w:eastAsia="ja-JP"/>
        </w:rPr>
        <w:fldChar w:fldCharType="begin"/>
      </w:r>
      <w:r w:rsidR="008576E9">
        <w:rPr>
          <w:lang w:eastAsia="ja-JP"/>
        </w:rPr>
        <w:instrText xml:space="preserve"> REF _Ref77781812 \h </w:instrText>
      </w:r>
      <w:r w:rsidR="008576E9">
        <w:rPr>
          <w:lang w:eastAsia="ja-JP"/>
        </w:rPr>
      </w:r>
      <w:r w:rsidR="008576E9">
        <w:rPr>
          <w:lang w:eastAsia="ja-JP"/>
        </w:rPr>
        <w:fldChar w:fldCharType="separate"/>
      </w:r>
      <w:r w:rsidR="00634738" w:rsidRPr="00AC1F24">
        <w:t xml:space="preserve">Figure </w:t>
      </w:r>
      <w:r w:rsidR="00634738">
        <w:rPr>
          <w:noProof/>
        </w:rPr>
        <w:t>6</w:t>
      </w:r>
      <w:r w:rsidR="008576E9">
        <w:rPr>
          <w:lang w:eastAsia="ja-JP"/>
        </w:rPr>
        <w:fldChar w:fldCharType="end"/>
      </w:r>
      <w:r w:rsidR="00A0110A">
        <w:rPr>
          <w:lang w:eastAsia="ja-JP"/>
        </w:rPr>
        <w:t xml:space="preserve">, then </w:t>
      </w:r>
      <w:r w:rsidR="007E183B">
        <w:rPr>
          <w:lang w:eastAsia="ja-JP"/>
        </w:rPr>
        <w:t xml:space="preserve">the two </w:t>
      </w:r>
      <w:r w:rsidR="00A0110A">
        <w:rPr>
          <w:lang w:eastAsia="ja-JP"/>
        </w:rPr>
        <w:t xml:space="preserve">videos are vertically </w:t>
      </w:r>
      <w:r w:rsidR="00725355">
        <w:rPr>
          <w:lang w:eastAsia="ja-JP"/>
        </w:rPr>
        <w:t xml:space="preserve">stitched </w:t>
      </w:r>
      <w:r w:rsidR="00A0110A">
        <w:rPr>
          <w:lang w:eastAsia="ja-JP"/>
        </w:rPr>
        <w:t>as shown in</w:t>
      </w:r>
      <w:r w:rsidR="00A468D3">
        <w:rPr>
          <w:lang w:eastAsia="ja-JP"/>
        </w:rPr>
        <w:t xml:space="preserve"> the diagram</w:t>
      </w:r>
      <w:r w:rsidR="00A0110A">
        <w:rPr>
          <w:lang w:eastAsia="ja-JP"/>
        </w:rPr>
        <w:t xml:space="preserve"> (c)</w:t>
      </w:r>
      <w:r w:rsidR="00A468D3">
        <w:rPr>
          <w:lang w:eastAsia="ja-JP"/>
        </w:rPr>
        <w:t xml:space="preserve"> of the same figure</w:t>
      </w:r>
      <w:r w:rsidR="00A0110A">
        <w:rPr>
          <w:lang w:eastAsia="ja-JP"/>
        </w:rPr>
        <w:t xml:space="preserve">. </w:t>
      </w:r>
      <w:r w:rsidR="00DC5A17">
        <w:rPr>
          <w:lang w:eastAsia="ja-JP"/>
        </w:rPr>
        <w:t>During this operation,</w:t>
      </w:r>
      <w:r w:rsidR="00757B60">
        <w:rPr>
          <w:lang w:eastAsia="ja-JP"/>
        </w:rPr>
        <w:t xml:space="preserve"> the</w:t>
      </w:r>
      <w:r w:rsidR="00DC5A17">
        <w:rPr>
          <w:lang w:eastAsia="ja-JP"/>
        </w:rPr>
        <w:t xml:space="preserve"> SPS, PPS and slice header </w:t>
      </w:r>
      <w:r w:rsidR="00757B60">
        <w:rPr>
          <w:lang w:eastAsia="ja-JP"/>
        </w:rPr>
        <w:t xml:space="preserve">may </w:t>
      </w:r>
      <w:r w:rsidR="00DC5A17">
        <w:rPr>
          <w:lang w:eastAsia="ja-JP"/>
        </w:rPr>
        <w:t xml:space="preserve">need to be </w:t>
      </w:r>
      <w:r w:rsidR="00757B60">
        <w:rPr>
          <w:lang w:eastAsia="ja-JP"/>
        </w:rPr>
        <w:t xml:space="preserve">updated </w:t>
      </w:r>
      <w:r w:rsidR="00DC5A17">
        <w:rPr>
          <w:lang w:eastAsia="ja-JP"/>
        </w:rPr>
        <w:t xml:space="preserve">to </w:t>
      </w:r>
      <w:r w:rsidR="00757B60">
        <w:rPr>
          <w:lang w:eastAsia="ja-JP"/>
        </w:rPr>
        <w:t xml:space="preserve">correctly signal </w:t>
      </w:r>
      <w:r w:rsidR="00DC5A17">
        <w:rPr>
          <w:lang w:eastAsia="ja-JP"/>
        </w:rPr>
        <w:t xml:space="preserve">the size of the video of the output </w:t>
      </w:r>
      <w:r w:rsidR="00FF6159">
        <w:rPr>
          <w:lang w:eastAsia="ja-JP"/>
        </w:rPr>
        <w:t xml:space="preserve">media </w:t>
      </w:r>
      <w:r w:rsidR="00DC5A17">
        <w:rPr>
          <w:lang w:eastAsia="ja-JP"/>
        </w:rPr>
        <w:t>stream, the information about the slices and tiles</w:t>
      </w:r>
      <w:r w:rsidR="00B16F4C">
        <w:rPr>
          <w:lang w:eastAsia="ja-JP"/>
        </w:rPr>
        <w:t xml:space="preserve"> layout</w:t>
      </w:r>
      <w:r w:rsidR="00DC5A17">
        <w:rPr>
          <w:lang w:eastAsia="ja-JP"/>
        </w:rPr>
        <w:t xml:space="preserve"> and the </w:t>
      </w:r>
      <w:r w:rsidR="00B16F4C">
        <w:rPr>
          <w:lang w:eastAsia="ja-JP"/>
        </w:rPr>
        <w:t>video object identifiers</w:t>
      </w:r>
      <w:r w:rsidR="00B16F4C">
        <w:t>, e.g. the slice addresses</w:t>
      </w:r>
      <w:r w:rsidR="00DC5A17">
        <w:rPr>
          <w:lang w:eastAsia="ja-JP"/>
        </w:rPr>
        <w:t>.</w:t>
      </w:r>
    </w:p>
    <w:p w14:paraId="0474FA6B" w14:textId="77777777" w:rsidR="00954FC6" w:rsidRDefault="00862E16" w:rsidP="005B4698">
      <w:pPr>
        <w:keepNext/>
      </w:pPr>
      <w:r>
        <w:object w:dxaOrig="9607" w:dyaOrig="5402" w14:anchorId="743260B0">
          <v:shape id="_x0000_i1029" type="#_x0000_t75" style="width:480.2pt;height:187.85pt" o:ole="">
            <v:imagedata r:id="rId30" o:title="" croptop="4333f" cropbottom="15337f"/>
          </v:shape>
          <o:OLEObject Type="Embed" ProgID="PowerPoint.Slide.8" ShapeID="_x0000_i1029" DrawAspect="Content" ObjectID="_1689147437" r:id="rId31"/>
        </w:object>
      </w:r>
    </w:p>
    <w:p w14:paraId="49A3C871" w14:textId="43D4AC87" w:rsidR="006D4164" w:rsidRPr="00580BB3" w:rsidRDefault="00954FC6" w:rsidP="00A34C8C">
      <w:pPr>
        <w:pStyle w:val="Caption"/>
      </w:pPr>
      <w:bookmarkStart w:id="506" w:name="_Ref77781812"/>
      <w:r w:rsidRPr="00AC1F24">
        <w:t xml:space="preserve">Figure </w:t>
      </w:r>
      <w:r w:rsidR="00A749FF" w:rsidRPr="00803F15">
        <w:fldChar w:fldCharType="begin"/>
      </w:r>
      <w:r w:rsidR="00A749FF" w:rsidRPr="0016421B">
        <w:instrText xml:space="preserve"> SEQ Figure \* ARABIC </w:instrText>
      </w:r>
      <w:r w:rsidR="00A749FF" w:rsidRPr="00803F15">
        <w:fldChar w:fldCharType="separate"/>
      </w:r>
      <w:r w:rsidR="00634738">
        <w:rPr>
          <w:noProof/>
        </w:rPr>
        <w:t>6</w:t>
      </w:r>
      <w:r w:rsidR="00A749FF" w:rsidRPr="00803F15">
        <w:fldChar w:fldCharType="end"/>
      </w:r>
      <w:bookmarkEnd w:id="506"/>
      <w:r w:rsidRPr="00803F15">
        <w:t xml:space="preserve"> — Example of input and output video for the inserting function with identical width</w:t>
      </w:r>
    </w:p>
    <w:p w14:paraId="583AB52A" w14:textId="119B444F" w:rsidR="00213DE2" w:rsidRPr="005B4698" w:rsidRDefault="00213DE2" w:rsidP="00A34C8C">
      <w:r>
        <w:rPr>
          <w:lang w:eastAsia="ja-JP"/>
        </w:rPr>
        <w:t xml:space="preserve">If the height of two videos are </w:t>
      </w:r>
      <w:r w:rsidR="00F868D3">
        <w:rPr>
          <w:lang w:eastAsia="ja-JP"/>
        </w:rPr>
        <w:t xml:space="preserve">equal, </w:t>
      </w:r>
      <w:r>
        <w:rPr>
          <w:lang w:eastAsia="ja-JP"/>
        </w:rPr>
        <w:t xml:space="preserve">as shown in </w:t>
      </w:r>
      <w:r w:rsidR="00DC5A17">
        <w:rPr>
          <w:lang w:eastAsia="ja-JP"/>
        </w:rPr>
        <w:t xml:space="preserve">the diagrams </w:t>
      </w:r>
      <w:r>
        <w:rPr>
          <w:lang w:eastAsia="ja-JP"/>
        </w:rPr>
        <w:t>(a) and (b)</w:t>
      </w:r>
      <w:r w:rsidR="00DC5A17">
        <w:rPr>
          <w:lang w:eastAsia="ja-JP"/>
        </w:rPr>
        <w:t xml:space="preserve"> </w:t>
      </w:r>
      <w:r w:rsidR="00EF56F9">
        <w:rPr>
          <w:lang w:eastAsia="ja-JP"/>
        </w:rPr>
        <w:t xml:space="preserve">in </w:t>
      </w:r>
      <w:r w:rsidR="00EF56F9">
        <w:rPr>
          <w:lang w:eastAsia="ja-JP"/>
        </w:rPr>
        <w:fldChar w:fldCharType="begin"/>
      </w:r>
      <w:r w:rsidR="00EF56F9">
        <w:rPr>
          <w:lang w:eastAsia="ja-JP"/>
        </w:rPr>
        <w:instrText xml:space="preserve"> REF _Ref77781863 \h </w:instrText>
      </w:r>
      <w:r w:rsidR="00EF56F9">
        <w:rPr>
          <w:lang w:eastAsia="ja-JP"/>
        </w:rPr>
      </w:r>
      <w:r w:rsidR="00EF56F9">
        <w:rPr>
          <w:lang w:eastAsia="ja-JP"/>
        </w:rPr>
        <w:fldChar w:fldCharType="separate"/>
      </w:r>
      <w:r w:rsidR="00634738" w:rsidRPr="00AC1F24">
        <w:t xml:space="preserve">Figure </w:t>
      </w:r>
      <w:r w:rsidR="00634738">
        <w:rPr>
          <w:noProof/>
        </w:rPr>
        <w:t>7</w:t>
      </w:r>
      <w:r w:rsidR="00EF56F9">
        <w:rPr>
          <w:lang w:eastAsia="ja-JP"/>
        </w:rPr>
        <w:fldChar w:fldCharType="end"/>
      </w:r>
      <w:r>
        <w:rPr>
          <w:lang w:eastAsia="ja-JP"/>
        </w:rPr>
        <w:t xml:space="preserve">, then </w:t>
      </w:r>
      <w:r w:rsidR="000F5682">
        <w:rPr>
          <w:lang w:eastAsia="ja-JP"/>
        </w:rPr>
        <w:t xml:space="preserve">the </w:t>
      </w:r>
      <w:r>
        <w:rPr>
          <w:lang w:eastAsia="ja-JP"/>
        </w:rPr>
        <w:t xml:space="preserve">two videos are horizontally </w:t>
      </w:r>
      <w:r w:rsidR="000F5682">
        <w:rPr>
          <w:lang w:eastAsia="ja-JP"/>
        </w:rPr>
        <w:t xml:space="preserve">stitched </w:t>
      </w:r>
      <w:r>
        <w:rPr>
          <w:lang w:eastAsia="ja-JP"/>
        </w:rPr>
        <w:t>as</w:t>
      </w:r>
      <w:r w:rsidR="000F5682">
        <w:rPr>
          <w:lang w:eastAsia="ja-JP"/>
        </w:rPr>
        <w:t xml:space="preserve"> shown in</w:t>
      </w:r>
      <w:r>
        <w:rPr>
          <w:lang w:eastAsia="ja-JP"/>
        </w:rPr>
        <w:t xml:space="preserve"> </w:t>
      </w:r>
      <w:r w:rsidR="00A30D11">
        <w:rPr>
          <w:lang w:eastAsia="ja-JP"/>
        </w:rPr>
        <w:t>the diagram</w:t>
      </w:r>
      <w:r>
        <w:rPr>
          <w:lang w:eastAsia="ja-JP"/>
        </w:rPr>
        <w:t xml:space="preserve"> (c)</w:t>
      </w:r>
      <w:r w:rsidR="00A30D11">
        <w:rPr>
          <w:lang w:eastAsia="ja-JP"/>
        </w:rPr>
        <w:t xml:space="preserve"> of the same figure</w:t>
      </w:r>
      <w:r>
        <w:rPr>
          <w:lang w:eastAsia="ja-JP"/>
        </w:rPr>
        <w:t>. During this operation</w:t>
      </w:r>
      <w:r w:rsidR="000F5682">
        <w:rPr>
          <w:lang w:eastAsia="ja-JP"/>
        </w:rPr>
        <w:t xml:space="preserve"> as well</w:t>
      </w:r>
      <w:r>
        <w:rPr>
          <w:lang w:eastAsia="ja-JP"/>
        </w:rPr>
        <w:t xml:space="preserve">, </w:t>
      </w:r>
      <w:r w:rsidR="000F5682">
        <w:rPr>
          <w:lang w:eastAsia="ja-JP"/>
        </w:rPr>
        <w:t xml:space="preserve">the </w:t>
      </w:r>
      <w:r>
        <w:rPr>
          <w:lang w:eastAsia="ja-JP"/>
        </w:rPr>
        <w:t xml:space="preserve">SPS, PPS and slice header </w:t>
      </w:r>
      <w:r w:rsidR="000F5682">
        <w:rPr>
          <w:lang w:eastAsia="ja-JP"/>
        </w:rPr>
        <w:t xml:space="preserve">may </w:t>
      </w:r>
      <w:r>
        <w:rPr>
          <w:lang w:eastAsia="ja-JP"/>
        </w:rPr>
        <w:t xml:space="preserve">need to be </w:t>
      </w:r>
      <w:r w:rsidR="000F5682">
        <w:rPr>
          <w:lang w:eastAsia="ja-JP"/>
        </w:rPr>
        <w:t xml:space="preserve">updated </w:t>
      </w:r>
      <w:r>
        <w:rPr>
          <w:lang w:eastAsia="ja-JP"/>
        </w:rPr>
        <w:t xml:space="preserve">to </w:t>
      </w:r>
      <w:r w:rsidR="000F5682">
        <w:rPr>
          <w:lang w:eastAsia="ja-JP"/>
        </w:rPr>
        <w:t xml:space="preserve">correctly signal </w:t>
      </w:r>
      <w:r>
        <w:rPr>
          <w:lang w:eastAsia="ja-JP"/>
        </w:rPr>
        <w:t xml:space="preserve">the size of the video of the output </w:t>
      </w:r>
      <w:r w:rsidR="001A23B8">
        <w:rPr>
          <w:lang w:eastAsia="ja-JP"/>
        </w:rPr>
        <w:t xml:space="preserve">media </w:t>
      </w:r>
      <w:r>
        <w:rPr>
          <w:lang w:eastAsia="ja-JP"/>
        </w:rPr>
        <w:t xml:space="preserve">stream, the information about the slices and tiles </w:t>
      </w:r>
      <w:r w:rsidR="0054666B">
        <w:rPr>
          <w:lang w:eastAsia="ja-JP"/>
        </w:rPr>
        <w:t xml:space="preserve">layout </w:t>
      </w:r>
      <w:r>
        <w:rPr>
          <w:lang w:eastAsia="ja-JP"/>
        </w:rPr>
        <w:t xml:space="preserve">and the </w:t>
      </w:r>
      <w:r w:rsidR="0054666B">
        <w:rPr>
          <w:lang w:eastAsia="ja-JP"/>
        </w:rPr>
        <w:t>video object identifiers, e.g. the slice addresse</w:t>
      </w:r>
      <w:r w:rsidR="003E1ECD">
        <w:rPr>
          <w:lang w:eastAsia="ja-JP"/>
        </w:rPr>
        <w:t>s</w:t>
      </w:r>
      <w:r>
        <w:rPr>
          <w:lang w:eastAsia="ja-JP"/>
        </w:rPr>
        <w:t>.</w:t>
      </w:r>
    </w:p>
    <w:p w14:paraId="20592734" w14:textId="77777777" w:rsidR="00EF56F9" w:rsidRDefault="000464DB">
      <w:pPr>
        <w:keepNext/>
      </w:pPr>
      <w:r>
        <w:object w:dxaOrig="9607" w:dyaOrig="5402" w14:anchorId="32F7908D">
          <v:shape id="_x0000_i1030" type="#_x0000_t75" style="width:480.2pt;height:142.1pt" o:ole="">
            <v:imagedata r:id="rId32" o:title="" croptop="12311f" cropbottom="18913f"/>
          </v:shape>
          <o:OLEObject Type="Embed" ProgID="PowerPoint.Slide.8" ShapeID="_x0000_i1030" DrawAspect="Content" ObjectID="_1689147438" r:id="rId33"/>
        </w:object>
      </w:r>
    </w:p>
    <w:p w14:paraId="41EB1912" w14:textId="58505594" w:rsidR="00A93D14" w:rsidRPr="00580BB3" w:rsidRDefault="00EF56F9" w:rsidP="00A34C8C">
      <w:pPr>
        <w:pStyle w:val="Caption"/>
      </w:pPr>
      <w:bookmarkStart w:id="507" w:name="_Ref77781863"/>
      <w:r w:rsidRPr="00AC1F24">
        <w:t xml:space="preserve">Figure </w:t>
      </w:r>
      <w:r w:rsidR="00A749FF" w:rsidRPr="00803F15">
        <w:fldChar w:fldCharType="begin"/>
      </w:r>
      <w:r w:rsidR="00A749FF" w:rsidRPr="0016421B">
        <w:instrText xml:space="preserve"> SEQ Figure \* ARABIC </w:instrText>
      </w:r>
      <w:r w:rsidR="00A749FF" w:rsidRPr="00803F15">
        <w:fldChar w:fldCharType="separate"/>
      </w:r>
      <w:r w:rsidR="00634738">
        <w:rPr>
          <w:noProof/>
        </w:rPr>
        <w:t>7</w:t>
      </w:r>
      <w:r w:rsidR="00A749FF" w:rsidRPr="00803F15">
        <w:fldChar w:fldCharType="end"/>
      </w:r>
      <w:bookmarkEnd w:id="507"/>
      <w:r w:rsidRPr="00803F15">
        <w:t xml:space="preserve"> — Example of input and output video for the inserting function with identical height</w:t>
      </w:r>
    </w:p>
    <w:p w14:paraId="61CD702C" w14:textId="66A6908F" w:rsidR="00FB3F9F" w:rsidRDefault="00FB3F9F" w:rsidP="00661684">
      <w:pPr>
        <w:pStyle w:val="Heading3"/>
      </w:pPr>
      <w:bookmarkStart w:id="508" w:name="_Toc77782146"/>
      <w:bookmarkStart w:id="509" w:name="_Toc77782751"/>
      <w:bookmarkStart w:id="510" w:name="_Toc77785537"/>
      <w:bookmarkStart w:id="511" w:name="_Toc77850534"/>
      <w:bookmarkStart w:id="512" w:name="_Toc77850675"/>
      <w:bookmarkStart w:id="513" w:name="_Toc77850816"/>
      <w:bookmarkStart w:id="514" w:name="_Toc78533740"/>
      <w:bookmarkEnd w:id="508"/>
      <w:bookmarkEnd w:id="509"/>
      <w:bookmarkEnd w:id="510"/>
      <w:bookmarkEnd w:id="511"/>
      <w:bookmarkEnd w:id="512"/>
      <w:bookmarkEnd w:id="513"/>
      <w:r w:rsidRPr="000A2F18">
        <w:t>Appending two video objects</w:t>
      </w:r>
      <w:bookmarkEnd w:id="514"/>
    </w:p>
    <w:p w14:paraId="5276217F" w14:textId="45F5AFEA" w:rsidR="0072166A" w:rsidRPr="000A2F18" w:rsidRDefault="0072166A" w:rsidP="00661684">
      <w:pPr>
        <w:pStyle w:val="Heading4"/>
      </w:pPr>
      <w:r>
        <w:t>Definition</w:t>
      </w:r>
    </w:p>
    <w:p w14:paraId="76439FB9" w14:textId="77777777" w:rsidR="00A72599" w:rsidRPr="000A2F18" w:rsidRDefault="00A72599" w:rsidP="00A72599">
      <w:pPr>
        <w:rPr>
          <w:lang w:eastAsia="ja-JP"/>
        </w:rPr>
      </w:pPr>
      <w:r w:rsidRPr="000A2F18">
        <w:rPr>
          <w:lang w:eastAsia="ja-JP"/>
        </w:rPr>
        <w:t xml:space="preserve">Function: </w:t>
      </w:r>
      <w:r w:rsidRPr="000A2F18">
        <w:rPr>
          <w:lang w:eastAsia="ja-JP"/>
        </w:rPr>
        <w:tab/>
        <w:t>Appending</w:t>
      </w:r>
    </w:p>
    <w:p w14:paraId="2797667D" w14:textId="72F1FBFE" w:rsidR="00A72599" w:rsidRDefault="00A72599" w:rsidP="00FB3F9F">
      <w:r w:rsidRPr="000A2F18">
        <w:rPr>
          <w:lang w:eastAsia="ja-JP"/>
        </w:rPr>
        <w:t>Definition:</w:t>
      </w:r>
      <w:r w:rsidRPr="000A2F18">
        <w:rPr>
          <w:lang w:eastAsia="ja-JP"/>
        </w:rPr>
        <w:tab/>
      </w:r>
      <m:oMath>
        <m:r>
          <w:rPr>
            <w:rFonts w:ascii="Cambria Math" w:hAnsi="Cambria Math"/>
          </w:rPr>
          <m:t>f: MDS→MDS</m:t>
        </m:r>
      </m:oMath>
    </w:p>
    <w:p w14:paraId="21552067" w14:textId="18150ACF" w:rsidR="00FB3F9F" w:rsidRPr="000A2F18" w:rsidRDefault="00FB3F9F" w:rsidP="00FB3F9F">
      <w:pPr>
        <w:rPr>
          <w:lang w:eastAsia="ja-JP"/>
        </w:rPr>
      </w:pPr>
      <w:r w:rsidRPr="000A2F18">
        <w:rPr>
          <w:lang w:eastAsia="ja-JP"/>
        </w:rPr>
        <w:t xml:space="preserve">Input: </w:t>
      </w:r>
      <w:r w:rsidRPr="000A2F18">
        <w:rPr>
          <w:lang w:eastAsia="ja-JP"/>
        </w:rPr>
        <w:tab/>
      </w:r>
      <w:r w:rsidRPr="000A2F18">
        <w:rPr>
          <w:lang w:eastAsia="ja-JP"/>
        </w:rPr>
        <w:tab/>
        <w:t xml:space="preserve">1 </w:t>
      </w:r>
      <w:r w:rsidR="001A23B8">
        <w:rPr>
          <w:lang w:eastAsia="ja-JP"/>
        </w:rPr>
        <w:t>media</w:t>
      </w:r>
      <w:r w:rsidR="001A23B8" w:rsidRPr="000A2F18">
        <w:rPr>
          <w:lang w:eastAsia="ja-JP"/>
        </w:rPr>
        <w:t xml:space="preserve"> </w:t>
      </w:r>
      <w:r w:rsidRPr="000A2F18">
        <w:rPr>
          <w:lang w:eastAsia="ja-JP"/>
        </w:rPr>
        <w:t>stream with at least two video objects</w:t>
      </w:r>
    </w:p>
    <w:p w14:paraId="59C8CFC8" w14:textId="7A4C5F51" w:rsidR="00FB3F9F" w:rsidRPr="000A2F18" w:rsidRDefault="00FB3F9F" w:rsidP="00FB3F9F">
      <w:pPr>
        <w:rPr>
          <w:lang w:eastAsia="ja-JP"/>
        </w:rPr>
      </w:pPr>
      <w:r w:rsidRPr="000A2F18">
        <w:rPr>
          <w:lang w:eastAsia="ja-JP"/>
        </w:rPr>
        <w:t xml:space="preserve">Output: </w:t>
      </w:r>
      <w:r w:rsidRPr="000A2F18">
        <w:rPr>
          <w:lang w:eastAsia="ja-JP"/>
        </w:rPr>
        <w:tab/>
        <w:t xml:space="preserve">1 </w:t>
      </w:r>
      <w:r w:rsidR="001A23B8">
        <w:rPr>
          <w:lang w:eastAsia="ja-JP"/>
        </w:rPr>
        <w:t>media</w:t>
      </w:r>
      <w:r w:rsidR="001A23B8" w:rsidRPr="000A2F18">
        <w:rPr>
          <w:lang w:eastAsia="ja-JP"/>
        </w:rPr>
        <w:t xml:space="preserve"> </w:t>
      </w:r>
      <w:r w:rsidRPr="000A2F18">
        <w:rPr>
          <w:lang w:eastAsia="ja-JP"/>
        </w:rPr>
        <w:t xml:space="preserve">stream with two video objects which are left and right spatial </w:t>
      </w:r>
      <w:r w:rsidR="000A5446" w:rsidRPr="000A2F18">
        <w:rPr>
          <w:lang w:eastAsia="ja-JP"/>
        </w:rPr>
        <w:t>neighbours</w:t>
      </w:r>
      <w:r w:rsidRPr="000A2F18">
        <w:rPr>
          <w:lang w:eastAsia="ja-JP"/>
        </w:rPr>
        <w:t xml:space="preserve"> </w:t>
      </w:r>
    </w:p>
    <w:p w14:paraId="6ED6421F" w14:textId="5EF1A880" w:rsidR="00FB3F9F" w:rsidRPr="000A2F18" w:rsidRDefault="00EB2369" w:rsidP="00F27E41">
      <w:pPr>
        <w:pStyle w:val="Code"/>
      </w:pPr>
      <w:r>
        <w:t>Media</w:t>
      </w:r>
      <w:r w:rsidRPr="000A2F18">
        <w:t xml:space="preserve">Stream </w:t>
      </w:r>
      <w:r w:rsidR="00FB3F9F" w:rsidRPr="000A2F18">
        <w:t xml:space="preserve">output_stream </w:t>
      </w:r>
      <w:r w:rsidR="000A5446">
        <w:t>appending</w:t>
      </w:r>
      <w:r w:rsidR="00FB3F9F" w:rsidRPr="000A2F18">
        <w:t>(</w:t>
      </w:r>
    </w:p>
    <w:p w14:paraId="2CB382EB" w14:textId="77DA1CED" w:rsidR="00FB3F9F" w:rsidRPr="007A771B" w:rsidRDefault="00FB3F9F" w:rsidP="007A771B">
      <w:pPr>
        <w:pStyle w:val="Code"/>
      </w:pPr>
      <w:r w:rsidRPr="000A2F18">
        <w:tab/>
      </w:r>
      <w:r w:rsidR="00EB2369">
        <w:t>Media</w:t>
      </w:r>
      <w:r w:rsidR="00EB2369" w:rsidRPr="007A771B">
        <w:t xml:space="preserve">Stream </w:t>
      </w:r>
      <w:r w:rsidRPr="007A771B">
        <w:t>input_stream</w:t>
      </w:r>
      <w:r w:rsidR="007A771B" w:rsidRPr="007A771B">
        <w:t>,</w:t>
      </w:r>
      <w:r w:rsidR="007A771B" w:rsidRPr="007A771B">
        <w:br/>
      </w:r>
      <w:r w:rsidR="007A771B" w:rsidRPr="007A771B">
        <w:tab/>
        <w:t>ObjectIdentifier object_id_1,</w:t>
      </w:r>
      <w:r w:rsidR="007A771B" w:rsidRPr="007A771B">
        <w:br/>
      </w:r>
      <w:r w:rsidR="007A771B" w:rsidRPr="007A771B">
        <w:tab/>
        <w:t>ObjectIdentifier object_id_2</w:t>
      </w:r>
      <w:r w:rsidRPr="007A771B">
        <w:t>) {</w:t>
      </w:r>
    </w:p>
    <w:p w14:paraId="7DB23B52" w14:textId="77777777" w:rsidR="00FB3F9F" w:rsidRPr="007A771B" w:rsidRDefault="00FB3F9F" w:rsidP="00F27E41">
      <w:pPr>
        <w:pStyle w:val="Code"/>
      </w:pPr>
    </w:p>
    <w:p w14:paraId="399AC3B5" w14:textId="0594958E" w:rsidR="00FB3F9F" w:rsidRPr="007A771B" w:rsidRDefault="00FB3F9F" w:rsidP="00F27E41">
      <w:pPr>
        <w:pStyle w:val="Code"/>
      </w:pPr>
      <w:r w:rsidRPr="007A771B">
        <w:tab/>
      </w:r>
      <w:r w:rsidR="00EB2369">
        <w:t>Media</w:t>
      </w:r>
      <w:r w:rsidR="00EB2369" w:rsidRPr="007A771B">
        <w:t xml:space="preserve">Stream </w:t>
      </w:r>
      <w:r w:rsidRPr="007A771B">
        <w:t>new_stream</w:t>
      </w:r>
    </w:p>
    <w:p w14:paraId="0152C79B" w14:textId="77777777" w:rsidR="00FB3F9F" w:rsidRPr="007A771B" w:rsidRDefault="00FB3F9F" w:rsidP="00F27E41">
      <w:pPr>
        <w:pStyle w:val="Code"/>
      </w:pPr>
    </w:p>
    <w:p w14:paraId="3176A51A" w14:textId="77777777" w:rsidR="0085298D" w:rsidRDefault="00FB3F9F" w:rsidP="00F27E41">
      <w:pPr>
        <w:pStyle w:val="Code"/>
      </w:pPr>
      <w:r w:rsidRPr="007A771B">
        <w:tab/>
        <w:t>for(au = begin(input_stream); au != end(input_stream); ++au) {</w:t>
      </w:r>
    </w:p>
    <w:p w14:paraId="54C890BF" w14:textId="77777777" w:rsidR="0085298D" w:rsidRDefault="00FB3F9F" w:rsidP="00F27E41">
      <w:pPr>
        <w:pStyle w:val="Code"/>
      </w:pPr>
      <w:r w:rsidRPr="007A771B">
        <w:tab/>
      </w:r>
      <w:r w:rsidRPr="007A771B">
        <w:tab/>
        <w:t>AccessUnit new_au = au</w:t>
      </w:r>
    </w:p>
    <w:p w14:paraId="0C309ACE" w14:textId="741B423A" w:rsidR="00FB3F9F" w:rsidRPr="000A2F18" w:rsidRDefault="00FB3F9F" w:rsidP="00F27E41">
      <w:pPr>
        <w:pStyle w:val="Code"/>
      </w:pPr>
      <w:r w:rsidRPr="007A771B">
        <w:tab/>
      </w:r>
      <w:r w:rsidRPr="007A771B">
        <w:tab/>
        <w:t xml:space="preserve">set_position(get_object_sample(new_au, </w:t>
      </w:r>
      <w:r w:rsidR="007A771B" w:rsidRPr="007A771B">
        <w:t>object_id_1</w:t>
      </w:r>
      <w:r w:rsidRPr="007A771B">
        <w:t>),</w:t>
      </w:r>
      <w:r w:rsidR="0085298D">
        <w:br/>
      </w:r>
      <w:r w:rsidRPr="007A771B">
        <w:tab/>
      </w:r>
      <w:r w:rsidRPr="007A771B">
        <w:tab/>
      </w:r>
      <w:r w:rsidRPr="007A771B">
        <w:tab/>
      </w:r>
      <w:r w:rsidRPr="007A771B">
        <w:tab/>
        <w:t xml:space="preserve"> right_of(get_object_sample(new_au, </w:t>
      </w:r>
      <w:r w:rsidR="007A771B" w:rsidRPr="007A771B">
        <w:t>object_id_2</w:t>
      </w:r>
      <w:r w:rsidRPr="007A771B">
        <w:t>)))</w:t>
      </w:r>
    </w:p>
    <w:p w14:paraId="3FAF7E18" w14:textId="77777777" w:rsidR="00FB3F9F" w:rsidRPr="000A2F18" w:rsidRDefault="00FB3F9F" w:rsidP="00F27E41">
      <w:pPr>
        <w:pStyle w:val="Code"/>
      </w:pPr>
      <w:r w:rsidRPr="000A2F18">
        <w:tab/>
      </w:r>
      <w:r w:rsidRPr="000A2F18">
        <w:tab/>
        <w:t>new_stream &lt;&lt; new_au</w:t>
      </w:r>
    </w:p>
    <w:p w14:paraId="4A852D78" w14:textId="77777777" w:rsidR="00FB3F9F" w:rsidRPr="000A2F18" w:rsidRDefault="00FB3F9F" w:rsidP="00F27E41">
      <w:pPr>
        <w:pStyle w:val="Code"/>
      </w:pPr>
      <w:r w:rsidRPr="000A2F18">
        <w:tab/>
        <w:t>}</w:t>
      </w:r>
    </w:p>
    <w:p w14:paraId="722E2AC2" w14:textId="77777777" w:rsidR="00FB3F9F" w:rsidRPr="000A2F18" w:rsidRDefault="00FB3F9F" w:rsidP="00F27E41">
      <w:pPr>
        <w:pStyle w:val="Code"/>
      </w:pPr>
    </w:p>
    <w:p w14:paraId="702B5055" w14:textId="77777777" w:rsidR="00FB3F9F" w:rsidRPr="000A2F18" w:rsidRDefault="00FB3F9F" w:rsidP="00F27E41">
      <w:pPr>
        <w:pStyle w:val="Code"/>
      </w:pPr>
      <w:r w:rsidRPr="000A2F18">
        <w:tab/>
        <w:t>return new_stream</w:t>
      </w:r>
    </w:p>
    <w:p w14:paraId="48B5B075" w14:textId="77777777" w:rsidR="00FB3F9F" w:rsidRPr="000A2F18" w:rsidRDefault="00FB3F9F" w:rsidP="00F27E41">
      <w:pPr>
        <w:pStyle w:val="Code"/>
      </w:pPr>
      <w:r w:rsidRPr="000A2F18">
        <w:t>}</w:t>
      </w:r>
    </w:p>
    <w:p w14:paraId="7D3F61C6" w14:textId="77777777" w:rsidR="00FB3F9F" w:rsidRPr="000A2F18" w:rsidRDefault="00FB3F9F" w:rsidP="00FB3F9F">
      <w:pPr>
        <w:rPr>
          <w:rFonts w:ascii="Courier New" w:hAnsi="Courier New" w:cs="Courier New"/>
          <w:sz w:val="20"/>
          <w:szCs w:val="20"/>
        </w:rPr>
      </w:pPr>
    </w:p>
    <w:p w14:paraId="0396F101" w14:textId="3178196E" w:rsidR="00FB3F9F" w:rsidRPr="000A2F18" w:rsidRDefault="00753936" w:rsidP="00F27E41">
      <w:pPr>
        <w:pStyle w:val="Note"/>
      </w:pPr>
      <w:r w:rsidRPr="000A2F18">
        <w:t>NOTE</w:t>
      </w:r>
      <w:r w:rsidRPr="000A2F18">
        <w:tab/>
      </w:r>
      <w:r w:rsidR="00FB3F9F" w:rsidRPr="000A2F18">
        <w:t xml:space="preserve">Appending is the operation of positioning video object </w:t>
      </w:r>
      <w:r w:rsidR="00803017">
        <w:t>2</w:t>
      </w:r>
      <w:r w:rsidR="00FB3F9F" w:rsidRPr="000A2F18">
        <w:t xml:space="preserve"> right of video object </w:t>
      </w:r>
      <w:r w:rsidR="00803017">
        <w:t>1</w:t>
      </w:r>
      <w:r w:rsidR="00FB3F9F" w:rsidRPr="000A2F18">
        <w:t xml:space="preserve"> with the top boundaries of video object</w:t>
      </w:r>
      <w:r w:rsidR="00803017">
        <w:t xml:space="preserve"> 1</w:t>
      </w:r>
      <w:r w:rsidR="00FB3F9F" w:rsidRPr="000A2F18">
        <w:t xml:space="preserve"> and video object </w:t>
      </w:r>
      <w:r w:rsidR="00803017">
        <w:t>2</w:t>
      </w:r>
      <w:r w:rsidR="00FB3F9F" w:rsidRPr="000A2F18">
        <w:t xml:space="preserve"> aligned.</w:t>
      </w:r>
    </w:p>
    <w:p w14:paraId="50A86172" w14:textId="0F8D3F54" w:rsidR="00FB3F9F" w:rsidRDefault="000A5446" w:rsidP="000A5446">
      <w:pPr>
        <w:pStyle w:val="Note"/>
      </w:pPr>
      <w:r>
        <w:t>NOTE</w:t>
      </w:r>
      <w:r>
        <w:tab/>
        <w:t xml:space="preserve">The functions </w:t>
      </w:r>
      <w:proofErr w:type="spellStart"/>
      <w:r w:rsidRPr="00F2280B">
        <w:rPr>
          <w:rFonts w:ascii="Courier New" w:hAnsi="Courier New"/>
          <w:sz w:val="18"/>
          <w:szCs w:val="18"/>
        </w:rPr>
        <w:t>get_object</w:t>
      </w:r>
      <w:proofErr w:type="spellEnd"/>
      <w:r w:rsidR="00803017" w:rsidRPr="00F2280B">
        <w:rPr>
          <w:rFonts w:ascii="Courier New" w:hAnsi="Courier New"/>
          <w:sz w:val="18"/>
          <w:szCs w:val="18"/>
        </w:rPr>
        <w:t>()</w:t>
      </w:r>
      <w:r>
        <w:t xml:space="preserve">, </w:t>
      </w:r>
      <w:proofErr w:type="spellStart"/>
      <w:r w:rsidRPr="00F2280B">
        <w:rPr>
          <w:rFonts w:ascii="Courier New" w:hAnsi="Courier New"/>
          <w:sz w:val="18"/>
          <w:szCs w:val="18"/>
        </w:rPr>
        <w:t>right_of</w:t>
      </w:r>
      <w:proofErr w:type="spellEnd"/>
      <w:r w:rsidR="00803017" w:rsidRPr="00F2280B">
        <w:rPr>
          <w:rFonts w:ascii="Courier New" w:hAnsi="Courier New"/>
          <w:sz w:val="18"/>
          <w:szCs w:val="18"/>
        </w:rPr>
        <w:t>()</w:t>
      </w:r>
      <w:r>
        <w:t xml:space="preserve">, </w:t>
      </w:r>
      <w:proofErr w:type="spellStart"/>
      <w:r w:rsidRPr="00F2280B">
        <w:rPr>
          <w:rFonts w:ascii="Courier New" w:hAnsi="Courier New"/>
          <w:sz w:val="18"/>
          <w:szCs w:val="18"/>
        </w:rPr>
        <w:t>set_position</w:t>
      </w:r>
      <w:proofErr w:type="spellEnd"/>
      <w:r w:rsidR="00803017" w:rsidRPr="00F2280B">
        <w:rPr>
          <w:rFonts w:ascii="Courier New" w:hAnsi="Courier New"/>
          <w:sz w:val="18"/>
          <w:szCs w:val="18"/>
        </w:rPr>
        <w:t>()</w:t>
      </w:r>
      <w:r>
        <w:t xml:space="preserve"> and </w:t>
      </w:r>
      <w:proofErr w:type="spellStart"/>
      <w:r w:rsidRPr="00F2280B">
        <w:rPr>
          <w:rFonts w:ascii="Courier New" w:hAnsi="Courier New"/>
          <w:sz w:val="18"/>
          <w:szCs w:val="18"/>
        </w:rPr>
        <w:t>get_object_sample</w:t>
      </w:r>
      <w:proofErr w:type="spellEnd"/>
      <w:r w:rsidR="00803017" w:rsidRPr="00F2280B">
        <w:rPr>
          <w:rFonts w:ascii="Courier New" w:hAnsi="Courier New"/>
          <w:sz w:val="18"/>
          <w:szCs w:val="18"/>
        </w:rPr>
        <w:t>()</w:t>
      </w:r>
      <w:r>
        <w:t xml:space="preserve"> are defined for each video codec binding.</w:t>
      </w:r>
    </w:p>
    <w:p w14:paraId="5379789A" w14:textId="1F3F5C50" w:rsidR="00B6575E" w:rsidRDefault="003977E0" w:rsidP="00B6575E">
      <w:pPr>
        <w:pStyle w:val="Heading4"/>
      </w:pPr>
      <w:r>
        <w:t>Description</w:t>
      </w:r>
    </w:p>
    <w:p w14:paraId="76769B93" w14:textId="78C3CAB5" w:rsidR="006D30F4" w:rsidRDefault="006D30F4" w:rsidP="006D30F4">
      <w:pPr>
        <w:rPr>
          <w:lang w:eastAsia="ja-JP"/>
        </w:rPr>
      </w:pPr>
      <w:r>
        <w:rPr>
          <w:lang w:eastAsia="ja-JP"/>
        </w:rPr>
        <w:t>Th</w:t>
      </w:r>
      <w:r w:rsidR="00E27AD5">
        <w:rPr>
          <w:lang w:eastAsia="ja-JP"/>
        </w:rPr>
        <w:t xml:space="preserve">e appending </w:t>
      </w:r>
      <w:r>
        <w:rPr>
          <w:lang w:eastAsia="ja-JP"/>
        </w:rPr>
        <w:t>function positions a first video object right of a second video object in the decod</w:t>
      </w:r>
      <w:r w:rsidR="002F66A0">
        <w:rPr>
          <w:lang w:eastAsia="ja-JP"/>
        </w:rPr>
        <w:t>ed</w:t>
      </w:r>
      <w:r>
        <w:rPr>
          <w:lang w:eastAsia="ja-JP"/>
        </w:rPr>
        <w:t xml:space="preserve"> pictures of the </w:t>
      </w:r>
      <w:r w:rsidR="003F165A">
        <w:rPr>
          <w:lang w:eastAsia="ja-JP"/>
        </w:rPr>
        <w:t xml:space="preserve">output </w:t>
      </w:r>
      <w:r w:rsidR="002F66A0">
        <w:rPr>
          <w:lang w:eastAsia="ja-JP"/>
        </w:rPr>
        <w:t xml:space="preserve">media </w:t>
      </w:r>
      <w:r>
        <w:rPr>
          <w:lang w:eastAsia="ja-JP"/>
        </w:rPr>
        <w:t>stream</w:t>
      </w:r>
      <w:r w:rsidR="003F165A">
        <w:rPr>
          <w:lang w:eastAsia="ja-JP"/>
        </w:rPr>
        <w:t>,</w:t>
      </w:r>
      <w:r>
        <w:rPr>
          <w:lang w:eastAsia="ja-JP"/>
        </w:rPr>
        <w:t xml:space="preserve"> </w:t>
      </w:r>
      <w:r w:rsidR="003F165A">
        <w:rPr>
          <w:lang w:eastAsia="ja-JP"/>
        </w:rPr>
        <w:t xml:space="preserve">which </w:t>
      </w:r>
      <w:r>
        <w:rPr>
          <w:lang w:eastAsia="ja-JP"/>
        </w:rPr>
        <w:t xml:space="preserve">contains those two video objects. The </w:t>
      </w:r>
      <w:r w:rsidR="003F165A">
        <w:rPr>
          <w:lang w:eastAsia="ja-JP"/>
        </w:rPr>
        <w:t xml:space="preserve">output media </w:t>
      </w:r>
      <w:r>
        <w:rPr>
          <w:lang w:eastAsia="ja-JP"/>
        </w:rPr>
        <w:t xml:space="preserve">stream is a </w:t>
      </w:r>
      <w:r w:rsidR="003F165A">
        <w:rPr>
          <w:lang w:eastAsia="ja-JP"/>
        </w:rPr>
        <w:t xml:space="preserve">media </w:t>
      </w:r>
      <w:r>
        <w:rPr>
          <w:lang w:eastAsia="ja-JP"/>
        </w:rPr>
        <w:t>containing at least the first and second video objects positioned as side-by-side neighbours.</w:t>
      </w:r>
    </w:p>
    <w:p w14:paraId="60011936" w14:textId="39E47246" w:rsidR="006D30F4" w:rsidRDefault="0052368E" w:rsidP="006D30F4">
      <w:pPr>
        <w:rPr>
          <w:lang w:eastAsia="ja-JP"/>
        </w:rPr>
      </w:pPr>
      <w:r>
        <w:rPr>
          <w:lang w:eastAsia="ja-JP"/>
        </w:rPr>
        <w:t>In case the video object is a slice</w:t>
      </w:r>
      <w:r w:rsidR="006D30F4">
        <w:rPr>
          <w:lang w:eastAsia="ja-JP"/>
        </w:rPr>
        <w:t xml:space="preserve">, the slices </w:t>
      </w:r>
      <w:r w:rsidR="008D264A">
        <w:rPr>
          <w:lang w:eastAsia="ja-JP"/>
        </w:rPr>
        <w:t>of</w:t>
      </w:r>
      <w:r w:rsidR="00363ECD">
        <w:rPr>
          <w:lang w:eastAsia="ja-JP"/>
        </w:rPr>
        <w:t xml:space="preserve"> </w:t>
      </w:r>
      <w:r w:rsidR="008D264A">
        <w:rPr>
          <w:lang w:eastAsia="ja-JP"/>
        </w:rPr>
        <w:t xml:space="preserve">both </w:t>
      </w:r>
      <w:r w:rsidR="00363ECD">
        <w:rPr>
          <w:lang w:eastAsia="ja-JP"/>
        </w:rPr>
        <w:t>video object</w:t>
      </w:r>
      <w:r w:rsidR="008D264A">
        <w:rPr>
          <w:lang w:eastAsia="ja-JP"/>
        </w:rPr>
        <w:t>s</w:t>
      </w:r>
      <w:r w:rsidR="006D30F4">
        <w:rPr>
          <w:lang w:eastAsia="ja-JP"/>
        </w:rPr>
        <w:t xml:space="preserve"> </w:t>
      </w:r>
      <w:r w:rsidR="00E61D37">
        <w:rPr>
          <w:lang w:eastAsia="ja-JP"/>
        </w:rPr>
        <w:t>in the input media stream</w:t>
      </w:r>
      <w:r w:rsidR="00E61D37" w:rsidDel="00317484">
        <w:rPr>
          <w:lang w:eastAsia="ja-JP"/>
        </w:rPr>
        <w:t xml:space="preserve"> </w:t>
      </w:r>
      <w:r w:rsidR="00317484">
        <w:rPr>
          <w:lang w:eastAsia="ja-JP"/>
        </w:rPr>
        <w:t>have the same height</w:t>
      </w:r>
      <w:r w:rsidR="006D30F4">
        <w:rPr>
          <w:lang w:eastAsia="ja-JP"/>
        </w:rPr>
        <w:t xml:space="preserve"> as shown in </w:t>
      </w:r>
      <w:r w:rsidR="004620A5">
        <w:rPr>
          <w:lang w:eastAsia="ja-JP"/>
        </w:rPr>
        <w:t xml:space="preserve">the example </w:t>
      </w:r>
      <w:r w:rsidR="00447ABB">
        <w:rPr>
          <w:lang w:eastAsia="ja-JP"/>
        </w:rPr>
        <w:fldChar w:fldCharType="begin"/>
      </w:r>
      <w:r w:rsidR="00447ABB">
        <w:rPr>
          <w:lang w:eastAsia="ja-JP"/>
        </w:rPr>
        <w:instrText xml:space="preserve"> REF _Ref77781911 \h </w:instrText>
      </w:r>
      <w:r w:rsidR="00447ABB">
        <w:rPr>
          <w:lang w:eastAsia="ja-JP"/>
        </w:rPr>
      </w:r>
      <w:r w:rsidR="00447ABB">
        <w:rPr>
          <w:lang w:eastAsia="ja-JP"/>
        </w:rPr>
        <w:fldChar w:fldCharType="separate"/>
      </w:r>
      <w:r w:rsidR="00634738" w:rsidRPr="00AC1F24">
        <w:t xml:space="preserve">Figure </w:t>
      </w:r>
      <w:r w:rsidR="00634738">
        <w:rPr>
          <w:noProof/>
        </w:rPr>
        <w:t>8</w:t>
      </w:r>
      <w:r w:rsidR="00447ABB">
        <w:rPr>
          <w:lang w:eastAsia="ja-JP"/>
        </w:rPr>
        <w:fldChar w:fldCharType="end"/>
      </w:r>
      <w:r w:rsidR="004620A5">
        <w:rPr>
          <w:lang w:eastAsia="ja-JP"/>
        </w:rPr>
        <w:t>, diagram (a)</w:t>
      </w:r>
      <w:r w:rsidR="006D30F4">
        <w:rPr>
          <w:lang w:eastAsia="ja-JP"/>
        </w:rPr>
        <w:t xml:space="preserve">. The slice on the right side is moved next to the slice on the left side in the output </w:t>
      </w:r>
      <w:r w:rsidR="00363ECD">
        <w:rPr>
          <w:lang w:eastAsia="ja-JP"/>
        </w:rPr>
        <w:t xml:space="preserve">media </w:t>
      </w:r>
      <w:r w:rsidR="006D30F4">
        <w:rPr>
          <w:lang w:eastAsia="ja-JP"/>
        </w:rPr>
        <w:t xml:space="preserve">stream. The slice in between </w:t>
      </w:r>
      <w:r w:rsidR="00012805">
        <w:rPr>
          <w:lang w:eastAsia="ja-JP"/>
        </w:rPr>
        <w:t xml:space="preserve">the </w:t>
      </w:r>
      <w:r w:rsidR="006D30F4">
        <w:rPr>
          <w:lang w:eastAsia="ja-JP"/>
        </w:rPr>
        <w:t xml:space="preserve">two slices </w:t>
      </w:r>
      <w:r w:rsidR="00012805">
        <w:rPr>
          <w:lang w:eastAsia="ja-JP"/>
        </w:rPr>
        <w:t xml:space="preserve">is </w:t>
      </w:r>
      <w:r w:rsidR="006D30F4">
        <w:rPr>
          <w:lang w:eastAsia="ja-JP"/>
        </w:rPr>
        <w:t xml:space="preserve">moved to </w:t>
      </w:r>
      <w:r w:rsidR="00012805">
        <w:rPr>
          <w:lang w:eastAsia="ja-JP"/>
        </w:rPr>
        <w:t xml:space="preserve">the </w:t>
      </w:r>
      <w:r w:rsidR="006D30F4">
        <w:rPr>
          <w:lang w:eastAsia="ja-JP"/>
        </w:rPr>
        <w:t xml:space="preserve">right next to the two slices used </w:t>
      </w:r>
      <w:r w:rsidR="00012805">
        <w:rPr>
          <w:lang w:eastAsia="ja-JP"/>
        </w:rPr>
        <w:t xml:space="preserve">as input of the </w:t>
      </w:r>
      <w:r w:rsidR="006D30F4">
        <w:rPr>
          <w:lang w:eastAsia="ja-JP"/>
        </w:rPr>
        <w:t xml:space="preserve">operation as shown in </w:t>
      </w:r>
      <w:r w:rsidR="002001FD">
        <w:rPr>
          <w:lang w:eastAsia="ja-JP"/>
        </w:rPr>
        <w:t xml:space="preserve">the diagram </w:t>
      </w:r>
      <w:r w:rsidR="006D30F4">
        <w:rPr>
          <w:lang w:eastAsia="ja-JP"/>
        </w:rPr>
        <w:t>(b)</w:t>
      </w:r>
      <w:r w:rsidR="002001FD">
        <w:rPr>
          <w:lang w:eastAsia="ja-JP"/>
        </w:rPr>
        <w:t xml:space="preserve"> of the same figure</w:t>
      </w:r>
      <w:r w:rsidR="006D30F4">
        <w:rPr>
          <w:lang w:eastAsia="ja-JP"/>
        </w:rPr>
        <w:t xml:space="preserve">. During </w:t>
      </w:r>
      <w:r w:rsidR="006D30F4">
        <w:rPr>
          <w:lang w:eastAsia="ja-JP"/>
        </w:rPr>
        <w:lastRenderedPageBreak/>
        <w:t xml:space="preserve">this operation, slice header </w:t>
      </w:r>
      <w:r w:rsidR="00012805">
        <w:rPr>
          <w:lang w:eastAsia="ja-JP"/>
        </w:rPr>
        <w:t xml:space="preserve">may need to updated to correctly signal the </w:t>
      </w:r>
      <w:r w:rsidR="006D30F4">
        <w:rPr>
          <w:lang w:eastAsia="ja-JP"/>
        </w:rPr>
        <w:t xml:space="preserve">changes of the </w:t>
      </w:r>
      <w:r w:rsidR="00012805">
        <w:rPr>
          <w:lang w:eastAsia="ja-JP"/>
        </w:rPr>
        <w:t xml:space="preserve">video object </w:t>
      </w:r>
      <w:r w:rsidR="006D30F4">
        <w:rPr>
          <w:lang w:eastAsia="ja-JP"/>
        </w:rPr>
        <w:t>identifier</w:t>
      </w:r>
      <w:r w:rsidR="00010248">
        <w:rPr>
          <w:lang w:eastAsia="ja-JP"/>
        </w:rPr>
        <w:t>s</w:t>
      </w:r>
      <w:r w:rsidR="00012805">
        <w:rPr>
          <w:lang w:eastAsia="ja-JP"/>
        </w:rPr>
        <w:t xml:space="preserve">, e.g. </w:t>
      </w:r>
      <w:r w:rsidR="003E271C">
        <w:rPr>
          <w:lang w:eastAsia="ja-JP"/>
        </w:rPr>
        <w:t xml:space="preserve">the </w:t>
      </w:r>
      <w:r w:rsidR="00012805">
        <w:rPr>
          <w:lang w:eastAsia="ja-JP"/>
        </w:rPr>
        <w:t>slice addresses</w:t>
      </w:r>
      <w:r w:rsidR="006D30F4">
        <w:rPr>
          <w:lang w:eastAsia="ja-JP"/>
        </w:rPr>
        <w:t>.</w:t>
      </w:r>
    </w:p>
    <w:p w14:paraId="7A6719B9" w14:textId="77777777" w:rsidR="00447ABB" w:rsidRDefault="00944DA5" w:rsidP="005B4698">
      <w:pPr>
        <w:keepNext/>
        <w:jc w:val="center"/>
      </w:pPr>
      <w:r>
        <w:object w:dxaOrig="9607" w:dyaOrig="5402" w14:anchorId="471741D0">
          <v:shape id="_x0000_i1031" type="#_x0000_t75" style="width:428.85pt;height:145.9pt" o:ole="">
            <v:imagedata r:id="rId34" o:title="" croptop="14787f" cropbottom="15199f" cropleft="4834f" cropright="2205f"/>
          </v:shape>
          <o:OLEObject Type="Embed" ProgID="PowerPoint.Slide.8" ShapeID="_x0000_i1031" DrawAspect="Content" ObjectID="_1689147439" r:id="rId35"/>
        </w:object>
      </w:r>
    </w:p>
    <w:p w14:paraId="2B634871" w14:textId="001A56CE" w:rsidR="000A2A5D" w:rsidRPr="00580BB3" w:rsidRDefault="00447ABB" w:rsidP="00A34C8C">
      <w:pPr>
        <w:pStyle w:val="Caption"/>
      </w:pPr>
      <w:bookmarkStart w:id="515" w:name="_Ref77781911"/>
      <w:r w:rsidRPr="00AC1F24">
        <w:t xml:space="preserve">Figure </w:t>
      </w:r>
      <w:r w:rsidR="00A749FF" w:rsidRPr="00803F15">
        <w:fldChar w:fldCharType="begin"/>
      </w:r>
      <w:r w:rsidR="00A749FF" w:rsidRPr="0016421B">
        <w:instrText xml:space="preserve"> SEQ Figure \* ARABIC </w:instrText>
      </w:r>
      <w:r w:rsidR="00A749FF" w:rsidRPr="00803F15">
        <w:fldChar w:fldCharType="separate"/>
      </w:r>
      <w:r w:rsidR="00634738">
        <w:rPr>
          <w:noProof/>
        </w:rPr>
        <w:t>8</w:t>
      </w:r>
      <w:r w:rsidR="00A749FF" w:rsidRPr="00803F15">
        <w:fldChar w:fldCharType="end"/>
      </w:r>
      <w:bookmarkEnd w:id="515"/>
      <w:r w:rsidRPr="00803F15">
        <w:t xml:space="preserve"> — </w:t>
      </w:r>
      <w:r w:rsidR="003F644D" w:rsidRPr="0016421B">
        <w:t>Example of i</w:t>
      </w:r>
      <w:r w:rsidRPr="0016421B">
        <w:t xml:space="preserve">nput and output video </w:t>
      </w:r>
      <w:r w:rsidR="003F644D" w:rsidRPr="0016421B">
        <w:t xml:space="preserve">for the </w:t>
      </w:r>
      <w:r w:rsidRPr="0016421B">
        <w:t>appending function</w:t>
      </w:r>
    </w:p>
    <w:p w14:paraId="66AF2116" w14:textId="415748D3" w:rsidR="00FB3F9F" w:rsidRDefault="00FB3F9F" w:rsidP="00661684">
      <w:pPr>
        <w:pStyle w:val="Heading3"/>
      </w:pPr>
      <w:bookmarkStart w:id="516" w:name="_Toc77782148"/>
      <w:bookmarkStart w:id="517" w:name="_Toc77782753"/>
      <w:bookmarkStart w:id="518" w:name="_Toc77785539"/>
      <w:bookmarkStart w:id="519" w:name="_Toc77850536"/>
      <w:bookmarkStart w:id="520" w:name="_Toc77850677"/>
      <w:bookmarkStart w:id="521" w:name="_Toc77850818"/>
      <w:bookmarkStart w:id="522" w:name="_Toc78533741"/>
      <w:bookmarkEnd w:id="516"/>
      <w:bookmarkEnd w:id="517"/>
      <w:bookmarkEnd w:id="518"/>
      <w:bookmarkEnd w:id="519"/>
      <w:bookmarkEnd w:id="520"/>
      <w:bookmarkEnd w:id="521"/>
      <w:r w:rsidRPr="000A2F18">
        <w:t>Stacking two video objects</w:t>
      </w:r>
      <w:bookmarkEnd w:id="522"/>
    </w:p>
    <w:p w14:paraId="34F02EBC" w14:textId="188A89E3" w:rsidR="00326FE5" w:rsidRPr="000A2F18" w:rsidRDefault="00326FE5" w:rsidP="00661684">
      <w:pPr>
        <w:pStyle w:val="Heading4"/>
      </w:pPr>
      <w:r>
        <w:t>Definition</w:t>
      </w:r>
    </w:p>
    <w:p w14:paraId="702EEDCA" w14:textId="7AC8FC12" w:rsidR="00A72599" w:rsidRPr="000A2F18" w:rsidRDefault="00A72599" w:rsidP="00A72599">
      <w:pPr>
        <w:rPr>
          <w:lang w:eastAsia="ja-JP"/>
        </w:rPr>
      </w:pPr>
      <w:r w:rsidRPr="000A2F18">
        <w:rPr>
          <w:lang w:eastAsia="ja-JP"/>
        </w:rPr>
        <w:t xml:space="preserve">Function: </w:t>
      </w:r>
      <w:r w:rsidRPr="000A2F18">
        <w:rPr>
          <w:lang w:eastAsia="ja-JP"/>
        </w:rPr>
        <w:tab/>
        <w:t>Stacking</w:t>
      </w:r>
    </w:p>
    <w:p w14:paraId="54DE534F" w14:textId="0C1729DA" w:rsidR="00A72599" w:rsidRDefault="00A72599" w:rsidP="00FB3F9F">
      <w:r w:rsidRPr="000A2F18">
        <w:rPr>
          <w:lang w:eastAsia="ja-JP"/>
        </w:rPr>
        <w:t>Definition:</w:t>
      </w:r>
      <w:r w:rsidRPr="000A2F18">
        <w:rPr>
          <w:lang w:eastAsia="ja-JP"/>
        </w:rPr>
        <w:tab/>
      </w:r>
      <m:oMath>
        <m:r>
          <w:rPr>
            <w:rFonts w:ascii="Cambria Math" w:hAnsi="Cambria Math"/>
          </w:rPr>
          <m:t>f: MDS→MDS</m:t>
        </m:r>
      </m:oMath>
    </w:p>
    <w:p w14:paraId="67953E8D" w14:textId="6ECFF736" w:rsidR="00FB3F9F" w:rsidRPr="000A2F18" w:rsidRDefault="00FB3F9F" w:rsidP="00FB3F9F">
      <w:pPr>
        <w:rPr>
          <w:lang w:eastAsia="ja-JP"/>
        </w:rPr>
      </w:pPr>
      <w:r w:rsidRPr="000A2F18">
        <w:rPr>
          <w:lang w:eastAsia="ja-JP"/>
        </w:rPr>
        <w:t xml:space="preserve">Input: </w:t>
      </w:r>
      <w:r w:rsidRPr="000A2F18">
        <w:rPr>
          <w:lang w:eastAsia="ja-JP"/>
        </w:rPr>
        <w:tab/>
      </w:r>
      <w:r w:rsidRPr="000A2F18">
        <w:rPr>
          <w:lang w:eastAsia="ja-JP"/>
        </w:rPr>
        <w:tab/>
        <w:t xml:space="preserve">1 </w:t>
      </w:r>
      <w:r w:rsidR="00A352D1">
        <w:rPr>
          <w:lang w:eastAsia="ja-JP"/>
        </w:rPr>
        <w:t>media</w:t>
      </w:r>
      <w:r w:rsidR="00A352D1" w:rsidRPr="000A2F18">
        <w:rPr>
          <w:lang w:eastAsia="ja-JP"/>
        </w:rPr>
        <w:t xml:space="preserve"> </w:t>
      </w:r>
      <w:r w:rsidRPr="000A2F18">
        <w:rPr>
          <w:lang w:eastAsia="ja-JP"/>
        </w:rPr>
        <w:t>stream with at least two video objects</w:t>
      </w:r>
    </w:p>
    <w:p w14:paraId="638DA733" w14:textId="3B4BD4C5" w:rsidR="00FB3F9F" w:rsidRPr="000A2F18" w:rsidRDefault="00FB3F9F" w:rsidP="00FB3F9F">
      <w:pPr>
        <w:rPr>
          <w:lang w:eastAsia="ja-JP"/>
        </w:rPr>
      </w:pPr>
      <w:r w:rsidRPr="000A2F18">
        <w:rPr>
          <w:lang w:eastAsia="ja-JP"/>
        </w:rPr>
        <w:t xml:space="preserve">Output: </w:t>
      </w:r>
      <w:r w:rsidRPr="000A2F18">
        <w:rPr>
          <w:lang w:eastAsia="ja-JP"/>
        </w:rPr>
        <w:tab/>
        <w:t xml:space="preserve">1 </w:t>
      </w:r>
      <w:r w:rsidR="00A352D1">
        <w:rPr>
          <w:lang w:eastAsia="ja-JP"/>
        </w:rPr>
        <w:t>media</w:t>
      </w:r>
      <w:r w:rsidR="00A352D1" w:rsidRPr="000A2F18">
        <w:rPr>
          <w:lang w:eastAsia="ja-JP"/>
        </w:rPr>
        <w:t xml:space="preserve"> </w:t>
      </w:r>
      <w:r w:rsidRPr="000A2F18">
        <w:rPr>
          <w:lang w:eastAsia="ja-JP"/>
        </w:rPr>
        <w:t xml:space="preserve">stream with two video objects which are top and bottom spatial </w:t>
      </w:r>
      <w:r w:rsidR="000A5446" w:rsidRPr="000A2F18">
        <w:rPr>
          <w:lang w:eastAsia="ja-JP"/>
        </w:rPr>
        <w:t>neighbours</w:t>
      </w:r>
      <w:r w:rsidRPr="000A2F18">
        <w:rPr>
          <w:lang w:eastAsia="ja-JP"/>
        </w:rPr>
        <w:t xml:space="preserve"> </w:t>
      </w:r>
    </w:p>
    <w:p w14:paraId="2D945395" w14:textId="672E50AC" w:rsidR="00FB3F9F" w:rsidRPr="000A2F18" w:rsidRDefault="00A352D1" w:rsidP="00F27E41">
      <w:pPr>
        <w:pStyle w:val="Code"/>
      </w:pPr>
      <w:r>
        <w:t>Media</w:t>
      </w:r>
      <w:r w:rsidRPr="000A2F18">
        <w:t xml:space="preserve">Stream </w:t>
      </w:r>
      <w:r w:rsidR="00FB3F9F" w:rsidRPr="000A2F18">
        <w:t xml:space="preserve">output_stream </w:t>
      </w:r>
      <w:r w:rsidR="000A5446">
        <w:t>stacking</w:t>
      </w:r>
      <w:r w:rsidR="00FB3F9F" w:rsidRPr="000A2F18">
        <w:t>(</w:t>
      </w:r>
    </w:p>
    <w:p w14:paraId="2E573832" w14:textId="76D9BEC8" w:rsidR="00FB3F9F" w:rsidRPr="007A771B" w:rsidRDefault="00FB3F9F" w:rsidP="007A771B">
      <w:pPr>
        <w:pStyle w:val="Code"/>
      </w:pPr>
      <w:r w:rsidRPr="000A2F18">
        <w:tab/>
      </w:r>
      <w:r w:rsidR="00A352D1">
        <w:t>Media</w:t>
      </w:r>
      <w:r w:rsidR="00A352D1" w:rsidRPr="007A771B">
        <w:t xml:space="preserve">Stream </w:t>
      </w:r>
      <w:r w:rsidRPr="007A771B">
        <w:t>input_stream</w:t>
      </w:r>
      <w:r w:rsidR="007A771B" w:rsidRPr="007A771B">
        <w:br/>
      </w:r>
      <w:r w:rsidR="007A771B" w:rsidRPr="007A771B">
        <w:tab/>
        <w:t>ObjectIdentifier object_id_1,</w:t>
      </w:r>
      <w:r w:rsidR="007A771B" w:rsidRPr="007A771B">
        <w:br/>
      </w:r>
      <w:r w:rsidR="007A771B" w:rsidRPr="007A771B">
        <w:tab/>
        <w:t>ObjectIdentifier object_id_2</w:t>
      </w:r>
      <w:r w:rsidRPr="007A771B">
        <w:t>) {</w:t>
      </w:r>
    </w:p>
    <w:p w14:paraId="6313B16D" w14:textId="77777777" w:rsidR="00FB3F9F" w:rsidRPr="007A771B" w:rsidRDefault="00FB3F9F" w:rsidP="00F27E41">
      <w:pPr>
        <w:pStyle w:val="Code"/>
      </w:pPr>
    </w:p>
    <w:p w14:paraId="058A8595" w14:textId="1A78F8DE" w:rsidR="00FB3F9F" w:rsidRPr="007A771B" w:rsidRDefault="00FB3F9F" w:rsidP="00F27E41">
      <w:pPr>
        <w:pStyle w:val="Code"/>
      </w:pPr>
      <w:r w:rsidRPr="007A771B">
        <w:tab/>
      </w:r>
      <w:r w:rsidR="00A352D1">
        <w:t>Media</w:t>
      </w:r>
      <w:r w:rsidR="00A352D1" w:rsidRPr="007A771B">
        <w:t xml:space="preserve">Stream </w:t>
      </w:r>
      <w:r w:rsidRPr="007A771B">
        <w:t>new_stream</w:t>
      </w:r>
    </w:p>
    <w:p w14:paraId="2E335695" w14:textId="77777777" w:rsidR="00FB3F9F" w:rsidRPr="007A771B" w:rsidRDefault="00FB3F9F" w:rsidP="00F27E41">
      <w:pPr>
        <w:pStyle w:val="Code"/>
      </w:pPr>
    </w:p>
    <w:p w14:paraId="028D677A" w14:textId="77777777" w:rsidR="00FB3F9F" w:rsidRPr="007A771B" w:rsidRDefault="00FB3F9F" w:rsidP="00F27E41">
      <w:pPr>
        <w:pStyle w:val="Code"/>
      </w:pPr>
      <w:r w:rsidRPr="007A771B">
        <w:tab/>
        <w:t>for(au = begin(input_stream); au != end(input_stream); ++au) {</w:t>
      </w:r>
    </w:p>
    <w:p w14:paraId="05C76287" w14:textId="77777777" w:rsidR="00FB3F9F" w:rsidRPr="007A771B" w:rsidRDefault="00FB3F9F" w:rsidP="00F27E41">
      <w:pPr>
        <w:pStyle w:val="Code"/>
      </w:pPr>
      <w:r w:rsidRPr="007A771B">
        <w:tab/>
      </w:r>
      <w:r w:rsidRPr="007A771B">
        <w:tab/>
        <w:t>AccessUnit new_au = au</w:t>
      </w:r>
    </w:p>
    <w:p w14:paraId="36CF6246" w14:textId="09B3CC6E" w:rsidR="00FB3F9F" w:rsidRPr="000A2F18" w:rsidRDefault="00FB3F9F" w:rsidP="00F27E41">
      <w:pPr>
        <w:pStyle w:val="Code"/>
      </w:pPr>
      <w:r w:rsidRPr="007A771B">
        <w:tab/>
      </w:r>
      <w:r w:rsidRPr="007A771B">
        <w:tab/>
        <w:t xml:space="preserve">set_position(get_object_sample(new_au, </w:t>
      </w:r>
      <w:r w:rsidR="007A771B" w:rsidRPr="007A771B">
        <w:t>object_id_1</w:t>
      </w:r>
      <w:r w:rsidRPr="007A771B">
        <w:t>),</w:t>
      </w:r>
      <w:r w:rsidR="0085298D">
        <w:br/>
      </w:r>
      <w:r w:rsidRPr="007A771B">
        <w:tab/>
      </w:r>
      <w:r w:rsidRPr="007A771B">
        <w:tab/>
      </w:r>
      <w:r w:rsidRPr="007A771B">
        <w:tab/>
      </w:r>
      <w:r w:rsidRPr="007A771B">
        <w:tab/>
        <w:t xml:space="preserve"> below(get_object_sample(new_au, </w:t>
      </w:r>
      <w:r w:rsidR="007A771B" w:rsidRPr="007A771B">
        <w:t>object_id_2</w:t>
      </w:r>
      <w:r w:rsidRPr="007A771B">
        <w:t>)))</w:t>
      </w:r>
    </w:p>
    <w:p w14:paraId="4CF9DE50" w14:textId="77777777" w:rsidR="00FB3F9F" w:rsidRPr="000A2F18" w:rsidRDefault="00FB3F9F" w:rsidP="00F27E41">
      <w:pPr>
        <w:pStyle w:val="Code"/>
      </w:pPr>
      <w:r w:rsidRPr="000A2F18">
        <w:tab/>
      </w:r>
      <w:r w:rsidRPr="000A2F18">
        <w:tab/>
        <w:t>new_stream &lt;&lt; new_au</w:t>
      </w:r>
    </w:p>
    <w:p w14:paraId="28D27676" w14:textId="77777777" w:rsidR="00FB3F9F" w:rsidRPr="000A2F18" w:rsidRDefault="00FB3F9F" w:rsidP="00F27E41">
      <w:pPr>
        <w:pStyle w:val="Code"/>
      </w:pPr>
      <w:r w:rsidRPr="000A2F18">
        <w:tab/>
        <w:t>}</w:t>
      </w:r>
    </w:p>
    <w:p w14:paraId="2D1746B7" w14:textId="77777777" w:rsidR="00FB3F9F" w:rsidRPr="000A2F18" w:rsidRDefault="00FB3F9F" w:rsidP="00F27E41">
      <w:pPr>
        <w:pStyle w:val="Code"/>
      </w:pPr>
    </w:p>
    <w:p w14:paraId="710096A5" w14:textId="77777777" w:rsidR="00FB3F9F" w:rsidRPr="000A2F18" w:rsidRDefault="00FB3F9F" w:rsidP="00F27E41">
      <w:pPr>
        <w:pStyle w:val="Code"/>
      </w:pPr>
      <w:r w:rsidRPr="000A2F18">
        <w:tab/>
        <w:t>return new_stream</w:t>
      </w:r>
    </w:p>
    <w:p w14:paraId="3EA032AD" w14:textId="77777777" w:rsidR="00FB3F9F" w:rsidRPr="000A2F18" w:rsidRDefault="00FB3F9F" w:rsidP="00F27E41">
      <w:pPr>
        <w:pStyle w:val="Code"/>
      </w:pPr>
      <w:r w:rsidRPr="000A2F18">
        <w:t>}</w:t>
      </w:r>
    </w:p>
    <w:p w14:paraId="22C4DEB5" w14:textId="77777777" w:rsidR="00FB3F9F" w:rsidRPr="000A2F18" w:rsidRDefault="00FB3F9F" w:rsidP="00FB3F9F">
      <w:pPr>
        <w:rPr>
          <w:rFonts w:ascii="Courier New" w:hAnsi="Courier New" w:cs="Courier New"/>
          <w:sz w:val="20"/>
          <w:szCs w:val="20"/>
        </w:rPr>
      </w:pPr>
    </w:p>
    <w:p w14:paraId="75A080A5" w14:textId="462FE711" w:rsidR="00FB3F9F" w:rsidRDefault="00753936" w:rsidP="00F27E41">
      <w:pPr>
        <w:pStyle w:val="Note"/>
      </w:pPr>
      <w:r w:rsidRPr="000A2F18">
        <w:t>NOTE</w:t>
      </w:r>
      <w:r w:rsidRPr="000A2F18">
        <w:tab/>
      </w:r>
      <w:r w:rsidR="00FB3F9F" w:rsidRPr="000A2F18">
        <w:t xml:space="preserve">Stacking is the operation of positioning video object </w:t>
      </w:r>
      <w:r w:rsidR="00A352D1">
        <w:t>2</w:t>
      </w:r>
      <w:r w:rsidR="00FB3F9F" w:rsidRPr="000A2F18">
        <w:t xml:space="preserve"> below video object </w:t>
      </w:r>
      <w:r w:rsidR="00A352D1">
        <w:t>1</w:t>
      </w:r>
      <w:r w:rsidR="00FB3F9F" w:rsidRPr="000A2F18">
        <w:t xml:space="preserve"> with the left boundaries of video object </w:t>
      </w:r>
      <w:r w:rsidR="00A352D1">
        <w:t>1</w:t>
      </w:r>
      <w:r w:rsidR="00FB3F9F" w:rsidRPr="000A2F18">
        <w:t xml:space="preserve"> and video object </w:t>
      </w:r>
      <w:r w:rsidR="00A352D1">
        <w:t>2</w:t>
      </w:r>
      <w:r w:rsidR="00FB3F9F" w:rsidRPr="000A2F18">
        <w:t xml:space="preserve"> aligned.</w:t>
      </w:r>
    </w:p>
    <w:p w14:paraId="38330AE5" w14:textId="24C740A1" w:rsidR="008D2D4E" w:rsidRPr="000A2F18" w:rsidRDefault="000A5446" w:rsidP="000A5446">
      <w:pPr>
        <w:pStyle w:val="Note"/>
      </w:pPr>
      <w:r>
        <w:t>NOTE</w:t>
      </w:r>
      <w:r>
        <w:tab/>
        <w:t xml:space="preserve">The functions </w:t>
      </w:r>
      <w:proofErr w:type="spellStart"/>
      <w:r w:rsidRPr="00F2280B">
        <w:rPr>
          <w:rFonts w:ascii="Courier New" w:hAnsi="Courier New"/>
          <w:sz w:val="18"/>
          <w:szCs w:val="18"/>
        </w:rPr>
        <w:t>get_object</w:t>
      </w:r>
      <w:proofErr w:type="spellEnd"/>
      <w:r w:rsidR="00A352D1" w:rsidRPr="00F2280B">
        <w:rPr>
          <w:rFonts w:ascii="Courier New" w:hAnsi="Courier New"/>
          <w:sz w:val="18"/>
          <w:szCs w:val="18"/>
        </w:rPr>
        <w:t>()</w:t>
      </w:r>
      <w:r>
        <w:t xml:space="preserve">, below and </w:t>
      </w:r>
      <w:proofErr w:type="spellStart"/>
      <w:r w:rsidRPr="00F2280B">
        <w:rPr>
          <w:rFonts w:ascii="Courier New" w:hAnsi="Courier New"/>
          <w:sz w:val="18"/>
          <w:szCs w:val="18"/>
        </w:rPr>
        <w:t>set_position</w:t>
      </w:r>
      <w:proofErr w:type="spellEnd"/>
      <w:r w:rsidR="00A352D1" w:rsidRPr="00F2280B">
        <w:rPr>
          <w:rFonts w:ascii="Courier New" w:hAnsi="Courier New"/>
          <w:sz w:val="18"/>
          <w:szCs w:val="18"/>
        </w:rPr>
        <w:t>()</w:t>
      </w:r>
      <w:r>
        <w:t xml:space="preserve"> and </w:t>
      </w:r>
      <w:proofErr w:type="spellStart"/>
      <w:r w:rsidRPr="00F2280B">
        <w:rPr>
          <w:rFonts w:ascii="Courier New" w:hAnsi="Courier New"/>
          <w:sz w:val="18"/>
          <w:szCs w:val="18"/>
        </w:rPr>
        <w:t>get_object_sample</w:t>
      </w:r>
      <w:proofErr w:type="spellEnd"/>
      <w:r w:rsidR="00A352D1" w:rsidRPr="00F2280B">
        <w:rPr>
          <w:rFonts w:ascii="Courier New" w:hAnsi="Courier New"/>
          <w:sz w:val="18"/>
          <w:szCs w:val="18"/>
        </w:rPr>
        <w:t>()</w:t>
      </w:r>
      <w:r>
        <w:t xml:space="preserve"> are defined for each video codec binding.</w:t>
      </w:r>
    </w:p>
    <w:p w14:paraId="5AB0A083" w14:textId="1733B289" w:rsidR="00326FE5" w:rsidRDefault="00D67A41" w:rsidP="00661684">
      <w:pPr>
        <w:pStyle w:val="Heading4"/>
      </w:pPr>
      <w:r>
        <w:t>Description</w:t>
      </w:r>
    </w:p>
    <w:p w14:paraId="5DD7C01F" w14:textId="07F1D9B3" w:rsidR="00C442A8" w:rsidRDefault="00C442A8" w:rsidP="00C442A8">
      <w:pPr>
        <w:rPr>
          <w:lang w:eastAsia="ja-JP"/>
        </w:rPr>
      </w:pPr>
      <w:r>
        <w:rPr>
          <w:lang w:eastAsia="ja-JP"/>
        </w:rPr>
        <w:t>Th</w:t>
      </w:r>
      <w:r w:rsidR="00D472A5">
        <w:rPr>
          <w:lang w:eastAsia="ja-JP"/>
        </w:rPr>
        <w:t xml:space="preserve">e stacking </w:t>
      </w:r>
      <w:r>
        <w:rPr>
          <w:lang w:eastAsia="ja-JP"/>
        </w:rPr>
        <w:t xml:space="preserve">function positions a first video object on top of a second video object in the </w:t>
      </w:r>
      <w:r w:rsidR="00D472A5">
        <w:rPr>
          <w:lang w:eastAsia="ja-JP"/>
        </w:rPr>
        <w:t xml:space="preserve">decoded </w:t>
      </w:r>
      <w:r>
        <w:rPr>
          <w:lang w:eastAsia="ja-JP"/>
        </w:rPr>
        <w:t xml:space="preserve">pictures of the </w:t>
      </w:r>
      <w:r w:rsidR="00D472A5">
        <w:rPr>
          <w:lang w:eastAsia="ja-JP"/>
        </w:rPr>
        <w:t xml:space="preserve">media </w:t>
      </w:r>
      <w:r>
        <w:rPr>
          <w:lang w:eastAsia="ja-JP"/>
        </w:rPr>
        <w:t xml:space="preserve">stream that contains those two video objects. The </w:t>
      </w:r>
      <w:r w:rsidR="00D472A5">
        <w:rPr>
          <w:lang w:eastAsia="ja-JP"/>
        </w:rPr>
        <w:t xml:space="preserve">output media </w:t>
      </w:r>
      <w:r>
        <w:rPr>
          <w:lang w:eastAsia="ja-JP"/>
        </w:rPr>
        <w:t xml:space="preserve">stream </w:t>
      </w:r>
      <w:r w:rsidR="008D264A">
        <w:rPr>
          <w:lang w:eastAsia="ja-JP"/>
        </w:rPr>
        <w:t>contains</w:t>
      </w:r>
      <w:r>
        <w:rPr>
          <w:lang w:eastAsia="ja-JP"/>
        </w:rPr>
        <w:t xml:space="preserve"> at least the first and second video objects positioned as top-and-bottom neighbours.</w:t>
      </w:r>
    </w:p>
    <w:p w14:paraId="116785C8" w14:textId="1D5FABF8" w:rsidR="00326FE5" w:rsidRDefault="008D264A" w:rsidP="00C442A8">
      <w:pPr>
        <w:rPr>
          <w:lang w:eastAsia="ja-JP"/>
        </w:rPr>
      </w:pPr>
      <w:r>
        <w:rPr>
          <w:lang w:eastAsia="ja-JP"/>
        </w:rPr>
        <w:lastRenderedPageBreak/>
        <w:t>In case the video object is a slice</w:t>
      </w:r>
      <w:r w:rsidR="00C442A8">
        <w:rPr>
          <w:lang w:eastAsia="ja-JP"/>
        </w:rPr>
        <w:t>, the slices</w:t>
      </w:r>
      <w:r w:rsidR="00E61D37">
        <w:rPr>
          <w:lang w:eastAsia="ja-JP"/>
        </w:rPr>
        <w:t xml:space="preserve"> of both video objects</w:t>
      </w:r>
      <w:r w:rsidR="00C442A8">
        <w:rPr>
          <w:lang w:eastAsia="ja-JP"/>
        </w:rPr>
        <w:t xml:space="preserve"> in the input </w:t>
      </w:r>
      <w:r>
        <w:rPr>
          <w:lang w:eastAsia="ja-JP"/>
        </w:rPr>
        <w:t xml:space="preserve">media </w:t>
      </w:r>
      <w:r w:rsidR="00C442A8">
        <w:rPr>
          <w:lang w:eastAsia="ja-JP"/>
        </w:rPr>
        <w:t xml:space="preserve">stream </w:t>
      </w:r>
      <w:r w:rsidR="00E61D37">
        <w:rPr>
          <w:lang w:eastAsia="ja-JP"/>
        </w:rPr>
        <w:t xml:space="preserve">have the same width </w:t>
      </w:r>
      <w:r w:rsidR="00C442A8">
        <w:rPr>
          <w:lang w:eastAsia="ja-JP"/>
        </w:rPr>
        <w:t xml:space="preserve">as shown in </w:t>
      </w:r>
      <w:r w:rsidR="00A5412E">
        <w:rPr>
          <w:lang w:eastAsia="ja-JP"/>
        </w:rPr>
        <w:t>the</w:t>
      </w:r>
      <w:r w:rsidR="00E61D37">
        <w:rPr>
          <w:lang w:eastAsia="ja-JP"/>
        </w:rPr>
        <w:t xml:space="preserve"> example</w:t>
      </w:r>
      <w:r w:rsidR="00265E7C">
        <w:rPr>
          <w:lang w:eastAsia="ja-JP"/>
        </w:rPr>
        <w:t xml:space="preserve"> </w:t>
      </w:r>
      <w:r w:rsidR="00265E7C">
        <w:rPr>
          <w:lang w:eastAsia="ja-JP"/>
        </w:rPr>
        <w:fldChar w:fldCharType="begin"/>
      </w:r>
      <w:r w:rsidR="00265E7C">
        <w:rPr>
          <w:lang w:eastAsia="ja-JP"/>
        </w:rPr>
        <w:instrText xml:space="preserve"> REF _Ref77781959 \h </w:instrText>
      </w:r>
      <w:r w:rsidR="00265E7C">
        <w:rPr>
          <w:lang w:eastAsia="ja-JP"/>
        </w:rPr>
      </w:r>
      <w:r w:rsidR="00265E7C">
        <w:rPr>
          <w:lang w:eastAsia="ja-JP"/>
        </w:rPr>
        <w:fldChar w:fldCharType="separate"/>
      </w:r>
      <w:r w:rsidR="00634738">
        <w:t xml:space="preserve">Figure </w:t>
      </w:r>
      <w:r w:rsidR="00634738">
        <w:rPr>
          <w:noProof/>
        </w:rPr>
        <w:t>9</w:t>
      </w:r>
      <w:r w:rsidR="00265E7C">
        <w:rPr>
          <w:lang w:eastAsia="ja-JP"/>
        </w:rPr>
        <w:fldChar w:fldCharType="end"/>
      </w:r>
      <w:r w:rsidR="00E61D37">
        <w:rPr>
          <w:lang w:eastAsia="ja-JP"/>
        </w:rPr>
        <w:t>, diagram (a)</w:t>
      </w:r>
      <w:r w:rsidR="00C442A8">
        <w:rPr>
          <w:lang w:eastAsia="ja-JP"/>
        </w:rPr>
        <w:t xml:space="preserve">. The slice on the right side is moved to </w:t>
      </w:r>
      <w:r w:rsidR="007D1EC3">
        <w:rPr>
          <w:lang w:eastAsia="ja-JP"/>
        </w:rPr>
        <w:t xml:space="preserve">below </w:t>
      </w:r>
      <w:r w:rsidR="00C442A8">
        <w:rPr>
          <w:lang w:eastAsia="ja-JP"/>
        </w:rPr>
        <w:t xml:space="preserve">the slice on the left side in the output </w:t>
      </w:r>
      <w:r w:rsidR="007D1EC3">
        <w:rPr>
          <w:lang w:eastAsia="ja-JP"/>
        </w:rPr>
        <w:t xml:space="preserve">media </w:t>
      </w:r>
      <w:r w:rsidR="00C442A8">
        <w:rPr>
          <w:lang w:eastAsia="ja-JP"/>
        </w:rPr>
        <w:t xml:space="preserve">stream. The slice at the </w:t>
      </w:r>
      <w:r w:rsidR="007D1EC3">
        <w:rPr>
          <w:lang w:eastAsia="ja-JP"/>
        </w:rPr>
        <w:t xml:space="preserve">below </w:t>
      </w:r>
      <w:r w:rsidR="00C442A8">
        <w:rPr>
          <w:lang w:eastAsia="ja-JP"/>
        </w:rPr>
        <w:t>the sli</w:t>
      </w:r>
      <w:r w:rsidR="007D1EC3">
        <w:rPr>
          <w:lang w:eastAsia="ja-JP"/>
        </w:rPr>
        <w:t>c</w:t>
      </w:r>
      <w:r w:rsidR="00C442A8">
        <w:rPr>
          <w:lang w:eastAsia="ja-JP"/>
        </w:rPr>
        <w:t xml:space="preserve">e on the left side and the one right next to it are moved to the right direction sequentially as shown in </w:t>
      </w:r>
      <w:r w:rsidR="00A5412E">
        <w:rPr>
          <w:lang w:eastAsia="ja-JP"/>
        </w:rPr>
        <w:t xml:space="preserve">the diagram </w:t>
      </w:r>
      <w:r w:rsidR="00C442A8">
        <w:rPr>
          <w:lang w:eastAsia="ja-JP"/>
        </w:rPr>
        <w:t>(b)</w:t>
      </w:r>
      <w:r w:rsidR="00A5412E">
        <w:rPr>
          <w:lang w:eastAsia="ja-JP"/>
        </w:rPr>
        <w:t xml:space="preserve"> of the same figure</w:t>
      </w:r>
      <w:r w:rsidR="00C442A8">
        <w:rPr>
          <w:lang w:eastAsia="ja-JP"/>
        </w:rPr>
        <w:t xml:space="preserve">. During this operation, </w:t>
      </w:r>
      <w:r w:rsidR="007D1EC3">
        <w:rPr>
          <w:lang w:eastAsia="ja-JP"/>
        </w:rPr>
        <w:t xml:space="preserve">the </w:t>
      </w:r>
      <w:r w:rsidR="00C442A8">
        <w:rPr>
          <w:lang w:eastAsia="ja-JP"/>
        </w:rPr>
        <w:t xml:space="preserve">slice header </w:t>
      </w:r>
      <w:r w:rsidR="007D1EC3">
        <w:rPr>
          <w:lang w:eastAsia="ja-JP"/>
        </w:rPr>
        <w:t xml:space="preserve">may </w:t>
      </w:r>
      <w:r w:rsidR="00C442A8">
        <w:rPr>
          <w:lang w:eastAsia="ja-JP"/>
        </w:rPr>
        <w:t xml:space="preserve">need to be </w:t>
      </w:r>
      <w:r w:rsidR="007D1EC3">
        <w:rPr>
          <w:lang w:eastAsia="ja-JP"/>
        </w:rPr>
        <w:t xml:space="preserve">updated </w:t>
      </w:r>
      <w:r w:rsidR="00C442A8">
        <w:rPr>
          <w:lang w:eastAsia="ja-JP"/>
        </w:rPr>
        <w:t xml:space="preserve">to </w:t>
      </w:r>
      <w:r w:rsidR="007D1EC3">
        <w:rPr>
          <w:lang w:eastAsia="ja-JP"/>
        </w:rPr>
        <w:t xml:space="preserve">correctly signal the </w:t>
      </w:r>
      <w:r w:rsidR="00C442A8">
        <w:rPr>
          <w:lang w:eastAsia="ja-JP"/>
        </w:rPr>
        <w:t xml:space="preserve">changes of the </w:t>
      </w:r>
      <w:r w:rsidR="003E271C">
        <w:rPr>
          <w:lang w:eastAsia="ja-JP"/>
        </w:rPr>
        <w:t xml:space="preserve">video object </w:t>
      </w:r>
      <w:r w:rsidR="00C442A8">
        <w:rPr>
          <w:lang w:eastAsia="ja-JP"/>
        </w:rPr>
        <w:t>identifier</w:t>
      </w:r>
      <w:r w:rsidR="003E271C">
        <w:rPr>
          <w:lang w:eastAsia="ja-JP"/>
        </w:rPr>
        <w:t>s, e.g. the slice addresses</w:t>
      </w:r>
      <w:r w:rsidR="00C442A8">
        <w:rPr>
          <w:lang w:eastAsia="ja-JP"/>
        </w:rPr>
        <w:t>.</w:t>
      </w:r>
    </w:p>
    <w:p w14:paraId="4DAC1987" w14:textId="77777777" w:rsidR="00447ABB" w:rsidRDefault="00B53026" w:rsidP="005B4698">
      <w:pPr>
        <w:keepNext/>
        <w:jc w:val="center"/>
      </w:pPr>
      <w:r>
        <w:object w:dxaOrig="9607" w:dyaOrig="5402" w14:anchorId="69CE49B2">
          <v:shape id="_x0000_i1032" type="#_x0000_t75" style="width:434.5pt;height:2in" o:ole="">
            <v:imagedata r:id="rId36" o:title="" croptop="14718f" cropbottom="15818f" cropleft="4409f" cropright="1856f"/>
          </v:shape>
          <o:OLEObject Type="Embed" ProgID="PowerPoint.Slide.8" ShapeID="_x0000_i1032" DrawAspect="Content" ObjectID="_1689147440" r:id="rId37"/>
        </w:object>
      </w:r>
    </w:p>
    <w:p w14:paraId="0FAB1C8E" w14:textId="29ED2964" w:rsidR="00B34D3F" w:rsidRDefault="00447ABB" w:rsidP="00A34C8C">
      <w:pPr>
        <w:pStyle w:val="Caption"/>
      </w:pPr>
      <w:bookmarkStart w:id="523" w:name="_Ref77781959"/>
      <w:r>
        <w:t xml:space="preserve">Figure </w:t>
      </w:r>
      <w:r w:rsidR="00A749FF">
        <w:fldChar w:fldCharType="begin"/>
      </w:r>
      <w:r w:rsidR="00A749FF">
        <w:instrText xml:space="preserve"> SEQ Figure \* ARABIC </w:instrText>
      </w:r>
      <w:r w:rsidR="00A749FF">
        <w:fldChar w:fldCharType="separate"/>
      </w:r>
      <w:r w:rsidR="00634738">
        <w:rPr>
          <w:noProof/>
        </w:rPr>
        <w:t>9</w:t>
      </w:r>
      <w:r w:rsidR="00A749FF">
        <w:fldChar w:fldCharType="end"/>
      </w:r>
      <w:bookmarkEnd w:id="523"/>
      <w:r>
        <w:t xml:space="preserve"> — </w:t>
      </w:r>
      <w:r w:rsidR="00B9067A">
        <w:t>Example of i</w:t>
      </w:r>
      <w:r w:rsidRPr="00537875">
        <w:t xml:space="preserve">nput and output video </w:t>
      </w:r>
      <w:r w:rsidR="00B9067A">
        <w:t xml:space="preserve">for the </w:t>
      </w:r>
      <w:r w:rsidRPr="00537875">
        <w:t>stacking function</w:t>
      </w:r>
    </w:p>
    <w:p w14:paraId="4221B207" w14:textId="29FCD81E" w:rsidR="00606A7F" w:rsidRPr="000A2F18" w:rsidRDefault="00606A7F" w:rsidP="00606A7F">
      <w:pPr>
        <w:pStyle w:val="Heading2"/>
      </w:pPr>
      <w:bookmarkStart w:id="524" w:name="_Toc77782150"/>
      <w:bookmarkStart w:id="525" w:name="_Toc77782755"/>
      <w:bookmarkStart w:id="526" w:name="_Toc77785541"/>
      <w:bookmarkStart w:id="527" w:name="_Toc77850538"/>
      <w:bookmarkStart w:id="528" w:name="_Toc77850679"/>
      <w:bookmarkStart w:id="529" w:name="_Toc77850820"/>
      <w:bookmarkStart w:id="530" w:name="_Toc78533742"/>
      <w:bookmarkEnd w:id="524"/>
      <w:bookmarkEnd w:id="525"/>
      <w:bookmarkEnd w:id="526"/>
      <w:bookmarkEnd w:id="527"/>
      <w:bookmarkEnd w:id="528"/>
      <w:bookmarkEnd w:id="529"/>
      <w:r w:rsidRPr="000A2F18">
        <w:t>Instantiation for ISO/IEC 23008</w:t>
      </w:r>
      <w:r w:rsidR="00CE646E">
        <w:t>-</w:t>
      </w:r>
      <w:r w:rsidRPr="000A2F18">
        <w:t>3</w:t>
      </w:r>
      <w:r>
        <w:t xml:space="preserve"> </w:t>
      </w:r>
      <w:r w:rsidRPr="000A2F18">
        <w:t>H</w:t>
      </w:r>
      <w:r w:rsidR="00124EB6">
        <w:t xml:space="preserve">igh </w:t>
      </w:r>
      <w:r w:rsidR="00CA0311" w:rsidRPr="000A2F18">
        <w:t>E</w:t>
      </w:r>
      <w:r w:rsidR="00CA0311">
        <w:t>fficiency</w:t>
      </w:r>
      <w:r w:rsidR="00124EB6">
        <w:t xml:space="preserve"> </w:t>
      </w:r>
      <w:r w:rsidRPr="000A2F18">
        <w:t>V</w:t>
      </w:r>
      <w:r w:rsidR="00124EB6">
        <w:t xml:space="preserve">ideo </w:t>
      </w:r>
      <w:r w:rsidRPr="000A2F18">
        <w:t>C</w:t>
      </w:r>
      <w:r w:rsidR="00124EB6">
        <w:t>oding (HEVC)</w:t>
      </w:r>
      <w:bookmarkEnd w:id="530"/>
    </w:p>
    <w:p w14:paraId="21B7969A" w14:textId="77777777" w:rsidR="00606A7F" w:rsidRDefault="00606A7F" w:rsidP="00606A7F">
      <w:pPr>
        <w:pStyle w:val="Heading3"/>
      </w:pPr>
      <w:bookmarkStart w:id="531" w:name="_Toc78533743"/>
      <w:r w:rsidRPr="000A2F18">
        <w:t>General</w:t>
      </w:r>
      <w:bookmarkEnd w:id="531"/>
    </w:p>
    <w:p w14:paraId="1B19668B" w14:textId="4BB514AA" w:rsidR="00606A7F" w:rsidRPr="000A2F18" w:rsidRDefault="00606A7F" w:rsidP="00606A7F">
      <w:r w:rsidRPr="000A2F18">
        <w:rPr>
          <w:lang w:eastAsia="ja-JP"/>
        </w:rPr>
        <w:t xml:space="preserve">The </w:t>
      </w:r>
      <w:r w:rsidRPr="000A2F18">
        <w:t>High Efficiency Video Coding (HEVC) is published under ISO/IEC 23008</w:t>
      </w:r>
      <w:r w:rsidR="007B291C">
        <w:t>-</w:t>
      </w:r>
      <w:r w:rsidRPr="000A2F18">
        <w:t>3.</w:t>
      </w:r>
    </w:p>
    <w:p w14:paraId="387F98BF" w14:textId="5E8E48C2" w:rsidR="00606A7F" w:rsidRDefault="00586628" w:rsidP="00606A7F">
      <w:pPr>
        <w:rPr>
          <w:lang w:eastAsia="ja-JP"/>
        </w:rPr>
      </w:pPr>
      <w:r>
        <w:rPr>
          <w:lang w:eastAsia="ja-JP"/>
        </w:rPr>
        <w:fldChar w:fldCharType="begin"/>
      </w:r>
      <w:r>
        <w:rPr>
          <w:lang w:eastAsia="ja-JP"/>
        </w:rPr>
        <w:instrText xml:space="preserve"> REF _Ref77782605 \h </w:instrText>
      </w:r>
      <w:r>
        <w:rPr>
          <w:lang w:eastAsia="ja-JP"/>
        </w:rPr>
      </w:r>
      <w:r>
        <w:rPr>
          <w:lang w:eastAsia="ja-JP"/>
        </w:rPr>
        <w:fldChar w:fldCharType="separate"/>
      </w:r>
      <w:r w:rsidR="00634738">
        <w:t xml:space="preserve">Table </w:t>
      </w:r>
      <w:r w:rsidR="00634738">
        <w:rPr>
          <w:noProof/>
        </w:rPr>
        <w:t>6</w:t>
      </w:r>
      <w:r>
        <w:rPr>
          <w:lang w:eastAsia="ja-JP"/>
        </w:rPr>
        <w:fldChar w:fldCharType="end"/>
      </w:r>
      <w:r>
        <w:rPr>
          <w:lang w:eastAsia="ja-JP"/>
        </w:rPr>
        <w:t xml:space="preserve"> </w:t>
      </w:r>
      <w:r w:rsidR="00606A7F" w:rsidRPr="000A2F18">
        <w:rPr>
          <w:lang w:eastAsia="ja-JP"/>
        </w:rPr>
        <w:t>provides the bindings of a concept of this document with a concept specified in the HEVC specification.</w:t>
      </w:r>
    </w:p>
    <w:p w14:paraId="2C4FAE81" w14:textId="661E0E75" w:rsidR="00586628" w:rsidRDefault="00586628" w:rsidP="00A34C8C">
      <w:pPr>
        <w:pStyle w:val="Caption"/>
        <w:keepNext/>
      </w:pPr>
      <w:bookmarkStart w:id="532" w:name="_Ref77782605"/>
      <w:r>
        <w:t xml:space="preserve">Table </w:t>
      </w:r>
      <w:r>
        <w:fldChar w:fldCharType="begin"/>
      </w:r>
      <w:r>
        <w:instrText xml:space="preserve"> SEQ Table \* ARABIC </w:instrText>
      </w:r>
      <w:r>
        <w:fldChar w:fldCharType="separate"/>
      </w:r>
      <w:r w:rsidR="00634738">
        <w:rPr>
          <w:noProof/>
        </w:rPr>
        <w:t>6</w:t>
      </w:r>
      <w:r>
        <w:fldChar w:fldCharType="end"/>
      </w:r>
      <w:bookmarkEnd w:id="532"/>
      <w:r>
        <w:t xml:space="preserve"> — </w:t>
      </w:r>
      <w:r w:rsidRPr="00E9376C">
        <w:t>Correspondence between VDI concepts and HEVC concrete entities</w:t>
      </w:r>
    </w:p>
    <w:tbl>
      <w:tblPr>
        <w:tblStyle w:val="TableGrid"/>
        <w:tblW w:w="0" w:type="auto"/>
        <w:tblLook w:val="0420" w:firstRow="1" w:lastRow="0" w:firstColumn="0" w:lastColumn="0" w:noHBand="0" w:noVBand="1"/>
      </w:tblPr>
      <w:tblGrid>
        <w:gridCol w:w="4672"/>
        <w:gridCol w:w="4673"/>
      </w:tblGrid>
      <w:tr w:rsidR="00606A7F" w:rsidRPr="000A2F18" w14:paraId="1EB40EA3" w14:textId="77777777" w:rsidTr="00661684">
        <w:trPr>
          <w:cnfStyle w:val="100000000000" w:firstRow="1" w:lastRow="0" w:firstColumn="0" w:lastColumn="0" w:oddVBand="0" w:evenVBand="0" w:oddHBand="0" w:evenHBand="0" w:firstRowFirstColumn="0" w:firstRowLastColumn="0" w:lastRowFirstColumn="0" w:lastRowLastColumn="0"/>
          <w:cantSplit/>
        </w:trPr>
        <w:tc>
          <w:tcPr>
            <w:tcW w:w="4672" w:type="dxa"/>
            <w:tcBorders>
              <w:top w:val="single" w:sz="12" w:space="0" w:color="auto"/>
              <w:left w:val="single" w:sz="12" w:space="0" w:color="auto"/>
              <w:bottom w:val="single" w:sz="12" w:space="0" w:color="auto"/>
            </w:tcBorders>
          </w:tcPr>
          <w:p w14:paraId="15AE7056" w14:textId="77777777" w:rsidR="00606A7F" w:rsidRPr="000A2F18" w:rsidRDefault="00606A7F" w:rsidP="00191EE2">
            <w:pPr>
              <w:pStyle w:val="Cell"/>
              <w:rPr>
                <w:b w:val="0"/>
              </w:rPr>
            </w:pPr>
            <w:r w:rsidRPr="000A2F18">
              <w:t>Concept</w:t>
            </w:r>
          </w:p>
        </w:tc>
        <w:tc>
          <w:tcPr>
            <w:tcW w:w="4673" w:type="dxa"/>
            <w:tcBorders>
              <w:top w:val="single" w:sz="12" w:space="0" w:color="auto"/>
              <w:bottom w:val="single" w:sz="12" w:space="0" w:color="auto"/>
              <w:right w:val="single" w:sz="12" w:space="0" w:color="auto"/>
            </w:tcBorders>
          </w:tcPr>
          <w:p w14:paraId="601848F7" w14:textId="77777777" w:rsidR="00606A7F" w:rsidRPr="000A2F18" w:rsidRDefault="00606A7F" w:rsidP="00191EE2">
            <w:pPr>
              <w:pStyle w:val="Cell"/>
              <w:rPr>
                <w:b w:val="0"/>
              </w:rPr>
            </w:pPr>
            <w:r w:rsidRPr="000A2F18">
              <w:t>HEVC concept (reference)</w:t>
            </w:r>
          </w:p>
        </w:tc>
      </w:tr>
      <w:tr w:rsidR="00606A7F" w:rsidRPr="000A2F18" w14:paraId="12735024" w14:textId="77777777" w:rsidTr="00661684">
        <w:trPr>
          <w:cantSplit/>
        </w:trPr>
        <w:tc>
          <w:tcPr>
            <w:tcW w:w="4672" w:type="dxa"/>
            <w:tcBorders>
              <w:top w:val="single" w:sz="12" w:space="0" w:color="auto"/>
              <w:left w:val="single" w:sz="12" w:space="0" w:color="auto"/>
            </w:tcBorders>
          </w:tcPr>
          <w:p w14:paraId="7CA2540F" w14:textId="77777777" w:rsidR="00606A7F" w:rsidRPr="000A2F18" w:rsidRDefault="00606A7F" w:rsidP="00191EE2">
            <w:pPr>
              <w:pStyle w:val="Cell"/>
            </w:pPr>
            <w:proofErr w:type="spellStart"/>
            <w:r w:rsidRPr="000A2F18">
              <w:t>ElementaryStream</w:t>
            </w:r>
            <w:proofErr w:type="spellEnd"/>
          </w:p>
        </w:tc>
        <w:tc>
          <w:tcPr>
            <w:tcW w:w="4673" w:type="dxa"/>
            <w:tcBorders>
              <w:top w:val="single" w:sz="12" w:space="0" w:color="auto"/>
              <w:right w:val="single" w:sz="12" w:space="0" w:color="auto"/>
            </w:tcBorders>
          </w:tcPr>
          <w:p w14:paraId="7A7FC346" w14:textId="77777777" w:rsidR="00606A7F" w:rsidRPr="000A2F18" w:rsidRDefault="00606A7F" w:rsidP="00191EE2">
            <w:pPr>
              <w:pStyle w:val="Cell"/>
            </w:pPr>
            <w:r w:rsidRPr="000A2F18">
              <w:t>bitstream (3.15)</w:t>
            </w:r>
          </w:p>
        </w:tc>
      </w:tr>
      <w:tr w:rsidR="00606A7F" w:rsidRPr="000A2F18" w14:paraId="4E7610A3" w14:textId="77777777" w:rsidTr="00661684">
        <w:trPr>
          <w:cantSplit/>
        </w:trPr>
        <w:tc>
          <w:tcPr>
            <w:tcW w:w="4672" w:type="dxa"/>
            <w:tcBorders>
              <w:left w:val="single" w:sz="12" w:space="0" w:color="auto"/>
            </w:tcBorders>
          </w:tcPr>
          <w:p w14:paraId="6CD6245B" w14:textId="77777777" w:rsidR="00606A7F" w:rsidRPr="000A2F18" w:rsidRDefault="00606A7F" w:rsidP="00191EE2">
            <w:pPr>
              <w:pStyle w:val="Cell"/>
            </w:pPr>
            <w:proofErr w:type="spellStart"/>
            <w:r w:rsidRPr="000A2F18">
              <w:t>AccessUnit</w:t>
            </w:r>
            <w:proofErr w:type="spellEnd"/>
          </w:p>
        </w:tc>
        <w:tc>
          <w:tcPr>
            <w:tcW w:w="4673" w:type="dxa"/>
            <w:tcBorders>
              <w:right w:val="single" w:sz="12" w:space="0" w:color="auto"/>
            </w:tcBorders>
          </w:tcPr>
          <w:p w14:paraId="6E3DA87F" w14:textId="77777777" w:rsidR="00606A7F" w:rsidRPr="000A2F18" w:rsidRDefault="00606A7F" w:rsidP="00191EE2">
            <w:pPr>
              <w:pStyle w:val="Cell"/>
            </w:pPr>
            <w:r w:rsidRPr="000A2F18">
              <w:t>access unit (3.1)</w:t>
            </w:r>
          </w:p>
        </w:tc>
      </w:tr>
      <w:tr w:rsidR="00606A7F" w:rsidRPr="000A2F18" w14:paraId="226C3001" w14:textId="77777777" w:rsidTr="00661684">
        <w:trPr>
          <w:cantSplit/>
        </w:trPr>
        <w:tc>
          <w:tcPr>
            <w:tcW w:w="4672" w:type="dxa"/>
            <w:tcBorders>
              <w:left w:val="single" w:sz="12" w:space="0" w:color="auto"/>
            </w:tcBorders>
          </w:tcPr>
          <w:p w14:paraId="22692AD6" w14:textId="77777777" w:rsidR="00606A7F" w:rsidRPr="000A2F18" w:rsidRDefault="00606A7F" w:rsidP="00191EE2">
            <w:pPr>
              <w:pStyle w:val="Cell"/>
            </w:pPr>
            <w:proofErr w:type="spellStart"/>
            <w:r>
              <w:t>Video</w:t>
            </w:r>
            <w:r w:rsidRPr="000A2F18">
              <w:t>ObjectIdentifier</w:t>
            </w:r>
            <w:proofErr w:type="spellEnd"/>
          </w:p>
        </w:tc>
        <w:tc>
          <w:tcPr>
            <w:tcW w:w="4673" w:type="dxa"/>
            <w:tcBorders>
              <w:right w:val="single" w:sz="12" w:space="0" w:color="auto"/>
            </w:tcBorders>
          </w:tcPr>
          <w:p w14:paraId="379D239E" w14:textId="77777777" w:rsidR="00606A7F" w:rsidRPr="000A2F18" w:rsidRDefault="00606A7F" w:rsidP="00191EE2">
            <w:pPr>
              <w:pStyle w:val="Cell"/>
            </w:pPr>
            <w:r w:rsidRPr="000A2F18">
              <w:t>slice segment address (7.4.7.1)</w:t>
            </w:r>
          </w:p>
        </w:tc>
      </w:tr>
      <w:tr w:rsidR="00606A7F" w:rsidRPr="000A2F18" w14:paraId="488D9444" w14:textId="77777777" w:rsidTr="00661684">
        <w:trPr>
          <w:cantSplit/>
        </w:trPr>
        <w:tc>
          <w:tcPr>
            <w:tcW w:w="4672" w:type="dxa"/>
            <w:tcBorders>
              <w:left w:val="single" w:sz="12" w:space="0" w:color="auto"/>
              <w:bottom w:val="single" w:sz="12" w:space="0" w:color="auto"/>
            </w:tcBorders>
          </w:tcPr>
          <w:p w14:paraId="2B7A5468" w14:textId="77777777" w:rsidR="00606A7F" w:rsidRPr="000A2F18" w:rsidRDefault="00606A7F" w:rsidP="00191EE2">
            <w:pPr>
              <w:pStyle w:val="Cell"/>
            </w:pPr>
            <w:proofErr w:type="spellStart"/>
            <w:r>
              <w:t>Video</w:t>
            </w:r>
            <w:r w:rsidRPr="000A2F18">
              <w:t>ObjectSample</w:t>
            </w:r>
            <w:proofErr w:type="spellEnd"/>
          </w:p>
        </w:tc>
        <w:tc>
          <w:tcPr>
            <w:tcW w:w="4673" w:type="dxa"/>
            <w:tcBorders>
              <w:bottom w:val="single" w:sz="12" w:space="0" w:color="auto"/>
              <w:right w:val="single" w:sz="12" w:space="0" w:color="auto"/>
            </w:tcBorders>
          </w:tcPr>
          <w:p w14:paraId="0F04DC8C" w14:textId="77777777" w:rsidR="00606A7F" w:rsidRPr="000A2F18" w:rsidRDefault="00606A7F" w:rsidP="00191EE2">
            <w:pPr>
              <w:pStyle w:val="Cell"/>
            </w:pPr>
            <w:r w:rsidRPr="000A2F18">
              <w:t>slice segment (3.151)</w:t>
            </w:r>
          </w:p>
        </w:tc>
      </w:tr>
    </w:tbl>
    <w:p w14:paraId="68413579" w14:textId="3D8165F0" w:rsidR="00000045" w:rsidRPr="000A2F18" w:rsidRDefault="00000045" w:rsidP="00000045">
      <w:pPr>
        <w:pStyle w:val="Heading2"/>
      </w:pPr>
      <w:bookmarkStart w:id="533" w:name="_Toc78533146"/>
      <w:bookmarkStart w:id="534" w:name="_Toc78533210"/>
      <w:bookmarkStart w:id="535" w:name="_Toc78533744"/>
      <w:bookmarkStart w:id="536" w:name="_Toc78533147"/>
      <w:bookmarkStart w:id="537" w:name="_Toc78533211"/>
      <w:bookmarkStart w:id="538" w:name="_Toc78533745"/>
      <w:bookmarkStart w:id="539" w:name="_Toc78533148"/>
      <w:bookmarkStart w:id="540" w:name="_Toc78533212"/>
      <w:bookmarkStart w:id="541" w:name="_Toc78533746"/>
      <w:bookmarkStart w:id="542" w:name="_Toc77776357"/>
      <w:bookmarkStart w:id="543" w:name="_Toc77776490"/>
      <w:bookmarkStart w:id="544" w:name="_Toc77776622"/>
      <w:bookmarkStart w:id="545" w:name="_Toc77782153"/>
      <w:bookmarkStart w:id="546" w:name="_Toc77782758"/>
      <w:bookmarkStart w:id="547" w:name="_Toc77785544"/>
      <w:bookmarkStart w:id="548" w:name="_Toc77850541"/>
      <w:bookmarkStart w:id="549" w:name="_Toc77850682"/>
      <w:bookmarkStart w:id="550" w:name="_Toc77850823"/>
      <w:bookmarkStart w:id="551" w:name="_Toc77776358"/>
      <w:bookmarkStart w:id="552" w:name="_Toc77776491"/>
      <w:bookmarkStart w:id="553" w:name="_Toc77776623"/>
      <w:bookmarkStart w:id="554" w:name="_Toc77782154"/>
      <w:bookmarkStart w:id="555" w:name="_Toc77782759"/>
      <w:bookmarkStart w:id="556" w:name="_Toc77785545"/>
      <w:bookmarkStart w:id="557" w:name="_Toc77850542"/>
      <w:bookmarkStart w:id="558" w:name="_Toc77850683"/>
      <w:bookmarkStart w:id="559" w:name="_Toc77850824"/>
      <w:bookmarkStart w:id="560" w:name="_Toc77776359"/>
      <w:bookmarkStart w:id="561" w:name="_Toc77776492"/>
      <w:bookmarkStart w:id="562" w:name="_Toc77776624"/>
      <w:bookmarkStart w:id="563" w:name="_Toc77782155"/>
      <w:bookmarkStart w:id="564" w:name="_Toc77782760"/>
      <w:bookmarkStart w:id="565" w:name="_Toc77785546"/>
      <w:bookmarkStart w:id="566" w:name="_Toc77850543"/>
      <w:bookmarkStart w:id="567" w:name="_Toc77850684"/>
      <w:bookmarkStart w:id="568" w:name="_Toc77850825"/>
      <w:bookmarkStart w:id="569" w:name="_Toc77776360"/>
      <w:bookmarkStart w:id="570" w:name="_Toc77776493"/>
      <w:bookmarkStart w:id="571" w:name="_Toc77776625"/>
      <w:bookmarkStart w:id="572" w:name="_Toc77782156"/>
      <w:bookmarkStart w:id="573" w:name="_Toc77782761"/>
      <w:bookmarkStart w:id="574" w:name="_Toc77785547"/>
      <w:bookmarkStart w:id="575" w:name="_Toc77850544"/>
      <w:bookmarkStart w:id="576" w:name="_Toc77850685"/>
      <w:bookmarkStart w:id="577" w:name="_Toc77850826"/>
      <w:bookmarkStart w:id="578" w:name="_Toc77776361"/>
      <w:bookmarkStart w:id="579" w:name="_Toc77776494"/>
      <w:bookmarkStart w:id="580" w:name="_Toc77776626"/>
      <w:bookmarkStart w:id="581" w:name="_Toc77782157"/>
      <w:bookmarkStart w:id="582" w:name="_Toc77782762"/>
      <w:bookmarkStart w:id="583" w:name="_Toc77785548"/>
      <w:bookmarkStart w:id="584" w:name="_Toc77850545"/>
      <w:bookmarkStart w:id="585" w:name="_Toc77850686"/>
      <w:bookmarkStart w:id="586" w:name="_Toc77850827"/>
      <w:bookmarkStart w:id="587" w:name="_Toc77776362"/>
      <w:bookmarkStart w:id="588" w:name="_Toc77776495"/>
      <w:bookmarkStart w:id="589" w:name="_Toc77776627"/>
      <w:bookmarkStart w:id="590" w:name="_Toc77782158"/>
      <w:bookmarkStart w:id="591" w:name="_Toc77782763"/>
      <w:bookmarkStart w:id="592" w:name="_Toc77785549"/>
      <w:bookmarkStart w:id="593" w:name="_Toc77850546"/>
      <w:bookmarkStart w:id="594" w:name="_Toc77850687"/>
      <w:bookmarkStart w:id="595" w:name="_Toc77850828"/>
      <w:bookmarkStart w:id="596" w:name="_Toc77776363"/>
      <w:bookmarkStart w:id="597" w:name="_Toc77776496"/>
      <w:bookmarkStart w:id="598" w:name="_Toc77776628"/>
      <w:bookmarkStart w:id="599" w:name="_Toc77782159"/>
      <w:bookmarkStart w:id="600" w:name="_Toc77782764"/>
      <w:bookmarkStart w:id="601" w:name="_Toc77785550"/>
      <w:bookmarkStart w:id="602" w:name="_Toc77850547"/>
      <w:bookmarkStart w:id="603" w:name="_Toc77850688"/>
      <w:bookmarkStart w:id="604" w:name="_Toc77850829"/>
      <w:bookmarkStart w:id="605" w:name="_Toc77776364"/>
      <w:bookmarkStart w:id="606" w:name="_Toc77776497"/>
      <w:bookmarkStart w:id="607" w:name="_Toc77776629"/>
      <w:bookmarkStart w:id="608" w:name="_Toc77782160"/>
      <w:bookmarkStart w:id="609" w:name="_Toc77782765"/>
      <w:bookmarkStart w:id="610" w:name="_Toc77785551"/>
      <w:bookmarkStart w:id="611" w:name="_Toc77850548"/>
      <w:bookmarkStart w:id="612" w:name="_Toc77850689"/>
      <w:bookmarkStart w:id="613" w:name="_Toc77850830"/>
      <w:bookmarkStart w:id="614" w:name="_Toc77776365"/>
      <w:bookmarkStart w:id="615" w:name="_Toc77776498"/>
      <w:bookmarkStart w:id="616" w:name="_Toc77776630"/>
      <w:bookmarkStart w:id="617" w:name="_Toc77782161"/>
      <w:bookmarkStart w:id="618" w:name="_Toc77782766"/>
      <w:bookmarkStart w:id="619" w:name="_Toc77785552"/>
      <w:bookmarkStart w:id="620" w:name="_Toc77850549"/>
      <w:bookmarkStart w:id="621" w:name="_Toc77850690"/>
      <w:bookmarkStart w:id="622" w:name="_Toc77850831"/>
      <w:bookmarkStart w:id="623" w:name="_Toc77776366"/>
      <w:bookmarkStart w:id="624" w:name="_Toc77776499"/>
      <w:bookmarkStart w:id="625" w:name="_Toc77776631"/>
      <w:bookmarkStart w:id="626" w:name="_Toc77782162"/>
      <w:bookmarkStart w:id="627" w:name="_Toc77782767"/>
      <w:bookmarkStart w:id="628" w:name="_Toc77785553"/>
      <w:bookmarkStart w:id="629" w:name="_Toc77850550"/>
      <w:bookmarkStart w:id="630" w:name="_Toc77850691"/>
      <w:bookmarkStart w:id="631" w:name="_Toc77850832"/>
      <w:bookmarkStart w:id="632" w:name="_Toc77776367"/>
      <w:bookmarkStart w:id="633" w:name="_Toc77776500"/>
      <w:bookmarkStart w:id="634" w:name="_Toc77776632"/>
      <w:bookmarkStart w:id="635" w:name="_Toc77782163"/>
      <w:bookmarkStart w:id="636" w:name="_Toc77782768"/>
      <w:bookmarkStart w:id="637" w:name="_Toc77785554"/>
      <w:bookmarkStart w:id="638" w:name="_Toc77850551"/>
      <w:bookmarkStart w:id="639" w:name="_Toc77850692"/>
      <w:bookmarkStart w:id="640" w:name="_Toc77850833"/>
      <w:bookmarkStart w:id="641" w:name="_Toc77776368"/>
      <w:bookmarkStart w:id="642" w:name="_Toc77776501"/>
      <w:bookmarkStart w:id="643" w:name="_Toc77776633"/>
      <w:bookmarkStart w:id="644" w:name="_Toc77782164"/>
      <w:bookmarkStart w:id="645" w:name="_Toc77782769"/>
      <w:bookmarkStart w:id="646" w:name="_Toc77785555"/>
      <w:bookmarkStart w:id="647" w:name="_Toc77850552"/>
      <w:bookmarkStart w:id="648" w:name="_Toc77850693"/>
      <w:bookmarkStart w:id="649" w:name="_Toc77850834"/>
      <w:bookmarkStart w:id="650" w:name="_Toc77776369"/>
      <w:bookmarkStart w:id="651" w:name="_Toc77776502"/>
      <w:bookmarkStart w:id="652" w:name="_Toc77776634"/>
      <w:bookmarkStart w:id="653" w:name="_Toc77782165"/>
      <w:bookmarkStart w:id="654" w:name="_Toc77782770"/>
      <w:bookmarkStart w:id="655" w:name="_Toc77785556"/>
      <w:bookmarkStart w:id="656" w:name="_Toc77850553"/>
      <w:bookmarkStart w:id="657" w:name="_Toc77850694"/>
      <w:bookmarkStart w:id="658" w:name="_Toc77850835"/>
      <w:bookmarkStart w:id="659" w:name="_Toc77776370"/>
      <w:bookmarkStart w:id="660" w:name="_Toc77776503"/>
      <w:bookmarkStart w:id="661" w:name="_Toc77776635"/>
      <w:bookmarkStart w:id="662" w:name="_Toc77782166"/>
      <w:bookmarkStart w:id="663" w:name="_Toc77782771"/>
      <w:bookmarkStart w:id="664" w:name="_Toc77785557"/>
      <w:bookmarkStart w:id="665" w:name="_Toc77850554"/>
      <w:bookmarkStart w:id="666" w:name="_Toc77850695"/>
      <w:bookmarkStart w:id="667" w:name="_Toc77850836"/>
      <w:bookmarkStart w:id="668" w:name="_Toc77776371"/>
      <w:bookmarkStart w:id="669" w:name="_Toc77776504"/>
      <w:bookmarkStart w:id="670" w:name="_Toc77776636"/>
      <w:bookmarkStart w:id="671" w:name="_Toc77782167"/>
      <w:bookmarkStart w:id="672" w:name="_Toc77782772"/>
      <w:bookmarkStart w:id="673" w:name="_Toc77785558"/>
      <w:bookmarkStart w:id="674" w:name="_Toc77850555"/>
      <w:bookmarkStart w:id="675" w:name="_Toc77850696"/>
      <w:bookmarkStart w:id="676" w:name="_Toc77850837"/>
      <w:bookmarkStart w:id="677" w:name="_Toc77776372"/>
      <w:bookmarkStart w:id="678" w:name="_Toc77776505"/>
      <w:bookmarkStart w:id="679" w:name="_Toc77776637"/>
      <w:bookmarkStart w:id="680" w:name="_Toc77782168"/>
      <w:bookmarkStart w:id="681" w:name="_Toc77782773"/>
      <w:bookmarkStart w:id="682" w:name="_Toc77785559"/>
      <w:bookmarkStart w:id="683" w:name="_Toc77850556"/>
      <w:bookmarkStart w:id="684" w:name="_Toc77850697"/>
      <w:bookmarkStart w:id="685" w:name="_Toc77850838"/>
      <w:bookmarkStart w:id="686" w:name="_Toc77776373"/>
      <w:bookmarkStart w:id="687" w:name="_Toc77776506"/>
      <w:bookmarkStart w:id="688" w:name="_Toc77776638"/>
      <w:bookmarkStart w:id="689" w:name="_Toc77782169"/>
      <w:bookmarkStart w:id="690" w:name="_Toc77782774"/>
      <w:bookmarkStart w:id="691" w:name="_Toc77785560"/>
      <w:bookmarkStart w:id="692" w:name="_Toc77850557"/>
      <w:bookmarkStart w:id="693" w:name="_Toc77850698"/>
      <w:bookmarkStart w:id="694" w:name="_Toc77850839"/>
      <w:bookmarkStart w:id="695" w:name="_Toc77776374"/>
      <w:bookmarkStart w:id="696" w:name="_Toc77776507"/>
      <w:bookmarkStart w:id="697" w:name="_Toc77776639"/>
      <w:bookmarkStart w:id="698" w:name="_Toc77782170"/>
      <w:bookmarkStart w:id="699" w:name="_Toc77782775"/>
      <w:bookmarkStart w:id="700" w:name="_Toc77785561"/>
      <w:bookmarkStart w:id="701" w:name="_Toc77850558"/>
      <w:bookmarkStart w:id="702" w:name="_Toc77850699"/>
      <w:bookmarkStart w:id="703" w:name="_Toc77850840"/>
      <w:bookmarkStart w:id="704" w:name="_Toc77776375"/>
      <w:bookmarkStart w:id="705" w:name="_Toc77776508"/>
      <w:bookmarkStart w:id="706" w:name="_Toc77776640"/>
      <w:bookmarkStart w:id="707" w:name="_Toc77782171"/>
      <w:bookmarkStart w:id="708" w:name="_Toc77782776"/>
      <w:bookmarkStart w:id="709" w:name="_Toc77785562"/>
      <w:bookmarkStart w:id="710" w:name="_Toc77850559"/>
      <w:bookmarkStart w:id="711" w:name="_Toc77850700"/>
      <w:bookmarkStart w:id="712" w:name="_Toc77850841"/>
      <w:bookmarkStart w:id="713" w:name="_Toc77776376"/>
      <w:bookmarkStart w:id="714" w:name="_Toc77776509"/>
      <w:bookmarkStart w:id="715" w:name="_Toc77776641"/>
      <w:bookmarkStart w:id="716" w:name="_Toc77782172"/>
      <w:bookmarkStart w:id="717" w:name="_Toc77782777"/>
      <w:bookmarkStart w:id="718" w:name="_Toc77785563"/>
      <w:bookmarkStart w:id="719" w:name="_Toc77850560"/>
      <w:bookmarkStart w:id="720" w:name="_Toc77850701"/>
      <w:bookmarkStart w:id="721" w:name="_Toc77850842"/>
      <w:bookmarkStart w:id="722" w:name="_Toc77776377"/>
      <w:bookmarkStart w:id="723" w:name="_Toc77776510"/>
      <w:bookmarkStart w:id="724" w:name="_Toc77776642"/>
      <w:bookmarkStart w:id="725" w:name="_Toc77782173"/>
      <w:bookmarkStart w:id="726" w:name="_Toc77782778"/>
      <w:bookmarkStart w:id="727" w:name="_Toc77785564"/>
      <w:bookmarkStart w:id="728" w:name="_Toc77850561"/>
      <w:bookmarkStart w:id="729" w:name="_Toc77850702"/>
      <w:bookmarkStart w:id="730" w:name="_Toc77850843"/>
      <w:bookmarkStart w:id="731" w:name="_Toc77776378"/>
      <w:bookmarkStart w:id="732" w:name="_Toc77776511"/>
      <w:bookmarkStart w:id="733" w:name="_Toc77776643"/>
      <w:bookmarkStart w:id="734" w:name="_Toc77782174"/>
      <w:bookmarkStart w:id="735" w:name="_Toc77782779"/>
      <w:bookmarkStart w:id="736" w:name="_Toc77785565"/>
      <w:bookmarkStart w:id="737" w:name="_Toc77850562"/>
      <w:bookmarkStart w:id="738" w:name="_Toc77850703"/>
      <w:bookmarkStart w:id="739" w:name="_Toc77850844"/>
      <w:bookmarkStart w:id="740" w:name="_Toc77776379"/>
      <w:bookmarkStart w:id="741" w:name="_Toc77776512"/>
      <w:bookmarkStart w:id="742" w:name="_Toc77776644"/>
      <w:bookmarkStart w:id="743" w:name="_Toc77782175"/>
      <w:bookmarkStart w:id="744" w:name="_Toc77782780"/>
      <w:bookmarkStart w:id="745" w:name="_Toc77785566"/>
      <w:bookmarkStart w:id="746" w:name="_Toc77850563"/>
      <w:bookmarkStart w:id="747" w:name="_Toc77850704"/>
      <w:bookmarkStart w:id="748" w:name="_Toc77850845"/>
      <w:bookmarkStart w:id="749" w:name="_Toc77776380"/>
      <w:bookmarkStart w:id="750" w:name="_Toc77776513"/>
      <w:bookmarkStart w:id="751" w:name="_Toc77776645"/>
      <w:bookmarkStart w:id="752" w:name="_Toc77782176"/>
      <w:bookmarkStart w:id="753" w:name="_Toc77782781"/>
      <w:bookmarkStart w:id="754" w:name="_Toc77785567"/>
      <w:bookmarkStart w:id="755" w:name="_Toc77850564"/>
      <w:bookmarkStart w:id="756" w:name="_Toc77850705"/>
      <w:bookmarkStart w:id="757" w:name="_Toc77850846"/>
      <w:bookmarkStart w:id="758" w:name="_Toc77776381"/>
      <w:bookmarkStart w:id="759" w:name="_Toc77776514"/>
      <w:bookmarkStart w:id="760" w:name="_Toc77776646"/>
      <w:bookmarkStart w:id="761" w:name="_Toc77782177"/>
      <w:bookmarkStart w:id="762" w:name="_Toc77782782"/>
      <w:bookmarkStart w:id="763" w:name="_Toc77785568"/>
      <w:bookmarkStart w:id="764" w:name="_Toc77850565"/>
      <w:bookmarkStart w:id="765" w:name="_Toc77850706"/>
      <w:bookmarkStart w:id="766" w:name="_Toc77850847"/>
      <w:bookmarkStart w:id="767" w:name="_Toc77776382"/>
      <w:bookmarkStart w:id="768" w:name="_Toc77776515"/>
      <w:bookmarkStart w:id="769" w:name="_Toc77776647"/>
      <w:bookmarkStart w:id="770" w:name="_Toc77782178"/>
      <w:bookmarkStart w:id="771" w:name="_Toc77782783"/>
      <w:bookmarkStart w:id="772" w:name="_Toc77785569"/>
      <w:bookmarkStart w:id="773" w:name="_Toc77850566"/>
      <w:bookmarkStart w:id="774" w:name="_Toc77850707"/>
      <w:bookmarkStart w:id="775" w:name="_Toc77850848"/>
      <w:bookmarkStart w:id="776" w:name="_Toc77776383"/>
      <w:bookmarkStart w:id="777" w:name="_Toc77776516"/>
      <w:bookmarkStart w:id="778" w:name="_Toc77776648"/>
      <w:bookmarkStart w:id="779" w:name="_Toc77782179"/>
      <w:bookmarkStart w:id="780" w:name="_Toc77782784"/>
      <w:bookmarkStart w:id="781" w:name="_Toc77785570"/>
      <w:bookmarkStart w:id="782" w:name="_Toc77850567"/>
      <w:bookmarkStart w:id="783" w:name="_Toc77850708"/>
      <w:bookmarkStart w:id="784" w:name="_Toc77850849"/>
      <w:bookmarkStart w:id="785" w:name="_Toc77776384"/>
      <w:bookmarkStart w:id="786" w:name="_Toc77776517"/>
      <w:bookmarkStart w:id="787" w:name="_Toc77776649"/>
      <w:bookmarkStart w:id="788" w:name="_Toc77782180"/>
      <w:bookmarkStart w:id="789" w:name="_Toc77782785"/>
      <w:bookmarkStart w:id="790" w:name="_Toc77785571"/>
      <w:bookmarkStart w:id="791" w:name="_Toc77850568"/>
      <w:bookmarkStart w:id="792" w:name="_Toc77850709"/>
      <w:bookmarkStart w:id="793" w:name="_Toc77850850"/>
      <w:bookmarkStart w:id="794" w:name="_Toc77776385"/>
      <w:bookmarkStart w:id="795" w:name="_Toc77776518"/>
      <w:bookmarkStart w:id="796" w:name="_Toc77776650"/>
      <w:bookmarkStart w:id="797" w:name="_Toc77782181"/>
      <w:bookmarkStart w:id="798" w:name="_Toc77782786"/>
      <w:bookmarkStart w:id="799" w:name="_Toc77785572"/>
      <w:bookmarkStart w:id="800" w:name="_Toc77850569"/>
      <w:bookmarkStart w:id="801" w:name="_Toc77850710"/>
      <w:bookmarkStart w:id="802" w:name="_Toc77850851"/>
      <w:bookmarkStart w:id="803" w:name="_Toc77776386"/>
      <w:bookmarkStart w:id="804" w:name="_Toc77776519"/>
      <w:bookmarkStart w:id="805" w:name="_Toc77776651"/>
      <w:bookmarkStart w:id="806" w:name="_Toc77782182"/>
      <w:bookmarkStart w:id="807" w:name="_Toc77782787"/>
      <w:bookmarkStart w:id="808" w:name="_Toc77785573"/>
      <w:bookmarkStart w:id="809" w:name="_Toc77850570"/>
      <w:bookmarkStart w:id="810" w:name="_Toc77850711"/>
      <w:bookmarkStart w:id="811" w:name="_Toc77850852"/>
      <w:bookmarkStart w:id="812" w:name="_Toc77776387"/>
      <w:bookmarkStart w:id="813" w:name="_Toc77776520"/>
      <w:bookmarkStart w:id="814" w:name="_Toc77776652"/>
      <w:bookmarkStart w:id="815" w:name="_Toc77782183"/>
      <w:bookmarkStart w:id="816" w:name="_Toc77782788"/>
      <w:bookmarkStart w:id="817" w:name="_Toc77785574"/>
      <w:bookmarkStart w:id="818" w:name="_Toc77850571"/>
      <w:bookmarkStart w:id="819" w:name="_Toc77850712"/>
      <w:bookmarkStart w:id="820" w:name="_Toc77850853"/>
      <w:bookmarkStart w:id="821" w:name="_Toc77776388"/>
      <w:bookmarkStart w:id="822" w:name="_Toc77776521"/>
      <w:bookmarkStart w:id="823" w:name="_Toc77776653"/>
      <w:bookmarkStart w:id="824" w:name="_Toc77782184"/>
      <w:bookmarkStart w:id="825" w:name="_Toc77782789"/>
      <w:bookmarkStart w:id="826" w:name="_Toc77785575"/>
      <w:bookmarkStart w:id="827" w:name="_Toc77850572"/>
      <w:bookmarkStart w:id="828" w:name="_Toc77850713"/>
      <w:bookmarkStart w:id="829" w:name="_Toc77850854"/>
      <w:bookmarkStart w:id="830" w:name="_Toc77776389"/>
      <w:bookmarkStart w:id="831" w:name="_Toc77776522"/>
      <w:bookmarkStart w:id="832" w:name="_Toc77776654"/>
      <w:bookmarkStart w:id="833" w:name="_Toc77782185"/>
      <w:bookmarkStart w:id="834" w:name="_Toc77782790"/>
      <w:bookmarkStart w:id="835" w:name="_Toc77785576"/>
      <w:bookmarkStart w:id="836" w:name="_Toc77850573"/>
      <w:bookmarkStart w:id="837" w:name="_Toc77850714"/>
      <w:bookmarkStart w:id="838" w:name="_Toc77850855"/>
      <w:bookmarkStart w:id="839" w:name="_Toc77776390"/>
      <w:bookmarkStart w:id="840" w:name="_Toc77776523"/>
      <w:bookmarkStart w:id="841" w:name="_Toc77776655"/>
      <w:bookmarkStart w:id="842" w:name="_Toc77782186"/>
      <w:bookmarkStart w:id="843" w:name="_Toc77782791"/>
      <w:bookmarkStart w:id="844" w:name="_Toc77785577"/>
      <w:bookmarkStart w:id="845" w:name="_Toc77850574"/>
      <w:bookmarkStart w:id="846" w:name="_Toc77850715"/>
      <w:bookmarkStart w:id="847" w:name="_Toc77850856"/>
      <w:bookmarkStart w:id="848" w:name="_Toc77776391"/>
      <w:bookmarkStart w:id="849" w:name="_Toc77776524"/>
      <w:bookmarkStart w:id="850" w:name="_Toc77776656"/>
      <w:bookmarkStart w:id="851" w:name="_Toc77782187"/>
      <w:bookmarkStart w:id="852" w:name="_Toc77782792"/>
      <w:bookmarkStart w:id="853" w:name="_Toc77785578"/>
      <w:bookmarkStart w:id="854" w:name="_Toc77850575"/>
      <w:bookmarkStart w:id="855" w:name="_Toc77850716"/>
      <w:bookmarkStart w:id="856" w:name="_Toc77850857"/>
      <w:bookmarkStart w:id="857" w:name="_Toc77776392"/>
      <w:bookmarkStart w:id="858" w:name="_Toc77776525"/>
      <w:bookmarkStart w:id="859" w:name="_Toc77776657"/>
      <w:bookmarkStart w:id="860" w:name="_Toc77782188"/>
      <w:bookmarkStart w:id="861" w:name="_Toc77782793"/>
      <w:bookmarkStart w:id="862" w:name="_Toc77785579"/>
      <w:bookmarkStart w:id="863" w:name="_Toc77850576"/>
      <w:bookmarkStart w:id="864" w:name="_Toc77850717"/>
      <w:bookmarkStart w:id="865" w:name="_Toc77850858"/>
      <w:bookmarkStart w:id="866" w:name="_Toc77776393"/>
      <w:bookmarkStart w:id="867" w:name="_Toc77776526"/>
      <w:bookmarkStart w:id="868" w:name="_Toc77776658"/>
      <w:bookmarkStart w:id="869" w:name="_Toc77782189"/>
      <w:bookmarkStart w:id="870" w:name="_Toc77782794"/>
      <w:bookmarkStart w:id="871" w:name="_Toc77785580"/>
      <w:bookmarkStart w:id="872" w:name="_Toc77850577"/>
      <w:bookmarkStart w:id="873" w:name="_Toc77850718"/>
      <w:bookmarkStart w:id="874" w:name="_Toc77850859"/>
      <w:bookmarkStart w:id="875" w:name="_Toc78533747"/>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r w:rsidRPr="000A2F18">
        <w:t xml:space="preserve">Instantiation for </w:t>
      </w:r>
      <w:r w:rsidR="00626B5C" w:rsidRPr="000A2F18">
        <w:t xml:space="preserve">ISO/IEC </w:t>
      </w:r>
      <w:r w:rsidR="000D5F1C" w:rsidRPr="000A2F18">
        <w:t>23090</w:t>
      </w:r>
      <w:r w:rsidR="000D5F1C">
        <w:t>-</w:t>
      </w:r>
      <w:r w:rsidR="00CA0311">
        <w:t>2</w:t>
      </w:r>
      <w:r w:rsidR="00626B5C" w:rsidRPr="000A2F18">
        <w:t xml:space="preserve"> </w:t>
      </w:r>
      <w:r w:rsidRPr="000A2F18">
        <w:t>V</w:t>
      </w:r>
      <w:r w:rsidR="00626B5C" w:rsidRPr="000A2F18">
        <w:t xml:space="preserve">ersatile </w:t>
      </w:r>
      <w:r w:rsidRPr="000A2F18">
        <w:t>V</w:t>
      </w:r>
      <w:r w:rsidR="00626B5C" w:rsidRPr="000A2F18">
        <w:t xml:space="preserve">ideo </w:t>
      </w:r>
      <w:r w:rsidRPr="000A2F18">
        <w:t>C</w:t>
      </w:r>
      <w:r w:rsidR="00626B5C" w:rsidRPr="000A2F18">
        <w:t>odec</w:t>
      </w:r>
      <w:r w:rsidR="008325F6">
        <w:t xml:space="preserve"> (VVC)</w:t>
      </w:r>
      <w:bookmarkEnd w:id="875"/>
    </w:p>
    <w:p w14:paraId="4F7BC9C5" w14:textId="2FC7E4D9" w:rsidR="00C77AAC" w:rsidRPr="000A2F18" w:rsidRDefault="00C77AAC">
      <w:pPr>
        <w:pStyle w:val="Heading3"/>
      </w:pPr>
      <w:bookmarkStart w:id="876" w:name="_Toc78533748"/>
      <w:r w:rsidRPr="000A2F18">
        <w:t>General</w:t>
      </w:r>
      <w:bookmarkEnd w:id="876"/>
    </w:p>
    <w:p w14:paraId="10C7A8E8" w14:textId="680A5770" w:rsidR="00A81564" w:rsidRPr="000A2F18" w:rsidRDefault="00A81564" w:rsidP="00A81564">
      <w:r w:rsidRPr="000A2F18">
        <w:rPr>
          <w:lang w:eastAsia="ja-JP"/>
        </w:rPr>
        <w:t xml:space="preserve">The </w:t>
      </w:r>
      <w:r w:rsidRPr="000A2F18">
        <w:t>Versatile Video Coding (VVC) is published under ISO/IEC 23090</w:t>
      </w:r>
      <w:r w:rsidR="007B291C">
        <w:t>-</w:t>
      </w:r>
      <w:r w:rsidRPr="000A2F18">
        <w:t>3.</w:t>
      </w:r>
    </w:p>
    <w:p w14:paraId="09E550C7" w14:textId="039C7D26" w:rsidR="00C77AAC" w:rsidRPr="00580BB3" w:rsidRDefault="005A3A99" w:rsidP="00A34C8C">
      <w:r>
        <w:rPr>
          <w:lang w:eastAsia="ja-JP"/>
        </w:rPr>
        <w:fldChar w:fldCharType="begin"/>
      </w:r>
      <w:r>
        <w:rPr>
          <w:lang w:eastAsia="ja-JP"/>
        </w:rPr>
        <w:instrText xml:space="preserve"> REF _Ref77782639 \h </w:instrText>
      </w:r>
      <w:r>
        <w:rPr>
          <w:lang w:eastAsia="ja-JP"/>
        </w:rPr>
      </w:r>
      <w:r>
        <w:rPr>
          <w:lang w:eastAsia="ja-JP"/>
        </w:rPr>
        <w:fldChar w:fldCharType="separate"/>
      </w:r>
      <w:r w:rsidR="00634738">
        <w:t xml:space="preserve">Table </w:t>
      </w:r>
      <w:r w:rsidR="00634738">
        <w:rPr>
          <w:noProof/>
        </w:rPr>
        <w:t>7</w:t>
      </w:r>
      <w:r>
        <w:rPr>
          <w:lang w:eastAsia="ja-JP"/>
        </w:rPr>
        <w:fldChar w:fldCharType="end"/>
      </w:r>
      <w:r w:rsidR="00C77AAC" w:rsidRPr="000A2F18">
        <w:rPr>
          <w:lang w:eastAsia="ja-JP"/>
        </w:rPr>
        <w:t xml:space="preserve"> provides the bindings of a concept of this document with </w:t>
      </w:r>
      <w:r w:rsidR="00A81564" w:rsidRPr="000A2F18">
        <w:rPr>
          <w:lang w:eastAsia="ja-JP"/>
        </w:rPr>
        <w:t>a concept</w:t>
      </w:r>
      <w:r w:rsidR="00C77AAC" w:rsidRPr="000A2F18">
        <w:rPr>
          <w:lang w:eastAsia="ja-JP"/>
        </w:rPr>
        <w:t xml:space="preserve"> </w:t>
      </w:r>
      <w:r w:rsidR="003A367F" w:rsidRPr="000A2F18">
        <w:rPr>
          <w:lang w:eastAsia="ja-JP"/>
        </w:rPr>
        <w:t>specified in</w:t>
      </w:r>
      <w:r w:rsidR="00A81564" w:rsidRPr="000A2F18">
        <w:rPr>
          <w:lang w:eastAsia="ja-JP"/>
        </w:rPr>
        <w:t xml:space="preserve"> the</w:t>
      </w:r>
      <w:r w:rsidR="00C77AAC" w:rsidRPr="000A2F18">
        <w:rPr>
          <w:lang w:eastAsia="ja-JP"/>
        </w:rPr>
        <w:t xml:space="preserve"> VVC specification. </w:t>
      </w:r>
    </w:p>
    <w:p w14:paraId="21439C55" w14:textId="339FB21B" w:rsidR="005A3A99" w:rsidRDefault="005A3A99" w:rsidP="00A34C8C">
      <w:pPr>
        <w:pStyle w:val="Caption"/>
        <w:keepNext/>
      </w:pPr>
      <w:bookmarkStart w:id="877" w:name="_Ref77782639"/>
      <w:r>
        <w:t xml:space="preserve">Table </w:t>
      </w:r>
      <w:r>
        <w:fldChar w:fldCharType="begin"/>
      </w:r>
      <w:r>
        <w:instrText xml:space="preserve"> SEQ Table \* ARABIC </w:instrText>
      </w:r>
      <w:r>
        <w:fldChar w:fldCharType="separate"/>
      </w:r>
      <w:r w:rsidR="00634738">
        <w:rPr>
          <w:noProof/>
        </w:rPr>
        <w:t>7</w:t>
      </w:r>
      <w:r>
        <w:fldChar w:fldCharType="end"/>
      </w:r>
      <w:bookmarkEnd w:id="877"/>
      <w:r>
        <w:t xml:space="preserve"> — </w:t>
      </w:r>
      <w:r w:rsidRPr="002C6E7A">
        <w:t>Correspondence between VDI concepts and VVC concrete entities</w:t>
      </w:r>
    </w:p>
    <w:tbl>
      <w:tblPr>
        <w:tblStyle w:val="TableGrid"/>
        <w:tblW w:w="0" w:type="auto"/>
        <w:tblLook w:val="04A0" w:firstRow="1" w:lastRow="0" w:firstColumn="1" w:lastColumn="0" w:noHBand="0" w:noVBand="1"/>
      </w:tblPr>
      <w:tblGrid>
        <w:gridCol w:w="4672"/>
        <w:gridCol w:w="4673"/>
      </w:tblGrid>
      <w:tr w:rsidR="00C77AAC" w:rsidRPr="000A2F18"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0A2F18" w:rsidRDefault="00C77AAC" w:rsidP="00F27E41">
            <w:pPr>
              <w:pStyle w:val="Cell"/>
            </w:pPr>
            <w:r w:rsidRPr="000A2F18">
              <w:t>Concept</w:t>
            </w:r>
          </w:p>
        </w:tc>
        <w:tc>
          <w:tcPr>
            <w:tcW w:w="4673" w:type="dxa"/>
            <w:tcBorders>
              <w:top w:val="single" w:sz="12" w:space="0" w:color="auto"/>
              <w:bottom w:val="single" w:sz="12" w:space="0" w:color="auto"/>
              <w:right w:val="single" w:sz="12" w:space="0" w:color="auto"/>
            </w:tcBorders>
          </w:tcPr>
          <w:p w14:paraId="0D8FD48C" w14:textId="763E131E" w:rsidR="00C77AAC" w:rsidRPr="000A2F18" w:rsidRDefault="00C77AAC" w:rsidP="00F27E41">
            <w:pPr>
              <w:pStyle w:val="Cell"/>
            </w:pPr>
            <w:r w:rsidRPr="000A2F18">
              <w:t xml:space="preserve">VVC </w:t>
            </w:r>
            <w:r w:rsidR="00DF2FBE" w:rsidRPr="000A2F18">
              <w:t>concept</w:t>
            </w:r>
            <w:r w:rsidR="00B62127" w:rsidRPr="000A2F18">
              <w:t xml:space="preserve"> (reference)</w:t>
            </w:r>
          </w:p>
        </w:tc>
      </w:tr>
      <w:tr w:rsidR="00C77AAC" w:rsidRPr="000A2F18" w14:paraId="15816AA4" w14:textId="77777777" w:rsidTr="00F27E41">
        <w:tc>
          <w:tcPr>
            <w:tcW w:w="4672" w:type="dxa"/>
            <w:tcBorders>
              <w:top w:val="single" w:sz="12" w:space="0" w:color="auto"/>
              <w:left w:val="single" w:sz="12" w:space="0" w:color="auto"/>
            </w:tcBorders>
          </w:tcPr>
          <w:p w14:paraId="798F8868" w14:textId="77777777" w:rsidR="00C77AAC" w:rsidRPr="000A2F18" w:rsidRDefault="00C77AAC" w:rsidP="00F27E41">
            <w:pPr>
              <w:pStyle w:val="Cell"/>
            </w:pPr>
            <w:proofErr w:type="spellStart"/>
            <w:r w:rsidRPr="000A2F18">
              <w:t>ElementaryStream</w:t>
            </w:r>
            <w:proofErr w:type="spellEnd"/>
          </w:p>
        </w:tc>
        <w:tc>
          <w:tcPr>
            <w:tcW w:w="4673" w:type="dxa"/>
            <w:tcBorders>
              <w:top w:val="single" w:sz="12" w:space="0" w:color="auto"/>
              <w:right w:val="single" w:sz="12" w:space="0" w:color="auto"/>
            </w:tcBorders>
          </w:tcPr>
          <w:p w14:paraId="12710960" w14:textId="77777777" w:rsidR="00C77AAC" w:rsidRPr="000A2F18" w:rsidRDefault="00C77AAC" w:rsidP="00F27E41">
            <w:pPr>
              <w:pStyle w:val="Cell"/>
            </w:pPr>
            <w:r w:rsidRPr="000A2F18">
              <w:t>bitstream (3.15)</w:t>
            </w:r>
          </w:p>
        </w:tc>
      </w:tr>
      <w:tr w:rsidR="00C77AAC" w:rsidRPr="000A2F18" w14:paraId="75103DB8" w14:textId="77777777" w:rsidTr="00F27E41">
        <w:tc>
          <w:tcPr>
            <w:tcW w:w="4672" w:type="dxa"/>
            <w:tcBorders>
              <w:left w:val="single" w:sz="12" w:space="0" w:color="auto"/>
            </w:tcBorders>
          </w:tcPr>
          <w:p w14:paraId="20E4C2FD" w14:textId="77777777" w:rsidR="00C77AAC" w:rsidRPr="000A2F18" w:rsidRDefault="00C77AAC" w:rsidP="00F27E41">
            <w:pPr>
              <w:pStyle w:val="Cell"/>
            </w:pPr>
            <w:proofErr w:type="spellStart"/>
            <w:r w:rsidRPr="000A2F18">
              <w:t>AccessUnit</w:t>
            </w:r>
            <w:proofErr w:type="spellEnd"/>
          </w:p>
        </w:tc>
        <w:tc>
          <w:tcPr>
            <w:tcW w:w="4673" w:type="dxa"/>
            <w:tcBorders>
              <w:right w:val="single" w:sz="12" w:space="0" w:color="auto"/>
            </w:tcBorders>
          </w:tcPr>
          <w:p w14:paraId="03191A3D" w14:textId="77777777" w:rsidR="00C77AAC" w:rsidRPr="000A2F18" w:rsidRDefault="00C77AAC" w:rsidP="00F27E41">
            <w:pPr>
              <w:pStyle w:val="Cell"/>
            </w:pPr>
            <w:r w:rsidRPr="000A2F18">
              <w:t>access unit (3.1)</w:t>
            </w:r>
          </w:p>
        </w:tc>
      </w:tr>
      <w:tr w:rsidR="00C77AAC" w:rsidRPr="000A2F18" w14:paraId="256BABD8" w14:textId="77777777" w:rsidTr="00F27E41">
        <w:tc>
          <w:tcPr>
            <w:tcW w:w="4672" w:type="dxa"/>
            <w:tcBorders>
              <w:left w:val="single" w:sz="12" w:space="0" w:color="auto"/>
            </w:tcBorders>
          </w:tcPr>
          <w:p w14:paraId="0B1CB875" w14:textId="00B682B7" w:rsidR="00C77AAC" w:rsidRPr="000A2F18" w:rsidRDefault="00F947B5" w:rsidP="00F27E41">
            <w:pPr>
              <w:pStyle w:val="Cell"/>
            </w:pPr>
            <w:proofErr w:type="spellStart"/>
            <w:r w:rsidRPr="000A2F18">
              <w:t>Video</w:t>
            </w:r>
            <w:r w:rsidR="00C77AAC" w:rsidRPr="000A2F18">
              <w:t>ObjectIdentifier</w:t>
            </w:r>
            <w:proofErr w:type="spellEnd"/>
          </w:p>
        </w:tc>
        <w:tc>
          <w:tcPr>
            <w:tcW w:w="4673" w:type="dxa"/>
            <w:tcBorders>
              <w:right w:val="single" w:sz="12" w:space="0" w:color="auto"/>
            </w:tcBorders>
          </w:tcPr>
          <w:p w14:paraId="67DD073D" w14:textId="77777777" w:rsidR="00C77AAC" w:rsidRPr="000A2F18" w:rsidRDefault="00C77AAC" w:rsidP="00F27E41">
            <w:pPr>
              <w:pStyle w:val="Cell"/>
            </w:pPr>
            <w:proofErr w:type="spellStart"/>
            <w:r w:rsidRPr="000A2F18">
              <w:t>nuh_layer_id</w:t>
            </w:r>
            <w:proofErr w:type="spellEnd"/>
            <w:r w:rsidRPr="000A2F18">
              <w:t xml:space="preserve"> (7.4.2.2)</w:t>
            </w:r>
          </w:p>
        </w:tc>
      </w:tr>
      <w:tr w:rsidR="00C77AAC" w:rsidRPr="000A2F18" w14:paraId="7CEC96E2" w14:textId="77777777" w:rsidTr="00F27E41">
        <w:tc>
          <w:tcPr>
            <w:tcW w:w="4672" w:type="dxa"/>
            <w:tcBorders>
              <w:left w:val="single" w:sz="12" w:space="0" w:color="auto"/>
              <w:bottom w:val="single" w:sz="12" w:space="0" w:color="auto"/>
            </w:tcBorders>
          </w:tcPr>
          <w:p w14:paraId="2EAC3A89" w14:textId="05D20D5F" w:rsidR="00C77AAC" w:rsidRPr="000A2F18" w:rsidRDefault="00F947B5" w:rsidP="00F27E41">
            <w:pPr>
              <w:pStyle w:val="Cell"/>
            </w:pPr>
            <w:proofErr w:type="spellStart"/>
            <w:r w:rsidRPr="000A2F18">
              <w:lastRenderedPageBreak/>
              <w:t>Video</w:t>
            </w:r>
            <w:r w:rsidR="00C77AAC" w:rsidRPr="000A2F18">
              <w:t>ObjectSample</w:t>
            </w:r>
            <w:proofErr w:type="spellEnd"/>
          </w:p>
        </w:tc>
        <w:tc>
          <w:tcPr>
            <w:tcW w:w="4673" w:type="dxa"/>
            <w:tcBorders>
              <w:bottom w:val="single" w:sz="12" w:space="0" w:color="auto"/>
              <w:right w:val="single" w:sz="12" w:space="0" w:color="auto"/>
            </w:tcBorders>
          </w:tcPr>
          <w:p w14:paraId="204E7509" w14:textId="77777777" w:rsidR="00C77AAC" w:rsidRPr="000A2F18" w:rsidRDefault="00C77AAC" w:rsidP="00F27E41">
            <w:pPr>
              <w:pStyle w:val="Cell"/>
            </w:pPr>
            <w:r w:rsidRPr="000A2F18">
              <w:t>picture unit (3.19)</w:t>
            </w:r>
          </w:p>
        </w:tc>
      </w:tr>
    </w:tbl>
    <w:p w14:paraId="6217AE2A" w14:textId="6FC94AB6" w:rsidR="003C79C9" w:rsidRPr="005B4698" w:rsidRDefault="00EB07D6" w:rsidP="00A34C8C">
      <w:pPr>
        <w:pStyle w:val="Heading3"/>
      </w:pPr>
      <w:bookmarkStart w:id="878" w:name="_Toc77776529"/>
      <w:bookmarkStart w:id="879" w:name="_Toc77776661"/>
      <w:bookmarkStart w:id="880" w:name="_Toc77782192"/>
      <w:bookmarkStart w:id="881" w:name="_Toc77782797"/>
      <w:bookmarkStart w:id="882" w:name="_Toc77785583"/>
      <w:bookmarkStart w:id="883" w:name="_Toc77850580"/>
      <w:bookmarkStart w:id="884" w:name="_Toc77850721"/>
      <w:bookmarkStart w:id="885" w:name="_Toc77850862"/>
      <w:bookmarkStart w:id="886" w:name="_Toc78533749"/>
      <w:bookmarkEnd w:id="878"/>
      <w:bookmarkEnd w:id="879"/>
      <w:bookmarkEnd w:id="880"/>
      <w:bookmarkEnd w:id="881"/>
      <w:bookmarkEnd w:id="882"/>
      <w:bookmarkEnd w:id="883"/>
      <w:bookmarkEnd w:id="884"/>
      <w:bookmarkEnd w:id="885"/>
      <w:r>
        <w:t>Media</w:t>
      </w:r>
      <w:r w:rsidR="00665AC2">
        <w:t xml:space="preserve"> and elementary</w:t>
      </w:r>
      <w:r>
        <w:t xml:space="preserve"> </w:t>
      </w:r>
      <w:r w:rsidR="003C79C9">
        <w:t>stream constrain</w:t>
      </w:r>
      <w:r w:rsidR="0002483C">
        <w:t>t</w:t>
      </w:r>
      <w:r w:rsidR="003C79C9">
        <w:t>s</w:t>
      </w:r>
      <w:bookmarkEnd w:id="886"/>
    </w:p>
    <w:p w14:paraId="0D75B856" w14:textId="086453C8" w:rsidR="000951C0" w:rsidRPr="000A2F18" w:rsidRDefault="000951C0" w:rsidP="00A34C8C">
      <w:pPr>
        <w:pStyle w:val="Heading4"/>
      </w:pPr>
      <w:r>
        <w:t xml:space="preserve">General </w:t>
      </w:r>
      <w:r w:rsidR="0002483C">
        <w:t>media</w:t>
      </w:r>
      <w:r w:rsidR="0002483C" w:rsidRPr="000A2F18">
        <w:t xml:space="preserve"> </w:t>
      </w:r>
      <w:r w:rsidRPr="000A2F18">
        <w:t>stream constraints</w:t>
      </w:r>
    </w:p>
    <w:p w14:paraId="782D7289" w14:textId="0981AEEE" w:rsidR="000951C0" w:rsidRDefault="000951C0" w:rsidP="000951C0">
      <w:r>
        <w:t xml:space="preserve">A VVC </w:t>
      </w:r>
      <w:r w:rsidR="00230AA0">
        <w:t xml:space="preserve">media </w:t>
      </w:r>
      <w:r>
        <w:t xml:space="preserve">stream used as an instantiation of the </w:t>
      </w:r>
      <w:r w:rsidR="00230AA0">
        <w:t xml:space="preserve">media </w:t>
      </w:r>
      <w:r>
        <w:t xml:space="preserve">stream in </w:t>
      </w:r>
      <w:r w:rsidRPr="00EA6053">
        <w:t>7.1</w:t>
      </w:r>
      <w:r>
        <w:t xml:space="preserve"> </w:t>
      </w:r>
      <w:r w:rsidRPr="00EA6053">
        <w:t xml:space="preserve">Operations on input </w:t>
      </w:r>
      <w:r w:rsidR="00230AA0">
        <w:t xml:space="preserve">media </w:t>
      </w:r>
      <w:r w:rsidRPr="00EA6053">
        <w:t>streams</w:t>
      </w:r>
      <w:r>
        <w:t xml:space="preserve"> shall obey the following rules:</w:t>
      </w:r>
    </w:p>
    <w:p w14:paraId="028FF3ED" w14:textId="4F20845A" w:rsidR="000951C0" w:rsidRPr="00C60226" w:rsidRDefault="000951C0" w:rsidP="000951C0">
      <w:pPr>
        <w:pStyle w:val="ListParagraph"/>
        <w:numPr>
          <w:ilvl w:val="0"/>
          <w:numId w:val="27"/>
        </w:numPr>
        <w:tabs>
          <w:tab w:val="clear" w:pos="403"/>
        </w:tabs>
        <w:spacing w:after="0" w:line="240" w:lineRule="auto"/>
      </w:pPr>
      <w:r>
        <w:t xml:space="preserve">There shall be at least one VPS in the </w:t>
      </w:r>
      <w:r w:rsidR="00230AA0">
        <w:t xml:space="preserve">media </w:t>
      </w:r>
      <w:r>
        <w:t>stream and the parameters in each VPS shall be as follows:</w:t>
      </w:r>
      <w:r w:rsidRPr="00C60226">
        <w:t xml:space="preserve"> </w:t>
      </w:r>
    </w:p>
    <w:p w14:paraId="678D6BD7" w14:textId="77777777" w:rsidR="000951C0" w:rsidRDefault="000951C0" w:rsidP="000951C0">
      <w:pPr>
        <w:pStyle w:val="ListParagraph"/>
        <w:numPr>
          <w:ilvl w:val="1"/>
          <w:numId w:val="27"/>
        </w:numPr>
        <w:tabs>
          <w:tab w:val="clear" w:pos="403"/>
        </w:tabs>
        <w:spacing w:after="0" w:line="240" w:lineRule="auto"/>
      </w:pPr>
      <w:r>
        <w:t xml:space="preserve">The flag </w:t>
      </w:r>
      <w:proofErr w:type="spellStart"/>
      <w:r w:rsidRPr="00C60226">
        <w:t>vps_all_independent_layers_flag</w:t>
      </w:r>
      <w:proofErr w:type="spellEnd"/>
      <w:r>
        <w:t xml:space="preserve"> shall be set to 1.</w:t>
      </w:r>
    </w:p>
    <w:p w14:paraId="376EFF69" w14:textId="77777777" w:rsidR="000951C0" w:rsidRDefault="000951C0" w:rsidP="000951C0">
      <w:pPr>
        <w:pStyle w:val="ListParagraph"/>
        <w:numPr>
          <w:ilvl w:val="0"/>
          <w:numId w:val="27"/>
        </w:numPr>
        <w:tabs>
          <w:tab w:val="clear" w:pos="403"/>
        </w:tabs>
        <w:spacing w:after="0" w:line="240" w:lineRule="auto"/>
      </w:pPr>
      <w:r>
        <w:t xml:space="preserve">The value of </w:t>
      </w:r>
      <w:proofErr w:type="spellStart"/>
      <w:r w:rsidRPr="0078321C">
        <w:t>sh_picture_header_in_slice_header_flag</w:t>
      </w:r>
      <w:proofErr w:type="spellEnd"/>
      <w:r>
        <w:t xml:space="preserve"> shall be equal to 0 for all coded slices.</w:t>
      </w:r>
    </w:p>
    <w:p w14:paraId="68E8B213" w14:textId="6B364F85" w:rsidR="000951C0" w:rsidRDefault="000951C0" w:rsidP="000951C0">
      <w:pPr>
        <w:pStyle w:val="ListParagraph"/>
        <w:numPr>
          <w:ilvl w:val="0"/>
          <w:numId w:val="14"/>
        </w:numPr>
      </w:pPr>
      <w:r>
        <w:t xml:space="preserve">When present, the value of </w:t>
      </w:r>
      <w:r w:rsidRPr="00B43AB4">
        <w:t>vps_num_output_layer_sets_minus2</w:t>
      </w:r>
      <w:r>
        <w:t xml:space="preserve"> shall be equal to the 0. </w:t>
      </w:r>
    </w:p>
    <w:p w14:paraId="420473E5" w14:textId="2D824AC3" w:rsidR="000951C0" w:rsidRDefault="004F1817" w:rsidP="00A34C8C">
      <w:pPr>
        <w:pStyle w:val="Heading4"/>
      </w:pPr>
      <w:r>
        <w:t xml:space="preserve">Media and </w:t>
      </w:r>
      <w:r w:rsidR="00B56888">
        <w:t>e</w:t>
      </w:r>
      <w:r w:rsidR="000951C0" w:rsidRPr="000A2F18">
        <w:t>lementary stream constraints</w:t>
      </w:r>
      <w:r w:rsidR="000951C0">
        <w:t xml:space="preserve"> for input formatting functions</w:t>
      </w:r>
    </w:p>
    <w:p w14:paraId="3FDEEEBC" w14:textId="75A5422C" w:rsidR="000951C0" w:rsidRPr="000A2F18" w:rsidRDefault="000951C0" w:rsidP="00A34C8C">
      <w:pPr>
        <w:pStyle w:val="Heading5"/>
      </w:pPr>
      <w:r>
        <w:t>Constraints for the filtering function</w:t>
      </w:r>
    </w:p>
    <w:p w14:paraId="66797444" w14:textId="7A7ADB0D" w:rsidR="000951C0" w:rsidRDefault="000951C0" w:rsidP="000951C0">
      <w:r>
        <w:t xml:space="preserve">A VVC input </w:t>
      </w:r>
      <w:r w:rsidR="00B56888">
        <w:t xml:space="preserve">media </w:t>
      </w:r>
      <w:r>
        <w:t>stream passed as argument of the filtering function shall comply to these rules in addition to the rules in 7.2.2:</w:t>
      </w:r>
    </w:p>
    <w:p w14:paraId="5C6E49F7" w14:textId="77777777" w:rsidR="000951C0" w:rsidRDefault="000951C0" w:rsidP="000951C0">
      <w:pPr>
        <w:pStyle w:val="ListParagraph"/>
        <w:numPr>
          <w:ilvl w:val="0"/>
          <w:numId w:val="27"/>
        </w:numPr>
        <w:tabs>
          <w:tab w:val="clear" w:pos="403"/>
        </w:tabs>
        <w:spacing w:after="0" w:line="240" w:lineRule="auto"/>
      </w:pPr>
      <w:r>
        <w:t xml:space="preserve">There shall be VCL NAL units with at least two different </w:t>
      </w:r>
      <w:proofErr w:type="spellStart"/>
      <w:r w:rsidRPr="00EA6053">
        <w:t>nuh_layer_id</w:t>
      </w:r>
      <w:proofErr w:type="spellEnd"/>
      <w:r>
        <w:t xml:space="preserve"> values.</w:t>
      </w:r>
    </w:p>
    <w:p w14:paraId="0E186CD7" w14:textId="77777777" w:rsidR="000951C0" w:rsidRPr="00F561F3" w:rsidRDefault="000951C0" w:rsidP="000951C0">
      <w:pPr>
        <w:pStyle w:val="ListParagraph"/>
        <w:numPr>
          <w:ilvl w:val="0"/>
          <w:numId w:val="14"/>
        </w:numPr>
      </w:pPr>
      <w:r>
        <w:t xml:space="preserve">One of the at least two different </w:t>
      </w:r>
      <w:proofErr w:type="spellStart"/>
      <w:r w:rsidRPr="00EA6053">
        <w:t>nuh_layer_id</w:t>
      </w:r>
      <w:proofErr w:type="spellEnd"/>
      <w:r>
        <w:t xml:space="preserve"> values</w:t>
      </w:r>
      <w:r w:rsidRPr="00F561F3">
        <w:t xml:space="preserve"> </w:t>
      </w:r>
      <w:r>
        <w:t>shall be equal to t</w:t>
      </w:r>
      <w:r w:rsidRPr="00F561F3">
        <w:t xml:space="preserve">he object identifier passed as </w:t>
      </w:r>
      <w:r>
        <w:t xml:space="preserve">argument </w:t>
      </w:r>
      <w:r w:rsidRPr="00F561F3">
        <w:t xml:space="preserve">of the </w:t>
      </w:r>
      <w:r>
        <w:t xml:space="preserve">filtering </w:t>
      </w:r>
      <w:r w:rsidRPr="00F561F3">
        <w:t>function.</w:t>
      </w:r>
    </w:p>
    <w:p w14:paraId="505C6687" w14:textId="77777777" w:rsidR="000951C0" w:rsidRDefault="000951C0" w:rsidP="000951C0">
      <w:r>
        <w:t>A VVC elementary stream generated as output of the filtering function shall comply to these rules in addition to the rules in 7.2.2:</w:t>
      </w:r>
    </w:p>
    <w:p w14:paraId="03D6243C" w14:textId="77777777" w:rsidR="000951C0" w:rsidRDefault="000951C0" w:rsidP="000951C0">
      <w:pPr>
        <w:pStyle w:val="ListParagraph"/>
        <w:numPr>
          <w:ilvl w:val="0"/>
          <w:numId w:val="27"/>
        </w:numPr>
        <w:tabs>
          <w:tab w:val="clear" w:pos="403"/>
        </w:tabs>
        <w:spacing w:after="0" w:line="240" w:lineRule="auto"/>
      </w:pPr>
      <w:r>
        <w:t>The number of access units in the output elementary stream shall be equal to the number of access units in the input elementary stream.</w:t>
      </w:r>
    </w:p>
    <w:p w14:paraId="4938C772" w14:textId="77777777" w:rsidR="000951C0" w:rsidRDefault="000951C0" w:rsidP="000951C0">
      <w:pPr>
        <w:pStyle w:val="ListParagraph"/>
        <w:numPr>
          <w:ilvl w:val="0"/>
          <w:numId w:val="27"/>
        </w:numPr>
        <w:tabs>
          <w:tab w:val="clear" w:pos="403"/>
        </w:tabs>
        <w:spacing w:after="0" w:line="240" w:lineRule="auto"/>
      </w:pPr>
      <w:r w:rsidRPr="008B7E33">
        <w:t>The number of VCL NAL</w:t>
      </w:r>
      <w:r>
        <w:t xml:space="preserve"> units in the output elementary stream is equal to the number of VCL NAL units with </w:t>
      </w:r>
      <w:proofErr w:type="spellStart"/>
      <w:r w:rsidRPr="00EA6053">
        <w:t>nuh_layer_id</w:t>
      </w:r>
      <w:proofErr w:type="spellEnd"/>
      <w:r>
        <w:t xml:space="preserve"> equal to </w:t>
      </w:r>
      <w:r w:rsidRPr="00F561F3">
        <w:t xml:space="preserve">object identifier passed as </w:t>
      </w:r>
      <w:r>
        <w:t>argument</w:t>
      </w:r>
      <w:r w:rsidRPr="00F561F3">
        <w:t xml:space="preserve"> of the function</w:t>
      </w:r>
      <w:r>
        <w:t>.</w:t>
      </w:r>
    </w:p>
    <w:p w14:paraId="22483C5A" w14:textId="77777777" w:rsidR="000951C0" w:rsidRPr="00E72FE3" w:rsidRDefault="000951C0" w:rsidP="000951C0">
      <w:pPr>
        <w:pStyle w:val="ListParagraph"/>
        <w:numPr>
          <w:ilvl w:val="0"/>
          <w:numId w:val="27"/>
        </w:numPr>
        <w:tabs>
          <w:tab w:val="clear" w:pos="403"/>
        </w:tabs>
        <w:spacing w:after="0" w:line="240" w:lineRule="auto"/>
      </w:pPr>
      <w:r>
        <w:t xml:space="preserve">For each </w:t>
      </w:r>
      <w:r w:rsidRPr="008B7E33">
        <w:t>VCL NAL</w:t>
      </w:r>
      <w:r>
        <w:t xml:space="preserve"> unit in the output elementary stream, there shall exist a </w:t>
      </w:r>
      <w:r w:rsidRPr="008B7E33">
        <w:t>VCL NAL</w:t>
      </w:r>
      <w:r>
        <w:t xml:space="preserve"> unit</w:t>
      </w:r>
      <w:r w:rsidRPr="004E715A">
        <w:t xml:space="preserve"> </w:t>
      </w:r>
      <w:r>
        <w:t>in the input elementary stream that is bit exact identical.</w:t>
      </w:r>
    </w:p>
    <w:p w14:paraId="5EBEDBD9" w14:textId="552C8C09" w:rsidR="000951C0" w:rsidRDefault="000951C0" w:rsidP="000951C0">
      <w:pPr>
        <w:pStyle w:val="ListParagraph"/>
        <w:numPr>
          <w:ilvl w:val="0"/>
          <w:numId w:val="14"/>
        </w:numPr>
      </w:pPr>
      <w:r>
        <w:t xml:space="preserve">All the NAL units in the output elementary stream shall have the same </w:t>
      </w:r>
      <w:proofErr w:type="spellStart"/>
      <w:r w:rsidRPr="00EA6053">
        <w:t>nuh_layer_id</w:t>
      </w:r>
      <w:proofErr w:type="spellEnd"/>
      <w:r>
        <w:t xml:space="preserve"> value and t</w:t>
      </w:r>
      <w:r w:rsidRPr="000B37B1">
        <w:t xml:space="preserve">his </w:t>
      </w:r>
      <w:proofErr w:type="spellStart"/>
      <w:r w:rsidRPr="000B37B1">
        <w:t>nuh_layer_id</w:t>
      </w:r>
      <w:proofErr w:type="spellEnd"/>
      <w:r w:rsidRPr="000B37B1">
        <w:t xml:space="preserve"> value shall be equal to the object identifier passed as argument of the function.</w:t>
      </w:r>
    </w:p>
    <w:p w14:paraId="5B04EC8C" w14:textId="01094A72" w:rsidR="000951C0" w:rsidRPr="000A2F18" w:rsidRDefault="000951C0" w:rsidP="00A34C8C">
      <w:pPr>
        <w:pStyle w:val="Heading5"/>
      </w:pPr>
      <w:r>
        <w:t>Constraints for the inserting function</w:t>
      </w:r>
    </w:p>
    <w:p w14:paraId="66F39318" w14:textId="5632751C" w:rsidR="000951C0" w:rsidRDefault="000951C0" w:rsidP="000951C0">
      <w:r>
        <w:t xml:space="preserve">Two VVC input </w:t>
      </w:r>
      <w:r w:rsidR="00F9453F">
        <w:t xml:space="preserve">media </w:t>
      </w:r>
      <w:r>
        <w:t>streams passed as argument of the inserting function shall comply to these rules in addition to the rules in 7.2.2:</w:t>
      </w:r>
    </w:p>
    <w:p w14:paraId="295EF090" w14:textId="79085A8E" w:rsidR="000951C0" w:rsidRDefault="000951C0" w:rsidP="000951C0">
      <w:pPr>
        <w:pStyle w:val="ListParagraph"/>
        <w:numPr>
          <w:ilvl w:val="0"/>
          <w:numId w:val="27"/>
        </w:numPr>
        <w:tabs>
          <w:tab w:val="clear" w:pos="403"/>
        </w:tabs>
        <w:spacing w:after="0" w:line="240" w:lineRule="auto"/>
      </w:pPr>
      <w:r>
        <w:t xml:space="preserve">The </w:t>
      </w:r>
      <w:proofErr w:type="spellStart"/>
      <w:r w:rsidRPr="00EA6053">
        <w:t>nuh_layer_id</w:t>
      </w:r>
      <w:proofErr w:type="spellEnd"/>
      <w:r>
        <w:t xml:space="preserve"> value of each NAL unit in the first input </w:t>
      </w:r>
      <w:r w:rsidR="00F9453F">
        <w:t xml:space="preserve">media </w:t>
      </w:r>
      <w:r>
        <w:t xml:space="preserve">stream shall be different from any </w:t>
      </w:r>
      <w:proofErr w:type="spellStart"/>
      <w:r w:rsidRPr="00EA6053">
        <w:t>nuh_layer_id</w:t>
      </w:r>
      <w:proofErr w:type="spellEnd"/>
      <w:r>
        <w:t xml:space="preserve"> value present in the second input </w:t>
      </w:r>
      <w:r w:rsidR="00F9453F">
        <w:t>media</w:t>
      </w:r>
      <w:r w:rsidR="00F9453F" w:rsidRPr="00125DBC">
        <w:t xml:space="preserve"> </w:t>
      </w:r>
      <w:r>
        <w:t>stream.</w:t>
      </w:r>
    </w:p>
    <w:p w14:paraId="42B7C21F" w14:textId="614F9869" w:rsidR="000951C0" w:rsidRDefault="000951C0" w:rsidP="000951C0">
      <w:pPr>
        <w:pStyle w:val="ListParagraph"/>
        <w:numPr>
          <w:ilvl w:val="0"/>
          <w:numId w:val="14"/>
        </w:numPr>
      </w:pPr>
      <w:r>
        <w:t xml:space="preserve">If a SPS or PPS in the first input </w:t>
      </w:r>
      <w:r w:rsidR="00F9453F">
        <w:t xml:space="preserve">media </w:t>
      </w:r>
      <w:r>
        <w:t xml:space="preserve">stream has the same identifier than a SPS or PPS in the second input </w:t>
      </w:r>
      <w:r w:rsidR="00F9453F">
        <w:t xml:space="preserve">media </w:t>
      </w:r>
      <w:r>
        <w:t>stream, then those two SPSs or two PPSs shall have the same payload.</w:t>
      </w:r>
    </w:p>
    <w:p w14:paraId="386061A5" w14:textId="4596EDFA" w:rsidR="000951C0" w:rsidRDefault="000951C0" w:rsidP="000951C0">
      <w:r>
        <w:t xml:space="preserve">A VVC </w:t>
      </w:r>
      <w:r w:rsidR="00F9453F">
        <w:t xml:space="preserve">media </w:t>
      </w:r>
      <w:r>
        <w:t>stream generated as output of the inserting function shall comply to these rules in addition to the rules in 7.2.2:</w:t>
      </w:r>
    </w:p>
    <w:p w14:paraId="648EBBB9" w14:textId="59C5F30C" w:rsidR="000951C0" w:rsidRDefault="000951C0" w:rsidP="000951C0">
      <w:pPr>
        <w:pStyle w:val="ListParagraph"/>
        <w:numPr>
          <w:ilvl w:val="0"/>
          <w:numId w:val="27"/>
        </w:numPr>
        <w:tabs>
          <w:tab w:val="clear" w:pos="403"/>
        </w:tabs>
        <w:spacing w:after="0" w:line="240" w:lineRule="auto"/>
      </w:pPr>
      <w:r w:rsidRPr="008B7E33">
        <w:t>The number of VCL NAL</w:t>
      </w:r>
      <w:r>
        <w:t xml:space="preserve"> units in the output </w:t>
      </w:r>
      <w:r w:rsidR="00F9453F">
        <w:t xml:space="preserve">media </w:t>
      </w:r>
      <w:r>
        <w:t xml:space="preserve">stream is equal to the sum of the number of VCL NAL units in both input </w:t>
      </w:r>
      <w:r w:rsidR="0049530C">
        <w:t xml:space="preserve">media </w:t>
      </w:r>
      <w:r>
        <w:t>streams.</w:t>
      </w:r>
    </w:p>
    <w:p w14:paraId="52C49EAB" w14:textId="091A17FF" w:rsidR="000951C0" w:rsidRDefault="000951C0" w:rsidP="00305EA1">
      <w:pPr>
        <w:pStyle w:val="ListParagraph"/>
        <w:numPr>
          <w:ilvl w:val="0"/>
          <w:numId w:val="14"/>
        </w:numPr>
      </w:pPr>
      <w:r>
        <w:t xml:space="preserve">For each </w:t>
      </w:r>
      <w:r w:rsidRPr="008B7E33">
        <w:t>VCL NAL</w:t>
      </w:r>
      <w:r>
        <w:t xml:space="preserve"> unit in the output </w:t>
      </w:r>
      <w:r w:rsidR="0049530C">
        <w:t xml:space="preserve">media </w:t>
      </w:r>
      <w:r>
        <w:t xml:space="preserve">stream, there shall exist a </w:t>
      </w:r>
      <w:r w:rsidRPr="008B7E33">
        <w:t>VCL NAL</w:t>
      </w:r>
      <w:r>
        <w:t xml:space="preserve"> unit in of one of the two input </w:t>
      </w:r>
      <w:r w:rsidR="0049530C">
        <w:t xml:space="preserve">media </w:t>
      </w:r>
      <w:r>
        <w:t>streams that is bit exact identical.</w:t>
      </w:r>
    </w:p>
    <w:p w14:paraId="36278688" w14:textId="3E56C58C" w:rsidR="000951C0" w:rsidRPr="000A2F18" w:rsidRDefault="000951C0" w:rsidP="00A34C8C">
      <w:pPr>
        <w:pStyle w:val="Heading5"/>
      </w:pPr>
      <w:r>
        <w:lastRenderedPageBreak/>
        <w:t>Constraints for the appending function</w:t>
      </w:r>
    </w:p>
    <w:p w14:paraId="2560D34B" w14:textId="4917505A" w:rsidR="000951C0" w:rsidRDefault="000951C0" w:rsidP="000951C0">
      <w:r>
        <w:t xml:space="preserve">A VVC input </w:t>
      </w:r>
      <w:r w:rsidR="0049530C">
        <w:t xml:space="preserve">media </w:t>
      </w:r>
      <w:r>
        <w:t>stream passed as argument of the appending function shall comply to these rules in addition to the rules in 7.2.2:</w:t>
      </w:r>
    </w:p>
    <w:p w14:paraId="0E96AD74" w14:textId="77777777" w:rsidR="000951C0" w:rsidRDefault="000951C0" w:rsidP="000951C0">
      <w:pPr>
        <w:pStyle w:val="ListParagraph"/>
        <w:numPr>
          <w:ilvl w:val="0"/>
          <w:numId w:val="27"/>
        </w:numPr>
        <w:tabs>
          <w:tab w:val="clear" w:pos="403"/>
        </w:tabs>
        <w:spacing w:after="0" w:line="240" w:lineRule="auto"/>
      </w:pPr>
      <w:r>
        <w:t xml:space="preserve">There shall be VCL NAL units with at least two different </w:t>
      </w:r>
      <w:proofErr w:type="spellStart"/>
      <w:r w:rsidRPr="00EA6053">
        <w:t>nuh_layer_id</w:t>
      </w:r>
      <w:proofErr w:type="spellEnd"/>
      <w:r>
        <w:t xml:space="preserve"> values.</w:t>
      </w:r>
    </w:p>
    <w:p w14:paraId="45890060" w14:textId="77777777" w:rsidR="000951C0" w:rsidRPr="00F561F3" w:rsidRDefault="000951C0" w:rsidP="000951C0">
      <w:pPr>
        <w:pStyle w:val="ListParagraph"/>
        <w:numPr>
          <w:ilvl w:val="0"/>
          <w:numId w:val="14"/>
        </w:numPr>
      </w:pPr>
      <w:r>
        <w:t xml:space="preserve">Two of the at least two different </w:t>
      </w:r>
      <w:proofErr w:type="spellStart"/>
      <w:r w:rsidRPr="00EA6053">
        <w:t>nuh_layer_id</w:t>
      </w:r>
      <w:proofErr w:type="spellEnd"/>
      <w:r>
        <w:t xml:space="preserve"> values</w:t>
      </w:r>
      <w:r w:rsidRPr="00F561F3">
        <w:t xml:space="preserve"> </w:t>
      </w:r>
      <w:r>
        <w:t>shall be equal to t</w:t>
      </w:r>
      <w:r w:rsidRPr="00F561F3">
        <w:t>he</w:t>
      </w:r>
      <w:r>
        <w:t xml:space="preserve"> two</w:t>
      </w:r>
      <w:r w:rsidRPr="00F561F3">
        <w:t xml:space="preserve"> object identifier</w:t>
      </w:r>
      <w:r>
        <w:t>s</w:t>
      </w:r>
      <w:r w:rsidRPr="00F561F3">
        <w:t xml:space="preserve"> passed as </w:t>
      </w:r>
      <w:r>
        <w:t xml:space="preserve">arguments </w:t>
      </w:r>
      <w:r w:rsidRPr="00F561F3">
        <w:t xml:space="preserve">of the </w:t>
      </w:r>
      <w:r>
        <w:t xml:space="preserve">appending </w:t>
      </w:r>
      <w:r w:rsidRPr="00F561F3">
        <w:t>function.</w:t>
      </w:r>
    </w:p>
    <w:p w14:paraId="3B949504" w14:textId="1E7267CF" w:rsidR="000951C0" w:rsidRDefault="000951C0" w:rsidP="000951C0">
      <w:r>
        <w:t xml:space="preserve">A VVC </w:t>
      </w:r>
      <w:r w:rsidR="0049530C">
        <w:t xml:space="preserve">media </w:t>
      </w:r>
      <w:r>
        <w:t>stream generated as output of the appending function shall comply to these rules in addition to the rules in 7.2.2:</w:t>
      </w:r>
    </w:p>
    <w:p w14:paraId="4E2594BE" w14:textId="333E3B95" w:rsidR="000951C0" w:rsidRDefault="000951C0" w:rsidP="000951C0">
      <w:pPr>
        <w:pStyle w:val="ListParagraph"/>
        <w:numPr>
          <w:ilvl w:val="0"/>
          <w:numId w:val="27"/>
        </w:numPr>
        <w:tabs>
          <w:tab w:val="clear" w:pos="403"/>
        </w:tabs>
        <w:spacing w:after="0" w:line="240" w:lineRule="auto"/>
      </w:pPr>
      <w:r w:rsidRPr="008B7E33">
        <w:t>The number of VCL NAL</w:t>
      </w:r>
      <w:r>
        <w:t xml:space="preserve"> units in the output </w:t>
      </w:r>
      <w:r w:rsidR="0049530C">
        <w:t xml:space="preserve">media </w:t>
      </w:r>
      <w:r>
        <w:t xml:space="preserve">stream is equal to the number of VCL NAL units in the input </w:t>
      </w:r>
      <w:r w:rsidR="0049530C">
        <w:t xml:space="preserve">media </w:t>
      </w:r>
      <w:r>
        <w:t>stream.</w:t>
      </w:r>
    </w:p>
    <w:p w14:paraId="12C81225" w14:textId="614970D1" w:rsidR="000951C0" w:rsidRDefault="000951C0" w:rsidP="000951C0">
      <w:pPr>
        <w:pStyle w:val="ListParagraph"/>
        <w:numPr>
          <w:ilvl w:val="0"/>
          <w:numId w:val="27"/>
        </w:numPr>
        <w:tabs>
          <w:tab w:val="clear" w:pos="403"/>
        </w:tabs>
        <w:spacing w:after="0" w:line="240" w:lineRule="auto"/>
      </w:pPr>
      <w:r>
        <w:t xml:space="preserve">For each </w:t>
      </w:r>
      <w:r w:rsidRPr="008B7E33">
        <w:t>VCL NAL</w:t>
      </w:r>
      <w:r>
        <w:t xml:space="preserve"> unit in the output </w:t>
      </w:r>
      <w:r w:rsidR="0049530C">
        <w:t xml:space="preserve">media </w:t>
      </w:r>
      <w:r>
        <w:t xml:space="preserve">stream, there shall exist a </w:t>
      </w:r>
      <w:r w:rsidRPr="008B7E33">
        <w:t>VCL NAL</w:t>
      </w:r>
      <w:r>
        <w:t xml:space="preserve"> unit in the input </w:t>
      </w:r>
      <w:r w:rsidR="0049530C">
        <w:t xml:space="preserve">media </w:t>
      </w:r>
      <w:r>
        <w:t>stream that is bit exact identical.</w:t>
      </w:r>
    </w:p>
    <w:p w14:paraId="0A5E9A49" w14:textId="5979EF3F" w:rsidR="000951C0" w:rsidRDefault="000951C0" w:rsidP="000951C0">
      <w:pPr>
        <w:pStyle w:val="ListParagraph"/>
        <w:numPr>
          <w:ilvl w:val="0"/>
          <w:numId w:val="27"/>
        </w:numPr>
        <w:tabs>
          <w:tab w:val="clear" w:pos="403"/>
        </w:tabs>
        <w:spacing w:after="0" w:line="240" w:lineRule="auto"/>
      </w:pPr>
      <w:r w:rsidRPr="009A1D77">
        <w:t>There shall</w:t>
      </w:r>
      <w:r>
        <w:t xml:space="preserve"> be</w:t>
      </w:r>
      <w:r w:rsidRPr="009A1D77">
        <w:t xml:space="preserve"> </w:t>
      </w:r>
      <w:r>
        <w:t xml:space="preserve">an </w:t>
      </w:r>
      <w:r w:rsidRPr="009A1D77">
        <w:t>Independent layer info SEI</w:t>
      </w:r>
      <w:r>
        <w:t xml:space="preserve"> </w:t>
      </w:r>
      <w:r w:rsidR="0049530C">
        <w:t xml:space="preserve">message </w:t>
      </w:r>
      <w:r>
        <w:t xml:space="preserve">whose </w:t>
      </w:r>
      <w:proofErr w:type="spellStart"/>
      <w:r>
        <w:t>nuh_layer_id</w:t>
      </w:r>
      <w:proofErr w:type="spellEnd"/>
      <w:r>
        <w:t xml:space="preserve"> is equal to the first video object identifier.</w:t>
      </w:r>
    </w:p>
    <w:p w14:paraId="6A519924" w14:textId="58815956" w:rsidR="000951C0" w:rsidRPr="00044B88" w:rsidRDefault="000951C0" w:rsidP="000951C0">
      <w:pPr>
        <w:pStyle w:val="ListParagraph"/>
        <w:numPr>
          <w:ilvl w:val="0"/>
          <w:numId w:val="27"/>
        </w:numPr>
        <w:tabs>
          <w:tab w:val="clear" w:pos="403"/>
        </w:tabs>
        <w:spacing w:after="0" w:line="240" w:lineRule="auto"/>
      </w:pPr>
      <w:r w:rsidRPr="009A1D77">
        <w:t>There shall</w:t>
      </w:r>
      <w:r>
        <w:t xml:space="preserve"> be</w:t>
      </w:r>
      <w:r w:rsidRPr="009A1D77">
        <w:t xml:space="preserve"> </w:t>
      </w:r>
      <w:r>
        <w:t xml:space="preserve">an </w:t>
      </w:r>
      <w:r w:rsidRPr="009A1D77">
        <w:t>Independent layer info SEI</w:t>
      </w:r>
      <w:r>
        <w:t xml:space="preserve"> </w:t>
      </w:r>
      <w:r w:rsidR="0049530C">
        <w:t>message</w:t>
      </w:r>
      <w:r>
        <w:t xml:space="preserve"> whose </w:t>
      </w:r>
      <w:proofErr w:type="spellStart"/>
      <w:r>
        <w:t>nuh_layer_id</w:t>
      </w:r>
      <w:proofErr w:type="spellEnd"/>
      <w:r>
        <w:t xml:space="preserve"> is equal to the second video object identifier.</w:t>
      </w:r>
    </w:p>
    <w:p w14:paraId="576CE3E0" w14:textId="5BA44D35" w:rsidR="000951C0" w:rsidRPr="009A1D77" w:rsidRDefault="000951C0" w:rsidP="000951C0">
      <w:pPr>
        <w:pStyle w:val="ListParagraph"/>
        <w:numPr>
          <w:ilvl w:val="0"/>
          <w:numId w:val="14"/>
        </w:numPr>
      </w:pPr>
      <w:r w:rsidRPr="009A1D77">
        <w:t>The Independent layer info SEI</w:t>
      </w:r>
      <w:r>
        <w:t xml:space="preserve"> </w:t>
      </w:r>
      <w:r w:rsidR="0049530C">
        <w:t xml:space="preserve">message </w:t>
      </w:r>
      <w:r>
        <w:t xml:space="preserve">whose </w:t>
      </w:r>
      <w:proofErr w:type="spellStart"/>
      <w:r>
        <w:t>nuh_layer_id</w:t>
      </w:r>
      <w:proofErr w:type="spellEnd"/>
      <w:r>
        <w:t xml:space="preserve"> is equal to the first video object identifier shall have its </w:t>
      </w:r>
      <w:proofErr w:type="spellStart"/>
      <w:r w:rsidRPr="00044B88">
        <w:t>boundary_identifier_east</w:t>
      </w:r>
      <w:proofErr w:type="spellEnd"/>
      <w:r>
        <w:t xml:space="preserve"> value equal to the </w:t>
      </w:r>
      <w:proofErr w:type="spellStart"/>
      <w:r w:rsidRPr="00044B88">
        <w:t>boundary_identifier_</w:t>
      </w:r>
      <w:r>
        <w:t>w</w:t>
      </w:r>
      <w:r w:rsidRPr="00044B88">
        <w:t>est</w:t>
      </w:r>
      <w:proofErr w:type="spellEnd"/>
      <w:r>
        <w:t xml:space="preserve"> value of the </w:t>
      </w:r>
      <w:r w:rsidRPr="009A1D77">
        <w:t>Independent layer info SEI</w:t>
      </w:r>
      <w:r>
        <w:t xml:space="preserve"> </w:t>
      </w:r>
      <w:r w:rsidR="0049530C">
        <w:t xml:space="preserve">message </w:t>
      </w:r>
      <w:r>
        <w:t xml:space="preserve">whose </w:t>
      </w:r>
      <w:proofErr w:type="spellStart"/>
      <w:r>
        <w:t>nuh_layer_id</w:t>
      </w:r>
      <w:proofErr w:type="spellEnd"/>
      <w:r>
        <w:t xml:space="preserve"> is equal to the second video object identifier.</w:t>
      </w:r>
    </w:p>
    <w:p w14:paraId="7E0CB260" w14:textId="6236C300" w:rsidR="000951C0" w:rsidRPr="000A2F18" w:rsidRDefault="000951C0" w:rsidP="00A34C8C">
      <w:pPr>
        <w:pStyle w:val="Heading5"/>
      </w:pPr>
      <w:r>
        <w:t>Constraints for the stacking function</w:t>
      </w:r>
    </w:p>
    <w:p w14:paraId="48241026" w14:textId="4932C66A" w:rsidR="000951C0" w:rsidRDefault="000951C0" w:rsidP="000951C0">
      <w:r>
        <w:t xml:space="preserve">A VVC input </w:t>
      </w:r>
      <w:r w:rsidR="0049530C">
        <w:t xml:space="preserve">media </w:t>
      </w:r>
      <w:r>
        <w:t>stream passed as argument of the stacking function shall comply to these rules in addition to the rules in 7.2.2:</w:t>
      </w:r>
    </w:p>
    <w:p w14:paraId="2A8C64A3" w14:textId="77777777" w:rsidR="000951C0" w:rsidRDefault="000951C0" w:rsidP="000951C0">
      <w:pPr>
        <w:pStyle w:val="ListParagraph"/>
        <w:numPr>
          <w:ilvl w:val="0"/>
          <w:numId w:val="27"/>
        </w:numPr>
        <w:tabs>
          <w:tab w:val="clear" w:pos="403"/>
        </w:tabs>
        <w:spacing w:after="0" w:line="240" w:lineRule="auto"/>
      </w:pPr>
      <w:r>
        <w:t xml:space="preserve">There shall be VCL NAL units with at least two different </w:t>
      </w:r>
      <w:proofErr w:type="spellStart"/>
      <w:r w:rsidRPr="00EA6053">
        <w:t>nuh_layer_id</w:t>
      </w:r>
      <w:proofErr w:type="spellEnd"/>
      <w:r>
        <w:t xml:space="preserve"> values.</w:t>
      </w:r>
    </w:p>
    <w:p w14:paraId="27CDF54E" w14:textId="4684F585" w:rsidR="000951C0" w:rsidRPr="00AE4C13" w:rsidRDefault="000951C0" w:rsidP="000951C0">
      <w:pPr>
        <w:pStyle w:val="ListParagraph"/>
        <w:numPr>
          <w:ilvl w:val="0"/>
          <w:numId w:val="14"/>
        </w:numPr>
      </w:pPr>
      <w:r>
        <w:t xml:space="preserve">Two of the at least two different </w:t>
      </w:r>
      <w:proofErr w:type="spellStart"/>
      <w:r w:rsidRPr="00EA6053">
        <w:t>nuh_layer_id</w:t>
      </w:r>
      <w:proofErr w:type="spellEnd"/>
      <w:r>
        <w:t xml:space="preserve"> values</w:t>
      </w:r>
      <w:r w:rsidRPr="00F561F3">
        <w:t xml:space="preserve"> </w:t>
      </w:r>
      <w:r>
        <w:t>shall be equal to t</w:t>
      </w:r>
      <w:r w:rsidRPr="00F561F3">
        <w:t>he</w:t>
      </w:r>
      <w:r>
        <w:t xml:space="preserve"> two</w:t>
      </w:r>
      <w:r w:rsidRPr="00F561F3">
        <w:t xml:space="preserve"> object identifier</w:t>
      </w:r>
      <w:r>
        <w:t>s</w:t>
      </w:r>
      <w:r w:rsidRPr="00F561F3">
        <w:t xml:space="preserve"> passed as </w:t>
      </w:r>
      <w:r>
        <w:t xml:space="preserve">arguments </w:t>
      </w:r>
      <w:r w:rsidRPr="00F561F3">
        <w:t xml:space="preserve">of the </w:t>
      </w:r>
      <w:r>
        <w:t xml:space="preserve">appending </w:t>
      </w:r>
      <w:r w:rsidRPr="00F561F3">
        <w:t>function.</w:t>
      </w:r>
    </w:p>
    <w:p w14:paraId="23488628" w14:textId="3BF2BA62" w:rsidR="000951C0" w:rsidRDefault="000951C0" w:rsidP="000951C0">
      <w:r>
        <w:t xml:space="preserve">A VVC </w:t>
      </w:r>
      <w:r w:rsidR="0049530C">
        <w:t xml:space="preserve">media </w:t>
      </w:r>
      <w:r>
        <w:t>stream generated as output of the stacking function shall comply to these rules in addition to the rules in 7.2.2:</w:t>
      </w:r>
    </w:p>
    <w:p w14:paraId="304F77B0" w14:textId="6C2622BA" w:rsidR="000951C0" w:rsidRDefault="000951C0" w:rsidP="000951C0">
      <w:pPr>
        <w:pStyle w:val="ListParagraph"/>
        <w:numPr>
          <w:ilvl w:val="0"/>
          <w:numId w:val="27"/>
        </w:numPr>
        <w:tabs>
          <w:tab w:val="clear" w:pos="403"/>
        </w:tabs>
        <w:spacing w:after="0" w:line="240" w:lineRule="auto"/>
      </w:pPr>
      <w:r w:rsidRPr="008B7E33">
        <w:t>The number of VCL NAL</w:t>
      </w:r>
      <w:r>
        <w:t xml:space="preserve"> units in the output </w:t>
      </w:r>
      <w:r w:rsidR="0049530C">
        <w:t xml:space="preserve">media </w:t>
      </w:r>
      <w:r>
        <w:t xml:space="preserve">stream is equal to the number of VCL NAL units in the input </w:t>
      </w:r>
      <w:r w:rsidR="0049530C">
        <w:t xml:space="preserve">media </w:t>
      </w:r>
      <w:r>
        <w:t>stream.</w:t>
      </w:r>
    </w:p>
    <w:p w14:paraId="73AF5587" w14:textId="7916F373" w:rsidR="000951C0" w:rsidRDefault="000951C0" w:rsidP="000951C0">
      <w:pPr>
        <w:pStyle w:val="ListParagraph"/>
        <w:numPr>
          <w:ilvl w:val="0"/>
          <w:numId w:val="27"/>
        </w:numPr>
        <w:tabs>
          <w:tab w:val="clear" w:pos="403"/>
        </w:tabs>
        <w:spacing w:after="0" w:line="240" w:lineRule="auto"/>
      </w:pPr>
      <w:r>
        <w:t xml:space="preserve">For each </w:t>
      </w:r>
      <w:r w:rsidRPr="008B7E33">
        <w:t>VCL NAL</w:t>
      </w:r>
      <w:r>
        <w:t xml:space="preserve"> unit in the output </w:t>
      </w:r>
      <w:r w:rsidR="0049530C">
        <w:t xml:space="preserve">media </w:t>
      </w:r>
      <w:r>
        <w:t xml:space="preserve">stream, there shall exist a </w:t>
      </w:r>
      <w:r w:rsidRPr="008B7E33">
        <w:t>VCL NAL</w:t>
      </w:r>
      <w:r>
        <w:t xml:space="preserve"> unit in the input </w:t>
      </w:r>
      <w:r w:rsidR="0049530C">
        <w:t xml:space="preserve">media </w:t>
      </w:r>
      <w:r>
        <w:t>stream that is bit exact identical.</w:t>
      </w:r>
    </w:p>
    <w:p w14:paraId="1694ABCB" w14:textId="00867BDE" w:rsidR="000951C0" w:rsidRDefault="000951C0" w:rsidP="000951C0">
      <w:pPr>
        <w:pStyle w:val="ListParagraph"/>
        <w:numPr>
          <w:ilvl w:val="0"/>
          <w:numId w:val="27"/>
        </w:numPr>
        <w:tabs>
          <w:tab w:val="clear" w:pos="403"/>
        </w:tabs>
        <w:spacing w:after="0" w:line="240" w:lineRule="auto"/>
      </w:pPr>
      <w:r w:rsidRPr="009A1D77">
        <w:t>There shall</w:t>
      </w:r>
      <w:r>
        <w:t xml:space="preserve"> be</w:t>
      </w:r>
      <w:r w:rsidRPr="009A1D77">
        <w:t xml:space="preserve"> </w:t>
      </w:r>
      <w:r>
        <w:t xml:space="preserve">an </w:t>
      </w:r>
      <w:r w:rsidRPr="009A1D77">
        <w:t>Independent layer info SEI</w:t>
      </w:r>
      <w:r>
        <w:t xml:space="preserve"> </w:t>
      </w:r>
      <w:r w:rsidR="0049530C">
        <w:t xml:space="preserve">message </w:t>
      </w:r>
      <w:r>
        <w:t xml:space="preserve">whose </w:t>
      </w:r>
      <w:proofErr w:type="spellStart"/>
      <w:r>
        <w:t>nuh_layer_id</w:t>
      </w:r>
      <w:proofErr w:type="spellEnd"/>
      <w:r>
        <w:t xml:space="preserve"> is equal to the first video object identifier.</w:t>
      </w:r>
    </w:p>
    <w:p w14:paraId="608F36CD" w14:textId="424A9524" w:rsidR="000951C0" w:rsidRPr="00044B88" w:rsidRDefault="000951C0" w:rsidP="000951C0">
      <w:pPr>
        <w:pStyle w:val="ListParagraph"/>
        <w:numPr>
          <w:ilvl w:val="0"/>
          <w:numId w:val="27"/>
        </w:numPr>
        <w:tabs>
          <w:tab w:val="clear" w:pos="403"/>
        </w:tabs>
        <w:spacing w:after="0" w:line="240" w:lineRule="auto"/>
      </w:pPr>
      <w:r w:rsidRPr="009A1D77">
        <w:t>There shall</w:t>
      </w:r>
      <w:r>
        <w:t xml:space="preserve"> be</w:t>
      </w:r>
      <w:r w:rsidRPr="009A1D77">
        <w:t xml:space="preserve"> </w:t>
      </w:r>
      <w:r>
        <w:t xml:space="preserve">an </w:t>
      </w:r>
      <w:r w:rsidRPr="009A1D77">
        <w:t>Independent layer info SEI</w:t>
      </w:r>
      <w:r>
        <w:t xml:space="preserve"> </w:t>
      </w:r>
      <w:r w:rsidR="0049530C">
        <w:t xml:space="preserve">message </w:t>
      </w:r>
      <w:r>
        <w:t xml:space="preserve">whose </w:t>
      </w:r>
      <w:proofErr w:type="spellStart"/>
      <w:r>
        <w:t>nuh_layer_id</w:t>
      </w:r>
      <w:proofErr w:type="spellEnd"/>
      <w:r>
        <w:t xml:space="preserve"> is equal to the second video object identifier.</w:t>
      </w:r>
    </w:p>
    <w:p w14:paraId="71364F2E" w14:textId="6EB12AB4" w:rsidR="000951C0" w:rsidRPr="009A1D77" w:rsidRDefault="000951C0" w:rsidP="00ED7125">
      <w:pPr>
        <w:pStyle w:val="ListParagraph"/>
        <w:numPr>
          <w:ilvl w:val="0"/>
          <w:numId w:val="14"/>
        </w:numPr>
      </w:pPr>
      <w:r w:rsidRPr="009A1D77">
        <w:t>The Independent layer info SEI</w:t>
      </w:r>
      <w:r>
        <w:t xml:space="preserve"> </w:t>
      </w:r>
      <w:r w:rsidR="00EB161A">
        <w:t xml:space="preserve">message </w:t>
      </w:r>
      <w:r>
        <w:t xml:space="preserve">whose </w:t>
      </w:r>
      <w:proofErr w:type="spellStart"/>
      <w:r>
        <w:t>nuh_layer_id</w:t>
      </w:r>
      <w:proofErr w:type="spellEnd"/>
      <w:r>
        <w:t xml:space="preserve"> is equal to the first video object identifier shall have its </w:t>
      </w:r>
      <w:proofErr w:type="spellStart"/>
      <w:r w:rsidRPr="00044B88">
        <w:t>boundary_identifier_</w:t>
      </w:r>
      <w:r>
        <w:t>south</w:t>
      </w:r>
      <w:proofErr w:type="spellEnd"/>
      <w:r>
        <w:t xml:space="preserve"> value equal to the </w:t>
      </w:r>
      <w:proofErr w:type="spellStart"/>
      <w:r w:rsidRPr="00044B88">
        <w:t>boundary_identifier_</w:t>
      </w:r>
      <w:r>
        <w:t>north</w:t>
      </w:r>
      <w:proofErr w:type="spellEnd"/>
      <w:r>
        <w:t xml:space="preserve"> value of the </w:t>
      </w:r>
      <w:r w:rsidRPr="009A1D77">
        <w:t>Independent layer info SEI</w:t>
      </w:r>
      <w:r>
        <w:t xml:space="preserve"> </w:t>
      </w:r>
      <w:r w:rsidR="00EB161A">
        <w:t xml:space="preserve">message </w:t>
      </w:r>
      <w:r>
        <w:t xml:space="preserve">whose </w:t>
      </w:r>
      <w:proofErr w:type="spellStart"/>
      <w:r>
        <w:t>nuh_layer_id</w:t>
      </w:r>
      <w:proofErr w:type="spellEnd"/>
      <w:r>
        <w:t xml:space="preserve"> is equal to the second video object identifier.</w:t>
      </w:r>
    </w:p>
    <w:p w14:paraId="64C942DD" w14:textId="6DD0009C" w:rsidR="00305EA1" w:rsidRPr="000A2F18" w:rsidRDefault="00305EA1" w:rsidP="00305EA1">
      <w:pPr>
        <w:pStyle w:val="Heading2"/>
      </w:pPr>
      <w:bookmarkStart w:id="887" w:name="_Toc78533750"/>
      <w:r w:rsidRPr="000A2F18">
        <w:t xml:space="preserve">Instantiation for </w:t>
      </w:r>
      <w:r w:rsidR="00606A7F" w:rsidRPr="000A2F18">
        <w:t>ISO/IEC 230</w:t>
      </w:r>
      <w:r w:rsidR="00606A7F">
        <w:t>94</w:t>
      </w:r>
      <w:r w:rsidR="00113FF7">
        <w:t>-</w:t>
      </w:r>
      <w:r w:rsidR="00606A7F">
        <w:t xml:space="preserve">1 </w:t>
      </w:r>
      <w:r w:rsidRPr="000A2F18">
        <w:t>E</w:t>
      </w:r>
      <w:r w:rsidR="004375D1">
        <w:t xml:space="preserve">ssential </w:t>
      </w:r>
      <w:r w:rsidRPr="000A2F18">
        <w:t>V</w:t>
      </w:r>
      <w:r w:rsidR="004375D1">
        <w:t xml:space="preserve">ideo </w:t>
      </w:r>
      <w:r w:rsidRPr="000A2F18">
        <w:t>C</w:t>
      </w:r>
      <w:r w:rsidR="004375D1">
        <w:t>oding (EVC)</w:t>
      </w:r>
      <w:bookmarkEnd w:id="887"/>
    </w:p>
    <w:p w14:paraId="6C593E8B" w14:textId="77777777" w:rsidR="00305EA1" w:rsidRDefault="00305EA1" w:rsidP="00305EA1">
      <w:pPr>
        <w:pStyle w:val="Heading3"/>
      </w:pPr>
      <w:bookmarkStart w:id="888" w:name="_Toc39851657"/>
      <w:bookmarkStart w:id="889" w:name="_Toc78533751"/>
      <w:r w:rsidRPr="000A2F18">
        <w:t>General</w:t>
      </w:r>
      <w:bookmarkEnd w:id="888"/>
      <w:bookmarkEnd w:id="889"/>
    </w:p>
    <w:p w14:paraId="5E6C9A14" w14:textId="217A56A6" w:rsidR="00305EA1" w:rsidRPr="000A2F18" w:rsidRDefault="00305EA1" w:rsidP="00305EA1">
      <w:r w:rsidRPr="000A2F18">
        <w:rPr>
          <w:lang w:eastAsia="ja-JP"/>
        </w:rPr>
        <w:t xml:space="preserve">The </w:t>
      </w:r>
      <w:r>
        <w:rPr>
          <w:lang w:eastAsia="ja-JP"/>
        </w:rPr>
        <w:t xml:space="preserve">Essential </w:t>
      </w:r>
      <w:r w:rsidRPr="000A2F18">
        <w:t>Video Coding (EVC) is published under ISO/IEC 230</w:t>
      </w:r>
      <w:r>
        <w:t>94</w:t>
      </w:r>
      <w:r w:rsidR="00113FF7">
        <w:t>-</w:t>
      </w:r>
      <w:r>
        <w:t>1</w:t>
      </w:r>
      <w:r w:rsidRPr="000A2F18">
        <w:t>.</w:t>
      </w:r>
    </w:p>
    <w:p w14:paraId="39C9EAD0" w14:textId="4C766661" w:rsidR="0012759B" w:rsidRPr="00580BB3" w:rsidRDefault="005A3A99" w:rsidP="00A34C8C">
      <w:r>
        <w:rPr>
          <w:lang w:eastAsia="ja-JP"/>
        </w:rPr>
        <w:lastRenderedPageBreak/>
        <w:fldChar w:fldCharType="begin"/>
      </w:r>
      <w:r>
        <w:rPr>
          <w:lang w:eastAsia="ja-JP"/>
        </w:rPr>
        <w:instrText xml:space="preserve"> REF _Ref77782685 \h </w:instrText>
      </w:r>
      <w:r>
        <w:rPr>
          <w:lang w:eastAsia="ja-JP"/>
        </w:rPr>
      </w:r>
      <w:r>
        <w:rPr>
          <w:lang w:eastAsia="ja-JP"/>
        </w:rPr>
        <w:fldChar w:fldCharType="separate"/>
      </w:r>
      <w:r w:rsidR="00634738">
        <w:t xml:space="preserve">Table </w:t>
      </w:r>
      <w:r w:rsidR="00634738">
        <w:rPr>
          <w:noProof/>
        </w:rPr>
        <w:t>8</w:t>
      </w:r>
      <w:r>
        <w:rPr>
          <w:lang w:eastAsia="ja-JP"/>
        </w:rPr>
        <w:fldChar w:fldCharType="end"/>
      </w:r>
      <w:r>
        <w:rPr>
          <w:lang w:eastAsia="ja-JP"/>
        </w:rPr>
        <w:t xml:space="preserve"> </w:t>
      </w:r>
      <w:r w:rsidR="00305EA1" w:rsidRPr="000A2F18">
        <w:rPr>
          <w:lang w:eastAsia="ja-JP"/>
        </w:rPr>
        <w:t xml:space="preserve">provides the bindings of a concept of this document with a concept specified in the EVC specification. </w:t>
      </w:r>
    </w:p>
    <w:p w14:paraId="09674CD3" w14:textId="4E3AE5D8" w:rsidR="005A3A99" w:rsidRDefault="005A3A99" w:rsidP="00A34C8C">
      <w:pPr>
        <w:pStyle w:val="Caption"/>
        <w:keepNext/>
      </w:pPr>
      <w:bookmarkStart w:id="890" w:name="_Ref77782685"/>
      <w:r>
        <w:t xml:space="preserve">Table </w:t>
      </w:r>
      <w:r>
        <w:fldChar w:fldCharType="begin"/>
      </w:r>
      <w:r>
        <w:instrText xml:space="preserve"> SEQ Table \* ARABIC </w:instrText>
      </w:r>
      <w:r>
        <w:fldChar w:fldCharType="separate"/>
      </w:r>
      <w:r w:rsidR="00634738">
        <w:rPr>
          <w:noProof/>
        </w:rPr>
        <w:t>8</w:t>
      </w:r>
      <w:r>
        <w:fldChar w:fldCharType="end"/>
      </w:r>
      <w:bookmarkEnd w:id="890"/>
      <w:r>
        <w:t xml:space="preserve"> — </w:t>
      </w:r>
      <w:r w:rsidRPr="001C549B">
        <w:t>Correspondence between VDI concepts and EVC concrete entities</w:t>
      </w:r>
    </w:p>
    <w:tbl>
      <w:tblPr>
        <w:tblStyle w:val="TableGrid"/>
        <w:tblW w:w="0" w:type="auto"/>
        <w:tblLook w:val="04A0" w:firstRow="1" w:lastRow="0" w:firstColumn="1" w:lastColumn="0" w:noHBand="0" w:noVBand="1"/>
      </w:tblPr>
      <w:tblGrid>
        <w:gridCol w:w="4035"/>
        <w:gridCol w:w="5310"/>
      </w:tblGrid>
      <w:tr w:rsidR="00305EA1" w:rsidRPr="000A2F18" w14:paraId="5C889619" w14:textId="77777777" w:rsidTr="00191EE2">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06841CC9" w14:textId="77777777" w:rsidR="00305EA1" w:rsidRPr="000A2F18" w:rsidRDefault="00305EA1" w:rsidP="00191EE2">
            <w:pPr>
              <w:pStyle w:val="Cell"/>
              <w:rPr>
                <w:b w:val="0"/>
              </w:rPr>
            </w:pPr>
            <w:r w:rsidRPr="000A2F18">
              <w:t>Concept</w:t>
            </w:r>
          </w:p>
        </w:tc>
        <w:tc>
          <w:tcPr>
            <w:tcW w:w="5310" w:type="dxa"/>
            <w:tcBorders>
              <w:top w:val="single" w:sz="12" w:space="0" w:color="auto"/>
              <w:bottom w:val="single" w:sz="12" w:space="0" w:color="auto"/>
              <w:right w:val="single" w:sz="12" w:space="0" w:color="auto"/>
            </w:tcBorders>
          </w:tcPr>
          <w:p w14:paraId="1550EC5E" w14:textId="77777777" w:rsidR="00305EA1" w:rsidRPr="000A2F18" w:rsidRDefault="00305EA1" w:rsidP="00191EE2">
            <w:pPr>
              <w:pStyle w:val="Cell"/>
              <w:rPr>
                <w:b w:val="0"/>
              </w:rPr>
            </w:pPr>
            <w:r w:rsidRPr="000A2F18">
              <w:t>EVC concept (reference)</w:t>
            </w:r>
          </w:p>
        </w:tc>
      </w:tr>
      <w:tr w:rsidR="00305EA1" w:rsidRPr="000A2F18" w14:paraId="0312777C" w14:textId="77777777" w:rsidTr="00191EE2">
        <w:tc>
          <w:tcPr>
            <w:tcW w:w="4035" w:type="dxa"/>
            <w:tcBorders>
              <w:top w:val="single" w:sz="12" w:space="0" w:color="auto"/>
              <w:left w:val="single" w:sz="12" w:space="0" w:color="auto"/>
            </w:tcBorders>
          </w:tcPr>
          <w:p w14:paraId="7EF3245E" w14:textId="77777777" w:rsidR="00305EA1" w:rsidRPr="000A2F18" w:rsidRDefault="00305EA1" w:rsidP="00191EE2">
            <w:pPr>
              <w:pStyle w:val="Cell"/>
            </w:pPr>
            <w:proofErr w:type="spellStart"/>
            <w:r w:rsidRPr="000A2F18">
              <w:t>ElementaryStream</w:t>
            </w:r>
            <w:proofErr w:type="spellEnd"/>
          </w:p>
        </w:tc>
        <w:tc>
          <w:tcPr>
            <w:tcW w:w="5310" w:type="dxa"/>
            <w:tcBorders>
              <w:top w:val="single" w:sz="12" w:space="0" w:color="auto"/>
              <w:right w:val="single" w:sz="12" w:space="0" w:color="auto"/>
            </w:tcBorders>
          </w:tcPr>
          <w:p w14:paraId="50C7263B" w14:textId="77777777" w:rsidR="00305EA1" w:rsidRPr="000A2F18" w:rsidRDefault="00305EA1" w:rsidP="00191EE2">
            <w:pPr>
              <w:pStyle w:val="Cell"/>
            </w:pPr>
            <w:r w:rsidRPr="000A2F18">
              <w:t>bitstream (3.</w:t>
            </w:r>
            <w:r>
              <w:t>10</w:t>
            </w:r>
            <w:r w:rsidRPr="000A2F18">
              <w:t>)</w:t>
            </w:r>
          </w:p>
        </w:tc>
      </w:tr>
      <w:tr w:rsidR="00305EA1" w:rsidRPr="000A2F18" w14:paraId="30A9E9E2" w14:textId="77777777" w:rsidTr="00191EE2">
        <w:tc>
          <w:tcPr>
            <w:tcW w:w="4035" w:type="dxa"/>
            <w:tcBorders>
              <w:left w:val="single" w:sz="12" w:space="0" w:color="auto"/>
            </w:tcBorders>
          </w:tcPr>
          <w:p w14:paraId="767E7F8C" w14:textId="77777777" w:rsidR="00305EA1" w:rsidRPr="000A2F18" w:rsidRDefault="00305EA1" w:rsidP="00191EE2">
            <w:pPr>
              <w:pStyle w:val="Cell"/>
            </w:pPr>
            <w:proofErr w:type="spellStart"/>
            <w:r w:rsidRPr="000A2F18">
              <w:t>AccessUnit</w:t>
            </w:r>
            <w:proofErr w:type="spellEnd"/>
          </w:p>
        </w:tc>
        <w:tc>
          <w:tcPr>
            <w:tcW w:w="5310" w:type="dxa"/>
            <w:tcBorders>
              <w:right w:val="single" w:sz="12" w:space="0" w:color="auto"/>
            </w:tcBorders>
          </w:tcPr>
          <w:p w14:paraId="6DF02435" w14:textId="77777777" w:rsidR="00305EA1" w:rsidRPr="000A2F18" w:rsidRDefault="00305EA1" w:rsidP="00191EE2">
            <w:pPr>
              <w:pStyle w:val="Cell"/>
            </w:pPr>
            <w:r w:rsidRPr="000A2F18">
              <w:t>access unit (3.1)</w:t>
            </w:r>
          </w:p>
        </w:tc>
      </w:tr>
      <w:tr w:rsidR="00305EA1" w:rsidRPr="000A2F18" w14:paraId="49C4DE29" w14:textId="77777777" w:rsidTr="00191EE2">
        <w:tc>
          <w:tcPr>
            <w:tcW w:w="4035" w:type="dxa"/>
            <w:tcBorders>
              <w:left w:val="single" w:sz="12" w:space="0" w:color="auto"/>
            </w:tcBorders>
          </w:tcPr>
          <w:p w14:paraId="017E5AD9" w14:textId="77777777" w:rsidR="00305EA1" w:rsidRPr="000A2F18" w:rsidRDefault="00305EA1" w:rsidP="00191EE2">
            <w:pPr>
              <w:pStyle w:val="Cell"/>
            </w:pPr>
            <w:proofErr w:type="spellStart"/>
            <w:r w:rsidRPr="000A2F18">
              <w:t>ObjectIdentifier</w:t>
            </w:r>
            <w:proofErr w:type="spellEnd"/>
          </w:p>
        </w:tc>
        <w:tc>
          <w:tcPr>
            <w:tcW w:w="5310" w:type="dxa"/>
            <w:tcBorders>
              <w:right w:val="single" w:sz="12" w:space="0" w:color="auto"/>
            </w:tcBorders>
          </w:tcPr>
          <w:p w14:paraId="676FDED7" w14:textId="77777777" w:rsidR="00305EA1" w:rsidRPr="000A2F18" w:rsidRDefault="00305EA1" w:rsidP="00191EE2">
            <w:pPr>
              <w:pStyle w:val="Cell"/>
            </w:pPr>
            <w:r>
              <w:t>the smallest value of the ID of the tiles</w:t>
            </w:r>
            <w:r w:rsidRPr="000A2F18">
              <w:t xml:space="preserve"> </w:t>
            </w:r>
            <w:r>
              <w:t xml:space="preserve">in a slice </w:t>
            </w:r>
            <w:r w:rsidRPr="000A2F18">
              <w:t>(7.4.</w:t>
            </w:r>
            <w:r>
              <w:t>5</w:t>
            </w:r>
            <w:r w:rsidRPr="000A2F18">
              <w:t>)</w:t>
            </w:r>
          </w:p>
        </w:tc>
      </w:tr>
      <w:tr w:rsidR="00305EA1" w:rsidRPr="000A2F18" w14:paraId="654CF402" w14:textId="77777777" w:rsidTr="00191EE2">
        <w:tc>
          <w:tcPr>
            <w:tcW w:w="4035" w:type="dxa"/>
            <w:tcBorders>
              <w:left w:val="single" w:sz="12" w:space="0" w:color="auto"/>
              <w:bottom w:val="single" w:sz="12" w:space="0" w:color="auto"/>
            </w:tcBorders>
          </w:tcPr>
          <w:p w14:paraId="208B9A19" w14:textId="77777777" w:rsidR="00305EA1" w:rsidRPr="000A2F18" w:rsidRDefault="00305EA1" w:rsidP="00191EE2">
            <w:pPr>
              <w:pStyle w:val="Cell"/>
            </w:pPr>
            <w:proofErr w:type="spellStart"/>
            <w:r w:rsidRPr="000A2F18">
              <w:t>ObjectSample</w:t>
            </w:r>
            <w:proofErr w:type="spellEnd"/>
          </w:p>
        </w:tc>
        <w:tc>
          <w:tcPr>
            <w:tcW w:w="5310" w:type="dxa"/>
            <w:tcBorders>
              <w:bottom w:val="single" w:sz="12" w:space="0" w:color="auto"/>
              <w:right w:val="single" w:sz="12" w:space="0" w:color="auto"/>
            </w:tcBorders>
          </w:tcPr>
          <w:p w14:paraId="26A36456" w14:textId="77777777" w:rsidR="00305EA1" w:rsidRPr="000A2F18" w:rsidRDefault="00305EA1" w:rsidP="00191EE2">
            <w:pPr>
              <w:pStyle w:val="Cell"/>
            </w:pPr>
            <w:r w:rsidRPr="000A2F18">
              <w:t>slice (3.</w:t>
            </w:r>
            <w:r>
              <w:t>81</w:t>
            </w:r>
            <w:r w:rsidRPr="000A2F18">
              <w:t>)</w:t>
            </w:r>
          </w:p>
        </w:tc>
      </w:tr>
    </w:tbl>
    <w:p w14:paraId="7D12274C" w14:textId="6D5AF25F" w:rsidR="00305EA1" w:rsidRPr="00305EA1" w:rsidRDefault="00665AC2" w:rsidP="00305EA1">
      <w:pPr>
        <w:pStyle w:val="Heading3"/>
      </w:pPr>
      <w:bookmarkStart w:id="891" w:name="_Toc78533752"/>
      <w:r>
        <w:t>Media and e</w:t>
      </w:r>
      <w:r w:rsidR="00305EA1" w:rsidRPr="00305EA1">
        <w:t>lementary streams constraints</w:t>
      </w:r>
      <w:bookmarkEnd w:id="891"/>
    </w:p>
    <w:p w14:paraId="08D83CD0" w14:textId="55111F12" w:rsidR="00240059" w:rsidRPr="00C456B5" w:rsidRDefault="00240059" w:rsidP="00661684">
      <w:pPr>
        <w:pStyle w:val="Heading4"/>
      </w:pPr>
      <w:r w:rsidRPr="00C456B5">
        <w:t xml:space="preserve">General </w:t>
      </w:r>
      <w:r w:rsidR="00665AC2">
        <w:t>media</w:t>
      </w:r>
      <w:r w:rsidR="00665AC2" w:rsidRPr="00C456B5">
        <w:t xml:space="preserve"> </w:t>
      </w:r>
      <w:r w:rsidRPr="00C456B5">
        <w:t>stream constraints</w:t>
      </w:r>
    </w:p>
    <w:p w14:paraId="6AA19B9A" w14:textId="00756A63" w:rsidR="00240059" w:rsidRPr="00C456B5" w:rsidRDefault="00240059" w:rsidP="00240059">
      <w:r w:rsidRPr="00C456B5">
        <w:t>A</w:t>
      </w:r>
      <w:r>
        <w:t>n</w:t>
      </w:r>
      <w:r w:rsidRPr="00C456B5">
        <w:t xml:space="preserve"> </w:t>
      </w:r>
      <w:r>
        <w:t>E</w:t>
      </w:r>
      <w:r w:rsidRPr="00C456B5">
        <w:t xml:space="preserve">VC </w:t>
      </w:r>
      <w:r w:rsidR="001B1C95">
        <w:t>media</w:t>
      </w:r>
      <w:r w:rsidR="001B1C95" w:rsidRPr="00C456B5">
        <w:t xml:space="preserve"> </w:t>
      </w:r>
      <w:r w:rsidRPr="00C456B5">
        <w:t xml:space="preserve">stream used as an instantiation of the </w:t>
      </w:r>
      <w:r w:rsidR="001B1C95">
        <w:t>media</w:t>
      </w:r>
      <w:r w:rsidR="001B1C95" w:rsidRPr="00C456B5">
        <w:t xml:space="preserve"> </w:t>
      </w:r>
      <w:r w:rsidRPr="00C456B5">
        <w:t xml:space="preserve">stream in 7.1 Operations on input </w:t>
      </w:r>
      <w:r w:rsidR="001B1C95">
        <w:t>media</w:t>
      </w:r>
      <w:r w:rsidR="001B1C95" w:rsidRPr="00C456B5" w:rsidDel="001B1C95">
        <w:t xml:space="preserve"> </w:t>
      </w:r>
      <w:r w:rsidRPr="00C456B5">
        <w:t>streams shall obey the following rules:</w:t>
      </w:r>
    </w:p>
    <w:p w14:paraId="7BD7043F" w14:textId="625AB969" w:rsidR="00240059" w:rsidRDefault="00240059" w:rsidP="00661684">
      <w:pPr>
        <w:pStyle w:val="ListParagraph"/>
        <w:numPr>
          <w:ilvl w:val="0"/>
          <w:numId w:val="14"/>
        </w:numPr>
      </w:pPr>
      <w:r w:rsidRPr="00C456B5">
        <w:t xml:space="preserve">There shall be at least </w:t>
      </w:r>
      <w:r>
        <w:t>two independently decodable slices whose smallest value of the ID of the tiles in each slice are different are defined</w:t>
      </w:r>
      <w:r w:rsidRPr="00C456B5">
        <w:t xml:space="preserve"> </w:t>
      </w:r>
    </w:p>
    <w:p w14:paraId="02CAD908" w14:textId="337F0BAB" w:rsidR="00240059" w:rsidRPr="00C456B5" w:rsidRDefault="000026AF" w:rsidP="00A34C8C">
      <w:pPr>
        <w:pStyle w:val="Heading4"/>
      </w:pPr>
      <w:r>
        <w:t>Media and e</w:t>
      </w:r>
      <w:r w:rsidR="00240059" w:rsidRPr="00C456B5">
        <w:t>lementary stream constraints for input formatting functions</w:t>
      </w:r>
    </w:p>
    <w:p w14:paraId="3AF4AA00" w14:textId="1021AEFF" w:rsidR="00240059" w:rsidRPr="00C456B5" w:rsidRDefault="00240059" w:rsidP="00A34C8C">
      <w:pPr>
        <w:pStyle w:val="Heading5"/>
      </w:pPr>
      <w:r w:rsidRPr="00C456B5">
        <w:t>Constraints for the filtering function</w:t>
      </w:r>
    </w:p>
    <w:p w14:paraId="572A8E47" w14:textId="2BEF5F56" w:rsidR="00240059" w:rsidRPr="00C456B5" w:rsidRDefault="00240059" w:rsidP="00240059">
      <w:r w:rsidRPr="00C456B5">
        <w:t>A</w:t>
      </w:r>
      <w:r>
        <w:t>n</w:t>
      </w:r>
      <w:r w:rsidRPr="00C456B5">
        <w:t xml:space="preserve"> </w:t>
      </w:r>
      <w:r>
        <w:t>E</w:t>
      </w:r>
      <w:r w:rsidRPr="00C456B5">
        <w:t xml:space="preserve">VC input </w:t>
      </w:r>
      <w:r w:rsidR="000026AF">
        <w:t xml:space="preserve">media </w:t>
      </w:r>
      <w:r w:rsidRPr="00C456B5">
        <w:t xml:space="preserve">stream passed as argument of the filtering function shall comply to </w:t>
      </w:r>
      <w:r>
        <w:t>the following rules</w:t>
      </w:r>
      <w:r w:rsidRPr="00C456B5">
        <w:t>:</w:t>
      </w:r>
    </w:p>
    <w:p w14:paraId="3F693DC5" w14:textId="530C0BAE" w:rsidR="00240059" w:rsidRPr="00C456B5" w:rsidRDefault="00240059" w:rsidP="00661684">
      <w:pPr>
        <w:pStyle w:val="ListParagraph"/>
        <w:numPr>
          <w:ilvl w:val="0"/>
          <w:numId w:val="14"/>
        </w:numPr>
      </w:pPr>
      <w:r w:rsidRPr="00C456B5">
        <w:t xml:space="preserve">One of the </w:t>
      </w:r>
      <w:r>
        <w:t xml:space="preserve">smallest values of the ID of the tiles in each slice </w:t>
      </w:r>
      <w:r w:rsidRPr="00C456B5">
        <w:t>shall be equal to the object identifier passed as argument of the filtering function.</w:t>
      </w:r>
    </w:p>
    <w:p w14:paraId="43738688" w14:textId="77777777" w:rsidR="00240059" w:rsidRPr="00C456B5" w:rsidRDefault="00240059" w:rsidP="00240059">
      <w:r w:rsidRPr="00C456B5">
        <w:t>A</w:t>
      </w:r>
      <w:r>
        <w:t>n</w:t>
      </w:r>
      <w:r w:rsidRPr="00C456B5">
        <w:t xml:space="preserve"> </w:t>
      </w:r>
      <w:r>
        <w:t>E</w:t>
      </w:r>
      <w:r w:rsidRPr="00C456B5">
        <w:t xml:space="preserve">VC elementary stream generated as output of the filtering function shall comply to </w:t>
      </w:r>
      <w:r>
        <w:t xml:space="preserve">the following </w:t>
      </w:r>
      <w:r w:rsidRPr="00C456B5">
        <w:t>rules:</w:t>
      </w:r>
    </w:p>
    <w:p w14:paraId="41FCF2B0" w14:textId="19293EC6" w:rsidR="00240059" w:rsidRPr="00C456B5" w:rsidRDefault="00240059" w:rsidP="00661684">
      <w:pPr>
        <w:pStyle w:val="ListParagraph"/>
        <w:numPr>
          <w:ilvl w:val="0"/>
          <w:numId w:val="14"/>
        </w:numPr>
      </w:pPr>
      <w:r w:rsidRPr="00C456B5">
        <w:t xml:space="preserve">The number of access units in the output elementary stream shall be equal to the number of access units in the input </w:t>
      </w:r>
      <w:r w:rsidR="000026AF">
        <w:t xml:space="preserve">media </w:t>
      </w:r>
      <w:r w:rsidRPr="00C456B5">
        <w:t>stream.</w:t>
      </w:r>
    </w:p>
    <w:p w14:paraId="1FF71744" w14:textId="77777777" w:rsidR="00240059" w:rsidRPr="00C456B5" w:rsidRDefault="00240059" w:rsidP="00661684">
      <w:pPr>
        <w:pStyle w:val="ListParagraph"/>
        <w:numPr>
          <w:ilvl w:val="0"/>
          <w:numId w:val="14"/>
        </w:numPr>
      </w:pPr>
      <w:r w:rsidRPr="00C456B5">
        <w:t xml:space="preserve">The number of VCL NAL units in the output elementary stream is equal to the number of VCL NAL units with </w:t>
      </w:r>
      <w:r>
        <w:t xml:space="preserve">the smallest value of the ID of the tiles in the slice </w:t>
      </w:r>
      <w:r w:rsidRPr="00C456B5">
        <w:t>equal to object identifier passed as argument of the function.</w:t>
      </w:r>
    </w:p>
    <w:p w14:paraId="6544508F" w14:textId="5E59E990" w:rsidR="00240059" w:rsidRPr="00C456B5" w:rsidRDefault="00240059" w:rsidP="00661684">
      <w:pPr>
        <w:pStyle w:val="ListParagraph"/>
        <w:numPr>
          <w:ilvl w:val="0"/>
          <w:numId w:val="14"/>
        </w:numPr>
      </w:pPr>
      <w:r w:rsidRPr="00C456B5">
        <w:t xml:space="preserve">For each VCL NAL unit in the output elementary stream, there shall exist a VCL NAL unit in the input </w:t>
      </w:r>
      <w:r w:rsidR="000026AF">
        <w:t xml:space="preserve">media </w:t>
      </w:r>
      <w:r w:rsidRPr="00C456B5">
        <w:t>stream that is bit exact identical.</w:t>
      </w:r>
    </w:p>
    <w:p w14:paraId="343114A0" w14:textId="7C95B9AA" w:rsidR="00240059" w:rsidRPr="00C456B5" w:rsidRDefault="00240059" w:rsidP="00661684">
      <w:pPr>
        <w:pStyle w:val="ListParagraph"/>
        <w:numPr>
          <w:ilvl w:val="0"/>
          <w:numId w:val="14"/>
        </w:numPr>
      </w:pPr>
      <w:r w:rsidRPr="00C456B5">
        <w:t xml:space="preserve">All the NAL units in the output elementary stream shall have the same </w:t>
      </w:r>
      <w:r>
        <w:t xml:space="preserve">smallest value of the ID of the tiles in the slice </w:t>
      </w:r>
      <w:r w:rsidRPr="00C456B5">
        <w:t xml:space="preserve">value and </w:t>
      </w:r>
      <w:r>
        <w:t xml:space="preserve">such value </w:t>
      </w:r>
      <w:r w:rsidRPr="00C456B5">
        <w:t>shall be equal to the object identifier passed as argument of the function.</w:t>
      </w:r>
    </w:p>
    <w:p w14:paraId="59F1168A" w14:textId="77432401" w:rsidR="00240059" w:rsidRPr="00C456B5" w:rsidRDefault="00240059" w:rsidP="00A34C8C">
      <w:pPr>
        <w:pStyle w:val="Heading5"/>
      </w:pPr>
      <w:r w:rsidRPr="00C456B5">
        <w:t>Constraints for the inserting function</w:t>
      </w:r>
    </w:p>
    <w:p w14:paraId="10FA92DD" w14:textId="3A622147" w:rsidR="00240059" w:rsidRPr="00C456B5" w:rsidRDefault="00240059" w:rsidP="00240059">
      <w:r w:rsidRPr="00C456B5">
        <w:t xml:space="preserve">Two </w:t>
      </w:r>
      <w:r>
        <w:t>E</w:t>
      </w:r>
      <w:r w:rsidRPr="00C456B5">
        <w:t xml:space="preserve">VC input </w:t>
      </w:r>
      <w:r w:rsidR="000026AF">
        <w:t xml:space="preserve">media </w:t>
      </w:r>
      <w:r w:rsidRPr="00C456B5">
        <w:t>streams passed as argument of the inserting function shall comply to</w:t>
      </w:r>
      <w:r>
        <w:t xml:space="preserve"> the following</w:t>
      </w:r>
      <w:r w:rsidRPr="00C456B5">
        <w:t xml:space="preserve"> rules:</w:t>
      </w:r>
    </w:p>
    <w:p w14:paraId="77E0DCE2" w14:textId="61A3686C" w:rsidR="00240059" w:rsidRDefault="00240059" w:rsidP="00661684">
      <w:pPr>
        <w:pStyle w:val="ListParagraph"/>
        <w:numPr>
          <w:ilvl w:val="0"/>
          <w:numId w:val="14"/>
        </w:numPr>
      </w:pPr>
      <w:r>
        <w:t xml:space="preserve">Al least one of the values of </w:t>
      </w:r>
      <w:proofErr w:type="spellStart"/>
      <w:r>
        <w:t>pic_width_in_luma_samples</w:t>
      </w:r>
      <w:proofErr w:type="spellEnd"/>
      <w:r>
        <w:t xml:space="preserve"> or </w:t>
      </w:r>
      <w:proofErr w:type="spellStart"/>
      <w:r>
        <w:t>pic_height_in_luma_samples</w:t>
      </w:r>
      <w:proofErr w:type="spellEnd"/>
      <w:r>
        <w:t xml:space="preserve"> of the two </w:t>
      </w:r>
      <w:r w:rsidR="000026AF">
        <w:t xml:space="preserve">media </w:t>
      </w:r>
      <w:r>
        <w:t>streams shall be identical.</w:t>
      </w:r>
    </w:p>
    <w:p w14:paraId="0886B793" w14:textId="77777777" w:rsidR="00240059" w:rsidRDefault="00240059" w:rsidP="00661684">
      <w:pPr>
        <w:pStyle w:val="ListParagraph"/>
        <w:numPr>
          <w:ilvl w:val="0"/>
          <w:numId w:val="14"/>
        </w:numPr>
      </w:pPr>
      <w:r>
        <w:t xml:space="preserve">If the values of </w:t>
      </w:r>
      <w:proofErr w:type="spellStart"/>
      <w:r>
        <w:t>pic_width_in_luma_samples</w:t>
      </w:r>
      <w:proofErr w:type="spellEnd"/>
      <w:r>
        <w:t xml:space="preserve"> are identical, then the values of num_tile_columns_minus1 shall be identical.</w:t>
      </w:r>
    </w:p>
    <w:p w14:paraId="333D446A" w14:textId="77777777" w:rsidR="00240059" w:rsidRDefault="00240059" w:rsidP="00661684">
      <w:pPr>
        <w:pStyle w:val="ListParagraph"/>
        <w:numPr>
          <w:ilvl w:val="0"/>
          <w:numId w:val="14"/>
        </w:numPr>
      </w:pPr>
      <w:r>
        <w:lastRenderedPageBreak/>
        <w:t xml:space="preserve">If the values of </w:t>
      </w:r>
      <w:proofErr w:type="spellStart"/>
      <w:r>
        <w:t>pic_height_in_luma_samples</w:t>
      </w:r>
      <w:proofErr w:type="spellEnd"/>
      <w:r>
        <w:t xml:space="preserve"> are identical, then the values of num_tiles_row_minus1 shall be identical.</w:t>
      </w:r>
    </w:p>
    <w:p w14:paraId="50767152" w14:textId="2CC0ECA4" w:rsidR="00240059" w:rsidRPr="00C456B5" w:rsidRDefault="00240059" w:rsidP="00661684">
      <w:pPr>
        <w:pStyle w:val="ListParagraph"/>
        <w:numPr>
          <w:ilvl w:val="0"/>
          <w:numId w:val="14"/>
        </w:numPr>
      </w:pPr>
      <w:r w:rsidRPr="00C456B5">
        <w:t xml:space="preserve">If a SPS or PPS in the first input </w:t>
      </w:r>
      <w:r w:rsidR="000026AF">
        <w:t xml:space="preserve">media </w:t>
      </w:r>
      <w:r w:rsidRPr="00C456B5">
        <w:t xml:space="preserve">stream has the same identifier than a SPS or PPS in the second input </w:t>
      </w:r>
      <w:r w:rsidR="000026AF">
        <w:t xml:space="preserve">media </w:t>
      </w:r>
      <w:r w:rsidRPr="00C456B5">
        <w:t>stream, then those two SPSs or two PPSs shall have the same payload.</w:t>
      </w:r>
    </w:p>
    <w:p w14:paraId="1CBED855" w14:textId="00430F7F" w:rsidR="00240059" w:rsidRPr="00C456B5" w:rsidRDefault="00240059" w:rsidP="00240059">
      <w:r w:rsidRPr="00C456B5">
        <w:t>A</w:t>
      </w:r>
      <w:r w:rsidR="000026AF">
        <w:t>n</w:t>
      </w:r>
      <w:r w:rsidRPr="00C456B5">
        <w:t xml:space="preserve"> </w:t>
      </w:r>
      <w:r>
        <w:t>E</w:t>
      </w:r>
      <w:r w:rsidRPr="00C456B5">
        <w:t xml:space="preserve">VC </w:t>
      </w:r>
      <w:r w:rsidR="000026AF">
        <w:t xml:space="preserve">media </w:t>
      </w:r>
      <w:r w:rsidRPr="00C456B5">
        <w:t xml:space="preserve">stream generated as output of the inserting function shall comply to </w:t>
      </w:r>
      <w:r>
        <w:t xml:space="preserve">the following </w:t>
      </w:r>
      <w:r w:rsidRPr="00C456B5">
        <w:t>rules:</w:t>
      </w:r>
    </w:p>
    <w:p w14:paraId="6B9475CE" w14:textId="12CDF2B8" w:rsidR="00240059" w:rsidRDefault="00240059" w:rsidP="00240059">
      <w:pPr>
        <w:pStyle w:val="ListParagraph"/>
        <w:numPr>
          <w:ilvl w:val="0"/>
          <w:numId w:val="32"/>
        </w:numPr>
      </w:pPr>
      <w:r>
        <w:t xml:space="preserve">The number of VCL NAL units in the output </w:t>
      </w:r>
      <w:r w:rsidR="000026AF">
        <w:t xml:space="preserve">media </w:t>
      </w:r>
      <w:r>
        <w:t xml:space="preserve">stream is equal to the sum of the number of VCL NAL units in both input </w:t>
      </w:r>
      <w:r w:rsidR="000026AF">
        <w:t xml:space="preserve">media </w:t>
      </w:r>
      <w:r>
        <w:t>streams.</w:t>
      </w:r>
    </w:p>
    <w:p w14:paraId="46B6AB66" w14:textId="5477FD8D" w:rsidR="00240059" w:rsidRPr="00C456B5" w:rsidRDefault="00240059" w:rsidP="00661684">
      <w:pPr>
        <w:pStyle w:val="ListParagraph"/>
        <w:numPr>
          <w:ilvl w:val="0"/>
          <w:numId w:val="32"/>
        </w:numPr>
      </w:pPr>
      <w:r>
        <w:t xml:space="preserve">For each VCL NAL unit in the output </w:t>
      </w:r>
      <w:r w:rsidR="000026AF">
        <w:t xml:space="preserve">media </w:t>
      </w:r>
      <w:r>
        <w:t xml:space="preserve">stream, there shall exist a VCL NAL unit in of one of the two input </w:t>
      </w:r>
      <w:r w:rsidR="000026AF">
        <w:t xml:space="preserve">media </w:t>
      </w:r>
      <w:r>
        <w:t>streams that is bit exact identical.</w:t>
      </w:r>
    </w:p>
    <w:p w14:paraId="538FB359" w14:textId="65C9437B" w:rsidR="00240059" w:rsidRPr="00C456B5" w:rsidRDefault="00240059" w:rsidP="00A34C8C">
      <w:pPr>
        <w:pStyle w:val="Heading5"/>
      </w:pPr>
      <w:r w:rsidRPr="00C456B5">
        <w:t>Constraints for the appending function</w:t>
      </w:r>
    </w:p>
    <w:p w14:paraId="4AE05272" w14:textId="1A46DE72" w:rsidR="00240059" w:rsidRPr="00C456B5" w:rsidRDefault="00240059" w:rsidP="00240059">
      <w:r w:rsidRPr="00C456B5">
        <w:t>A</w:t>
      </w:r>
      <w:r>
        <w:t>n</w:t>
      </w:r>
      <w:r w:rsidRPr="00C456B5">
        <w:t xml:space="preserve"> </w:t>
      </w:r>
      <w:r>
        <w:t>E</w:t>
      </w:r>
      <w:r w:rsidRPr="00C456B5">
        <w:t xml:space="preserve">VC input </w:t>
      </w:r>
      <w:r w:rsidR="000026AF">
        <w:t xml:space="preserve">media </w:t>
      </w:r>
      <w:r w:rsidRPr="00C456B5">
        <w:t xml:space="preserve">stream passed as argument of the appending function shall comply to </w:t>
      </w:r>
      <w:r>
        <w:t>the following</w:t>
      </w:r>
      <w:r w:rsidRPr="00C456B5">
        <w:t xml:space="preserve"> rules:</w:t>
      </w:r>
    </w:p>
    <w:p w14:paraId="1AC7B596" w14:textId="77777777" w:rsidR="00240059" w:rsidRDefault="00240059" w:rsidP="00661684">
      <w:pPr>
        <w:pStyle w:val="ListParagraph"/>
        <w:numPr>
          <w:ilvl w:val="0"/>
          <w:numId w:val="32"/>
        </w:numPr>
      </w:pPr>
      <w:r>
        <w:t>At least t</w:t>
      </w:r>
      <w:r w:rsidRPr="00C456B5">
        <w:t xml:space="preserve">wo of the </w:t>
      </w:r>
      <w:r>
        <w:t xml:space="preserve">smallest values of the ID of the tiles in each slice </w:t>
      </w:r>
      <w:r w:rsidRPr="00C456B5">
        <w:t>shall be equal to the two object identifiers passed as arguments of the appending function.</w:t>
      </w:r>
    </w:p>
    <w:p w14:paraId="7A8DEA9E" w14:textId="77777777" w:rsidR="00240059" w:rsidRPr="00C456B5" w:rsidRDefault="00240059" w:rsidP="00661684">
      <w:pPr>
        <w:pStyle w:val="ListParagraph"/>
        <w:numPr>
          <w:ilvl w:val="0"/>
          <w:numId w:val="32"/>
        </w:numPr>
      </w:pPr>
      <w:r>
        <w:t>The height of the slices, number of tile rows of the tiles included in the slices when the uniform tile spacing is used, whose smallest values of the ID of the tiles in each slice are identical as arguments of the appending function are identical.</w:t>
      </w:r>
    </w:p>
    <w:p w14:paraId="7FC647EE" w14:textId="2BD08C30" w:rsidR="00240059" w:rsidRPr="00C456B5" w:rsidRDefault="00240059" w:rsidP="00240059">
      <w:r w:rsidRPr="00C456B5">
        <w:t>A</w:t>
      </w:r>
      <w:r>
        <w:t>n</w:t>
      </w:r>
      <w:r w:rsidRPr="00C456B5">
        <w:t xml:space="preserve"> </w:t>
      </w:r>
      <w:r>
        <w:t>E</w:t>
      </w:r>
      <w:r w:rsidRPr="00C456B5">
        <w:t xml:space="preserve">VC </w:t>
      </w:r>
      <w:r w:rsidR="000026AF">
        <w:t xml:space="preserve">media </w:t>
      </w:r>
      <w:r w:rsidRPr="00C456B5">
        <w:t xml:space="preserve">stream generated as output of the appending function shall comply to </w:t>
      </w:r>
      <w:r>
        <w:t xml:space="preserve">the following </w:t>
      </w:r>
      <w:r w:rsidRPr="00C456B5">
        <w:t>rules:</w:t>
      </w:r>
    </w:p>
    <w:p w14:paraId="74C27AAE" w14:textId="3C01AD24" w:rsidR="00240059" w:rsidRPr="00C456B5" w:rsidRDefault="00240059" w:rsidP="00661684">
      <w:pPr>
        <w:pStyle w:val="ListParagraph"/>
        <w:numPr>
          <w:ilvl w:val="0"/>
          <w:numId w:val="32"/>
        </w:numPr>
      </w:pPr>
      <w:r w:rsidRPr="00C456B5">
        <w:t xml:space="preserve">The number of VCL NAL units in the output </w:t>
      </w:r>
      <w:r w:rsidR="000026AF">
        <w:t xml:space="preserve">media </w:t>
      </w:r>
      <w:r w:rsidRPr="00C456B5">
        <w:t xml:space="preserve">stream is equal to the number of VCL NAL units in the input </w:t>
      </w:r>
      <w:r w:rsidR="000026AF">
        <w:t xml:space="preserve">media </w:t>
      </w:r>
      <w:r w:rsidRPr="00C456B5">
        <w:t>stream.</w:t>
      </w:r>
    </w:p>
    <w:p w14:paraId="63E963EA" w14:textId="1045841E" w:rsidR="00240059" w:rsidRDefault="00240059" w:rsidP="00661684">
      <w:pPr>
        <w:pStyle w:val="ListParagraph"/>
        <w:numPr>
          <w:ilvl w:val="0"/>
          <w:numId w:val="32"/>
        </w:numPr>
      </w:pPr>
      <w:r w:rsidRPr="00C456B5">
        <w:t xml:space="preserve">For each VCL NAL unit in the output </w:t>
      </w:r>
      <w:r w:rsidR="000026AF">
        <w:t xml:space="preserve">media </w:t>
      </w:r>
      <w:r w:rsidRPr="00C456B5">
        <w:t xml:space="preserve">stream, there shall exist a VCL NAL unit in the input </w:t>
      </w:r>
      <w:r w:rsidR="000026AF">
        <w:t xml:space="preserve">media </w:t>
      </w:r>
      <w:r w:rsidRPr="00C456B5">
        <w:t>stream that is bit exact identical.</w:t>
      </w:r>
    </w:p>
    <w:p w14:paraId="368D0929" w14:textId="752EAF1B" w:rsidR="00240059" w:rsidRPr="00C456B5" w:rsidRDefault="00240059" w:rsidP="00A34C8C">
      <w:pPr>
        <w:pStyle w:val="Heading5"/>
      </w:pPr>
      <w:r w:rsidRPr="00C456B5">
        <w:t>Constraints for the stacking function</w:t>
      </w:r>
    </w:p>
    <w:p w14:paraId="5BA52C81" w14:textId="55EA3E80" w:rsidR="00240059" w:rsidRPr="00C456B5" w:rsidRDefault="00240059" w:rsidP="00240059">
      <w:r w:rsidRPr="00C456B5">
        <w:t>A</w:t>
      </w:r>
      <w:r>
        <w:t>n</w:t>
      </w:r>
      <w:r w:rsidRPr="00C456B5">
        <w:t xml:space="preserve"> </w:t>
      </w:r>
      <w:r>
        <w:t>E</w:t>
      </w:r>
      <w:r w:rsidRPr="00C456B5">
        <w:t xml:space="preserve">VC input </w:t>
      </w:r>
      <w:r w:rsidR="000026AF">
        <w:t xml:space="preserve">media </w:t>
      </w:r>
      <w:r w:rsidRPr="00C456B5">
        <w:t xml:space="preserve">stream passed as argument of the stacking function shall comply to </w:t>
      </w:r>
      <w:r>
        <w:t xml:space="preserve">the following </w:t>
      </w:r>
      <w:r w:rsidRPr="00C456B5">
        <w:t>rules:</w:t>
      </w:r>
    </w:p>
    <w:p w14:paraId="6AA93D0F" w14:textId="77777777" w:rsidR="00240059" w:rsidRDefault="00240059" w:rsidP="00661684">
      <w:pPr>
        <w:pStyle w:val="ListParagraph"/>
        <w:numPr>
          <w:ilvl w:val="0"/>
          <w:numId w:val="32"/>
        </w:numPr>
      </w:pPr>
      <w:r w:rsidRPr="00B65CD3">
        <w:t>At least two of the smallest values of the ID of the tiles in each slice shall be equal to the two object identifiers passed as arguments of the appending function.</w:t>
      </w:r>
    </w:p>
    <w:p w14:paraId="79984D60" w14:textId="77777777" w:rsidR="00240059" w:rsidRDefault="00240059" w:rsidP="00661684">
      <w:pPr>
        <w:pStyle w:val="ListParagraph"/>
        <w:numPr>
          <w:ilvl w:val="0"/>
          <w:numId w:val="32"/>
        </w:numPr>
      </w:pPr>
      <w:r>
        <w:t xml:space="preserve">The width of the slices, number of tile columns of the tiles included in the slices when the uniform tile spacing is used, </w:t>
      </w:r>
      <w:r w:rsidRPr="00B65CD3">
        <w:t>whose smallest values of the ID of the tiles in each slice are identical as arguments of the appending function are identical.</w:t>
      </w:r>
    </w:p>
    <w:p w14:paraId="5F3C72F1" w14:textId="166C98E8" w:rsidR="00240059" w:rsidRPr="00C456B5" w:rsidRDefault="00240059" w:rsidP="00240059">
      <w:r w:rsidRPr="00C456B5">
        <w:t>A</w:t>
      </w:r>
      <w:r>
        <w:t>n</w:t>
      </w:r>
      <w:r w:rsidRPr="00C456B5">
        <w:t xml:space="preserve"> </w:t>
      </w:r>
      <w:r>
        <w:t>E</w:t>
      </w:r>
      <w:r w:rsidRPr="00C456B5">
        <w:t xml:space="preserve">VC </w:t>
      </w:r>
      <w:r w:rsidR="000026AF">
        <w:t xml:space="preserve">media </w:t>
      </w:r>
      <w:r w:rsidRPr="00C456B5">
        <w:t xml:space="preserve">stream generated as output of the stacking function shall comply to </w:t>
      </w:r>
      <w:r>
        <w:t>the following</w:t>
      </w:r>
      <w:r w:rsidRPr="00C456B5">
        <w:t xml:space="preserve"> rules</w:t>
      </w:r>
      <w:r>
        <w:t>:</w:t>
      </w:r>
      <w:r w:rsidRPr="00C456B5">
        <w:t xml:space="preserve"> </w:t>
      </w:r>
    </w:p>
    <w:p w14:paraId="2D1274CC" w14:textId="38D7DCC4" w:rsidR="00240059" w:rsidRPr="00C456B5" w:rsidRDefault="00240059" w:rsidP="00661684">
      <w:pPr>
        <w:pStyle w:val="ListParagraph"/>
        <w:numPr>
          <w:ilvl w:val="0"/>
          <w:numId w:val="32"/>
        </w:numPr>
      </w:pPr>
      <w:r w:rsidRPr="00C456B5">
        <w:t xml:space="preserve">The number of VCL NAL units in the output </w:t>
      </w:r>
      <w:r w:rsidR="000026AF">
        <w:t xml:space="preserve">media </w:t>
      </w:r>
      <w:r w:rsidRPr="00C456B5">
        <w:t xml:space="preserve">stream is equal to the number of VCL NAL units in the input </w:t>
      </w:r>
      <w:r w:rsidR="000026AF">
        <w:t xml:space="preserve">media </w:t>
      </w:r>
      <w:r w:rsidRPr="00C456B5">
        <w:t>stream.</w:t>
      </w:r>
    </w:p>
    <w:p w14:paraId="38178981" w14:textId="613023C0" w:rsidR="00240059" w:rsidRPr="00C456B5" w:rsidRDefault="00240059" w:rsidP="00661684">
      <w:pPr>
        <w:pStyle w:val="ListParagraph"/>
        <w:numPr>
          <w:ilvl w:val="0"/>
          <w:numId w:val="32"/>
        </w:numPr>
      </w:pPr>
      <w:r w:rsidRPr="00C456B5">
        <w:t xml:space="preserve">For each VCL NAL unit in the output </w:t>
      </w:r>
      <w:r w:rsidR="000026AF">
        <w:t xml:space="preserve">media </w:t>
      </w:r>
      <w:r w:rsidRPr="00C456B5">
        <w:t xml:space="preserve">stream, there shall exist a VCL NAL unit in the input </w:t>
      </w:r>
      <w:r w:rsidR="000026AF">
        <w:t xml:space="preserve">media </w:t>
      </w:r>
      <w:r w:rsidRPr="00C456B5">
        <w:t>stream that is bit exact identical.</w:t>
      </w:r>
    </w:p>
    <w:p w14:paraId="5CE42074" w14:textId="7F65C47D" w:rsidR="00254C5E" w:rsidRPr="00BC394B" w:rsidRDefault="00254C5E" w:rsidP="00254C5E">
      <w:pPr>
        <w:pStyle w:val="ANNEX"/>
        <w:numPr>
          <w:ilvl w:val="0"/>
          <w:numId w:val="7"/>
        </w:numPr>
      </w:pPr>
      <w:bookmarkStart w:id="892" w:name="_Toc72927184"/>
      <w:bookmarkStart w:id="893" w:name="_Toc72927274"/>
      <w:bookmarkStart w:id="894" w:name="_Toc450303222"/>
      <w:bookmarkStart w:id="895" w:name="_Toc9996972"/>
      <w:bookmarkStart w:id="896" w:name="_Toc438968655"/>
      <w:bookmarkStart w:id="897" w:name="_Toc443461103"/>
      <w:bookmarkStart w:id="898" w:name="_Toc353342675"/>
      <w:bookmarkStart w:id="899" w:name="_Toc443470372"/>
      <w:bookmarkStart w:id="900" w:name="_Toc450303224"/>
      <w:bookmarkStart w:id="901" w:name="_Toc9996979"/>
      <w:bookmarkStart w:id="902" w:name="_Toc353342679"/>
      <w:bookmarkEnd w:id="146"/>
      <w:bookmarkEnd w:id="892"/>
      <w:bookmarkEnd w:id="893"/>
      <w:r w:rsidRPr="00BC394B">
        <w:lastRenderedPageBreak/>
        <w:br/>
      </w:r>
      <w:bookmarkStart w:id="903" w:name="_Toc485815087"/>
      <w:bookmarkStart w:id="904" w:name="_Toc78533753"/>
      <w:r w:rsidRPr="00BC394B">
        <w:rPr>
          <w:b w:val="0"/>
        </w:rPr>
        <w:t>(</w:t>
      </w:r>
      <w:r>
        <w:rPr>
          <w:b w:val="0"/>
        </w:rPr>
        <w:t>normative</w:t>
      </w:r>
      <w:r w:rsidRPr="00BC394B">
        <w:rPr>
          <w:b w:val="0"/>
        </w:rPr>
        <w:t>)</w:t>
      </w:r>
      <w:bookmarkEnd w:id="894"/>
      <w:bookmarkEnd w:id="895"/>
      <w:bookmarkEnd w:id="896"/>
      <w:bookmarkEnd w:id="897"/>
      <w:bookmarkEnd w:id="898"/>
      <w:r w:rsidRPr="00BC394B">
        <w:br/>
      </w:r>
      <w:r w:rsidRPr="00BC394B">
        <w:br/>
      </w:r>
      <w:bookmarkEnd w:id="903"/>
      <w:r w:rsidRPr="00254C5E">
        <w:t xml:space="preserve">Control </w:t>
      </w:r>
      <w:r w:rsidR="000B7B3C">
        <w:t>i</w:t>
      </w:r>
      <w:r w:rsidRPr="00254C5E">
        <w:t xml:space="preserve">nterface IDL </w:t>
      </w:r>
      <w:r w:rsidR="000B7B3C">
        <w:t>definition</w:t>
      </w:r>
      <w:bookmarkEnd w:id="904"/>
    </w:p>
    <w:p w14:paraId="36BDD6F6" w14:textId="5AA610E0" w:rsidR="00254C5E" w:rsidRDefault="00254C5E" w:rsidP="00254C5E">
      <w:pPr>
        <w:pStyle w:val="a2"/>
        <w:numPr>
          <w:ilvl w:val="1"/>
          <w:numId w:val="7"/>
        </w:numPr>
      </w:pPr>
      <w:bookmarkStart w:id="905" w:name="_Toc78533754"/>
      <w:r>
        <w:t>General</w:t>
      </w:r>
      <w:bookmarkEnd w:id="905"/>
    </w:p>
    <w:p w14:paraId="591DA562" w14:textId="7E2FF321" w:rsidR="00BA3886" w:rsidRDefault="00254C5E" w:rsidP="00254C5E">
      <w:pPr>
        <w:rPr>
          <w:lang w:eastAsia="ja-JP"/>
        </w:rPr>
      </w:pPr>
      <w:bookmarkStart w:id="906" w:name="_Hlk77784015"/>
      <w:r w:rsidRPr="00254C5E">
        <w:rPr>
          <w:lang w:eastAsia="ja-JP"/>
        </w:rPr>
        <w:t xml:space="preserve">The control interface to the video decoding </w:t>
      </w:r>
      <w:r w:rsidR="00C40214">
        <w:rPr>
          <w:lang w:eastAsia="ja-JP"/>
        </w:rPr>
        <w:t>engine</w:t>
      </w:r>
      <w:r w:rsidR="00C40214" w:rsidRPr="00254C5E">
        <w:rPr>
          <w:lang w:eastAsia="ja-JP"/>
        </w:rPr>
        <w:t xml:space="preserve"> </w:t>
      </w:r>
      <w:r w:rsidR="00BA3886">
        <w:rPr>
          <w:lang w:eastAsia="ja-JP"/>
        </w:rPr>
        <w:t xml:space="preserve">is defined using </w:t>
      </w:r>
      <w:r w:rsidRPr="00254C5E">
        <w:rPr>
          <w:lang w:eastAsia="ja-JP"/>
        </w:rPr>
        <w:t>the IDL syntax</w:t>
      </w:r>
      <w:r w:rsidR="00BA3886">
        <w:rPr>
          <w:lang w:eastAsia="ja-JP"/>
        </w:rPr>
        <w:t xml:space="preserve"> specified in </w:t>
      </w:r>
      <w:r w:rsidR="00BA3886" w:rsidRPr="00BA3886">
        <w:rPr>
          <w:lang w:eastAsia="ja-JP"/>
        </w:rPr>
        <w:t>ISO/IEC 19516 Information technology — Object management group — Interface definition language (IDL) 4.2.</w:t>
      </w:r>
    </w:p>
    <w:p w14:paraId="247A6E1C" w14:textId="75426CA7" w:rsidR="00F22AD7" w:rsidRDefault="00F22AD7" w:rsidP="00254C5E">
      <w:pPr>
        <w:rPr>
          <w:lang w:eastAsia="ja-JP"/>
        </w:rPr>
      </w:pPr>
      <w:r>
        <w:rPr>
          <w:lang w:eastAsia="ja-JP"/>
        </w:rPr>
        <w:t xml:space="preserve">The </w:t>
      </w:r>
      <w:r w:rsidR="00D73A9F">
        <w:rPr>
          <w:lang w:eastAsia="ja-JP"/>
        </w:rPr>
        <w:t xml:space="preserve">control </w:t>
      </w:r>
      <w:r>
        <w:rPr>
          <w:lang w:eastAsia="ja-JP"/>
        </w:rPr>
        <w:t>interface is available as electronic attachment at</w:t>
      </w:r>
      <w:r w:rsidR="00CE499A">
        <w:rPr>
          <w:lang w:eastAsia="ja-JP"/>
        </w:rPr>
        <w:t xml:space="preserve"> </w:t>
      </w:r>
      <w:hyperlink r:id="rId38" w:history="1">
        <w:r w:rsidR="00CE499A" w:rsidRPr="0001177B">
          <w:rPr>
            <w:rStyle w:val="Hyperlink"/>
            <w:lang w:val="en-GB" w:eastAsia="ja-JP"/>
          </w:rPr>
          <w:t>http://mpegx.int-evry.fr/software/MPEG/Systems/VideoDecodingInterface/specification</w:t>
        </w:r>
      </w:hyperlink>
      <w:r w:rsidR="00CE499A">
        <w:rPr>
          <w:lang w:eastAsia="ja-JP"/>
        </w:rPr>
        <w:t>.</w:t>
      </w:r>
    </w:p>
    <w:p w14:paraId="586F1619" w14:textId="77777777" w:rsidR="00CE499A" w:rsidRDefault="00CE499A" w:rsidP="00CE499A">
      <w:pPr>
        <w:rPr>
          <w:lang w:eastAsia="ja-JP"/>
        </w:rPr>
      </w:pPr>
      <w:r w:rsidRPr="009063C5">
        <w:rPr>
          <w:highlight w:val="yellow"/>
          <w:lang w:eastAsia="ja-JP"/>
        </w:rPr>
        <w:t>[Editor’s note] An ISO</w:t>
      </w:r>
      <w:r>
        <w:rPr>
          <w:highlight w:val="yellow"/>
          <w:lang w:eastAsia="ja-JP"/>
        </w:rPr>
        <w:t>-</w:t>
      </w:r>
      <w:r w:rsidRPr="009063C5">
        <w:rPr>
          <w:highlight w:val="yellow"/>
          <w:lang w:eastAsia="ja-JP"/>
        </w:rPr>
        <w:t>hosted link will be provided for publication</w:t>
      </w:r>
      <w:r>
        <w:rPr>
          <w:lang w:eastAsia="ja-JP"/>
        </w:rPr>
        <w:t>.</w:t>
      </w:r>
    </w:p>
    <w:p w14:paraId="193115C1" w14:textId="4C2CB21A" w:rsidR="00C40214" w:rsidRDefault="00F22AD7" w:rsidP="00254C5E">
      <w:pPr>
        <w:rPr>
          <w:lang w:eastAsia="ja-JP"/>
        </w:rPr>
      </w:pPr>
      <w:r>
        <w:rPr>
          <w:lang w:eastAsia="ja-JP"/>
        </w:rPr>
        <w:t xml:space="preserve">In case of disparity, </w:t>
      </w:r>
      <w:r w:rsidR="00B85187">
        <w:rPr>
          <w:lang w:eastAsia="ja-JP"/>
        </w:rPr>
        <w:t>the</w:t>
      </w:r>
      <w:r w:rsidR="00A978EA">
        <w:rPr>
          <w:lang w:eastAsia="ja-JP"/>
        </w:rPr>
        <w:t xml:space="preserve"> control</w:t>
      </w:r>
      <w:r w:rsidR="00B85187">
        <w:rPr>
          <w:lang w:eastAsia="ja-JP"/>
        </w:rPr>
        <w:t xml:space="preserve"> </w:t>
      </w:r>
      <w:r w:rsidR="00C40214">
        <w:rPr>
          <w:lang w:eastAsia="ja-JP"/>
        </w:rPr>
        <w:t xml:space="preserve">interface </w:t>
      </w:r>
      <w:r w:rsidR="00376E61">
        <w:rPr>
          <w:lang w:eastAsia="ja-JP"/>
        </w:rPr>
        <w:t xml:space="preserve">available as electronic attachment takes precedence over the </w:t>
      </w:r>
      <w:r>
        <w:rPr>
          <w:lang w:eastAsia="ja-JP"/>
        </w:rPr>
        <w:t xml:space="preserve">reproduction provided in </w:t>
      </w:r>
      <w:r>
        <w:rPr>
          <w:lang w:eastAsia="ja-JP"/>
        </w:rPr>
        <w:fldChar w:fldCharType="begin"/>
      </w:r>
      <w:r>
        <w:rPr>
          <w:lang w:eastAsia="ja-JP"/>
        </w:rPr>
        <w:instrText xml:space="preserve"> REF _Ref77769791 \r \h </w:instrText>
      </w:r>
      <w:r>
        <w:rPr>
          <w:lang w:eastAsia="ja-JP"/>
        </w:rPr>
      </w:r>
      <w:r>
        <w:rPr>
          <w:lang w:eastAsia="ja-JP"/>
        </w:rPr>
        <w:fldChar w:fldCharType="separate"/>
      </w:r>
      <w:r w:rsidR="00634738">
        <w:rPr>
          <w:lang w:eastAsia="ja-JP"/>
        </w:rPr>
        <w:t>A.2</w:t>
      </w:r>
      <w:r>
        <w:rPr>
          <w:lang w:eastAsia="ja-JP"/>
        </w:rPr>
        <w:fldChar w:fldCharType="end"/>
      </w:r>
      <w:r w:rsidR="00563532">
        <w:rPr>
          <w:lang w:eastAsia="ja-JP"/>
        </w:rPr>
        <w:t>.</w:t>
      </w:r>
    </w:p>
    <w:p w14:paraId="546E9782" w14:textId="579E7441" w:rsidR="00254C5E" w:rsidRDefault="00254C5E" w:rsidP="00254C5E">
      <w:pPr>
        <w:pStyle w:val="a2"/>
        <w:numPr>
          <w:ilvl w:val="1"/>
          <w:numId w:val="7"/>
        </w:numPr>
      </w:pPr>
      <w:bookmarkStart w:id="907" w:name="_Ref77769791"/>
      <w:bookmarkStart w:id="908" w:name="_Toc78533755"/>
      <w:bookmarkEnd w:id="906"/>
      <w:r>
        <w:t>Interface definition</w:t>
      </w:r>
      <w:bookmarkEnd w:id="907"/>
      <w:bookmarkEnd w:id="908"/>
    </w:p>
    <w:p w14:paraId="74DEB8E7" w14:textId="0ED8795C" w:rsidR="00897EB0" w:rsidRPr="00803F15" w:rsidRDefault="00897EB0" w:rsidP="00A34C8C">
      <w:r>
        <w:rPr>
          <w:lang w:eastAsia="ja-JP"/>
        </w:rPr>
        <w:t xml:space="preserve">The </w:t>
      </w:r>
      <w:r w:rsidR="00563532">
        <w:rPr>
          <w:lang w:eastAsia="ja-JP"/>
        </w:rPr>
        <w:t>IDL document</w:t>
      </w:r>
      <w:r>
        <w:rPr>
          <w:lang w:eastAsia="ja-JP"/>
        </w:rPr>
        <w:t xml:space="preserve"> is reproduced in</w:t>
      </w:r>
      <w:r w:rsidR="00563532">
        <w:rPr>
          <w:lang w:eastAsia="ja-JP"/>
        </w:rPr>
        <w:t xml:space="preserve"> </w:t>
      </w:r>
      <w:r w:rsidR="00CE6D7F">
        <w:rPr>
          <w:lang w:eastAsia="ja-JP"/>
        </w:rPr>
        <w:t>Table A.1</w:t>
      </w:r>
      <w:r>
        <w:rPr>
          <w:lang w:eastAsia="ja-JP"/>
        </w:rPr>
        <w:t>.</w:t>
      </w:r>
    </w:p>
    <w:p w14:paraId="7FDCB037" w14:textId="10D342A3" w:rsidR="00563532" w:rsidRPr="00F2280B" w:rsidRDefault="00563532" w:rsidP="00304D5A">
      <w:pPr>
        <w:pStyle w:val="AnnexATAble"/>
      </w:pPr>
      <w:r w:rsidRPr="00F2280B">
        <w:t xml:space="preserve">Control </w:t>
      </w:r>
      <w:r w:rsidR="000B7B3C" w:rsidRPr="00F2280B">
        <w:t>i</w:t>
      </w:r>
      <w:r w:rsidRPr="00F2280B">
        <w:t>nterface IDL document</w:t>
      </w:r>
    </w:p>
    <w:tbl>
      <w:tblPr>
        <w:tblStyle w:val="TableGrid"/>
        <w:tblW w:w="0" w:type="auto"/>
        <w:tblLook w:val="04A0" w:firstRow="1" w:lastRow="0" w:firstColumn="1" w:lastColumn="0" w:noHBand="0" w:noVBand="1"/>
      </w:tblPr>
      <w:tblGrid>
        <w:gridCol w:w="9742"/>
      </w:tblGrid>
      <w:tr w:rsidR="00001711" w:rsidRPr="00BC4B85" w14:paraId="2EC376E2" w14:textId="77777777" w:rsidTr="00001711">
        <w:trPr>
          <w:cnfStyle w:val="100000000000" w:firstRow="1" w:lastRow="0" w:firstColumn="0" w:lastColumn="0" w:oddVBand="0" w:evenVBand="0" w:oddHBand="0" w:evenHBand="0" w:firstRowFirstColumn="0" w:firstRowLastColumn="0" w:lastRowFirstColumn="0" w:lastRowLastColumn="0"/>
        </w:trPr>
        <w:tc>
          <w:tcPr>
            <w:tcW w:w="9742" w:type="dxa"/>
          </w:tcPr>
          <w:p w14:paraId="73AD168F" w14:textId="77777777" w:rsidR="00C26EC7" w:rsidRPr="00BC4B85" w:rsidRDefault="00C26EC7" w:rsidP="00A34C8C">
            <w:pPr>
              <w:pStyle w:val="Code"/>
              <w:rPr>
                <w:b w:val="0"/>
                <w:lang w:val="en-NL" w:eastAsia="zh-CN"/>
              </w:rPr>
            </w:pPr>
            <w:r w:rsidRPr="00BC4B85">
              <w:rPr>
                <w:b w:val="0"/>
                <w:color w:val="00B050"/>
                <w:lang w:val="en-NL" w:eastAsia="zh-CN"/>
              </w:rPr>
              <w:t xml:space="preserve">interface </w:t>
            </w:r>
            <w:r w:rsidRPr="00BC4B85">
              <w:rPr>
                <w:b w:val="0"/>
                <w:color w:val="0000FF"/>
                <w:lang w:val="en-NL" w:eastAsia="zh-CN"/>
              </w:rPr>
              <w:t>MPEG</w:t>
            </w:r>
            <w:r w:rsidRPr="00BC4B85">
              <w:rPr>
                <w:b w:val="0"/>
                <w:lang w:val="en-NL" w:eastAsia="zh-CN"/>
              </w:rPr>
              <w:t>_</w:t>
            </w:r>
            <w:r w:rsidRPr="00BC4B85">
              <w:rPr>
                <w:b w:val="0"/>
                <w:color w:val="0000FF"/>
                <w:lang w:val="en-NL" w:eastAsia="zh-CN"/>
              </w:rPr>
              <w:t>VDI</w:t>
            </w:r>
            <w:r w:rsidRPr="00BC4B85">
              <w:rPr>
                <w:b w:val="0"/>
                <w:lang w:val="en-NL" w:eastAsia="zh-CN"/>
              </w:rPr>
              <w:t xml:space="preserve"> {</w:t>
            </w:r>
          </w:p>
          <w:p w14:paraId="52476170" w14:textId="77777777" w:rsidR="00C26EC7" w:rsidRPr="00BC4B85" w:rsidRDefault="00C26EC7" w:rsidP="00A34C8C">
            <w:pPr>
              <w:pStyle w:val="Code"/>
              <w:rPr>
                <w:b w:val="0"/>
                <w:lang w:val="en-NL" w:eastAsia="zh-CN"/>
              </w:rPr>
            </w:pPr>
          </w:p>
          <w:p w14:paraId="1771D85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const</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CAP_INSTANCES_FLAG = 0x1;</w:t>
            </w:r>
          </w:p>
          <w:p w14:paraId="05851C22"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const</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CAP_BUFFER_MEMORY_FLAG = 0x2;</w:t>
            </w:r>
          </w:p>
          <w:p w14:paraId="5E95035D"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const</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CAP_BITRATE_FLAG = 0x4;</w:t>
            </w:r>
          </w:p>
          <w:p w14:paraId="15AEFDC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const</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CAP_MAX_SAMPLES_SECOND_FLAG = 0x8;</w:t>
            </w:r>
          </w:p>
          <w:p w14:paraId="754A597C"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const</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CAP_MAX_PERFORMANCE_POINT_FLAG = 0xA;</w:t>
            </w:r>
          </w:p>
          <w:p w14:paraId="4057F1F8" w14:textId="77777777" w:rsidR="00C26EC7" w:rsidRPr="00BC4B85" w:rsidRDefault="00C26EC7" w:rsidP="00A34C8C">
            <w:pPr>
              <w:pStyle w:val="Code"/>
              <w:rPr>
                <w:b w:val="0"/>
                <w:lang w:val="en-NL" w:eastAsia="zh-CN"/>
              </w:rPr>
            </w:pPr>
          </w:p>
          <w:p w14:paraId="08EA7DC1"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enum</w:t>
            </w:r>
            <w:r w:rsidRPr="00BC4B85">
              <w:rPr>
                <w:b w:val="0"/>
                <w:lang w:val="en-NL" w:eastAsia="zh-CN"/>
              </w:rPr>
              <w:t xml:space="preserve"> </w:t>
            </w:r>
            <w:r w:rsidRPr="00BC4B85">
              <w:rPr>
                <w:b w:val="0"/>
                <w:color w:val="0000FF"/>
                <w:lang w:val="en-NL" w:eastAsia="zh-CN"/>
              </w:rPr>
              <w:t>ConfigParameters</w:t>
            </w:r>
            <w:r w:rsidRPr="00BC4B85">
              <w:rPr>
                <w:b w:val="0"/>
                <w:lang w:val="en-NL" w:eastAsia="zh-CN"/>
              </w:rPr>
              <w:t xml:space="preserve"> {</w:t>
            </w:r>
          </w:p>
          <w:p w14:paraId="26E7139B" w14:textId="77777777" w:rsidR="00C26EC7" w:rsidRPr="00BC4B85" w:rsidRDefault="00C26EC7" w:rsidP="00A34C8C">
            <w:pPr>
              <w:pStyle w:val="Code"/>
              <w:rPr>
                <w:b w:val="0"/>
                <w:lang w:val="en-NL" w:eastAsia="zh-CN"/>
              </w:rPr>
            </w:pPr>
            <w:r w:rsidRPr="00BC4B85">
              <w:rPr>
                <w:b w:val="0"/>
                <w:lang w:val="en-NL" w:eastAsia="zh-CN"/>
              </w:rPr>
              <w:t xml:space="preserve">        CONFIG_OUTPUT_BUFFER</w:t>
            </w:r>
          </w:p>
          <w:p w14:paraId="09E7E785" w14:textId="77777777" w:rsidR="00C26EC7" w:rsidRPr="00BC4B85" w:rsidRDefault="00C26EC7" w:rsidP="00A34C8C">
            <w:pPr>
              <w:pStyle w:val="Code"/>
              <w:rPr>
                <w:b w:val="0"/>
                <w:lang w:val="en-NL" w:eastAsia="zh-CN"/>
              </w:rPr>
            </w:pPr>
            <w:r w:rsidRPr="00BC4B85">
              <w:rPr>
                <w:b w:val="0"/>
                <w:lang w:val="en-NL" w:eastAsia="zh-CN"/>
              </w:rPr>
              <w:t xml:space="preserve">    };</w:t>
            </w:r>
          </w:p>
          <w:p w14:paraId="20A9945D" w14:textId="77777777" w:rsidR="00C26EC7" w:rsidRPr="00BC4B85" w:rsidRDefault="00C26EC7" w:rsidP="00A34C8C">
            <w:pPr>
              <w:pStyle w:val="Code"/>
              <w:rPr>
                <w:b w:val="0"/>
                <w:lang w:val="en-NL" w:eastAsia="zh-CN"/>
              </w:rPr>
            </w:pPr>
          </w:p>
          <w:p w14:paraId="24AD6C5C"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enum</w:t>
            </w:r>
            <w:r w:rsidRPr="00BC4B85">
              <w:rPr>
                <w:b w:val="0"/>
                <w:lang w:val="en-NL" w:eastAsia="zh-CN"/>
              </w:rPr>
              <w:t xml:space="preserve"> </w:t>
            </w:r>
            <w:r w:rsidRPr="00BC4B85">
              <w:rPr>
                <w:b w:val="0"/>
                <w:color w:val="0000FF"/>
                <w:lang w:val="en-NL" w:eastAsia="zh-CN"/>
              </w:rPr>
              <w:t>ExtParameters</w:t>
            </w:r>
            <w:r w:rsidRPr="00BC4B85">
              <w:rPr>
                <w:b w:val="0"/>
                <w:lang w:val="en-NL" w:eastAsia="zh-CN"/>
              </w:rPr>
              <w:t xml:space="preserve"> {</w:t>
            </w:r>
          </w:p>
          <w:p w14:paraId="2C22BE38" w14:textId="77777777" w:rsidR="00C26EC7" w:rsidRPr="00BC4B85" w:rsidRDefault="00C26EC7" w:rsidP="00A34C8C">
            <w:pPr>
              <w:pStyle w:val="Code"/>
              <w:rPr>
                <w:b w:val="0"/>
                <w:lang w:val="en-NL" w:eastAsia="zh-CN"/>
              </w:rPr>
            </w:pPr>
            <w:r w:rsidRPr="00BC4B85">
              <w:rPr>
                <w:b w:val="0"/>
                <w:lang w:val="en-NL" w:eastAsia="zh-CN"/>
              </w:rPr>
              <w:t xml:space="preserve">        PARAM_SUBFRAME_OUTPUT,</w:t>
            </w:r>
          </w:p>
          <w:p w14:paraId="4BE8380B" w14:textId="77777777" w:rsidR="00C26EC7" w:rsidRPr="00BC4B85" w:rsidRDefault="00C26EC7" w:rsidP="00A34C8C">
            <w:pPr>
              <w:pStyle w:val="Code"/>
              <w:rPr>
                <w:b w:val="0"/>
                <w:lang w:val="en-NL" w:eastAsia="zh-CN"/>
              </w:rPr>
            </w:pPr>
            <w:r w:rsidRPr="00BC4B85">
              <w:rPr>
                <w:b w:val="0"/>
                <w:lang w:val="en-NL" w:eastAsia="zh-CN"/>
              </w:rPr>
              <w:t xml:space="preserve">        PARAM_METADATA_CALLBACK,</w:t>
            </w:r>
          </w:p>
          <w:p w14:paraId="26BAE5B3" w14:textId="77777777" w:rsidR="00C26EC7" w:rsidRPr="00BC4B85" w:rsidRDefault="00C26EC7" w:rsidP="00A34C8C">
            <w:pPr>
              <w:pStyle w:val="Code"/>
              <w:rPr>
                <w:b w:val="0"/>
                <w:lang w:val="en-NL" w:eastAsia="zh-CN"/>
              </w:rPr>
            </w:pPr>
            <w:r w:rsidRPr="00BC4B85">
              <w:rPr>
                <w:b w:val="0"/>
                <w:lang w:val="en-NL" w:eastAsia="zh-CN"/>
              </w:rPr>
              <w:t xml:space="preserve">        PARAM_OUTPUT_CROP,</w:t>
            </w:r>
          </w:p>
          <w:p w14:paraId="6B0AC67D" w14:textId="77777777" w:rsidR="00C26EC7" w:rsidRPr="00BC4B85" w:rsidRDefault="00C26EC7" w:rsidP="00A34C8C">
            <w:pPr>
              <w:pStyle w:val="Code"/>
              <w:rPr>
                <w:b w:val="0"/>
                <w:lang w:val="en-NL" w:eastAsia="zh-CN"/>
              </w:rPr>
            </w:pPr>
            <w:r w:rsidRPr="00BC4B85">
              <w:rPr>
                <w:b w:val="0"/>
                <w:lang w:val="en-NL" w:eastAsia="zh-CN"/>
              </w:rPr>
              <w:t xml:space="preserve">        PARAM_MAX_OFFTIME_JITTER</w:t>
            </w:r>
          </w:p>
          <w:p w14:paraId="176D87AC" w14:textId="77777777" w:rsidR="00C26EC7" w:rsidRPr="00BC4B85" w:rsidRDefault="00C26EC7" w:rsidP="00A34C8C">
            <w:pPr>
              <w:pStyle w:val="Code"/>
              <w:rPr>
                <w:b w:val="0"/>
                <w:lang w:val="en-NL" w:eastAsia="zh-CN"/>
              </w:rPr>
            </w:pPr>
            <w:r w:rsidRPr="00BC4B85">
              <w:rPr>
                <w:b w:val="0"/>
                <w:lang w:val="en-NL" w:eastAsia="zh-CN"/>
              </w:rPr>
              <w:t xml:space="preserve">    };</w:t>
            </w:r>
          </w:p>
          <w:p w14:paraId="5FFA9871" w14:textId="77777777" w:rsidR="00C26EC7" w:rsidRPr="00BC4B85" w:rsidRDefault="00C26EC7" w:rsidP="00A34C8C">
            <w:pPr>
              <w:pStyle w:val="Code"/>
              <w:rPr>
                <w:b w:val="0"/>
                <w:lang w:val="en-NL" w:eastAsia="zh-CN"/>
              </w:rPr>
            </w:pPr>
          </w:p>
          <w:p w14:paraId="2BB7016A"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enum</w:t>
            </w:r>
            <w:r w:rsidRPr="00BC4B85">
              <w:rPr>
                <w:b w:val="0"/>
                <w:lang w:val="en-NL" w:eastAsia="zh-CN"/>
              </w:rPr>
              <w:t xml:space="preserve"> </w:t>
            </w:r>
            <w:r w:rsidRPr="00BC4B85">
              <w:rPr>
                <w:b w:val="0"/>
                <w:color w:val="0000FF"/>
                <w:lang w:val="en-NL" w:eastAsia="zh-CN"/>
              </w:rPr>
              <w:t>SampleFormat</w:t>
            </w:r>
            <w:r w:rsidRPr="00BC4B85">
              <w:rPr>
                <w:b w:val="0"/>
                <w:lang w:val="en-NL" w:eastAsia="zh-CN"/>
              </w:rPr>
              <w:t xml:space="preserve"> {</w:t>
            </w:r>
          </w:p>
          <w:p w14:paraId="26BE1B99" w14:textId="77777777" w:rsidR="00C26EC7" w:rsidRPr="00BC4B85" w:rsidRDefault="00C26EC7" w:rsidP="00A34C8C">
            <w:pPr>
              <w:pStyle w:val="Code"/>
              <w:rPr>
                <w:b w:val="0"/>
                <w:lang w:val="en-NL" w:eastAsia="zh-CN"/>
              </w:rPr>
            </w:pPr>
            <w:r w:rsidRPr="00BC4B85">
              <w:rPr>
                <w:b w:val="0"/>
                <w:lang w:val="en-NL" w:eastAsia="zh-CN"/>
              </w:rPr>
              <w:t xml:space="preserve">        SF_SCALAR,</w:t>
            </w:r>
          </w:p>
          <w:p w14:paraId="6635791F" w14:textId="77777777" w:rsidR="00C26EC7" w:rsidRPr="00BC4B85" w:rsidRDefault="00C26EC7" w:rsidP="00A34C8C">
            <w:pPr>
              <w:pStyle w:val="Code"/>
              <w:rPr>
                <w:b w:val="0"/>
                <w:lang w:val="en-NL" w:eastAsia="zh-CN"/>
              </w:rPr>
            </w:pPr>
            <w:r w:rsidRPr="00BC4B85">
              <w:rPr>
                <w:b w:val="0"/>
                <w:lang w:val="en-NL" w:eastAsia="zh-CN"/>
              </w:rPr>
              <w:t xml:space="preserve">        SF_VEC2,</w:t>
            </w:r>
          </w:p>
          <w:p w14:paraId="2C749179" w14:textId="77777777" w:rsidR="00C26EC7" w:rsidRPr="00BC4B85" w:rsidRDefault="00C26EC7" w:rsidP="00A34C8C">
            <w:pPr>
              <w:pStyle w:val="Code"/>
              <w:rPr>
                <w:b w:val="0"/>
                <w:lang w:val="en-NL" w:eastAsia="zh-CN"/>
              </w:rPr>
            </w:pPr>
            <w:r w:rsidRPr="00BC4B85">
              <w:rPr>
                <w:b w:val="0"/>
                <w:lang w:val="en-NL" w:eastAsia="zh-CN"/>
              </w:rPr>
              <w:t xml:space="preserve">        SF_VEC3,</w:t>
            </w:r>
          </w:p>
          <w:p w14:paraId="0EFDA86D" w14:textId="77777777" w:rsidR="00C26EC7" w:rsidRPr="00BC4B85" w:rsidRDefault="00C26EC7" w:rsidP="00A34C8C">
            <w:pPr>
              <w:pStyle w:val="Code"/>
              <w:rPr>
                <w:b w:val="0"/>
                <w:lang w:val="en-NL" w:eastAsia="zh-CN"/>
              </w:rPr>
            </w:pPr>
            <w:r w:rsidRPr="00BC4B85">
              <w:rPr>
                <w:b w:val="0"/>
                <w:lang w:val="en-NL" w:eastAsia="zh-CN"/>
              </w:rPr>
              <w:t xml:space="preserve">        SF_VEC4</w:t>
            </w:r>
          </w:p>
          <w:p w14:paraId="34330C6E" w14:textId="77777777" w:rsidR="00C26EC7" w:rsidRPr="00BC4B85" w:rsidRDefault="00C26EC7" w:rsidP="00A34C8C">
            <w:pPr>
              <w:pStyle w:val="Code"/>
              <w:rPr>
                <w:b w:val="0"/>
                <w:lang w:val="en-NL" w:eastAsia="zh-CN"/>
              </w:rPr>
            </w:pPr>
            <w:r w:rsidRPr="00BC4B85">
              <w:rPr>
                <w:b w:val="0"/>
                <w:lang w:val="en-NL" w:eastAsia="zh-CN"/>
              </w:rPr>
              <w:t xml:space="preserve">    };</w:t>
            </w:r>
          </w:p>
          <w:p w14:paraId="25709F98" w14:textId="77777777" w:rsidR="00C26EC7" w:rsidRPr="00BC4B85" w:rsidRDefault="00C26EC7" w:rsidP="00A34C8C">
            <w:pPr>
              <w:pStyle w:val="Code"/>
              <w:rPr>
                <w:b w:val="0"/>
                <w:lang w:val="en-NL" w:eastAsia="zh-CN"/>
              </w:rPr>
            </w:pPr>
          </w:p>
          <w:p w14:paraId="6CA75691"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enum</w:t>
            </w:r>
            <w:r w:rsidRPr="00BC4B85">
              <w:rPr>
                <w:b w:val="0"/>
                <w:lang w:val="en-NL" w:eastAsia="zh-CN"/>
              </w:rPr>
              <w:t xml:space="preserve"> </w:t>
            </w:r>
            <w:r w:rsidRPr="00BC4B85">
              <w:rPr>
                <w:b w:val="0"/>
                <w:color w:val="0000FF"/>
                <w:lang w:val="en-NL" w:eastAsia="zh-CN"/>
              </w:rPr>
              <w:t>SampleType</w:t>
            </w:r>
            <w:r w:rsidRPr="00BC4B85">
              <w:rPr>
                <w:b w:val="0"/>
                <w:lang w:val="en-NL" w:eastAsia="zh-CN"/>
              </w:rPr>
              <w:t xml:space="preserve"> {</w:t>
            </w:r>
          </w:p>
          <w:p w14:paraId="6AB0FC66" w14:textId="77777777" w:rsidR="00C26EC7" w:rsidRPr="00BC4B85" w:rsidRDefault="00C26EC7" w:rsidP="00A34C8C">
            <w:pPr>
              <w:pStyle w:val="Code"/>
              <w:rPr>
                <w:b w:val="0"/>
                <w:lang w:val="en-NL" w:eastAsia="zh-CN"/>
              </w:rPr>
            </w:pPr>
            <w:r w:rsidRPr="00BC4B85">
              <w:rPr>
                <w:b w:val="0"/>
                <w:lang w:val="en-NL" w:eastAsia="zh-CN"/>
              </w:rPr>
              <w:t xml:space="preserve">        ST_BYTE,</w:t>
            </w:r>
          </w:p>
          <w:p w14:paraId="22CFBB7C" w14:textId="77777777" w:rsidR="00C26EC7" w:rsidRPr="00BC4B85" w:rsidRDefault="00C26EC7" w:rsidP="00A34C8C">
            <w:pPr>
              <w:pStyle w:val="Code"/>
              <w:rPr>
                <w:b w:val="0"/>
                <w:lang w:val="en-NL" w:eastAsia="zh-CN"/>
              </w:rPr>
            </w:pPr>
            <w:r w:rsidRPr="00BC4B85">
              <w:rPr>
                <w:b w:val="0"/>
                <w:lang w:val="en-NL" w:eastAsia="zh-CN"/>
              </w:rPr>
              <w:t xml:space="preserve">        ST_UNSIGNED_BYTE,</w:t>
            </w:r>
          </w:p>
          <w:p w14:paraId="16584324" w14:textId="77777777" w:rsidR="00C26EC7" w:rsidRPr="00BC4B85" w:rsidRDefault="00C26EC7" w:rsidP="00A34C8C">
            <w:pPr>
              <w:pStyle w:val="Code"/>
              <w:rPr>
                <w:b w:val="0"/>
                <w:lang w:val="en-NL" w:eastAsia="zh-CN"/>
              </w:rPr>
            </w:pPr>
            <w:r w:rsidRPr="00BC4B85">
              <w:rPr>
                <w:b w:val="0"/>
                <w:lang w:val="en-NL" w:eastAsia="zh-CN"/>
              </w:rPr>
              <w:t xml:space="preserve">        ST_SHORT,</w:t>
            </w:r>
          </w:p>
          <w:p w14:paraId="53146D4E" w14:textId="77777777" w:rsidR="00C26EC7" w:rsidRPr="00BC4B85" w:rsidRDefault="00C26EC7" w:rsidP="00A34C8C">
            <w:pPr>
              <w:pStyle w:val="Code"/>
              <w:rPr>
                <w:b w:val="0"/>
                <w:lang w:val="en-NL" w:eastAsia="zh-CN"/>
              </w:rPr>
            </w:pPr>
            <w:r w:rsidRPr="00BC4B85">
              <w:rPr>
                <w:b w:val="0"/>
                <w:lang w:val="en-NL" w:eastAsia="zh-CN"/>
              </w:rPr>
              <w:t xml:space="preserve">        ST_UNSIGNED_SHORT,</w:t>
            </w:r>
          </w:p>
          <w:p w14:paraId="51B23023" w14:textId="77777777" w:rsidR="00C26EC7" w:rsidRPr="00BC4B85" w:rsidRDefault="00C26EC7" w:rsidP="00A34C8C">
            <w:pPr>
              <w:pStyle w:val="Code"/>
              <w:rPr>
                <w:b w:val="0"/>
                <w:lang w:val="en-NL" w:eastAsia="zh-CN"/>
              </w:rPr>
            </w:pPr>
            <w:r w:rsidRPr="00BC4B85">
              <w:rPr>
                <w:b w:val="0"/>
                <w:lang w:val="en-NL" w:eastAsia="zh-CN"/>
              </w:rPr>
              <w:t xml:space="preserve">        ST_UNSIGNED_INT,</w:t>
            </w:r>
          </w:p>
          <w:p w14:paraId="3BED90A6" w14:textId="77777777" w:rsidR="00C26EC7" w:rsidRPr="00BC4B85" w:rsidRDefault="00C26EC7" w:rsidP="00A34C8C">
            <w:pPr>
              <w:pStyle w:val="Code"/>
              <w:rPr>
                <w:b w:val="0"/>
                <w:lang w:val="en-NL" w:eastAsia="zh-CN"/>
              </w:rPr>
            </w:pPr>
            <w:r w:rsidRPr="00BC4B85">
              <w:rPr>
                <w:b w:val="0"/>
                <w:lang w:val="en-NL" w:eastAsia="zh-CN"/>
              </w:rPr>
              <w:t xml:space="preserve">        ST_FLOAT</w:t>
            </w:r>
          </w:p>
          <w:p w14:paraId="23D2F34B" w14:textId="77777777" w:rsidR="00C26EC7" w:rsidRPr="00BC4B85" w:rsidRDefault="00C26EC7" w:rsidP="00A34C8C">
            <w:pPr>
              <w:pStyle w:val="Code"/>
              <w:rPr>
                <w:b w:val="0"/>
                <w:lang w:val="en-NL" w:eastAsia="zh-CN"/>
              </w:rPr>
            </w:pPr>
            <w:r w:rsidRPr="00BC4B85">
              <w:rPr>
                <w:b w:val="0"/>
                <w:lang w:val="en-NL" w:eastAsia="zh-CN"/>
              </w:rPr>
              <w:t xml:space="preserve">    };</w:t>
            </w:r>
          </w:p>
          <w:p w14:paraId="6ECC468E" w14:textId="77777777" w:rsidR="00C26EC7" w:rsidRPr="00BC4B85" w:rsidRDefault="00C26EC7" w:rsidP="00A34C8C">
            <w:pPr>
              <w:pStyle w:val="Code"/>
              <w:rPr>
                <w:b w:val="0"/>
                <w:lang w:val="en-NL" w:eastAsia="zh-CN"/>
              </w:rPr>
            </w:pPr>
          </w:p>
          <w:p w14:paraId="2DBBAC46" w14:textId="77777777" w:rsidR="00C26EC7" w:rsidRPr="00BC4B85" w:rsidRDefault="00C26EC7" w:rsidP="00A34C8C">
            <w:pPr>
              <w:pStyle w:val="Code"/>
              <w:rPr>
                <w:b w:val="0"/>
                <w:lang w:val="en-NL" w:eastAsia="zh-CN"/>
              </w:rPr>
            </w:pPr>
            <w:r w:rsidRPr="00BC4B85">
              <w:rPr>
                <w:b w:val="0"/>
                <w:lang w:val="en-NL" w:eastAsia="zh-CN"/>
              </w:rPr>
              <w:lastRenderedPageBreak/>
              <w:t xml:space="preserve">    </w:t>
            </w:r>
            <w:r w:rsidRPr="00BC4B85">
              <w:rPr>
                <w:b w:val="0"/>
                <w:color w:val="00B050"/>
                <w:lang w:val="en-NL" w:eastAsia="zh-CN"/>
              </w:rPr>
              <w:t>struct</w:t>
            </w:r>
            <w:r w:rsidRPr="00BC4B85">
              <w:rPr>
                <w:b w:val="0"/>
                <w:lang w:val="en-NL" w:eastAsia="zh-CN"/>
              </w:rPr>
              <w:t xml:space="preserve"> </w:t>
            </w:r>
            <w:r w:rsidRPr="00BC4B85">
              <w:rPr>
                <w:b w:val="0"/>
                <w:color w:val="0000FF"/>
                <w:lang w:val="en-NL" w:eastAsia="zh-CN"/>
              </w:rPr>
              <w:t>ConfigDataParameters</w:t>
            </w:r>
            <w:r w:rsidRPr="00BC4B85">
              <w:rPr>
                <w:b w:val="0"/>
                <w:lang w:val="en-NL" w:eastAsia="zh-CN"/>
              </w:rPr>
              <w:t xml:space="preserve"> {</w:t>
            </w:r>
          </w:p>
          <w:p w14:paraId="13CCC87B"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SampleFormat</w:t>
            </w:r>
            <w:r w:rsidRPr="00BC4B85">
              <w:rPr>
                <w:b w:val="0"/>
                <w:lang w:val="en-NL" w:eastAsia="zh-CN"/>
              </w:rPr>
              <w:t xml:space="preserve"> sample_format;</w:t>
            </w:r>
          </w:p>
          <w:p w14:paraId="3233E25D"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SampleType</w:t>
            </w:r>
            <w:r w:rsidRPr="00BC4B85">
              <w:rPr>
                <w:b w:val="0"/>
                <w:lang w:val="en-NL" w:eastAsia="zh-CN"/>
              </w:rPr>
              <w:t xml:space="preserve"> sample_type;</w:t>
            </w:r>
          </w:p>
          <w:p w14:paraId="0B7FCECC"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sample_stride;</w:t>
            </w:r>
          </w:p>
          <w:p w14:paraId="412D26C0"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line_stride;</w:t>
            </w:r>
          </w:p>
          <w:p w14:paraId="7C3467E4"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buffer_offset;</w:t>
            </w:r>
          </w:p>
          <w:p w14:paraId="0182955C" w14:textId="77777777" w:rsidR="00C26EC7" w:rsidRPr="00BC4B85" w:rsidRDefault="00C26EC7" w:rsidP="00A34C8C">
            <w:pPr>
              <w:pStyle w:val="Code"/>
              <w:rPr>
                <w:b w:val="0"/>
                <w:lang w:val="en-NL" w:eastAsia="zh-CN"/>
              </w:rPr>
            </w:pPr>
            <w:r w:rsidRPr="00BC4B85">
              <w:rPr>
                <w:b w:val="0"/>
                <w:lang w:val="en-NL" w:eastAsia="zh-CN"/>
              </w:rPr>
              <w:t xml:space="preserve">    };</w:t>
            </w:r>
          </w:p>
          <w:p w14:paraId="09A8A3E5" w14:textId="77777777" w:rsidR="00C26EC7" w:rsidRPr="00BC4B85" w:rsidRDefault="00C26EC7" w:rsidP="00A34C8C">
            <w:pPr>
              <w:pStyle w:val="Code"/>
              <w:rPr>
                <w:b w:val="0"/>
                <w:lang w:val="en-NL" w:eastAsia="zh-CN"/>
              </w:rPr>
            </w:pPr>
          </w:p>
          <w:p w14:paraId="25A447E2"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struct</w:t>
            </w:r>
            <w:r w:rsidRPr="00BC4B85">
              <w:rPr>
                <w:b w:val="0"/>
                <w:lang w:val="en-NL" w:eastAsia="zh-CN"/>
              </w:rPr>
              <w:t xml:space="preserve"> </w:t>
            </w:r>
            <w:r w:rsidRPr="00BC4B85">
              <w:rPr>
                <w:b w:val="0"/>
                <w:color w:val="0000FF"/>
                <w:lang w:val="en-NL" w:eastAsia="zh-CN"/>
              </w:rPr>
              <w:t>PerformancePoint</w:t>
            </w:r>
            <w:r w:rsidRPr="00BC4B85">
              <w:rPr>
                <w:b w:val="0"/>
                <w:lang w:val="en-NL" w:eastAsia="zh-CN"/>
              </w:rPr>
              <w:t xml:space="preserve"> {</w:t>
            </w:r>
          </w:p>
          <w:p w14:paraId="2A667737"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float</w:t>
            </w:r>
            <w:r w:rsidRPr="00BC4B85">
              <w:rPr>
                <w:b w:val="0"/>
                <w:lang w:val="en-NL" w:eastAsia="zh-CN"/>
              </w:rPr>
              <w:t xml:space="preserve"> picture_rate;</w:t>
            </w:r>
          </w:p>
          <w:p w14:paraId="37F84D77"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width;</w:t>
            </w:r>
          </w:p>
          <w:p w14:paraId="4BC08D35"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height;</w:t>
            </w:r>
          </w:p>
          <w:p w14:paraId="34F60A9D"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bit_depth;</w:t>
            </w:r>
          </w:p>
          <w:p w14:paraId="5E01F323" w14:textId="77777777" w:rsidR="00C26EC7" w:rsidRPr="00BC4B85" w:rsidRDefault="00C26EC7" w:rsidP="00A34C8C">
            <w:pPr>
              <w:pStyle w:val="Code"/>
              <w:rPr>
                <w:b w:val="0"/>
                <w:lang w:val="en-NL" w:eastAsia="zh-CN"/>
              </w:rPr>
            </w:pPr>
            <w:r w:rsidRPr="00BC4B85">
              <w:rPr>
                <w:b w:val="0"/>
                <w:lang w:val="en-NL" w:eastAsia="zh-CN"/>
              </w:rPr>
              <w:t xml:space="preserve">    };</w:t>
            </w:r>
          </w:p>
          <w:p w14:paraId="0BD97835" w14:textId="77777777" w:rsidR="00C26EC7" w:rsidRPr="00BC4B85" w:rsidRDefault="00C26EC7" w:rsidP="00A34C8C">
            <w:pPr>
              <w:pStyle w:val="Code"/>
              <w:rPr>
                <w:b w:val="0"/>
                <w:lang w:val="en-NL" w:eastAsia="zh-CN"/>
              </w:rPr>
            </w:pPr>
          </w:p>
          <w:p w14:paraId="30E551B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struct</w:t>
            </w:r>
            <w:r w:rsidRPr="00BC4B85">
              <w:rPr>
                <w:b w:val="0"/>
                <w:lang w:val="en-NL" w:eastAsia="zh-CN"/>
              </w:rPr>
              <w:t xml:space="preserve"> </w:t>
            </w:r>
            <w:r w:rsidRPr="00BC4B85">
              <w:rPr>
                <w:b w:val="0"/>
                <w:color w:val="0000FF"/>
                <w:lang w:val="en-NL" w:eastAsia="zh-CN"/>
              </w:rPr>
              <w:t>AggregateCapabilities</w:t>
            </w:r>
            <w:r w:rsidRPr="00BC4B85">
              <w:rPr>
                <w:b w:val="0"/>
                <w:lang w:val="en-NL" w:eastAsia="zh-CN"/>
              </w:rPr>
              <w:t xml:space="preserve"> {</w:t>
            </w:r>
          </w:p>
          <w:p w14:paraId="687C7F64"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flags;</w:t>
            </w:r>
          </w:p>
          <w:p w14:paraId="0B301C1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max_instances;</w:t>
            </w:r>
          </w:p>
          <w:p w14:paraId="4FB23C07"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buffer_memory;</w:t>
            </w:r>
          </w:p>
          <w:p w14:paraId="03B5AFB0"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bitrate;</w:t>
            </w:r>
          </w:p>
          <w:p w14:paraId="6C21AFED"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max_samples_second;</w:t>
            </w:r>
          </w:p>
          <w:p w14:paraId="636711C1"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PerformancePoint</w:t>
            </w:r>
            <w:r w:rsidRPr="00BC4B85">
              <w:rPr>
                <w:b w:val="0"/>
                <w:lang w:val="en-NL" w:eastAsia="zh-CN"/>
              </w:rPr>
              <w:t xml:space="preserve"> max_performance_point;</w:t>
            </w:r>
          </w:p>
          <w:p w14:paraId="0421004B" w14:textId="77777777" w:rsidR="00C26EC7" w:rsidRPr="00BC4B85" w:rsidRDefault="00C26EC7" w:rsidP="00A34C8C">
            <w:pPr>
              <w:pStyle w:val="Code"/>
              <w:rPr>
                <w:b w:val="0"/>
                <w:lang w:val="en-NL" w:eastAsia="zh-CN"/>
              </w:rPr>
            </w:pPr>
            <w:r w:rsidRPr="00BC4B85">
              <w:rPr>
                <w:b w:val="0"/>
                <w:lang w:val="en-NL" w:eastAsia="zh-CN"/>
              </w:rPr>
              <w:t xml:space="preserve">    };</w:t>
            </w:r>
          </w:p>
          <w:p w14:paraId="0114F54C" w14:textId="77777777" w:rsidR="00C26EC7" w:rsidRPr="00BC4B85" w:rsidRDefault="00C26EC7" w:rsidP="00A34C8C">
            <w:pPr>
              <w:pStyle w:val="Code"/>
              <w:rPr>
                <w:b w:val="0"/>
                <w:lang w:val="en-NL" w:eastAsia="zh-CN"/>
              </w:rPr>
            </w:pPr>
          </w:p>
          <w:p w14:paraId="1C1312FE"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exception</w:t>
            </w:r>
            <w:r w:rsidRPr="00BC4B85">
              <w:rPr>
                <w:b w:val="0"/>
                <w:lang w:val="en-NL" w:eastAsia="zh-CN"/>
              </w:rPr>
              <w:t xml:space="preserve"> </w:t>
            </w:r>
            <w:r w:rsidRPr="00BC4B85">
              <w:rPr>
                <w:b w:val="0"/>
                <w:color w:val="0000FF"/>
                <w:lang w:val="en-NL" w:eastAsia="zh-CN"/>
              </w:rPr>
              <w:t>ErrorAllocation</w:t>
            </w:r>
            <w:r w:rsidRPr="00BC4B85">
              <w:rPr>
                <w:b w:val="0"/>
                <w:lang w:val="en-NL" w:eastAsia="zh-CN"/>
              </w:rPr>
              <w:t xml:space="preserve"> {</w:t>
            </w:r>
          </w:p>
          <w:p w14:paraId="22CC5E7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string</w:t>
            </w:r>
            <w:r w:rsidRPr="00BC4B85">
              <w:rPr>
                <w:b w:val="0"/>
                <w:lang w:val="en-NL" w:eastAsia="zh-CN"/>
              </w:rPr>
              <w:t xml:space="preserve"> reason;</w:t>
            </w:r>
          </w:p>
          <w:p w14:paraId="15509F16" w14:textId="77777777" w:rsidR="00C26EC7" w:rsidRPr="00BC4B85" w:rsidRDefault="00C26EC7" w:rsidP="00A34C8C">
            <w:pPr>
              <w:pStyle w:val="Code"/>
              <w:rPr>
                <w:b w:val="0"/>
                <w:lang w:val="en-NL" w:eastAsia="zh-CN"/>
              </w:rPr>
            </w:pPr>
            <w:r w:rsidRPr="00BC4B85">
              <w:rPr>
                <w:b w:val="0"/>
                <w:lang w:val="en-NL" w:eastAsia="zh-CN"/>
              </w:rPr>
              <w:t xml:space="preserve">    };</w:t>
            </w:r>
          </w:p>
          <w:p w14:paraId="50F3D264" w14:textId="77777777" w:rsidR="00C26EC7" w:rsidRPr="00BC4B85" w:rsidRDefault="00C26EC7" w:rsidP="00A34C8C">
            <w:pPr>
              <w:pStyle w:val="Code"/>
              <w:rPr>
                <w:b w:val="0"/>
                <w:lang w:val="en-NL" w:eastAsia="zh-CN"/>
              </w:rPr>
            </w:pPr>
          </w:p>
          <w:p w14:paraId="34DB1BC9"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exception</w:t>
            </w:r>
            <w:r w:rsidRPr="00BC4B85">
              <w:rPr>
                <w:b w:val="0"/>
                <w:lang w:val="en-NL" w:eastAsia="zh-CN"/>
              </w:rPr>
              <w:t xml:space="preserve"> </w:t>
            </w:r>
            <w:r w:rsidRPr="00BC4B85">
              <w:rPr>
                <w:b w:val="0"/>
                <w:color w:val="0000FF"/>
                <w:lang w:val="en-NL" w:eastAsia="zh-CN"/>
              </w:rPr>
              <w:t>ErrorConfig</w:t>
            </w:r>
            <w:r w:rsidRPr="00BC4B85">
              <w:rPr>
                <w:b w:val="0"/>
                <w:lang w:val="en-NL" w:eastAsia="zh-CN"/>
              </w:rPr>
              <w:t xml:space="preserve"> {</w:t>
            </w:r>
          </w:p>
          <w:p w14:paraId="54C5BAE5"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string</w:t>
            </w:r>
            <w:r w:rsidRPr="00BC4B85">
              <w:rPr>
                <w:b w:val="0"/>
                <w:lang w:val="en-NL" w:eastAsia="zh-CN"/>
              </w:rPr>
              <w:t xml:space="preserve"> reason;</w:t>
            </w:r>
          </w:p>
          <w:p w14:paraId="409FCAF8" w14:textId="77777777" w:rsidR="00C26EC7" w:rsidRPr="00BC4B85" w:rsidRDefault="00C26EC7" w:rsidP="00A34C8C">
            <w:pPr>
              <w:pStyle w:val="Code"/>
              <w:rPr>
                <w:b w:val="0"/>
                <w:lang w:val="en-NL" w:eastAsia="zh-CN"/>
              </w:rPr>
            </w:pPr>
            <w:r w:rsidRPr="00BC4B85">
              <w:rPr>
                <w:b w:val="0"/>
                <w:lang w:val="en-NL" w:eastAsia="zh-CN"/>
              </w:rPr>
              <w:t xml:space="preserve">    };</w:t>
            </w:r>
          </w:p>
          <w:p w14:paraId="4D3A5586" w14:textId="77777777" w:rsidR="00C26EC7" w:rsidRPr="00BC4B85" w:rsidRDefault="00C26EC7" w:rsidP="00A34C8C">
            <w:pPr>
              <w:pStyle w:val="Code"/>
              <w:rPr>
                <w:b w:val="0"/>
                <w:lang w:val="en-NL" w:eastAsia="zh-CN"/>
              </w:rPr>
            </w:pPr>
          </w:p>
          <w:p w14:paraId="51EFCFD1"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B050"/>
                <w:lang w:val="en-NL" w:eastAsia="zh-CN"/>
              </w:rPr>
              <w:t>exception</w:t>
            </w:r>
            <w:r w:rsidRPr="00BC4B85">
              <w:rPr>
                <w:b w:val="0"/>
                <w:lang w:val="en-NL" w:eastAsia="zh-CN"/>
              </w:rPr>
              <w:t xml:space="preserve"> </w:t>
            </w:r>
            <w:r w:rsidRPr="00BC4B85">
              <w:rPr>
                <w:b w:val="0"/>
                <w:color w:val="0000FF"/>
                <w:lang w:val="en-NL" w:eastAsia="zh-CN"/>
              </w:rPr>
              <w:t>ErrorParameter</w:t>
            </w:r>
            <w:r w:rsidRPr="00BC4B85">
              <w:rPr>
                <w:b w:val="0"/>
                <w:lang w:val="en-NL" w:eastAsia="zh-CN"/>
              </w:rPr>
              <w:t xml:space="preserve"> {</w:t>
            </w:r>
          </w:p>
          <w:p w14:paraId="78047278"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string</w:t>
            </w:r>
            <w:r w:rsidRPr="00BC4B85">
              <w:rPr>
                <w:b w:val="0"/>
                <w:lang w:val="en-NL" w:eastAsia="zh-CN"/>
              </w:rPr>
              <w:t xml:space="preserve"> reason;</w:t>
            </w:r>
          </w:p>
          <w:p w14:paraId="5DA854DC" w14:textId="77777777" w:rsidR="00C26EC7" w:rsidRPr="00BC4B85" w:rsidRDefault="00C26EC7" w:rsidP="00A34C8C">
            <w:pPr>
              <w:pStyle w:val="Code"/>
              <w:rPr>
                <w:b w:val="0"/>
                <w:lang w:val="en-NL" w:eastAsia="zh-CN"/>
              </w:rPr>
            </w:pPr>
            <w:r w:rsidRPr="00BC4B85">
              <w:rPr>
                <w:b w:val="0"/>
                <w:lang w:val="en-NL" w:eastAsia="zh-CN"/>
              </w:rPr>
              <w:t xml:space="preserve">    };</w:t>
            </w:r>
          </w:p>
          <w:p w14:paraId="1DCC7216" w14:textId="77777777" w:rsidR="00C26EC7" w:rsidRPr="00BC4B85" w:rsidRDefault="00C26EC7" w:rsidP="00A34C8C">
            <w:pPr>
              <w:pStyle w:val="Code"/>
              <w:rPr>
                <w:b w:val="0"/>
                <w:lang w:val="en-NL" w:eastAsia="zh-CN"/>
              </w:rPr>
            </w:pPr>
          </w:p>
          <w:p w14:paraId="47417AA0"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AggregateCapabilities</w:t>
            </w:r>
            <w:r w:rsidRPr="00BC4B85">
              <w:rPr>
                <w:b w:val="0"/>
                <w:lang w:val="en-NL" w:eastAsia="zh-CN"/>
              </w:rPr>
              <w:t xml:space="preserve"> queryCurrentAggregateCapabilities (</w:t>
            </w:r>
          </w:p>
          <w:p w14:paraId="360A34A7"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string</w:t>
            </w:r>
            <w:r w:rsidRPr="00BC4B85">
              <w:rPr>
                <w:b w:val="0"/>
                <w:lang w:val="en-NL" w:eastAsia="zh-CN"/>
              </w:rPr>
              <w:t xml:space="preserve"> component_name,</w:t>
            </w:r>
          </w:p>
          <w:p w14:paraId="4092AD0E"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flags</w:t>
            </w:r>
          </w:p>
          <w:p w14:paraId="5605C960" w14:textId="77777777" w:rsidR="00C26EC7" w:rsidRPr="00BC4B85" w:rsidRDefault="00C26EC7" w:rsidP="00A34C8C">
            <w:pPr>
              <w:pStyle w:val="Code"/>
              <w:rPr>
                <w:b w:val="0"/>
                <w:lang w:val="en-NL" w:eastAsia="zh-CN"/>
              </w:rPr>
            </w:pPr>
            <w:r w:rsidRPr="00BC4B85">
              <w:rPr>
                <w:b w:val="0"/>
                <w:lang w:val="en-NL" w:eastAsia="zh-CN"/>
              </w:rPr>
              <w:t xml:space="preserve">    );</w:t>
            </w:r>
          </w:p>
          <w:p w14:paraId="370B592B" w14:textId="77777777" w:rsidR="00C26EC7" w:rsidRPr="00BC4B85" w:rsidRDefault="00C26EC7" w:rsidP="00A34C8C">
            <w:pPr>
              <w:pStyle w:val="Code"/>
              <w:rPr>
                <w:b w:val="0"/>
                <w:lang w:val="en-NL" w:eastAsia="zh-CN"/>
              </w:rPr>
            </w:pPr>
          </w:p>
          <w:p w14:paraId="496892AC"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getInstance(</w:t>
            </w:r>
          </w:p>
          <w:p w14:paraId="4BCFB856"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string</w:t>
            </w:r>
            <w:r w:rsidRPr="00BC4B85">
              <w:rPr>
                <w:b w:val="0"/>
                <w:lang w:val="en-NL" w:eastAsia="zh-CN"/>
              </w:rPr>
              <w:t xml:space="preserve"> component_name,</w:t>
            </w:r>
          </w:p>
          <w:p w14:paraId="7ADF8BA3" w14:textId="5CA93D29"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group_id </w:t>
            </w:r>
            <w:r w:rsidRPr="00BC4B85">
              <w:rPr>
                <w:b w:val="0"/>
                <w:color w:val="008000"/>
                <w:lang w:val="en-NL" w:eastAsia="zh-CN"/>
              </w:rPr>
              <w:t>// optional</w:t>
            </w:r>
            <w:r w:rsidR="009E28F4" w:rsidRPr="00BC4B85">
              <w:rPr>
                <w:b w:val="0"/>
                <w:color w:val="008000"/>
                <w:lang w:eastAsia="zh-CN"/>
              </w:rPr>
              <w:t>,</w:t>
            </w:r>
            <w:r w:rsidRPr="00BC4B85">
              <w:rPr>
                <w:b w:val="0"/>
                <w:color w:val="008000"/>
                <w:lang w:val="en-NL" w:eastAsia="zh-CN"/>
              </w:rPr>
              <w:t xml:space="preserve"> default value = -1</w:t>
            </w:r>
          </w:p>
          <w:p w14:paraId="6CFCE898" w14:textId="77777777" w:rsidR="00C26EC7" w:rsidRPr="00BC4B85" w:rsidRDefault="00C26EC7" w:rsidP="00A34C8C">
            <w:pPr>
              <w:pStyle w:val="Code"/>
              <w:rPr>
                <w:b w:val="0"/>
                <w:lang w:val="en-NL" w:eastAsia="zh-CN"/>
              </w:rPr>
            </w:pPr>
            <w:r w:rsidRPr="00BC4B85">
              <w:rPr>
                <w:b w:val="0"/>
                <w:lang w:val="en-NL" w:eastAsia="zh-CN"/>
              </w:rPr>
              <w:t xml:space="preserve">    ) </w:t>
            </w:r>
            <w:r w:rsidRPr="00BC4B85">
              <w:rPr>
                <w:b w:val="0"/>
                <w:color w:val="00B050"/>
                <w:lang w:val="en-NL" w:eastAsia="zh-CN"/>
              </w:rPr>
              <w:t>raises</w:t>
            </w:r>
            <w:r w:rsidRPr="00BC4B85">
              <w:rPr>
                <w:b w:val="0"/>
                <w:lang w:val="en-NL" w:eastAsia="zh-CN"/>
              </w:rPr>
              <w:t>(</w:t>
            </w:r>
            <w:r w:rsidRPr="00BC4B85">
              <w:rPr>
                <w:b w:val="0"/>
                <w:color w:val="0000FF"/>
                <w:lang w:val="en-NL" w:eastAsia="zh-CN"/>
              </w:rPr>
              <w:t>ErrorAllocation</w:t>
            </w:r>
            <w:r w:rsidRPr="00BC4B85">
              <w:rPr>
                <w:b w:val="0"/>
                <w:lang w:val="en-NL" w:eastAsia="zh-CN"/>
              </w:rPr>
              <w:t>);</w:t>
            </w:r>
          </w:p>
          <w:p w14:paraId="3D73FD24" w14:textId="77777777" w:rsidR="00C26EC7" w:rsidRPr="00BC4B85" w:rsidRDefault="00C26EC7" w:rsidP="00A34C8C">
            <w:pPr>
              <w:pStyle w:val="Code"/>
              <w:rPr>
                <w:b w:val="0"/>
                <w:lang w:val="en-NL" w:eastAsia="zh-CN"/>
              </w:rPr>
            </w:pPr>
          </w:p>
          <w:p w14:paraId="25C3138A"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boolean</w:t>
            </w:r>
            <w:r w:rsidRPr="00BC4B85">
              <w:rPr>
                <w:b w:val="0"/>
                <w:lang w:val="en-NL" w:eastAsia="zh-CN"/>
              </w:rPr>
              <w:t xml:space="preserve"> setConfig (</w:t>
            </w:r>
          </w:p>
          <w:p w14:paraId="47D15738"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instance_id,</w:t>
            </w:r>
          </w:p>
          <w:p w14:paraId="450BE120"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ConfigParameters</w:t>
            </w:r>
            <w:r w:rsidRPr="00BC4B85">
              <w:rPr>
                <w:b w:val="0"/>
                <w:lang w:val="en-NL" w:eastAsia="zh-CN"/>
              </w:rPr>
              <w:t xml:space="preserve"> config_parameters,</w:t>
            </w:r>
          </w:p>
          <w:p w14:paraId="73C86409"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ConfigDataParameters</w:t>
            </w:r>
            <w:r w:rsidRPr="00BC4B85">
              <w:rPr>
                <w:b w:val="0"/>
                <w:lang w:val="en-NL" w:eastAsia="zh-CN"/>
              </w:rPr>
              <w:t xml:space="preserve">  config_data_parameters</w:t>
            </w:r>
          </w:p>
          <w:p w14:paraId="69B29E2F" w14:textId="77777777" w:rsidR="00C26EC7" w:rsidRPr="00BC4B85" w:rsidRDefault="00C26EC7" w:rsidP="00A34C8C">
            <w:pPr>
              <w:pStyle w:val="Code"/>
              <w:rPr>
                <w:b w:val="0"/>
                <w:lang w:val="en-NL" w:eastAsia="zh-CN"/>
              </w:rPr>
            </w:pPr>
            <w:r w:rsidRPr="00BC4B85">
              <w:rPr>
                <w:b w:val="0"/>
                <w:lang w:val="en-NL" w:eastAsia="zh-CN"/>
              </w:rPr>
              <w:t xml:space="preserve">    ) </w:t>
            </w:r>
            <w:r w:rsidRPr="00BC4B85">
              <w:rPr>
                <w:b w:val="0"/>
                <w:color w:val="00B050"/>
                <w:lang w:val="en-NL" w:eastAsia="zh-CN"/>
              </w:rPr>
              <w:t>raises</w:t>
            </w:r>
            <w:r w:rsidRPr="00BC4B85">
              <w:rPr>
                <w:b w:val="0"/>
                <w:lang w:val="en-NL" w:eastAsia="zh-CN"/>
              </w:rPr>
              <w:t>(</w:t>
            </w:r>
            <w:r w:rsidRPr="00BC4B85">
              <w:rPr>
                <w:b w:val="0"/>
                <w:color w:val="0000FF"/>
                <w:lang w:val="en-NL" w:eastAsia="zh-CN"/>
              </w:rPr>
              <w:t>ErrorConfig</w:t>
            </w:r>
            <w:r w:rsidRPr="00BC4B85">
              <w:rPr>
                <w:b w:val="0"/>
                <w:lang w:val="en-NL" w:eastAsia="zh-CN"/>
              </w:rPr>
              <w:t>);</w:t>
            </w:r>
          </w:p>
          <w:p w14:paraId="046B6717" w14:textId="77777777" w:rsidR="00C26EC7" w:rsidRPr="00BC4B85" w:rsidRDefault="00C26EC7" w:rsidP="00A34C8C">
            <w:pPr>
              <w:pStyle w:val="Code"/>
              <w:rPr>
                <w:b w:val="0"/>
                <w:lang w:val="en-NL" w:eastAsia="zh-CN"/>
              </w:rPr>
            </w:pPr>
          </w:p>
          <w:p w14:paraId="275E940E"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any</w:t>
            </w:r>
            <w:r w:rsidRPr="00BC4B85">
              <w:rPr>
                <w:b w:val="0"/>
                <w:lang w:val="en-NL" w:eastAsia="zh-CN"/>
              </w:rPr>
              <w:t xml:space="preserve"> getParameter (</w:t>
            </w:r>
          </w:p>
          <w:p w14:paraId="7262A77D"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instance_id,</w:t>
            </w:r>
          </w:p>
          <w:p w14:paraId="4DC04E69"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ExtParameters</w:t>
            </w:r>
            <w:r w:rsidRPr="00BC4B85">
              <w:rPr>
                <w:b w:val="0"/>
                <w:lang w:val="en-NL" w:eastAsia="zh-CN"/>
              </w:rPr>
              <w:t xml:space="preserve"> ext_parameters,</w:t>
            </w:r>
          </w:p>
          <w:p w14:paraId="658CF07A"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out</w:t>
            </w:r>
            <w:r w:rsidRPr="00BC4B85">
              <w:rPr>
                <w:b w:val="0"/>
                <w:lang w:val="en-NL" w:eastAsia="zh-CN"/>
              </w:rPr>
              <w:t xml:space="preserve"> </w:t>
            </w:r>
            <w:r w:rsidRPr="00BC4B85">
              <w:rPr>
                <w:b w:val="0"/>
                <w:color w:val="0000FF"/>
                <w:lang w:val="en-NL" w:eastAsia="zh-CN"/>
              </w:rPr>
              <w:t>any</w:t>
            </w:r>
            <w:r w:rsidRPr="00BC4B85">
              <w:rPr>
                <w:b w:val="0"/>
                <w:lang w:val="en-NL" w:eastAsia="zh-CN"/>
              </w:rPr>
              <w:t xml:space="preserve"> parameter</w:t>
            </w:r>
          </w:p>
          <w:p w14:paraId="6AF26C75" w14:textId="77777777" w:rsidR="00C26EC7" w:rsidRPr="00BC4B85" w:rsidRDefault="00C26EC7" w:rsidP="00A34C8C">
            <w:pPr>
              <w:pStyle w:val="Code"/>
              <w:rPr>
                <w:b w:val="0"/>
                <w:lang w:val="en-NL" w:eastAsia="zh-CN"/>
              </w:rPr>
            </w:pPr>
            <w:r w:rsidRPr="00BC4B85">
              <w:rPr>
                <w:b w:val="0"/>
                <w:lang w:val="en-NL" w:eastAsia="zh-CN"/>
              </w:rPr>
              <w:t xml:space="preserve">    );</w:t>
            </w:r>
          </w:p>
          <w:p w14:paraId="7137B32C" w14:textId="77777777" w:rsidR="00C26EC7" w:rsidRPr="00BC4B85" w:rsidRDefault="00C26EC7" w:rsidP="00A34C8C">
            <w:pPr>
              <w:pStyle w:val="Code"/>
              <w:rPr>
                <w:b w:val="0"/>
                <w:lang w:val="en-NL" w:eastAsia="zh-CN"/>
              </w:rPr>
            </w:pPr>
          </w:p>
          <w:p w14:paraId="00E183C4"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0000FF"/>
                <w:lang w:val="en-NL" w:eastAsia="zh-CN"/>
              </w:rPr>
              <w:t>boolean</w:t>
            </w:r>
            <w:r w:rsidRPr="00BC4B85">
              <w:rPr>
                <w:b w:val="0"/>
                <w:lang w:val="en-NL" w:eastAsia="zh-CN"/>
              </w:rPr>
              <w:t xml:space="preserve"> setParameter (</w:t>
            </w:r>
          </w:p>
          <w:p w14:paraId="6688B584"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unsigned</w:t>
            </w:r>
            <w:r w:rsidRPr="00BC4B85">
              <w:rPr>
                <w:b w:val="0"/>
                <w:lang w:val="en-NL" w:eastAsia="zh-CN"/>
              </w:rPr>
              <w:t xml:space="preserve"> </w:t>
            </w:r>
            <w:r w:rsidRPr="00BC4B85">
              <w:rPr>
                <w:b w:val="0"/>
                <w:color w:val="0000FF"/>
                <w:lang w:val="en-NL" w:eastAsia="zh-CN"/>
              </w:rPr>
              <w:t>long</w:t>
            </w:r>
            <w:r w:rsidRPr="00BC4B85">
              <w:rPr>
                <w:b w:val="0"/>
                <w:lang w:val="en-NL" w:eastAsia="zh-CN"/>
              </w:rPr>
              <w:t xml:space="preserve"> instance_id,</w:t>
            </w:r>
          </w:p>
          <w:p w14:paraId="25A87574"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ExtParameters</w:t>
            </w:r>
            <w:r w:rsidRPr="00BC4B85">
              <w:rPr>
                <w:b w:val="0"/>
                <w:lang w:val="en-NL" w:eastAsia="zh-CN"/>
              </w:rPr>
              <w:t xml:space="preserve"> ext_parameters,</w:t>
            </w:r>
          </w:p>
          <w:p w14:paraId="4AAEA2AE" w14:textId="77777777" w:rsidR="00C26EC7" w:rsidRPr="00BC4B85" w:rsidRDefault="00C26EC7" w:rsidP="00A34C8C">
            <w:pPr>
              <w:pStyle w:val="Code"/>
              <w:rPr>
                <w:b w:val="0"/>
                <w:lang w:val="en-NL" w:eastAsia="zh-CN"/>
              </w:rPr>
            </w:pPr>
            <w:r w:rsidRPr="00BC4B85">
              <w:rPr>
                <w:b w:val="0"/>
                <w:lang w:val="en-NL" w:eastAsia="zh-CN"/>
              </w:rPr>
              <w:t xml:space="preserve">        </w:t>
            </w:r>
            <w:r w:rsidRPr="00BC4B85">
              <w:rPr>
                <w:b w:val="0"/>
                <w:color w:val="7030A0"/>
                <w:lang w:val="en-NL" w:eastAsia="zh-CN"/>
              </w:rPr>
              <w:t>in</w:t>
            </w:r>
            <w:r w:rsidRPr="00BC4B85">
              <w:rPr>
                <w:b w:val="0"/>
                <w:lang w:val="en-NL" w:eastAsia="zh-CN"/>
              </w:rPr>
              <w:t xml:space="preserve"> </w:t>
            </w:r>
            <w:r w:rsidRPr="00BC4B85">
              <w:rPr>
                <w:b w:val="0"/>
                <w:color w:val="0000FF"/>
                <w:lang w:val="en-NL" w:eastAsia="zh-CN"/>
              </w:rPr>
              <w:t>any</w:t>
            </w:r>
            <w:r w:rsidRPr="00BC4B85">
              <w:rPr>
                <w:b w:val="0"/>
                <w:lang w:val="en-NL" w:eastAsia="zh-CN"/>
              </w:rPr>
              <w:t xml:space="preserve"> parameter</w:t>
            </w:r>
          </w:p>
          <w:p w14:paraId="28A3C840" w14:textId="77777777" w:rsidR="00C26EC7" w:rsidRPr="00BC4B85" w:rsidRDefault="00C26EC7" w:rsidP="00A34C8C">
            <w:pPr>
              <w:pStyle w:val="Code"/>
              <w:rPr>
                <w:b w:val="0"/>
                <w:lang w:val="en-NL" w:eastAsia="zh-CN"/>
              </w:rPr>
            </w:pPr>
            <w:r w:rsidRPr="00BC4B85">
              <w:rPr>
                <w:b w:val="0"/>
                <w:lang w:val="en-NL" w:eastAsia="zh-CN"/>
              </w:rPr>
              <w:t xml:space="preserve">    ) </w:t>
            </w:r>
            <w:r w:rsidRPr="00BC4B85">
              <w:rPr>
                <w:b w:val="0"/>
                <w:color w:val="00B050"/>
                <w:lang w:val="en-NL" w:eastAsia="zh-CN"/>
              </w:rPr>
              <w:t>raises</w:t>
            </w:r>
            <w:r w:rsidRPr="00BC4B85">
              <w:rPr>
                <w:b w:val="0"/>
                <w:lang w:val="en-NL" w:eastAsia="zh-CN"/>
              </w:rPr>
              <w:t>(</w:t>
            </w:r>
            <w:r w:rsidRPr="00BC4B85">
              <w:rPr>
                <w:b w:val="0"/>
                <w:color w:val="0000FF"/>
                <w:lang w:val="en-NL" w:eastAsia="zh-CN"/>
              </w:rPr>
              <w:t>ErrorParameter</w:t>
            </w:r>
            <w:r w:rsidRPr="00BC4B85">
              <w:rPr>
                <w:b w:val="0"/>
                <w:lang w:val="en-NL" w:eastAsia="zh-CN"/>
              </w:rPr>
              <w:t>);</w:t>
            </w:r>
          </w:p>
          <w:p w14:paraId="481D7FFA" w14:textId="23FE9290" w:rsidR="00001711" w:rsidRPr="00BC4B85" w:rsidRDefault="00C26EC7" w:rsidP="00A34C8C">
            <w:pPr>
              <w:pStyle w:val="Code"/>
              <w:rPr>
                <w:b w:val="0"/>
                <w:lang w:val="en-NL" w:eastAsia="zh-CN"/>
              </w:rPr>
            </w:pPr>
            <w:r w:rsidRPr="00BC4B85">
              <w:rPr>
                <w:b w:val="0"/>
                <w:lang w:val="en-NL" w:eastAsia="zh-CN"/>
              </w:rPr>
              <w:t>};</w:t>
            </w:r>
          </w:p>
        </w:tc>
      </w:tr>
    </w:tbl>
    <w:p w14:paraId="6830D427" w14:textId="718B4A87" w:rsidR="00E31BAD" w:rsidRDefault="00E31BAD" w:rsidP="00001711">
      <w:pPr>
        <w:rPr>
          <w:lang w:eastAsia="ja-JP"/>
        </w:rPr>
      </w:pPr>
    </w:p>
    <w:p w14:paraId="07B72305" w14:textId="77777777" w:rsidR="00E31BAD" w:rsidRDefault="00E31BAD">
      <w:pPr>
        <w:tabs>
          <w:tab w:val="clear" w:pos="403"/>
        </w:tabs>
        <w:spacing w:after="0" w:line="240" w:lineRule="auto"/>
        <w:jc w:val="left"/>
        <w:rPr>
          <w:lang w:eastAsia="ja-JP"/>
        </w:rPr>
      </w:pPr>
      <w:r>
        <w:rPr>
          <w:lang w:eastAsia="ja-JP"/>
        </w:rPr>
        <w:br w:type="page"/>
      </w:r>
    </w:p>
    <w:p w14:paraId="4C419759" w14:textId="0474A366" w:rsidR="006966F1" w:rsidRDefault="00C61CB5" w:rsidP="00C82328">
      <w:pPr>
        <w:pStyle w:val="ANNEX"/>
        <w:numPr>
          <w:ilvl w:val="0"/>
          <w:numId w:val="7"/>
        </w:numPr>
      </w:pPr>
      <w:r w:rsidRPr="00BC394B">
        <w:lastRenderedPageBreak/>
        <w:br/>
      </w:r>
      <w:bookmarkStart w:id="909" w:name="_Ref77856243"/>
      <w:bookmarkStart w:id="910" w:name="_Toc78533756"/>
      <w:r w:rsidRPr="00BC394B">
        <w:rPr>
          <w:b w:val="0"/>
        </w:rPr>
        <w:t>(</w:t>
      </w:r>
      <w:r>
        <w:rPr>
          <w:b w:val="0"/>
        </w:rPr>
        <w:t>normative</w:t>
      </w:r>
      <w:r w:rsidRPr="00BC394B">
        <w:rPr>
          <w:b w:val="0"/>
        </w:rPr>
        <w:t>)</w:t>
      </w:r>
      <w:r w:rsidRPr="00BC394B">
        <w:br/>
      </w:r>
      <w:r w:rsidRPr="00BC394B">
        <w:br/>
      </w:r>
      <w:r w:rsidRPr="00C61CB5">
        <w:t>OpenMAX</w:t>
      </w:r>
      <w:r w:rsidR="00B22B6D">
        <w:t xml:space="preserve"> IL</w:t>
      </w:r>
      <w:r w:rsidRPr="00C61CB5">
        <w:t xml:space="preserve"> </w:t>
      </w:r>
      <w:r w:rsidR="00C124CA">
        <w:t xml:space="preserve">VDI </w:t>
      </w:r>
      <w:r w:rsidRPr="00C61CB5">
        <w:t>extension header</w:t>
      </w:r>
      <w:bookmarkEnd w:id="909"/>
      <w:bookmarkEnd w:id="910"/>
    </w:p>
    <w:p w14:paraId="29828CC4" w14:textId="77777777" w:rsidR="00813578" w:rsidRDefault="00813578" w:rsidP="00813578">
      <w:pPr>
        <w:pStyle w:val="a2"/>
        <w:numPr>
          <w:ilvl w:val="1"/>
          <w:numId w:val="7"/>
        </w:numPr>
      </w:pPr>
      <w:bookmarkStart w:id="911" w:name="_Toc78533757"/>
      <w:r>
        <w:t>General</w:t>
      </w:r>
      <w:bookmarkEnd w:id="911"/>
    </w:p>
    <w:p w14:paraId="5F92A1F4" w14:textId="4B7565D7" w:rsidR="00813578" w:rsidRDefault="00813578" w:rsidP="00813578">
      <w:pPr>
        <w:rPr>
          <w:lang w:eastAsia="ja-JP"/>
        </w:rPr>
      </w:pPr>
      <w:r w:rsidRPr="00254C5E">
        <w:rPr>
          <w:lang w:eastAsia="ja-JP"/>
        </w:rPr>
        <w:t xml:space="preserve">The control interface to the video decoding </w:t>
      </w:r>
      <w:r>
        <w:rPr>
          <w:lang w:eastAsia="ja-JP"/>
        </w:rPr>
        <w:t>engine</w:t>
      </w:r>
      <w:r w:rsidR="002A65A7">
        <w:rPr>
          <w:lang w:eastAsia="ja-JP"/>
        </w:rPr>
        <w:t xml:space="preserve"> is defined for the Open MAX IL </w:t>
      </w:r>
      <w:r w:rsidR="001A4413">
        <w:rPr>
          <w:lang w:eastAsia="ja-JP"/>
        </w:rPr>
        <w:t>interface.</w:t>
      </w:r>
    </w:p>
    <w:p w14:paraId="175C02FB" w14:textId="69B974E5" w:rsidR="00813578" w:rsidRDefault="00813578" w:rsidP="00813578">
      <w:pPr>
        <w:rPr>
          <w:lang w:eastAsia="ja-JP"/>
        </w:rPr>
      </w:pPr>
      <w:r>
        <w:rPr>
          <w:lang w:eastAsia="ja-JP"/>
        </w:rPr>
        <w:t xml:space="preserve">The </w:t>
      </w:r>
      <w:r w:rsidR="001A4413">
        <w:rPr>
          <w:lang w:eastAsia="ja-JP"/>
        </w:rPr>
        <w:t>source code of the extension</w:t>
      </w:r>
      <w:r>
        <w:rPr>
          <w:lang w:eastAsia="ja-JP"/>
        </w:rPr>
        <w:t xml:space="preserve"> is available as electronic attachment at</w:t>
      </w:r>
      <w:r w:rsidR="0001177B">
        <w:rPr>
          <w:lang w:eastAsia="ja-JP"/>
        </w:rPr>
        <w:t xml:space="preserve"> </w:t>
      </w:r>
      <w:hyperlink r:id="rId39" w:history="1">
        <w:r w:rsidR="0001177B" w:rsidRPr="0001177B">
          <w:rPr>
            <w:rStyle w:val="Hyperlink"/>
            <w:lang w:val="en-GB" w:eastAsia="ja-JP"/>
          </w:rPr>
          <w:t>http://mpegx.int-evry.fr/software/MPEG/Systems/VideoDecodingInterface/specification</w:t>
        </w:r>
      </w:hyperlink>
      <w:r>
        <w:rPr>
          <w:lang w:eastAsia="ja-JP"/>
        </w:rPr>
        <w:t>.</w:t>
      </w:r>
    </w:p>
    <w:p w14:paraId="2BC34974" w14:textId="380820E7" w:rsidR="00CE499A" w:rsidRDefault="00CE499A" w:rsidP="00813578">
      <w:pPr>
        <w:rPr>
          <w:lang w:eastAsia="ja-JP"/>
        </w:rPr>
      </w:pPr>
      <w:r w:rsidRPr="00A34C8C">
        <w:rPr>
          <w:highlight w:val="yellow"/>
          <w:lang w:eastAsia="ja-JP"/>
        </w:rPr>
        <w:t>[Editor’s note] An ISO</w:t>
      </w:r>
      <w:r>
        <w:rPr>
          <w:highlight w:val="yellow"/>
          <w:lang w:eastAsia="ja-JP"/>
        </w:rPr>
        <w:t>-</w:t>
      </w:r>
      <w:r w:rsidRPr="00A34C8C">
        <w:rPr>
          <w:highlight w:val="yellow"/>
          <w:lang w:eastAsia="ja-JP"/>
        </w:rPr>
        <w:t>hosted link will be provided for publication</w:t>
      </w:r>
      <w:r>
        <w:rPr>
          <w:lang w:eastAsia="ja-JP"/>
        </w:rPr>
        <w:t>.</w:t>
      </w:r>
    </w:p>
    <w:p w14:paraId="3FEB1BE5" w14:textId="7A3C393D" w:rsidR="00813578" w:rsidRDefault="00813578" w:rsidP="00813578">
      <w:pPr>
        <w:rPr>
          <w:lang w:eastAsia="ja-JP"/>
        </w:rPr>
      </w:pPr>
      <w:r>
        <w:rPr>
          <w:lang w:eastAsia="ja-JP"/>
        </w:rPr>
        <w:t xml:space="preserve">In case of disparity, the </w:t>
      </w:r>
      <w:r w:rsidR="001A4413">
        <w:rPr>
          <w:lang w:eastAsia="ja-JP"/>
        </w:rPr>
        <w:t>source code</w:t>
      </w:r>
      <w:r>
        <w:rPr>
          <w:lang w:eastAsia="ja-JP"/>
        </w:rPr>
        <w:t xml:space="preserve"> available as electronic attachment takes precedence over the reproduction provided in </w:t>
      </w:r>
      <w:r w:rsidR="001A4413">
        <w:rPr>
          <w:lang w:eastAsia="ja-JP"/>
        </w:rPr>
        <w:fldChar w:fldCharType="begin"/>
      </w:r>
      <w:r w:rsidR="001A4413">
        <w:rPr>
          <w:lang w:eastAsia="ja-JP"/>
        </w:rPr>
        <w:instrText xml:space="preserve"> REF _Ref77784160 \r \h </w:instrText>
      </w:r>
      <w:r w:rsidR="001A4413">
        <w:rPr>
          <w:lang w:eastAsia="ja-JP"/>
        </w:rPr>
      </w:r>
      <w:r w:rsidR="001A4413">
        <w:rPr>
          <w:lang w:eastAsia="ja-JP"/>
        </w:rPr>
        <w:fldChar w:fldCharType="separate"/>
      </w:r>
      <w:r w:rsidR="00634738">
        <w:rPr>
          <w:lang w:eastAsia="ja-JP"/>
        </w:rPr>
        <w:t>B.2</w:t>
      </w:r>
      <w:r w:rsidR="001A4413">
        <w:rPr>
          <w:lang w:eastAsia="ja-JP"/>
        </w:rPr>
        <w:fldChar w:fldCharType="end"/>
      </w:r>
      <w:r w:rsidR="001A4413">
        <w:rPr>
          <w:lang w:eastAsia="ja-JP"/>
        </w:rPr>
        <w:t>.</w:t>
      </w:r>
    </w:p>
    <w:p w14:paraId="323957FB" w14:textId="341B3CA4" w:rsidR="00813578" w:rsidRDefault="00813578" w:rsidP="00813578">
      <w:pPr>
        <w:pStyle w:val="a2"/>
        <w:numPr>
          <w:ilvl w:val="1"/>
          <w:numId w:val="7"/>
        </w:numPr>
      </w:pPr>
      <w:bookmarkStart w:id="912" w:name="_Ref77784160"/>
      <w:bookmarkStart w:id="913" w:name="_Toc78533758"/>
      <w:r>
        <w:t>Source code</w:t>
      </w:r>
      <w:bookmarkEnd w:id="912"/>
      <w:bookmarkEnd w:id="913"/>
    </w:p>
    <w:p w14:paraId="13F2366C" w14:textId="66364762" w:rsidR="00813578" w:rsidRPr="00803F15" w:rsidRDefault="00813578" w:rsidP="00A34C8C">
      <w:bookmarkStart w:id="914" w:name="_Hlk77784194"/>
      <w:r>
        <w:rPr>
          <w:lang w:eastAsia="ja-JP"/>
        </w:rPr>
        <w:t>The source code is re</w:t>
      </w:r>
      <w:r w:rsidR="00061212">
        <w:rPr>
          <w:lang w:eastAsia="ja-JP"/>
        </w:rPr>
        <w:t>produced in</w:t>
      </w:r>
      <w:r w:rsidR="009123D3">
        <w:rPr>
          <w:lang w:eastAsia="ja-JP"/>
        </w:rPr>
        <w:t xml:space="preserve"> Table B.1</w:t>
      </w:r>
      <w:r w:rsidR="00061212">
        <w:rPr>
          <w:lang w:eastAsia="ja-JP"/>
        </w:rPr>
        <w:t>.</w:t>
      </w:r>
    </w:p>
    <w:p w14:paraId="52C70BC0" w14:textId="59082395" w:rsidR="00C124CA" w:rsidRPr="00F2280B" w:rsidRDefault="00C124CA" w:rsidP="00304D5A">
      <w:pPr>
        <w:pStyle w:val="AnnexBTable"/>
      </w:pPr>
      <w:bookmarkStart w:id="915" w:name="_Ref77784053"/>
      <w:bookmarkStart w:id="916" w:name="_Ref78532948"/>
      <w:bookmarkEnd w:id="914"/>
      <w:r w:rsidRPr="00F2280B">
        <w:t>OpenMAX IL VDI extension header</w:t>
      </w:r>
      <w:bookmarkEnd w:id="915"/>
      <w:r w:rsidR="00061212" w:rsidRPr="00F2280B">
        <w:t xml:space="preserve"> source code</w:t>
      </w:r>
      <w:bookmarkEnd w:id="916"/>
    </w:p>
    <w:tbl>
      <w:tblPr>
        <w:tblStyle w:val="TableGrid"/>
        <w:tblW w:w="0" w:type="auto"/>
        <w:tblLook w:val="04A0" w:firstRow="1" w:lastRow="0" w:firstColumn="1" w:lastColumn="0" w:noHBand="0" w:noVBand="1"/>
      </w:tblPr>
      <w:tblGrid>
        <w:gridCol w:w="9742"/>
      </w:tblGrid>
      <w:tr w:rsidR="00766377" w:rsidRPr="00BC4B85" w14:paraId="4EB7D833" w14:textId="77777777" w:rsidTr="00766377">
        <w:trPr>
          <w:cnfStyle w:val="100000000000" w:firstRow="1" w:lastRow="0" w:firstColumn="0" w:lastColumn="0" w:oddVBand="0" w:evenVBand="0" w:oddHBand="0" w:evenHBand="0" w:firstRowFirstColumn="0" w:firstRowLastColumn="0" w:lastRowFirstColumn="0" w:lastRowLastColumn="0"/>
        </w:trPr>
        <w:tc>
          <w:tcPr>
            <w:tcW w:w="9742" w:type="dxa"/>
          </w:tcPr>
          <w:p w14:paraId="10314F32" w14:textId="5C0BB1F5" w:rsidR="00766377" w:rsidRPr="00BC4B85" w:rsidRDefault="00766377" w:rsidP="00A34C8C">
            <w:pPr>
              <w:pStyle w:val="Code"/>
              <w:rPr>
                <w:b w:val="0"/>
                <w:sz w:val="24"/>
                <w:lang w:val="en-US"/>
              </w:rPr>
            </w:pPr>
            <w:r w:rsidRPr="00BC4B85">
              <w:rPr>
                <w:b w:val="0"/>
                <w:color w:val="5B9BD5" w:themeColor="accent1"/>
                <w:lang w:val="en-US"/>
              </w:rPr>
              <w:t>/*</w:t>
            </w:r>
            <w:r w:rsidRPr="00BC4B85">
              <w:rPr>
                <w:b w:val="0"/>
                <w:color w:val="5B9BD5" w:themeColor="accent1"/>
                <w:sz w:val="24"/>
                <w:lang w:val="en-US"/>
              </w:rPr>
              <w:br/>
            </w:r>
            <w:r w:rsidRPr="00BC4B85">
              <w:rPr>
                <w:b w:val="0"/>
                <w:color w:val="5B9BD5" w:themeColor="accent1"/>
                <w:lang w:val="en-US"/>
              </w:rPr>
              <w:t xml:space="preserve"> * The Clear BSD License</w:t>
            </w:r>
            <w:r w:rsidRPr="00BC4B85">
              <w:rPr>
                <w:b w:val="0"/>
                <w:color w:val="5B9BD5" w:themeColor="accent1"/>
                <w:sz w:val="24"/>
                <w:lang w:val="en-US"/>
              </w:rPr>
              <w:br/>
            </w:r>
            <w:r w:rsidRPr="00BC4B85">
              <w:rPr>
                <w:b w:val="0"/>
                <w:color w:val="5B9BD5" w:themeColor="accent1"/>
                <w:lang w:val="en-US"/>
              </w:rPr>
              <w:t xml:space="preserve"> *</w:t>
            </w:r>
            <w:r w:rsidRPr="00BC4B85">
              <w:rPr>
                <w:b w:val="0"/>
                <w:color w:val="5B9BD5" w:themeColor="accent1"/>
                <w:sz w:val="24"/>
                <w:lang w:val="en-US"/>
              </w:rPr>
              <w:br/>
            </w:r>
            <w:r w:rsidRPr="00BC4B85">
              <w:rPr>
                <w:b w:val="0"/>
                <w:color w:val="5B9BD5" w:themeColor="accent1"/>
                <w:lang w:val="en-US"/>
              </w:rPr>
              <w:t xml:space="preserve"> * Copyright (c) 2021 ISO/IEC</w:t>
            </w:r>
            <w:r w:rsidRPr="00BC4B85">
              <w:rPr>
                <w:b w:val="0"/>
                <w:color w:val="5B9BD5" w:themeColor="accent1"/>
                <w:sz w:val="24"/>
                <w:lang w:val="en-US"/>
              </w:rPr>
              <w:br/>
            </w:r>
            <w:r w:rsidRPr="00BC4B85">
              <w:rPr>
                <w:b w:val="0"/>
                <w:color w:val="5B9BD5" w:themeColor="accent1"/>
                <w:lang w:val="en-US"/>
              </w:rPr>
              <w:t xml:space="preserve"> * All rights reserved.</w:t>
            </w:r>
            <w:r w:rsidRPr="00BC4B85">
              <w:rPr>
                <w:b w:val="0"/>
                <w:color w:val="5B9BD5" w:themeColor="accent1"/>
                <w:sz w:val="24"/>
                <w:lang w:val="en-US"/>
              </w:rPr>
              <w:br/>
            </w:r>
            <w:r w:rsidRPr="00BC4B85">
              <w:rPr>
                <w:b w:val="0"/>
                <w:color w:val="5B9BD5" w:themeColor="accent1"/>
                <w:lang w:val="en-US"/>
              </w:rPr>
              <w:t xml:space="preserve"> *</w:t>
            </w:r>
            <w:r w:rsidRPr="00BC4B85">
              <w:rPr>
                <w:b w:val="0"/>
                <w:color w:val="5B9BD5" w:themeColor="accent1"/>
                <w:sz w:val="24"/>
                <w:lang w:val="en-US"/>
              </w:rPr>
              <w:br/>
            </w:r>
            <w:r w:rsidRPr="00BC4B85">
              <w:rPr>
                <w:b w:val="0"/>
                <w:color w:val="5B9BD5" w:themeColor="accent1"/>
                <w:lang w:val="en-US"/>
              </w:rPr>
              <w:t xml:space="preserve"> * Redistribution and use in source and binary forms, with or without</w:t>
            </w:r>
            <w:r w:rsidRPr="00BC4B85">
              <w:rPr>
                <w:b w:val="0"/>
                <w:color w:val="5B9BD5" w:themeColor="accent1"/>
                <w:sz w:val="24"/>
                <w:lang w:val="en-US"/>
              </w:rPr>
              <w:br/>
            </w:r>
            <w:r w:rsidRPr="00BC4B85">
              <w:rPr>
                <w:b w:val="0"/>
                <w:color w:val="5B9BD5" w:themeColor="accent1"/>
                <w:lang w:val="en-US"/>
              </w:rPr>
              <w:t xml:space="preserve"> * modification, are permitted (subject to the limitations in the disclaimer</w:t>
            </w:r>
            <w:r w:rsidRPr="00BC4B85">
              <w:rPr>
                <w:b w:val="0"/>
                <w:color w:val="5B9BD5" w:themeColor="accent1"/>
                <w:sz w:val="24"/>
                <w:lang w:val="en-US"/>
              </w:rPr>
              <w:br/>
            </w:r>
            <w:r w:rsidRPr="00BC4B85">
              <w:rPr>
                <w:b w:val="0"/>
                <w:color w:val="5B9BD5" w:themeColor="accent1"/>
                <w:lang w:val="en-US"/>
              </w:rPr>
              <w:t xml:space="preserve"> * below) provided that the following conditions are met:</w:t>
            </w:r>
            <w:r w:rsidRPr="00BC4B85">
              <w:rPr>
                <w:b w:val="0"/>
                <w:color w:val="5B9BD5" w:themeColor="accent1"/>
                <w:sz w:val="24"/>
                <w:lang w:val="en-US"/>
              </w:rPr>
              <w:br/>
            </w:r>
            <w:r w:rsidRPr="00BC4B85">
              <w:rPr>
                <w:b w:val="0"/>
                <w:color w:val="5B9BD5" w:themeColor="accent1"/>
                <w:lang w:val="en-US"/>
              </w:rPr>
              <w:t xml:space="preserve"> *</w:t>
            </w:r>
            <w:r w:rsidRPr="00BC4B85">
              <w:rPr>
                <w:b w:val="0"/>
                <w:color w:val="5B9BD5" w:themeColor="accent1"/>
                <w:sz w:val="24"/>
                <w:lang w:val="en-US"/>
              </w:rPr>
              <w:br/>
            </w:r>
            <w:r w:rsidRPr="00BC4B85">
              <w:rPr>
                <w:b w:val="0"/>
                <w:color w:val="5B9BD5" w:themeColor="accent1"/>
                <w:lang w:val="en-US"/>
              </w:rPr>
              <w:t xml:space="preserve"> *  * Redistributions of source code must retain the above copyright notice,</w:t>
            </w:r>
            <w:r w:rsidRPr="00BC4B85">
              <w:rPr>
                <w:b w:val="0"/>
                <w:color w:val="5B9BD5" w:themeColor="accent1"/>
                <w:sz w:val="24"/>
                <w:lang w:val="en-US"/>
              </w:rPr>
              <w:br/>
            </w:r>
            <w:r w:rsidRPr="00BC4B85">
              <w:rPr>
                <w:b w:val="0"/>
                <w:color w:val="5B9BD5" w:themeColor="accent1"/>
                <w:lang w:val="en-US"/>
              </w:rPr>
              <w:t xml:space="preserve"> *    this list of conditions and the following disclaimer.</w:t>
            </w:r>
            <w:r w:rsidRPr="00BC4B85">
              <w:rPr>
                <w:b w:val="0"/>
                <w:color w:val="5B9BD5" w:themeColor="accent1"/>
                <w:sz w:val="24"/>
                <w:lang w:val="en-US"/>
              </w:rPr>
              <w:br/>
            </w:r>
            <w:r w:rsidRPr="00BC4B85">
              <w:rPr>
                <w:b w:val="0"/>
                <w:color w:val="5B9BD5" w:themeColor="accent1"/>
                <w:lang w:val="en-US"/>
              </w:rPr>
              <w:t xml:space="preserve"> *</w:t>
            </w:r>
            <w:r w:rsidRPr="00BC4B85">
              <w:rPr>
                <w:b w:val="0"/>
                <w:color w:val="5B9BD5" w:themeColor="accent1"/>
                <w:sz w:val="24"/>
                <w:lang w:val="en-US"/>
              </w:rPr>
              <w:br/>
            </w:r>
            <w:r w:rsidRPr="00BC4B85">
              <w:rPr>
                <w:b w:val="0"/>
                <w:color w:val="5B9BD5" w:themeColor="accent1"/>
                <w:lang w:val="en-US"/>
              </w:rPr>
              <w:t xml:space="preserve"> *  * Redistributions in binary form must reproduce the above copyright</w:t>
            </w:r>
            <w:r w:rsidRPr="00BC4B85">
              <w:rPr>
                <w:b w:val="0"/>
                <w:color w:val="5B9BD5" w:themeColor="accent1"/>
                <w:sz w:val="24"/>
                <w:lang w:val="en-US"/>
              </w:rPr>
              <w:br/>
            </w:r>
            <w:r w:rsidRPr="00BC4B85">
              <w:rPr>
                <w:b w:val="0"/>
                <w:color w:val="5B9BD5" w:themeColor="accent1"/>
                <w:lang w:val="en-US"/>
              </w:rPr>
              <w:t xml:space="preserve"> *    notice, this list of conditions and the following disclaimer in the</w:t>
            </w:r>
            <w:r w:rsidRPr="00BC4B85">
              <w:rPr>
                <w:b w:val="0"/>
                <w:color w:val="5B9BD5" w:themeColor="accent1"/>
                <w:sz w:val="24"/>
                <w:lang w:val="en-US"/>
              </w:rPr>
              <w:br/>
            </w:r>
            <w:r w:rsidRPr="00BC4B85">
              <w:rPr>
                <w:b w:val="0"/>
                <w:color w:val="5B9BD5" w:themeColor="accent1"/>
                <w:lang w:val="en-US"/>
              </w:rPr>
              <w:t xml:space="preserve"> *    documentation and/or other materials provided with the distribution.</w:t>
            </w:r>
            <w:r w:rsidRPr="00BC4B85">
              <w:rPr>
                <w:b w:val="0"/>
                <w:color w:val="5B9BD5" w:themeColor="accent1"/>
                <w:sz w:val="24"/>
                <w:lang w:val="en-US"/>
              </w:rPr>
              <w:br/>
            </w:r>
            <w:r w:rsidRPr="00BC4B85">
              <w:rPr>
                <w:b w:val="0"/>
                <w:color w:val="5B9BD5" w:themeColor="accent1"/>
                <w:lang w:val="en-US"/>
              </w:rPr>
              <w:t xml:space="preserve"> * </w:t>
            </w:r>
            <w:r w:rsidRPr="00BC4B85">
              <w:rPr>
                <w:b w:val="0"/>
                <w:color w:val="5B9BD5" w:themeColor="accent1"/>
                <w:sz w:val="24"/>
                <w:lang w:val="en-US"/>
              </w:rPr>
              <w:br/>
            </w:r>
            <w:r w:rsidRPr="00BC4B85">
              <w:rPr>
                <w:b w:val="0"/>
                <w:color w:val="5B9BD5" w:themeColor="accent1"/>
                <w:lang w:val="en-US"/>
              </w:rPr>
              <w:t xml:space="preserve"> *  * Neither the name of the copyright holder nor the names of its</w:t>
            </w:r>
            <w:r w:rsidRPr="00BC4B85">
              <w:rPr>
                <w:b w:val="0"/>
                <w:color w:val="5B9BD5" w:themeColor="accent1"/>
                <w:sz w:val="24"/>
                <w:lang w:val="en-US"/>
              </w:rPr>
              <w:br/>
            </w:r>
            <w:r w:rsidRPr="00BC4B85">
              <w:rPr>
                <w:b w:val="0"/>
                <w:color w:val="5B9BD5" w:themeColor="accent1"/>
                <w:lang w:val="en-US"/>
              </w:rPr>
              <w:t xml:space="preserve"> *    contributors may be used to endorse or promote products derived from this</w:t>
            </w:r>
            <w:r w:rsidRPr="00BC4B85">
              <w:rPr>
                <w:b w:val="0"/>
                <w:color w:val="5B9BD5" w:themeColor="accent1"/>
                <w:sz w:val="24"/>
                <w:lang w:val="en-US"/>
              </w:rPr>
              <w:br/>
            </w:r>
            <w:r w:rsidRPr="00BC4B85">
              <w:rPr>
                <w:b w:val="0"/>
                <w:color w:val="5B9BD5" w:themeColor="accent1"/>
                <w:lang w:val="en-US"/>
              </w:rPr>
              <w:t xml:space="preserve"> *    software without specific prior written permission.</w:t>
            </w:r>
            <w:r w:rsidRPr="00BC4B85">
              <w:rPr>
                <w:b w:val="0"/>
                <w:color w:val="5B9BD5" w:themeColor="accent1"/>
                <w:sz w:val="24"/>
                <w:lang w:val="en-US"/>
              </w:rPr>
              <w:br/>
            </w:r>
            <w:r w:rsidRPr="00BC4B85">
              <w:rPr>
                <w:b w:val="0"/>
                <w:color w:val="5B9BD5" w:themeColor="accent1"/>
                <w:lang w:val="en-US"/>
              </w:rPr>
              <w:t xml:space="preserve"> *</w:t>
            </w:r>
            <w:r w:rsidRPr="00BC4B85">
              <w:rPr>
                <w:b w:val="0"/>
                <w:color w:val="5B9BD5" w:themeColor="accent1"/>
                <w:sz w:val="24"/>
                <w:lang w:val="en-US"/>
              </w:rPr>
              <w:br/>
            </w:r>
            <w:r w:rsidRPr="00BC4B85">
              <w:rPr>
                <w:b w:val="0"/>
                <w:color w:val="5B9BD5" w:themeColor="accent1"/>
                <w:lang w:val="en-US"/>
              </w:rPr>
              <w:t xml:space="preserve"> * NO EXPRESS OR IMPLIED LICENSES TO ANY PARTY'S PATENT RIGHTS ARE GRANTED BY</w:t>
            </w:r>
            <w:r w:rsidRPr="00BC4B85">
              <w:rPr>
                <w:b w:val="0"/>
                <w:color w:val="5B9BD5" w:themeColor="accent1"/>
                <w:sz w:val="24"/>
                <w:lang w:val="en-US"/>
              </w:rPr>
              <w:br/>
            </w:r>
            <w:r w:rsidRPr="00BC4B85">
              <w:rPr>
                <w:b w:val="0"/>
                <w:color w:val="5B9BD5" w:themeColor="accent1"/>
                <w:lang w:val="en-US"/>
              </w:rPr>
              <w:t xml:space="preserve"> * THIS LICENSE. THIS SOFTWARE IS PROVIDED BY THE COPYRIGHT HOLDERS AND</w:t>
            </w:r>
            <w:r w:rsidRPr="00BC4B85">
              <w:rPr>
                <w:b w:val="0"/>
                <w:color w:val="5B9BD5" w:themeColor="accent1"/>
                <w:sz w:val="24"/>
                <w:lang w:val="en-US"/>
              </w:rPr>
              <w:br/>
            </w:r>
            <w:r w:rsidRPr="00BC4B85">
              <w:rPr>
                <w:b w:val="0"/>
                <w:color w:val="5B9BD5" w:themeColor="accent1"/>
                <w:lang w:val="en-US"/>
              </w:rPr>
              <w:t xml:space="preserve"> * CONTRIBUTORS "AS IS" AND ANY EXPRESS OR IMPLIED WARRANTIES, INCLUDING, BUT NOT</w:t>
            </w:r>
            <w:r w:rsidRPr="00BC4B85">
              <w:rPr>
                <w:b w:val="0"/>
                <w:color w:val="5B9BD5" w:themeColor="accent1"/>
                <w:sz w:val="24"/>
                <w:lang w:val="en-US"/>
              </w:rPr>
              <w:br/>
            </w:r>
            <w:r w:rsidRPr="00BC4B85">
              <w:rPr>
                <w:b w:val="0"/>
                <w:color w:val="5B9BD5" w:themeColor="accent1"/>
                <w:lang w:val="en-US"/>
              </w:rPr>
              <w:t xml:space="preserve"> * LIMITED TO, THE IMPLIED WARRANTIES OF MERCHANTABILITY AND FITNESS FOR A</w:t>
            </w:r>
            <w:r w:rsidRPr="00BC4B85">
              <w:rPr>
                <w:b w:val="0"/>
                <w:color w:val="5B9BD5" w:themeColor="accent1"/>
                <w:sz w:val="24"/>
                <w:lang w:val="en-US"/>
              </w:rPr>
              <w:br/>
            </w:r>
            <w:r w:rsidRPr="00BC4B85">
              <w:rPr>
                <w:b w:val="0"/>
                <w:color w:val="5B9BD5" w:themeColor="accent1"/>
                <w:lang w:val="en-US"/>
              </w:rPr>
              <w:t xml:space="preserve"> * PARTICULAR PURPOSE ARE DISCLAIMED. IN NO EVENT SHALL THE COPYRIGHT HOLDER OR</w:t>
            </w:r>
            <w:r w:rsidRPr="00BC4B85">
              <w:rPr>
                <w:b w:val="0"/>
                <w:color w:val="5B9BD5" w:themeColor="accent1"/>
                <w:sz w:val="24"/>
                <w:lang w:val="en-US"/>
              </w:rPr>
              <w:br/>
            </w:r>
            <w:r w:rsidRPr="00BC4B85">
              <w:rPr>
                <w:b w:val="0"/>
                <w:color w:val="5B9BD5" w:themeColor="accent1"/>
                <w:lang w:val="en-US"/>
              </w:rPr>
              <w:t xml:space="preserve"> * CONTRIBUTORS BE LIABLE FOR ANY DIRECT, INDIRECT, INCIDENTAL, SPECIAL,</w:t>
            </w:r>
            <w:r w:rsidRPr="00BC4B85">
              <w:rPr>
                <w:b w:val="0"/>
                <w:color w:val="5B9BD5" w:themeColor="accent1"/>
                <w:sz w:val="24"/>
                <w:lang w:val="en-US"/>
              </w:rPr>
              <w:br/>
            </w:r>
            <w:r w:rsidRPr="00BC4B85">
              <w:rPr>
                <w:b w:val="0"/>
                <w:color w:val="5B9BD5" w:themeColor="accent1"/>
                <w:lang w:val="en-US"/>
              </w:rPr>
              <w:t xml:space="preserve"> * EXEMPLARY, OR CONSEQUENTIAL DAMAGES (INCLUDING, BUT NOT LIMITED TO,</w:t>
            </w:r>
            <w:r w:rsidRPr="00BC4B85">
              <w:rPr>
                <w:b w:val="0"/>
                <w:color w:val="5B9BD5" w:themeColor="accent1"/>
                <w:sz w:val="24"/>
                <w:lang w:val="en-US"/>
              </w:rPr>
              <w:br/>
            </w:r>
            <w:r w:rsidRPr="00BC4B85">
              <w:rPr>
                <w:b w:val="0"/>
                <w:color w:val="5B9BD5" w:themeColor="accent1"/>
                <w:lang w:val="en-US"/>
              </w:rPr>
              <w:t xml:space="preserve"> * PROCUREMENT OF SUBSTITUTE GOODS OR SERVICES; LOSS OF USE, DATA, OR PROFITS; OR</w:t>
            </w:r>
            <w:r w:rsidRPr="00BC4B85">
              <w:rPr>
                <w:b w:val="0"/>
                <w:color w:val="5B9BD5" w:themeColor="accent1"/>
                <w:sz w:val="24"/>
                <w:lang w:val="en-US"/>
              </w:rPr>
              <w:br/>
            </w:r>
            <w:r w:rsidRPr="00BC4B85">
              <w:rPr>
                <w:b w:val="0"/>
                <w:color w:val="5B9BD5" w:themeColor="accent1"/>
                <w:lang w:val="en-US"/>
              </w:rPr>
              <w:t xml:space="preserve"> * BUSINESS INTERRUPTION) HOWEVER CAUSED AND ON ANY THEORY OF LIABILITY, WHETHER</w:t>
            </w:r>
            <w:r w:rsidRPr="00BC4B85">
              <w:rPr>
                <w:b w:val="0"/>
                <w:color w:val="5B9BD5" w:themeColor="accent1"/>
                <w:sz w:val="24"/>
                <w:lang w:val="en-US"/>
              </w:rPr>
              <w:br/>
            </w:r>
            <w:r w:rsidRPr="00BC4B85">
              <w:rPr>
                <w:b w:val="0"/>
                <w:color w:val="5B9BD5" w:themeColor="accent1"/>
                <w:lang w:val="en-US"/>
              </w:rPr>
              <w:t xml:space="preserve"> * IN CONTRACT, STRICT LIABILITY, OR TORT (INCLUDING NEGLIGENCE OR OTHERWISE)</w:t>
            </w:r>
            <w:r w:rsidRPr="00BC4B85">
              <w:rPr>
                <w:b w:val="0"/>
                <w:color w:val="5B9BD5" w:themeColor="accent1"/>
                <w:sz w:val="24"/>
                <w:lang w:val="en-US"/>
              </w:rPr>
              <w:br/>
            </w:r>
            <w:r w:rsidRPr="00BC4B85">
              <w:rPr>
                <w:b w:val="0"/>
                <w:color w:val="5B9BD5" w:themeColor="accent1"/>
                <w:lang w:val="en-US"/>
              </w:rPr>
              <w:t xml:space="preserve"> * ARISING IN ANY WAY OUT OF THE USE OF THIS SOFTWARE, EVEN IF ADVISED OF THE</w:t>
            </w:r>
            <w:r w:rsidRPr="00BC4B85">
              <w:rPr>
                <w:b w:val="0"/>
                <w:color w:val="5B9BD5" w:themeColor="accent1"/>
                <w:sz w:val="24"/>
                <w:lang w:val="en-US"/>
              </w:rPr>
              <w:br/>
            </w:r>
            <w:r w:rsidRPr="00BC4B85">
              <w:rPr>
                <w:b w:val="0"/>
                <w:color w:val="5B9BD5" w:themeColor="accent1"/>
                <w:lang w:val="en-US"/>
              </w:rPr>
              <w:t xml:space="preserve"> * POSSIBILITY OF SUCH DAMAGE.</w:t>
            </w:r>
            <w:r w:rsidRPr="00BC4B85">
              <w:rPr>
                <w:b w:val="0"/>
                <w:color w:val="5B9BD5" w:themeColor="accent1"/>
                <w:sz w:val="24"/>
                <w:lang w:val="en-US"/>
              </w:rPr>
              <w:br/>
            </w:r>
            <w:r w:rsidRPr="00BC4B85">
              <w:rPr>
                <w:b w:val="0"/>
                <w:color w:val="5B9BD5" w:themeColor="accent1"/>
                <w:lang w:val="en-US"/>
              </w:rPr>
              <w:t xml:space="preserve"> */</w:t>
            </w:r>
            <w:r w:rsidRPr="00BC4B85">
              <w:rPr>
                <w:b w:val="0"/>
                <w:sz w:val="24"/>
                <w:lang w:val="en-US"/>
              </w:rPr>
              <w:br/>
            </w:r>
            <w:r w:rsidRPr="00BC4B85">
              <w:rPr>
                <w:b w:val="0"/>
                <w:sz w:val="24"/>
                <w:lang w:val="en-US"/>
              </w:rPr>
              <w:br/>
            </w:r>
            <w:r w:rsidRPr="00BC4B85">
              <w:rPr>
                <w:b w:val="0"/>
                <w:color w:val="5B9BD5" w:themeColor="accent1"/>
                <w:lang w:val="en-US"/>
              </w:rPr>
              <w:t>/*</w:t>
            </w:r>
            <w:r w:rsidRPr="00BC4B85">
              <w:rPr>
                <w:b w:val="0"/>
                <w:color w:val="5B9BD5" w:themeColor="accent1"/>
                <w:sz w:val="24"/>
                <w:lang w:val="en-US"/>
              </w:rPr>
              <w:br/>
            </w:r>
            <w:r w:rsidRPr="00BC4B85">
              <w:rPr>
                <w:b w:val="0"/>
                <w:color w:val="5B9BD5" w:themeColor="accent1"/>
                <w:lang w:val="en-US"/>
              </w:rPr>
              <w:lastRenderedPageBreak/>
              <w:t xml:space="preserve"> *  OMX_MPEG.h - Extension for OpenMax IL version 1.2.0 defined in ISO/IEC 23090-13.</w:t>
            </w:r>
            <w:r w:rsidRPr="00BC4B85">
              <w:rPr>
                <w:b w:val="0"/>
                <w:color w:val="5B9BD5" w:themeColor="accent1"/>
                <w:sz w:val="24"/>
                <w:lang w:val="en-US"/>
              </w:rPr>
              <w:br/>
            </w:r>
            <w:r w:rsidRPr="00BC4B85">
              <w:rPr>
                <w:b w:val="0"/>
                <w:color w:val="5B9BD5" w:themeColor="accent1"/>
                <w:lang w:val="en-US"/>
              </w:rPr>
              <w:t xml:space="preserve"> *  The structures and methods are needed for executing the functionalities of</w:t>
            </w:r>
            <w:r w:rsidRPr="00BC4B85">
              <w:rPr>
                <w:b w:val="0"/>
                <w:color w:val="5B9BD5" w:themeColor="accent1"/>
                <w:sz w:val="24"/>
                <w:lang w:val="en-US"/>
              </w:rPr>
              <w:br/>
            </w:r>
            <w:r w:rsidRPr="00BC4B85">
              <w:rPr>
                <w:b w:val="0"/>
                <w:color w:val="5B9BD5" w:themeColor="accent1"/>
                <w:lang w:val="en-US"/>
              </w:rPr>
              <w:t xml:space="preserve"> *  multi decoder instances management as defined in ISO/IEC 23090-13.</w:t>
            </w:r>
            <w:r w:rsidRPr="00BC4B85">
              <w:rPr>
                <w:b w:val="0"/>
                <w:color w:val="5B9BD5" w:themeColor="accent1"/>
                <w:sz w:val="24"/>
                <w:lang w:val="en-US"/>
              </w:rPr>
              <w:br/>
            </w:r>
            <w:r w:rsidRPr="00BC4B85">
              <w:rPr>
                <w:b w:val="0"/>
                <w:color w:val="5B9BD5" w:themeColor="accent1"/>
                <w:lang w:val="en-US"/>
              </w:rPr>
              <w:t xml:space="preserve"> */</w:t>
            </w:r>
            <w:r w:rsidRPr="00BC4B85">
              <w:rPr>
                <w:b w:val="0"/>
                <w:sz w:val="24"/>
                <w:lang w:val="en-US"/>
              </w:rPr>
              <w:br/>
            </w:r>
            <w:r w:rsidRPr="00BC4B85">
              <w:rPr>
                <w:b w:val="0"/>
                <w:sz w:val="24"/>
                <w:lang w:val="en-US"/>
              </w:rPr>
              <w:br/>
            </w:r>
            <w:r w:rsidRPr="00BC4B85">
              <w:rPr>
                <w:b w:val="0"/>
                <w:color w:val="BC7A00"/>
                <w:lang w:val="en-US"/>
              </w:rPr>
              <w:t>#ifndef OMX_MPEG_h</w:t>
            </w:r>
            <w:r w:rsidRPr="00BC4B85">
              <w:rPr>
                <w:b w:val="0"/>
                <w:sz w:val="24"/>
                <w:lang w:val="en-US"/>
              </w:rPr>
              <w:br/>
            </w:r>
            <w:r w:rsidRPr="00BC4B85">
              <w:rPr>
                <w:b w:val="0"/>
                <w:color w:val="BC7A00"/>
                <w:lang w:val="en-US"/>
              </w:rPr>
              <w:t>#define OMX_MPEG_h</w:t>
            </w:r>
            <w:r w:rsidRPr="00BC4B85">
              <w:rPr>
                <w:b w:val="0"/>
                <w:sz w:val="24"/>
                <w:lang w:val="en-US"/>
              </w:rPr>
              <w:br/>
            </w:r>
            <w:r w:rsidRPr="00BC4B85">
              <w:rPr>
                <w:b w:val="0"/>
                <w:sz w:val="24"/>
                <w:lang w:val="en-US"/>
              </w:rPr>
              <w:br/>
            </w:r>
            <w:r w:rsidRPr="00BC4B85">
              <w:rPr>
                <w:b w:val="0"/>
                <w:color w:val="BC7A00"/>
                <w:lang w:val="en-US"/>
              </w:rPr>
              <w:t>#ifdef __cplusplus</w:t>
            </w:r>
            <w:r w:rsidRPr="00BC4B85">
              <w:rPr>
                <w:b w:val="0"/>
                <w:sz w:val="24"/>
                <w:lang w:val="en-US"/>
              </w:rPr>
              <w:br/>
            </w:r>
            <w:r w:rsidRPr="00BC4B85">
              <w:rPr>
                <w:b w:val="0"/>
                <w:color w:val="007020"/>
                <w:lang w:val="en-US"/>
              </w:rPr>
              <w:t>extern</w:t>
            </w:r>
            <w:r w:rsidRPr="00BC4B85">
              <w:rPr>
                <w:b w:val="0"/>
                <w:lang w:val="en-US"/>
              </w:rPr>
              <w:t xml:space="preserve"> </w:t>
            </w:r>
            <w:r w:rsidRPr="00BC4B85">
              <w:rPr>
                <w:b w:val="0"/>
                <w:color w:val="4070A0"/>
                <w:lang w:val="en-US"/>
              </w:rPr>
              <w:t>"C"</w:t>
            </w:r>
            <w:r w:rsidRPr="00BC4B85">
              <w:rPr>
                <w:b w:val="0"/>
                <w:lang w:val="en-US"/>
              </w:rPr>
              <w:t xml:space="preserve"> {</w:t>
            </w:r>
            <w:r w:rsidRPr="00BC4B85">
              <w:rPr>
                <w:b w:val="0"/>
                <w:sz w:val="24"/>
                <w:lang w:val="en-US"/>
              </w:rPr>
              <w:br/>
            </w:r>
            <w:r w:rsidRPr="00BC4B85">
              <w:rPr>
                <w:b w:val="0"/>
                <w:color w:val="BC7A00"/>
                <w:lang w:val="en-US"/>
              </w:rPr>
              <w:t xml:space="preserve">#endif </w:t>
            </w:r>
            <w:r w:rsidRPr="00BC4B85">
              <w:rPr>
                <w:b w:val="0"/>
                <w:color w:val="5B9BD5" w:themeColor="accent1"/>
                <w:lang w:val="en-US"/>
              </w:rPr>
              <w:t>/* __cplusplus */</w:t>
            </w:r>
            <w:r w:rsidRPr="00BC4B85">
              <w:rPr>
                <w:b w:val="0"/>
                <w:sz w:val="24"/>
                <w:lang w:val="en-US"/>
              </w:rPr>
              <w:br/>
            </w:r>
            <w:r w:rsidRPr="00BC4B85">
              <w:rPr>
                <w:b w:val="0"/>
                <w:sz w:val="24"/>
                <w:lang w:val="en-US"/>
              </w:rPr>
              <w:br/>
            </w:r>
            <w:r w:rsidRPr="00BC4B85">
              <w:rPr>
                <w:b w:val="0"/>
                <w:sz w:val="24"/>
                <w:lang w:val="en-US"/>
              </w:rPr>
              <w:br/>
            </w:r>
            <w:r w:rsidRPr="00BC4B85">
              <w:rPr>
                <w:b w:val="0"/>
                <w:color w:val="5B9BD5" w:themeColor="accent1"/>
                <w:lang w:val="en-US"/>
              </w:rPr>
              <w:t>/* Each OMX header must include all required header files to allow the</w:t>
            </w:r>
            <w:r w:rsidRPr="00BC4B85">
              <w:rPr>
                <w:b w:val="0"/>
                <w:color w:val="5B9BD5" w:themeColor="accent1"/>
                <w:sz w:val="24"/>
                <w:lang w:val="en-US"/>
              </w:rPr>
              <w:br/>
            </w:r>
            <w:r w:rsidRPr="00BC4B85">
              <w:rPr>
                <w:b w:val="0"/>
                <w:color w:val="5B9BD5" w:themeColor="accent1"/>
                <w:lang w:val="en-US"/>
              </w:rPr>
              <w:t xml:space="preserve"> *  header to compile without errors.  The includes below are required</w:t>
            </w:r>
            <w:r w:rsidRPr="00BC4B85">
              <w:rPr>
                <w:b w:val="0"/>
                <w:color w:val="5B9BD5" w:themeColor="accent1"/>
                <w:sz w:val="24"/>
                <w:lang w:val="en-US"/>
              </w:rPr>
              <w:br/>
            </w:r>
            <w:r w:rsidRPr="00BC4B85">
              <w:rPr>
                <w:b w:val="0"/>
                <w:color w:val="5B9BD5" w:themeColor="accent1"/>
                <w:lang w:val="en-US"/>
              </w:rPr>
              <w:t xml:space="preserve"> *  for this header file to compile successfully </w:t>
            </w:r>
            <w:r w:rsidRPr="00BC4B85">
              <w:rPr>
                <w:b w:val="0"/>
                <w:color w:val="5B9BD5" w:themeColor="accent1"/>
                <w:sz w:val="24"/>
                <w:lang w:val="en-US"/>
              </w:rPr>
              <w:br/>
            </w:r>
            <w:r w:rsidRPr="00BC4B85">
              <w:rPr>
                <w:b w:val="0"/>
                <w:color w:val="5B9BD5" w:themeColor="accent1"/>
                <w:lang w:val="en-US"/>
              </w:rPr>
              <w:t xml:space="preserve"> */</w:t>
            </w:r>
            <w:r w:rsidRPr="00BC4B85">
              <w:rPr>
                <w:b w:val="0"/>
                <w:sz w:val="24"/>
                <w:lang w:val="en-US"/>
              </w:rPr>
              <w:br/>
            </w:r>
            <w:r w:rsidRPr="00BC4B85">
              <w:rPr>
                <w:b w:val="0"/>
                <w:color w:val="BC7A00"/>
                <w:lang w:val="en-US"/>
              </w:rPr>
              <w:t xml:space="preserve">#include </w:t>
            </w:r>
            <w:r w:rsidRPr="00BC4B85">
              <w:rPr>
                <w:b w:val="0"/>
                <w:lang w:val="en-US"/>
              </w:rPr>
              <w:t>&lt;OMX_Types.h&gt;</w:t>
            </w:r>
            <w:r w:rsidRPr="00BC4B85">
              <w:rPr>
                <w:b w:val="0"/>
                <w:sz w:val="24"/>
                <w:lang w:val="en-US"/>
              </w:rPr>
              <w:br/>
            </w:r>
            <w:r w:rsidRPr="00BC4B85">
              <w:rPr>
                <w:b w:val="0"/>
                <w:color w:val="BC7A00"/>
                <w:lang w:val="en-US"/>
              </w:rPr>
              <w:t xml:space="preserve">#include </w:t>
            </w:r>
            <w:r w:rsidRPr="00BC4B85">
              <w:rPr>
                <w:b w:val="0"/>
                <w:lang w:val="en-US"/>
              </w:rPr>
              <w:t>&lt;OMX_Core.h&gt;</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enum</w:t>
            </w:r>
            <w:r w:rsidRPr="00BC4B85">
              <w:rPr>
                <w:b w:val="0"/>
                <w:lang w:val="en-US"/>
              </w:rPr>
              <w:t xml:space="preserve"> OMX_MPEG_ERRORTYPE {</w:t>
            </w:r>
            <w:r w:rsidRPr="00BC4B85">
              <w:rPr>
                <w:b w:val="0"/>
                <w:sz w:val="24"/>
                <w:lang w:val="en-US"/>
              </w:rPr>
              <w:br/>
            </w:r>
            <w:r w:rsidRPr="00BC4B85">
              <w:rPr>
                <w:b w:val="0"/>
                <w:lang w:val="en-US"/>
              </w:rPr>
              <w:t xml:space="preserve">    OMX_ErrorMpegNone = </w:t>
            </w:r>
            <w:r w:rsidRPr="00BC4B85">
              <w:rPr>
                <w:b w:val="0"/>
                <w:color w:val="40A070"/>
                <w:lang w:val="en-US"/>
              </w:rPr>
              <w:t>0</w:t>
            </w:r>
            <w:r w:rsidRPr="00BC4B85">
              <w:rPr>
                <w:b w:val="0"/>
                <w:lang w:val="en-US"/>
              </w:rPr>
              <w:t>,</w:t>
            </w:r>
            <w:r w:rsidRPr="00BC4B85">
              <w:rPr>
                <w:b w:val="0"/>
                <w:sz w:val="24"/>
                <w:lang w:val="en-US"/>
              </w:rPr>
              <w:br/>
            </w:r>
            <w:r w:rsidRPr="00BC4B85">
              <w:rPr>
                <w:b w:val="0"/>
                <w:lang w:val="en-US"/>
              </w:rPr>
              <w:t xml:space="preserve">    OMX_ErrorVdiNotImplemented = OMX_ErrorVendorStartUnused + </w:t>
            </w:r>
            <w:r w:rsidRPr="00BC4B85">
              <w:rPr>
                <w:b w:val="0"/>
                <w:color w:val="40A070"/>
                <w:lang w:val="en-US"/>
              </w:rPr>
              <w:t>1</w:t>
            </w:r>
            <w:r w:rsidRPr="00BC4B85">
              <w:rPr>
                <w:b w:val="0"/>
                <w:lang w:val="en-US"/>
              </w:rPr>
              <w:t>,</w:t>
            </w:r>
            <w:r w:rsidRPr="00BC4B85">
              <w:rPr>
                <w:b w:val="0"/>
                <w:sz w:val="24"/>
                <w:lang w:val="en-US"/>
              </w:rPr>
              <w:br/>
            </w:r>
            <w:r w:rsidRPr="00BC4B85">
              <w:rPr>
                <w:b w:val="0"/>
                <w:lang w:val="en-US"/>
              </w:rPr>
              <w:t xml:space="preserve">    OMX_ErrorVdiAllocation,</w:t>
            </w:r>
            <w:r w:rsidRPr="00BC4B85">
              <w:rPr>
                <w:b w:val="0"/>
                <w:sz w:val="24"/>
                <w:lang w:val="en-US"/>
              </w:rPr>
              <w:br/>
            </w:r>
            <w:r w:rsidRPr="00BC4B85">
              <w:rPr>
                <w:b w:val="0"/>
                <w:lang w:val="en-US"/>
              </w:rPr>
              <w:t xml:space="preserve">    OMX_ErrorVdiParameter,</w:t>
            </w:r>
            <w:r w:rsidRPr="00BC4B85">
              <w:rPr>
                <w:b w:val="0"/>
                <w:sz w:val="24"/>
                <w:lang w:val="en-US"/>
              </w:rPr>
              <w:br/>
            </w:r>
            <w:r w:rsidRPr="00BC4B85">
              <w:rPr>
                <w:b w:val="0"/>
                <w:lang w:val="en-US"/>
              </w:rPr>
              <w:t xml:space="preserve">    OMX_ErrorVdiConfig,</w:t>
            </w:r>
            <w:r w:rsidRPr="00BC4B85">
              <w:rPr>
                <w:b w:val="0"/>
                <w:sz w:val="24"/>
                <w:lang w:val="en-US"/>
              </w:rPr>
              <w:br/>
            </w:r>
            <w:r w:rsidRPr="00BC4B85">
              <w:rPr>
                <w:b w:val="0"/>
                <w:lang w:val="en-US"/>
              </w:rPr>
              <w:t xml:space="preserve">    OMX_ErrorMpegMax = </w:t>
            </w:r>
            <w:r w:rsidRPr="00BC4B85">
              <w:rPr>
                <w:b w:val="0"/>
                <w:color w:val="40A070"/>
                <w:lang w:val="en-US"/>
              </w:rPr>
              <w:t>0X7FFFFFFF</w:t>
            </w:r>
            <w:r w:rsidRPr="00BC4B85">
              <w:rPr>
                <w:b w:val="0"/>
                <w:sz w:val="24"/>
                <w:lang w:val="en-US"/>
              </w:rPr>
              <w:br/>
            </w:r>
            <w:r w:rsidRPr="00BC4B85">
              <w:rPr>
                <w:b w:val="0"/>
                <w:lang w:val="en-US"/>
              </w:rPr>
              <w:t>} OMX_MPEG_ERRORTYPE;</w:t>
            </w:r>
            <w:r w:rsidRPr="00BC4B85">
              <w:rPr>
                <w:b w:val="0"/>
                <w:sz w:val="24"/>
                <w:lang w:val="en-US"/>
              </w:rPr>
              <w:br/>
            </w:r>
            <w:r w:rsidRPr="00BC4B85">
              <w:rPr>
                <w:b w:val="0"/>
                <w:sz w:val="24"/>
                <w:lang w:val="en-US"/>
              </w:rPr>
              <w:br/>
            </w:r>
            <w:r w:rsidRPr="00BC4B85">
              <w:rPr>
                <w:b w:val="0"/>
                <w:color w:val="902000"/>
                <w:lang w:val="en-US"/>
              </w:rPr>
              <w:t>const</w:t>
            </w:r>
            <w:r w:rsidRPr="00BC4B85">
              <w:rPr>
                <w:b w:val="0"/>
                <w:lang w:val="en-US"/>
              </w:rPr>
              <w:t xml:space="preserve"> OMX_U32 CAP_INSTANCES_FLAG = </w:t>
            </w:r>
            <w:r w:rsidRPr="00BC4B85">
              <w:rPr>
                <w:b w:val="0"/>
                <w:color w:val="40A070"/>
                <w:lang w:val="en-US"/>
              </w:rPr>
              <w:t>1</w:t>
            </w:r>
            <w:r w:rsidRPr="00BC4B85">
              <w:rPr>
                <w:b w:val="0"/>
                <w:lang w:val="en-US"/>
              </w:rPr>
              <w:t xml:space="preserve"> &lt;&lt; </w:t>
            </w:r>
            <w:r w:rsidRPr="00BC4B85">
              <w:rPr>
                <w:b w:val="0"/>
                <w:color w:val="40A070"/>
                <w:lang w:val="en-US"/>
              </w:rPr>
              <w:t>0</w:t>
            </w:r>
            <w:r w:rsidRPr="00BC4B85">
              <w:rPr>
                <w:b w:val="0"/>
                <w:lang w:val="en-US"/>
              </w:rPr>
              <w:t>;</w:t>
            </w:r>
            <w:r w:rsidRPr="00BC4B85">
              <w:rPr>
                <w:b w:val="0"/>
                <w:sz w:val="24"/>
                <w:lang w:val="en-US"/>
              </w:rPr>
              <w:br/>
            </w:r>
            <w:r w:rsidRPr="00BC4B85">
              <w:rPr>
                <w:b w:val="0"/>
                <w:color w:val="902000"/>
                <w:lang w:val="en-US"/>
              </w:rPr>
              <w:t>const</w:t>
            </w:r>
            <w:r w:rsidRPr="00BC4B85">
              <w:rPr>
                <w:b w:val="0"/>
                <w:lang w:val="en-US"/>
              </w:rPr>
              <w:t xml:space="preserve"> OMX_U32 CAP_BUFFER_MEMORY_FLAG = </w:t>
            </w:r>
            <w:r w:rsidRPr="00BC4B85">
              <w:rPr>
                <w:b w:val="0"/>
                <w:color w:val="40A070"/>
                <w:lang w:val="en-US"/>
              </w:rPr>
              <w:t>1</w:t>
            </w:r>
            <w:r w:rsidRPr="00BC4B85">
              <w:rPr>
                <w:b w:val="0"/>
                <w:lang w:val="en-US"/>
              </w:rPr>
              <w:t xml:space="preserve"> &lt;&lt; </w:t>
            </w:r>
            <w:r w:rsidRPr="00BC4B85">
              <w:rPr>
                <w:b w:val="0"/>
                <w:color w:val="40A070"/>
                <w:lang w:val="en-US"/>
              </w:rPr>
              <w:t>1</w:t>
            </w:r>
            <w:r w:rsidRPr="00BC4B85">
              <w:rPr>
                <w:b w:val="0"/>
                <w:lang w:val="en-US"/>
              </w:rPr>
              <w:t>;</w:t>
            </w:r>
            <w:r w:rsidRPr="00BC4B85">
              <w:rPr>
                <w:b w:val="0"/>
                <w:sz w:val="24"/>
                <w:lang w:val="en-US"/>
              </w:rPr>
              <w:br/>
            </w:r>
            <w:r w:rsidRPr="00BC4B85">
              <w:rPr>
                <w:b w:val="0"/>
                <w:color w:val="902000"/>
                <w:lang w:val="en-US"/>
              </w:rPr>
              <w:t>const</w:t>
            </w:r>
            <w:r w:rsidRPr="00BC4B85">
              <w:rPr>
                <w:b w:val="0"/>
                <w:lang w:val="en-US"/>
              </w:rPr>
              <w:t xml:space="preserve"> OMX_U32 CAP_BITRATE_FLAG = </w:t>
            </w:r>
            <w:r w:rsidRPr="00BC4B85">
              <w:rPr>
                <w:b w:val="0"/>
                <w:color w:val="40A070"/>
                <w:lang w:val="en-US"/>
              </w:rPr>
              <w:t>1</w:t>
            </w:r>
            <w:r w:rsidRPr="00BC4B85">
              <w:rPr>
                <w:b w:val="0"/>
                <w:lang w:val="en-US"/>
              </w:rPr>
              <w:t xml:space="preserve"> &lt;&lt; </w:t>
            </w:r>
            <w:r w:rsidRPr="00BC4B85">
              <w:rPr>
                <w:b w:val="0"/>
                <w:color w:val="40A070"/>
                <w:lang w:val="en-US"/>
              </w:rPr>
              <w:t>2</w:t>
            </w:r>
            <w:r w:rsidRPr="00BC4B85">
              <w:rPr>
                <w:b w:val="0"/>
                <w:lang w:val="en-US"/>
              </w:rPr>
              <w:t>;</w:t>
            </w:r>
            <w:r w:rsidRPr="00BC4B85">
              <w:rPr>
                <w:b w:val="0"/>
                <w:sz w:val="24"/>
                <w:lang w:val="en-US"/>
              </w:rPr>
              <w:br/>
            </w:r>
            <w:r w:rsidRPr="00BC4B85">
              <w:rPr>
                <w:b w:val="0"/>
                <w:color w:val="902000"/>
                <w:lang w:val="en-US"/>
              </w:rPr>
              <w:t>const</w:t>
            </w:r>
            <w:r w:rsidRPr="00BC4B85">
              <w:rPr>
                <w:b w:val="0"/>
                <w:lang w:val="en-US"/>
              </w:rPr>
              <w:t xml:space="preserve"> OMX_U32 CAP_MAX_SAMPLES_SECOND_FLAG = </w:t>
            </w:r>
            <w:r w:rsidRPr="00BC4B85">
              <w:rPr>
                <w:b w:val="0"/>
                <w:color w:val="40A070"/>
                <w:lang w:val="en-US"/>
              </w:rPr>
              <w:t>1</w:t>
            </w:r>
            <w:r w:rsidRPr="00BC4B85">
              <w:rPr>
                <w:b w:val="0"/>
                <w:lang w:val="en-US"/>
              </w:rPr>
              <w:t xml:space="preserve"> &lt;&lt; </w:t>
            </w:r>
            <w:r w:rsidRPr="00BC4B85">
              <w:rPr>
                <w:b w:val="0"/>
                <w:color w:val="40A070"/>
                <w:lang w:val="en-US"/>
              </w:rPr>
              <w:t>3</w:t>
            </w:r>
            <w:r w:rsidRPr="00BC4B85">
              <w:rPr>
                <w:b w:val="0"/>
                <w:lang w:val="en-US"/>
              </w:rPr>
              <w:t>;</w:t>
            </w:r>
            <w:r w:rsidRPr="00BC4B85">
              <w:rPr>
                <w:b w:val="0"/>
                <w:sz w:val="24"/>
                <w:lang w:val="en-US"/>
              </w:rPr>
              <w:br/>
            </w:r>
            <w:r w:rsidRPr="00BC4B85">
              <w:rPr>
                <w:b w:val="0"/>
                <w:color w:val="902000"/>
                <w:lang w:val="en-US"/>
              </w:rPr>
              <w:t>const</w:t>
            </w:r>
            <w:r w:rsidRPr="00BC4B85">
              <w:rPr>
                <w:b w:val="0"/>
                <w:lang w:val="en-US"/>
              </w:rPr>
              <w:t xml:space="preserve"> OMX_U32 CAP_MAX_PERFORMANCE_POINT_FLAG = </w:t>
            </w:r>
            <w:r w:rsidRPr="00BC4B85">
              <w:rPr>
                <w:b w:val="0"/>
                <w:color w:val="40A070"/>
                <w:lang w:val="en-US"/>
              </w:rPr>
              <w:t>1</w:t>
            </w:r>
            <w:r w:rsidRPr="00BC4B85">
              <w:rPr>
                <w:b w:val="0"/>
                <w:lang w:val="en-US"/>
              </w:rPr>
              <w:t xml:space="preserve"> &lt;&lt; </w:t>
            </w:r>
            <w:r w:rsidRPr="00BC4B85">
              <w:rPr>
                <w:b w:val="0"/>
                <w:color w:val="40A070"/>
                <w:lang w:val="en-US"/>
              </w:rPr>
              <w:t>4</w:t>
            </w:r>
            <w:r w:rsidRPr="00BC4B85">
              <w:rPr>
                <w:b w:val="0"/>
                <w:lang w:val="en-US"/>
              </w:rPr>
              <w:t>;</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enum</w:t>
            </w:r>
            <w:r w:rsidRPr="00BC4B85">
              <w:rPr>
                <w:b w:val="0"/>
                <w:lang w:val="en-US"/>
              </w:rPr>
              <w:t xml:space="preserve"> OMX_MPEG_SAMPLEFORMAT {</w:t>
            </w:r>
            <w:r w:rsidRPr="00BC4B85">
              <w:rPr>
                <w:b w:val="0"/>
                <w:sz w:val="24"/>
                <w:lang w:val="en-US"/>
              </w:rPr>
              <w:br/>
            </w:r>
            <w:r w:rsidRPr="00BC4B85">
              <w:rPr>
                <w:b w:val="0"/>
                <w:lang w:val="en-US"/>
              </w:rPr>
              <w:t xml:space="preserve">    OMX_SampleSFormatScalar = </w:t>
            </w:r>
            <w:r w:rsidRPr="00BC4B85">
              <w:rPr>
                <w:b w:val="0"/>
                <w:color w:val="40A070"/>
                <w:lang w:val="en-US"/>
              </w:rPr>
              <w:t>1</w:t>
            </w:r>
            <w:r w:rsidRPr="00BC4B85">
              <w:rPr>
                <w:b w:val="0"/>
                <w:lang w:val="en-US"/>
              </w:rPr>
              <w:t>,</w:t>
            </w:r>
            <w:r w:rsidRPr="00BC4B85">
              <w:rPr>
                <w:b w:val="0"/>
                <w:sz w:val="24"/>
                <w:lang w:val="en-US"/>
              </w:rPr>
              <w:br/>
            </w:r>
            <w:r w:rsidRPr="00BC4B85">
              <w:rPr>
                <w:b w:val="0"/>
                <w:lang w:val="en-US"/>
              </w:rPr>
              <w:t xml:space="preserve">    OMX_SampleFormatVec2,</w:t>
            </w:r>
            <w:r w:rsidRPr="00BC4B85">
              <w:rPr>
                <w:b w:val="0"/>
                <w:sz w:val="24"/>
                <w:lang w:val="en-US"/>
              </w:rPr>
              <w:br/>
            </w:r>
            <w:r w:rsidRPr="00BC4B85">
              <w:rPr>
                <w:b w:val="0"/>
                <w:lang w:val="en-US"/>
              </w:rPr>
              <w:t xml:space="preserve">    OMX_SampleFormatVec3,</w:t>
            </w:r>
            <w:r w:rsidRPr="00BC4B85">
              <w:rPr>
                <w:b w:val="0"/>
                <w:sz w:val="24"/>
                <w:lang w:val="en-US"/>
              </w:rPr>
              <w:br/>
            </w:r>
            <w:r w:rsidRPr="00BC4B85">
              <w:rPr>
                <w:b w:val="0"/>
                <w:lang w:val="en-US"/>
              </w:rPr>
              <w:t xml:space="preserve">    OMX_SampleFormatVec4,</w:t>
            </w:r>
            <w:r w:rsidRPr="00BC4B85">
              <w:rPr>
                <w:b w:val="0"/>
                <w:sz w:val="24"/>
                <w:lang w:val="en-US"/>
              </w:rPr>
              <w:br/>
            </w:r>
            <w:r w:rsidRPr="00BC4B85">
              <w:rPr>
                <w:b w:val="0"/>
                <w:lang w:val="en-US"/>
              </w:rPr>
              <w:t xml:space="preserve">    OMX_SampleFormatMax = </w:t>
            </w:r>
            <w:r w:rsidRPr="00BC4B85">
              <w:rPr>
                <w:b w:val="0"/>
                <w:color w:val="40A070"/>
                <w:lang w:val="en-US"/>
              </w:rPr>
              <w:t>0X7FFFFFFF</w:t>
            </w:r>
            <w:r w:rsidRPr="00BC4B85">
              <w:rPr>
                <w:b w:val="0"/>
                <w:sz w:val="24"/>
                <w:lang w:val="en-US"/>
              </w:rPr>
              <w:br/>
            </w:r>
            <w:r w:rsidRPr="00BC4B85">
              <w:rPr>
                <w:b w:val="0"/>
                <w:lang w:val="en-US"/>
              </w:rPr>
              <w:t>} OMX_MPEG_SAMPLEFORMAT;</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enum</w:t>
            </w:r>
            <w:r w:rsidRPr="00BC4B85">
              <w:rPr>
                <w:b w:val="0"/>
                <w:lang w:val="en-US"/>
              </w:rPr>
              <w:t xml:space="preserve"> OMX_MPEG_SAMPLETYPE {</w:t>
            </w:r>
            <w:r w:rsidRPr="00BC4B85">
              <w:rPr>
                <w:b w:val="0"/>
                <w:sz w:val="24"/>
                <w:lang w:val="en-US"/>
              </w:rPr>
              <w:br/>
            </w:r>
            <w:r w:rsidRPr="00BC4B85">
              <w:rPr>
                <w:b w:val="0"/>
                <w:lang w:val="en-US"/>
              </w:rPr>
              <w:t xml:space="preserve">    OMX_SampleTypeByte = </w:t>
            </w:r>
            <w:r w:rsidRPr="00BC4B85">
              <w:rPr>
                <w:b w:val="0"/>
                <w:color w:val="40A070"/>
                <w:lang w:val="en-US"/>
              </w:rPr>
              <w:t>5120</w:t>
            </w:r>
            <w:r w:rsidRPr="00BC4B85">
              <w:rPr>
                <w:b w:val="0"/>
                <w:lang w:val="en-US"/>
              </w:rPr>
              <w:t>,</w:t>
            </w:r>
            <w:r w:rsidRPr="00BC4B85">
              <w:rPr>
                <w:b w:val="0"/>
                <w:sz w:val="24"/>
                <w:lang w:val="en-US"/>
              </w:rPr>
              <w:br/>
            </w:r>
            <w:r w:rsidRPr="00BC4B85">
              <w:rPr>
                <w:b w:val="0"/>
                <w:lang w:val="en-US"/>
              </w:rPr>
              <w:t xml:space="preserve">    OMX_SampleTypeUnsigned_Byte,</w:t>
            </w:r>
            <w:r w:rsidRPr="00BC4B85">
              <w:rPr>
                <w:b w:val="0"/>
                <w:sz w:val="24"/>
                <w:lang w:val="en-US"/>
              </w:rPr>
              <w:br/>
            </w:r>
            <w:r w:rsidRPr="00BC4B85">
              <w:rPr>
                <w:b w:val="0"/>
                <w:lang w:val="en-US"/>
              </w:rPr>
              <w:t xml:space="preserve">    OMX_SampleTypeShort,</w:t>
            </w:r>
            <w:r w:rsidRPr="00BC4B85">
              <w:rPr>
                <w:b w:val="0"/>
                <w:sz w:val="24"/>
                <w:lang w:val="en-US"/>
              </w:rPr>
              <w:br/>
            </w:r>
            <w:r w:rsidRPr="00BC4B85">
              <w:rPr>
                <w:b w:val="0"/>
                <w:lang w:val="en-US"/>
              </w:rPr>
              <w:t xml:space="preserve">    OMX_SampleTypeUnsignedShort,</w:t>
            </w:r>
            <w:r w:rsidRPr="00BC4B85">
              <w:rPr>
                <w:b w:val="0"/>
                <w:sz w:val="24"/>
                <w:lang w:val="en-US"/>
              </w:rPr>
              <w:br/>
            </w:r>
            <w:r w:rsidRPr="00BC4B85">
              <w:rPr>
                <w:b w:val="0"/>
                <w:lang w:val="en-US"/>
              </w:rPr>
              <w:t xml:space="preserve">    OMX_SampleTypeUnsigned_Int = </w:t>
            </w:r>
            <w:r w:rsidRPr="00BC4B85">
              <w:rPr>
                <w:b w:val="0"/>
                <w:color w:val="40A070"/>
                <w:lang w:val="en-US"/>
              </w:rPr>
              <w:t>5125</w:t>
            </w:r>
            <w:r w:rsidRPr="00BC4B85">
              <w:rPr>
                <w:b w:val="0"/>
                <w:lang w:val="en-US"/>
              </w:rPr>
              <w:t>,</w:t>
            </w:r>
            <w:r w:rsidRPr="00BC4B85">
              <w:rPr>
                <w:b w:val="0"/>
                <w:sz w:val="24"/>
                <w:lang w:val="en-US"/>
              </w:rPr>
              <w:br/>
            </w:r>
            <w:r w:rsidRPr="00BC4B85">
              <w:rPr>
                <w:b w:val="0"/>
                <w:lang w:val="en-US"/>
              </w:rPr>
              <w:t xml:space="preserve">    OMX_SampleTypeFloat,</w:t>
            </w:r>
            <w:r w:rsidRPr="00BC4B85">
              <w:rPr>
                <w:b w:val="0"/>
                <w:sz w:val="24"/>
                <w:lang w:val="en-US"/>
              </w:rPr>
              <w:br/>
            </w:r>
            <w:r w:rsidRPr="00BC4B85">
              <w:rPr>
                <w:b w:val="0"/>
                <w:lang w:val="en-US"/>
              </w:rPr>
              <w:t xml:space="preserve">    OMX_SampleTypeMax = </w:t>
            </w:r>
            <w:r w:rsidRPr="00BC4B85">
              <w:rPr>
                <w:b w:val="0"/>
                <w:color w:val="40A070"/>
                <w:lang w:val="en-US"/>
              </w:rPr>
              <w:t>0X7FFFFFFF</w:t>
            </w:r>
            <w:r w:rsidRPr="00BC4B85">
              <w:rPr>
                <w:b w:val="0"/>
                <w:sz w:val="24"/>
                <w:lang w:val="en-US"/>
              </w:rPr>
              <w:br/>
            </w:r>
            <w:r w:rsidRPr="00BC4B85">
              <w:rPr>
                <w:b w:val="0"/>
                <w:lang w:val="en-US"/>
              </w:rPr>
              <w:t>} OMX_MPEG_SAMPLETYPE;</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enum</w:t>
            </w:r>
            <w:r w:rsidRPr="00BC4B85">
              <w:rPr>
                <w:b w:val="0"/>
                <w:lang w:val="en-US"/>
              </w:rPr>
              <w:t xml:space="preserve"> OMX_CONFIG_MPEG_PARAMETERS {</w:t>
            </w:r>
            <w:r w:rsidRPr="00BC4B85">
              <w:rPr>
                <w:b w:val="0"/>
                <w:sz w:val="24"/>
                <w:lang w:val="en-US"/>
              </w:rPr>
              <w:br/>
            </w:r>
            <w:r w:rsidRPr="00BC4B85">
              <w:rPr>
                <w:b w:val="0"/>
                <w:lang w:val="en-US"/>
              </w:rPr>
              <w:t xml:space="preserve">    OMX_ConfigOutputBuffer = OMX_IndexVendorStartUnused + </w:t>
            </w:r>
            <w:r w:rsidRPr="00BC4B85">
              <w:rPr>
                <w:b w:val="0"/>
                <w:color w:val="40A070"/>
                <w:lang w:val="en-US"/>
              </w:rPr>
              <w:t>1001</w:t>
            </w:r>
            <w:r w:rsidRPr="00BC4B85">
              <w:rPr>
                <w:b w:val="0"/>
                <w:sz w:val="24"/>
                <w:lang w:val="en-US"/>
              </w:rPr>
              <w:br/>
            </w:r>
            <w:r w:rsidRPr="00BC4B85">
              <w:rPr>
                <w:b w:val="0"/>
                <w:lang w:val="en-US"/>
              </w:rPr>
              <w:t>} OMX_CONFIG_MPEG_PARAMETERS;</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enum</w:t>
            </w:r>
            <w:r w:rsidRPr="00BC4B85">
              <w:rPr>
                <w:b w:val="0"/>
                <w:lang w:val="en-US"/>
              </w:rPr>
              <w:t xml:space="preserve"> OMX_MPEG_EXTPARAMETERS {</w:t>
            </w:r>
            <w:r w:rsidRPr="00BC4B85">
              <w:rPr>
                <w:b w:val="0"/>
                <w:sz w:val="24"/>
                <w:lang w:val="en-US"/>
              </w:rPr>
              <w:br/>
            </w:r>
            <w:r w:rsidRPr="00BC4B85">
              <w:rPr>
                <w:b w:val="0"/>
                <w:lang w:val="en-US"/>
              </w:rPr>
              <w:t xml:space="preserve">    OMX_ExtParamSubframeOutput = </w:t>
            </w:r>
            <w:r w:rsidRPr="00BC4B85">
              <w:rPr>
                <w:b w:val="0"/>
                <w:color w:val="40A070"/>
                <w:lang w:val="en-US"/>
              </w:rPr>
              <w:t>1001</w:t>
            </w:r>
            <w:r w:rsidRPr="00BC4B85">
              <w:rPr>
                <w:b w:val="0"/>
                <w:lang w:val="en-US"/>
              </w:rPr>
              <w:t>,</w:t>
            </w:r>
            <w:r w:rsidRPr="00BC4B85">
              <w:rPr>
                <w:b w:val="0"/>
                <w:sz w:val="24"/>
                <w:lang w:val="en-US"/>
              </w:rPr>
              <w:br/>
            </w:r>
            <w:r w:rsidRPr="00BC4B85">
              <w:rPr>
                <w:b w:val="0"/>
                <w:lang w:val="en-US"/>
              </w:rPr>
              <w:t xml:space="preserve">    OMX_ExtParamMetadataCallback,</w:t>
            </w:r>
            <w:r w:rsidRPr="00BC4B85">
              <w:rPr>
                <w:b w:val="0"/>
                <w:sz w:val="24"/>
                <w:lang w:val="en-US"/>
              </w:rPr>
              <w:br/>
            </w:r>
            <w:r w:rsidRPr="00BC4B85">
              <w:rPr>
                <w:b w:val="0"/>
                <w:lang w:val="en-US"/>
              </w:rPr>
              <w:t xml:space="preserve">    OMX_ExtParamOutputCrop,</w:t>
            </w:r>
            <w:r w:rsidRPr="00BC4B85">
              <w:rPr>
                <w:b w:val="0"/>
                <w:sz w:val="24"/>
                <w:lang w:val="en-US"/>
              </w:rPr>
              <w:br/>
            </w:r>
            <w:r w:rsidRPr="00BC4B85">
              <w:rPr>
                <w:b w:val="0"/>
                <w:lang w:val="en-US"/>
              </w:rPr>
              <w:t xml:space="preserve">    OMX_ExtParamMaxOfftimeJitter,</w:t>
            </w:r>
            <w:r w:rsidRPr="00BC4B85">
              <w:rPr>
                <w:b w:val="0"/>
                <w:sz w:val="24"/>
                <w:lang w:val="en-US"/>
              </w:rPr>
              <w:br/>
            </w:r>
            <w:r w:rsidRPr="00BC4B85">
              <w:rPr>
                <w:b w:val="0"/>
                <w:lang w:val="en-US"/>
              </w:rPr>
              <w:t xml:space="preserve">    OMX_ExtParamMax = </w:t>
            </w:r>
            <w:r w:rsidRPr="00BC4B85">
              <w:rPr>
                <w:b w:val="0"/>
                <w:color w:val="40A070"/>
                <w:lang w:val="en-US"/>
              </w:rPr>
              <w:t>0X7FFFFFFF</w:t>
            </w:r>
            <w:r w:rsidRPr="00BC4B85">
              <w:rPr>
                <w:b w:val="0"/>
                <w:sz w:val="24"/>
                <w:lang w:val="en-US"/>
              </w:rPr>
              <w:br/>
            </w:r>
            <w:r w:rsidRPr="00BC4B85">
              <w:rPr>
                <w:b w:val="0"/>
                <w:lang w:val="en-US"/>
              </w:rPr>
              <w:t>} OMX_MPEG_EXTPARAMETERS;</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struct</w:t>
            </w:r>
            <w:r w:rsidRPr="00BC4B85">
              <w:rPr>
                <w:b w:val="0"/>
                <w:lang w:val="en-US"/>
              </w:rPr>
              <w:t xml:space="preserve"> OMX_CONFIG_MPEG_DATAPARAMETERS {</w:t>
            </w:r>
            <w:r w:rsidRPr="00BC4B85">
              <w:rPr>
                <w:b w:val="0"/>
                <w:sz w:val="24"/>
                <w:lang w:val="en-US"/>
              </w:rPr>
              <w:br/>
            </w:r>
            <w:r w:rsidRPr="00BC4B85">
              <w:rPr>
                <w:b w:val="0"/>
                <w:lang w:val="en-US"/>
              </w:rPr>
              <w:lastRenderedPageBreak/>
              <w:t xml:space="preserve">    OMX_MPEG_SAMPLEFORMAT eSampleFormat;</w:t>
            </w:r>
            <w:r w:rsidRPr="00BC4B85">
              <w:rPr>
                <w:b w:val="0"/>
                <w:sz w:val="24"/>
                <w:lang w:val="en-US"/>
              </w:rPr>
              <w:br/>
            </w:r>
            <w:r w:rsidRPr="00BC4B85">
              <w:rPr>
                <w:b w:val="0"/>
                <w:lang w:val="en-US"/>
              </w:rPr>
              <w:t xml:space="preserve">    OMX_MPEG_SAMPLETYPE eSampleType;</w:t>
            </w:r>
            <w:r w:rsidRPr="00BC4B85">
              <w:rPr>
                <w:b w:val="0"/>
                <w:sz w:val="24"/>
                <w:lang w:val="en-US"/>
              </w:rPr>
              <w:br/>
            </w:r>
            <w:r w:rsidRPr="00BC4B85">
              <w:rPr>
                <w:b w:val="0"/>
                <w:lang w:val="en-US"/>
              </w:rPr>
              <w:t xml:space="preserve">    OMX_U32 nSampleStride;</w:t>
            </w:r>
            <w:r w:rsidRPr="00BC4B85">
              <w:rPr>
                <w:b w:val="0"/>
                <w:sz w:val="24"/>
                <w:lang w:val="en-US"/>
              </w:rPr>
              <w:br/>
            </w:r>
            <w:r w:rsidRPr="00BC4B85">
              <w:rPr>
                <w:b w:val="0"/>
                <w:lang w:val="en-US"/>
              </w:rPr>
              <w:t xml:space="preserve">    OMX_U32 nLineStride;</w:t>
            </w:r>
            <w:r w:rsidRPr="00BC4B85">
              <w:rPr>
                <w:b w:val="0"/>
                <w:sz w:val="24"/>
                <w:lang w:val="en-US"/>
              </w:rPr>
              <w:br/>
            </w:r>
            <w:r w:rsidRPr="00BC4B85">
              <w:rPr>
                <w:b w:val="0"/>
                <w:lang w:val="en-US"/>
              </w:rPr>
              <w:t xml:space="preserve">    OMX_U32 nBufferOffset;</w:t>
            </w:r>
            <w:r w:rsidRPr="00BC4B85">
              <w:rPr>
                <w:b w:val="0"/>
                <w:sz w:val="24"/>
                <w:lang w:val="en-US"/>
              </w:rPr>
              <w:br/>
            </w:r>
            <w:r w:rsidRPr="00BC4B85">
              <w:rPr>
                <w:b w:val="0"/>
                <w:lang w:val="en-US"/>
              </w:rPr>
              <w:t>} OMX_CONFIG_MPEG_DATAPARAMETERS;</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struct</w:t>
            </w:r>
            <w:r w:rsidRPr="00BC4B85">
              <w:rPr>
                <w:b w:val="0"/>
                <w:lang w:val="en-US"/>
              </w:rPr>
              <w:t xml:space="preserve"> OMX_MPEG_PERFORMANCEPOINT {</w:t>
            </w:r>
            <w:r w:rsidRPr="00BC4B85">
              <w:rPr>
                <w:b w:val="0"/>
                <w:sz w:val="24"/>
                <w:lang w:val="en-US"/>
              </w:rPr>
              <w:br/>
            </w:r>
            <w:r w:rsidRPr="00BC4B85">
              <w:rPr>
                <w:b w:val="0"/>
                <w:lang w:val="en-US"/>
              </w:rPr>
              <w:t xml:space="preserve">    </w:t>
            </w:r>
            <w:r w:rsidRPr="00BC4B85">
              <w:rPr>
                <w:b w:val="0"/>
                <w:color w:val="902000"/>
                <w:lang w:val="en-US"/>
              </w:rPr>
              <w:t>float</w:t>
            </w:r>
            <w:r w:rsidRPr="00BC4B85">
              <w:rPr>
                <w:b w:val="0"/>
                <w:lang w:val="en-US"/>
              </w:rPr>
              <w:t xml:space="preserve"> fPictureRate;</w:t>
            </w:r>
            <w:r w:rsidRPr="00BC4B85">
              <w:rPr>
                <w:b w:val="0"/>
                <w:sz w:val="24"/>
                <w:lang w:val="en-US"/>
              </w:rPr>
              <w:br/>
            </w:r>
            <w:r w:rsidRPr="00BC4B85">
              <w:rPr>
                <w:b w:val="0"/>
                <w:lang w:val="en-US"/>
              </w:rPr>
              <w:t xml:space="preserve">    OMX_U32 nWidth;</w:t>
            </w:r>
            <w:r w:rsidRPr="00BC4B85">
              <w:rPr>
                <w:b w:val="0"/>
                <w:sz w:val="24"/>
                <w:lang w:val="en-US"/>
              </w:rPr>
              <w:br/>
            </w:r>
            <w:r w:rsidRPr="00BC4B85">
              <w:rPr>
                <w:b w:val="0"/>
                <w:lang w:val="en-US"/>
              </w:rPr>
              <w:t xml:space="preserve">    OMX_U32 nHeight;</w:t>
            </w:r>
            <w:r w:rsidRPr="00BC4B85">
              <w:rPr>
                <w:b w:val="0"/>
                <w:sz w:val="24"/>
                <w:lang w:val="en-US"/>
              </w:rPr>
              <w:br/>
            </w:r>
            <w:r w:rsidRPr="00BC4B85">
              <w:rPr>
                <w:b w:val="0"/>
                <w:lang w:val="en-US"/>
              </w:rPr>
              <w:t xml:space="preserve">    OMX_U32 nBitDepth;</w:t>
            </w:r>
            <w:r w:rsidRPr="00BC4B85">
              <w:rPr>
                <w:b w:val="0"/>
                <w:sz w:val="24"/>
                <w:lang w:val="en-US"/>
              </w:rPr>
              <w:br/>
            </w:r>
            <w:r w:rsidRPr="00BC4B85">
              <w:rPr>
                <w:b w:val="0"/>
                <w:lang w:val="en-US"/>
              </w:rPr>
              <w:t>} OMX_MPEG_PERFORMANCEPOINT;</w:t>
            </w:r>
            <w:r w:rsidRPr="00BC4B85">
              <w:rPr>
                <w:b w:val="0"/>
                <w:sz w:val="24"/>
                <w:lang w:val="en-US"/>
              </w:rPr>
              <w:br/>
            </w:r>
            <w:r w:rsidRPr="00BC4B85">
              <w:rPr>
                <w:b w:val="0"/>
                <w:sz w:val="24"/>
                <w:lang w:val="en-US"/>
              </w:rPr>
              <w:br/>
            </w:r>
            <w:r w:rsidRPr="00BC4B85">
              <w:rPr>
                <w:b w:val="0"/>
                <w:color w:val="007020"/>
                <w:lang w:val="en-US"/>
              </w:rPr>
              <w:t>typedef</w:t>
            </w:r>
            <w:r w:rsidRPr="00BC4B85">
              <w:rPr>
                <w:b w:val="0"/>
                <w:lang w:val="en-US"/>
              </w:rPr>
              <w:t xml:space="preserve"> </w:t>
            </w:r>
            <w:r w:rsidRPr="00BC4B85">
              <w:rPr>
                <w:b w:val="0"/>
                <w:color w:val="007020"/>
                <w:lang w:val="en-US"/>
              </w:rPr>
              <w:t>struct</w:t>
            </w:r>
            <w:r w:rsidRPr="00BC4B85">
              <w:rPr>
                <w:b w:val="0"/>
                <w:lang w:val="en-US"/>
              </w:rPr>
              <w:t xml:space="preserve"> OMAX_MPEG_AGGREGATECAPABILITIES {</w:t>
            </w:r>
            <w:r w:rsidRPr="00BC4B85">
              <w:rPr>
                <w:b w:val="0"/>
                <w:sz w:val="24"/>
                <w:lang w:val="en-US"/>
              </w:rPr>
              <w:br/>
            </w:r>
            <w:r w:rsidRPr="00BC4B85">
              <w:rPr>
                <w:b w:val="0"/>
                <w:lang w:val="en-US"/>
              </w:rPr>
              <w:t xml:space="preserve">    OMX_U32 nFlags;</w:t>
            </w:r>
            <w:r w:rsidRPr="00BC4B85">
              <w:rPr>
                <w:b w:val="0"/>
                <w:sz w:val="24"/>
                <w:lang w:val="en-US"/>
              </w:rPr>
              <w:br/>
            </w:r>
            <w:r w:rsidRPr="00BC4B85">
              <w:rPr>
                <w:b w:val="0"/>
                <w:lang w:val="en-US"/>
              </w:rPr>
              <w:t xml:space="preserve">    OMX_U32 nMaxInstances;</w:t>
            </w:r>
            <w:r w:rsidRPr="00BC4B85">
              <w:rPr>
                <w:b w:val="0"/>
                <w:sz w:val="24"/>
                <w:lang w:val="en-US"/>
              </w:rPr>
              <w:br/>
            </w:r>
            <w:r w:rsidRPr="00BC4B85">
              <w:rPr>
                <w:b w:val="0"/>
                <w:lang w:val="en-US"/>
              </w:rPr>
              <w:t xml:space="preserve">    OMX_U32 nBufferMemory;</w:t>
            </w:r>
            <w:r w:rsidRPr="00BC4B85">
              <w:rPr>
                <w:b w:val="0"/>
                <w:sz w:val="24"/>
                <w:lang w:val="en-US"/>
              </w:rPr>
              <w:br/>
            </w:r>
            <w:r w:rsidRPr="00BC4B85">
              <w:rPr>
                <w:b w:val="0"/>
                <w:lang w:val="en-US"/>
              </w:rPr>
              <w:t xml:space="preserve">    OMX_U32 nBitrate;</w:t>
            </w:r>
            <w:r w:rsidRPr="00BC4B85">
              <w:rPr>
                <w:b w:val="0"/>
                <w:sz w:val="24"/>
                <w:lang w:val="en-US"/>
              </w:rPr>
              <w:br/>
            </w:r>
            <w:r w:rsidRPr="00BC4B85">
              <w:rPr>
                <w:b w:val="0"/>
                <w:lang w:val="en-US"/>
              </w:rPr>
              <w:t xml:space="preserve">    OMX_U32 nMaxSamplesSecond;</w:t>
            </w:r>
            <w:r w:rsidRPr="00BC4B85">
              <w:rPr>
                <w:b w:val="0"/>
                <w:sz w:val="24"/>
                <w:lang w:val="en-US"/>
              </w:rPr>
              <w:br/>
            </w:r>
            <w:r w:rsidRPr="00BC4B85">
              <w:rPr>
                <w:b w:val="0"/>
                <w:lang w:val="en-US"/>
              </w:rPr>
              <w:t xml:space="preserve">    OMX_MPEG_PERFORMANCEPOINT eMaxPerformancePoint;</w:t>
            </w:r>
            <w:r w:rsidRPr="00BC4B85">
              <w:rPr>
                <w:b w:val="0"/>
                <w:sz w:val="24"/>
                <w:lang w:val="en-US"/>
              </w:rPr>
              <w:br/>
            </w:r>
            <w:r w:rsidRPr="00BC4B85">
              <w:rPr>
                <w:b w:val="0"/>
                <w:lang w:val="en-US"/>
              </w:rPr>
              <w:t>} OMAX_MPEG_AGGREGATECAPABILITIES;</w:t>
            </w:r>
            <w:r w:rsidRPr="00BC4B85">
              <w:rPr>
                <w:b w:val="0"/>
                <w:sz w:val="24"/>
                <w:lang w:val="en-US"/>
              </w:rPr>
              <w:br/>
            </w:r>
            <w:r w:rsidRPr="00BC4B85">
              <w:rPr>
                <w:b w:val="0"/>
                <w:sz w:val="24"/>
                <w:lang w:val="en-US"/>
              </w:rPr>
              <w:br/>
            </w:r>
            <w:r w:rsidRPr="00BC4B85">
              <w:rPr>
                <w:b w:val="0"/>
                <w:lang w:val="en-US"/>
              </w:rPr>
              <w:t>OMX_API OMAX_MPEG_AGGREGATECAPABILITIES* OMX_APIENTRY OMX_MPEG_QueryCurrentAggregateCapabilities(</w:t>
            </w:r>
            <w:r w:rsidRPr="00BC4B85">
              <w:rPr>
                <w:b w:val="0"/>
                <w:sz w:val="24"/>
                <w:lang w:val="en-US"/>
              </w:rPr>
              <w:br/>
            </w:r>
            <w:r w:rsidRPr="00BC4B85">
              <w:rPr>
                <w:b w:val="0"/>
                <w:lang w:val="en-US"/>
              </w:rPr>
              <w:t xml:space="preserve">    OMX_IN OMX_STRING cComponentName,</w:t>
            </w:r>
            <w:r w:rsidRPr="00BC4B85">
              <w:rPr>
                <w:b w:val="0"/>
                <w:sz w:val="24"/>
                <w:lang w:val="en-US"/>
              </w:rPr>
              <w:br/>
            </w:r>
            <w:r w:rsidRPr="00BC4B85">
              <w:rPr>
                <w:b w:val="0"/>
                <w:lang w:val="en-US"/>
              </w:rPr>
              <w:t xml:space="preserve">    OMX_IN OMX_U32 nFlags);</w:t>
            </w:r>
            <w:r w:rsidRPr="00BC4B85">
              <w:rPr>
                <w:b w:val="0"/>
                <w:sz w:val="24"/>
                <w:lang w:val="en-US"/>
              </w:rPr>
              <w:br/>
            </w:r>
            <w:r w:rsidRPr="00BC4B85">
              <w:rPr>
                <w:b w:val="0"/>
                <w:sz w:val="24"/>
                <w:lang w:val="en-US"/>
              </w:rPr>
              <w:br/>
            </w:r>
            <w:r w:rsidRPr="00BC4B85">
              <w:rPr>
                <w:b w:val="0"/>
                <w:lang w:val="en-US"/>
              </w:rPr>
              <w:t>OMX_API OMX_MPEG_ERRORTYPE OMX_APIENTRY OMX_MPEG_GetInstance(</w:t>
            </w:r>
            <w:r w:rsidRPr="00BC4B85">
              <w:rPr>
                <w:b w:val="0"/>
                <w:sz w:val="24"/>
                <w:lang w:val="en-US"/>
              </w:rPr>
              <w:br/>
            </w:r>
            <w:r w:rsidRPr="00BC4B85">
              <w:rPr>
                <w:b w:val="0"/>
                <w:lang w:val="en-US"/>
              </w:rPr>
              <w:t xml:space="preserve">    OMX_IN OMX_STRING cComponentName,</w:t>
            </w:r>
            <w:r w:rsidRPr="00BC4B85">
              <w:rPr>
                <w:b w:val="0"/>
                <w:sz w:val="24"/>
                <w:lang w:val="en-US"/>
              </w:rPr>
              <w:br/>
            </w:r>
            <w:r w:rsidRPr="00BC4B85">
              <w:rPr>
                <w:b w:val="0"/>
                <w:lang w:val="en-US"/>
              </w:rPr>
              <w:t xml:space="preserve">    OMX_IN OMX_U32 nGroupId);</w:t>
            </w:r>
            <w:r w:rsidRPr="00BC4B85">
              <w:rPr>
                <w:b w:val="0"/>
                <w:sz w:val="24"/>
                <w:lang w:val="en-US"/>
              </w:rPr>
              <w:br/>
            </w:r>
            <w:r w:rsidRPr="00BC4B85">
              <w:rPr>
                <w:b w:val="0"/>
                <w:sz w:val="24"/>
                <w:lang w:val="en-US"/>
              </w:rPr>
              <w:br/>
            </w:r>
            <w:r w:rsidRPr="00BC4B85">
              <w:rPr>
                <w:b w:val="0"/>
                <w:lang w:val="en-US"/>
              </w:rPr>
              <w:t>OMX_API OMX_MPEG_ERRORTYPE OMX_APIENTRY OMX_MPEG_SetConfig(</w:t>
            </w:r>
            <w:r w:rsidRPr="00BC4B85">
              <w:rPr>
                <w:b w:val="0"/>
                <w:sz w:val="24"/>
                <w:lang w:val="en-US"/>
              </w:rPr>
              <w:br/>
            </w:r>
            <w:r w:rsidRPr="00BC4B85">
              <w:rPr>
                <w:b w:val="0"/>
                <w:lang w:val="en-US"/>
              </w:rPr>
              <w:t xml:space="preserve">    OMX_IN OMX_U32 nInstanceId,</w:t>
            </w:r>
            <w:r w:rsidRPr="00BC4B85">
              <w:rPr>
                <w:b w:val="0"/>
                <w:sz w:val="24"/>
                <w:lang w:val="en-US"/>
              </w:rPr>
              <w:br/>
            </w:r>
            <w:r w:rsidRPr="00BC4B85">
              <w:rPr>
                <w:b w:val="0"/>
                <w:lang w:val="en-US"/>
              </w:rPr>
              <w:t xml:space="preserve">    OMX_IN OMX_CONFIG_MPEG_PARAMETERS eConfigParameters,</w:t>
            </w:r>
            <w:r w:rsidRPr="00BC4B85">
              <w:rPr>
                <w:b w:val="0"/>
                <w:sz w:val="24"/>
                <w:lang w:val="en-US"/>
              </w:rPr>
              <w:br/>
            </w:r>
            <w:r w:rsidRPr="00BC4B85">
              <w:rPr>
                <w:b w:val="0"/>
                <w:lang w:val="en-US"/>
              </w:rPr>
              <w:t xml:space="preserve">    OMX_IN OMX_CONFIG_MPEG_DATAPARAMETERS eConfigDataParameters);</w:t>
            </w:r>
            <w:r w:rsidRPr="00BC4B85">
              <w:rPr>
                <w:b w:val="0"/>
                <w:sz w:val="24"/>
                <w:lang w:val="en-US"/>
              </w:rPr>
              <w:br/>
            </w:r>
            <w:r w:rsidRPr="00BC4B85">
              <w:rPr>
                <w:b w:val="0"/>
                <w:sz w:val="24"/>
                <w:lang w:val="en-US"/>
              </w:rPr>
              <w:br/>
            </w:r>
            <w:r w:rsidRPr="00BC4B85">
              <w:rPr>
                <w:b w:val="0"/>
                <w:lang w:val="en-US"/>
              </w:rPr>
              <w:t>OMX_API OMX_MPEG_ERRORTYPE OMX_APIENTRY OMX_MPEG_GetParameter(</w:t>
            </w:r>
            <w:r w:rsidRPr="00BC4B85">
              <w:rPr>
                <w:b w:val="0"/>
                <w:sz w:val="24"/>
                <w:lang w:val="en-US"/>
              </w:rPr>
              <w:br/>
            </w:r>
            <w:r w:rsidRPr="00BC4B85">
              <w:rPr>
                <w:b w:val="0"/>
                <w:lang w:val="en-US"/>
              </w:rPr>
              <w:t xml:space="preserve">    OMX_IN OMX_U32 nInstanceId,</w:t>
            </w:r>
            <w:r w:rsidRPr="00BC4B85">
              <w:rPr>
                <w:b w:val="0"/>
                <w:sz w:val="24"/>
                <w:lang w:val="en-US"/>
              </w:rPr>
              <w:br/>
            </w:r>
            <w:r w:rsidRPr="00BC4B85">
              <w:rPr>
                <w:b w:val="0"/>
                <w:lang w:val="en-US"/>
              </w:rPr>
              <w:t xml:space="preserve">    OMX_IN OMX_MPEG_EXTPARAMETERS eExtParameters,</w:t>
            </w:r>
            <w:r w:rsidRPr="00BC4B85">
              <w:rPr>
                <w:b w:val="0"/>
                <w:sz w:val="24"/>
                <w:lang w:val="en-US"/>
              </w:rPr>
              <w:br/>
            </w:r>
            <w:r w:rsidRPr="00BC4B85">
              <w:rPr>
                <w:b w:val="0"/>
                <w:lang w:val="en-US"/>
              </w:rPr>
              <w:t xml:space="preserve">    OMX_OUT </w:t>
            </w:r>
            <w:r w:rsidRPr="00BC4B85">
              <w:rPr>
                <w:b w:val="0"/>
                <w:color w:val="902000"/>
                <w:lang w:val="en-US"/>
              </w:rPr>
              <w:t>void</w:t>
            </w:r>
            <w:r w:rsidRPr="00BC4B85">
              <w:rPr>
                <w:b w:val="0"/>
                <w:lang w:val="en-US"/>
              </w:rPr>
              <w:t>* pParameter</w:t>
            </w:r>
            <w:r w:rsidRPr="00BC4B85">
              <w:rPr>
                <w:b w:val="0"/>
                <w:sz w:val="24"/>
                <w:lang w:val="en-US"/>
              </w:rPr>
              <w:br/>
            </w:r>
            <w:r w:rsidRPr="00BC4B85">
              <w:rPr>
                <w:b w:val="0"/>
                <w:lang w:val="en-US"/>
              </w:rPr>
              <w:t>);</w:t>
            </w:r>
            <w:r w:rsidRPr="00BC4B85">
              <w:rPr>
                <w:b w:val="0"/>
                <w:sz w:val="24"/>
                <w:lang w:val="en-US"/>
              </w:rPr>
              <w:br/>
            </w:r>
            <w:r w:rsidRPr="00BC4B85">
              <w:rPr>
                <w:b w:val="0"/>
                <w:sz w:val="24"/>
                <w:lang w:val="en-US"/>
              </w:rPr>
              <w:br/>
            </w:r>
            <w:r w:rsidRPr="00BC4B85">
              <w:rPr>
                <w:b w:val="0"/>
                <w:lang w:val="en-US"/>
              </w:rPr>
              <w:t>OMX_API OMX_MPEG_ERRORTYPE OMX_APIENTRY setParameter(</w:t>
            </w:r>
            <w:r w:rsidRPr="00BC4B85">
              <w:rPr>
                <w:b w:val="0"/>
                <w:sz w:val="24"/>
                <w:lang w:val="en-US"/>
              </w:rPr>
              <w:br/>
            </w:r>
            <w:r w:rsidRPr="00BC4B85">
              <w:rPr>
                <w:b w:val="0"/>
                <w:lang w:val="en-US"/>
              </w:rPr>
              <w:t xml:space="preserve">    OMX_IN OMX_U32 nInstanceId,</w:t>
            </w:r>
            <w:r w:rsidRPr="00BC4B85">
              <w:rPr>
                <w:b w:val="0"/>
                <w:sz w:val="24"/>
                <w:lang w:val="en-US"/>
              </w:rPr>
              <w:br/>
            </w:r>
            <w:r w:rsidRPr="00BC4B85">
              <w:rPr>
                <w:b w:val="0"/>
                <w:lang w:val="en-US"/>
              </w:rPr>
              <w:t xml:space="preserve">    OMX_IN OMX_MPEG_EXTPARAMETERS eExtParameters,</w:t>
            </w:r>
            <w:r w:rsidRPr="00BC4B85">
              <w:rPr>
                <w:b w:val="0"/>
                <w:sz w:val="24"/>
                <w:lang w:val="en-US"/>
              </w:rPr>
              <w:br/>
            </w:r>
            <w:r w:rsidRPr="00BC4B85">
              <w:rPr>
                <w:b w:val="0"/>
                <w:lang w:val="en-US"/>
              </w:rPr>
              <w:t xml:space="preserve">    OMX_IN </w:t>
            </w:r>
            <w:r w:rsidRPr="00BC4B85">
              <w:rPr>
                <w:b w:val="0"/>
                <w:color w:val="902000"/>
                <w:lang w:val="en-US"/>
              </w:rPr>
              <w:t>void</w:t>
            </w:r>
            <w:r w:rsidRPr="00BC4B85">
              <w:rPr>
                <w:b w:val="0"/>
                <w:lang w:val="en-US"/>
              </w:rPr>
              <w:t>* pParameter);</w:t>
            </w:r>
            <w:r w:rsidRPr="00BC4B85">
              <w:rPr>
                <w:b w:val="0"/>
                <w:sz w:val="24"/>
                <w:lang w:val="en-US"/>
              </w:rPr>
              <w:br/>
            </w:r>
            <w:r w:rsidRPr="00BC4B85">
              <w:rPr>
                <w:b w:val="0"/>
                <w:sz w:val="24"/>
                <w:lang w:val="en-US"/>
              </w:rPr>
              <w:br/>
            </w:r>
            <w:r w:rsidRPr="00BC4B85">
              <w:rPr>
                <w:b w:val="0"/>
                <w:color w:val="BC7A00"/>
                <w:lang w:val="en-US"/>
              </w:rPr>
              <w:t>#ifdef __cplusplus</w:t>
            </w:r>
            <w:r w:rsidRPr="00BC4B85">
              <w:rPr>
                <w:b w:val="0"/>
                <w:sz w:val="24"/>
                <w:lang w:val="en-US"/>
              </w:rPr>
              <w:br/>
            </w:r>
            <w:r w:rsidRPr="00BC4B85">
              <w:rPr>
                <w:b w:val="0"/>
                <w:lang w:val="en-US"/>
              </w:rPr>
              <w:t>}</w:t>
            </w:r>
            <w:r w:rsidRPr="00BC4B85">
              <w:rPr>
                <w:b w:val="0"/>
                <w:sz w:val="24"/>
                <w:lang w:val="en-US"/>
              </w:rPr>
              <w:br/>
            </w:r>
            <w:r w:rsidRPr="00BC4B85">
              <w:rPr>
                <w:b w:val="0"/>
                <w:color w:val="BC7A00"/>
                <w:lang w:val="en-US"/>
              </w:rPr>
              <w:t xml:space="preserve">#endif </w:t>
            </w:r>
            <w:r w:rsidRPr="00BC4B85">
              <w:rPr>
                <w:b w:val="0"/>
                <w:color w:val="5B9BD5" w:themeColor="accent1"/>
                <w:lang w:val="en-US"/>
              </w:rPr>
              <w:t>/* __cplusplus */</w:t>
            </w:r>
            <w:r w:rsidRPr="00BC4B85">
              <w:rPr>
                <w:b w:val="0"/>
                <w:sz w:val="24"/>
                <w:lang w:val="en-US"/>
              </w:rPr>
              <w:br/>
            </w:r>
            <w:r w:rsidRPr="00BC4B85">
              <w:rPr>
                <w:b w:val="0"/>
                <w:sz w:val="24"/>
                <w:lang w:val="en-US"/>
              </w:rPr>
              <w:br/>
            </w:r>
            <w:r w:rsidRPr="00BC4B85">
              <w:rPr>
                <w:b w:val="0"/>
                <w:color w:val="BC7A00"/>
                <w:lang w:val="en-US"/>
              </w:rPr>
              <w:t>#endif</w:t>
            </w:r>
            <w:r w:rsidRPr="00BC4B85">
              <w:rPr>
                <w:b w:val="0"/>
                <w:sz w:val="24"/>
                <w:lang w:val="en-US"/>
              </w:rPr>
              <w:br/>
            </w:r>
            <w:r w:rsidRPr="00BC4B85">
              <w:rPr>
                <w:b w:val="0"/>
                <w:color w:val="5B9BD5" w:themeColor="accent1"/>
                <w:lang w:val="en-US"/>
              </w:rPr>
              <w:t>/* File EOF */</w:t>
            </w:r>
          </w:p>
        </w:tc>
      </w:tr>
    </w:tbl>
    <w:p w14:paraId="0CDA79B4" w14:textId="77777777" w:rsidR="00A43B29" w:rsidRPr="00A34C8C" w:rsidRDefault="00A43B29" w:rsidP="00AC1F24"/>
    <w:p w14:paraId="24F2FECA" w14:textId="4DEC3967" w:rsidR="00C513FA" w:rsidRPr="00BC394B" w:rsidRDefault="00C513FA" w:rsidP="00C513FA">
      <w:pPr>
        <w:pStyle w:val="ANNEX"/>
        <w:numPr>
          <w:ilvl w:val="0"/>
          <w:numId w:val="7"/>
        </w:numPr>
      </w:pPr>
      <w:bookmarkStart w:id="917" w:name="_Toc77770864"/>
      <w:bookmarkStart w:id="918" w:name="_Toc77776404"/>
      <w:bookmarkStart w:id="919" w:name="_Toc77776538"/>
      <w:bookmarkStart w:id="920" w:name="_Toc77776670"/>
      <w:bookmarkStart w:id="921" w:name="_Toc77782201"/>
      <w:bookmarkStart w:id="922" w:name="_Toc77782806"/>
      <w:bookmarkStart w:id="923" w:name="_Toc77785594"/>
      <w:bookmarkStart w:id="924" w:name="_Toc77850591"/>
      <w:bookmarkStart w:id="925" w:name="_Toc77850732"/>
      <w:bookmarkStart w:id="926" w:name="_Toc77850873"/>
      <w:bookmarkStart w:id="927" w:name="_Toc77770865"/>
      <w:bookmarkStart w:id="928" w:name="_Toc77776405"/>
      <w:bookmarkStart w:id="929" w:name="_Toc77776539"/>
      <w:bookmarkStart w:id="930" w:name="_Toc77776671"/>
      <w:bookmarkStart w:id="931" w:name="_Toc77782202"/>
      <w:bookmarkStart w:id="932" w:name="_Toc77782807"/>
      <w:bookmarkStart w:id="933" w:name="_Toc77785595"/>
      <w:bookmarkStart w:id="934" w:name="_Toc77850592"/>
      <w:bookmarkStart w:id="935" w:name="_Toc77850733"/>
      <w:bookmarkStart w:id="936" w:name="_Toc77850874"/>
      <w:bookmarkStart w:id="937" w:name="_Toc77770866"/>
      <w:bookmarkStart w:id="938" w:name="_Toc77776406"/>
      <w:bookmarkStart w:id="939" w:name="_Toc77776540"/>
      <w:bookmarkStart w:id="940" w:name="_Toc77776672"/>
      <w:bookmarkStart w:id="941" w:name="_Toc77782203"/>
      <w:bookmarkStart w:id="942" w:name="_Toc77782808"/>
      <w:bookmarkStart w:id="943" w:name="_Toc77785596"/>
      <w:bookmarkStart w:id="944" w:name="_Toc77850593"/>
      <w:bookmarkStart w:id="945" w:name="_Toc77850734"/>
      <w:bookmarkStart w:id="946" w:name="_Toc77850875"/>
      <w:bookmarkStart w:id="947" w:name="_Toc77770867"/>
      <w:bookmarkStart w:id="948" w:name="_Toc77776407"/>
      <w:bookmarkStart w:id="949" w:name="_Toc77776541"/>
      <w:bookmarkStart w:id="950" w:name="_Toc77776673"/>
      <w:bookmarkStart w:id="951" w:name="_Toc77782204"/>
      <w:bookmarkStart w:id="952" w:name="_Toc77782809"/>
      <w:bookmarkStart w:id="953" w:name="_Toc77785597"/>
      <w:bookmarkStart w:id="954" w:name="_Toc77850594"/>
      <w:bookmarkStart w:id="955" w:name="_Toc77850735"/>
      <w:bookmarkStart w:id="956" w:name="_Toc77850876"/>
      <w:bookmarkStart w:id="957" w:name="_Toc77770868"/>
      <w:bookmarkStart w:id="958" w:name="_Toc77776408"/>
      <w:bookmarkStart w:id="959" w:name="_Toc77776542"/>
      <w:bookmarkStart w:id="960" w:name="_Toc77776674"/>
      <w:bookmarkStart w:id="961" w:name="_Toc77782205"/>
      <w:bookmarkStart w:id="962" w:name="_Toc77782810"/>
      <w:bookmarkStart w:id="963" w:name="_Toc77785598"/>
      <w:bookmarkStart w:id="964" w:name="_Toc77850595"/>
      <w:bookmarkStart w:id="965" w:name="_Toc77850736"/>
      <w:bookmarkStart w:id="966" w:name="_Toc77850877"/>
      <w:bookmarkStart w:id="967" w:name="_Toc77770869"/>
      <w:bookmarkStart w:id="968" w:name="_Toc77776409"/>
      <w:bookmarkStart w:id="969" w:name="_Toc77776543"/>
      <w:bookmarkStart w:id="970" w:name="_Toc77776675"/>
      <w:bookmarkStart w:id="971" w:name="_Toc77782206"/>
      <w:bookmarkStart w:id="972" w:name="_Toc77782811"/>
      <w:bookmarkStart w:id="973" w:name="_Toc77785599"/>
      <w:bookmarkStart w:id="974" w:name="_Toc77850596"/>
      <w:bookmarkStart w:id="975" w:name="_Toc77850737"/>
      <w:bookmarkStart w:id="976" w:name="_Toc77850878"/>
      <w:bookmarkStart w:id="977" w:name="_Toc77770870"/>
      <w:bookmarkStart w:id="978" w:name="_Toc77776410"/>
      <w:bookmarkStart w:id="979" w:name="_Toc77776544"/>
      <w:bookmarkStart w:id="980" w:name="_Toc77776676"/>
      <w:bookmarkStart w:id="981" w:name="_Toc77782207"/>
      <w:bookmarkStart w:id="982" w:name="_Toc77782812"/>
      <w:bookmarkStart w:id="983" w:name="_Toc77785600"/>
      <w:bookmarkStart w:id="984" w:name="_Toc77850597"/>
      <w:bookmarkStart w:id="985" w:name="_Toc77850738"/>
      <w:bookmarkStart w:id="986" w:name="_Toc77850879"/>
      <w:bookmarkStart w:id="987" w:name="_Toc77770871"/>
      <w:bookmarkStart w:id="988" w:name="_Toc77776411"/>
      <w:bookmarkStart w:id="989" w:name="_Toc77776545"/>
      <w:bookmarkStart w:id="990" w:name="_Toc77776677"/>
      <w:bookmarkStart w:id="991" w:name="_Toc77782208"/>
      <w:bookmarkStart w:id="992" w:name="_Toc77782813"/>
      <w:bookmarkStart w:id="993" w:name="_Toc77785601"/>
      <w:bookmarkStart w:id="994" w:name="_Toc77850598"/>
      <w:bookmarkStart w:id="995" w:name="_Toc77850739"/>
      <w:bookmarkStart w:id="996" w:name="_Toc77850880"/>
      <w:bookmarkStart w:id="997" w:name="_Toc77770872"/>
      <w:bookmarkStart w:id="998" w:name="_Toc77776412"/>
      <w:bookmarkStart w:id="999" w:name="_Toc77776546"/>
      <w:bookmarkStart w:id="1000" w:name="_Toc77776678"/>
      <w:bookmarkStart w:id="1001" w:name="_Toc77782209"/>
      <w:bookmarkStart w:id="1002" w:name="_Toc77782814"/>
      <w:bookmarkStart w:id="1003" w:name="_Toc77785602"/>
      <w:bookmarkStart w:id="1004" w:name="_Toc77850599"/>
      <w:bookmarkStart w:id="1005" w:name="_Toc77850740"/>
      <w:bookmarkStart w:id="1006" w:name="_Toc77850881"/>
      <w:bookmarkStart w:id="1007" w:name="_Toc77770873"/>
      <w:bookmarkStart w:id="1008" w:name="_Toc77776413"/>
      <w:bookmarkStart w:id="1009" w:name="_Toc77776547"/>
      <w:bookmarkStart w:id="1010" w:name="_Toc77776679"/>
      <w:bookmarkStart w:id="1011" w:name="_Toc77782210"/>
      <w:bookmarkStart w:id="1012" w:name="_Toc77782815"/>
      <w:bookmarkStart w:id="1013" w:name="_Toc77785603"/>
      <w:bookmarkStart w:id="1014" w:name="_Toc77850600"/>
      <w:bookmarkStart w:id="1015" w:name="_Toc77850741"/>
      <w:bookmarkStart w:id="1016" w:name="_Toc77850882"/>
      <w:bookmarkStart w:id="1017" w:name="_Toc77770874"/>
      <w:bookmarkStart w:id="1018" w:name="_Toc77776414"/>
      <w:bookmarkStart w:id="1019" w:name="_Toc77776548"/>
      <w:bookmarkStart w:id="1020" w:name="_Toc77776680"/>
      <w:bookmarkStart w:id="1021" w:name="_Toc77782211"/>
      <w:bookmarkStart w:id="1022" w:name="_Toc77782816"/>
      <w:bookmarkStart w:id="1023" w:name="_Toc77785604"/>
      <w:bookmarkStart w:id="1024" w:name="_Toc77850601"/>
      <w:bookmarkStart w:id="1025" w:name="_Toc77850742"/>
      <w:bookmarkStart w:id="1026" w:name="_Toc77850883"/>
      <w:bookmarkStart w:id="1027" w:name="_Toc77770875"/>
      <w:bookmarkStart w:id="1028" w:name="_Toc77776415"/>
      <w:bookmarkStart w:id="1029" w:name="_Toc77776549"/>
      <w:bookmarkStart w:id="1030" w:name="_Toc77776681"/>
      <w:bookmarkStart w:id="1031" w:name="_Toc77782212"/>
      <w:bookmarkStart w:id="1032" w:name="_Toc77782817"/>
      <w:bookmarkStart w:id="1033" w:name="_Toc77785605"/>
      <w:bookmarkStart w:id="1034" w:name="_Toc77850602"/>
      <w:bookmarkStart w:id="1035" w:name="_Toc77850743"/>
      <w:bookmarkStart w:id="1036" w:name="_Toc77850884"/>
      <w:bookmarkStart w:id="1037" w:name="_Toc77770876"/>
      <w:bookmarkStart w:id="1038" w:name="_Toc77776416"/>
      <w:bookmarkStart w:id="1039" w:name="_Toc77776550"/>
      <w:bookmarkStart w:id="1040" w:name="_Toc77776682"/>
      <w:bookmarkStart w:id="1041" w:name="_Toc77782213"/>
      <w:bookmarkStart w:id="1042" w:name="_Toc77782818"/>
      <w:bookmarkStart w:id="1043" w:name="_Toc77785606"/>
      <w:bookmarkStart w:id="1044" w:name="_Toc77850603"/>
      <w:bookmarkStart w:id="1045" w:name="_Toc77850744"/>
      <w:bookmarkStart w:id="1046" w:name="_Toc77850885"/>
      <w:bookmarkStart w:id="1047" w:name="_Toc77770877"/>
      <w:bookmarkStart w:id="1048" w:name="_Toc77776417"/>
      <w:bookmarkStart w:id="1049" w:name="_Toc77776551"/>
      <w:bookmarkStart w:id="1050" w:name="_Toc77776683"/>
      <w:bookmarkStart w:id="1051" w:name="_Toc77782214"/>
      <w:bookmarkStart w:id="1052" w:name="_Toc77782819"/>
      <w:bookmarkStart w:id="1053" w:name="_Toc77785607"/>
      <w:bookmarkStart w:id="1054" w:name="_Toc77850604"/>
      <w:bookmarkStart w:id="1055" w:name="_Toc77850745"/>
      <w:bookmarkStart w:id="1056" w:name="_Toc77850886"/>
      <w:bookmarkStart w:id="1057" w:name="_Toc77770878"/>
      <w:bookmarkStart w:id="1058" w:name="_Toc77776418"/>
      <w:bookmarkStart w:id="1059" w:name="_Toc77776552"/>
      <w:bookmarkStart w:id="1060" w:name="_Toc77776684"/>
      <w:bookmarkStart w:id="1061" w:name="_Toc77782215"/>
      <w:bookmarkStart w:id="1062" w:name="_Toc77782820"/>
      <w:bookmarkStart w:id="1063" w:name="_Toc77785608"/>
      <w:bookmarkStart w:id="1064" w:name="_Toc77850605"/>
      <w:bookmarkStart w:id="1065" w:name="_Toc77850746"/>
      <w:bookmarkStart w:id="1066" w:name="_Toc77850887"/>
      <w:bookmarkStart w:id="1067" w:name="_Toc77770879"/>
      <w:bookmarkStart w:id="1068" w:name="_Toc77776419"/>
      <w:bookmarkStart w:id="1069" w:name="_Toc77776553"/>
      <w:bookmarkStart w:id="1070" w:name="_Toc77776685"/>
      <w:bookmarkStart w:id="1071" w:name="_Toc77782216"/>
      <w:bookmarkStart w:id="1072" w:name="_Toc77782821"/>
      <w:bookmarkStart w:id="1073" w:name="_Toc77785609"/>
      <w:bookmarkStart w:id="1074" w:name="_Toc77850606"/>
      <w:bookmarkStart w:id="1075" w:name="_Toc77850747"/>
      <w:bookmarkStart w:id="1076" w:name="_Toc77850888"/>
      <w:bookmarkStart w:id="1077" w:name="_Toc77770880"/>
      <w:bookmarkStart w:id="1078" w:name="_Toc77776420"/>
      <w:bookmarkStart w:id="1079" w:name="_Toc77776554"/>
      <w:bookmarkStart w:id="1080" w:name="_Toc77776686"/>
      <w:bookmarkStart w:id="1081" w:name="_Toc77782217"/>
      <w:bookmarkStart w:id="1082" w:name="_Toc77782822"/>
      <w:bookmarkStart w:id="1083" w:name="_Toc77785610"/>
      <w:bookmarkStart w:id="1084" w:name="_Toc77850607"/>
      <w:bookmarkStart w:id="1085" w:name="_Toc77850748"/>
      <w:bookmarkStart w:id="1086" w:name="_Toc77850889"/>
      <w:bookmarkStart w:id="1087" w:name="_Toc77770881"/>
      <w:bookmarkStart w:id="1088" w:name="_Toc77776421"/>
      <w:bookmarkStart w:id="1089" w:name="_Toc77776555"/>
      <w:bookmarkStart w:id="1090" w:name="_Toc77776687"/>
      <w:bookmarkStart w:id="1091" w:name="_Toc77782218"/>
      <w:bookmarkStart w:id="1092" w:name="_Toc77782823"/>
      <w:bookmarkStart w:id="1093" w:name="_Toc77785611"/>
      <w:bookmarkStart w:id="1094" w:name="_Toc77850608"/>
      <w:bookmarkStart w:id="1095" w:name="_Toc77850749"/>
      <w:bookmarkStart w:id="1096" w:name="_Toc77850890"/>
      <w:bookmarkStart w:id="1097" w:name="_Toc77770882"/>
      <w:bookmarkStart w:id="1098" w:name="_Toc77776422"/>
      <w:bookmarkStart w:id="1099" w:name="_Toc77776556"/>
      <w:bookmarkStart w:id="1100" w:name="_Toc77776688"/>
      <w:bookmarkStart w:id="1101" w:name="_Toc77782219"/>
      <w:bookmarkStart w:id="1102" w:name="_Toc77782824"/>
      <w:bookmarkStart w:id="1103" w:name="_Toc77785612"/>
      <w:bookmarkStart w:id="1104" w:name="_Toc77850609"/>
      <w:bookmarkStart w:id="1105" w:name="_Toc77850750"/>
      <w:bookmarkStart w:id="1106" w:name="_Toc77850891"/>
      <w:bookmarkStart w:id="1107" w:name="_Toc77770883"/>
      <w:bookmarkStart w:id="1108" w:name="_Toc77776423"/>
      <w:bookmarkStart w:id="1109" w:name="_Toc77776557"/>
      <w:bookmarkStart w:id="1110" w:name="_Toc77776689"/>
      <w:bookmarkStart w:id="1111" w:name="_Toc77782220"/>
      <w:bookmarkStart w:id="1112" w:name="_Toc77782825"/>
      <w:bookmarkStart w:id="1113" w:name="_Toc77785613"/>
      <w:bookmarkStart w:id="1114" w:name="_Toc77850610"/>
      <w:bookmarkStart w:id="1115" w:name="_Toc77850751"/>
      <w:bookmarkStart w:id="1116" w:name="_Toc77850892"/>
      <w:bookmarkStart w:id="1117" w:name="_Toc77770884"/>
      <w:bookmarkStart w:id="1118" w:name="_Toc77776424"/>
      <w:bookmarkStart w:id="1119" w:name="_Toc77776558"/>
      <w:bookmarkStart w:id="1120" w:name="_Toc77776690"/>
      <w:bookmarkStart w:id="1121" w:name="_Toc77782221"/>
      <w:bookmarkStart w:id="1122" w:name="_Toc77782826"/>
      <w:bookmarkStart w:id="1123" w:name="_Toc77785614"/>
      <w:bookmarkStart w:id="1124" w:name="_Toc77850611"/>
      <w:bookmarkStart w:id="1125" w:name="_Toc77850752"/>
      <w:bookmarkStart w:id="1126" w:name="_Toc77850893"/>
      <w:bookmarkStart w:id="1127" w:name="_Toc77770885"/>
      <w:bookmarkStart w:id="1128" w:name="_Toc77776425"/>
      <w:bookmarkStart w:id="1129" w:name="_Toc77776559"/>
      <w:bookmarkStart w:id="1130" w:name="_Toc77776691"/>
      <w:bookmarkStart w:id="1131" w:name="_Toc77782222"/>
      <w:bookmarkStart w:id="1132" w:name="_Toc77782827"/>
      <w:bookmarkStart w:id="1133" w:name="_Toc77785615"/>
      <w:bookmarkStart w:id="1134" w:name="_Toc77850612"/>
      <w:bookmarkStart w:id="1135" w:name="_Toc77850753"/>
      <w:bookmarkStart w:id="1136" w:name="_Toc77850894"/>
      <w:bookmarkStart w:id="1137" w:name="_Toc77770886"/>
      <w:bookmarkStart w:id="1138" w:name="_Toc77776426"/>
      <w:bookmarkStart w:id="1139" w:name="_Toc77776560"/>
      <w:bookmarkStart w:id="1140" w:name="_Toc77776692"/>
      <w:bookmarkStart w:id="1141" w:name="_Toc77782223"/>
      <w:bookmarkStart w:id="1142" w:name="_Toc77782828"/>
      <w:bookmarkStart w:id="1143" w:name="_Toc77785616"/>
      <w:bookmarkStart w:id="1144" w:name="_Toc77850613"/>
      <w:bookmarkStart w:id="1145" w:name="_Toc77850754"/>
      <w:bookmarkStart w:id="1146" w:name="_Toc77850895"/>
      <w:bookmarkStart w:id="1147" w:name="_Toc77770887"/>
      <w:bookmarkStart w:id="1148" w:name="_Toc77776427"/>
      <w:bookmarkStart w:id="1149" w:name="_Toc77776561"/>
      <w:bookmarkStart w:id="1150" w:name="_Toc77776693"/>
      <w:bookmarkStart w:id="1151" w:name="_Toc77782224"/>
      <w:bookmarkStart w:id="1152" w:name="_Toc77782829"/>
      <w:bookmarkStart w:id="1153" w:name="_Toc77785617"/>
      <w:bookmarkStart w:id="1154" w:name="_Toc77850614"/>
      <w:bookmarkStart w:id="1155" w:name="_Toc77850755"/>
      <w:bookmarkStart w:id="1156" w:name="_Toc77850896"/>
      <w:bookmarkStart w:id="1157" w:name="_Toc77770888"/>
      <w:bookmarkStart w:id="1158" w:name="_Toc77776428"/>
      <w:bookmarkStart w:id="1159" w:name="_Toc77776562"/>
      <w:bookmarkStart w:id="1160" w:name="_Toc77776694"/>
      <w:bookmarkStart w:id="1161" w:name="_Toc77782225"/>
      <w:bookmarkStart w:id="1162" w:name="_Toc77782830"/>
      <w:bookmarkStart w:id="1163" w:name="_Toc77785618"/>
      <w:bookmarkStart w:id="1164" w:name="_Toc77850615"/>
      <w:bookmarkStart w:id="1165" w:name="_Toc77850756"/>
      <w:bookmarkStart w:id="1166" w:name="_Toc77850897"/>
      <w:bookmarkStart w:id="1167" w:name="_Toc77770889"/>
      <w:bookmarkStart w:id="1168" w:name="_Toc77776429"/>
      <w:bookmarkStart w:id="1169" w:name="_Toc77776563"/>
      <w:bookmarkStart w:id="1170" w:name="_Toc77776695"/>
      <w:bookmarkStart w:id="1171" w:name="_Toc77782226"/>
      <w:bookmarkStart w:id="1172" w:name="_Toc77782831"/>
      <w:bookmarkStart w:id="1173" w:name="_Toc77785619"/>
      <w:bookmarkStart w:id="1174" w:name="_Toc77850616"/>
      <w:bookmarkStart w:id="1175" w:name="_Toc77850757"/>
      <w:bookmarkStart w:id="1176" w:name="_Toc77850898"/>
      <w:bookmarkStart w:id="1177" w:name="_Toc77770890"/>
      <w:bookmarkStart w:id="1178" w:name="_Toc77776430"/>
      <w:bookmarkStart w:id="1179" w:name="_Toc77776564"/>
      <w:bookmarkStart w:id="1180" w:name="_Toc77776696"/>
      <w:bookmarkStart w:id="1181" w:name="_Toc77782227"/>
      <w:bookmarkStart w:id="1182" w:name="_Toc77782832"/>
      <w:bookmarkStart w:id="1183" w:name="_Toc77785620"/>
      <w:bookmarkStart w:id="1184" w:name="_Toc77850617"/>
      <w:bookmarkStart w:id="1185" w:name="_Toc77850758"/>
      <w:bookmarkStart w:id="1186" w:name="_Toc77850899"/>
      <w:bookmarkStart w:id="1187" w:name="_Toc77770891"/>
      <w:bookmarkStart w:id="1188" w:name="_Toc77776431"/>
      <w:bookmarkStart w:id="1189" w:name="_Toc77776565"/>
      <w:bookmarkStart w:id="1190" w:name="_Toc77776697"/>
      <w:bookmarkStart w:id="1191" w:name="_Toc77782228"/>
      <w:bookmarkStart w:id="1192" w:name="_Toc77782833"/>
      <w:bookmarkStart w:id="1193" w:name="_Toc77785621"/>
      <w:bookmarkStart w:id="1194" w:name="_Toc77850618"/>
      <w:bookmarkStart w:id="1195" w:name="_Toc77850759"/>
      <w:bookmarkStart w:id="1196" w:name="_Toc77850900"/>
      <w:bookmarkStart w:id="1197" w:name="_Toc77770892"/>
      <w:bookmarkStart w:id="1198" w:name="_Toc77776432"/>
      <w:bookmarkStart w:id="1199" w:name="_Toc77776566"/>
      <w:bookmarkStart w:id="1200" w:name="_Toc77776698"/>
      <w:bookmarkStart w:id="1201" w:name="_Toc77782229"/>
      <w:bookmarkStart w:id="1202" w:name="_Toc77782834"/>
      <w:bookmarkStart w:id="1203" w:name="_Toc77785622"/>
      <w:bookmarkStart w:id="1204" w:name="_Toc77850619"/>
      <w:bookmarkStart w:id="1205" w:name="_Toc77850760"/>
      <w:bookmarkStart w:id="1206" w:name="_Toc77850901"/>
      <w:bookmarkStart w:id="1207" w:name="_Toc77770893"/>
      <w:bookmarkStart w:id="1208" w:name="_Toc77776433"/>
      <w:bookmarkStart w:id="1209" w:name="_Toc77776567"/>
      <w:bookmarkStart w:id="1210" w:name="_Toc77776699"/>
      <w:bookmarkStart w:id="1211" w:name="_Toc77782230"/>
      <w:bookmarkStart w:id="1212" w:name="_Toc77782835"/>
      <w:bookmarkStart w:id="1213" w:name="_Toc77785623"/>
      <w:bookmarkStart w:id="1214" w:name="_Toc77850620"/>
      <w:bookmarkStart w:id="1215" w:name="_Toc77850761"/>
      <w:bookmarkStart w:id="1216" w:name="_Toc77850902"/>
      <w:bookmarkStart w:id="1217" w:name="_Toc77770894"/>
      <w:bookmarkStart w:id="1218" w:name="_Toc77776434"/>
      <w:bookmarkStart w:id="1219" w:name="_Toc77776568"/>
      <w:bookmarkStart w:id="1220" w:name="_Toc77776700"/>
      <w:bookmarkStart w:id="1221" w:name="_Toc77782231"/>
      <w:bookmarkStart w:id="1222" w:name="_Toc77782836"/>
      <w:bookmarkStart w:id="1223" w:name="_Toc77785624"/>
      <w:bookmarkStart w:id="1224" w:name="_Toc77850621"/>
      <w:bookmarkStart w:id="1225" w:name="_Toc77850762"/>
      <w:bookmarkStart w:id="1226" w:name="_Toc77850903"/>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r w:rsidRPr="00BC394B">
        <w:lastRenderedPageBreak/>
        <w:br/>
      </w:r>
      <w:bookmarkStart w:id="1227" w:name="_Toc78533759"/>
      <w:r w:rsidRPr="00BC394B">
        <w:rPr>
          <w:b w:val="0"/>
        </w:rPr>
        <w:t>(</w:t>
      </w:r>
      <w:r w:rsidR="00FD4C42">
        <w:rPr>
          <w:b w:val="0"/>
        </w:rPr>
        <w:t>n</w:t>
      </w:r>
      <w:r>
        <w:rPr>
          <w:b w:val="0"/>
        </w:rPr>
        <w:t>ormative</w:t>
      </w:r>
      <w:r w:rsidRPr="00BC394B">
        <w:rPr>
          <w:b w:val="0"/>
        </w:rPr>
        <w:t>)</w:t>
      </w:r>
      <w:r w:rsidRPr="00BC394B">
        <w:br/>
      </w:r>
      <w:r w:rsidRPr="00BC394B">
        <w:br/>
      </w:r>
      <w:r w:rsidR="00FD4C42" w:rsidRPr="00FD4C42">
        <w:t>Supplemental Enhancement Information (SEI) syntax and semantics</w:t>
      </w:r>
      <w:bookmarkEnd w:id="1227"/>
    </w:p>
    <w:p w14:paraId="3DACF585" w14:textId="469AF40B" w:rsidR="00AC69D4" w:rsidRPr="00F2280B" w:rsidRDefault="00AC69D4" w:rsidP="009F50BD">
      <w:pPr>
        <w:numPr>
          <w:ilvl w:val="1"/>
          <w:numId w:val="7"/>
        </w:numPr>
        <w:rPr>
          <w:b/>
        </w:rPr>
      </w:pPr>
      <w:bookmarkStart w:id="1228" w:name="_Ref77931661"/>
      <w:bookmarkStart w:id="1229" w:name="_Hlk43849934"/>
      <w:r w:rsidRPr="00F2280B">
        <w:rPr>
          <w:b/>
        </w:rPr>
        <w:t>VDI SEI envelope</w:t>
      </w:r>
      <w:bookmarkEnd w:id="1228"/>
    </w:p>
    <w:p w14:paraId="3565F093" w14:textId="358DBCE3" w:rsidR="00E23114" w:rsidRPr="00F2280B" w:rsidRDefault="00E23114" w:rsidP="00E23114">
      <w:pPr>
        <w:numPr>
          <w:ilvl w:val="2"/>
          <w:numId w:val="7"/>
        </w:numPr>
        <w:rPr>
          <w:b/>
        </w:rPr>
      </w:pPr>
      <w:r w:rsidRPr="00F2280B">
        <w:rPr>
          <w:b/>
        </w:rPr>
        <w:t>General</w:t>
      </w:r>
    </w:p>
    <w:p w14:paraId="199424C3" w14:textId="77404213" w:rsidR="00E23114" w:rsidRPr="00F2280B" w:rsidRDefault="00E23114" w:rsidP="00E23114">
      <w:r w:rsidRPr="00F2280B">
        <w:t xml:space="preserve">Clause </w:t>
      </w:r>
      <w:r w:rsidRPr="00F2280B">
        <w:fldChar w:fldCharType="begin"/>
      </w:r>
      <w:r w:rsidRPr="00F2280B">
        <w:instrText xml:space="preserve"> REF _Ref77931661 \r \h </w:instrText>
      </w:r>
      <w:r w:rsidRPr="00F2280B">
        <w:fldChar w:fldCharType="separate"/>
      </w:r>
      <w:r w:rsidR="00634738">
        <w:t>C.1</w:t>
      </w:r>
      <w:r w:rsidRPr="00F2280B">
        <w:fldChar w:fldCharType="end"/>
      </w:r>
      <w:r w:rsidRPr="00F2280B">
        <w:t xml:space="preserve"> defines a generic </w:t>
      </w:r>
      <w:r w:rsidR="00302763" w:rsidRPr="00B77BEC">
        <w:t>envelope</w:t>
      </w:r>
      <w:r w:rsidRPr="00F2280B">
        <w:t xml:space="preserve"> for carrying SEI messages defined in this specification. Some of the VDI SEI messages may apply to only certain video coding specification.</w:t>
      </w:r>
    </w:p>
    <w:p w14:paraId="4AB07114" w14:textId="2B0B6929" w:rsidR="00E23114" w:rsidRPr="00F2280B" w:rsidRDefault="00E23114" w:rsidP="00E23114">
      <w:r w:rsidRPr="00F2280B">
        <w:t>The VDI SEI envelope is registered as SEI payload in the following video coding specifications:</w:t>
      </w:r>
    </w:p>
    <w:p w14:paraId="1F1F251C" w14:textId="74CB3722" w:rsidR="00E23114" w:rsidRPr="00F2280B" w:rsidRDefault="00E23114">
      <w:pPr>
        <w:pStyle w:val="ListParagraph"/>
        <w:numPr>
          <w:ilvl w:val="0"/>
          <w:numId w:val="45"/>
        </w:numPr>
      </w:pPr>
      <w:r w:rsidRPr="00F2280B">
        <w:t>ISO/IEC 23090-3 VVC</w:t>
      </w:r>
    </w:p>
    <w:p w14:paraId="330F1B0C" w14:textId="40B0AC03" w:rsidR="002D40D6" w:rsidRPr="00F2280B" w:rsidRDefault="002D40D6">
      <w:pPr>
        <w:rPr>
          <w:highlight w:val="yellow"/>
        </w:rPr>
      </w:pPr>
      <w:r w:rsidRPr="00F2280B">
        <w:rPr>
          <w:highlight w:val="yellow"/>
        </w:rPr>
        <w:t xml:space="preserve">[Editor’s note] </w:t>
      </w:r>
      <w:r w:rsidR="00952899">
        <w:rPr>
          <w:highlight w:val="yellow"/>
        </w:rPr>
        <w:t>Based on the</w:t>
      </w:r>
      <w:r w:rsidR="005521ED" w:rsidRPr="00F2280B">
        <w:rPr>
          <w:highlight w:val="yellow"/>
        </w:rPr>
        <w:t xml:space="preserve"> conclusion</w:t>
      </w:r>
      <w:r w:rsidR="004337B3">
        <w:rPr>
          <w:highlight w:val="yellow"/>
        </w:rPr>
        <w:t>s (see below)</w:t>
      </w:r>
      <w:r w:rsidR="005521ED" w:rsidRPr="00F2280B">
        <w:rPr>
          <w:highlight w:val="yellow"/>
        </w:rPr>
        <w:t xml:space="preserve"> of the joint meeting</w:t>
      </w:r>
      <w:r w:rsidR="00952899">
        <w:rPr>
          <w:highlight w:val="yellow"/>
        </w:rPr>
        <w:t xml:space="preserve"> between</w:t>
      </w:r>
      <w:r w:rsidR="005521ED" w:rsidRPr="00F2280B">
        <w:rPr>
          <w:highlight w:val="yellow"/>
        </w:rPr>
        <w:t xml:space="preserve"> WG3 and WG5 at MPEG #135, a VVC amendment will be started </w:t>
      </w:r>
      <w:r w:rsidR="005048C8" w:rsidRPr="00F2280B">
        <w:rPr>
          <w:highlight w:val="yellow"/>
        </w:rPr>
        <w:t xml:space="preserve">at the next meeting </w:t>
      </w:r>
      <w:r w:rsidR="005521ED" w:rsidRPr="00F2280B">
        <w:rPr>
          <w:highlight w:val="yellow"/>
        </w:rPr>
        <w:t xml:space="preserve">to register VDI SEI </w:t>
      </w:r>
      <w:r w:rsidR="00EF0D53" w:rsidRPr="00F2280B">
        <w:rPr>
          <w:highlight w:val="yellow"/>
        </w:rPr>
        <w:t>envelope</w:t>
      </w:r>
      <w:r w:rsidR="005521ED" w:rsidRPr="00F2280B">
        <w:rPr>
          <w:highlight w:val="yellow"/>
        </w:rPr>
        <w:t>.</w:t>
      </w:r>
      <w:r w:rsidR="004337B3" w:rsidRPr="00F2280B">
        <w:rPr>
          <w:highlight w:val="yellow"/>
        </w:rPr>
        <w:t xml:space="preserve"> Here are the notes from the meeting:</w:t>
      </w:r>
    </w:p>
    <w:p w14:paraId="2C059300" w14:textId="77777777" w:rsidR="00F872A3" w:rsidRPr="00F2280B" w:rsidRDefault="00F872A3" w:rsidP="00F872A3">
      <w:pPr>
        <w:numPr>
          <w:ilvl w:val="0"/>
          <w:numId w:val="49"/>
        </w:numPr>
        <w:tabs>
          <w:tab w:val="clear" w:pos="403"/>
        </w:tabs>
        <w:overflowPunct w:val="0"/>
        <w:autoSpaceDE w:val="0"/>
        <w:autoSpaceDN w:val="0"/>
        <w:spacing w:before="136" w:after="0" w:line="240" w:lineRule="auto"/>
        <w:rPr>
          <w:i/>
          <w:iCs/>
          <w:highlight w:val="yellow"/>
        </w:rPr>
      </w:pPr>
      <w:r w:rsidRPr="00F2280B">
        <w:rPr>
          <w:i/>
          <w:iCs/>
          <w:highlight w:val="yellow"/>
        </w:rPr>
        <w:t>Codepoints for Green Metadata and VDI: Better define separate ones in VVC, and refer the corresponding systems specs directly</w:t>
      </w:r>
    </w:p>
    <w:p w14:paraId="6CE527F6" w14:textId="77777777" w:rsidR="00F872A3" w:rsidRPr="00F2280B" w:rsidRDefault="00F872A3" w:rsidP="00F872A3">
      <w:pPr>
        <w:numPr>
          <w:ilvl w:val="0"/>
          <w:numId w:val="49"/>
        </w:numPr>
        <w:tabs>
          <w:tab w:val="clear" w:pos="403"/>
        </w:tabs>
        <w:overflowPunct w:val="0"/>
        <w:autoSpaceDE w:val="0"/>
        <w:autoSpaceDN w:val="0"/>
        <w:spacing w:before="136" w:after="0" w:line="240" w:lineRule="auto"/>
        <w:rPr>
          <w:i/>
          <w:iCs/>
          <w:highlight w:val="yellow"/>
        </w:rPr>
      </w:pPr>
      <w:r w:rsidRPr="00F2280B">
        <w:rPr>
          <w:i/>
          <w:iCs/>
          <w:highlight w:val="yellow"/>
        </w:rPr>
        <w:t>WG3 would have the primary responsibility what is going in</w:t>
      </w:r>
    </w:p>
    <w:p w14:paraId="2E3AF4B7" w14:textId="77777777" w:rsidR="00F872A3" w:rsidRPr="00F2280B" w:rsidRDefault="00F872A3" w:rsidP="00F872A3">
      <w:pPr>
        <w:numPr>
          <w:ilvl w:val="0"/>
          <w:numId w:val="49"/>
        </w:numPr>
        <w:tabs>
          <w:tab w:val="clear" w:pos="403"/>
        </w:tabs>
        <w:overflowPunct w:val="0"/>
        <w:autoSpaceDE w:val="0"/>
        <w:autoSpaceDN w:val="0"/>
        <w:spacing w:before="136" w:after="0" w:line="240" w:lineRule="auto"/>
        <w:rPr>
          <w:i/>
          <w:iCs/>
          <w:highlight w:val="yellow"/>
        </w:rPr>
      </w:pPr>
      <w:r w:rsidRPr="00F2280B">
        <w:rPr>
          <w:i/>
          <w:iCs/>
          <w:highlight w:val="yellow"/>
        </w:rPr>
        <w:t>JVET should start a VVC amendment in October or January to align with the progression in WG3 (expecting this could be final at DAM stage)</w:t>
      </w:r>
    </w:p>
    <w:p w14:paraId="6A33B19E" w14:textId="5C61B910" w:rsidR="00F872A3" w:rsidRPr="00F2280B" w:rsidRDefault="00F872A3" w:rsidP="00F2280B"/>
    <w:p w14:paraId="643462EC" w14:textId="79E49E7A" w:rsidR="00470C76" w:rsidRPr="00F2280B" w:rsidRDefault="00AC69D4" w:rsidP="00470C76">
      <w:pPr>
        <w:numPr>
          <w:ilvl w:val="2"/>
          <w:numId w:val="7"/>
        </w:numPr>
        <w:rPr>
          <w:b/>
        </w:rPr>
      </w:pPr>
      <w:r w:rsidRPr="00F2280B">
        <w:rPr>
          <w:b/>
        </w:rPr>
        <w:t xml:space="preserve">VDI SEI envelope syntax </w:t>
      </w:r>
    </w:p>
    <w:p w14:paraId="52A0980B" w14:textId="643FF594" w:rsidR="00470C76" w:rsidRPr="00F2280B" w:rsidRDefault="00470C76" w:rsidP="00304D5A">
      <w:pPr>
        <w:pStyle w:val="AnnexTableTitle"/>
        <w:rPr>
          <w:b w:val="0"/>
        </w:rPr>
      </w:pPr>
      <w:r w:rsidRPr="00470C76">
        <w:t xml:space="preserve">Syntax of </w:t>
      </w:r>
      <w:r>
        <w:t>VDI SEI envelope</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7781"/>
        <w:gridCol w:w="1941"/>
      </w:tblGrid>
      <w:tr w:rsidR="00AC69D4" w:rsidRPr="00BC394B" w14:paraId="7C4A3329" w14:textId="77777777" w:rsidTr="009063C5">
        <w:trPr>
          <w:cantSplit/>
          <w:trHeight w:val="300"/>
          <w:jc w:val="center"/>
        </w:trPr>
        <w:tc>
          <w:tcPr>
            <w:tcW w:w="4002" w:type="pct"/>
            <w:tcBorders>
              <w:top w:val="single" w:sz="12" w:space="0" w:color="auto"/>
              <w:bottom w:val="single" w:sz="12" w:space="0" w:color="auto"/>
            </w:tcBorders>
            <w:shd w:val="clear" w:color="auto" w:fill="auto"/>
            <w:vAlign w:val="center"/>
          </w:tcPr>
          <w:p w14:paraId="4F5DA1F9" w14:textId="77777777" w:rsidR="00AC69D4" w:rsidRPr="00BC394B" w:rsidRDefault="00AC69D4" w:rsidP="009063C5">
            <w:pPr>
              <w:spacing w:before="60" w:after="60"/>
              <w:jc w:val="center"/>
              <w:rPr>
                <w:sz w:val="20"/>
              </w:rPr>
            </w:pPr>
            <w:r>
              <w:rPr>
                <w:b/>
                <w:sz w:val="20"/>
              </w:rPr>
              <w:t>Syntax</w:t>
            </w:r>
          </w:p>
        </w:tc>
        <w:tc>
          <w:tcPr>
            <w:tcW w:w="998" w:type="pct"/>
            <w:tcBorders>
              <w:top w:val="single" w:sz="12" w:space="0" w:color="auto"/>
              <w:bottom w:val="single" w:sz="12" w:space="0" w:color="auto"/>
            </w:tcBorders>
            <w:shd w:val="clear" w:color="auto" w:fill="auto"/>
            <w:vAlign w:val="center"/>
          </w:tcPr>
          <w:p w14:paraId="561B9C5B" w14:textId="77777777" w:rsidR="00AC69D4" w:rsidRPr="00BC394B" w:rsidRDefault="00AC69D4" w:rsidP="009063C5">
            <w:pPr>
              <w:spacing w:before="60" w:after="60"/>
              <w:jc w:val="center"/>
              <w:rPr>
                <w:b/>
                <w:sz w:val="20"/>
              </w:rPr>
            </w:pPr>
            <w:r w:rsidRPr="00B92BCF">
              <w:rPr>
                <w:b/>
                <w:sz w:val="20"/>
              </w:rPr>
              <w:t>Descriptor</w:t>
            </w:r>
          </w:p>
        </w:tc>
      </w:tr>
      <w:tr w:rsidR="00AC69D4" w:rsidRPr="00BC394B" w14:paraId="74FF83BD" w14:textId="77777777" w:rsidTr="009063C5">
        <w:trPr>
          <w:cantSplit/>
          <w:jc w:val="center"/>
        </w:trPr>
        <w:tc>
          <w:tcPr>
            <w:tcW w:w="4002" w:type="pct"/>
            <w:tcBorders>
              <w:top w:val="single" w:sz="12" w:space="0" w:color="auto"/>
              <w:bottom w:val="single" w:sz="6" w:space="0" w:color="auto"/>
            </w:tcBorders>
            <w:shd w:val="clear" w:color="auto" w:fill="auto"/>
          </w:tcPr>
          <w:p w14:paraId="45999F82" w14:textId="35DCEDC3" w:rsidR="00AC69D4" w:rsidRPr="00E23114" w:rsidRDefault="00AC69D4" w:rsidP="009063C5">
            <w:pPr>
              <w:pStyle w:val="Tablebody"/>
              <w:rPr>
                <w:rFonts w:ascii="Courier New" w:hAnsi="Courier New" w:cs="Courier New"/>
                <w:sz w:val="18"/>
                <w:szCs w:val="18"/>
              </w:rPr>
            </w:pPr>
            <w:r>
              <w:rPr>
                <w:rFonts w:ascii="Courier New" w:hAnsi="Courier New" w:cs="Courier New"/>
                <w:noProof/>
                <w:sz w:val="18"/>
                <w:szCs w:val="18"/>
                <w:lang w:val="en-US"/>
              </w:rPr>
              <w:t>v</w:t>
            </w:r>
            <w:r w:rsidRPr="00E23114">
              <w:rPr>
                <w:rFonts w:ascii="Courier New" w:hAnsi="Courier New" w:cs="Courier New"/>
                <w:noProof/>
                <w:sz w:val="18"/>
                <w:szCs w:val="18"/>
                <w:lang w:val="en-US"/>
              </w:rPr>
              <w:t>di_sei_</w:t>
            </w:r>
            <w:r w:rsidR="008D2474">
              <w:rPr>
                <w:rFonts w:ascii="Courier New" w:hAnsi="Courier New" w:cs="Courier New"/>
                <w:noProof/>
                <w:sz w:val="18"/>
                <w:szCs w:val="18"/>
                <w:lang w:val="en-US"/>
              </w:rPr>
              <w:t>envelope</w:t>
            </w:r>
            <w:r w:rsidRPr="00E23114">
              <w:rPr>
                <w:rFonts w:ascii="Courier New" w:hAnsi="Courier New" w:cs="Courier New"/>
                <w:noProof/>
                <w:sz w:val="18"/>
                <w:szCs w:val="18"/>
                <w:lang w:val="en-US"/>
              </w:rPr>
              <w:t>( payloadSize ) {</w:t>
            </w:r>
          </w:p>
        </w:tc>
        <w:tc>
          <w:tcPr>
            <w:tcW w:w="998" w:type="pct"/>
            <w:tcBorders>
              <w:top w:val="single" w:sz="12" w:space="0" w:color="auto"/>
              <w:bottom w:val="single" w:sz="6" w:space="0" w:color="auto"/>
            </w:tcBorders>
            <w:shd w:val="clear" w:color="auto" w:fill="auto"/>
          </w:tcPr>
          <w:p w14:paraId="3189228F" w14:textId="77777777" w:rsidR="00AC69D4" w:rsidRPr="00F2280B" w:rsidRDefault="00AC69D4" w:rsidP="009063C5">
            <w:pPr>
              <w:pStyle w:val="Tablebody"/>
              <w:rPr>
                <w:sz w:val="18"/>
                <w:szCs w:val="18"/>
              </w:rPr>
            </w:pPr>
          </w:p>
        </w:tc>
      </w:tr>
      <w:tr w:rsidR="00AC69D4" w:rsidRPr="00BC394B" w14:paraId="7C88731A" w14:textId="77777777" w:rsidTr="009063C5">
        <w:trPr>
          <w:cantSplit/>
          <w:jc w:val="center"/>
        </w:trPr>
        <w:tc>
          <w:tcPr>
            <w:tcW w:w="4002" w:type="pct"/>
            <w:tcBorders>
              <w:top w:val="single" w:sz="6" w:space="0" w:color="auto"/>
            </w:tcBorders>
            <w:shd w:val="clear" w:color="auto" w:fill="auto"/>
          </w:tcPr>
          <w:p w14:paraId="096DE7EB" w14:textId="24AFD2DD" w:rsidR="00AC69D4" w:rsidRPr="00F2280B" w:rsidRDefault="00AC69D4" w:rsidP="009063C5">
            <w:pPr>
              <w:pStyle w:val="Tablebody"/>
              <w:rPr>
                <w:rFonts w:ascii="Courier New" w:hAnsi="Courier New" w:cs="Courier New"/>
                <w:b/>
                <w:bCs/>
                <w:noProof/>
                <w:sz w:val="18"/>
                <w:szCs w:val="18"/>
                <w:lang w:val="en-US"/>
              </w:rPr>
            </w:pPr>
            <w:r w:rsidRPr="00E23114">
              <w:rPr>
                <w:rFonts w:ascii="Courier New" w:hAnsi="Courier New" w:cs="Courier New"/>
                <w:noProof/>
                <w:sz w:val="18"/>
                <w:szCs w:val="18"/>
                <w:lang w:val="en-US"/>
              </w:rPr>
              <w:tab/>
            </w:r>
            <w:r w:rsidRPr="00F2280B">
              <w:rPr>
                <w:rFonts w:ascii="Courier New" w:hAnsi="Courier New" w:cs="Courier New"/>
                <w:b/>
                <w:bCs/>
                <w:noProof/>
                <w:sz w:val="18"/>
                <w:szCs w:val="18"/>
                <w:lang w:val="en-US"/>
              </w:rPr>
              <w:t>vdi_sub_type</w:t>
            </w:r>
          </w:p>
        </w:tc>
        <w:tc>
          <w:tcPr>
            <w:tcW w:w="998" w:type="pct"/>
            <w:tcBorders>
              <w:top w:val="single" w:sz="6" w:space="0" w:color="auto"/>
            </w:tcBorders>
            <w:shd w:val="clear" w:color="auto" w:fill="auto"/>
          </w:tcPr>
          <w:p w14:paraId="5866D865" w14:textId="68F18CA8" w:rsidR="00AC69D4" w:rsidRPr="00F2280B" w:rsidRDefault="00AC69D4" w:rsidP="00F2280B">
            <w:pPr>
              <w:pStyle w:val="Tablebody"/>
              <w:jc w:val="center"/>
              <w:rPr>
                <w:rFonts w:ascii="Courier New" w:hAnsi="Courier New" w:cs="Courier New"/>
                <w:sz w:val="18"/>
                <w:szCs w:val="18"/>
              </w:rPr>
            </w:pPr>
            <w:r w:rsidRPr="00F2280B">
              <w:rPr>
                <w:rFonts w:ascii="Courier New" w:hAnsi="Courier New" w:cs="Courier New"/>
                <w:sz w:val="18"/>
                <w:szCs w:val="18"/>
              </w:rPr>
              <w:t>u(8)</w:t>
            </w:r>
          </w:p>
        </w:tc>
      </w:tr>
      <w:tr w:rsidR="00AC69D4" w:rsidRPr="00BC394B" w14:paraId="0D52AE47" w14:textId="77777777" w:rsidTr="009063C5">
        <w:trPr>
          <w:cantSplit/>
          <w:jc w:val="center"/>
        </w:trPr>
        <w:tc>
          <w:tcPr>
            <w:tcW w:w="4002" w:type="pct"/>
            <w:shd w:val="clear" w:color="auto" w:fill="auto"/>
          </w:tcPr>
          <w:p w14:paraId="19B4B98A" w14:textId="5E017CC7" w:rsidR="00AC69D4" w:rsidRPr="00F2280B" w:rsidRDefault="00AC69D4" w:rsidP="009063C5">
            <w:pPr>
              <w:pStyle w:val="Tablebody"/>
              <w:rPr>
                <w:rFonts w:ascii="Courier New" w:hAnsi="Courier New" w:cs="Courier New"/>
                <w:sz w:val="18"/>
                <w:szCs w:val="18"/>
              </w:rPr>
            </w:pPr>
            <w:r>
              <w:rPr>
                <w:rFonts w:ascii="Courier New" w:hAnsi="Courier New" w:cs="Courier New"/>
                <w:b/>
                <w:bCs/>
                <w:sz w:val="18"/>
                <w:szCs w:val="18"/>
              </w:rPr>
              <w:tab/>
            </w:r>
            <w:r w:rsidRPr="00F2280B">
              <w:rPr>
                <w:rFonts w:ascii="Courier New" w:hAnsi="Courier New" w:cs="Courier New"/>
                <w:sz w:val="18"/>
                <w:szCs w:val="18"/>
              </w:rPr>
              <w:t>if(</w:t>
            </w:r>
            <w:proofErr w:type="spellStart"/>
            <w:r w:rsidRPr="00F2280B">
              <w:rPr>
                <w:rFonts w:ascii="Courier New" w:hAnsi="Courier New" w:cs="Courier New"/>
                <w:sz w:val="18"/>
                <w:szCs w:val="18"/>
              </w:rPr>
              <w:t>vdi_sub_type</w:t>
            </w:r>
            <w:proofErr w:type="spellEnd"/>
            <w:r w:rsidRPr="00F2280B">
              <w:rPr>
                <w:rFonts w:ascii="Courier New" w:hAnsi="Courier New" w:cs="Courier New"/>
                <w:sz w:val="18"/>
                <w:szCs w:val="18"/>
              </w:rPr>
              <w:t xml:space="preserve"> == 0)</w:t>
            </w:r>
          </w:p>
        </w:tc>
        <w:tc>
          <w:tcPr>
            <w:tcW w:w="998" w:type="pct"/>
            <w:shd w:val="clear" w:color="auto" w:fill="auto"/>
          </w:tcPr>
          <w:p w14:paraId="453E97CF" w14:textId="08393B3C" w:rsidR="00AC69D4" w:rsidRPr="00E23114" w:rsidRDefault="00AC69D4" w:rsidP="009063C5">
            <w:pPr>
              <w:pStyle w:val="Tablebody"/>
              <w:jc w:val="center"/>
              <w:rPr>
                <w:rFonts w:ascii="Courier New" w:hAnsi="Courier New" w:cs="Courier New"/>
                <w:noProof/>
                <w:sz w:val="18"/>
                <w:szCs w:val="18"/>
                <w:lang w:val="en-US"/>
              </w:rPr>
            </w:pPr>
          </w:p>
        </w:tc>
      </w:tr>
      <w:tr w:rsidR="00AC69D4" w:rsidRPr="00BC394B" w14:paraId="02937DF7" w14:textId="77777777" w:rsidTr="009063C5">
        <w:trPr>
          <w:cantSplit/>
          <w:jc w:val="center"/>
        </w:trPr>
        <w:tc>
          <w:tcPr>
            <w:tcW w:w="4002" w:type="pct"/>
            <w:shd w:val="clear" w:color="auto" w:fill="auto"/>
          </w:tcPr>
          <w:p w14:paraId="37F4979C" w14:textId="1442FE7A" w:rsidR="00AC69D4" w:rsidRPr="00E23114" w:rsidRDefault="00AC69D4" w:rsidP="009063C5">
            <w:pPr>
              <w:pStyle w:val="Tablebody"/>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r>
            <w:proofErr w:type="spellStart"/>
            <w:r>
              <w:rPr>
                <w:rFonts w:ascii="Courier New" w:hAnsi="Courier New" w:cs="Courier New"/>
                <w:sz w:val="18"/>
                <w:szCs w:val="18"/>
              </w:rPr>
              <w:t>independent_layer_info</w:t>
            </w:r>
            <w:proofErr w:type="spellEnd"/>
            <w:r>
              <w:rPr>
                <w:rFonts w:ascii="Courier New" w:hAnsi="Courier New" w:cs="Courier New"/>
                <w:sz w:val="18"/>
                <w:szCs w:val="18"/>
              </w:rPr>
              <w:t>(</w:t>
            </w:r>
            <w:proofErr w:type="spellStart"/>
            <w:r>
              <w:rPr>
                <w:rFonts w:ascii="Courier New" w:hAnsi="Courier New" w:cs="Courier New"/>
                <w:sz w:val="18"/>
                <w:szCs w:val="18"/>
              </w:rPr>
              <w:t>payloadSize</w:t>
            </w:r>
            <w:proofErr w:type="spellEnd"/>
            <w:r>
              <w:rPr>
                <w:rFonts w:ascii="Courier New" w:hAnsi="Courier New" w:cs="Courier New"/>
                <w:sz w:val="18"/>
                <w:szCs w:val="18"/>
              </w:rPr>
              <w:t xml:space="preserve"> - 1)</w:t>
            </w:r>
          </w:p>
        </w:tc>
        <w:tc>
          <w:tcPr>
            <w:tcW w:w="998" w:type="pct"/>
            <w:shd w:val="clear" w:color="auto" w:fill="auto"/>
          </w:tcPr>
          <w:p w14:paraId="3D690FE4" w14:textId="77777777" w:rsidR="00AC69D4" w:rsidRPr="00AC69D4" w:rsidRDefault="00AC69D4" w:rsidP="009063C5">
            <w:pPr>
              <w:pStyle w:val="Tablebody"/>
              <w:jc w:val="center"/>
              <w:rPr>
                <w:rFonts w:ascii="Courier New" w:hAnsi="Courier New" w:cs="Courier New"/>
                <w:noProof/>
                <w:sz w:val="18"/>
                <w:szCs w:val="18"/>
                <w:lang w:val="en-US"/>
              </w:rPr>
            </w:pPr>
          </w:p>
        </w:tc>
      </w:tr>
      <w:tr w:rsidR="00AC69D4" w:rsidRPr="00BC394B" w14:paraId="2A1D43B8" w14:textId="77777777" w:rsidTr="009063C5">
        <w:trPr>
          <w:cantSplit/>
          <w:jc w:val="center"/>
        </w:trPr>
        <w:tc>
          <w:tcPr>
            <w:tcW w:w="4002" w:type="pct"/>
            <w:shd w:val="clear" w:color="auto" w:fill="auto"/>
          </w:tcPr>
          <w:p w14:paraId="3A965CA4" w14:textId="68262921" w:rsidR="00AC69D4" w:rsidRDefault="00AC69D4" w:rsidP="009063C5">
            <w:pPr>
              <w:pStyle w:val="Tablebody"/>
              <w:rPr>
                <w:rFonts w:ascii="Courier New" w:hAnsi="Courier New" w:cs="Courier New"/>
                <w:sz w:val="18"/>
                <w:szCs w:val="18"/>
              </w:rPr>
            </w:pPr>
            <w:r>
              <w:rPr>
                <w:rFonts w:ascii="Courier New" w:hAnsi="Courier New" w:cs="Courier New"/>
                <w:sz w:val="18"/>
                <w:szCs w:val="18"/>
              </w:rPr>
              <w:tab/>
              <w:t>else</w:t>
            </w:r>
          </w:p>
        </w:tc>
        <w:tc>
          <w:tcPr>
            <w:tcW w:w="998" w:type="pct"/>
            <w:shd w:val="clear" w:color="auto" w:fill="auto"/>
          </w:tcPr>
          <w:p w14:paraId="356CCDBB" w14:textId="77777777" w:rsidR="00AC69D4" w:rsidRPr="00E23114" w:rsidRDefault="00AC69D4" w:rsidP="009063C5">
            <w:pPr>
              <w:pStyle w:val="Tablebody"/>
              <w:jc w:val="center"/>
              <w:rPr>
                <w:rFonts w:ascii="Courier New" w:hAnsi="Courier New" w:cs="Courier New"/>
                <w:noProof/>
                <w:sz w:val="18"/>
                <w:szCs w:val="18"/>
                <w:lang w:val="en-US"/>
              </w:rPr>
            </w:pPr>
          </w:p>
        </w:tc>
      </w:tr>
      <w:tr w:rsidR="00AC69D4" w:rsidRPr="00BC394B" w14:paraId="246A5D37" w14:textId="77777777" w:rsidTr="009063C5">
        <w:trPr>
          <w:cantSplit/>
          <w:jc w:val="center"/>
        </w:trPr>
        <w:tc>
          <w:tcPr>
            <w:tcW w:w="4002" w:type="pct"/>
            <w:shd w:val="clear" w:color="auto" w:fill="auto"/>
          </w:tcPr>
          <w:p w14:paraId="46446BD5" w14:textId="67EFAA8D" w:rsidR="00AC69D4" w:rsidRDefault="00AC69D4" w:rsidP="009063C5">
            <w:pPr>
              <w:pStyle w:val="Tablebody"/>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r>
            <w:proofErr w:type="spellStart"/>
            <w:r w:rsidRPr="00AC69D4">
              <w:rPr>
                <w:rFonts w:ascii="Courier New" w:hAnsi="Courier New" w:cs="Courier New"/>
                <w:sz w:val="18"/>
                <w:szCs w:val="18"/>
              </w:rPr>
              <w:t>reserved_message</w:t>
            </w:r>
            <w:proofErr w:type="spellEnd"/>
            <w:r>
              <w:rPr>
                <w:rFonts w:ascii="Courier New" w:hAnsi="Courier New" w:cs="Courier New"/>
                <w:sz w:val="18"/>
                <w:szCs w:val="18"/>
              </w:rPr>
              <w:t>(</w:t>
            </w:r>
            <w:proofErr w:type="spellStart"/>
            <w:r>
              <w:rPr>
                <w:rFonts w:ascii="Courier New" w:hAnsi="Courier New" w:cs="Courier New"/>
                <w:sz w:val="18"/>
                <w:szCs w:val="18"/>
              </w:rPr>
              <w:t>payloadSize</w:t>
            </w:r>
            <w:proofErr w:type="spellEnd"/>
            <w:r>
              <w:rPr>
                <w:rFonts w:ascii="Courier New" w:hAnsi="Courier New" w:cs="Courier New"/>
                <w:sz w:val="18"/>
                <w:szCs w:val="18"/>
              </w:rPr>
              <w:t xml:space="preserve"> - 1)</w:t>
            </w:r>
          </w:p>
        </w:tc>
        <w:tc>
          <w:tcPr>
            <w:tcW w:w="998" w:type="pct"/>
            <w:shd w:val="clear" w:color="auto" w:fill="auto"/>
          </w:tcPr>
          <w:p w14:paraId="49E9ABA3" w14:textId="77777777" w:rsidR="00AC69D4" w:rsidRPr="00E23114" w:rsidRDefault="00AC69D4" w:rsidP="009063C5">
            <w:pPr>
              <w:pStyle w:val="Tablebody"/>
              <w:jc w:val="center"/>
              <w:rPr>
                <w:rFonts w:ascii="Courier New" w:hAnsi="Courier New" w:cs="Courier New"/>
                <w:noProof/>
                <w:sz w:val="18"/>
                <w:szCs w:val="18"/>
                <w:lang w:val="en-US"/>
              </w:rPr>
            </w:pPr>
          </w:p>
        </w:tc>
      </w:tr>
      <w:tr w:rsidR="00AC69D4" w:rsidRPr="00BC394B" w14:paraId="538791F9" w14:textId="77777777" w:rsidTr="009063C5">
        <w:trPr>
          <w:cantSplit/>
          <w:jc w:val="center"/>
        </w:trPr>
        <w:tc>
          <w:tcPr>
            <w:tcW w:w="4002" w:type="pct"/>
            <w:shd w:val="clear" w:color="auto" w:fill="auto"/>
            <w:vAlign w:val="center"/>
          </w:tcPr>
          <w:p w14:paraId="6F5421ED" w14:textId="526F9C3A" w:rsidR="00AC69D4" w:rsidRPr="00E23114" w:rsidRDefault="00AC69D4" w:rsidP="009063C5">
            <w:pPr>
              <w:pStyle w:val="Tablebody"/>
              <w:rPr>
                <w:rFonts w:ascii="Courier New" w:hAnsi="Courier New" w:cs="Courier New"/>
                <w:sz w:val="18"/>
                <w:szCs w:val="18"/>
              </w:rPr>
            </w:pPr>
            <w:r w:rsidRPr="009063C5">
              <w:rPr>
                <w:rFonts w:ascii="Courier New" w:hAnsi="Courier New" w:cs="Courier New"/>
                <w:noProof/>
                <w:sz w:val="18"/>
                <w:szCs w:val="18"/>
                <w:lang w:val="en-US"/>
              </w:rPr>
              <w:t>}</w:t>
            </w:r>
          </w:p>
        </w:tc>
        <w:tc>
          <w:tcPr>
            <w:tcW w:w="998" w:type="pct"/>
            <w:shd w:val="clear" w:color="auto" w:fill="auto"/>
            <w:vAlign w:val="center"/>
          </w:tcPr>
          <w:p w14:paraId="09A67FF5" w14:textId="13EDA13D" w:rsidR="00AC69D4" w:rsidRPr="00AC69D4" w:rsidRDefault="00AC69D4" w:rsidP="009063C5">
            <w:pPr>
              <w:pStyle w:val="Tablebody"/>
              <w:jc w:val="center"/>
              <w:rPr>
                <w:rFonts w:ascii="Courier New" w:hAnsi="Courier New" w:cs="Courier New"/>
                <w:noProof/>
                <w:sz w:val="18"/>
                <w:szCs w:val="18"/>
                <w:lang w:val="en-US"/>
              </w:rPr>
            </w:pPr>
          </w:p>
        </w:tc>
      </w:tr>
    </w:tbl>
    <w:p w14:paraId="01186977" w14:textId="5BBC6D85" w:rsidR="008D2474" w:rsidRDefault="008D2474" w:rsidP="008D2474">
      <w:pPr>
        <w:numPr>
          <w:ilvl w:val="2"/>
          <w:numId w:val="7"/>
        </w:numPr>
        <w:rPr>
          <w:b/>
          <w:noProof/>
          <w:lang w:val="en-US"/>
        </w:rPr>
      </w:pPr>
      <w:r w:rsidRPr="009063C5">
        <w:rPr>
          <w:b/>
          <w:noProof/>
          <w:lang w:val="en-US"/>
        </w:rPr>
        <w:t>VDI</w:t>
      </w:r>
      <w:r>
        <w:rPr>
          <w:b/>
          <w:noProof/>
          <w:lang w:val="en-US"/>
        </w:rPr>
        <w:t xml:space="preserve"> SEI envelope semantics </w:t>
      </w:r>
    </w:p>
    <w:p w14:paraId="2A7E0788" w14:textId="7DBECC9E" w:rsidR="008D2474" w:rsidRDefault="008D2474" w:rsidP="00F2280B">
      <w:pPr>
        <w:rPr>
          <w:b/>
          <w:noProof/>
          <w:lang w:val="en-US"/>
        </w:rPr>
      </w:pPr>
      <w:r>
        <w:rPr>
          <w:b/>
          <w:noProof/>
          <w:lang w:val="en-US"/>
        </w:rPr>
        <w:t>vdi_sub_type</w:t>
      </w:r>
      <w:r w:rsidR="00DB1672" w:rsidRPr="00F2280B">
        <w:rPr>
          <w:bCs/>
          <w:noProof/>
          <w:lang w:val="en-US"/>
        </w:rPr>
        <w:t xml:space="preserve"> indicates the payload type</w:t>
      </w:r>
      <w:r w:rsidR="00DB1672">
        <w:rPr>
          <w:bCs/>
          <w:noProof/>
          <w:lang w:val="en-US"/>
        </w:rPr>
        <w:t xml:space="preserve"> carried in the</w:t>
      </w:r>
      <w:r w:rsidR="00DB1672" w:rsidRPr="00F2280B">
        <w:rPr>
          <w:bCs/>
          <w:noProof/>
          <w:lang w:val="en-US"/>
        </w:rPr>
        <w:t xml:space="preserve"> VDI SEI envelope.</w:t>
      </w:r>
    </w:p>
    <w:p w14:paraId="452687AE" w14:textId="2849E100" w:rsidR="009F50BD" w:rsidRPr="009F50BD" w:rsidRDefault="009F50BD" w:rsidP="009F50BD">
      <w:pPr>
        <w:numPr>
          <w:ilvl w:val="1"/>
          <w:numId w:val="7"/>
        </w:numPr>
        <w:rPr>
          <w:b/>
          <w:noProof/>
          <w:lang w:val="en-US"/>
        </w:rPr>
      </w:pPr>
      <w:r w:rsidRPr="009F50BD">
        <w:rPr>
          <w:b/>
          <w:noProof/>
          <w:lang w:val="en-US"/>
        </w:rPr>
        <w:t xml:space="preserve">Independent layer info SEI </w:t>
      </w:r>
      <w:bookmarkStart w:id="1230" w:name="_Toc317198890"/>
      <w:bookmarkStart w:id="1231" w:name="_Ref326742485"/>
      <w:bookmarkStart w:id="1232" w:name="_Ref398995954"/>
      <w:bookmarkStart w:id="1233" w:name="_Ref399007802"/>
      <w:bookmarkStart w:id="1234" w:name="_Toc415476026"/>
      <w:bookmarkStart w:id="1235" w:name="_Toc423599301"/>
      <w:bookmarkStart w:id="1236" w:name="_Toc423601805"/>
      <w:bookmarkStart w:id="1237" w:name="_Toc501130267"/>
      <w:bookmarkStart w:id="1238" w:name="_Toc503777971"/>
      <w:bookmarkStart w:id="1239" w:name="_Ref5833787"/>
      <w:bookmarkStart w:id="1240" w:name="_Toc15254065"/>
      <w:bookmarkStart w:id="1241" w:name="_Toc33624388"/>
      <w:bookmarkEnd w:id="1229"/>
      <w:r w:rsidR="00470C76">
        <w:rPr>
          <w:b/>
          <w:noProof/>
          <w:lang w:val="en-US"/>
        </w:rPr>
        <w:t>message</w:t>
      </w:r>
    </w:p>
    <w:p w14:paraId="11987DB7" w14:textId="158A7450" w:rsidR="007D7C80" w:rsidRPr="00A34C8C" w:rsidRDefault="009F50BD" w:rsidP="007D7C80">
      <w:pPr>
        <w:numPr>
          <w:ilvl w:val="2"/>
          <w:numId w:val="7"/>
        </w:numPr>
        <w:rPr>
          <w:noProof/>
          <w:lang w:val="en-US"/>
        </w:rPr>
      </w:pPr>
      <w:r w:rsidRPr="009F50BD">
        <w:rPr>
          <w:b/>
          <w:noProof/>
          <w:lang w:val="en-US"/>
        </w:rPr>
        <w:t>Independent layer info SEI message syntax</w:t>
      </w:r>
      <w:bookmarkEnd w:id="1230"/>
      <w:bookmarkEnd w:id="1231"/>
      <w:bookmarkEnd w:id="1232"/>
      <w:bookmarkEnd w:id="1233"/>
      <w:bookmarkEnd w:id="1234"/>
      <w:bookmarkEnd w:id="1235"/>
      <w:bookmarkEnd w:id="1236"/>
      <w:bookmarkEnd w:id="1237"/>
      <w:bookmarkEnd w:id="1238"/>
      <w:bookmarkEnd w:id="1239"/>
      <w:bookmarkEnd w:id="1240"/>
      <w:bookmarkEnd w:id="1241"/>
    </w:p>
    <w:p w14:paraId="5A79407B" w14:textId="3549769F" w:rsidR="00347DAB" w:rsidRDefault="001D3374" w:rsidP="00EE169E">
      <w:pPr>
        <w:pStyle w:val="AnnexTableTitle"/>
      </w:pPr>
      <w:r w:rsidRPr="00272B69">
        <w:t>Syntax</w:t>
      </w:r>
      <w:r>
        <w:t xml:space="preserve"> of independent layer info SEI </w:t>
      </w:r>
      <w:r w:rsidR="00470C76">
        <w:t>message</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7781"/>
        <w:gridCol w:w="1941"/>
      </w:tblGrid>
      <w:tr w:rsidR="007D0365" w:rsidRPr="00BC394B" w14:paraId="37FB38BC" w14:textId="77777777" w:rsidTr="00561F61">
        <w:trPr>
          <w:cantSplit/>
          <w:trHeight w:val="300"/>
          <w:jc w:val="center"/>
        </w:trPr>
        <w:tc>
          <w:tcPr>
            <w:tcW w:w="4002" w:type="pct"/>
            <w:tcBorders>
              <w:top w:val="single" w:sz="12" w:space="0" w:color="auto"/>
              <w:bottom w:val="single" w:sz="12" w:space="0" w:color="auto"/>
            </w:tcBorders>
            <w:shd w:val="clear" w:color="auto" w:fill="auto"/>
            <w:vAlign w:val="center"/>
          </w:tcPr>
          <w:p w14:paraId="7386A56C" w14:textId="4C3C59D3" w:rsidR="007D0365" w:rsidRPr="00BC394B" w:rsidRDefault="00B92BCF" w:rsidP="00B60A18">
            <w:pPr>
              <w:spacing w:before="60" w:after="60"/>
              <w:jc w:val="center"/>
              <w:rPr>
                <w:sz w:val="20"/>
              </w:rPr>
            </w:pPr>
            <w:bookmarkStart w:id="1242" w:name="_Hlk36854764"/>
            <w:bookmarkStart w:id="1243" w:name="_Hlk37283238"/>
            <w:bookmarkStart w:id="1244" w:name="_Hlk37283292"/>
            <w:r>
              <w:rPr>
                <w:b/>
                <w:sz w:val="20"/>
              </w:rPr>
              <w:t>Syntax</w:t>
            </w:r>
          </w:p>
        </w:tc>
        <w:tc>
          <w:tcPr>
            <w:tcW w:w="998" w:type="pct"/>
            <w:tcBorders>
              <w:top w:val="single" w:sz="12" w:space="0" w:color="auto"/>
              <w:bottom w:val="single" w:sz="12" w:space="0" w:color="auto"/>
            </w:tcBorders>
            <w:shd w:val="clear" w:color="auto" w:fill="auto"/>
            <w:vAlign w:val="center"/>
          </w:tcPr>
          <w:p w14:paraId="0F851F2B" w14:textId="3E87E600" w:rsidR="007D0365" w:rsidRPr="00BC394B" w:rsidRDefault="00B92BCF" w:rsidP="00B60A18">
            <w:pPr>
              <w:spacing w:before="60" w:after="60"/>
              <w:jc w:val="center"/>
              <w:rPr>
                <w:b/>
                <w:sz w:val="20"/>
              </w:rPr>
            </w:pPr>
            <w:r w:rsidRPr="00B92BCF">
              <w:rPr>
                <w:b/>
                <w:sz w:val="20"/>
              </w:rPr>
              <w:t>Descriptor</w:t>
            </w:r>
          </w:p>
        </w:tc>
      </w:tr>
      <w:tr w:rsidR="002A28C8" w:rsidRPr="00BC394B" w14:paraId="7C24F6F9" w14:textId="77777777" w:rsidTr="00AC69D4">
        <w:trPr>
          <w:cantSplit/>
          <w:jc w:val="center"/>
        </w:trPr>
        <w:tc>
          <w:tcPr>
            <w:tcW w:w="4002" w:type="pct"/>
            <w:tcBorders>
              <w:top w:val="single" w:sz="12" w:space="0" w:color="auto"/>
              <w:bottom w:val="single" w:sz="6" w:space="0" w:color="auto"/>
            </w:tcBorders>
            <w:shd w:val="clear" w:color="auto" w:fill="auto"/>
          </w:tcPr>
          <w:p w14:paraId="5C4D1AC4" w14:textId="30CACF02" w:rsidR="002A28C8" w:rsidRPr="00661684" w:rsidRDefault="002A28C8" w:rsidP="002A28C8">
            <w:pPr>
              <w:pStyle w:val="Tablebody"/>
              <w:rPr>
                <w:rFonts w:ascii="Courier New" w:hAnsi="Courier New" w:cs="Courier New"/>
                <w:sz w:val="18"/>
                <w:szCs w:val="18"/>
              </w:rPr>
            </w:pPr>
            <w:r w:rsidRPr="00661684">
              <w:rPr>
                <w:rFonts w:ascii="Courier New" w:hAnsi="Courier New" w:cs="Courier New"/>
                <w:noProof/>
                <w:sz w:val="18"/>
                <w:szCs w:val="18"/>
                <w:lang w:val="en-US"/>
              </w:rPr>
              <w:lastRenderedPageBreak/>
              <w:t>independent_layer_info( payloadSize ) {</w:t>
            </w:r>
          </w:p>
        </w:tc>
        <w:tc>
          <w:tcPr>
            <w:tcW w:w="998" w:type="pct"/>
            <w:tcBorders>
              <w:top w:val="single" w:sz="12" w:space="0" w:color="auto"/>
              <w:bottom w:val="single" w:sz="6" w:space="0" w:color="auto"/>
            </w:tcBorders>
            <w:shd w:val="clear" w:color="auto" w:fill="auto"/>
          </w:tcPr>
          <w:p w14:paraId="1508BD2E" w14:textId="5EC25123" w:rsidR="002A28C8" w:rsidRPr="00652F34" w:rsidRDefault="002A28C8" w:rsidP="002A28C8">
            <w:pPr>
              <w:pStyle w:val="Tablebody"/>
            </w:pPr>
          </w:p>
        </w:tc>
      </w:tr>
      <w:tr w:rsidR="00B530AE" w:rsidRPr="00BC394B" w14:paraId="31A1E6B5" w14:textId="77777777" w:rsidTr="00661684">
        <w:trPr>
          <w:cantSplit/>
          <w:jc w:val="center"/>
        </w:trPr>
        <w:tc>
          <w:tcPr>
            <w:tcW w:w="4002" w:type="pct"/>
            <w:shd w:val="clear" w:color="auto" w:fill="auto"/>
          </w:tcPr>
          <w:p w14:paraId="3123A18C" w14:textId="5E587F63" w:rsidR="00B530AE" w:rsidRPr="00661684" w:rsidRDefault="00AC69D4" w:rsidP="00B530AE">
            <w:pPr>
              <w:pStyle w:val="Tablebody"/>
              <w:rPr>
                <w:rFonts w:ascii="Courier New" w:hAnsi="Courier New" w:cs="Courier New"/>
                <w:b/>
                <w:bCs/>
                <w:sz w:val="18"/>
                <w:szCs w:val="18"/>
              </w:rPr>
            </w:pPr>
            <w:r>
              <w:rPr>
                <w:rFonts w:ascii="Courier New" w:hAnsi="Courier New" w:cs="Courier New"/>
                <w:noProof/>
                <w:color w:val="000000" w:themeColor="text1"/>
                <w:sz w:val="18"/>
                <w:szCs w:val="18"/>
                <w:lang w:val="en-US"/>
              </w:rPr>
              <w:tab/>
            </w:r>
            <w:r w:rsidR="00B530AE" w:rsidRPr="00661684">
              <w:rPr>
                <w:rFonts w:ascii="Courier New" w:hAnsi="Courier New" w:cs="Courier New"/>
                <w:b/>
                <w:bCs/>
                <w:noProof/>
                <w:color w:val="000000" w:themeColor="text1"/>
                <w:sz w:val="18"/>
                <w:szCs w:val="18"/>
                <w:lang w:val="en-US"/>
              </w:rPr>
              <w:t>boundary_identifier_north_present_flag</w:t>
            </w:r>
          </w:p>
        </w:tc>
        <w:tc>
          <w:tcPr>
            <w:tcW w:w="998" w:type="pct"/>
            <w:shd w:val="clear" w:color="auto" w:fill="auto"/>
          </w:tcPr>
          <w:p w14:paraId="3EF951B3" w14:textId="2DE3DAD4"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w:t>
            </w:r>
          </w:p>
        </w:tc>
      </w:tr>
      <w:tr w:rsidR="00B530AE" w:rsidRPr="00BC394B" w14:paraId="0A13ACF1" w14:textId="77777777" w:rsidTr="00661684">
        <w:trPr>
          <w:cantSplit/>
          <w:jc w:val="center"/>
        </w:trPr>
        <w:tc>
          <w:tcPr>
            <w:tcW w:w="4002" w:type="pct"/>
            <w:shd w:val="clear" w:color="auto" w:fill="auto"/>
          </w:tcPr>
          <w:p w14:paraId="2B1C759D" w14:textId="5A4CE77F"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noProof/>
                <w:sz w:val="18"/>
                <w:szCs w:val="18"/>
                <w:lang w:val="en-US"/>
              </w:rPr>
              <w:t>if(boundary_identifier_north_present_flag)</w:t>
            </w:r>
          </w:p>
        </w:tc>
        <w:tc>
          <w:tcPr>
            <w:tcW w:w="998" w:type="pct"/>
            <w:shd w:val="clear" w:color="auto" w:fill="auto"/>
          </w:tcPr>
          <w:p w14:paraId="7DD8C2ED" w14:textId="79EA8F0D" w:rsidR="00B530AE" w:rsidRPr="00661684" w:rsidRDefault="00B530AE" w:rsidP="00661684">
            <w:pPr>
              <w:pStyle w:val="Tablebody"/>
              <w:jc w:val="center"/>
              <w:rPr>
                <w:rFonts w:ascii="Courier New" w:hAnsi="Courier New" w:cs="Courier New"/>
                <w:noProof/>
                <w:sz w:val="18"/>
                <w:szCs w:val="18"/>
                <w:lang w:val="en-US"/>
              </w:rPr>
            </w:pPr>
          </w:p>
        </w:tc>
      </w:tr>
      <w:tr w:rsidR="00B530AE" w:rsidRPr="00BC394B" w14:paraId="1FE95198" w14:textId="77777777" w:rsidTr="00661684">
        <w:trPr>
          <w:cantSplit/>
          <w:jc w:val="center"/>
        </w:trPr>
        <w:tc>
          <w:tcPr>
            <w:tcW w:w="4002" w:type="pct"/>
            <w:shd w:val="clear" w:color="auto" w:fill="auto"/>
            <w:vAlign w:val="center"/>
          </w:tcPr>
          <w:p w14:paraId="50DA71E8" w14:textId="5359E70D"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b/>
                <w:noProof/>
                <w:color w:val="000000" w:themeColor="text1"/>
                <w:sz w:val="18"/>
                <w:szCs w:val="18"/>
                <w:lang w:val="en-US"/>
              </w:rPr>
              <w:tab/>
              <w:t>boundary_identifier_north</w:t>
            </w:r>
          </w:p>
        </w:tc>
        <w:tc>
          <w:tcPr>
            <w:tcW w:w="998" w:type="pct"/>
            <w:shd w:val="clear" w:color="auto" w:fill="auto"/>
            <w:vAlign w:val="center"/>
          </w:tcPr>
          <w:p w14:paraId="6750C02C" w14:textId="194EBAAE"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u(16)</w:t>
            </w:r>
          </w:p>
        </w:tc>
      </w:tr>
      <w:tr w:rsidR="00B530AE" w:rsidRPr="00BC394B" w14:paraId="029ED9AE" w14:textId="77777777" w:rsidTr="00661684">
        <w:trPr>
          <w:cantSplit/>
          <w:jc w:val="center"/>
        </w:trPr>
        <w:tc>
          <w:tcPr>
            <w:tcW w:w="4002" w:type="pct"/>
            <w:shd w:val="clear" w:color="auto" w:fill="auto"/>
          </w:tcPr>
          <w:p w14:paraId="0FF5E2B3" w14:textId="3B01B77D"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t>boundary_identifier_east_present_flag</w:t>
            </w:r>
          </w:p>
        </w:tc>
        <w:tc>
          <w:tcPr>
            <w:tcW w:w="998" w:type="pct"/>
            <w:shd w:val="clear" w:color="auto" w:fill="auto"/>
          </w:tcPr>
          <w:p w14:paraId="67069569" w14:textId="7C5C5982"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w:t>
            </w:r>
          </w:p>
        </w:tc>
      </w:tr>
      <w:tr w:rsidR="00B530AE" w:rsidRPr="00BC394B" w14:paraId="635E2A3B" w14:textId="77777777" w:rsidTr="00661684">
        <w:trPr>
          <w:cantSplit/>
          <w:jc w:val="center"/>
        </w:trPr>
        <w:tc>
          <w:tcPr>
            <w:tcW w:w="4002" w:type="pct"/>
            <w:shd w:val="clear" w:color="auto" w:fill="auto"/>
          </w:tcPr>
          <w:p w14:paraId="7AF4D367" w14:textId="4BE9011D"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noProof/>
                <w:sz w:val="18"/>
                <w:szCs w:val="18"/>
                <w:lang w:val="en-US"/>
              </w:rPr>
              <w:t>if(boundary_identifier_east_present_flag)</w:t>
            </w:r>
          </w:p>
        </w:tc>
        <w:tc>
          <w:tcPr>
            <w:tcW w:w="998" w:type="pct"/>
            <w:shd w:val="clear" w:color="auto" w:fill="auto"/>
          </w:tcPr>
          <w:p w14:paraId="1D5F12BA" w14:textId="621B182F" w:rsidR="00B530AE" w:rsidRPr="00661684" w:rsidRDefault="00B530AE" w:rsidP="00661684">
            <w:pPr>
              <w:pStyle w:val="Tablebody"/>
              <w:jc w:val="center"/>
              <w:rPr>
                <w:rFonts w:ascii="Courier New" w:hAnsi="Courier New" w:cs="Courier New"/>
                <w:noProof/>
                <w:sz w:val="18"/>
                <w:szCs w:val="18"/>
                <w:lang w:val="en-US"/>
              </w:rPr>
            </w:pPr>
          </w:p>
        </w:tc>
      </w:tr>
      <w:tr w:rsidR="00B530AE" w:rsidRPr="00BC394B" w14:paraId="0947A8A7" w14:textId="77777777" w:rsidTr="00661684">
        <w:trPr>
          <w:cantSplit/>
          <w:jc w:val="center"/>
        </w:trPr>
        <w:tc>
          <w:tcPr>
            <w:tcW w:w="4002" w:type="pct"/>
            <w:shd w:val="clear" w:color="auto" w:fill="auto"/>
            <w:vAlign w:val="center"/>
          </w:tcPr>
          <w:p w14:paraId="13105086" w14:textId="44DC930C"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b/>
                <w:noProof/>
                <w:color w:val="000000" w:themeColor="text1"/>
                <w:sz w:val="18"/>
                <w:szCs w:val="18"/>
                <w:lang w:val="en-US"/>
              </w:rPr>
              <w:tab/>
              <w:t>boundary_identifier_east</w:t>
            </w:r>
          </w:p>
        </w:tc>
        <w:tc>
          <w:tcPr>
            <w:tcW w:w="998" w:type="pct"/>
            <w:shd w:val="clear" w:color="auto" w:fill="auto"/>
            <w:vAlign w:val="center"/>
          </w:tcPr>
          <w:p w14:paraId="73EDEA6F" w14:textId="7DE2C82F"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u(16)</w:t>
            </w:r>
          </w:p>
        </w:tc>
      </w:tr>
      <w:tr w:rsidR="00B530AE" w:rsidRPr="00BC394B" w14:paraId="477E7894" w14:textId="77777777" w:rsidTr="00661684">
        <w:trPr>
          <w:cantSplit/>
          <w:jc w:val="center"/>
        </w:trPr>
        <w:tc>
          <w:tcPr>
            <w:tcW w:w="4002" w:type="pct"/>
            <w:shd w:val="clear" w:color="auto" w:fill="auto"/>
          </w:tcPr>
          <w:p w14:paraId="7E53F92B" w14:textId="5D020135"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t>boundary_identifier_south_present_flag</w:t>
            </w:r>
          </w:p>
        </w:tc>
        <w:tc>
          <w:tcPr>
            <w:tcW w:w="998" w:type="pct"/>
            <w:shd w:val="clear" w:color="auto" w:fill="auto"/>
          </w:tcPr>
          <w:p w14:paraId="768AD79C" w14:textId="0026ABF0"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w:t>
            </w:r>
          </w:p>
        </w:tc>
      </w:tr>
      <w:tr w:rsidR="00B530AE" w:rsidRPr="00BC394B" w14:paraId="17BA7ADF" w14:textId="77777777" w:rsidTr="00661684">
        <w:trPr>
          <w:cantSplit/>
          <w:jc w:val="center"/>
        </w:trPr>
        <w:tc>
          <w:tcPr>
            <w:tcW w:w="4002" w:type="pct"/>
            <w:shd w:val="clear" w:color="auto" w:fill="auto"/>
          </w:tcPr>
          <w:p w14:paraId="033547F3" w14:textId="30F543E4"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noProof/>
                <w:sz w:val="18"/>
                <w:szCs w:val="18"/>
                <w:lang w:val="en-US"/>
              </w:rPr>
              <w:t>if(boundary_identifier_south_present_flag)</w:t>
            </w:r>
          </w:p>
        </w:tc>
        <w:tc>
          <w:tcPr>
            <w:tcW w:w="998" w:type="pct"/>
            <w:shd w:val="clear" w:color="auto" w:fill="auto"/>
          </w:tcPr>
          <w:p w14:paraId="2E15DC8B" w14:textId="29A8D1A1" w:rsidR="00B530AE" w:rsidRPr="00661684" w:rsidRDefault="00B530AE" w:rsidP="00661684">
            <w:pPr>
              <w:pStyle w:val="Tablebody"/>
              <w:jc w:val="center"/>
              <w:rPr>
                <w:rFonts w:ascii="Courier New" w:hAnsi="Courier New" w:cs="Courier New"/>
                <w:noProof/>
                <w:sz w:val="18"/>
                <w:szCs w:val="18"/>
                <w:lang w:val="en-US"/>
              </w:rPr>
            </w:pPr>
          </w:p>
        </w:tc>
      </w:tr>
      <w:tr w:rsidR="00B530AE" w:rsidRPr="00BC394B" w14:paraId="46048033" w14:textId="77777777" w:rsidTr="00661684">
        <w:trPr>
          <w:cantSplit/>
          <w:jc w:val="center"/>
        </w:trPr>
        <w:tc>
          <w:tcPr>
            <w:tcW w:w="4002" w:type="pct"/>
            <w:shd w:val="clear" w:color="auto" w:fill="auto"/>
            <w:vAlign w:val="center"/>
          </w:tcPr>
          <w:p w14:paraId="2784D68E" w14:textId="4C3A6269"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b/>
                <w:noProof/>
                <w:color w:val="000000" w:themeColor="text1"/>
                <w:sz w:val="18"/>
                <w:szCs w:val="18"/>
                <w:lang w:val="en-US"/>
              </w:rPr>
              <w:tab/>
              <w:t>boundary_identifier_south</w:t>
            </w:r>
          </w:p>
        </w:tc>
        <w:tc>
          <w:tcPr>
            <w:tcW w:w="998" w:type="pct"/>
            <w:shd w:val="clear" w:color="auto" w:fill="auto"/>
            <w:vAlign w:val="center"/>
          </w:tcPr>
          <w:p w14:paraId="2E27C02E" w14:textId="669EC936"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u(16)</w:t>
            </w:r>
          </w:p>
        </w:tc>
      </w:tr>
      <w:tr w:rsidR="00B530AE" w:rsidRPr="00BC394B" w14:paraId="22BDCD49" w14:textId="77777777" w:rsidTr="00661684">
        <w:trPr>
          <w:cantSplit/>
          <w:jc w:val="center"/>
        </w:trPr>
        <w:tc>
          <w:tcPr>
            <w:tcW w:w="4002" w:type="pct"/>
            <w:shd w:val="clear" w:color="auto" w:fill="auto"/>
          </w:tcPr>
          <w:p w14:paraId="053C00F1" w14:textId="76DE3527"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t>boundary_identifier_west_present_flag</w:t>
            </w:r>
          </w:p>
        </w:tc>
        <w:tc>
          <w:tcPr>
            <w:tcW w:w="998" w:type="pct"/>
            <w:shd w:val="clear" w:color="auto" w:fill="auto"/>
          </w:tcPr>
          <w:p w14:paraId="69FCCFD3" w14:textId="749A1134"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w:t>
            </w:r>
          </w:p>
        </w:tc>
      </w:tr>
      <w:tr w:rsidR="00B530AE" w:rsidRPr="00BC394B" w14:paraId="6AB01F75" w14:textId="77777777" w:rsidTr="00661684">
        <w:trPr>
          <w:cantSplit/>
          <w:jc w:val="center"/>
        </w:trPr>
        <w:tc>
          <w:tcPr>
            <w:tcW w:w="4002" w:type="pct"/>
            <w:shd w:val="clear" w:color="auto" w:fill="auto"/>
          </w:tcPr>
          <w:p w14:paraId="42275082" w14:textId="45A9FF4C"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noProof/>
                <w:sz w:val="18"/>
                <w:szCs w:val="18"/>
                <w:lang w:val="en-US"/>
              </w:rPr>
              <w:t>if(boundary_identifier_west_present_flag)</w:t>
            </w:r>
          </w:p>
        </w:tc>
        <w:tc>
          <w:tcPr>
            <w:tcW w:w="998" w:type="pct"/>
            <w:shd w:val="clear" w:color="auto" w:fill="auto"/>
          </w:tcPr>
          <w:p w14:paraId="79486DFB" w14:textId="77777777" w:rsidR="00B530AE" w:rsidRPr="00661684" w:rsidRDefault="00B530AE" w:rsidP="00661684">
            <w:pPr>
              <w:pStyle w:val="Tablebody"/>
              <w:jc w:val="center"/>
              <w:rPr>
                <w:rFonts w:ascii="Courier New" w:hAnsi="Courier New" w:cs="Courier New"/>
                <w:noProof/>
                <w:sz w:val="18"/>
                <w:szCs w:val="18"/>
                <w:lang w:val="en-US"/>
              </w:rPr>
            </w:pPr>
          </w:p>
        </w:tc>
      </w:tr>
      <w:tr w:rsidR="00B530AE" w:rsidRPr="00BC394B" w14:paraId="249058F4" w14:textId="77777777" w:rsidTr="00661684">
        <w:trPr>
          <w:cantSplit/>
          <w:jc w:val="center"/>
        </w:trPr>
        <w:tc>
          <w:tcPr>
            <w:tcW w:w="4002" w:type="pct"/>
            <w:shd w:val="clear" w:color="auto" w:fill="auto"/>
            <w:vAlign w:val="center"/>
          </w:tcPr>
          <w:p w14:paraId="0AC32F62" w14:textId="25B3D044"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b/>
                <w:noProof/>
                <w:color w:val="000000" w:themeColor="text1"/>
                <w:sz w:val="18"/>
                <w:szCs w:val="18"/>
                <w:lang w:val="en-US"/>
              </w:rPr>
              <w:tab/>
            </w:r>
            <w:r w:rsidRPr="00661684">
              <w:rPr>
                <w:rFonts w:ascii="Courier New" w:hAnsi="Courier New" w:cs="Courier New"/>
                <w:b/>
                <w:noProof/>
                <w:color w:val="000000" w:themeColor="text1"/>
                <w:sz w:val="18"/>
                <w:szCs w:val="18"/>
                <w:lang w:val="en-US"/>
              </w:rPr>
              <w:tab/>
              <w:t>boundary_identifier_west</w:t>
            </w:r>
          </w:p>
        </w:tc>
        <w:tc>
          <w:tcPr>
            <w:tcW w:w="998" w:type="pct"/>
            <w:shd w:val="clear" w:color="auto" w:fill="auto"/>
            <w:vAlign w:val="center"/>
          </w:tcPr>
          <w:p w14:paraId="7CFD82D0" w14:textId="5592F864" w:rsidR="00B530AE" w:rsidRPr="00661684" w:rsidRDefault="00B530AE" w:rsidP="00661684">
            <w:pPr>
              <w:pStyle w:val="Tablebody"/>
              <w:jc w:val="center"/>
              <w:rPr>
                <w:rFonts w:ascii="Courier New" w:hAnsi="Courier New" w:cs="Courier New"/>
                <w:noProof/>
                <w:sz w:val="18"/>
                <w:szCs w:val="18"/>
                <w:lang w:val="en-US"/>
              </w:rPr>
            </w:pPr>
            <w:r w:rsidRPr="00661684">
              <w:rPr>
                <w:rFonts w:ascii="Courier New" w:hAnsi="Courier New" w:cs="Courier New"/>
                <w:noProof/>
                <w:sz w:val="18"/>
                <w:szCs w:val="18"/>
                <w:lang w:val="en-US"/>
              </w:rPr>
              <w:t>u(16)</w:t>
            </w:r>
          </w:p>
        </w:tc>
      </w:tr>
      <w:tr w:rsidR="00B530AE" w:rsidRPr="00BC394B" w14:paraId="54AF6A75" w14:textId="77777777" w:rsidTr="00B92BCF">
        <w:trPr>
          <w:cantSplit/>
          <w:jc w:val="center"/>
        </w:trPr>
        <w:tc>
          <w:tcPr>
            <w:tcW w:w="4002" w:type="pct"/>
            <w:tcBorders>
              <w:bottom w:val="single" w:sz="12" w:space="0" w:color="auto"/>
            </w:tcBorders>
            <w:shd w:val="clear" w:color="auto" w:fill="auto"/>
          </w:tcPr>
          <w:p w14:paraId="3912C5C2" w14:textId="7E498961" w:rsidR="00B530AE" w:rsidRPr="00661684" w:rsidRDefault="00B530AE" w:rsidP="00B530AE">
            <w:pPr>
              <w:pStyle w:val="Tablebody"/>
              <w:rPr>
                <w:rFonts w:ascii="Courier New" w:hAnsi="Courier New" w:cs="Courier New"/>
                <w:sz w:val="18"/>
                <w:szCs w:val="18"/>
              </w:rPr>
            </w:pPr>
            <w:r w:rsidRPr="00661684">
              <w:rPr>
                <w:rFonts w:ascii="Courier New" w:hAnsi="Courier New" w:cs="Courier New"/>
                <w:noProof/>
                <w:sz w:val="18"/>
                <w:szCs w:val="18"/>
                <w:lang w:val="en-US"/>
              </w:rPr>
              <w:t>}</w:t>
            </w:r>
          </w:p>
        </w:tc>
        <w:tc>
          <w:tcPr>
            <w:tcW w:w="998" w:type="pct"/>
            <w:tcBorders>
              <w:bottom w:val="single" w:sz="12" w:space="0" w:color="auto"/>
            </w:tcBorders>
            <w:shd w:val="clear" w:color="auto" w:fill="auto"/>
          </w:tcPr>
          <w:p w14:paraId="2039639E" w14:textId="77777777" w:rsidR="00B530AE" w:rsidRPr="00652F34" w:rsidRDefault="00B530AE" w:rsidP="00B530AE">
            <w:pPr>
              <w:pStyle w:val="Tablebody"/>
            </w:pPr>
          </w:p>
        </w:tc>
      </w:tr>
    </w:tbl>
    <w:p w14:paraId="5D58B90F" w14:textId="77777777" w:rsidR="009F50BD" w:rsidRPr="009F50BD" w:rsidRDefault="009F50BD" w:rsidP="009F50BD">
      <w:pPr>
        <w:numPr>
          <w:ilvl w:val="2"/>
          <w:numId w:val="7"/>
        </w:numPr>
        <w:rPr>
          <w:noProof/>
          <w:lang w:val="en-US"/>
        </w:rPr>
      </w:pPr>
      <w:r w:rsidRPr="009F50BD">
        <w:rPr>
          <w:b/>
          <w:noProof/>
          <w:lang w:val="en-US"/>
        </w:rPr>
        <w:t>Independent layer info SEI message semantics</w:t>
      </w:r>
    </w:p>
    <w:p w14:paraId="2FC05E06" w14:textId="055FC87C" w:rsidR="009F50BD" w:rsidRPr="009F50BD" w:rsidRDefault="009F50BD" w:rsidP="009F50BD">
      <w:pPr>
        <w:rPr>
          <w:b/>
          <w:noProof/>
          <w:lang w:val="en-US"/>
        </w:rPr>
      </w:pPr>
      <w:r w:rsidRPr="009F50BD">
        <w:rPr>
          <w:b/>
          <w:noProof/>
          <w:lang w:val="en-US"/>
        </w:rPr>
        <w:t>boundary_identifier_north_present_flag,</w:t>
      </w:r>
      <w:r w:rsidR="00BE596A">
        <w:rPr>
          <w:b/>
          <w:noProof/>
          <w:lang w:val="en-US"/>
        </w:rPr>
        <w:t xml:space="preserve"> </w:t>
      </w:r>
      <w:r w:rsidRPr="009F50BD">
        <w:rPr>
          <w:b/>
          <w:noProof/>
          <w:lang w:val="en-US"/>
        </w:rPr>
        <w:t>boundary_identifier_east_present_flag, boundary_identifier_south_present_flag</w:t>
      </w:r>
      <w:r w:rsidRPr="009F50BD">
        <w:rPr>
          <w:bCs/>
          <w:noProof/>
          <w:lang w:val="en-US"/>
        </w:rPr>
        <w:t xml:space="preserve"> and </w:t>
      </w:r>
      <w:r w:rsidRPr="009F50BD">
        <w:rPr>
          <w:b/>
          <w:noProof/>
          <w:lang w:val="en-US"/>
        </w:rPr>
        <w:t>boundary_identifier_west_present_flag</w:t>
      </w:r>
      <w:r w:rsidRPr="009F50BD" w:rsidDel="009A761C">
        <w:rPr>
          <w:bCs/>
          <w:noProof/>
          <w:lang w:val="en-US"/>
        </w:rPr>
        <w:t xml:space="preserve"> </w:t>
      </w:r>
      <w:r w:rsidRPr="009F50BD">
        <w:rPr>
          <w:bCs/>
          <w:noProof/>
          <w:lang w:val="en-US"/>
        </w:rPr>
        <w:t xml:space="preserve">equal to 1 specify that the SEI message contains a boundary identifier, respectively, for the north, east, south and west boundary. </w:t>
      </w:r>
    </w:p>
    <w:p w14:paraId="01E3E366" w14:textId="77777777" w:rsidR="009F50BD" w:rsidRPr="009F50BD" w:rsidRDefault="009F50BD" w:rsidP="009F50BD">
      <w:pPr>
        <w:rPr>
          <w:noProof/>
          <w:lang w:val="en-US"/>
        </w:rPr>
      </w:pPr>
      <w:r w:rsidRPr="009F50BD">
        <w:rPr>
          <w:b/>
          <w:noProof/>
          <w:lang w:val="en-US"/>
        </w:rPr>
        <w:t>boundary_identifier_north</w:t>
      </w:r>
      <w:r w:rsidRPr="009F50BD">
        <w:rPr>
          <w:noProof/>
          <w:lang w:val="en-US"/>
        </w:rPr>
        <w:t>,</w:t>
      </w:r>
      <w:r w:rsidRPr="009F50BD">
        <w:rPr>
          <w:b/>
          <w:noProof/>
          <w:lang w:val="en-US"/>
        </w:rPr>
        <w:t xml:space="preserve"> boundary_identifier_east</w:t>
      </w:r>
      <w:r w:rsidRPr="009F50BD">
        <w:rPr>
          <w:noProof/>
          <w:lang w:val="en-US"/>
        </w:rPr>
        <w:t xml:space="preserve">, </w:t>
      </w:r>
      <w:r w:rsidRPr="009F50BD">
        <w:rPr>
          <w:b/>
          <w:noProof/>
          <w:lang w:val="en-US"/>
        </w:rPr>
        <w:t>boundary_identifier_south</w:t>
      </w:r>
      <w:r w:rsidRPr="009F50BD">
        <w:rPr>
          <w:bCs/>
          <w:noProof/>
          <w:lang w:val="en-US"/>
        </w:rPr>
        <w:t xml:space="preserve"> and</w:t>
      </w:r>
      <w:r w:rsidRPr="009F50BD">
        <w:rPr>
          <w:noProof/>
          <w:lang w:val="en-US"/>
        </w:rPr>
        <w:t xml:space="preserve"> </w:t>
      </w:r>
      <w:r w:rsidRPr="009F50BD">
        <w:rPr>
          <w:b/>
          <w:noProof/>
          <w:lang w:val="en-US"/>
        </w:rPr>
        <w:t>boundary_identifier_west</w:t>
      </w:r>
      <w:r w:rsidRPr="009F50BD">
        <w:rPr>
          <w:noProof/>
          <w:lang w:val="en-US"/>
        </w:rPr>
        <w:t xml:space="preserve"> specifiy the boundary identifier, respecitvely, at the north, east, south and west boundary of the decoded picture of the associated layer; the associated layer being the layer whose nuh_layer_id is equal to the nuh_layer_id</w:t>
      </w:r>
      <w:r w:rsidRPr="009F50BD" w:rsidDel="009A761C">
        <w:rPr>
          <w:noProof/>
          <w:lang w:val="en-US"/>
        </w:rPr>
        <w:t xml:space="preserve"> </w:t>
      </w:r>
      <w:r w:rsidRPr="009F50BD">
        <w:rPr>
          <w:noProof/>
          <w:lang w:val="en-US"/>
        </w:rPr>
        <w:t>of the SEI message. If not present, the boundary identifiers respecitvely at the north, east, south and west boundary of the decoded picture of the associated layer are not defined.</w:t>
      </w:r>
      <w:r w:rsidRPr="009F50BD" w:rsidDel="009A761C">
        <w:rPr>
          <w:noProof/>
          <w:lang w:val="en-US"/>
        </w:rPr>
        <w:t xml:space="preserve"> </w:t>
      </w:r>
    </w:p>
    <w:p w14:paraId="1E978404" w14:textId="77777777" w:rsidR="009F50BD" w:rsidRPr="009F50BD" w:rsidRDefault="009F50BD" w:rsidP="009F50BD">
      <w:pPr>
        <w:rPr>
          <w:noProof/>
          <w:lang w:val="en-US"/>
        </w:rPr>
      </w:pPr>
    </w:p>
    <w:p w14:paraId="7E913DC4" w14:textId="012D3AF6" w:rsidR="0098582D" w:rsidRDefault="003B6C0B" w:rsidP="003B6C0B">
      <w:pPr>
        <w:keepNext/>
        <w:jc w:val="center"/>
      </w:pPr>
      <w:r>
        <w:rPr>
          <w:noProof/>
          <w:lang w:val="en-US"/>
        </w:rPr>
        <w:object w:dxaOrig="9610" w:dyaOrig="5405" w14:anchorId="0E267159">
          <v:shape id="_x0000_i1033" type="#_x0000_t75" style="width:247.95pt;height:139.6pt" o:ole="">
            <v:imagedata r:id="rId40" o:title="" croptop="15775f" cropbottom="15896f" cropleft="15688f" cropright="16058f"/>
          </v:shape>
          <o:OLEObject Type="Embed" ProgID="PowerPoint.Slide.12" ShapeID="_x0000_i1033" DrawAspect="Content" ObjectID="_1689147441" r:id="rId41"/>
        </w:object>
      </w:r>
    </w:p>
    <w:p w14:paraId="4A04C19B" w14:textId="12215AFA" w:rsidR="009F50BD" w:rsidRPr="00A34C8C" w:rsidRDefault="0098582D" w:rsidP="00304D5A">
      <w:pPr>
        <w:pStyle w:val="AnnexFigureCTitle"/>
      </w:pPr>
      <w:r w:rsidRPr="001E53C0">
        <w:t>Representation of where the boundaries are on the layers</w:t>
      </w:r>
    </w:p>
    <w:bookmarkEnd w:id="1242"/>
    <w:p w14:paraId="3384222A" w14:textId="77777777" w:rsidR="009F50BD" w:rsidRPr="009F50BD" w:rsidRDefault="009F50BD" w:rsidP="009F50BD">
      <w:pPr>
        <w:rPr>
          <w:noProof/>
          <w:lang w:val="en-US"/>
        </w:rPr>
      </w:pPr>
      <w:r w:rsidRPr="009F50BD">
        <w:rPr>
          <w:noProof/>
          <w:lang w:val="en-US"/>
        </w:rPr>
        <w:t>For two layers, the i-th and j-th layers, when the pair of the boundary_identifier_north value of the i-th layer and the boundary_identifier_south value of the j-th layer are equal then the decoded picture of the i-th layer and the decoded picture of the j-th layer are adjacent in the composed output picture and they share a common boundary at the boundary north/south. For i-th and j-th layers, when the pair of the boundary_identifier_east value of the i-th layer and the boundary_identifier_west value of the j-th layer are equal then the decoded picture of the i-th layer and the decoded picture of the j-th layer are adjacent in the composed output picture and they share a common boundary at the boundary east/west.</w:t>
      </w:r>
    </w:p>
    <w:p w14:paraId="6F1F6A57" w14:textId="77777777" w:rsidR="009F50BD" w:rsidRPr="009F50BD" w:rsidRDefault="009F50BD" w:rsidP="009F50BD">
      <w:pPr>
        <w:rPr>
          <w:noProof/>
          <w:lang w:val="en-US"/>
        </w:rPr>
      </w:pPr>
      <w:r w:rsidRPr="009F50BD">
        <w:rPr>
          <w:noProof/>
          <w:lang w:val="en-US"/>
        </w:rPr>
        <w:lastRenderedPageBreak/>
        <w:t>Two decoded pictures adjacent by the north/south boundary are aligned on their west boundary in the final output picture. Two decoded pictures adjacent by the east/west boundary are aligned on their north boundary in the final output picture.</w:t>
      </w:r>
      <w:bookmarkEnd w:id="1243"/>
    </w:p>
    <w:p w14:paraId="233F7794" w14:textId="41A929C7" w:rsidR="009F50BD" w:rsidRPr="009F50BD" w:rsidRDefault="009F50BD" w:rsidP="009F50BD">
      <w:pPr>
        <w:rPr>
          <w:noProof/>
          <w:lang w:val="en-US"/>
        </w:rPr>
      </w:pPr>
      <w:r w:rsidRPr="009F50BD">
        <w:rPr>
          <w:noProof/>
          <w:lang w:val="en-US"/>
        </w:rPr>
        <w:t>All the Independent layer info SEI message present in</w:t>
      </w:r>
      <w:r w:rsidR="00DC5B72">
        <w:rPr>
          <w:noProof/>
          <w:lang w:val="en-US"/>
        </w:rPr>
        <w:t xml:space="preserve"> the</w:t>
      </w:r>
      <w:r w:rsidRPr="009F50BD">
        <w:rPr>
          <w:noProof/>
          <w:lang w:val="en-US"/>
        </w:rPr>
        <w:t xml:space="preserve"> layers of an OLS shall collectively describe a 4-connected graph and each layer of the OLS shall be connected to the graph.</w:t>
      </w:r>
    </w:p>
    <w:bookmarkEnd w:id="1244"/>
    <w:p w14:paraId="54DB38DD" w14:textId="77777777" w:rsidR="009F50BD" w:rsidRPr="009F50BD" w:rsidRDefault="009F50BD" w:rsidP="009F50BD">
      <w:pPr>
        <w:numPr>
          <w:ilvl w:val="2"/>
          <w:numId w:val="7"/>
        </w:numPr>
        <w:rPr>
          <w:b/>
          <w:noProof/>
          <w:lang w:val="en-US"/>
        </w:rPr>
      </w:pPr>
      <w:r w:rsidRPr="009F50BD">
        <w:rPr>
          <w:b/>
          <w:noProof/>
          <w:lang w:val="en-US"/>
        </w:rPr>
        <w:t>Process for generating the aggregated output picture</w:t>
      </w:r>
    </w:p>
    <w:p w14:paraId="792156CA" w14:textId="77777777" w:rsidR="009F50BD" w:rsidRPr="009F50BD" w:rsidRDefault="009F50BD" w:rsidP="009F50BD">
      <w:pPr>
        <w:rPr>
          <w:noProof/>
          <w:lang w:val="en-US"/>
        </w:rPr>
      </w:pPr>
      <w:r w:rsidRPr="009F50BD">
        <w:rPr>
          <w:noProof/>
          <w:lang w:val="en-US"/>
        </w:rPr>
        <w:t>The process for generating the final output picture is informative. The following section provides the expected operations performed for generating the final output picture based on the decoded pictures of each layer from a selected OLS:</w:t>
      </w:r>
    </w:p>
    <w:p w14:paraId="0F0B81CA" w14:textId="77777777" w:rsidR="009F50BD" w:rsidRPr="009F50BD" w:rsidRDefault="009F50BD" w:rsidP="009F50BD">
      <w:pPr>
        <w:numPr>
          <w:ilvl w:val="0"/>
          <w:numId w:val="31"/>
        </w:numPr>
        <w:rPr>
          <w:noProof/>
          <w:lang w:val="en-US"/>
        </w:rPr>
      </w:pPr>
      <w:r w:rsidRPr="009F50BD">
        <w:rPr>
          <w:noProof/>
          <w:lang w:val="en-US"/>
        </w:rPr>
        <w:t>For each Access Unit:</w:t>
      </w:r>
    </w:p>
    <w:p w14:paraId="477EE658" w14:textId="77777777" w:rsidR="009F50BD" w:rsidRPr="009F50BD" w:rsidRDefault="009F50BD" w:rsidP="009F50BD">
      <w:pPr>
        <w:numPr>
          <w:ilvl w:val="1"/>
          <w:numId w:val="31"/>
        </w:numPr>
        <w:rPr>
          <w:noProof/>
          <w:lang w:val="en-US"/>
        </w:rPr>
      </w:pPr>
      <w:r w:rsidRPr="009F50BD">
        <w:rPr>
          <w:noProof/>
          <w:lang w:val="en-US"/>
        </w:rPr>
        <w:t>If VPS present, parse VPS and store the list of layers in the bitstream.</w:t>
      </w:r>
    </w:p>
    <w:p w14:paraId="6A578E24" w14:textId="77777777" w:rsidR="009F50BD" w:rsidRPr="009F50BD" w:rsidRDefault="009F50BD" w:rsidP="009F50BD">
      <w:pPr>
        <w:numPr>
          <w:ilvl w:val="1"/>
          <w:numId w:val="31"/>
        </w:numPr>
        <w:rPr>
          <w:noProof/>
          <w:lang w:val="en-US"/>
        </w:rPr>
      </w:pPr>
      <w:r w:rsidRPr="009F50BD">
        <w:rPr>
          <w:noProof/>
          <w:lang w:val="en-US"/>
        </w:rPr>
        <w:t>For each present PPS, determine the size in luma samples of the corresponding layer.</w:t>
      </w:r>
    </w:p>
    <w:p w14:paraId="3BF4E28E" w14:textId="5D0F3F3F" w:rsidR="009F50BD" w:rsidRPr="009F50BD" w:rsidRDefault="009F50BD" w:rsidP="009F50BD">
      <w:pPr>
        <w:numPr>
          <w:ilvl w:val="1"/>
          <w:numId w:val="31"/>
        </w:numPr>
        <w:rPr>
          <w:noProof/>
          <w:lang w:val="en-US"/>
        </w:rPr>
      </w:pPr>
      <w:r w:rsidRPr="009F50BD">
        <w:rPr>
          <w:noProof/>
          <w:lang w:val="en-US"/>
        </w:rPr>
        <w:t>For each present Independent layer info SEI</w:t>
      </w:r>
      <w:r w:rsidR="00DF48EA">
        <w:rPr>
          <w:noProof/>
          <w:lang w:val="en-US"/>
        </w:rPr>
        <w:t xml:space="preserve"> message</w:t>
      </w:r>
      <w:r w:rsidRPr="009F50BD">
        <w:rPr>
          <w:noProof/>
          <w:lang w:val="en-US"/>
        </w:rPr>
        <w:t>, parse the payload and store the boundary identifiers for the corresponding layer.</w:t>
      </w:r>
    </w:p>
    <w:p w14:paraId="3CA43582" w14:textId="4B68E30D" w:rsidR="009F50BD" w:rsidRPr="009F50BD" w:rsidRDefault="009F50BD" w:rsidP="009F50BD">
      <w:pPr>
        <w:numPr>
          <w:ilvl w:val="1"/>
          <w:numId w:val="31"/>
        </w:numPr>
        <w:rPr>
          <w:noProof/>
          <w:lang w:val="en-US"/>
        </w:rPr>
      </w:pPr>
      <w:r w:rsidRPr="009F50BD">
        <w:rPr>
          <w:noProof/>
          <w:lang w:val="en-US"/>
        </w:rPr>
        <w:t>If any of VPS, PPS or Independent layer info SEI</w:t>
      </w:r>
      <w:r w:rsidR="00DF48EA">
        <w:rPr>
          <w:noProof/>
          <w:lang w:val="en-US"/>
        </w:rPr>
        <w:t xml:space="preserve"> message</w:t>
      </w:r>
      <w:r w:rsidRPr="009F50BD">
        <w:rPr>
          <w:noProof/>
          <w:lang w:val="en-US"/>
        </w:rPr>
        <w:t xml:space="preserve"> is present in the current Access Unit, execute calculate_layer_layout_in_final_output_picture(), that returns the horizontal, XPos, and vertical, YPos, position of the top-left corner of each cropped decoded picture per layer in the final output picture.</w:t>
      </w:r>
    </w:p>
    <w:p w14:paraId="02A5807E" w14:textId="77777777" w:rsidR="009F50BD" w:rsidRPr="009F50BD" w:rsidRDefault="009F50BD" w:rsidP="009F50BD">
      <w:pPr>
        <w:numPr>
          <w:ilvl w:val="1"/>
          <w:numId w:val="31"/>
        </w:numPr>
        <w:rPr>
          <w:noProof/>
          <w:lang w:val="en-US"/>
        </w:rPr>
      </w:pPr>
      <w:r w:rsidRPr="009F50BD">
        <w:rPr>
          <w:noProof/>
          <w:lang w:val="en-US"/>
        </w:rPr>
        <w:t>Initialize a picture buffer of size FinalWidth of width and FinalHeight of height for the final output picture.</w:t>
      </w:r>
    </w:p>
    <w:p w14:paraId="223F0118" w14:textId="77777777" w:rsidR="009F50BD" w:rsidRPr="009F50BD" w:rsidRDefault="009F50BD" w:rsidP="009F50BD">
      <w:pPr>
        <w:numPr>
          <w:ilvl w:val="1"/>
          <w:numId w:val="31"/>
        </w:numPr>
        <w:rPr>
          <w:noProof/>
          <w:lang w:val="en-US"/>
        </w:rPr>
      </w:pPr>
      <w:r w:rsidRPr="009F50BD">
        <w:rPr>
          <w:noProof/>
          <w:lang w:val="en-US"/>
        </w:rPr>
        <w:t>For each Picture Unit:</w:t>
      </w:r>
    </w:p>
    <w:p w14:paraId="6619CCB6" w14:textId="77777777" w:rsidR="009F50BD" w:rsidRPr="009F50BD" w:rsidRDefault="009F50BD" w:rsidP="009F50BD">
      <w:pPr>
        <w:numPr>
          <w:ilvl w:val="2"/>
          <w:numId w:val="31"/>
        </w:numPr>
        <w:rPr>
          <w:noProof/>
          <w:lang w:val="en-US"/>
        </w:rPr>
      </w:pPr>
      <w:r w:rsidRPr="009F50BD">
        <w:rPr>
          <w:noProof/>
          <w:lang w:val="en-US"/>
        </w:rPr>
        <w:t>Decode the coded picture.</w:t>
      </w:r>
    </w:p>
    <w:p w14:paraId="06CF4E8B" w14:textId="77777777" w:rsidR="009F50BD" w:rsidRPr="009F50BD" w:rsidRDefault="009F50BD" w:rsidP="009F50BD">
      <w:pPr>
        <w:numPr>
          <w:ilvl w:val="1"/>
          <w:numId w:val="31"/>
        </w:numPr>
        <w:rPr>
          <w:noProof/>
          <w:lang w:val="en-US"/>
        </w:rPr>
      </w:pPr>
      <w:r w:rsidRPr="009F50BD">
        <w:rPr>
          <w:noProof/>
          <w:lang w:val="en-US"/>
        </w:rPr>
        <w:t>If pictures are ready for output:</w:t>
      </w:r>
    </w:p>
    <w:p w14:paraId="5A04D79A" w14:textId="77777777" w:rsidR="009F50BD" w:rsidRPr="009F50BD" w:rsidRDefault="009F50BD" w:rsidP="009F50BD">
      <w:pPr>
        <w:numPr>
          <w:ilvl w:val="2"/>
          <w:numId w:val="31"/>
        </w:numPr>
        <w:rPr>
          <w:noProof/>
          <w:lang w:val="en-US"/>
        </w:rPr>
      </w:pPr>
      <w:r w:rsidRPr="009F50BD">
        <w:rPr>
          <w:noProof/>
          <w:lang w:val="en-US"/>
        </w:rPr>
        <w:t>For each layer in selected OLS.</w:t>
      </w:r>
    </w:p>
    <w:p w14:paraId="06D01620" w14:textId="77777777" w:rsidR="009F50BD" w:rsidRPr="009F50BD" w:rsidRDefault="009F50BD" w:rsidP="009F50BD">
      <w:pPr>
        <w:numPr>
          <w:ilvl w:val="3"/>
          <w:numId w:val="31"/>
        </w:numPr>
        <w:rPr>
          <w:noProof/>
          <w:lang w:val="en-US"/>
        </w:rPr>
      </w:pPr>
      <w:r w:rsidRPr="009F50BD">
        <w:rPr>
          <w:noProof/>
          <w:lang w:val="en-US"/>
        </w:rPr>
        <w:t>Apply conformance window cropping on the decoded picture of the current layer.</w:t>
      </w:r>
    </w:p>
    <w:p w14:paraId="77ED81AB" w14:textId="77777777" w:rsidR="009F50BD" w:rsidRPr="009F50BD" w:rsidRDefault="009F50BD" w:rsidP="009F50BD">
      <w:pPr>
        <w:numPr>
          <w:ilvl w:val="3"/>
          <w:numId w:val="31"/>
        </w:numPr>
        <w:rPr>
          <w:noProof/>
          <w:lang w:val="en-US"/>
        </w:rPr>
      </w:pPr>
      <w:r w:rsidRPr="009F50BD">
        <w:rPr>
          <w:noProof/>
          <w:lang w:val="en-US"/>
        </w:rPr>
        <w:t>Retrieve XPos and YPos, the positions of the current layer in the final output picture in luma sample.</w:t>
      </w:r>
    </w:p>
    <w:p w14:paraId="6D94783A" w14:textId="77777777" w:rsidR="009F50BD" w:rsidRPr="009F50BD" w:rsidRDefault="009F50BD" w:rsidP="009F50BD">
      <w:pPr>
        <w:numPr>
          <w:ilvl w:val="3"/>
          <w:numId w:val="31"/>
        </w:numPr>
        <w:rPr>
          <w:noProof/>
          <w:lang w:val="en-US"/>
        </w:rPr>
      </w:pPr>
      <w:r w:rsidRPr="009F50BD">
        <w:rPr>
          <w:noProof/>
          <w:lang w:val="en-US"/>
        </w:rPr>
        <w:t>Copy cropped decoded picture in final output picture buffer at position (XPos, YPos) corresponding to the top-left corner of the cropped decoded picture.</w:t>
      </w:r>
    </w:p>
    <w:p w14:paraId="3F5A72CA" w14:textId="3CAE9311" w:rsidR="0020457E" w:rsidRDefault="0020457E" w:rsidP="00661684">
      <w:pPr>
        <w:rPr>
          <w:rFonts w:ascii="Courier New" w:hAnsi="Courier New"/>
          <w:noProof/>
          <w:sz w:val="18"/>
        </w:rPr>
      </w:pPr>
    </w:p>
    <w:p w14:paraId="22587148" w14:textId="5A6422FB" w:rsidR="0020457E" w:rsidRPr="00BC394B" w:rsidRDefault="0020457E" w:rsidP="0020457E">
      <w:pPr>
        <w:pStyle w:val="ANNEX"/>
        <w:numPr>
          <w:ilvl w:val="0"/>
          <w:numId w:val="7"/>
        </w:numPr>
      </w:pPr>
      <w:r w:rsidRPr="00BC394B">
        <w:lastRenderedPageBreak/>
        <w:br/>
      </w:r>
      <w:bookmarkStart w:id="1245" w:name="_Ref72846178"/>
      <w:bookmarkStart w:id="1246" w:name="_Toc78533760"/>
      <w:r w:rsidRPr="00BC394B">
        <w:rPr>
          <w:b w:val="0"/>
        </w:rPr>
        <w:t>(</w:t>
      </w:r>
      <w:r>
        <w:rPr>
          <w:b w:val="0"/>
        </w:rPr>
        <w:t>informative</w:t>
      </w:r>
      <w:r w:rsidRPr="00BC394B">
        <w:rPr>
          <w:b w:val="0"/>
        </w:rPr>
        <w:t>)</w:t>
      </w:r>
      <w:r w:rsidRPr="00BC394B">
        <w:br/>
      </w:r>
      <w:r w:rsidRPr="00BC394B">
        <w:br/>
      </w:r>
      <w:r w:rsidR="003F347B">
        <w:t xml:space="preserve">Brief description of </w:t>
      </w:r>
      <w:r w:rsidR="002332FC">
        <w:t>OpenMAX</w:t>
      </w:r>
      <w:r w:rsidR="003F347B">
        <w:t xml:space="preserve"> IL functions</w:t>
      </w:r>
      <w:bookmarkEnd w:id="1245"/>
      <w:bookmarkEnd w:id="1246"/>
    </w:p>
    <w:p w14:paraId="770ED607" w14:textId="55FD0190" w:rsidR="002F184F" w:rsidRDefault="002F184F" w:rsidP="003736E9">
      <w:pPr>
        <w:pStyle w:val="a2"/>
      </w:pPr>
      <w:bookmarkStart w:id="1247" w:name="_Toc78533761"/>
      <w:r>
        <w:t>Decoder Engine Control Interface</w:t>
      </w:r>
      <w:bookmarkEnd w:id="1247"/>
    </w:p>
    <w:p w14:paraId="6C4AE7A7" w14:textId="4E65E3B0" w:rsidR="003736E9" w:rsidRPr="000A2F18" w:rsidRDefault="003736E9" w:rsidP="00661684">
      <w:pPr>
        <w:pStyle w:val="a3"/>
      </w:pPr>
      <w:bookmarkStart w:id="1248" w:name="_Toc78533762"/>
      <w:proofErr w:type="spellStart"/>
      <w:r w:rsidRPr="000A2F18">
        <w:t>OMX_Init</w:t>
      </w:r>
      <w:proofErr w:type="spellEnd"/>
      <w:r w:rsidR="000F16F0">
        <w:t>()</w:t>
      </w:r>
      <w:r w:rsidRPr="000A2F18">
        <w:t xml:space="preserve"> and </w:t>
      </w:r>
      <w:proofErr w:type="spellStart"/>
      <w:r w:rsidRPr="000A2F18">
        <w:t>OMX_Deinit</w:t>
      </w:r>
      <w:proofErr w:type="spellEnd"/>
      <w:r w:rsidR="000F16F0">
        <w:t>()</w:t>
      </w:r>
      <w:bookmarkEnd w:id="1248"/>
    </w:p>
    <w:p w14:paraId="10A5ED87" w14:textId="6BA55685" w:rsidR="003736E9" w:rsidRPr="000A2F18" w:rsidRDefault="003736E9" w:rsidP="003736E9">
      <w:r w:rsidRPr="000A2F18">
        <w:t xml:space="preserve">Each </w:t>
      </w:r>
      <w:r w:rsidR="002332FC">
        <w:t>OpenMAX</w:t>
      </w:r>
      <w:r w:rsidRPr="000A2F18">
        <w:t xml:space="preserve"> IL client needs to call this method as their first call into </w:t>
      </w:r>
      <w:r w:rsidR="002332FC">
        <w:rPr>
          <w:lang w:eastAsia="ja-JP"/>
        </w:rPr>
        <w:t>OpenMAX</w:t>
      </w:r>
      <w:r w:rsidRPr="000A2F18">
        <w:rPr>
          <w:lang w:eastAsia="ja-JP"/>
        </w:rPr>
        <w:t xml:space="preserve"> </w:t>
      </w:r>
      <w:r w:rsidRPr="000A2F18">
        <w:t xml:space="preserve">IL. This function initializes the OMX core engine prior to any usage of it. Once done, the engine needs to be released by calling the </w:t>
      </w:r>
      <w:proofErr w:type="spellStart"/>
      <w:r w:rsidRPr="000E15FB">
        <w:rPr>
          <w:rFonts w:ascii="Courier New" w:hAnsi="Courier New" w:cs="Courier New"/>
          <w:sz w:val="20"/>
          <w:szCs w:val="20"/>
        </w:rPr>
        <w:t>OMX_Deinit</w:t>
      </w:r>
      <w:proofErr w:type="spellEnd"/>
      <w:r w:rsidR="000F16F0">
        <w:rPr>
          <w:rFonts w:ascii="Courier New" w:hAnsi="Courier New" w:cs="Courier New"/>
          <w:sz w:val="20"/>
          <w:szCs w:val="20"/>
        </w:rPr>
        <w:t>()</w:t>
      </w:r>
      <w:r w:rsidRPr="000A2F18">
        <w:t xml:space="preserve"> function.</w:t>
      </w:r>
    </w:p>
    <w:p w14:paraId="48961142" w14:textId="16135A96" w:rsidR="003736E9" w:rsidRPr="000A2F18" w:rsidRDefault="003736E9" w:rsidP="003736E9">
      <w:r w:rsidRPr="000A2F18">
        <w:t xml:space="preserve">OMX defines a naming convention for the component names with the following format: </w:t>
      </w:r>
      <w:r w:rsidRPr="000E15FB">
        <w:rPr>
          <w:rFonts w:ascii="Courier New" w:hAnsi="Courier New" w:cs="Courier New"/>
          <w:sz w:val="20"/>
          <w:szCs w:val="20"/>
        </w:rPr>
        <w:t>OMX.&lt;</w:t>
      </w:r>
      <w:proofErr w:type="spellStart"/>
      <w:r w:rsidRPr="000E15FB">
        <w:rPr>
          <w:rFonts w:ascii="Courier New" w:hAnsi="Courier New" w:cs="Courier New"/>
          <w:sz w:val="20"/>
          <w:szCs w:val="20"/>
        </w:rPr>
        <w:t>vendor_name</w:t>
      </w:r>
      <w:proofErr w:type="spellEnd"/>
      <w:r w:rsidRPr="000E15FB">
        <w:rPr>
          <w:rFonts w:ascii="Courier New" w:hAnsi="Courier New" w:cs="Courier New"/>
          <w:sz w:val="20"/>
          <w:szCs w:val="20"/>
        </w:rPr>
        <w:t>&gt;.&lt;</w:t>
      </w:r>
      <w:proofErr w:type="spellStart"/>
      <w:r w:rsidRPr="000E15FB">
        <w:rPr>
          <w:rFonts w:ascii="Courier New" w:hAnsi="Courier New" w:cs="Courier New"/>
          <w:sz w:val="20"/>
          <w:szCs w:val="20"/>
        </w:rPr>
        <w:t>vendor_specified_convention</w:t>
      </w:r>
      <w:proofErr w:type="spellEnd"/>
      <w:r w:rsidRPr="000E15FB">
        <w:rPr>
          <w:rFonts w:ascii="Courier New" w:hAnsi="Courier New" w:cs="Courier New"/>
          <w:sz w:val="20"/>
          <w:szCs w:val="20"/>
        </w:rPr>
        <w:t>&gt;</w:t>
      </w:r>
      <w:r w:rsidRPr="000A2F18">
        <w:t xml:space="preserve">. Once the instance is no longer needed, the </w:t>
      </w:r>
      <w:proofErr w:type="spellStart"/>
      <w:r w:rsidRPr="000E15FB">
        <w:rPr>
          <w:rFonts w:ascii="Courier New" w:hAnsi="Courier New" w:cs="Courier New"/>
          <w:sz w:val="20"/>
          <w:szCs w:val="20"/>
        </w:rPr>
        <w:t>OMX_FreeHandle</w:t>
      </w:r>
      <w:proofErr w:type="spellEnd"/>
      <w:r w:rsidR="000F16F0">
        <w:rPr>
          <w:rFonts w:ascii="Courier New" w:hAnsi="Courier New" w:cs="Courier New"/>
          <w:sz w:val="20"/>
          <w:szCs w:val="20"/>
        </w:rPr>
        <w:t>()</w:t>
      </w:r>
      <w:r w:rsidRPr="000A2F18">
        <w:t xml:space="preserve"> is called to free all related resources.</w:t>
      </w:r>
    </w:p>
    <w:p w14:paraId="4020FA2D" w14:textId="77777777" w:rsidR="003736E9" w:rsidRPr="000A2F18" w:rsidRDefault="003736E9" w:rsidP="003736E9">
      <w:r w:rsidRPr="000A2F18">
        <w:t xml:space="preserve">The function can be called multiple times with the same component name to create multiple instances of the component. </w:t>
      </w:r>
    </w:p>
    <w:p w14:paraId="4C2A6B16" w14:textId="2080CF96" w:rsidR="003736E9" w:rsidRPr="000A2F18" w:rsidRDefault="003736E9" w:rsidP="00661684">
      <w:pPr>
        <w:pStyle w:val="a3"/>
      </w:pPr>
      <w:bookmarkStart w:id="1249" w:name="_Toc78533763"/>
      <w:proofErr w:type="spellStart"/>
      <w:r w:rsidRPr="000A2F18">
        <w:t>OMX_GetHandle</w:t>
      </w:r>
      <w:proofErr w:type="spellEnd"/>
      <w:r w:rsidR="000F16F0">
        <w:t>()</w:t>
      </w:r>
      <w:r w:rsidRPr="000A2F18">
        <w:t xml:space="preserve"> and </w:t>
      </w:r>
      <w:proofErr w:type="spellStart"/>
      <w:r w:rsidRPr="000A2F18">
        <w:t>OMX_FreeHandle</w:t>
      </w:r>
      <w:proofErr w:type="spellEnd"/>
      <w:r w:rsidR="000F16F0">
        <w:t>()</w:t>
      </w:r>
      <w:bookmarkEnd w:id="1249"/>
    </w:p>
    <w:p w14:paraId="125B038F" w14:textId="774A7C3C" w:rsidR="003736E9" w:rsidRPr="000A2F18" w:rsidRDefault="003736E9" w:rsidP="003736E9">
      <w:r w:rsidRPr="000A2F18">
        <w:t xml:space="preserve">The </w:t>
      </w:r>
      <w:proofErr w:type="spellStart"/>
      <w:r w:rsidRPr="000E15FB">
        <w:rPr>
          <w:rFonts w:ascii="Courier New" w:hAnsi="Courier New" w:cs="Courier New"/>
          <w:sz w:val="20"/>
          <w:szCs w:val="20"/>
        </w:rPr>
        <w:t>OMX_GetHandle</w:t>
      </w:r>
      <w:proofErr w:type="spellEnd"/>
      <w:r w:rsidR="000F16F0">
        <w:rPr>
          <w:rFonts w:ascii="Courier New" w:hAnsi="Courier New" w:cs="Courier New"/>
          <w:sz w:val="20"/>
          <w:szCs w:val="20"/>
        </w:rPr>
        <w:t>()</w:t>
      </w:r>
      <w:r w:rsidRPr="000A2F18">
        <w:t xml:space="preserve"> method is used to locate the requested component through its provided name. If the requested component is available, the OMX core engine will invoke the components methods to fill the component handle and setup the </w:t>
      </w:r>
      <w:proofErr w:type="spellStart"/>
      <w:r w:rsidRPr="000A2F18">
        <w:t>callbacks</w:t>
      </w:r>
      <w:proofErr w:type="spellEnd"/>
      <w:r w:rsidRPr="000A2F18">
        <w:t xml:space="preserve">. The </w:t>
      </w:r>
      <w:r w:rsidR="002332FC">
        <w:rPr>
          <w:lang w:eastAsia="ja-JP"/>
        </w:rPr>
        <w:t>OpenMAX</w:t>
      </w:r>
      <w:r w:rsidRPr="000A2F18">
        <w:rPr>
          <w:lang w:eastAsia="ja-JP"/>
        </w:rPr>
        <w:t xml:space="preserve"> </w:t>
      </w:r>
      <w:r w:rsidRPr="000A2F18">
        <w:t xml:space="preserve">AL is the interface that will be used by the application to perform media playback and processing. However, the </w:t>
      </w:r>
      <w:r w:rsidR="002332FC">
        <w:rPr>
          <w:lang w:eastAsia="ja-JP"/>
        </w:rPr>
        <w:t>OpenMAX</w:t>
      </w:r>
      <w:r w:rsidRPr="000A2F18">
        <w:rPr>
          <w:lang w:eastAsia="ja-JP"/>
        </w:rPr>
        <w:t xml:space="preserve"> </w:t>
      </w:r>
      <w:r w:rsidRPr="000A2F18">
        <w:t xml:space="preserve">IL interface is the interface that provides direct access to video decoder components and their capabilities. That is why we focus on the </w:t>
      </w:r>
      <w:r w:rsidR="002332FC">
        <w:rPr>
          <w:lang w:eastAsia="ja-JP"/>
        </w:rPr>
        <w:t>OpenMAX</w:t>
      </w:r>
      <w:r w:rsidRPr="000A2F18">
        <w:rPr>
          <w:lang w:eastAsia="ja-JP"/>
        </w:rPr>
        <w:t xml:space="preserve"> </w:t>
      </w:r>
      <w:r w:rsidRPr="000A2F18">
        <w:t xml:space="preserve">IL interface for the purpose of understanding the missing features towards a flexible multi-video decoder platform and its interface for 6DoF applications. </w:t>
      </w:r>
    </w:p>
    <w:p w14:paraId="48A45340" w14:textId="6AA77898" w:rsidR="003736E9" w:rsidRPr="000A2F18" w:rsidRDefault="003736E9" w:rsidP="00661684">
      <w:pPr>
        <w:pStyle w:val="a3"/>
      </w:pPr>
      <w:bookmarkStart w:id="1250" w:name="_Toc78533764"/>
      <w:proofErr w:type="spellStart"/>
      <w:r w:rsidRPr="000A2F18">
        <w:t>OMX_SetupTunnel</w:t>
      </w:r>
      <w:proofErr w:type="spellEnd"/>
      <w:r w:rsidR="000F16F0">
        <w:t>()</w:t>
      </w:r>
      <w:r w:rsidRPr="000A2F18">
        <w:t xml:space="preserve"> and </w:t>
      </w:r>
      <w:proofErr w:type="spellStart"/>
      <w:r w:rsidRPr="000A2F18">
        <w:t>OMX_TeardownTunnel</w:t>
      </w:r>
      <w:proofErr w:type="spellEnd"/>
      <w:r w:rsidR="000F16F0">
        <w:t>()</w:t>
      </w:r>
      <w:bookmarkEnd w:id="1250"/>
    </w:p>
    <w:p w14:paraId="631A90F8" w14:textId="49DDABA4" w:rsidR="003736E9" w:rsidRPr="000A2F18" w:rsidRDefault="003736E9" w:rsidP="003736E9">
      <w:r w:rsidRPr="000A2F18">
        <w:t xml:space="preserve">A Tunnel is used to connect the input and output ports of two connected components. The </w:t>
      </w:r>
      <w:proofErr w:type="spellStart"/>
      <w:r w:rsidRPr="000E15FB">
        <w:rPr>
          <w:rFonts w:ascii="Courier New" w:hAnsi="Courier New" w:cs="Courier New"/>
          <w:sz w:val="20"/>
          <w:szCs w:val="20"/>
        </w:rPr>
        <w:t>OMX_SetupTunnel</w:t>
      </w:r>
      <w:proofErr w:type="spellEnd"/>
      <w:r w:rsidR="000F16F0">
        <w:rPr>
          <w:rFonts w:ascii="Courier New" w:hAnsi="Courier New" w:cs="Courier New"/>
          <w:sz w:val="20"/>
          <w:szCs w:val="20"/>
        </w:rPr>
        <w:t>()</w:t>
      </w:r>
      <w:r w:rsidRPr="000A2F18">
        <w:t xml:space="preserve"> is used to establish a tunnel connecting an output port to the input port of another component.  When creating the tunnel, the components negotiate a compatible input/output format for the connected ports. When no longer needed, the application calls the </w:t>
      </w:r>
      <w:proofErr w:type="spellStart"/>
      <w:r w:rsidRPr="000E15FB">
        <w:rPr>
          <w:rFonts w:ascii="Courier New" w:hAnsi="Courier New" w:cs="Courier New"/>
          <w:sz w:val="20"/>
          <w:szCs w:val="20"/>
        </w:rPr>
        <w:t>OMX_TeardownTunnel</w:t>
      </w:r>
      <w:proofErr w:type="spellEnd"/>
      <w:r w:rsidR="000F16F0">
        <w:rPr>
          <w:rFonts w:ascii="Courier New" w:hAnsi="Courier New" w:cs="Courier New"/>
          <w:sz w:val="20"/>
          <w:szCs w:val="20"/>
        </w:rPr>
        <w:t>()</w:t>
      </w:r>
      <w:r w:rsidRPr="000A2F18">
        <w:t xml:space="preserve"> to tear down the tunnel.</w:t>
      </w:r>
    </w:p>
    <w:p w14:paraId="0D386851" w14:textId="77777777" w:rsidR="003736E9" w:rsidRPr="000A2F18" w:rsidRDefault="003736E9" w:rsidP="00661684">
      <w:pPr>
        <w:pStyle w:val="a2"/>
      </w:pPr>
      <w:bookmarkStart w:id="1251" w:name="_Toc78533765"/>
      <w:r w:rsidRPr="000A2F18">
        <w:t>Decoder Instance Interface</w:t>
      </w:r>
      <w:bookmarkEnd w:id="1251"/>
    </w:p>
    <w:p w14:paraId="4806A652" w14:textId="77777777" w:rsidR="003736E9" w:rsidRPr="000A2F18" w:rsidRDefault="003736E9" w:rsidP="00661684">
      <w:pPr>
        <w:pStyle w:val="a3"/>
      </w:pPr>
      <w:bookmarkStart w:id="1252" w:name="_Toc78533766"/>
      <w:r w:rsidRPr="000A2F18">
        <w:t>Methods</w:t>
      </w:r>
      <w:bookmarkEnd w:id="1252"/>
    </w:p>
    <w:p w14:paraId="422768C9" w14:textId="51456059" w:rsidR="003736E9" w:rsidRPr="000A2F18" w:rsidRDefault="003736E9" w:rsidP="003736E9">
      <w:r w:rsidRPr="000A2F18">
        <w:t xml:space="preserve">The components communicate among each other and with the application through buffer exchange. For this purpose, the </w:t>
      </w:r>
      <w:proofErr w:type="spellStart"/>
      <w:r w:rsidRPr="000E15FB">
        <w:rPr>
          <w:rFonts w:ascii="Courier New" w:hAnsi="Courier New" w:cs="Courier New"/>
          <w:sz w:val="20"/>
          <w:szCs w:val="20"/>
        </w:rPr>
        <w:t>OMX_AllocateBuffer</w:t>
      </w:r>
      <w:proofErr w:type="spellEnd"/>
      <w:r w:rsidR="000F16F0">
        <w:rPr>
          <w:rFonts w:ascii="Courier New" w:hAnsi="Courier New" w:cs="Courier New"/>
          <w:sz w:val="20"/>
          <w:szCs w:val="20"/>
        </w:rPr>
        <w:t>()</w:t>
      </w:r>
      <w:r w:rsidRPr="000A2F18">
        <w:t xml:space="preserve">, </w:t>
      </w:r>
      <w:proofErr w:type="spellStart"/>
      <w:r w:rsidRPr="000E15FB">
        <w:rPr>
          <w:rFonts w:ascii="Courier New" w:hAnsi="Courier New" w:cs="Courier New"/>
          <w:sz w:val="20"/>
          <w:szCs w:val="20"/>
        </w:rPr>
        <w:t>OMX_UseBuffer</w:t>
      </w:r>
      <w:proofErr w:type="spellEnd"/>
      <w:r w:rsidR="000F16F0">
        <w:rPr>
          <w:rFonts w:ascii="Courier New" w:hAnsi="Courier New" w:cs="Courier New"/>
          <w:sz w:val="20"/>
          <w:szCs w:val="20"/>
        </w:rPr>
        <w:t>()</w:t>
      </w:r>
      <w:r w:rsidRPr="000A2F18">
        <w:t xml:space="preserve">, </w:t>
      </w:r>
      <w:proofErr w:type="spellStart"/>
      <w:r w:rsidRPr="000E15FB">
        <w:rPr>
          <w:rFonts w:ascii="Courier New" w:hAnsi="Courier New" w:cs="Courier New"/>
          <w:sz w:val="20"/>
          <w:szCs w:val="20"/>
        </w:rPr>
        <w:t>OMX_FillThisBuffer</w:t>
      </w:r>
      <w:proofErr w:type="spellEnd"/>
      <w:r w:rsidR="000F16F0">
        <w:rPr>
          <w:rFonts w:ascii="Courier New" w:hAnsi="Courier New" w:cs="Courier New"/>
          <w:sz w:val="20"/>
          <w:szCs w:val="20"/>
        </w:rPr>
        <w:t>()</w:t>
      </w:r>
      <w:r w:rsidRPr="000A2F18">
        <w:t xml:space="preserve">, </w:t>
      </w:r>
      <w:proofErr w:type="spellStart"/>
      <w:r w:rsidRPr="000E15FB">
        <w:rPr>
          <w:rFonts w:ascii="Courier New" w:hAnsi="Courier New" w:cs="Courier New"/>
          <w:sz w:val="20"/>
          <w:szCs w:val="20"/>
        </w:rPr>
        <w:t>OMX_EmptyThisBuffer</w:t>
      </w:r>
      <w:proofErr w:type="spellEnd"/>
      <w:r w:rsidR="000F16F0">
        <w:rPr>
          <w:rFonts w:ascii="Courier New" w:hAnsi="Courier New" w:cs="Courier New"/>
          <w:sz w:val="20"/>
          <w:szCs w:val="20"/>
        </w:rPr>
        <w:t>()</w:t>
      </w:r>
      <w:r w:rsidRPr="000A2F18">
        <w:t xml:space="preserve">, and </w:t>
      </w:r>
      <w:proofErr w:type="spellStart"/>
      <w:r w:rsidRPr="000E15FB">
        <w:rPr>
          <w:rFonts w:ascii="Courier New" w:hAnsi="Courier New" w:cs="Courier New"/>
          <w:sz w:val="20"/>
          <w:szCs w:val="20"/>
        </w:rPr>
        <w:t>OMX_FreeBuffer</w:t>
      </w:r>
      <w:proofErr w:type="spellEnd"/>
      <w:r w:rsidR="000F16F0">
        <w:rPr>
          <w:rFonts w:ascii="Courier New" w:hAnsi="Courier New" w:cs="Courier New"/>
          <w:sz w:val="20"/>
          <w:szCs w:val="20"/>
        </w:rPr>
        <w:t>()</w:t>
      </w:r>
      <w:r w:rsidRPr="000A2F18">
        <w:t xml:space="preserve"> are defined. These function calls are non-blocking. </w:t>
      </w:r>
    </w:p>
    <w:p w14:paraId="7CEBCE6B" w14:textId="7D5FD6F9" w:rsidR="003736E9" w:rsidRPr="000A2F18" w:rsidRDefault="003736E9" w:rsidP="003736E9">
      <w:r w:rsidRPr="000A2F18">
        <w:t xml:space="preserve">A component asks a preceding component to fill an input buffer by calling the </w:t>
      </w:r>
      <w:proofErr w:type="spellStart"/>
      <w:r w:rsidRPr="000E15FB">
        <w:rPr>
          <w:rFonts w:ascii="Courier New" w:hAnsi="Courier New" w:cs="Courier New"/>
          <w:sz w:val="20"/>
          <w:szCs w:val="20"/>
        </w:rPr>
        <w:t>OMX_FillThisBuffer</w:t>
      </w:r>
      <w:proofErr w:type="spellEnd"/>
      <w:r w:rsidR="000F16F0">
        <w:rPr>
          <w:rFonts w:ascii="Courier New" w:hAnsi="Courier New" w:cs="Courier New"/>
          <w:sz w:val="20"/>
          <w:szCs w:val="20"/>
        </w:rPr>
        <w:t>()</w:t>
      </w:r>
      <w:r w:rsidRPr="000A2F18">
        <w:t xml:space="preserve"> method and asks a succeeding component to retrieve the content of an output port buffer by calling the </w:t>
      </w:r>
      <w:proofErr w:type="spellStart"/>
      <w:r w:rsidRPr="000E15FB">
        <w:rPr>
          <w:rFonts w:ascii="Courier New" w:hAnsi="Courier New" w:cs="Courier New"/>
          <w:sz w:val="20"/>
          <w:szCs w:val="20"/>
        </w:rPr>
        <w:t>OMX_EmptyThisBuffer</w:t>
      </w:r>
      <w:proofErr w:type="spellEnd"/>
      <w:r w:rsidR="000F16F0">
        <w:rPr>
          <w:rFonts w:ascii="Courier New" w:hAnsi="Courier New" w:cs="Courier New"/>
          <w:sz w:val="20"/>
          <w:szCs w:val="20"/>
        </w:rPr>
        <w:t>()</w:t>
      </w:r>
      <w:r w:rsidRPr="000A2F18">
        <w:t xml:space="preserve"> </w:t>
      </w:r>
      <w:r w:rsidR="000F16F0">
        <w:t>function</w:t>
      </w:r>
      <w:r w:rsidRPr="000A2F18">
        <w:t>. Only one buffer per tunnel is allowed and one of the two components acts a supplier of that buffer.</w:t>
      </w:r>
      <w:r w:rsidR="00A749FF">
        <w:t xml:space="preserve"> </w:t>
      </w:r>
    </w:p>
    <w:p w14:paraId="7D5AD22F" w14:textId="58D2F58D" w:rsidR="003736E9" w:rsidRPr="000A2F18" w:rsidRDefault="003736E9" w:rsidP="003736E9">
      <w:r w:rsidRPr="000A2F18">
        <w:lastRenderedPageBreak/>
        <w:fldChar w:fldCharType="begin"/>
      </w:r>
      <w:r w:rsidRPr="000A2F18">
        <w:instrText xml:space="preserve"> REF _Ref21687712 \h </w:instrText>
      </w:r>
      <w:r w:rsidRPr="000A2F18">
        <w:fldChar w:fldCharType="separate"/>
      </w:r>
      <w:r w:rsidR="00634738">
        <w:rPr>
          <w:b/>
          <w:bCs/>
          <w:lang w:val="en-US"/>
        </w:rPr>
        <w:t>Error! Reference source not found.</w:t>
      </w:r>
      <w:r w:rsidRPr="000A2F18">
        <w:fldChar w:fldCharType="end"/>
      </w:r>
      <w:r w:rsidRPr="000A2F18">
        <w:t xml:space="preserve"> depicts an example of connected components and the buffer usage:</w:t>
      </w:r>
    </w:p>
    <w:p w14:paraId="25AAB97F" w14:textId="4536754D" w:rsidR="00176F89" w:rsidRDefault="003736E9" w:rsidP="005B4698">
      <w:pPr>
        <w:keepNext/>
      </w:pPr>
      <w:r w:rsidRPr="00803F15">
        <w:rPr>
          <w:noProof/>
        </w:rPr>
        <w:drawing>
          <wp:inline distT="0" distB="0" distL="0" distR="0" wp14:anchorId="5AFC4622" wp14:editId="1B1B5B53">
            <wp:extent cx="5943600" cy="1895475"/>
            <wp:effectExtent l="0" t="0" r="0" b="9525"/>
            <wp:docPr id="14" name="Picture 14"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creenshot of a map&#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3600" cy="1895475"/>
                    </a:xfrm>
                    <a:prstGeom prst="rect">
                      <a:avLst/>
                    </a:prstGeom>
                    <a:noFill/>
                    <a:ln>
                      <a:noFill/>
                    </a:ln>
                  </pic:spPr>
                </pic:pic>
              </a:graphicData>
            </a:graphic>
          </wp:inline>
        </w:drawing>
      </w:r>
    </w:p>
    <w:p w14:paraId="2F5C2191" w14:textId="1A4AE155" w:rsidR="00F7654C" w:rsidRPr="0056723F" w:rsidRDefault="00176F89" w:rsidP="00304D5A">
      <w:pPr>
        <w:pStyle w:val="AnnexDFigureTitle"/>
      </w:pPr>
      <w:r w:rsidRPr="0056723F">
        <w:t>Example of connected components and the buffer usage</w:t>
      </w:r>
    </w:p>
    <w:p w14:paraId="3EE6D5DB" w14:textId="4EAA053A" w:rsidR="003736E9" w:rsidRPr="000A2F18" w:rsidRDefault="003736E9" w:rsidP="003736E9">
      <w:r w:rsidRPr="000A2F18">
        <w:t xml:space="preserve">The </w:t>
      </w:r>
      <w:proofErr w:type="spellStart"/>
      <w:r w:rsidRPr="000E15FB">
        <w:rPr>
          <w:rFonts w:ascii="Courier New" w:hAnsi="Courier New" w:cs="Courier New"/>
          <w:sz w:val="20"/>
          <w:szCs w:val="20"/>
        </w:rPr>
        <w:t>OMX_SetConfig</w:t>
      </w:r>
      <w:proofErr w:type="spellEnd"/>
      <w:r w:rsidR="000F16F0">
        <w:rPr>
          <w:rFonts w:ascii="Courier New" w:hAnsi="Courier New" w:cs="Courier New"/>
          <w:sz w:val="20"/>
          <w:szCs w:val="20"/>
        </w:rPr>
        <w:t>()</w:t>
      </w:r>
      <w:r w:rsidRPr="000A2F18">
        <w:t xml:space="preserve"> method is used to configure a component by the application. The application passes a structure that contains the configuration parameters to the component. The configuration parameters are published by each component and are component specific.</w:t>
      </w:r>
      <w:r w:rsidR="00A749FF" w:rsidRPr="000A2F18">
        <w:t xml:space="preserve"> </w:t>
      </w:r>
    </w:p>
    <w:p w14:paraId="38A718D6" w14:textId="77777777" w:rsidR="003736E9" w:rsidRPr="000A2F18" w:rsidRDefault="003736E9" w:rsidP="00661684">
      <w:pPr>
        <w:pStyle w:val="a3"/>
      </w:pPr>
      <w:bookmarkStart w:id="1253" w:name="_Toc78533767"/>
      <w:r w:rsidRPr="000A2F18">
        <w:t>Media Input and Output Interface</w:t>
      </w:r>
      <w:bookmarkEnd w:id="1253"/>
    </w:p>
    <w:p w14:paraId="7D70A141" w14:textId="616FCB99" w:rsidR="003736E9" w:rsidRPr="000A2F18" w:rsidRDefault="003736E9" w:rsidP="003736E9">
      <w:r w:rsidRPr="000A2F18">
        <w:t xml:space="preserve">The port configuration is used to define the format of the data to be transferred on a component port. The buffer header contains a reference to the buffer </w:t>
      </w:r>
      <w:proofErr w:type="spellStart"/>
      <w:r w:rsidRPr="00874F4F">
        <w:rPr>
          <w:rFonts w:ascii="Courier New" w:hAnsi="Courier New" w:cs="Courier New"/>
          <w:sz w:val="20"/>
          <w:szCs w:val="20"/>
        </w:rPr>
        <w:t>pBuffer</w:t>
      </w:r>
      <w:proofErr w:type="spellEnd"/>
      <w:r w:rsidRPr="000A2F18">
        <w:t xml:space="preserve">, an offset inside that buffer </w:t>
      </w:r>
      <w:proofErr w:type="spellStart"/>
      <w:r w:rsidRPr="00874F4F">
        <w:rPr>
          <w:rFonts w:ascii="Courier New" w:hAnsi="Courier New" w:cs="Courier New"/>
          <w:sz w:val="20"/>
          <w:szCs w:val="20"/>
        </w:rPr>
        <w:t>nOffset</w:t>
      </w:r>
      <w:proofErr w:type="spellEnd"/>
      <w:r w:rsidRPr="000A2F18">
        <w:t xml:space="preserve">, and the length of that buffer </w:t>
      </w:r>
      <w:proofErr w:type="spellStart"/>
      <w:r w:rsidRPr="00874F4F">
        <w:rPr>
          <w:rFonts w:ascii="Courier New" w:hAnsi="Courier New" w:cs="Courier New"/>
          <w:sz w:val="20"/>
          <w:szCs w:val="20"/>
        </w:rPr>
        <w:t>nFilledLen</w:t>
      </w:r>
      <w:proofErr w:type="spellEnd"/>
      <w:r w:rsidRPr="000A2F18">
        <w:t xml:space="preserve">. Multiple buffers can be used to pass data, which allows for more flexibility in the communication between components, i.e. more than one frame can be exchanged at a time. </w:t>
      </w:r>
      <w:r w:rsidRPr="000A2F18">
        <w:fldChar w:fldCharType="begin"/>
      </w:r>
      <w:r w:rsidRPr="000A2F18">
        <w:instrText xml:space="preserve"> REF _Ref21687790 \h </w:instrText>
      </w:r>
      <w:r w:rsidRPr="000A2F18">
        <w:fldChar w:fldCharType="separate"/>
      </w:r>
      <w:r w:rsidR="00634738">
        <w:rPr>
          <w:b/>
          <w:bCs/>
          <w:lang w:val="en-US"/>
        </w:rPr>
        <w:t>Error! Reference source not found.</w:t>
      </w:r>
      <w:r w:rsidRPr="000A2F18">
        <w:fldChar w:fldCharType="end"/>
      </w:r>
      <w:r w:rsidRPr="000A2F18">
        <w:t xml:space="preserve"> shows an example:</w:t>
      </w:r>
    </w:p>
    <w:p w14:paraId="61F19374" w14:textId="77777777" w:rsidR="00A7338E" w:rsidRDefault="003736E9" w:rsidP="005B4698">
      <w:pPr>
        <w:keepNext/>
        <w:jc w:val="center"/>
      </w:pPr>
      <w:r w:rsidRPr="000A2F18">
        <w:rPr>
          <w:noProof/>
        </w:rPr>
        <w:drawing>
          <wp:inline distT="0" distB="0" distL="0" distR="0" wp14:anchorId="038B31E2" wp14:editId="0E055D75">
            <wp:extent cx="5210175" cy="1600200"/>
            <wp:effectExtent l="0" t="0" r="9525" b="0"/>
            <wp:docPr id="15" name="Picture 1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screenshot of a cell phone&#10;&#10;Description automatically generated"/>
                    <pic:cNvPicPr>
                      <a:picLocks noChangeAspect="1" noChangeArrowheads="1"/>
                    </pic:cNvPicPr>
                  </pic:nvPicPr>
                  <pic:blipFill rotWithShape="1">
                    <a:blip r:embed="rId43">
                      <a:extLst>
                        <a:ext uri="{28A0092B-C50C-407E-A947-70E740481C1C}">
                          <a14:useLocalDpi xmlns:a14="http://schemas.microsoft.com/office/drawing/2010/main" val="0"/>
                        </a:ext>
                      </a:extLst>
                    </a:blip>
                    <a:srcRect l="4647" t="15790" r="7692" b="3827"/>
                    <a:stretch/>
                  </pic:blipFill>
                  <pic:spPr bwMode="auto">
                    <a:xfrm>
                      <a:off x="0" y="0"/>
                      <a:ext cx="5210175" cy="1600200"/>
                    </a:xfrm>
                    <a:prstGeom prst="rect">
                      <a:avLst/>
                    </a:prstGeom>
                    <a:noFill/>
                    <a:ln>
                      <a:noFill/>
                    </a:ln>
                    <a:extLst>
                      <a:ext uri="{53640926-AAD7-44D8-BBD7-CCE9431645EC}">
                        <a14:shadowObscured xmlns:a14="http://schemas.microsoft.com/office/drawing/2010/main"/>
                      </a:ext>
                    </a:extLst>
                  </pic:spPr>
                </pic:pic>
              </a:graphicData>
            </a:graphic>
          </wp:inline>
        </w:drawing>
      </w:r>
    </w:p>
    <w:p w14:paraId="64E740CF" w14:textId="0BA1FF7A" w:rsidR="003736E9" w:rsidRPr="000A2F18" w:rsidRDefault="00A7338E" w:rsidP="00EE169E">
      <w:pPr>
        <w:pStyle w:val="AnnexDFigureTitle"/>
      </w:pPr>
      <w:r w:rsidRPr="00E622F9">
        <w:t>Port configuration example</w:t>
      </w:r>
    </w:p>
    <w:p w14:paraId="32C0FF19" w14:textId="77777777" w:rsidR="003736E9" w:rsidRPr="000A2F18" w:rsidRDefault="003736E9" w:rsidP="003736E9">
      <w:pPr>
        <w:rPr>
          <w:rFonts w:eastAsia="Times New Roman"/>
          <w:sz w:val="24"/>
        </w:rPr>
      </w:pPr>
      <w:r w:rsidRPr="000A2F18">
        <w:t xml:space="preserve">There is no requirement on frame alignment to buffer start. The application or preceding components provide frame alignment information as part of the buffer header using the </w:t>
      </w:r>
      <w:r w:rsidRPr="00874F4F">
        <w:rPr>
          <w:rFonts w:ascii="Courier New" w:hAnsi="Courier New" w:cs="Courier New"/>
          <w:sz w:val="20"/>
          <w:szCs w:val="20"/>
        </w:rPr>
        <w:t>OMX_BUFFERFLAG_ENDOFFRAME</w:t>
      </w:r>
      <w:r w:rsidRPr="000A2F18">
        <w:rPr>
          <w:rFonts w:eastAsia="Times New Roman"/>
          <w:sz w:val="24"/>
        </w:rPr>
        <w:t xml:space="preserve"> flag. It is also possible to signal sub-frame boundaries to identify NAL unit boundaries using the </w:t>
      </w:r>
      <w:r w:rsidRPr="00874F4F">
        <w:rPr>
          <w:rFonts w:ascii="Courier New" w:hAnsi="Courier New" w:cs="Courier New"/>
          <w:sz w:val="20"/>
          <w:szCs w:val="20"/>
        </w:rPr>
        <w:t>OMX_BUFFERFLAG_ENDOFSUBFRAME</w:t>
      </w:r>
      <w:r w:rsidRPr="000A2F18">
        <w:rPr>
          <w:rFonts w:eastAsia="Times New Roman"/>
          <w:sz w:val="24"/>
        </w:rPr>
        <w:t>.</w:t>
      </w:r>
    </w:p>
    <w:p w14:paraId="3FA8E5FE" w14:textId="031E1406" w:rsidR="003736E9" w:rsidRDefault="003736E9" w:rsidP="000E15FB">
      <w:pPr>
        <w:rPr>
          <w:rFonts w:eastAsia="Times New Roman"/>
          <w:sz w:val="24"/>
        </w:rPr>
      </w:pPr>
      <w:r w:rsidRPr="000A2F18">
        <w:t xml:space="preserve">A timestamp is also provided by the buffer header for every buffer. The </w:t>
      </w:r>
      <w:proofErr w:type="spellStart"/>
      <w:r w:rsidRPr="00874F4F">
        <w:rPr>
          <w:rFonts w:ascii="Courier New" w:hAnsi="Courier New" w:cs="Courier New"/>
          <w:sz w:val="20"/>
          <w:szCs w:val="20"/>
        </w:rPr>
        <w:t>nTimestamp</w:t>
      </w:r>
      <w:proofErr w:type="spellEnd"/>
      <w:r w:rsidRPr="000A2F18">
        <w:t xml:space="preserve"> corresponds to the presentation timestamp of the first media sample that starts at the current buffer. If multiple samples are included in the current buffer, the start timestamp of the following samples is inferred from the </w:t>
      </w:r>
      <w:proofErr w:type="spellStart"/>
      <w:r w:rsidRPr="00874F4F">
        <w:rPr>
          <w:rFonts w:ascii="Courier New" w:hAnsi="Courier New" w:cs="Courier New"/>
          <w:sz w:val="20"/>
          <w:szCs w:val="20"/>
        </w:rPr>
        <w:t>nTimestamp</w:t>
      </w:r>
      <w:proofErr w:type="spellEnd"/>
      <w:r w:rsidRPr="000A2F18">
        <w:t xml:space="preserve"> and the sample duration. That information can then be propagated through the pipeline and may be passed to the application through the output buffer.</w:t>
      </w:r>
    </w:p>
    <w:p w14:paraId="2ADA2CED" w14:textId="094F3490" w:rsidR="00BE012D" w:rsidRPr="00F2280B" w:rsidRDefault="00BE012D" w:rsidP="00304D5A">
      <w:pPr>
        <w:pStyle w:val="AnnexDTable"/>
      </w:pPr>
      <w:r w:rsidRPr="00F2280B">
        <w:t>Format of the OpenMAX IL buffer header</w:t>
      </w:r>
    </w:p>
    <w:tbl>
      <w:tblPr>
        <w:tblStyle w:val="TableGrid"/>
        <w:tblW w:w="0" w:type="auto"/>
        <w:tblLook w:val="04A0" w:firstRow="1" w:lastRow="0" w:firstColumn="1" w:lastColumn="0" w:noHBand="0" w:noVBand="1"/>
      </w:tblPr>
      <w:tblGrid>
        <w:gridCol w:w="9742"/>
      </w:tblGrid>
      <w:tr w:rsidR="002375B0" w14:paraId="132F06BD" w14:textId="77777777" w:rsidTr="002375B0">
        <w:trPr>
          <w:cnfStyle w:val="100000000000" w:firstRow="1" w:lastRow="0" w:firstColumn="0" w:lastColumn="0" w:oddVBand="0" w:evenVBand="0" w:oddHBand="0" w:evenHBand="0" w:firstRowFirstColumn="0" w:firstRowLastColumn="0" w:lastRowFirstColumn="0" w:lastRowLastColumn="0"/>
        </w:trPr>
        <w:tc>
          <w:tcPr>
            <w:tcW w:w="9742" w:type="dxa"/>
          </w:tcPr>
          <w:p w14:paraId="59E415FF" w14:textId="77777777" w:rsidR="002375B0" w:rsidRPr="002375B0" w:rsidRDefault="002375B0" w:rsidP="002375B0">
            <w:pPr>
              <w:pStyle w:val="Code"/>
              <w:rPr>
                <w:b w:val="0"/>
                <w:bCs/>
                <w:lang w:val="en-NL"/>
              </w:rPr>
            </w:pPr>
            <w:bookmarkStart w:id="1254" w:name="_Hlk77863153"/>
            <w:r w:rsidRPr="002375B0">
              <w:rPr>
                <w:b w:val="0"/>
                <w:bCs/>
                <w:color w:val="0000FF"/>
                <w:lang w:val="en-NL"/>
              </w:rPr>
              <w:t>typedef</w:t>
            </w:r>
            <w:r w:rsidRPr="002375B0">
              <w:rPr>
                <w:b w:val="0"/>
                <w:bCs/>
                <w:lang w:val="en-NL"/>
              </w:rPr>
              <w:t xml:space="preserve"> </w:t>
            </w:r>
            <w:r w:rsidRPr="002375B0">
              <w:rPr>
                <w:b w:val="0"/>
                <w:bCs/>
                <w:color w:val="0000FF"/>
                <w:lang w:val="en-NL"/>
              </w:rPr>
              <w:t>struct</w:t>
            </w:r>
            <w:r w:rsidRPr="002375B0">
              <w:rPr>
                <w:b w:val="0"/>
                <w:bCs/>
                <w:lang w:val="en-NL"/>
              </w:rPr>
              <w:t xml:space="preserve"> OMX_BUFFERHEADERTYPE</w:t>
            </w:r>
          </w:p>
          <w:p w14:paraId="1E2CC8DB" w14:textId="77777777" w:rsidR="002375B0" w:rsidRPr="002375B0" w:rsidRDefault="002375B0" w:rsidP="002375B0">
            <w:pPr>
              <w:pStyle w:val="Code"/>
              <w:rPr>
                <w:b w:val="0"/>
                <w:bCs/>
                <w:lang w:val="en-NL"/>
              </w:rPr>
            </w:pPr>
            <w:r w:rsidRPr="002375B0">
              <w:rPr>
                <w:b w:val="0"/>
                <w:bCs/>
                <w:lang w:val="en-NL"/>
              </w:rPr>
              <w:t>{</w:t>
            </w:r>
          </w:p>
          <w:p w14:paraId="37223EA5" w14:textId="77777777" w:rsidR="002375B0" w:rsidRPr="002375B0" w:rsidRDefault="002375B0" w:rsidP="002375B0">
            <w:pPr>
              <w:pStyle w:val="Code"/>
              <w:rPr>
                <w:b w:val="0"/>
                <w:bCs/>
                <w:lang w:val="en-NL"/>
              </w:rPr>
            </w:pPr>
            <w:r w:rsidRPr="002375B0">
              <w:rPr>
                <w:b w:val="0"/>
                <w:bCs/>
                <w:lang w:val="en-NL"/>
              </w:rPr>
              <w:t xml:space="preserve">    OMX_U32 nSize;</w:t>
            </w:r>
          </w:p>
          <w:p w14:paraId="37CA058D" w14:textId="77777777" w:rsidR="002375B0" w:rsidRPr="002375B0" w:rsidRDefault="002375B0" w:rsidP="002375B0">
            <w:pPr>
              <w:pStyle w:val="Code"/>
              <w:rPr>
                <w:b w:val="0"/>
                <w:bCs/>
                <w:lang w:val="en-NL"/>
              </w:rPr>
            </w:pPr>
            <w:r w:rsidRPr="002375B0">
              <w:rPr>
                <w:b w:val="0"/>
                <w:bCs/>
                <w:lang w:val="en-NL"/>
              </w:rPr>
              <w:lastRenderedPageBreak/>
              <w:t xml:space="preserve">    OMX_VERSIONTYPE nVersion;</w:t>
            </w:r>
          </w:p>
          <w:p w14:paraId="5C43C23F" w14:textId="77777777" w:rsidR="002375B0" w:rsidRPr="002375B0" w:rsidRDefault="002375B0" w:rsidP="002375B0">
            <w:pPr>
              <w:pStyle w:val="Code"/>
              <w:rPr>
                <w:b w:val="0"/>
                <w:bCs/>
                <w:lang w:val="en-NL"/>
              </w:rPr>
            </w:pPr>
            <w:r w:rsidRPr="002375B0">
              <w:rPr>
                <w:b w:val="0"/>
                <w:bCs/>
                <w:lang w:val="en-NL"/>
              </w:rPr>
              <w:t xml:space="preserve">    OMX_U8* pBuffer;</w:t>
            </w:r>
          </w:p>
          <w:p w14:paraId="2E7FC46D" w14:textId="77777777" w:rsidR="002375B0" w:rsidRPr="002375B0" w:rsidRDefault="002375B0" w:rsidP="002375B0">
            <w:pPr>
              <w:pStyle w:val="Code"/>
              <w:rPr>
                <w:b w:val="0"/>
                <w:bCs/>
                <w:lang w:val="en-NL"/>
              </w:rPr>
            </w:pPr>
            <w:r w:rsidRPr="002375B0">
              <w:rPr>
                <w:b w:val="0"/>
                <w:bCs/>
                <w:lang w:val="en-NL"/>
              </w:rPr>
              <w:t xml:space="preserve">    OMX_U32 nAllocLen;</w:t>
            </w:r>
          </w:p>
          <w:p w14:paraId="769F65C2" w14:textId="77777777" w:rsidR="002375B0" w:rsidRPr="002375B0" w:rsidRDefault="002375B0" w:rsidP="002375B0">
            <w:pPr>
              <w:pStyle w:val="Code"/>
              <w:rPr>
                <w:b w:val="0"/>
                <w:bCs/>
                <w:lang w:val="en-NL"/>
              </w:rPr>
            </w:pPr>
            <w:r w:rsidRPr="002375B0">
              <w:rPr>
                <w:b w:val="0"/>
                <w:bCs/>
                <w:lang w:val="en-NL"/>
              </w:rPr>
              <w:t xml:space="preserve">    OMX_U32 nFilledLen;</w:t>
            </w:r>
          </w:p>
          <w:p w14:paraId="5C0FAD59" w14:textId="77777777" w:rsidR="002375B0" w:rsidRPr="002375B0" w:rsidRDefault="002375B0" w:rsidP="002375B0">
            <w:pPr>
              <w:pStyle w:val="Code"/>
              <w:rPr>
                <w:b w:val="0"/>
                <w:bCs/>
                <w:lang w:val="en-NL"/>
              </w:rPr>
            </w:pPr>
            <w:r w:rsidRPr="002375B0">
              <w:rPr>
                <w:b w:val="0"/>
                <w:bCs/>
                <w:lang w:val="en-NL"/>
              </w:rPr>
              <w:t xml:space="preserve">    OMX_U32 nOffset;</w:t>
            </w:r>
          </w:p>
          <w:p w14:paraId="607A227F" w14:textId="77777777" w:rsidR="002375B0" w:rsidRPr="002375B0" w:rsidRDefault="002375B0" w:rsidP="002375B0">
            <w:pPr>
              <w:pStyle w:val="Code"/>
              <w:rPr>
                <w:b w:val="0"/>
                <w:bCs/>
                <w:lang w:val="en-NL"/>
              </w:rPr>
            </w:pPr>
            <w:r w:rsidRPr="002375B0">
              <w:rPr>
                <w:b w:val="0"/>
                <w:bCs/>
                <w:lang w:val="en-NL"/>
              </w:rPr>
              <w:t xml:space="preserve">    OMX_PTR pAppPrivate;</w:t>
            </w:r>
          </w:p>
          <w:p w14:paraId="488A42F2" w14:textId="77777777" w:rsidR="002375B0" w:rsidRPr="002375B0" w:rsidRDefault="002375B0" w:rsidP="002375B0">
            <w:pPr>
              <w:pStyle w:val="Code"/>
              <w:rPr>
                <w:b w:val="0"/>
                <w:bCs/>
                <w:lang w:val="en-NL"/>
              </w:rPr>
            </w:pPr>
            <w:r w:rsidRPr="002375B0">
              <w:rPr>
                <w:b w:val="0"/>
                <w:bCs/>
                <w:lang w:val="en-NL"/>
              </w:rPr>
              <w:t xml:space="preserve">    OMX_PTR pPlatformPrivate;</w:t>
            </w:r>
          </w:p>
          <w:p w14:paraId="7B370B76" w14:textId="77777777" w:rsidR="002375B0" w:rsidRPr="002375B0" w:rsidRDefault="002375B0" w:rsidP="002375B0">
            <w:pPr>
              <w:pStyle w:val="Code"/>
              <w:rPr>
                <w:b w:val="0"/>
                <w:bCs/>
                <w:lang w:val="en-NL"/>
              </w:rPr>
            </w:pPr>
            <w:r w:rsidRPr="002375B0">
              <w:rPr>
                <w:b w:val="0"/>
                <w:bCs/>
                <w:lang w:val="en-NL"/>
              </w:rPr>
              <w:t xml:space="preserve">    OMX_PTR pInputPortPrivate;</w:t>
            </w:r>
          </w:p>
          <w:p w14:paraId="09BFAE00" w14:textId="77777777" w:rsidR="002375B0" w:rsidRPr="002375B0" w:rsidRDefault="002375B0" w:rsidP="002375B0">
            <w:pPr>
              <w:pStyle w:val="Code"/>
              <w:rPr>
                <w:b w:val="0"/>
                <w:bCs/>
                <w:lang w:val="en-NL"/>
              </w:rPr>
            </w:pPr>
            <w:r w:rsidRPr="002375B0">
              <w:rPr>
                <w:b w:val="0"/>
                <w:bCs/>
                <w:lang w:val="en-NL"/>
              </w:rPr>
              <w:t xml:space="preserve">    OMX_PTR pOutputPortPrivate;</w:t>
            </w:r>
          </w:p>
          <w:p w14:paraId="1982DA7E" w14:textId="77777777" w:rsidR="002375B0" w:rsidRPr="002375B0" w:rsidRDefault="002375B0" w:rsidP="002375B0">
            <w:pPr>
              <w:pStyle w:val="Code"/>
              <w:rPr>
                <w:b w:val="0"/>
                <w:bCs/>
                <w:lang w:val="en-NL"/>
              </w:rPr>
            </w:pPr>
            <w:r w:rsidRPr="002375B0">
              <w:rPr>
                <w:b w:val="0"/>
                <w:bCs/>
                <w:lang w:val="en-NL"/>
              </w:rPr>
              <w:t xml:space="preserve">    OMX_HANDLETYPE hMarkTargetComponent;</w:t>
            </w:r>
          </w:p>
          <w:p w14:paraId="4C04D8DB" w14:textId="77777777" w:rsidR="002375B0" w:rsidRPr="002375B0" w:rsidRDefault="002375B0" w:rsidP="002375B0">
            <w:pPr>
              <w:pStyle w:val="Code"/>
              <w:rPr>
                <w:b w:val="0"/>
                <w:bCs/>
                <w:lang w:val="en-NL"/>
              </w:rPr>
            </w:pPr>
            <w:r w:rsidRPr="002375B0">
              <w:rPr>
                <w:b w:val="0"/>
                <w:bCs/>
                <w:lang w:val="en-NL"/>
              </w:rPr>
              <w:t xml:space="preserve">    OMX_PTR pMarkData;</w:t>
            </w:r>
          </w:p>
          <w:p w14:paraId="71003587" w14:textId="77777777" w:rsidR="002375B0" w:rsidRPr="002375B0" w:rsidRDefault="002375B0" w:rsidP="002375B0">
            <w:pPr>
              <w:pStyle w:val="Code"/>
              <w:rPr>
                <w:b w:val="0"/>
                <w:bCs/>
                <w:lang w:val="en-NL"/>
              </w:rPr>
            </w:pPr>
            <w:r w:rsidRPr="002375B0">
              <w:rPr>
                <w:b w:val="0"/>
                <w:bCs/>
                <w:lang w:val="en-NL"/>
              </w:rPr>
              <w:t xml:space="preserve">    OMX_U32 nTickCount;</w:t>
            </w:r>
          </w:p>
          <w:p w14:paraId="3012726E" w14:textId="77777777" w:rsidR="002375B0" w:rsidRPr="002375B0" w:rsidRDefault="002375B0" w:rsidP="002375B0">
            <w:pPr>
              <w:pStyle w:val="Code"/>
              <w:rPr>
                <w:b w:val="0"/>
                <w:bCs/>
                <w:lang w:val="en-NL"/>
              </w:rPr>
            </w:pPr>
            <w:r w:rsidRPr="002375B0">
              <w:rPr>
                <w:b w:val="0"/>
                <w:bCs/>
                <w:lang w:val="en-NL"/>
              </w:rPr>
              <w:t xml:space="preserve">    OMX_TICKS nTimeStamp;</w:t>
            </w:r>
          </w:p>
          <w:p w14:paraId="4EBCBF80" w14:textId="77777777" w:rsidR="002375B0" w:rsidRPr="002375B0" w:rsidRDefault="002375B0" w:rsidP="002375B0">
            <w:pPr>
              <w:pStyle w:val="Code"/>
              <w:rPr>
                <w:b w:val="0"/>
                <w:bCs/>
                <w:lang w:val="en-NL"/>
              </w:rPr>
            </w:pPr>
            <w:r w:rsidRPr="002375B0">
              <w:rPr>
                <w:b w:val="0"/>
                <w:bCs/>
                <w:lang w:val="en-NL"/>
              </w:rPr>
              <w:t xml:space="preserve">    OMX_U32 nFlags;</w:t>
            </w:r>
          </w:p>
          <w:p w14:paraId="3A0B6DAA" w14:textId="77777777" w:rsidR="002375B0" w:rsidRPr="002375B0" w:rsidRDefault="002375B0" w:rsidP="002375B0">
            <w:pPr>
              <w:pStyle w:val="Code"/>
              <w:rPr>
                <w:b w:val="0"/>
                <w:bCs/>
                <w:lang w:val="en-NL"/>
              </w:rPr>
            </w:pPr>
            <w:r w:rsidRPr="002375B0">
              <w:rPr>
                <w:b w:val="0"/>
                <w:bCs/>
                <w:lang w:val="en-NL"/>
              </w:rPr>
              <w:t xml:space="preserve">    OMX_U32 nOutputPortIndex;</w:t>
            </w:r>
          </w:p>
          <w:p w14:paraId="637AD644" w14:textId="77777777" w:rsidR="002375B0" w:rsidRPr="002375B0" w:rsidRDefault="002375B0" w:rsidP="002375B0">
            <w:pPr>
              <w:pStyle w:val="Code"/>
              <w:rPr>
                <w:b w:val="0"/>
                <w:bCs/>
                <w:lang w:val="en-NL"/>
              </w:rPr>
            </w:pPr>
            <w:r w:rsidRPr="002375B0">
              <w:rPr>
                <w:b w:val="0"/>
                <w:bCs/>
                <w:lang w:val="en-NL"/>
              </w:rPr>
              <w:t xml:space="preserve">    OMX_U32 nInputPortIndex;</w:t>
            </w:r>
          </w:p>
          <w:p w14:paraId="3623B6F8" w14:textId="7A7AE1CA" w:rsidR="002375B0" w:rsidRDefault="002375B0" w:rsidP="002375B0">
            <w:pPr>
              <w:pStyle w:val="Code"/>
              <w:rPr>
                <w:rFonts w:eastAsia="Times New Roman"/>
                <w:sz w:val="24"/>
              </w:rPr>
            </w:pPr>
            <w:r w:rsidRPr="002375B0">
              <w:rPr>
                <w:b w:val="0"/>
                <w:bCs/>
                <w:lang w:val="en-NL"/>
              </w:rPr>
              <w:t>} OMX_BUFFERHEADERTYPE;</w:t>
            </w:r>
          </w:p>
        </w:tc>
      </w:tr>
      <w:bookmarkEnd w:id="1254"/>
    </w:tbl>
    <w:p w14:paraId="3855CFB2" w14:textId="77777777" w:rsidR="002375B0" w:rsidRDefault="002375B0" w:rsidP="003736E9">
      <w:pPr>
        <w:spacing w:after="0"/>
        <w:jc w:val="left"/>
        <w:rPr>
          <w:rFonts w:eastAsia="Times New Roman"/>
          <w:sz w:val="24"/>
        </w:rPr>
      </w:pPr>
    </w:p>
    <w:p w14:paraId="50FB5E1C" w14:textId="164D0C93" w:rsidR="002375B0" w:rsidRPr="00F2280B" w:rsidRDefault="002375B0" w:rsidP="00F2280B">
      <w:pPr>
        <w:pStyle w:val="AnnexDTable"/>
      </w:pPr>
      <w:r w:rsidRPr="00F2280B">
        <w:t>Buffer flags defined in OpenMAX IL</w:t>
      </w:r>
    </w:p>
    <w:tbl>
      <w:tblPr>
        <w:tblStyle w:val="TableGrid"/>
        <w:tblW w:w="0" w:type="auto"/>
        <w:tblLook w:val="04A0" w:firstRow="1" w:lastRow="0" w:firstColumn="1" w:lastColumn="0" w:noHBand="0" w:noVBand="1"/>
      </w:tblPr>
      <w:tblGrid>
        <w:gridCol w:w="9742"/>
      </w:tblGrid>
      <w:tr w:rsidR="002375B0" w14:paraId="2EF66785" w14:textId="77777777" w:rsidTr="009063C5">
        <w:trPr>
          <w:cnfStyle w:val="100000000000" w:firstRow="1" w:lastRow="0" w:firstColumn="0" w:lastColumn="0" w:oddVBand="0" w:evenVBand="0" w:oddHBand="0" w:evenHBand="0" w:firstRowFirstColumn="0" w:firstRowLastColumn="0" w:lastRowFirstColumn="0" w:lastRowLastColumn="0"/>
        </w:trPr>
        <w:tc>
          <w:tcPr>
            <w:tcW w:w="9742" w:type="dxa"/>
          </w:tcPr>
          <w:p w14:paraId="41BDD9C2"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OMX_BUFFERFLAG_EOS              0x00000001 </w:t>
            </w:r>
          </w:p>
          <w:p w14:paraId="2B57BC86"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OMX_BUFFERFLAG_STARTTIME        0x00000002</w:t>
            </w:r>
          </w:p>
          <w:p w14:paraId="5FE81A5F"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OMX_BUFFERFLAG_DECODEONLY       0x00000004</w:t>
            </w:r>
          </w:p>
          <w:p w14:paraId="6648A978"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OMX_BUFFERFLAG_DATACORRUPT      0x00000008</w:t>
            </w:r>
          </w:p>
          <w:p w14:paraId="0C9A3D35"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OMX_BUFFERFLAG_ENDOFFRAME       0x00000010</w:t>
            </w:r>
          </w:p>
          <w:p w14:paraId="142AE137"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OMX_BUFFERFLAG_SYNCFRAME        0x00000020</w:t>
            </w:r>
          </w:p>
          <w:p w14:paraId="4C0EAEFB"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OMX_BUFFERFLAG_EXTRADATA        0x00000040</w:t>
            </w:r>
          </w:p>
          <w:p w14:paraId="6A5BAF45"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OMX_BUFFERFLAG_CODECCONFIG      0x00000080</w:t>
            </w:r>
          </w:p>
          <w:p w14:paraId="5A5FCCF8"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OMX_BUFFERFLAG_TIMESTAMPINVALID 0x00000100</w:t>
            </w:r>
          </w:p>
          <w:p w14:paraId="28473D4E"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OMX_BUFFERFLAG_READONLY         0x00000200</w:t>
            </w:r>
          </w:p>
          <w:p w14:paraId="5007B2CD" w14:textId="77777777"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OMX_BUFFERFLAG_ENDOFSUBFRAME    0x00000400</w:t>
            </w:r>
          </w:p>
          <w:p w14:paraId="20A682D8" w14:textId="5FBDE3BF" w:rsidR="002375B0" w:rsidRPr="002375B0" w:rsidRDefault="002375B0" w:rsidP="009063C5">
            <w:pPr>
              <w:pStyle w:val="Code"/>
              <w:rPr>
                <w:b w:val="0"/>
                <w:bCs/>
                <w:lang w:val="en-NL"/>
              </w:rPr>
            </w:pPr>
            <w:r w:rsidRPr="002375B0">
              <w:rPr>
                <w:b w:val="0"/>
                <w:bCs/>
                <w:color w:val="808080"/>
                <w:lang w:val="en-NL"/>
              </w:rPr>
              <w:t>#define</w:t>
            </w:r>
            <w:r w:rsidRPr="002375B0">
              <w:rPr>
                <w:b w:val="0"/>
                <w:bCs/>
                <w:lang w:val="en-NL"/>
              </w:rPr>
              <w:t xml:space="preserve"> OMX_BUFFERFLAG_SKIPFRAME        0x00000800</w:t>
            </w:r>
          </w:p>
        </w:tc>
      </w:tr>
    </w:tbl>
    <w:p w14:paraId="79EF41E4" w14:textId="77777777" w:rsidR="003736E9" w:rsidRPr="000A2F18" w:rsidRDefault="003736E9" w:rsidP="00661684">
      <w:pPr>
        <w:pStyle w:val="a3"/>
        <w:rPr>
          <w:rFonts w:eastAsia="Times New Roman"/>
        </w:rPr>
      </w:pPr>
      <w:bookmarkStart w:id="1255" w:name="_Toc77782846"/>
      <w:bookmarkStart w:id="1256" w:name="_Toc77785634"/>
      <w:bookmarkStart w:id="1257" w:name="_Toc77850631"/>
      <w:bookmarkStart w:id="1258" w:name="_Toc77850772"/>
      <w:bookmarkStart w:id="1259" w:name="_Toc77850913"/>
      <w:bookmarkStart w:id="1260" w:name="_Toc78533768"/>
      <w:bookmarkEnd w:id="1255"/>
      <w:bookmarkEnd w:id="1256"/>
      <w:bookmarkEnd w:id="1257"/>
      <w:bookmarkEnd w:id="1258"/>
      <w:bookmarkEnd w:id="1259"/>
      <w:r w:rsidRPr="000A2F18">
        <w:t>Input/Output from/into GPU</w:t>
      </w:r>
      <w:bookmarkEnd w:id="1260"/>
    </w:p>
    <w:p w14:paraId="685CF4C5" w14:textId="014057D7" w:rsidR="0020457E" w:rsidRPr="00254C5E" w:rsidRDefault="002332FC" w:rsidP="00A34C8C">
      <w:r>
        <w:t>OpenMAX</w:t>
      </w:r>
      <w:r w:rsidR="003736E9" w:rsidRPr="000A2F18">
        <w:rPr>
          <w:lang w:eastAsia="ja-JP"/>
        </w:rPr>
        <w:t xml:space="preserve"> </w:t>
      </w:r>
      <w:r w:rsidR="003736E9" w:rsidRPr="000A2F18">
        <w:t xml:space="preserve">IL introduces the possibility to use an EGL Image as an output buffer. An EGL Image is designed for sharing data between rendering-based EGL interfaces, such as OpenGL and the </w:t>
      </w:r>
      <w:r>
        <w:t>OpenMAX</w:t>
      </w:r>
      <w:r w:rsidR="003736E9" w:rsidRPr="000A2F18">
        <w:rPr>
          <w:lang w:eastAsia="ja-JP"/>
        </w:rPr>
        <w:t xml:space="preserve"> </w:t>
      </w:r>
      <w:r w:rsidR="003736E9" w:rsidRPr="000A2F18">
        <w:t xml:space="preserve">components. It is up to the component to implement the </w:t>
      </w:r>
      <w:proofErr w:type="spellStart"/>
      <w:r w:rsidR="003736E9" w:rsidRPr="00874F4F">
        <w:rPr>
          <w:rFonts w:ascii="Courier New" w:hAnsi="Courier New" w:cs="Courier New"/>
          <w:sz w:val="20"/>
          <w:szCs w:val="20"/>
        </w:rPr>
        <w:t>OMX_UseEGLImage</w:t>
      </w:r>
      <w:proofErr w:type="spellEnd"/>
      <w:r w:rsidR="005F37CF">
        <w:rPr>
          <w:rFonts w:ascii="Courier New" w:hAnsi="Courier New" w:cs="Courier New"/>
          <w:sz w:val="20"/>
          <w:szCs w:val="20"/>
        </w:rPr>
        <w:t>()</w:t>
      </w:r>
      <w:r w:rsidR="003736E9" w:rsidRPr="000A2F18">
        <w:t xml:space="preserve"> to link the output to an EGL Image instead of a traditional buffer.</w:t>
      </w:r>
    </w:p>
    <w:p w14:paraId="654CBD60" w14:textId="77777777" w:rsidR="001A33D0" w:rsidRPr="000A2F18" w:rsidRDefault="001A33D0" w:rsidP="001A33D0">
      <w:pPr>
        <w:pStyle w:val="BiblioTitle"/>
        <w:keepNext/>
        <w:pageBreakBefore/>
      </w:pPr>
      <w:bookmarkStart w:id="1261" w:name="_Toc78533769"/>
      <w:r w:rsidRPr="000A2F18">
        <w:lastRenderedPageBreak/>
        <w:t>Bibliography</w:t>
      </w:r>
      <w:bookmarkEnd w:id="899"/>
      <w:bookmarkEnd w:id="900"/>
      <w:bookmarkEnd w:id="901"/>
      <w:bookmarkEnd w:id="902"/>
      <w:bookmarkEnd w:id="1261"/>
    </w:p>
    <w:p w14:paraId="0FFC5F6F" w14:textId="77777777" w:rsidR="00872C75" w:rsidRPr="000A2F18" w:rsidRDefault="001A33D0" w:rsidP="00872C75">
      <w:pPr>
        <w:pStyle w:val="ListParagraph"/>
        <w:numPr>
          <w:ilvl w:val="0"/>
          <w:numId w:val="21"/>
        </w:numPr>
        <w:tabs>
          <w:tab w:val="clear" w:pos="403"/>
        </w:tabs>
        <w:ind w:left="567" w:hanging="720"/>
      </w:pPr>
      <w:r w:rsidRPr="000A2F18">
        <w:t>ISO</w:t>
      </w:r>
      <w:r w:rsidR="00A65D8B" w:rsidRPr="000A2F18">
        <w:t>/IEC CD</w:t>
      </w:r>
      <w:r w:rsidRPr="000A2F18">
        <w:t> </w:t>
      </w:r>
      <w:r w:rsidR="00A65D8B" w:rsidRPr="000A2F18">
        <w:t>23090-3</w:t>
      </w:r>
      <w:r w:rsidRPr="000A2F18">
        <w:t xml:space="preserve">, </w:t>
      </w:r>
      <w:r w:rsidR="00A65D8B" w:rsidRPr="000A2F18">
        <w:t>Information technology — Coded representation of immersive media — Part 3: Versatile video coding</w:t>
      </w:r>
      <w:r w:rsidR="0002766A" w:rsidRPr="000A2F18">
        <w:t>, "Text of ISO/IEC CD 23090-3 Versatile Video Coding", M18692</w:t>
      </w:r>
    </w:p>
    <w:p w14:paraId="71D0D974" w14:textId="06EBF06E" w:rsidR="001A33D0" w:rsidRDefault="00872C75" w:rsidP="00872C75">
      <w:pPr>
        <w:pStyle w:val="ListParagraph"/>
        <w:numPr>
          <w:ilvl w:val="0"/>
          <w:numId w:val="21"/>
        </w:numPr>
        <w:tabs>
          <w:tab w:val="clear" w:pos="403"/>
        </w:tabs>
        <w:ind w:left="567" w:hanging="720"/>
      </w:pPr>
      <w:bookmarkStart w:id="1262" w:name="_Ref21530308"/>
      <w:r w:rsidRPr="000A2F18">
        <w:t>ISO/IEC JTC 1/SC 29/WG 11, "Requirements for Immersive Media Access and Delivery", N18654, Gothenburg, SE, July 2019</w:t>
      </w:r>
      <w:bookmarkEnd w:id="1262"/>
      <w:r w:rsidRPr="000A2F18" w:rsidDel="0002766A">
        <w:t xml:space="preserve"> </w:t>
      </w:r>
      <w:bookmarkEnd w:id="0"/>
    </w:p>
    <w:p w14:paraId="24735194" w14:textId="0F1826BF" w:rsidR="00CD0323" w:rsidRPr="000A2F18" w:rsidRDefault="002A04A7" w:rsidP="00EA0891">
      <w:pPr>
        <w:pStyle w:val="ListParagraph"/>
        <w:numPr>
          <w:ilvl w:val="0"/>
          <w:numId w:val="21"/>
        </w:numPr>
        <w:tabs>
          <w:tab w:val="clear" w:pos="403"/>
        </w:tabs>
        <w:ind w:left="567" w:hanging="720"/>
      </w:pPr>
      <w:bookmarkStart w:id="1263" w:name="_Ref72850930"/>
      <w:r w:rsidRPr="002A04A7">
        <w:t>OpenMAX™ Integration Layer</w:t>
      </w:r>
      <w:r>
        <w:t xml:space="preserve"> Application Programming Interface Specification Version 1.1.2, </w:t>
      </w:r>
      <w:r w:rsidRPr="002A04A7">
        <w:t>The Khronos Group Inc.</w:t>
      </w:r>
      <w:bookmarkEnd w:id="1263"/>
    </w:p>
    <w:sectPr w:rsidR="00CD0323" w:rsidRPr="000A2F18" w:rsidSect="004421EF">
      <w:footerReference w:type="even" r:id="rId44"/>
      <w:footerReference w:type="default" r:id="rId45"/>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E59B7" w14:textId="77777777" w:rsidR="00095C7B" w:rsidRDefault="00095C7B">
      <w:pPr>
        <w:spacing w:after="0" w:line="240" w:lineRule="auto"/>
      </w:pPr>
      <w:r>
        <w:separator/>
      </w:r>
    </w:p>
  </w:endnote>
  <w:endnote w:type="continuationSeparator" w:id="0">
    <w:p w14:paraId="7F591595" w14:textId="77777777" w:rsidR="00095C7B" w:rsidRDefault="00095C7B">
      <w:pPr>
        <w:spacing w:after="0" w:line="240" w:lineRule="auto"/>
      </w:pPr>
      <w:r>
        <w:continuationSeparator/>
      </w:r>
    </w:p>
  </w:endnote>
  <w:endnote w:type="continuationNotice" w:id="1">
    <w:p w14:paraId="20837EF1" w14:textId="77777777" w:rsidR="00095C7B" w:rsidRDefault="00095C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EA1E1" w14:textId="454F19A6"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F85835">
      <w:rPr>
        <w:sz w:val="20"/>
      </w:rPr>
      <w:t>1</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5DDD" w14:textId="4AEC5A68" w:rsidR="005E5320" w:rsidRPr="00BA1CC8" w:rsidRDefault="005E5320" w:rsidP="00526284">
    <w:pPr>
      <w:pStyle w:val="Footer"/>
      <w:spacing w:line="240" w:lineRule="atLeast"/>
      <w:rPr>
        <w:sz w:val="20"/>
      </w:rPr>
    </w:pPr>
    <w:r w:rsidRPr="00BA1CC8">
      <w:rPr>
        <w:sz w:val="20"/>
      </w:rPr>
      <w:t>© ISO </w:t>
    </w:r>
    <w:r>
      <w:rPr>
        <w:sz w:val="20"/>
      </w:rPr>
      <w:t>202</w:t>
    </w:r>
    <w:r w:rsidR="00017A05">
      <w:rPr>
        <w:sz w:val="20"/>
      </w:rPr>
      <w:t>1</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72AE" w14:textId="31E224C2"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660AF4">
      <w:rPr>
        <w:sz w:val="20"/>
      </w:rPr>
      <w:t>1</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68D3" w14:textId="46036171" w:rsidR="005E5320" w:rsidRPr="00BA1CC8" w:rsidRDefault="005E5320" w:rsidP="00526284">
    <w:pPr>
      <w:pStyle w:val="Footer"/>
      <w:spacing w:line="240" w:lineRule="atLeast"/>
      <w:rPr>
        <w:sz w:val="20"/>
      </w:rPr>
    </w:pPr>
    <w:r w:rsidRPr="00BA1CC8">
      <w:rPr>
        <w:sz w:val="20"/>
      </w:rPr>
      <w:t>© ISO </w:t>
    </w:r>
    <w:r>
      <w:rPr>
        <w:sz w:val="20"/>
      </w:rPr>
      <w:t>202</w:t>
    </w:r>
    <w:r w:rsidR="00242896">
      <w:rPr>
        <w:sz w:val="20"/>
      </w:rPr>
      <w:t>1</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6EE01" w14:textId="77777777" w:rsidR="00095C7B" w:rsidRDefault="00095C7B">
      <w:pPr>
        <w:spacing w:after="0" w:line="240" w:lineRule="auto"/>
      </w:pPr>
      <w:r>
        <w:separator/>
      </w:r>
    </w:p>
  </w:footnote>
  <w:footnote w:type="continuationSeparator" w:id="0">
    <w:p w14:paraId="39441F4B" w14:textId="77777777" w:rsidR="00095C7B" w:rsidRDefault="00095C7B">
      <w:pPr>
        <w:spacing w:after="0" w:line="240" w:lineRule="auto"/>
      </w:pPr>
      <w:r>
        <w:continuationSeparator/>
      </w:r>
    </w:p>
  </w:footnote>
  <w:footnote w:type="continuationNotice" w:id="1">
    <w:p w14:paraId="65B43107" w14:textId="77777777" w:rsidR="00095C7B" w:rsidRDefault="00095C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67ED" w14:textId="0E2FDD5E" w:rsidR="005E5320" w:rsidRPr="006E50E0" w:rsidRDefault="005E5320" w:rsidP="004421EF">
    <w:pPr>
      <w:pStyle w:val="Header"/>
      <w:spacing w:after="360"/>
      <w:rPr>
        <w:b w:val="0"/>
      </w:rPr>
    </w:pPr>
    <w:r w:rsidRPr="006E50E0">
      <w:rPr>
        <w:b w:val="0"/>
        <w:sz w:val="20"/>
      </w:rPr>
      <w:t>© ISO </w:t>
    </w:r>
    <w:r>
      <w:rPr>
        <w:b w:val="0"/>
        <w:sz w:val="20"/>
      </w:rPr>
      <w:t>2020</w:t>
    </w:r>
    <w:r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0A2E" w14:textId="6CA0C290" w:rsidR="005E5320" w:rsidRPr="00151316" w:rsidRDefault="005E5320"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7FF6" w14:textId="3E091BA8" w:rsidR="005E5320" w:rsidRPr="00151316" w:rsidRDefault="005E5320" w:rsidP="004421EF">
    <w:pPr>
      <w:pStyle w:val="Header"/>
      <w:spacing w:line="240" w:lineRule="exact"/>
      <w:jc w:val="right"/>
    </w:pPr>
    <w:r w:rsidRPr="00151316">
      <w:t>ISO </w:t>
    </w:r>
    <w:r>
      <w:t>23090</w:t>
    </w:r>
    <w:r w:rsidRPr="00151316">
      <w:t>-</w:t>
    </w:r>
    <w:r>
      <w:t>13</w:t>
    </w:r>
    <w:r w:rsidRPr="00151316">
      <w:t>:</w:t>
    </w:r>
    <w:r>
      <w:t>202x(E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1"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0B0021B4"/>
    <w:multiLevelType w:val="hybridMultilevel"/>
    <w:tmpl w:val="A2CE397E"/>
    <w:lvl w:ilvl="0" w:tplc="0832A452">
      <w:start w:val="1"/>
      <w:numFmt w:val="decimal"/>
      <w:pStyle w:val="AnnexDFigureTitle"/>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6"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8C919AB"/>
    <w:multiLevelType w:val="hybridMultilevel"/>
    <w:tmpl w:val="5458156E"/>
    <w:lvl w:ilvl="0" w:tplc="D09EDA9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AD914E3"/>
    <w:multiLevelType w:val="hybridMultilevel"/>
    <w:tmpl w:val="FDFA0FFE"/>
    <w:lvl w:ilvl="0" w:tplc="E660810A">
      <w:start w:val="1"/>
      <w:numFmt w:val="decimal"/>
      <w:pStyle w:val="AnnexDTable"/>
      <w:lvlText w:val="Table D.%1 —"/>
      <w:lvlJc w:val="center"/>
      <w:pPr>
        <w:ind w:left="786"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1"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3" w15:restartNumberingAfterBreak="0">
    <w:nsid w:val="2F2021D1"/>
    <w:multiLevelType w:val="hybridMultilevel"/>
    <w:tmpl w:val="39329A80"/>
    <w:lvl w:ilvl="0" w:tplc="BFCA2376">
      <w:start w:val="1"/>
      <w:numFmt w:val="decimal"/>
      <w:pStyle w:val="AnnexTableTitle"/>
      <w:lvlText w:val="Table C.%1 —"/>
      <w:lvlJc w:val="center"/>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8"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E48122E"/>
    <w:multiLevelType w:val="hybridMultilevel"/>
    <w:tmpl w:val="EBE8AAC6"/>
    <w:lvl w:ilvl="0" w:tplc="118ED914">
      <w:start w:val="1"/>
      <w:numFmt w:val="decimal"/>
      <w:pStyle w:val="AnnexFigureCTitle"/>
      <w:lvlText w:val="Figure C.%1 —"/>
      <w:lvlJc w:val="left"/>
      <w:pPr>
        <w:ind w:left="47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24"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C94946"/>
    <w:multiLevelType w:val="hybridMultilevel"/>
    <w:tmpl w:val="3BAE0FC8"/>
    <w:lvl w:ilvl="0" w:tplc="CE540B76">
      <w:start w:val="1"/>
      <w:numFmt w:val="decimal"/>
      <w:pStyle w:val="AnnexBTable"/>
      <w:lvlText w:val="Table B.%1 —"/>
      <w:lvlJc w:val="center"/>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74BC0E78"/>
    <w:multiLevelType w:val="hybridMultilevel"/>
    <w:tmpl w:val="134E01EC"/>
    <w:lvl w:ilvl="0" w:tplc="35E61A98">
      <w:start w:val="1"/>
      <w:numFmt w:val="decimal"/>
      <w:pStyle w:val="AnnexATAble"/>
      <w:lvlText w:val="Table A.%1 —"/>
      <w:lvlJc w:val="center"/>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5"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3"/>
  </w:num>
  <w:num w:numId="8">
    <w:abstractNumId w:val="3"/>
  </w:num>
  <w:num w:numId="9">
    <w:abstractNumId w:val="3"/>
  </w:num>
  <w:num w:numId="10">
    <w:abstractNumId w:val="3"/>
  </w:num>
  <w:num w:numId="11">
    <w:abstractNumId w:val="3"/>
  </w:num>
  <w:num w:numId="12">
    <w:abstractNumId w:val="3"/>
  </w:num>
  <w:num w:numId="13">
    <w:abstractNumId w:val="24"/>
  </w:num>
  <w:num w:numId="14">
    <w:abstractNumId w:val="31"/>
  </w:num>
  <w:num w:numId="15">
    <w:abstractNumId w:val="14"/>
  </w:num>
  <w:num w:numId="16">
    <w:abstractNumId w:val="9"/>
  </w:num>
  <w:num w:numId="17">
    <w:abstractNumId w:val="35"/>
  </w:num>
  <w:num w:numId="18">
    <w:abstractNumId w:val="16"/>
  </w:num>
  <w:num w:numId="19">
    <w:abstractNumId w:val="19"/>
  </w:num>
  <w:num w:numId="20">
    <w:abstractNumId w:val="0"/>
  </w:num>
  <w:num w:numId="21">
    <w:abstractNumId w:val="8"/>
  </w:num>
  <w:num w:numId="22">
    <w:abstractNumId w:val="18"/>
  </w:num>
  <w:num w:numId="23">
    <w:abstractNumId w:val="6"/>
  </w:num>
  <w:num w:numId="24">
    <w:abstractNumId w:val="7"/>
  </w:num>
  <w:num w:numId="25">
    <w:abstractNumId w:val="17"/>
  </w:num>
  <w:num w:numId="26">
    <w:abstractNumId w:val="3"/>
  </w:num>
  <w:num w:numId="27">
    <w:abstractNumId w:val="25"/>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28"/>
  </w:num>
  <w:num w:numId="31">
    <w:abstractNumId w:val="22"/>
  </w:num>
  <w:num w:numId="32">
    <w:abstractNumId w:val="2"/>
  </w:num>
  <w:num w:numId="33">
    <w:abstractNumId w:val="1"/>
  </w:num>
  <w:num w:numId="34">
    <w:abstractNumId w:val="21"/>
  </w:num>
  <w:num w:numId="35">
    <w:abstractNumId w:val="36"/>
  </w:num>
  <w:num w:numId="36">
    <w:abstractNumId w:val="26"/>
  </w:num>
  <w:num w:numId="37">
    <w:abstractNumId w:val="13"/>
  </w:num>
  <w:num w:numId="38">
    <w:abstractNumId w:val="20"/>
  </w:num>
  <w:num w:numId="39">
    <w:abstractNumId w:val="12"/>
  </w:num>
  <w:num w:numId="40">
    <w:abstractNumId w:val="23"/>
  </w:num>
  <w:num w:numId="41">
    <w:abstractNumId w:val="5"/>
  </w:num>
  <w:num w:numId="42">
    <w:abstractNumId w:val="34"/>
  </w:num>
  <w:num w:numId="43">
    <w:abstractNumId w:val="4"/>
  </w:num>
  <w:num w:numId="44">
    <w:abstractNumId w:val="27"/>
  </w:num>
  <w:num w:numId="45">
    <w:abstractNumId w:val="15"/>
  </w:num>
  <w:num w:numId="46">
    <w:abstractNumId w:val="33"/>
  </w:num>
  <w:num w:numId="47">
    <w:abstractNumId w:val="30"/>
  </w:num>
  <w:num w:numId="48">
    <w:abstractNumId w:val="10"/>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1711"/>
    <w:rsid w:val="000026AF"/>
    <w:rsid w:val="00004CDE"/>
    <w:rsid w:val="0000779B"/>
    <w:rsid w:val="00010248"/>
    <w:rsid w:val="0001177B"/>
    <w:rsid w:val="0001198B"/>
    <w:rsid w:val="00012805"/>
    <w:rsid w:val="000159A9"/>
    <w:rsid w:val="0001692A"/>
    <w:rsid w:val="00017A05"/>
    <w:rsid w:val="00020727"/>
    <w:rsid w:val="00024370"/>
    <w:rsid w:val="0002483C"/>
    <w:rsid w:val="0002766A"/>
    <w:rsid w:val="000305EA"/>
    <w:rsid w:val="00032027"/>
    <w:rsid w:val="000342E1"/>
    <w:rsid w:val="00042C74"/>
    <w:rsid w:val="00042E0B"/>
    <w:rsid w:val="00045826"/>
    <w:rsid w:val="00045B5F"/>
    <w:rsid w:val="000464DB"/>
    <w:rsid w:val="00051538"/>
    <w:rsid w:val="00052262"/>
    <w:rsid w:val="00055455"/>
    <w:rsid w:val="00055D70"/>
    <w:rsid w:val="000562BF"/>
    <w:rsid w:val="00057FEC"/>
    <w:rsid w:val="00060093"/>
    <w:rsid w:val="00060A25"/>
    <w:rsid w:val="00061212"/>
    <w:rsid w:val="000666CC"/>
    <w:rsid w:val="00073F23"/>
    <w:rsid w:val="00082B99"/>
    <w:rsid w:val="00082B9C"/>
    <w:rsid w:val="000850CE"/>
    <w:rsid w:val="00085AAA"/>
    <w:rsid w:val="00090697"/>
    <w:rsid w:val="00091CF2"/>
    <w:rsid w:val="000951C0"/>
    <w:rsid w:val="00095C7B"/>
    <w:rsid w:val="00096146"/>
    <w:rsid w:val="000A165D"/>
    <w:rsid w:val="000A2A5D"/>
    <w:rsid w:val="000A2F18"/>
    <w:rsid w:val="000A4F20"/>
    <w:rsid w:val="000A5446"/>
    <w:rsid w:val="000A547E"/>
    <w:rsid w:val="000B1ECD"/>
    <w:rsid w:val="000B2F89"/>
    <w:rsid w:val="000B307B"/>
    <w:rsid w:val="000B3EE5"/>
    <w:rsid w:val="000B432C"/>
    <w:rsid w:val="000B51B0"/>
    <w:rsid w:val="000B7B3C"/>
    <w:rsid w:val="000C033F"/>
    <w:rsid w:val="000C23D2"/>
    <w:rsid w:val="000C6385"/>
    <w:rsid w:val="000D1CB1"/>
    <w:rsid w:val="000D5F1C"/>
    <w:rsid w:val="000E15FB"/>
    <w:rsid w:val="000E1E8E"/>
    <w:rsid w:val="000E4E19"/>
    <w:rsid w:val="000E7D2F"/>
    <w:rsid w:val="000F1390"/>
    <w:rsid w:val="000F16F0"/>
    <w:rsid w:val="000F260E"/>
    <w:rsid w:val="000F30A9"/>
    <w:rsid w:val="000F5682"/>
    <w:rsid w:val="000F7292"/>
    <w:rsid w:val="001001A0"/>
    <w:rsid w:val="00112B9D"/>
    <w:rsid w:val="001130CC"/>
    <w:rsid w:val="00113FF7"/>
    <w:rsid w:val="001142C2"/>
    <w:rsid w:val="00115A14"/>
    <w:rsid w:val="00123404"/>
    <w:rsid w:val="00124EB6"/>
    <w:rsid w:val="00125CE7"/>
    <w:rsid w:val="001262D8"/>
    <w:rsid w:val="0012759B"/>
    <w:rsid w:val="001325E3"/>
    <w:rsid w:val="00133D33"/>
    <w:rsid w:val="0013438C"/>
    <w:rsid w:val="00135ECB"/>
    <w:rsid w:val="00142169"/>
    <w:rsid w:val="00143854"/>
    <w:rsid w:val="0014549E"/>
    <w:rsid w:val="00147112"/>
    <w:rsid w:val="00156680"/>
    <w:rsid w:val="00163197"/>
    <w:rsid w:val="001638F2"/>
    <w:rsid w:val="0016421B"/>
    <w:rsid w:val="00164F16"/>
    <w:rsid w:val="00171C75"/>
    <w:rsid w:val="00173715"/>
    <w:rsid w:val="0017531D"/>
    <w:rsid w:val="00175534"/>
    <w:rsid w:val="00176BDF"/>
    <w:rsid w:val="00176F89"/>
    <w:rsid w:val="001805D2"/>
    <w:rsid w:val="0018145A"/>
    <w:rsid w:val="00181611"/>
    <w:rsid w:val="001827EF"/>
    <w:rsid w:val="00182C1A"/>
    <w:rsid w:val="0018457A"/>
    <w:rsid w:val="00187AFD"/>
    <w:rsid w:val="00190975"/>
    <w:rsid w:val="00194CBA"/>
    <w:rsid w:val="001A0B0F"/>
    <w:rsid w:val="001A23B8"/>
    <w:rsid w:val="001A33D0"/>
    <w:rsid w:val="001A4413"/>
    <w:rsid w:val="001A5F21"/>
    <w:rsid w:val="001A69FD"/>
    <w:rsid w:val="001B1C95"/>
    <w:rsid w:val="001B24E7"/>
    <w:rsid w:val="001B51CD"/>
    <w:rsid w:val="001B6F55"/>
    <w:rsid w:val="001B7BBC"/>
    <w:rsid w:val="001B7ED8"/>
    <w:rsid w:val="001C048E"/>
    <w:rsid w:val="001C0717"/>
    <w:rsid w:val="001C1791"/>
    <w:rsid w:val="001C4AB0"/>
    <w:rsid w:val="001C7693"/>
    <w:rsid w:val="001C7DC4"/>
    <w:rsid w:val="001D072A"/>
    <w:rsid w:val="001D09FE"/>
    <w:rsid w:val="001D14AA"/>
    <w:rsid w:val="001D3374"/>
    <w:rsid w:val="001E1FB9"/>
    <w:rsid w:val="001E3079"/>
    <w:rsid w:val="001E53C0"/>
    <w:rsid w:val="001E5793"/>
    <w:rsid w:val="001E6125"/>
    <w:rsid w:val="001F2969"/>
    <w:rsid w:val="001F3E56"/>
    <w:rsid w:val="001F4347"/>
    <w:rsid w:val="002001FD"/>
    <w:rsid w:val="002018C8"/>
    <w:rsid w:val="0020457E"/>
    <w:rsid w:val="002048BC"/>
    <w:rsid w:val="002107BB"/>
    <w:rsid w:val="00210A60"/>
    <w:rsid w:val="00213DE2"/>
    <w:rsid w:val="002200A3"/>
    <w:rsid w:val="00220786"/>
    <w:rsid w:val="00224019"/>
    <w:rsid w:val="002242A0"/>
    <w:rsid w:val="002271B5"/>
    <w:rsid w:val="002271B6"/>
    <w:rsid w:val="00227363"/>
    <w:rsid w:val="002304F9"/>
    <w:rsid w:val="00230AA0"/>
    <w:rsid w:val="002329BF"/>
    <w:rsid w:val="00232E0A"/>
    <w:rsid w:val="002332FC"/>
    <w:rsid w:val="0023570B"/>
    <w:rsid w:val="00235C01"/>
    <w:rsid w:val="002375B0"/>
    <w:rsid w:val="00240059"/>
    <w:rsid w:val="0024286F"/>
    <w:rsid w:val="00242896"/>
    <w:rsid w:val="0024551A"/>
    <w:rsid w:val="00247EAD"/>
    <w:rsid w:val="002507D4"/>
    <w:rsid w:val="00250A57"/>
    <w:rsid w:val="00254C5E"/>
    <w:rsid w:val="00254CEA"/>
    <w:rsid w:val="0026379F"/>
    <w:rsid w:val="00263CFF"/>
    <w:rsid w:val="00264095"/>
    <w:rsid w:val="00264E8C"/>
    <w:rsid w:val="00265E7C"/>
    <w:rsid w:val="00266DDB"/>
    <w:rsid w:val="00266FDB"/>
    <w:rsid w:val="00272B69"/>
    <w:rsid w:val="0027452C"/>
    <w:rsid w:val="002765F9"/>
    <w:rsid w:val="00283C6D"/>
    <w:rsid w:val="002857EC"/>
    <w:rsid w:val="00287648"/>
    <w:rsid w:val="0028781D"/>
    <w:rsid w:val="00290343"/>
    <w:rsid w:val="002935F0"/>
    <w:rsid w:val="0029481E"/>
    <w:rsid w:val="00294FB0"/>
    <w:rsid w:val="002A04A7"/>
    <w:rsid w:val="002A28C8"/>
    <w:rsid w:val="002A2E9C"/>
    <w:rsid w:val="002A4C87"/>
    <w:rsid w:val="002A65A7"/>
    <w:rsid w:val="002B12C1"/>
    <w:rsid w:val="002B6BD7"/>
    <w:rsid w:val="002B7A06"/>
    <w:rsid w:val="002C00AE"/>
    <w:rsid w:val="002C16BF"/>
    <w:rsid w:val="002C36B5"/>
    <w:rsid w:val="002C453D"/>
    <w:rsid w:val="002D0387"/>
    <w:rsid w:val="002D3941"/>
    <w:rsid w:val="002D40D6"/>
    <w:rsid w:val="002E0796"/>
    <w:rsid w:val="002E63E2"/>
    <w:rsid w:val="002F0998"/>
    <w:rsid w:val="002F184F"/>
    <w:rsid w:val="002F6412"/>
    <w:rsid w:val="002F66A0"/>
    <w:rsid w:val="002F6DB0"/>
    <w:rsid w:val="002F7C73"/>
    <w:rsid w:val="00302763"/>
    <w:rsid w:val="00304C55"/>
    <w:rsid w:val="00304D5A"/>
    <w:rsid w:val="00305EA1"/>
    <w:rsid w:val="003070CE"/>
    <w:rsid w:val="00310234"/>
    <w:rsid w:val="00312415"/>
    <w:rsid w:val="00314414"/>
    <w:rsid w:val="00317484"/>
    <w:rsid w:val="00321B75"/>
    <w:rsid w:val="003226E8"/>
    <w:rsid w:val="00322EB7"/>
    <w:rsid w:val="00325059"/>
    <w:rsid w:val="00326F11"/>
    <w:rsid w:val="00326FE5"/>
    <w:rsid w:val="00333481"/>
    <w:rsid w:val="00333718"/>
    <w:rsid w:val="00334EB8"/>
    <w:rsid w:val="003373A1"/>
    <w:rsid w:val="00346FB8"/>
    <w:rsid w:val="00347580"/>
    <w:rsid w:val="00347DAB"/>
    <w:rsid w:val="00353E22"/>
    <w:rsid w:val="0035440F"/>
    <w:rsid w:val="00354808"/>
    <w:rsid w:val="00357790"/>
    <w:rsid w:val="00361045"/>
    <w:rsid w:val="0036302C"/>
    <w:rsid w:val="00363ECD"/>
    <w:rsid w:val="0036416A"/>
    <w:rsid w:val="003736E9"/>
    <w:rsid w:val="00376312"/>
    <w:rsid w:val="00376E61"/>
    <w:rsid w:val="00377813"/>
    <w:rsid w:val="003814DA"/>
    <w:rsid w:val="00385ACD"/>
    <w:rsid w:val="003900F2"/>
    <w:rsid w:val="00393682"/>
    <w:rsid w:val="00395E39"/>
    <w:rsid w:val="00396F4E"/>
    <w:rsid w:val="003977E0"/>
    <w:rsid w:val="003A367F"/>
    <w:rsid w:val="003B0C1A"/>
    <w:rsid w:val="003B414B"/>
    <w:rsid w:val="003B4D0C"/>
    <w:rsid w:val="003B6C0B"/>
    <w:rsid w:val="003C15C2"/>
    <w:rsid w:val="003C29FC"/>
    <w:rsid w:val="003C4D19"/>
    <w:rsid w:val="003C5913"/>
    <w:rsid w:val="003C79C9"/>
    <w:rsid w:val="003D4C88"/>
    <w:rsid w:val="003D7615"/>
    <w:rsid w:val="003E1ECD"/>
    <w:rsid w:val="003E271C"/>
    <w:rsid w:val="003E2DFD"/>
    <w:rsid w:val="003E502C"/>
    <w:rsid w:val="003F165A"/>
    <w:rsid w:val="003F347B"/>
    <w:rsid w:val="003F3FFE"/>
    <w:rsid w:val="003F57B4"/>
    <w:rsid w:val="003F644D"/>
    <w:rsid w:val="00400F60"/>
    <w:rsid w:val="004031B9"/>
    <w:rsid w:val="004034AD"/>
    <w:rsid w:val="00404DBD"/>
    <w:rsid w:val="00407779"/>
    <w:rsid w:val="004077FC"/>
    <w:rsid w:val="004104C2"/>
    <w:rsid w:val="0041307B"/>
    <w:rsid w:val="004165F1"/>
    <w:rsid w:val="0042272F"/>
    <w:rsid w:val="0042319E"/>
    <w:rsid w:val="004337B3"/>
    <w:rsid w:val="00435A6D"/>
    <w:rsid w:val="004363FB"/>
    <w:rsid w:val="004375D1"/>
    <w:rsid w:val="004421EF"/>
    <w:rsid w:val="00444764"/>
    <w:rsid w:val="00444E6D"/>
    <w:rsid w:val="00445073"/>
    <w:rsid w:val="00447ABB"/>
    <w:rsid w:val="00457BD4"/>
    <w:rsid w:val="00457E63"/>
    <w:rsid w:val="004606E1"/>
    <w:rsid w:val="004620A5"/>
    <w:rsid w:val="0046427F"/>
    <w:rsid w:val="0047022D"/>
    <w:rsid w:val="00470C76"/>
    <w:rsid w:val="00473AD2"/>
    <w:rsid w:val="004759FA"/>
    <w:rsid w:val="00481387"/>
    <w:rsid w:val="00481C6F"/>
    <w:rsid w:val="00482BE3"/>
    <w:rsid w:val="00482E0E"/>
    <w:rsid w:val="0048368E"/>
    <w:rsid w:val="00487FD5"/>
    <w:rsid w:val="00490CBC"/>
    <w:rsid w:val="004950E1"/>
    <w:rsid w:val="0049530C"/>
    <w:rsid w:val="004A0DFE"/>
    <w:rsid w:val="004A1B13"/>
    <w:rsid w:val="004A29CB"/>
    <w:rsid w:val="004A44E1"/>
    <w:rsid w:val="004B0632"/>
    <w:rsid w:val="004B40A8"/>
    <w:rsid w:val="004C241D"/>
    <w:rsid w:val="004C40B8"/>
    <w:rsid w:val="004C5022"/>
    <w:rsid w:val="004D0FD9"/>
    <w:rsid w:val="004D3122"/>
    <w:rsid w:val="004D3372"/>
    <w:rsid w:val="004E3A18"/>
    <w:rsid w:val="004E4729"/>
    <w:rsid w:val="004E47A0"/>
    <w:rsid w:val="004E6E8E"/>
    <w:rsid w:val="004E7A0B"/>
    <w:rsid w:val="004F13EB"/>
    <w:rsid w:val="004F1817"/>
    <w:rsid w:val="00500632"/>
    <w:rsid w:val="005027F5"/>
    <w:rsid w:val="005048C8"/>
    <w:rsid w:val="00506E2E"/>
    <w:rsid w:val="005148D7"/>
    <w:rsid w:val="00515CA5"/>
    <w:rsid w:val="00516AED"/>
    <w:rsid w:val="00516C11"/>
    <w:rsid w:val="00521669"/>
    <w:rsid w:val="005224FF"/>
    <w:rsid w:val="0052368E"/>
    <w:rsid w:val="00526284"/>
    <w:rsid w:val="00530829"/>
    <w:rsid w:val="00530A9D"/>
    <w:rsid w:val="0053166E"/>
    <w:rsid w:val="00532BA0"/>
    <w:rsid w:val="0053640F"/>
    <w:rsid w:val="005443B9"/>
    <w:rsid w:val="00545AEE"/>
    <w:rsid w:val="0054666B"/>
    <w:rsid w:val="0054733A"/>
    <w:rsid w:val="00551D67"/>
    <w:rsid w:val="005521ED"/>
    <w:rsid w:val="00552560"/>
    <w:rsid w:val="00553F8C"/>
    <w:rsid w:val="00561F61"/>
    <w:rsid w:val="00563532"/>
    <w:rsid w:val="005638AF"/>
    <w:rsid w:val="005663B5"/>
    <w:rsid w:val="00566669"/>
    <w:rsid w:val="0056723F"/>
    <w:rsid w:val="005719D0"/>
    <w:rsid w:val="00573A8C"/>
    <w:rsid w:val="00580BB3"/>
    <w:rsid w:val="00581519"/>
    <w:rsid w:val="00583139"/>
    <w:rsid w:val="00583DAD"/>
    <w:rsid w:val="00586628"/>
    <w:rsid w:val="00586E01"/>
    <w:rsid w:val="00597170"/>
    <w:rsid w:val="005A0051"/>
    <w:rsid w:val="005A3A99"/>
    <w:rsid w:val="005A4FFB"/>
    <w:rsid w:val="005B1373"/>
    <w:rsid w:val="005B314F"/>
    <w:rsid w:val="005B3EC6"/>
    <w:rsid w:val="005B4550"/>
    <w:rsid w:val="005B4698"/>
    <w:rsid w:val="005C017A"/>
    <w:rsid w:val="005C3A67"/>
    <w:rsid w:val="005C4784"/>
    <w:rsid w:val="005C5E06"/>
    <w:rsid w:val="005D6017"/>
    <w:rsid w:val="005E0129"/>
    <w:rsid w:val="005E1BD3"/>
    <w:rsid w:val="005E5320"/>
    <w:rsid w:val="005E6B12"/>
    <w:rsid w:val="005F1267"/>
    <w:rsid w:val="005F332C"/>
    <w:rsid w:val="005F37CF"/>
    <w:rsid w:val="00604CFC"/>
    <w:rsid w:val="0060582F"/>
    <w:rsid w:val="00605FEC"/>
    <w:rsid w:val="00606A7F"/>
    <w:rsid w:val="00610D56"/>
    <w:rsid w:val="00611F14"/>
    <w:rsid w:val="00615DCC"/>
    <w:rsid w:val="0061620F"/>
    <w:rsid w:val="00616349"/>
    <w:rsid w:val="00616373"/>
    <w:rsid w:val="00623703"/>
    <w:rsid w:val="00626147"/>
    <w:rsid w:val="00626B5C"/>
    <w:rsid w:val="00627C34"/>
    <w:rsid w:val="006307D1"/>
    <w:rsid w:val="00634738"/>
    <w:rsid w:val="00635FB7"/>
    <w:rsid w:val="00641127"/>
    <w:rsid w:val="00644E74"/>
    <w:rsid w:val="00644F2A"/>
    <w:rsid w:val="00647BC3"/>
    <w:rsid w:val="00655852"/>
    <w:rsid w:val="00655C38"/>
    <w:rsid w:val="00655F2A"/>
    <w:rsid w:val="00656517"/>
    <w:rsid w:val="00660AF4"/>
    <w:rsid w:val="00661436"/>
    <w:rsid w:val="00661684"/>
    <w:rsid w:val="0066597F"/>
    <w:rsid w:val="00665AC2"/>
    <w:rsid w:val="00670833"/>
    <w:rsid w:val="00672B75"/>
    <w:rsid w:val="00673172"/>
    <w:rsid w:val="006737F2"/>
    <w:rsid w:val="00676139"/>
    <w:rsid w:val="0068101F"/>
    <w:rsid w:val="00682A35"/>
    <w:rsid w:val="00682E65"/>
    <w:rsid w:val="00687D94"/>
    <w:rsid w:val="00687D99"/>
    <w:rsid w:val="006939D8"/>
    <w:rsid w:val="006966F1"/>
    <w:rsid w:val="00697CA8"/>
    <w:rsid w:val="006A0DA1"/>
    <w:rsid w:val="006A1383"/>
    <w:rsid w:val="006A2D53"/>
    <w:rsid w:val="006B0AC3"/>
    <w:rsid w:val="006B2B73"/>
    <w:rsid w:val="006B2D6C"/>
    <w:rsid w:val="006B7CB6"/>
    <w:rsid w:val="006B7CF0"/>
    <w:rsid w:val="006C1B2E"/>
    <w:rsid w:val="006D014A"/>
    <w:rsid w:val="006D1482"/>
    <w:rsid w:val="006D30F4"/>
    <w:rsid w:val="006D369A"/>
    <w:rsid w:val="006D3D76"/>
    <w:rsid w:val="006D4164"/>
    <w:rsid w:val="006E0F3F"/>
    <w:rsid w:val="006E1A11"/>
    <w:rsid w:val="006E31A4"/>
    <w:rsid w:val="006E568B"/>
    <w:rsid w:val="006E7972"/>
    <w:rsid w:val="006E7BFD"/>
    <w:rsid w:val="006E7FCD"/>
    <w:rsid w:val="006F31C9"/>
    <w:rsid w:val="006F7336"/>
    <w:rsid w:val="00700A19"/>
    <w:rsid w:val="007024CF"/>
    <w:rsid w:val="0071097E"/>
    <w:rsid w:val="00712FC5"/>
    <w:rsid w:val="0071436A"/>
    <w:rsid w:val="0071559C"/>
    <w:rsid w:val="007158CA"/>
    <w:rsid w:val="00715AB3"/>
    <w:rsid w:val="007204B8"/>
    <w:rsid w:val="0072166A"/>
    <w:rsid w:val="00723C6B"/>
    <w:rsid w:val="00725355"/>
    <w:rsid w:val="007276BB"/>
    <w:rsid w:val="007327D3"/>
    <w:rsid w:val="00736116"/>
    <w:rsid w:val="0074331E"/>
    <w:rsid w:val="0074333A"/>
    <w:rsid w:val="007500E4"/>
    <w:rsid w:val="007524BA"/>
    <w:rsid w:val="00753936"/>
    <w:rsid w:val="00753D12"/>
    <w:rsid w:val="007549C8"/>
    <w:rsid w:val="007564CA"/>
    <w:rsid w:val="00757B4B"/>
    <w:rsid w:val="00757B60"/>
    <w:rsid w:val="007608BA"/>
    <w:rsid w:val="0076128F"/>
    <w:rsid w:val="00761830"/>
    <w:rsid w:val="00762AED"/>
    <w:rsid w:val="0076309F"/>
    <w:rsid w:val="00764DC2"/>
    <w:rsid w:val="00766377"/>
    <w:rsid w:val="00772A43"/>
    <w:rsid w:val="00773152"/>
    <w:rsid w:val="007807ED"/>
    <w:rsid w:val="007812F0"/>
    <w:rsid w:val="007826AE"/>
    <w:rsid w:val="00790277"/>
    <w:rsid w:val="00790CA3"/>
    <w:rsid w:val="0079469D"/>
    <w:rsid w:val="00795DF9"/>
    <w:rsid w:val="007A2FE4"/>
    <w:rsid w:val="007A304C"/>
    <w:rsid w:val="007A4476"/>
    <w:rsid w:val="007A48F2"/>
    <w:rsid w:val="007A771B"/>
    <w:rsid w:val="007B291C"/>
    <w:rsid w:val="007B3FF0"/>
    <w:rsid w:val="007B69B6"/>
    <w:rsid w:val="007B7394"/>
    <w:rsid w:val="007C021A"/>
    <w:rsid w:val="007C1611"/>
    <w:rsid w:val="007C328A"/>
    <w:rsid w:val="007C4F8F"/>
    <w:rsid w:val="007C51EB"/>
    <w:rsid w:val="007D0365"/>
    <w:rsid w:val="007D0C0F"/>
    <w:rsid w:val="007D1EC3"/>
    <w:rsid w:val="007D5959"/>
    <w:rsid w:val="007D7C80"/>
    <w:rsid w:val="007E183B"/>
    <w:rsid w:val="007E1DF4"/>
    <w:rsid w:val="007E2708"/>
    <w:rsid w:val="007E6D65"/>
    <w:rsid w:val="007F02F1"/>
    <w:rsid w:val="007F3B91"/>
    <w:rsid w:val="007F3E53"/>
    <w:rsid w:val="007F5E93"/>
    <w:rsid w:val="007F62FF"/>
    <w:rsid w:val="007F7F35"/>
    <w:rsid w:val="008028B0"/>
    <w:rsid w:val="00803017"/>
    <w:rsid w:val="00803F15"/>
    <w:rsid w:val="00807B77"/>
    <w:rsid w:val="008105E7"/>
    <w:rsid w:val="008125C3"/>
    <w:rsid w:val="00813578"/>
    <w:rsid w:val="00822600"/>
    <w:rsid w:val="008234BE"/>
    <w:rsid w:val="00823F1A"/>
    <w:rsid w:val="00824425"/>
    <w:rsid w:val="00830675"/>
    <w:rsid w:val="008325F6"/>
    <w:rsid w:val="00832A23"/>
    <w:rsid w:val="0083376F"/>
    <w:rsid w:val="00836496"/>
    <w:rsid w:val="00840483"/>
    <w:rsid w:val="0084169E"/>
    <w:rsid w:val="0085057C"/>
    <w:rsid w:val="0085298D"/>
    <w:rsid w:val="00854601"/>
    <w:rsid w:val="008551F4"/>
    <w:rsid w:val="008576E9"/>
    <w:rsid w:val="00862E16"/>
    <w:rsid w:val="008659A1"/>
    <w:rsid w:val="008713ED"/>
    <w:rsid w:val="00872C75"/>
    <w:rsid w:val="00872E5F"/>
    <w:rsid w:val="00874F4F"/>
    <w:rsid w:val="00876D80"/>
    <w:rsid w:val="00877AA1"/>
    <w:rsid w:val="00880A02"/>
    <w:rsid w:val="008814B2"/>
    <w:rsid w:val="00885E28"/>
    <w:rsid w:val="00887010"/>
    <w:rsid w:val="00890CB5"/>
    <w:rsid w:val="00893D8B"/>
    <w:rsid w:val="00894E79"/>
    <w:rsid w:val="00897961"/>
    <w:rsid w:val="00897EB0"/>
    <w:rsid w:val="008A06DB"/>
    <w:rsid w:val="008A0F0F"/>
    <w:rsid w:val="008A1814"/>
    <w:rsid w:val="008A55A6"/>
    <w:rsid w:val="008A6763"/>
    <w:rsid w:val="008B0DBA"/>
    <w:rsid w:val="008B5B61"/>
    <w:rsid w:val="008C0826"/>
    <w:rsid w:val="008C3A8F"/>
    <w:rsid w:val="008C664E"/>
    <w:rsid w:val="008D13A8"/>
    <w:rsid w:val="008D225D"/>
    <w:rsid w:val="008D2474"/>
    <w:rsid w:val="008D264A"/>
    <w:rsid w:val="008D2D4E"/>
    <w:rsid w:val="008D6FBD"/>
    <w:rsid w:val="008E17B9"/>
    <w:rsid w:val="008F0EBE"/>
    <w:rsid w:val="008F1717"/>
    <w:rsid w:val="008F184B"/>
    <w:rsid w:val="008F2270"/>
    <w:rsid w:val="008F3F9D"/>
    <w:rsid w:val="008F7882"/>
    <w:rsid w:val="00901871"/>
    <w:rsid w:val="009020E6"/>
    <w:rsid w:val="00903F28"/>
    <w:rsid w:val="00904614"/>
    <w:rsid w:val="00910BB9"/>
    <w:rsid w:val="009123D3"/>
    <w:rsid w:val="00913FA0"/>
    <w:rsid w:val="00913FF7"/>
    <w:rsid w:val="00915C80"/>
    <w:rsid w:val="00917169"/>
    <w:rsid w:val="0091724A"/>
    <w:rsid w:val="00921F89"/>
    <w:rsid w:val="00925F29"/>
    <w:rsid w:val="00931EAE"/>
    <w:rsid w:val="009419DB"/>
    <w:rsid w:val="00941FDF"/>
    <w:rsid w:val="009434A3"/>
    <w:rsid w:val="00944DA5"/>
    <w:rsid w:val="009500D4"/>
    <w:rsid w:val="0095215D"/>
    <w:rsid w:val="009525A2"/>
    <w:rsid w:val="00952899"/>
    <w:rsid w:val="00954789"/>
    <w:rsid w:val="00954B84"/>
    <w:rsid w:val="00954FC6"/>
    <w:rsid w:val="009559A6"/>
    <w:rsid w:val="009602B2"/>
    <w:rsid w:val="009704D0"/>
    <w:rsid w:val="0097303B"/>
    <w:rsid w:val="00976184"/>
    <w:rsid w:val="00976331"/>
    <w:rsid w:val="009764D0"/>
    <w:rsid w:val="00977225"/>
    <w:rsid w:val="00977699"/>
    <w:rsid w:val="00982CA4"/>
    <w:rsid w:val="0098582D"/>
    <w:rsid w:val="00986B46"/>
    <w:rsid w:val="009909D1"/>
    <w:rsid w:val="0099281A"/>
    <w:rsid w:val="00993C61"/>
    <w:rsid w:val="00994606"/>
    <w:rsid w:val="00996DD8"/>
    <w:rsid w:val="009971D0"/>
    <w:rsid w:val="009A008F"/>
    <w:rsid w:val="009A0AA9"/>
    <w:rsid w:val="009A659A"/>
    <w:rsid w:val="009A7D7F"/>
    <w:rsid w:val="009B166B"/>
    <w:rsid w:val="009B1B81"/>
    <w:rsid w:val="009B4005"/>
    <w:rsid w:val="009B51F1"/>
    <w:rsid w:val="009B5B5E"/>
    <w:rsid w:val="009B66E0"/>
    <w:rsid w:val="009C4DBE"/>
    <w:rsid w:val="009C589E"/>
    <w:rsid w:val="009D06AF"/>
    <w:rsid w:val="009D0BCE"/>
    <w:rsid w:val="009D27D4"/>
    <w:rsid w:val="009D34AF"/>
    <w:rsid w:val="009D47EF"/>
    <w:rsid w:val="009D4855"/>
    <w:rsid w:val="009D7521"/>
    <w:rsid w:val="009E1B66"/>
    <w:rsid w:val="009E28F4"/>
    <w:rsid w:val="009E40CF"/>
    <w:rsid w:val="009E6ED7"/>
    <w:rsid w:val="009E7D91"/>
    <w:rsid w:val="009F0B56"/>
    <w:rsid w:val="009F21D7"/>
    <w:rsid w:val="009F33D6"/>
    <w:rsid w:val="009F50BD"/>
    <w:rsid w:val="00A0110A"/>
    <w:rsid w:val="00A02590"/>
    <w:rsid w:val="00A03D20"/>
    <w:rsid w:val="00A10C28"/>
    <w:rsid w:val="00A23C1B"/>
    <w:rsid w:val="00A25E15"/>
    <w:rsid w:val="00A30D11"/>
    <w:rsid w:val="00A34569"/>
    <w:rsid w:val="00A34C8C"/>
    <w:rsid w:val="00A352D1"/>
    <w:rsid w:val="00A36559"/>
    <w:rsid w:val="00A375CC"/>
    <w:rsid w:val="00A41AE2"/>
    <w:rsid w:val="00A41F33"/>
    <w:rsid w:val="00A42860"/>
    <w:rsid w:val="00A43B29"/>
    <w:rsid w:val="00A45AE0"/>
    <w:rsid w:val="00A468D3"/>
    <w:rsid w:val="00A505E9"/>
    <w:rsid w:val="00A50D78"/>
    <w:rsid w:val="00A51197"/>
    <w:rsid w:val="00A5412E"/>
    <w:rsid w:val="00A54D38"/>
    <w:rsid w:val="00A55A92"/>
    <w:rsid w:val="00A602DC"/>
    <w:rsid w:val="00A60653"/>
    <w:rsid w:val="00A65D8B"/>
    <w:rsid w:val="00A66815"/>
    <w:rsid w:val="00A7071B"/>
    <w:rsid w:val="00A711CA"/>
    <w:rsid w:val="00A72599"/>
    <w:rsid w:val="00A7338E"/>
    <w:rsid w:val="00A7405E"/>
    <w:rsid w:val="00A749FF"/>
    <w:rsid w:val="00A752AD"/>
    <w:rsid w:val="00A76273"/>
    <w:rsid w:val="00A7682D"/>
    <w:rsid w:val="00A80EB4"/>
    <w:rsid w:val="00A81564"/>
    <w:rsid w:val="00A81922"/>
    <w:rsid w:val="00A84436"/>
    <w:rsid w:val="00A84EF2"/>
    <w:rsid w:val="00A85A08"/>
    <w:rsid w:val="00A86100"/>
    <w:rsid w:val="00A93D14"/>
    <w:rsid w:val="00A9603D"/>
    <w:rsid w:val="00A9704F"/>
    <w:rsid w:val="00A97514"/>
    <w:rsid w:val="00A9780F"/>
    <w:rsid w:val="00A978EA"/>
    <w:rsid w:val="00AB6C49"/>
    <w:rsid w:val="00AB6F86"/>
    <w:rsid w:val="00AB705E"/>
    <w:rsid w:val="00AB7C3C"/>
    <w:rsid w:val="00AC1F24"/>
    <w:rsid w:val="00AC42AD"/>
    <w:rsid w:val="00AC602C"/>
    <w:rsid w:val="00AC69D4"/>
    <w:rsid w:val="00AC7130"/>
    <w:rsid w:val="00AD4C61"/>
    <w:rsid w:val="00AE31EC"/>
    <w:rsid w:val="00AE551E"/>
    <w:rsid w:val="00AF1A9F"/>
    <w:rsid w:val="00AF56BA"/>
    <w:rsid w:val="00B012F0"/>
    <w:rsid w:val="00B02D3A"/>
    <w:rsid w:val="00B02E4F"/>
    <w:rsid w:val="00B1078E"/>
    <w:rsid w:val="00B125E9"/>
    <w:rsid w:val="00B13FD3"/>
    <w:rsid w:val="00B15033"/>
    <w:rsid w:val="00B16F4C"/>
    <w:rsid w:val="00B20B01"/>
    <w:rsid w:val="00B220CD"/>
    <w:rsid w:val="00B22B6D"/>
    <w:rsid w:val="00B230D7"/>
    <w:rsid w:val="00B25997"/>
    <w:rsid w:val="00B325BC"/>
    <w:rsid w:val="00B32DBB"/>
    <w:rsid w:val="00B34D3F"/>
    <w:rsid w:val="00B40DD9"/>
    <w:rsid w:val="00B42762"/>
    <w:rsid w:val="00B433BC"/>
    <w:rsid w:val="00B43C9B"/>
    <w:rsid w:val="00B52F42"/>
    <w:rsid w:val="00B53026"/>
    <w:rsid w:val="00B530AE"/>
    <w:rsid w:val="00B56888"/>
    <w:rsid w:val="00B62127"/>
    <w:rsid w:val="00B655E8"/>
    <w:rsid w:val="00B65697"/>
    <w:rsid w:val="00B6575E"/>
    <w:rsid w:val="00B67649"/>
    <w:rsid w:val="00B71392"/>
    <w:rsid w:val="00B718E3"/>
    <w:rsid w:val="00B75425"/>
    <w:rsid w:val="00B77025"/>
    <w:rsid w:val="00B77BEC"/>
    <w:rsid w:val="00B802A8"/>
    <w:rsid w:val="00B80F08"/>
    <w:rsid w:val="00B82730"/>
    <w:rsid w:val="00B83404"/>
    <w:rsid w:val="00B85187"/>
    <w:rsid w:val="00B9067A"/>
    <w:rsid w:val="00B9118A"/>
    <w:rsid w:val="00B918B7"/>
    <w:rsid w:val="00B92BCF"/>
    <w:rsid w:val="00B94963"/>
    <w:rsid w:val="00B96F77"/>
    <w:rsid w:val="00BA1F97"/>
    <w:rsid w:val="00BA3886"/>
    <w:rsid w:val="00BA643B"/>
    <w:rsid w:val="00BA6E9D"/>
    <w:rsid w:val="00BA7580"/>
    <w:rsid w:val="00BC26F9"/>
    <w:rsid w:val="00BC3530"/>
    <w:rsid w:val="00BC394B"/>
    <w:rsid w:val="00BC4B85"/>
    <w:rsid w:val="00BC7C7E"/>
    <w:rsid w:val="00BD0AA0"/>
    <w:rsid w:val="00BD2CD5"/>
    <w:rsid w:val="00BD4430"/>
    <w:rsid w:val="00BD44F4"/>
    <w:rsid w:val="00BD6521"/>
    <w:rsid w:val="00BD72AC"/>
    <w:rsid w:val="00BE012D"/>
    <w:rsid w:val="00BE170B"/>
    <w:rsid w:val="00BE596A"/>
    <w:rsid w:val="00BE6789"/>
    <w:rsid w:val="00BE782F"/>
    <w:rsid w:val="00BF149D"/>
    <w:rsid w:val="00BF2DE4"/>
    <w:rsid w:val="00BF3E33"/>
    <w:rsid w:val="00BF3F07"/>
    <w:rsid w:val="00BF7921"/>
    <w:rsid w:val="00BF7B36"/>
    <w:rsid w:val="00C030CC"/>
    <w:rsid w:val="00C04A03"/>
    <w:rsid w:val="00C06363"/>
    <w:rsid w:val="00C11DD3"/>
    <w:rsid w:val="00C124CA"/>
    <w:rsid w:val="00C14DF3"/>
    <w:rsid w:val="00C20369"/>
    <w:rsid w:val="00C203B5"/>
    <w:rsid w:val="00C22072"/>
    <w:rsid w:val="00C22668"/>
    <w:rsid w:val="00C231BE"/>
    <w:rsid w:val="00C23483"/>
    <w:rsid w:val="00C25F27"/>
    <w:rsid w:val="00C26EC7"/>
    <w:rsid w:val="00C33932"/>
    <w:rsid w:val="00C3414A"/>
    <w:rsid w:val="00C369F2"/>
    <w:rsid w:val="00C40214"/>
    <w:rsid w:val="00C41809"/>
    <w:rsid w:val="00C429BD"/>
    <w:rsid w:val="00C442A8"/>
    <w:rsid w:val="00C46917"/>
    <w:rsid w:val="00C4716A"/>
    <w:rsid w:val="00C513FA"/>
    <w:rsid w:val="00C5230C"/>
    <w:rsid w:val="00C52CDC"/>
    <w:rsid w:val="00C558E7"/>
    <w:rsid w:val="00C5714F"/>
    <w:rsid w:val="00C61CB5"/>
    <w:rsid w:val="00C63592"/>
    <w:rsid w:val="00C64AB8"/>
    <w:rsid w:val="00C71E36"/>
    <w:rsid w:val="00C72074"/>
    <w:rsid w:val="00C76C86"/>
    <w:rsid w:val="00C77AAC"/>
    <w:rsid w:val="00C82F2A"/>
    <w:rsid w:val="00C83357"/>
    <w:rsid w:val="00C845E8"/>
    <w:rsid w:val="00C934E0"/>
    <w:rsid w:val="00CA0311"/>
    <w:rsid w:val="00CA2227"/>
    <w:rsid w:val="00CA601A"/>
    <w:rsid w:val="00CA6B94"/>
    <w:rsid w:val="00CB15DE"/>
    <w:rsid w:val="00CB5EBE"/>
    <w:rsid w:val="00CB610B"/>
    <w:rsid w:val="00CB61A5"/>
    <w:rsid w:val="00CB779B"/>
    <w:rsid w:val="00CD0323"/>
    <w:rsid w:val="00CD353D"/>
    <w:rsid w:val="00CD3EF3"/>
    <w:rsid w:val="00CD4E74"/>
    <w:rsid w:val="00CD6268"/>
    <w:rsid w:val="00CE28BE"/>
    <w:rsid w:val="00CE368A"/>
    <w:rsid w:val="00CE499A"/>
    <w:rsid w:val="00CE6340"/>
    <w:rsid w:val="00CE646E"/>
    <w:rsid w:val="00CE6D7F"/>
    <w:rsid w:val="00CF1E07"/>
    <w:rsid w:val="00CF3C71"/>
    <w:rsid w:val="00CF6AB6"/>
    <w:rsid w:val="00D01BDF"/>
    <w:rsid w:val="00D13992"/>
    <w:rsid w:val="00D14540"/>
    <w:rsid w:val="00D14F39"/>
    <w:rsid w:val="00D24D2A"/>
    <w:rsid w:val="00D24D7E"/>
    <w:rsid w:val="00D25F7D"/>
    <w:rsid w:val="00D318F4"/>
    <w:rsid w:val="00D31FF2"/>
    <w:rsid w:val="00D3236E"/>
    <w:rsid w:val="00D33289"/>
    <w:rsid w:val="00D347DC"/>
    <w:rsid w:val="00D41B13"/>
    <w:rsid w:val="00D43B9D"/>
    <w:rsid w:val="00D4469E"/>
    <w:rsid w:val="00D46711"/>
    <w:rsid w:val="00D472A5"/>
    <w:rsid w:val="00D47461"/>
    <w:rsid w:val="00D55735"/>
    <w:rsid w:val="00D57084"/>
    <w:rsid w:val="00D574F0"/>
    <w:rsid w:val="00D614FC"/>
    <w:rsid w:val="00D62524"/>
    <w:rsid w:val="00D627D2"/>
    <w:rsid w:val="00D634E0"/>
    <w:rsid w:val="00D63F73"/>
    <w:rsid w:val="00D67A41"/>
    <w:rsid w:val="00D67BAB"/>
    <w:rsid w:val="00D7229B"/>
    <w:rsid w:val="00D73A9F"/>
    <w:rsid w:val="00D762AD"/>
    <w:rsid w:val="00D779A6"/>
    <w:rsid w:val="00D80C30"/>
    <w:rsid w:val="00D82218"/>
    <w:rsid w:val="00D82495"/>
    <w:rsid w:val="00D82953"/>
    <w:rsid w:val="00D86D29"/>
    <w:rsid w:val="00D87709"/>
    <w:rsid w:val="00D9367A"/>
    <w:rsid w:val="00D94DF7"/>
    <w:rsid w:val="00D95BB7"/>
    <w:rsid w:val="00DA12DD"/>
    <w:rsid w:val="00DA148F"/>
    <w:rsid w:val="00DA3531"/>
    <w:rsid w:val="00DA6077"/>
    <w:rsid w:val="00DA6A0C"/>
    <w:rsid w:val="00DA7654"/>
    <w:rsid w:val="00DA7C8D"/>
    <w:rsid w:val="00DB0FA8"/>
    <w:rsid w:val="00DB1672"/>
    <w:rsid w:val="00DB1B8B"/>
    <w:rsid w:val="00DB25AB"/>
    <w:rsid w:val="00DB339F"/>
    <w:rsid w:val="00DB487E"/>
    <w:rsid w:val="00DB629F"/>
    <w:rsid w:val="00DB7653"/>
    <w:rsid w:val="00DB7ED7"/>
    <w:rsid w:val="00DC12F8"/>
    <w:rsid w:val="00DC2A80"/>
    <w:rsid w:val="00DC5344"/>
    <w:rsid w:val="00DC5A17"/>
    <w:rsid w:val="00DC5B72"/>
    <w:rsid w:val="00DC705E"/>
    <w:rsid w:val="00DD0784"/>
    <w:rsid w:val="00DD1BA4"/>
    <w:rsid w:val="00DD5D45"/>
    <w:rsid w:val="00DD5EAC"/>
    <w:rsid w:val="00DD6B2E"/>
    <w:rsid w:val="00DD74CD"/>
    <w:rsid w:val="00DE1185"/>
    <w:rsid w:val="00DE18D6"/>
    <w:rsid w:val="00DE272F"/>
    <w:rsid w:val="00DE3AD9"/>
    <w:rsid w:val="00DE4393"/>
    <w:rsid w:val="00DF0352"/>
    <w:rsid w:val="00DF03CA"/>
    <w:rsid w:val="00DF2DF9"/>
    <w:rsid w:val="00DF2FBE"/>
    <w:rsid w:val="00DF48EA"/>
    <w:rsid w:val="00DF4AB9"/>
    <w:rsid w:val="00DF6C00"/>
    <w:rsid w:val="00DF794C"/>
    <w:rsid w:val="00E00F5C"/>
    <w:rsid w:val="00E010F5"/>
    <w:rsid w:val="00E015D6"/>
    <w:rsid w:val="00E017AD"/>
    <w:rsid w:val="00E030C2"/>
    <w:rsid w:val="00E037F9"/>
    <w:rsid w:val="00E03B49"/>
    <w:rsid w:val="00E11783"/>
    <w:rsid w:val="00E1215E"/>
    <w:rsid w:val="00E23114"/>
    <w:rsid w:val="00E24D9D"/>
    <w:rsid w:val="00E261FC"/>
    <w:rsid w:val="00E269F9"/>
    <w:rsid w:val="00E27AD5"/>
    <w:rsid w:val="00E31BAD"/>
    <w:rsid w:val="00E322FD"/>
    <w:rsid w:val="00E32BB1"/>
    <w:rsid w:val="00E33F80"/>
    <w:rsid w:val="00E45DE1"/>
    <w:rsid w:val="00E46E4E"/>
    <w:rsid w:val="00E47D23"/>
    <w:rsid w:val="00E564A7"/>
    <w:rsid w:val="00E61012"/>
    <w:rsid w:val="00E61484"/>
    <w:rsid w:val="00E61D37"/>
    <w:rsid w:val="00E66E01"/>
    <w:rsid w:val="00E734E7"/>
    <w:rsid w:val="00E73948"/>
    <w:rsid w:val="00E73B02"/>
    <w:rsid w:val="00E766EA"/>
    <w:rsid w:val="00E80887"/>
    <w:rsid w:val="00E90B84"/>
    <w:rsid w:val="00E915A1"/>
    <w:rsid w:val="00E94BC5"/>
    <w:rsid w:val="00EA7BD6"/>
    <w:rsid w:val="00EB023F"/>
    <w:rsid w:val="00EB051F"/>
    <w:rsid w:val="00EB07D6"/>
    <w:rsid w:val="00EB11FF"/>
    <w:rsid w:val="00EB161A"/>
    <w:rsid w:val="00EB2369"/>
    <w:rsid w:val="00EB41F6"/>
    <w:rsid w:val="00EB5FF5"/>
    <w:rsid w:val="00EB7E11"/>
    <w:rsid w:val="00EC0008"/>
    <w:rsid w:val="00EC4390"/>
    <w:rsid w:val="00ED4F41"/>
    <w:rsid w:val="00ED7125"/>
    <w:rsid w:val="00ED7DA8"/>
    <w:rsid w:val="00EE169E"/>
    <w:rsid w:val="00EE765B"/>
    <w:rsid w:val="00EF07A9"/>
    <w:rsid w:val="00EF0D53"/>
    <w:rsid w:val="00EF2AD6"/>
    <w:rsid w:val="00EF56F9"/>
    <w:rsid w:val="00EF6F79"/>
    <w:rsid w:val="00F05636"/>
    <w:rsid w:val="00F05815"/>
    <w:rsid w:val="00F06795"/>
    <w:rsid w:val="00F1095C"/>
    <w:rsid w:val="00F13876"/>
    <w:rsid w:val="00F16B96"/>
    <w:rsid w:val="00F20702"/>
    <w:rsid w:val="00F2280B"/>
    <w:rsid w:val="00F22AD7"/>
    <w:rsid w:val="00F22FC4"/>
    <w:rsid w:val="00F27E41"/>
    <w:rsid w:val="00F337B0"/>
    <w:rsid w:val="00F36E3F"/>
    <w:rsid w:val="00F37607"/>
    <w:rsid w:val="00F4521B"/>
    <w:rsid w:val="00F460F3"/>
    <w:rsid w:val="00F5081C"/>
    <w:rsid w:val="00F549F1"/>
    <w:rsid w:val="00F55559"/>
    <w:rsid w:val="00F704E2"/>
    <w:rsid w:val="00F705C4"/>
    <w:rsid w:val="00F726F5"/>
    <w:rsid w:val="00F74217"/>
    <w:rsid w:val="00F75E19"/>
    <w:rsid w:val="00F7654C"/>
    <w:rsid w:val="00F77E4F"/>
    <w:rsid w:val="00F81ACE"/>
    <w:rsid w:val="00F82728"/>
    <w:rsid w:val="00F828CA"/>
    <w:rsid w:val="00F8343B"/>
    <w:rsid w:val="00F85048"/>
    <w:rsid w:val="00F85835"/>
    <w:rsid w:val="00F86732"/>
    <w:rsid w:val="00F868D3"/>
    <w:rsid w:val="00F872A3"/>
    <w:rsid w:val="00F87E4A"/>
    <w:rsid w:val="00F9245D"/>
    <w:rsid w:val="00F93AC4"/>
    <w:rsid w:val="00F943CE"/>
    <w:rsid w:val="00F9453F"/>
    <w:rsid w:val="00F947B5"/>
    <w:rsid w:val="00F95073"/>
    <w:rsid w:val="00F96D2F"/>
    <w:rsid w:val="00F96E60"/>
    <w:rsid w:val="00F96EF7"/>
    <w:rsid w:val="00F97C3E"/>
    <w:rsid w:val="00FA060C"/>
    <w:rsid w:val="00FA0768"/>
    <w:rsid w:val="00FA1B39"/>
    <w:rsid w:val="00FA3BE7"/>
    <w:rsid w:val="00FB1C52"/>
    <w:rsid w:val="00FB2E11"/>
    <w:rsid w:val="00FB34CB"/>
    <w:rsid w:val="00FB3894"/>
    <w:rsid w:val="00FB3F9F"/>
    <w:rsid w:val="00FB67E3"/>
    <w:rsid w:val="00FC1FDA"/>
    <w:rsid w:val="00FC3F57"/>
    <w:rsid w:val="00FC756A"/>
    <w:rsid w:val="00FD2E39"/>
    <w:rsid w:val="00FD4014"/>
    <w:rsid w:val="00FD4C42"/>
    <w:rsid w:val="00FD5000"/>
    <w:rsid w:val="00FD7F4F"/>
    <w:rsid w:val="00FE1722"/>
    <w:rsid w:val="00FE18F5"/>
    <w:rsid w:val="00FF2548"/>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semiHidden/>
    <w:unhideWhenUsed/>
    <w:rsid w:val="00176BDF"/>
    <w:pPr>
      <w:spacing w:line="240" w:lineRule="auto"/>
    </w:pPr>
    <w:rPr>
      <w:sz w:val="20"/>
      <w:szCs w:val="20"/>
    </w:rPr>
  </w:style>
  <w:style w:type="character" w:customStyle="1" w:styleId="CommentTextChar">
    <w:name w:val="Comment Text Char"/>
    <w:basedOn w:val="DefaultParagraphFont"/>
    <w:link w:val="CommentText"/>
    <w:uiPriority w:val="99"/>
    <w:semiHidden/>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eastAsia="MS Mincho"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ind w:left="357" w:hanging="357"/>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41"/>
      </w:numPr>
      <w:ind w:left="426"/>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ind w:left="426"/>
    </w:pPr>
  </w:style>
  <w:style w:type="paragraph" w:customStyle="1" w:styleId="AnnexBTable">
    <w:name w:val="Annex B Table"/>
    <w:basedOn w:val="AnnexATAble"/>
    <w:link w:val="AnnexBTableChar"/>
    <w:qFormat/>
    <w:rsid w:val="00F96D2F"/>
    <w:pPr>
      <w:numPr>
        <w:numId w:val="47"/>
      </w:numPr>
      <w:ind w:left="426"/>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ind w:left="426"/>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image" Target="media/image3.emf"/><Relationship Id="rId39" Type="http://schemas.openxmlformats.org/officeDocument/2006/relationships/hyperlink" Target="http://mpegx.int-evry.fr/software/MPEG/Systems/VideoDecodingInterface/specification" TargetMode="External"/><Relationship Id="rId21" Type="http://schemas.openxmlformats.org/officeDocument/2006/relationships/footer" Target="footer3.xml"/><Relationship Id="rId34" Type="http://schemas.openxmlformats.org/officeDocument/2006/relationships/image" Target="media/image7.emf"/><Relationship Id="rId42" Type="http://schemas.openxmlformats.org/officeDocument/2006/relationships/image" Target="media/image10.png"/><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2.emf"/><Relationship Id="rId32" Type="http://schemas.openxmlformats.org/officeDocument/2006/relationships/image" Target="media/image6.emf"/><Relationship Id="rId37" Type="http://schemas.openxmlformats.org/officeDocument/2006/relationships/oleObject" Target="embeddings/oleObject5.bin"/><Relationship Id="rId40" Type="http://schemas.openxmlformats.org/officeDocument/2006/relationships/image" Target="media/image9.emf"/><Relationship Id="rId45"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iso.org/iso-standards-and-patents.html" TargetMode="External"/><Relationship Id="rId23" Type="http://schemas.openxmlformats.org/officeDocument/2006/relationships/package" Target="embeddings/Microsoft_PowerPoint_Slide.sldx"/><Relationship Id="rId28" Type="http://schemas.openxmlformats.org/officeDocument/2006/relationships/image" Target="media/image4.emf"/><Relationship Id="rId36" Type="http://schemas.openxmlformats.org/officeDocument/2006/relationships/image" Target="media/image8.emf"/><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oleObject" Target="embeddings/oleObject2.bin"/><Relationship Id="rId44"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image" Target="media/image1.emf"/><Relationship Id="rId27" Type="http://schemas.openxmlformats.org/officeDocument/2006/relationships/package" Target="embeddings/Microsoft_PowerPoint_Slide2.sldx"/><Relationship Id="rId30" Type="http://schemas.openxmlformats.org/officeDocument/2006/relationships/image" Target="media/image5.emf"/><Relationship Id="rId35" Type="http://schemas.openxmlformats.org/officeDocument/2006/relationships/oleObject" Target="embeddings/oleObject4.bin"/><Relationship Id="rId43" Type="http://schemas.openxmlformats.org/officeDocument/2006/relationships/image" Target="media/image11.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www.iso.org/members.html" TargetMode="External"/><Relationship Id="rId25" Type="http://schemas.openxmlformats.org/officeDocument/2006/relationships/package" Target="embeddings/Microsoft_PowerPoint_Slide1.sldx"/><Relationship Id="rId33" Type="http://schemas.openxmlformats.org/officeDocument/2006/relationships/oleObject" Target="embeddings/oleObject3.bin"/><Relationship Id="rId38" Type="http://schemas.openxmlformats.org/officeDocument/2006/relationships/hyperlink" Target="http://mpegx.int-evry.fr/software/MPEG/Systems/VideoDecodingInterface/specification" TargetMode="External"/><Relationship Id="rId46"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package" Target="embeddings/Microsoft_PowerPoint_Slide3.sl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0" ma:contentTypeDescription="Create a new document." ma:contentTypeScope="" ma:versionID="2012423b325a3cbccf003b2fc523102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f6da168e51f56d3ad310b5cdae23ff3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40A87-6B61-4CA8-B639-D8B7021334DD}">
  <ds:schemaRefs>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http://www.w3.org/XML/1998/namespace"/>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2.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3.xml><?xml version="1.0" encoding="utf-8"?>
<ds:datastoreItem xmlns:ds="http://schemas.openxmlformats.org/officeDocument/2006/customXml" ds:itemID="{11A716D8-5DDC-4387-89DD-A5ECCA5FE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9CF0C8-57F7-4693-99AD-84E07643B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0</TotalTime>
  <Pages>38</Pages>
  <Words>10453</Words>
  <Characters>59583</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69897</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Emmanuel Thomas</cp:lastModifiedBy>
  <cp:revision>4</cp:revision>
  <dcterms:created xsi:type="dcterms:W3CDTF">2021-07-30T08:35:00Z</dcterms:created>
  <dcterms:modified xsi:type="dcterms:W3CDTF">2021-07-30T08:42:00Z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ies>
</file>