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DEB41A" w14:textId="291976A2" w:rsidR="001A33D0" w:rsidRPr="00BC394B" w:rsidRDefault="001A33D0" w:rsidP="001A33D0">
      <w:pPr>
        <w:jc w:val="right"/>
        <w:rPr>
          <w:b/>
          <w:sz w:val="28"/>
          <w:szCs w:val="28"/>
        </w:rPr>
      </w:pPr>
      <w:r w:rsidRPr="00BC394B">
        <w:rPr>
          <w:b/>
          <w:noProof/>
          <w:sz w:val="28"/>
          <w:szCs w:val="28"/>
        </w:rPr>
        <w:t>ISO</w:t>
      </w:r>
      <w:r w:rsidR="00D44B95">
        <w:rPr>
          <w:b/>
          <w:noProof/>
          <w:sz w:val="28"/>
          <w:szCs w:val="28"/>
        </w:rPr>
        <w:t>/IEC</w:t>
      </w:r>
      <w:r w:rsidRPr="00BC394B">
        <w:rPr>
          <w:b/>
          <w:noProof/>
          <w:sz w:val="28"/>
          <w:szCs w:val="28"/>
        </w:rPr>
        <w:t> </w:t>
      </w:r>
      <w:r w:rsidR="00182FDF">
        <w:rPr>
          <w:b/>
          <w:noProof/>
          <w:sz w:val="28"/>
          <w:szCs w:val="28"/>
        </w:rPr>
        <w:t>23090</w:t>
      </w:r>
      <w:r w:rsidRPr="00BC394B">
        <w:rPr>
          <w:b/>
          <w:noProof/>
          <w:sz w:val="28"/>
          <w:szCs w:val="28"/>
        </w:rPr>
        <w:t>-</w:t>
      </w:r>
      <w:r w:rsidR="00182FDF">
        <w:rPr>
          <w:b/>
          <w:noProof/>
          <w:sz w:val="28"/>
          <w:szCs w:val="28"/>
        </w:rPr>
        <w:t>23</w:t>
      </w:r>
      <w:r w:rsidRPr="00BC394B">
        <w:rPr>
          <w:b/>
          <w:noProof/>
          <w:sz w:val="28"/>
          <w:szCs w:val="28"/>
        </w:rPr>
        <w:t>:</w:t>
      </w:r>
      <w:r w:rsidR="00182FDF">
        <w:rPr>
          <w:b/>
          <w:noProof/>
          <w:sz w:val="28"/>
          <w:szCs w:val="28"/>
        </w:rPr>
        <w:t>2021</w:t>
      </w:r>
      <w:r w:rsidR="00D44B95">
        <w:rPr>
          <w:b/>
          <w:noProof/>
          <w:sz w:val="28"/>
          <w:szCs w:val="28"/>
        </w:rPr>
        <w:t>(E)</w:t>
      </w:r>
    </w:p>
    <w:p w14:paraId="2BB036EB" w14:textId="6B9A27AD" w:rsidR="001A33D0" w:rsidRPr="00BC394B" w:rsidRDefault="001A33D0" w:rsidP="001A33D0">
      <w:pPr>
        <w:jc w:val="right"/>
      </w:pPr>
      <w:r w:rsidRPr="00BC394B">
        <w:rPr>
          <w:noProof/>
        </w:rPr>
        <w:t>ISO</w:t>
      </w:r>
      <w:r w:rsidR="00D44B95">
        <w:rPr>
          <w:noProof/>
        </w:rPr>
        <w:t>/IEC</w:t>
      </w:r>
      <w:r w:rsidRPr="00BC394B">
        <w:rPr>
          <w:noProof/>
        </w:rPr>
        <w:t> </w:t>
      </w:r>
      <w:r w:rsidR="00182FDF">
        <w:rPr>
          <w:noProof/>
        </w:rPr>
        <w:t>J</w:t>
      </w:r>
      <w:r w:rsidRPr="00BC394B">
        <w:t>TC </w:t>
      </w:r>
      <w:r w:rsidR="00182FDF">
        <w:rPr>
          <w:noProof/>
        </w:rPr>
        <w:t>1</w:t>
      </w:r>
      <w:r w:rsidRPr="00BC394B">
        <w:t>/SC </w:t>
      </w:r>
      <w:r w:rsidR="00182FDF">
        <w:rPr>
          <w:noProof/>
        </w:rPr>
        <w:t>29</w:t>
      </w:r>
      <w:r w:rsidRPr="00BC394B">
        <w:t>/WG </w:t>
      </w:r>
      <w:r w:rsidR="00182FDF">
        <w:t>04</w:t>
      </w:r>
    </w:p>
    <w:p w14:paraId="2237974F" w14:textId="027A4352" w:rsidR="001A33D0" w:rsidRPr="00BC394B" w:rsidRDefault="000F0E7A" w:rsidP="001A33D0">
      <w:pPr>
        <w:spacing w:after="2000"/>
        <w:jc w:val="right"/>
      </w:pPr>
      <w:r>
        <w:t>Date</w:t>
      </w:r>
      <w:r w:rsidR="001A33D0" w:rsidRPr="00BC394B">
        <w:t xml:space="preserve">: </w:t>
      </w:r>
      <w:r w:rsidR="00182FDF">
        <w:rPr>
          <w:noProof/>
        </w:rPr>
        <w:t>2021</w:t>
      </w:r>
      <w:r>
        <w:rPr>
          <w:noProof/>
        </w:rPr>
        <w:t>-</w:t>
      </w:r>
      <w:r w:rsidR="00182FDF">
        <w:rPr>
          <w:noProof/>
        </w:rPr>
        <w:t>05</w:t>
      </w:r>
      <w:r>
        <w:rPr>
          <w:noProof/>
        </w:rPr>
        <w:t>-</w:t>
      </w:r>
      <w:r w:rsidR="00182FDF">
        <w:rPr>
          <w:noProof/>
        </w:rPr>
        <w:t>21</w:t>
      </w:r>
    </w:p>
    <w:p w14:paraId="49B4858B" w14:textId="04538F52" w:rsidR="001A33D0" w:rsidRPr="00BC394B" w:rsidRDefault="00182FDF" w:rsidP="001A33D0">
      <w:pPr>
        <w:spacing w:line="360" w:lineRule="atLeast"/>
        <w:jc w:val="left"/>
        <w:rPr>
          <w:b/>
          <w:sz w:val="32"/>
          <w:szCs w:val="32"/>
        </w:rPr>
      </w:pPr>
      <w:r>
        <w:rPr>
          <w:b/>
          <w:sz w:val="32"/>
          <w:szCs w:val="32"/>
        </w:rPr>
        <w:t>Information technology</w:t>
      </w:r>
      <w:r w:rsidR="0091291F">
        <w:rPr>
          <w:b/>
          <w:sz w:val="32"/>
          <w:szCs w:val="32"/>
        </w:rPr>
        <w:t> </w:t>
      </w:r>
      <w:r>
        <w:rPr>
          <w:b/>
          <w:sz w:val="32"/>
          <w:szCs w:val="32"/>
        </w:rPr>
        <w:t>—</w:t>
      </w:r>
      <w:r w:rsidR="0091291F">
        <w:rPr>
          <w:b/>
          <w:sz w:val="32"/>
          <w:szCs w:val="32"/>
        </w:rPr>
        <w:t> </w:t>
      </w:r>
      <w:r>
        <w:rPr>
          <w:b/>
          <w:sz w:val="32"/>
          <w:szCs w:val="32"/>
        </w:rPr>
        <w:t>Coded Representation of Immersive Media</w:t>
      </w:r>
      <w:r w:rsidR="0091291F">
        <w:rPr>
          <w:b/>
          <w:sz w:val="32"/>
          <w:szCs w:val="32"/>
        </w:rPr>
        <w:t> </w:t>
      </w:r>
      <w:r>
        <w:rPr>
          <w:b/>
          <w:sz w:val="32"/>
          <w:szCs w:val="32"/>
        </w:rPr>
        <w:t>—</w:t>
      </w:r>
      <w:r w:rsidR="0091291F">
        <w:rPr>
          <w:b/>
          <w:sz w:val="32"/>
          <w:szCs w:val="32"/>
        </w:rPr>
        <w:t> </w:t>
      </w:r>
      <w:r>
        <w:rPr>
          <w:b/>
          <w:sz w:val="32"/>
          <w:szCs w:val="32"/>
        </w:rPr>
        <w:t>Part</w:t>
      </w:r>
      <w:r w:rsidR="0091291F">
        <w:rPr>
          <w:b/>
          <w:sz w:val="32"/>
          <w:szCs w:val="32"/>
        </w:rPr>
        <w:t xml:space="preserve"> </w:t>
      </w:r>
      <w:r>
        <w:rPr>
          <w:b/>
          <w:sz w:val="32"/>
          <w:szCs w:val="32"/>
        </w:rPr>
        <w:t xml:space="preserve">23: </w:t>
      </w:r>
      <w:r w:rsidRPr="00182FDF">
        <w:rPr>
          <w:b/>
          <w:sz w:val="32"/>
          <w:szCs w:val="32"/>
        </w:rPr>
        <w:t>Conformance and Reference Software for MPEG Immersive Video</w:t>
      </w:r>
    </w:p>
    <w:p w14:paraId="2D740927" w14:textId="77777777" w:rsidR="001A33D0" w:rsidRPr="00BC394B" w:rsidRDefault="001A33D0" w:rsidP="001A33D0">
      <w:pPr>
        <w:spacing w:before="2000"/>
      </w:pPr>
    </w:p>
    <w:p w14:paraId="578FE6F9" w14:textId="27755850"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WD stage</w:t>
      </w:r>
    </w:p>
    <w:p w14:paraId="469CB513" w14:textId="77777777" w:rsidR="001A33D0" w:rsidRPr="00BC394B" w:rsidRDefault="001A33D0" w:rsidP="001A33D0"/>
    <w:p w14:paraId="04DB72D9"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71D1933F"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100ABC5E"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06E92BF5" w14:textId="77777777" w:rsidR="00ED5FAB" w:rsidRDefault="00ED5FAB" w:rsidP="00DF6AAF">
      <w:pPr>
        <w:pStyle w:val="BodyText"/>
      </w:pPr>
    </w:p>
    <w:p w14:paraId="3A480642" w14:textId="77777777" w:rsidR="00ED5FAB" w:rsidRDefault="00ED5FAB" w:rsidP="00DF6AAF">
      <w:pPr>
        <w:pStyle w:val="BodyText"/>
      </w:pPr>
    </w:p>
    <w:p w14:paraId="3B550426" w14:textId="77777777" w:rsidR="001A33D0" w:rsidRPr="00BC394B" w:rsidRDefault="001A33D0" w:rsidP="00DF6AAF">
      <w:pPr>
        <w:pStyle w:val="BodyText"/>
      </w:pPr>
    </w:p>
    <w:p w14:paraId="478D0A6F" w14:textId="77777777" w:rsidR="001A33D0" w:rsidRPr="00BC394B" w:rsidRDefault="001A33D0" w:rsidP="00DF6AAF">
      <w:pPr>
        <w:pStyle w:val="BodyText"/>
        <w:sectPr w:rsidR="001A33D0" w:rsidRPr="00BC394B" w:rsidSect="00C845B4">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08D61BFE" w14:textId="6E7AF333"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w:t>
      </w:r>
      <w:r w:rsidR="00D44B95">
        <w:rPr>
          <w:color w:val="auto"/>
        </w:rPr>
        <w:t>/IEC</w:t>
      </w:r>
      <w:r w:rsidRPr="00BC394B">
        <w:rPr>
          <w:color w:val="auto"/>
        </w:rPr>
        <w:t xml:space="preserve"> 20</w:t>
      </w:r>
      <w:r w:rsidR="00182FDF">
        <w:rPr>
          <w:color w:val="auto"/>
        </w:rPr>
        <w:t>21</w:t>
      </w:r>
    </w:p>
    <w:p w14:paraId="18FCA6AF"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F933F06"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EE58C8A"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Ch. de Blandonnet 8</w:t>
      </w:r>
    </w:p>
    <w:p w14:paraId="074D6F4A"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40B3259A"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33B655D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Email: </w:t>
      </w:r>
      <w:r w:rsidR="001A33D0" w:rsidRPr="00DF121D">
        <w:rPr>
          <w:color w:val="auto"/>
          <w:sz w:val="20"/>
          <w:lang w:val="en-US"/>
        </w:rPr>
        <w:t>copyright@iso.org</w:t>
      </w:r>
    </w:p>
    <w:p w14:paraId="75090614" w14:textId="77777777" w:rsidR="00BC394B" w:rsidRPr="00BC394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BC394B">
        <w:rPr>
          <w:color w:val="auto"/>
          <w:sz w:val="20"/>
        </w:rPr>
        <w:t>Website: www.iso.org</w:t>
      </w:r>
    </w:p>
    <w:p w14:paraId="763B24B3" w14:textId="77777777" w:rsidR="001A33D0" w:rsidRPr="00BC394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BC394B">
        <w:rPr>
          <w:color w:val="auto"/>
          <w:sz w:val="20"/>
        </w:rPr>
        <w:t>Published in Switzerland</w:t>
      </w:r>
    </w:p>
    <w:p w14:paraId="55FBD58C" w14:textId="77777777" w:rsidR="001A33D0" w:rsidRPr="00BC394B" w:rsidRDefault="001A33D0" w:rsidP="001A33D0">
      <w:pPr>
        <w:pStyle w:val="zzContents"/>
        <w:spacing w:before="0"/>
      </w:pPr>
      <w:r w:rsidRPr="00BC394B">
        <w:lastRenderedPageBreak/>
        <w:t>Contents</w:t>
      </w:r>
    </w:p>
    <w:p w14:paraId="4F67E2EF" w14:textId="6276FF6A" w:rsidR="00C34FC2" w:rsidRDefault="0054733A">
      <w:pPr>
        <w:pStyle w:val="TOC1"/>
        <w:rPr>
          <w:rFonts w:asciiTheme="minorHAnsi" w:eastAsiaTheme="minorEastAsia" w:hAnsiTheme="minorHAnsi" w:cstheme="minorBidi"/>
          <w:b w:val="0"/>
          <w:noProof/>
          <w:lang w:val="en-CA" w:eastAsia="en-CA"/>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72493451" w:history="1">
        <w:r w:rsidR="00C34FC2" w:rsidRPr="00576BC8">
          <w:rPr>
            <w:rStyle w:val="Hyperlink"/>
            <w:noProof/>
          </w:rPr>
          <w:t>Foreword</w:t>
        </w:r>
        <w:r w:rsidR="00C34FC2">
          <w:rPr>
            <w:noProof/>
            <w:webHidden/>
          </w:rPr>
          <w:tab/>
        </w:r>
        <w:r w:rsidR="00C34FC2">
          <w:rPr>
            <w:noProof/>
            <w:webHidden/>
          </w:rPr>
          <w:fldChar w:fldCharType="begin"/>
        </w:r>
        <w:r w:rsidR="00C34FC2">
          <w:rPr>
            <w:noProof/>
            <w:webHidden/>
          </w:rPr>
          <w:instrText xml:space="preserve"> PAGEREF _Toc72493451 \h </w:instrText>
        </w:r>
        <w:r w:rsidR="00C34FC2">
          <w:rPr>
            <w:noProof/>
            <w:webHidden/>
          </w:rPr>
        </w:r>
        <w:r w:rsidR="00C34FC2">
          <w:rPr>
            <w:noProof/>
            <w:webHidden/>
          </w:rPr>
          <w:fldChar w:fldCharType="separate"/>
        </w:r>
        <w:r w:rsidR="00C34FC2">
          <w:rPr>
            <w:noProof/>
            <w:webHidden/>
          </w:rPr>
          <w:t>iv</w:t>
        </w:r>
        <w:r w:rsidR="00C34FC2">
          <w:rPr>
            <w:noProof/>
            <w:webHidden/>
          </w:rPr>
          <w:fldChar w:fldCharType="end"/>
        </w:r>
      </w:hyperlink>
    </w:p>
    <w:p w14:paraId="5F79C3FD" w14:textId="70AA9D59" w:rsidR="00C34FC2" w:rsidRDefault="00C34FC2">
      <w:pPr>
        <w:pStyle w:val="TOC1"/>
        <w:rPr>
          <w:rFonts w:asciiTheme="minorHAnsi" w:eastAsiaTheme="minorEastAsia" w:hAnsiTheme="minorHAnsi" w:cstheme="minorBidi"/>
          <w:b w:val="0"/>
          <w:noProof/>
          <w:lang w:val="en-CA" w:eastAsia="en-CA"/>
        </w:rPr>
      </w:pPr>
      <w:hyperlink w:anchor="_Toc72493452" w:history="1">
        <w:r w:rsidRPr="00576BC8">
          <w:rPr>
            <w:rStyle w:val="Hyperlink"/>
            <w:noProof/>
          </w:rPr>
          <w:t>Introduction</w:t>
        </w:r>
        <w:r>
          <w:rPr>
            <w:noProof/>
            <w:webHidden/>
          </w:rPr>
          <w:tab/>
        </w:r>
        <w:r>
          <w:rPr>
            <w:noProof/>
            <w:webHidden/>
          </w:rPr>
          <w:fldChar w:fldCharType="begin"/>
        </w:r>
        <w:r>
          <w:rPr>
            <w:noProof/>
            <w:webHidden/>
          </w:rPr>
          <w:instrText xml:space="preserve"> PAGEREF _Toc72493452 \h </w:instrText>
        </w:r>
        <w:r>
          <w:rPr>
            <w:noProof/>
            <w:webHidden/>
          </w:rPr>
        </w:r>
        <w:r>
          <w:rPr>
            <w:noProof/>
            <w:webHidden/>
          </w:rPr>
          <w:fldChar w:fldCharType="separate"/>
        </w:r>
        <w:r>
          <w:rPr>
            <w:noProof/>
            <w:webHidden/>
          </w:rPr>
          <w:t>v</w:t>
        </w:r>
        <w:r>
          <w:rPr>
            <w:noProof/>
            <w:webHidden/>
          </w:rPr>
          <w:fldChar w:fldCharType="end"/>
        </w:r>
      </w:hyperlink>
    </w:p>
    <w:p w14:paraId="5D60A098" w14:textId="2FCA0696" w:rsidR="00C34FC2" w:rsidRDefault="00C34FC2">
      <w:pPr>
        <w:pStyle w:val="TOC1"/>
        <w:rPr>
          <w:rFonts w:asciiTheme="minorHAnsi" w:eastAsiaTheme="minorEastAsia" w:hAnsiTheme="minorHAnsi" w:cstheme="minorBidi"/>
          <w:b w:val="0"/>
          <w:noProof/>
          <w:lang w:val="en-CA" w:eastAsia="en-CA"/>
        </w:rPr>
      </w:pPr>
      <w:hyperlink w:anchor="_Toc72493453" w:history="1">
        <w:r w:rsidRPr="00576BC8">
          <w:rPr>
            <w:rStyle w:val="Hyperlink"/>
            <w:noProof/>
          </w:rPr>
          <w:t>1</w:t>
        </w:r>
        <w:r>
          <w:rPr>
            <w:rFonts w:asciiTheme="minorHAnsi" w:eastAsiaTheme="minorEastAsia" w:hAnsiTheme="minorHAnsi" w:cstheme="minorBidi"/>
            <w:b w:val="0"/>
            <w:noProof/>
            <w:lang w:val="en-CA" w:eastAsia="en-CA"/>
          </w:rPr>
          <w:tab/>
        </w:r>
        <w:r w:rsidRPr="00576BC8">
          <w:rPr>
            <w:rStyle w:val="Hyperlink"/>
            <w:noProof/>
          </w:rPr>
          <w:t>Scope</w:t>
        </w:r>
        <w:r>
          <w:rPr>
            <w:noProof/>
            <w:webHidden/>
          </w:rPr>
          <w:tab/>
        </w:r>
        <w:r>
          <w:rPr>
            <w:noProof/>
            <w:webHidden/>
          </w:rPr>
          <w:fldChar w:fldCharType="begin"/>
        </w:r>
        <w:r>
          <w:rPr>
            <w:noProof/>
            <w:webHidden/>
          </w:rPr>
          <w:instrText xml:space="preserve"> PAGEREF _Toc72493453 \h </w:instrText>
        </w:r>
        <w:r>
          <w:rPr>
            <w:noProof/>
            <w:webHidden/>
          </w:rPr>
        </w:r>
        <w:r>
          <w:rPr>
            <w:noProof/>
            <w:webHidden/>
          </w:rPr>
          <w:fldChar w:fldCharType="separate"/>
        </w:r>
        <w:r>
          <w:rPr>
            <w:noProof/>
            <w:webHidden/>
          </w:rPr>
          <w:t>1</w:t>
        </w:r>
        <w:r>
          <w:rPr>
            <w:noProof/>
            <w:webHidden/>
          </w:rPr>
          <w:fldChar w:fldCharType="end"/>
        </w:r>
      </w:hyperlink>
    </w:p>
    <w:p w14:paraId="5EFDBF55" w14:textId="5EC9F112" w:rsidR="00C34FC2" w:rsidRDefault="00C34FC2">
      <w:pPr>
        <w:pStyle w:val="TOC1"/>
        <w:rPr>
          <w:rFonts w:asciiTheme="minorHAnsi" w:eastAsiaTheme="minorEastAsia" w:hAnsiTheme="minorHAnsi" w:cstheme="minorBidi"/>
          <w:b w:val="0"/>
          <w:noProof/>
          <w:lang w:val="en-CA" w:eastAsia="en-CA"/>
        </w:rPr>
      </w:pPr>
      <w:hyperlink w:anchor="_Toc72493454" w:history="1">
        <w:r w:rsidRPr="00576BC8">
          <w:rPr>
            <w:rStyle w:val="Hyperlink"/>
            <w:noProof/>
          </w:rPr>
          <w:t>2</w:t>
        </w:r>
        <w:r>
          <w:rPr>
            <w:rFonts w:asciiTheme="minorHAnsi" w:eastAsiaTheme="minorEastAsia" w:hAnsiTheme="minorHAnsi" w:cstheme="minorBidi"/>
            <w:b w:val="0"/>
            <w:noProof/>
            <w:lang w:val="en-CA" w:eastAsia="en-CA"/>
          </w:rPr>
          <w:tab/>
        </w:r>
        <w:r w:rsidRPr="00576BC8">
          <w:rPr>
            <w:rStyle w:val="Hyperlink"/>
            <w:noProof/>
          </w:rPr>
          <w:t>Normative references</w:t>
        </w:r>
        <w:r>
          <w:rPr>
            <w:noProof/>
            <w:webHidden/>
          </w:rPr>
          <w:tab/>
        </w:r>
        <w:r>
          <w:rPr>
            <w:noProof/>
            <w:webHidden/>
          </w:rPr>
          <w:fldChar w:fldCharType="begin"/>
        </w:r>
        <w:r>
          <w:rPr>
            <w:noProof/>
            <w:webHidden/>
          </w:rPr>
          <w:instrText xml:space="preserve"> PAGEREF _Toc72493454 \h </w:instrText>
        </w:r>
        <w:r>
          <w:rPr>
            <w:noProof/>
            <w:webHidden/>
          </w:rPr>
        </w:r>
        <w:r>
          <w:rPr>
            <w:noProof/>
            <w:webHidden/>
          </w:rPr>
          <w:fldChar w:fldCharType="separate"/>
        </w:r>
        <w:r>
          <w:rPr>
            <w:noProof/>
            <w:webHidden/>
          </w:rPr>
          <w:t>1</w:t>
        </w:r>
        <w:r>
          <w:rPr>
            <w:noProof/>
            <w:webHidden/>
          </w:rPr>
          <w:fldChar w:fldCharType="end"/>
        </w:r>
      </w:hyperlink>
    </w:p>
    <w:p w14:paraId="47A21118" w14:textId="4FC6161D" w:rsidR="00C34FC2" w:rsidRDefault="00C34FC2">
      <w:pPr>
        <w:pStyle w:val="TOC1"/>
        <w:rPr>
          <w:rFonts w:asciiTheme="minorHAnsi" w:eastAsiaTheme="minorEastAsia" w:hAnsiTheme="minorHAnsi" w:cstheme="minorBidi"/>
          <w:b w:val="0"/>
          <w:noProof/>
          <w:lang w:val="en-CA" w:eastAsia="en-CA"/>
        </w:rPr>
      </w:pPr>
      <w:hyperlink w:anchor="_Toc72493455" w:history="1">
        <w:r w:rsidRPr="00576BC8">
          <w:rPr>
            <w:rStyle w:val="Hyperlink"/>
            <w:noProof/>
          </w:rPr>
          <w:t>3</w:t>
        </w:r>
        <w:r>
          <w:rPr>
            <w:rFonts w:asciiTheme="minorHAnsi" w:eastAsiaTheme="minorEastAsia" w:hAnsiTheme="minorHAnsi" w:cstheme="minorBidi"/>
            <w:b w:val="0"/>
            <w:noProof/>
            <w:lang w:val="en-CA" w:eastAsia="en-CA"/>
          </w:rPr>
          <w:tab/>
        </w:r>
        <w:r w:rsidRPr="00576BC8">
          <w:rPr>
            <w:rStyle w:val="Hyperlink"/>
            <w:noProof/>
          </w:rPr>
          <w:t>Terms and definitions</w:t>
        </w:r>
        <w:r>
          <w:rPr>
            <w:noProof/>
            <w:webHidden/>
          </w:rPr>
          <w:tab/>
        </w:r>
        <w:r>
          <w:rPr>
            <w:noProof/>
            <w:webHidden/>
          </w:rPr>
          <w:fldChar w:fldCharType="begin"/>
        </w:r>
        <w:r>
          <w:rPr>
            <w:noProof/>
            <w:webHidden/>
          </w:rPr>
          <w:instrText xml:space="preserve"> PAGEREF _Toc72493455 \h </w:instrText>
        </w:r>
        <w:r>
          <w:rPr>
            <w:noProof/>
            <w:webHidden/>
          </w:rPr>
        </w:r>
        <w:r>
          <w:rPr>
            <w:noProof/>
            <w:webHidden/>
          </w:rPr>
          <w:fldChar w:fldCharType="separate"/>
        </w:r>
        <w:r>
          <w:rPr>
            <w:noProof/>
            <w:webHidden/>
          </w:rPr>
          <w:t>1</w:t>
        </w:r>
        <w:r>
          <w:rPr>
            <w:noProof/>
            <w:webHidden/>
          </w:rPr>
          <w:fldChar w:fldCharType="end"/>
        </w:r>
      </w:hyperlink>
    </w:p>
    <w:p w14:paraId="2F76B12B" w14:textId="0F951CB5" w:rsidR="00C34FC2" w:rsidRDefault="00C34FC2">
      <w:pPr>
        <w:pStyle w:val="TOC1"/>
        <w:rPr>
          <w:rFonts w:asciiTheme="minorHAnsi" w:eastAsiaTheme="minorEastAsia" w:hAnsiTheme="minorHAnsi" w:cstheme="minorBidi"/>
          <w:b w:val="0"/>
          <w:noProof/>
          <w:lang w:val="en-CA" w:eastAsia="en-CA"/>
        </w:rPr>
      </w:pPr>
      <w:hyperlink w:anchor="_Toc72493456" w:history="1">
        <w:r w:rsidRPr="00576BC8">
          <w:rPr>
            <w:rStyle w:val="Hyperlink"/>
            <w:noProof/>
          </w:rPr>
          <w:t>4</w:t>
        </w:r>
        <w:r>
          <w:rPr>
            <w:rFonts w:asciiTheme="minorHAnsi" w:eastAsiaTheme="minorEastAsia" w:hAnsiTheme="minorHAnsi" w:cstheme="minorBidi"/>
            <w:b w:val="0"/>
            <w:noProof/>
            <w:lang w:val="en-CA" w:eastAsia="en-CA"/>
          </w:rPr>
          <w:tab/>
        </w:r>
        <w:r w:rsidRPr="00576BC8">
          <w:rPr>
            <w:rStyle w:val="Hyperlink"/>
            <w:noProof/>
          </w:rPr>
          <w:t>Abbreviated terms</w:t>
        </w:r>
        <w:r>
          <w:rPr>
            <w:noProof/>
            <w:webHidden/>
          </w:rPr>
          <w:tab/>
        </w:r>
        <w:r>
          <w:rPr>
            <w:noProof/>
            <w:webHidden/>
          </w:rPr>
          <w:fldChar w:fldCharType="begin"/>
        </w:r>
        <w:r>
          <w:rPr>
            <w:noProof/>
            <w:webHidden/>
          </w:rPr>
          <w:instrText xml:space="preserve"> PAGEREF _Toc72493456 \h </w:instrText>
        </w:r>
        <w:r>
          <w:rPr>
            <w:noProof/>
            <w:webHidden/>
          </w:rPr>
        </w:r>
        <w:r>
          <w:rPr>
            <w:noProof/>
            <w:webHidden/>
          </w:rPr>
          <w:fldChar w:fldCharType="separate"/>
        </w:r>
        <w:r>
          <w:rPr>
            <w:noProof/>
            <w:webHidden/>
          </w:rPr>
          <w:t>2</w:t>
        </w:r>
        <w:r>
          <w:rPr>
            <w:noProof/>
            <w:webHidden/>
          </w:rPr>
          <w:fldChar w:fldCharType="end"/>
        </w:r>
      </w:hyperlink>
    </w:p>
    <w:p w14:paraId="7777843A" w14:textId="738790BD" w:rsidR="00C34FC2" w:rsidRDefault="00C34FC2">
      <w:pPr>
        <w:pStyle w:val="TOC1"/>
        <w:rPr>
          <w:rFonts w:asciiTheme="minorHAnsi" w:eastAsiaTheme="minorEastAsia" w:hAnsiTheme="minorHAnsi" w:cstheme="minorBidi"/>
          <w:b w:val="0"/>
          <w:noProof/>
          <w:lang w:val="en-CA" w:eastAsia="en-CA"/>
        </w:rPr>
      </w:pPr>
      <w:hyperlink w:anchor="_Toc72493457" w:history="1">
        <w:r w:rsidRPr="00576BC8">
          <w:rPr>
            <w:rStyle w:val="Hyperlink"/>
            <w:noProof/>
          </w:rPr>
          <w:t>5</w:t>
        </w:r>
        <w:r>
          <w:rPr>
            <w:rFonts w:asciiTheme="minorHAnsi" w:eastAsiaTheme="minorEastAsia" w:hAnsiTheme="minorHAnsi" w:cstheme="minorBidi"/>
            <w:b w:val="0"/>
            <w:noProof/>
            <w:lang w:val="en-CA" w:eastAsia="en-CA"/>
          </w:rPr>
          <w:tab/>
        </w:r>
        <w:r w:rsidRPr="00576BC8">
          <w:rPr>
            <w:rStyle w:val="Hyperlink"/>
            <w:noProof/>
          </w:rPr>
          <w:t>Conventions</w:t>
        </w:r>
        <w:r>
          <w:rPr>
            <w:noProof/>
            <w:webHidden/>
          </w:rPr>
          <w:tab/>
        </w:r>
        <w:r>
          <w:rPr>
            <w:noProof/>
            <w:webHidden/>
          </w:rPr>
          <w:fldChar w:fldCharType="begin"/>
        </w:r>
        <w:r>
          <w:rPr>
            <w:noProof/>
            <w:webHidden/>
          </w:rPr>
          <w:instrText xml:space="preserve"> PAGEREF _Toc72493457 \h </w:instrText>
        </w:r>
        <w:r>
          <w:rPr>
            <w:noProof/>
            <w:webHidden/>
          </w:rPr>
        </w:r>
        <w:r>
          <w:rPr>
            <w:noProof/>
            <w:webHidden/>
          </w:rPr>
          <w:fldChar w:fldCharType="separate"/>
        </w:r>
        <w:r>
          <w:rPr>
            <w:noProof/>
            <w:webHidden/>
          </w:rPr>
          <w:t>2</w:t>
        </w:r>
        <w:r>
          <w:rPr>
            <w:noProof/>
            <w:webHidden/>
          </w:rPr>
          <w:fldChar w:fldCharType="end"/>
        </w:r>
      </w:hyperlink>
    </w:p>
    <w:p w14:paraId="3F189B75" w14:textId="6EB646FF" w:rsidR="00C34FC2" w:rsidRDefault="00C34FC2">
      <w:pPr>
        <w:pStyle w:val="TOC1"/>
        <w:rPr>
          <w:rFonts w:asciiTheme="minorHAnsi" w:eastAsiaTheme="minorEastAsia" w:hAnsiTheme="minorHAnsi" w:cstheme="minorBidi"/>
          <w:b w:val="0"/>
          <w:noProof/>
          <w:lang w:val="en-CA" w:eastAsia="en-CA"/>
        </w:rPr>
      </w:pPr>
      <w:hyperlink w:anchor="_Toc72493458" w:history="1">
        <w:r w:rsidRPr="00576BC8">
          <w:rPr>
            <w:rStyle w:val="Hyperlink"/>
            <w:noProof/>
          </w:rPr>
          <w:t>6</w:t>
        </w:r>
        <w:r>
          <w:rPr>
            <w:rFonts w:asciiTheme="minorHAnsi" w:eastAsiaTheme="minorEastAsia" w:hAnsiTheme="minorHAnsi" w:cstheme="minorBidi"/>
            <w:b w:val="0"/>
            <w:noProof/>
            <w:lang w:val="en-CA" w:eastAsia="en-CA"/>
          </w:rPr>
          <w:tab/>
        </w:r>
        <w:r w:rsidRPr="00576BC8">
          <w:rPr>
            <w:rStyle w:val="Hyperlink"/>
            <w:noProof/>
          </w:rPr>
          <w:t>Conformance testing</w:t>
        </w:r>
        <w:r>
          <w:rPr>
            <w:noProof/>
            <w:webHidden/>
          </w:rPr>
          <w:tab/>
        </w:r>
        <w:r>
          <w:rPr>
            <w:noProof/>
            <w:webHidden/>
          </w:rPr>
          <w:fldChar w:fldCharType="begin"/>
        </w:r>
        <w:r>
          <w:rPr>
            <w:noProof/>
            <w:webHidden/>
          </w:rPr>
          <w:instrText xml:space="preserve"> PAGEREF _Toc72493458 \h </w:instrText>
        </w:r>
        <w:r>
          <w:rPr>
            <w:noProof/>
            <w:webHidden/>
          </w:rPr>
        </w:r>
        <w:r>
          <w:rPr>
            <w:noProof/>
            <w:webHidden/>
          </w:rPr>
          <w:fldChar w:fldCharType="separate"/>
        </w:r>
        <w:r>
          <w:rPr>
            <w:noProof/>
            <w:webHidden/>
          </w:rPr>
          <w:t>2</w:t>
        </w:r>
        <w:r>
          <w:rPr>
            <w:noProof/>
            <w:webHidden/>
          </w:rPr>
          <w:fldChar w:fldCharType="end"/>
        </w:r>
      </w:hyperlink>
    </w:p>
    <w:p w14:paraId="2E10B10B" w14:textId="6087D357" w:rsidR="00C34FC2" w:rsidRDefault="00C34FC2">
      <w:pPr>
        <w:pStyle w:val="TOC2"/>
        <w:rPr>
          <w:rFonts w:asciiTheme="minorHAnsi" w:eastAsiaTheme="minorEastAsia" w:hAnsiTheme="minorHAnsi" w:cstheme="minorBidi"/>
          <w:b w:val="0"/>
          <w:noProof/>
          <w:lang w:val="en-CA" w:eastAsia="en-CA"/>
        </w:rPr>
      </w:pPr>
      <w:hyperlink w:anchor="_Toc72493459" w:history="1">
        <w:r w:rsidRPr="00576BC8">
          <w:rPr>
            <w:rStyle w:val="Hyperlink"/>
            <w:noProof/>
          </w:rPr>
          <w:t>6.1</w:t>
        </w:r>
        <w:r>
          <w:rPr>
            <w:rFonts w:asciiTheme="minorHAnsi" w:eastAsiaTheme="minorEastAsia" w:hAnsiTheme="minorHAnsi" w:cstheme="minorBidi"/>
            <w:b w:val="0"/>
            <w:noProof/>
            <w:lang w:val="en-CA" w:eastAsia="en-CA"/>
          </w:rPr>
          <w:tab/>
        </w:r>
        <w:r w:rsidRPr="00576BC8">
          <w:rPr>
            <w:rStyle w:val="Hyperlink"/>
            <w:noProof/>
          </w:rPr>
          <w:t>Introduction</w:t>
        </w:r>
        <w:r>
          <w:rPr>
            <w:noProof/>
            <w:webHidden/>
          </w:rPr>
          <w:tab/>
        </w:r>
        <w:r>
          <w:rPr>
            <w:noProof/>
            <w:webHidden/>
          </w:rPr>
          <w:fldChar w:fldCharType="begin"/>
        </w:r>
        <w:r>
          <w:rPr>
            <w:noProof/>
            <w:webHidden/>
          </w:rPr>
          <w:instrText xml:space="preserve"> PAGEREF _Toc72493459 \h </w:instrText>
        </w:r>
        <w:r>
          <w:rPr>
            <w:noProof/>
            <w:webHidden/>
          </w:rPr>
        </w:r>
        <w:r>
          <w:rPr>
            <w:noProof/>
            <w:webHidden/>
          </w:rPr>
          <w:fldChar w:fldCharType="separate"/>
        </w:r>
        <w:r>
          <w:rPr>
            <w:noProof/>
            <w:webHidden/>
          </w:rPr>
          <w:t>2</w:t>
        </w:r>
        <w:r>
          <w:rPr>
            <w:noProof/>
            <w:webHidden/>
          </w:rPr>
          <w:fldChar w:fldCharType="end"/>
        </w:r>
      </w:hyperlink>
    </w:p>
    <w:p w14:paraId="5164CF28" w14:textId="053CF732" w:rsidR="00C34FC2" w:rsidRDefault="00C34FC2">
      <w:pPr>
        <w:pStyle w:val="TOC2"/>
        <w:rPr>
          <w:rFonts w:asciiTheme="minorHAnsi" w:eastAsiaTheme="minorEastAsia" w:hAnsiTheme="minorHAnsi" w:cstheme="minorBidi"/>
          <w:b w:val="0"/>
          <w:noProof/>
          <w:lang w:val="en-CA" w:eastAsia="en-CA"/>
        </w:rPr>
      </w:pPr>
      <w:hyperlink w:anchor="_Toc72493460" w:history="1">
        <w:r w:rsidRPr="00576BC8">
          <w:rPr>
            <w:rStyle w:val="Hyperlink"/>
            <w:noProof/>
          </w:rPr>
          <w:t>6.2</w:t>
        </w:r>
        <w:r>
          <w:rPr>
            <w:rFonts w:asciiTheme="minorHAnsi" w:eastAsiaTheme="minorEastAsia" w:hAnsiTheme="minorHAnsi" w:cstheme="minorBidi"/>
            <w:b w:val="0"/>
            <w:noProof/>
            <w:lang w:val="en-CA" w:eastAsia="en-CA"/>
          </w:rPr>
          <w:tab/>
        </w:r>
        <w:r w:rsidRPr="00576BC8">
          <w:rPr>
            <w:rStyle w:val="Hyperlink"/>
            <w:noProof/>
          </w:rPr>
          <w:t>Bitstream conformance</w:t>
        </w:r>
        <w:r>
          <w:rPr>
            <w:noProof/>
            <w:webHidden/>
          </w:rPr>
          <w:tab/>
        </w:r>
        <w:r>
          <w:rPr>
            <w:noProof/>
            <w:webHidden/>
          </w:rPr>
          <w:fldChar w:fldCharType="begin"/>
        </w:r>
        <w:r>
          <w:rPr>
            <w:noProof/>
            <w:webHidden/>
          </w:rPr>
          <w:instrText xml:space="preserve"> PAGEREF _Toc72493460 \h </w:instrText>
        </w:r>
        <w:r>
          <w:rPr>
            <w:noProof/>
            <w:webHidden/>
          </w:rPr>
        </w:r>
        <w:r>
          <w:rPr>
            <w:noProof/>
            <w:webHidden/>
          </w:rPr>
          <w:fldChar w:fldCharType="separate"/>
        </w:r>
        <w:r>
          <w:rPr>
            <w:noProof/>
            <w:webHidden/>
          </w:rPr>
          <w:t>2</w:t>
        </w:r>
        <w:r>
          <w:rPr>
            <w:noProof/>
            <w:webHidden/>
          </w:rPr>
          <w:fldChar w:fldCharType="end"/>
        </w:r>
      </w:hyperlink>
    </w:p>
    <w:p w14:paraId="236C1B68" w14:textId="4C402359" w:rsidR="00C34FC2" w:rsidRDefault="00C34FC2">
      <w:pPr>
        <w:pStyle w:val="TOC2"/>
        <w:rPr>
          <w:rFonts w:asciiTheme="minorHAnsi" w:eastAsiaTheme="minorEastAsia" w:hAnsiTheme="minorHAnsi" w:cstheme="minorBidi"/>
          <w:b w:val="0"/>
          <w:noProof/>
          <w:lang w:val="en-CA" w:eastAsia="en-CA"/>
        </w:rPr>
      </w:pPr>
      <w:hyperlink w:anchor="_Toc72493461" w:history="1">
        <w:r w:rsidRPr="00576BC8">
          <w:rPr>
            <w:rStyle w:val="Hyperlink"/>
            <w:noProof/>
          </w:rPr>
          <w:t>6.3</w:t>
        </w:r>
        <w:r>
          <w:rPr>
            <w:rFonts w:asciiTheme="minorHAnsi" w:eastAsiaTheme="minorEastAsia" w:hAnsiTheme="minorHAnsi" w:cstheme="minorBidi"/>
            <w:b w:val="0"/>
            <w:noProof/>
            <w:lang w:val="en-CA" w:eastAsia="en-CA"/>
          </w:rPr>
          <w:tab/>
        </w:r>
        <w:r w:rsidRPr="00576BC8">
          <w:rPr>
            <w:rStyle w:val="Hyperlink"/>
            <w:noProof/>
          </w:rPr>
          <w:t>Decoder conformance</w:t>
        </w:r>
        <w:r>
          <w:rPr>
            <w:noProof/>
            <w:webHidden/>
          </w:rPr>
          <w:tab/>
        </w:r>
        <w:r>
          <w:rPr>
            <w:noProof/>
            <w:webHidden/>
          </w:rPr>
          <w:fldChar w:fldCharType="begin"/>
        </w:r>
        <w:r>
          <w:rPr>
            <w:noProof/>
            <w:webHidden/>
          </w:rPr>
          <w:instrText xml:space="preserve"> PAGEREF _Toc72493461 \h </w:instrText>
        </w:r>
        <w:r>
          <w:rPr>
            <w:noProof/>
            <w:webHidden/>
          </w:rPr>
        </w:r>
        <w:r>
          <w:rPr>
            <w:noProof/>
            <w:webHidden/>
          </w:rPr>
          <w:fldChar w:fldCharType="separate"/>
        </w:r>
        <w:r>
          <w:rPr>
            <w:noProof/>
            <w:webHidden/>
          </w:rPr>
          <w:t>2</w:t>
        </w:r>
        <w:r>
          <w:rPr>
            <w:noProof/>
            <w:webHidden/>
          </w:rPr>
          <w:fldChar w:fldCharType="end"/>
        </w:r>
      </w:hyperlink>
    </w:p>
    <w:p w14:paraId="05643183" w14:textId="12EF0B24" w:rsidR="00C34FC2" w:rsidRDefault="00C34FC2">
      <w:pPr>
        <w:pStyle w:val="TOC2"/>
        <w:rPr>
          <w:rFonts w:asciiTheme="minorHAnsi" w:eastAsiaTheme="minorEastAsia" w:hAnsiTheme="minorHAnsi" w:cstheme="minorBidi"/>
          <w:b w:val="0"/>
          <w:noProof/>
          <w:lang w:val="en-CA" w:eastAsia="en-CA"/>
        </w:rPr>
      </w:pPr>
      <w:hyperlink w:anchor="_Toc72493462" w:history="1">
        <w:r w:rsidRPr="00576BC8">
          <w:rPr>
            <w:rStyle w:val="Hyperlink"/>
            <w:noProof/>
          </w:rPr>
          <w:t>6.4</w:t>
        </w:r>
        <w:r>
          <w:rPr>
            <w:rFonts w:asciiTheme="minorHAnsi" w:eastAsiaTheme="minorEastAsia" w:hAnsiTheme="minorHAnsi" w:cstheme="minorBidi"/>
            <w:b w:val="0"/>
            <w:noProof/>
            <w:lang w:val="en-CA" w:eastAsia="en-CA"/>
          </w:rPr>
          <w:tab/>
        </w:r>
        <w:r w:rsidRPr="00576BC8">
          <w:rPr>
            <w:rStyle w:val="Hyperlink"/>
            <w:noProof/>
          </w:rPr>
          <w:t>Reference bitstreams</w:t>
        </w:r>
        <w:r>
          <w:rPr>
            <w:noProof/>
            <w:webHidden/>
          </w:rPr>
          <w:tab/>
        </w:r>
        <w:r>
          <w:rPr>
            <w:noProof/>
            <w:webHidden/>
          </w:rPr>
          <w:fldChar w:fldCharType="begin"/>
        </w:r>
        <w:r>
          <w:rPr>
            <w:noProof/>
            <w:webHidden/>
          </w:rPr>
          <w:instrText xml:space="preserve"> PAGEREF _Toc72493462 \h </w:instrText>
        </w:r>
        <w:r>
          <w:rPr>
            <w:noProof/>
            <w:webHidden/>
          </w:rPr>
        </w:r>
        <w:r>
          <w:rPr>
            <w:noProof/>
            <w:webHidden/>
          </w:rPr>
          <w:fldChar w:fldCharType="separate"/>
        </w:r>
        <w:r>
          <w:rPr>
            <w:noProof/>
            <w:webHidden/>
          </w:rPr>
          <w:t>2</w:t>
        </w:r>
        <w:r>
          <w:rPr>
            <w:noProof/>
            <w:webHidden/>
          </w:rPr>
          <w:fldChar w:fldCharType="end"/>
        </w:r>
      </w:hyperlink>
    </w:p>
    <w:p w14:paraId="6FCC2210" w14:textId="07E3A516" w:rsidR="00C34FC2" w:rsidRDefault="00C34FC2">
      <w:pPr>
        <w:pStyle w:val="TOC2"/>
        <w:rPr>
          <w:rFonts w:asciiTheme="minorHAnsi" w:eastAsiaTheme="minorEastAsia" w:hAnsiTheme="minorHAnsi" w:cstheme="minorBidi"/>
          <w:b w:val="0"/>
          <w:noProof/>
          <w:lang w:val="en-CA" w:eastAsia="en-CA"/>
        </w:rPr>
      </w:pPr>
      <w:hyperlink w:anchor="_Toc72493463" w:history="1">
        <w:r w:rsidRPr="00576BC8">
          <w:rPr>
            <w:rStyle w:val="Hyperlink"/>
            <w:noProof/>
          </w:rPr>
          <w:t>6.5</w:t>
        </w:r>
        <w:r>
          <w:rPr>
            <w:rFonts w:asciiTheme="minorHAnsi" w:eastAsiaTheme="minorEastAsia" w:hAnsiTheme="minorHAnsi" w:cstheme="minorBidi"/>
            <w:b w:val="0"/>
            <w:noProof/>
            <w:lang w:val="en-CA" w:eastAsia="en-CA"/>
          </w:rPr>
          <w:tab/>
        </w:r>
        <w:r w:rsidRPr="00576BC8">
          <w:rPr>
            <w:rStyle w:val="Hyperlink"/>
            <w:noProof/>
          </w:rPr>
          <w:t>Procedure to test bitstreams</w:t>
        </w:r>
        <w:r>
          <w:rPr>
            <w:noProof/>
            <w:webHidden/>
          </w:rPr>
          <w:tab/>
        </w:r>
        <w:r>
          <w:rPr>
            <w:noProof/>
            <w:webHidden/>
          </w:rPr>
          <w:fldChar w:fldCharType="begin"/>
        </w:r>
        <w:r>
          <w:rPr>
            <w:noProof/>
            <w:webHidden/>
          </w:rPr>
          <w:instrText xml:space="preserve"> PAGEREF _Toc72493463 \h </w:instrText>
        </w:r>
        <w:r>
          <w:rPr>
            <w:noProof/>
            <w:webHidden/>
          </w:rPr>
        </w:r>
        <w:r>
          <w:rPr>
            <w:noProof/>
            <w:webHidden/>
          </w:rPr>
          <w:fldChar w:fldCharType="separate"/>
        </w:r>
        <w:r>
          <w:rPr>
            <w:noProof/>
            <w:webHidden/>
          </w:rPr>
          <w:t>2</w:t>
        </w:r>
        <w:r>
          <w:rPr>
            <w:noProof/>
            <w:webHidden/>
          </w:rPr>
          <w:fldChar w:fldCharType="end"/>
        </w:r>
      </w:hyperlink>
    </w:p>
    <w:p w14:paraId="0543B7DA" w14:textId="452DC913" w:rsidR="00C34FC2" w:rsidRDefault="00C34FC2">
      <w:pPr>
        <w:pStyle w:val="TOC2"/>
        <w:rPr>
          <w:rFonts w:asciiTheme="minorHAnsi" w:eastAsiaTheme="minorEastAsia" w:hAnsiTheme="minorHAnsi" w:cstheme="minorBidi"/>
          <w:b w:val="0"/>
          <w:noProof/>
          <w:lang w:val="en-CA" w:eastAsia="en-CA"/>
        </w:rPr>
      </w:pPr>
      <w:hyperlink w:anchor="_Toc72493464" w:history="1">
        <w:r w:rsidRPr="00576BC8">
          <w:rPr>
            <w:rStyle w:val="Hyperlink"/>
            <w:noProof/>
          </w:rPr>
          <w:t>6.6</w:t>
        </w:r>
        <w:r>
          <w:rPr>
            <w:rFonts w:asciiTheme="minorHAnsi" w:eastAsiaTheme="minorEastAsia" w:hAnsiTheme="minorHAnsi" w:cstheme="minorBidi"/>
            <w:b w:val="0"/>
            <w:noProof/>
            <w:lang w:val="en-CA" w:eastAsia="en-CA"/>
          </w:rPr>
          <w:tab/>
        </w:r>
        <w:r w:rsidRPr="00576BC8">
          <w:rPr>
            <w:rStyle w:val="Hyperlink"/>
            <w:noProof/>
          </w:rPr>
          <w:t>Procedure to test decoders</w:t>
        </w:r>
        <w:r>
          <w:rPr>
            <w:noProof/>
            <w:webHidden/>
          </w:rPr>
          <w:tab/>
        </w:r>
        <w:r>
          <w:rPr>
            <w:noProof/>
            <w:webHidden/>
          </w:rPr>
          <w:fldChar w:fldCharType="begin"/>
        </w:r>
        <w:r>
          <w:rPr>
            <w:noProof/>
            <w:webHidden/>
          </w:rPr>
          <w:instrText xml:space="preserve"> PAGEREF _Toc72493464 \h </w:instrText>
        </w:r>
        <w:r>
          <w:rPr>
            <w:noProof/>
            <w:webHidden/>
          </w:rPr>
        </w:r>
        <w:r>
          <w:rPr>
            <w:noProof/>
            <w:webHidden/>
          </w:rPr>
          <w:fldChar w:fldCharType="separate"/>
        </w:r>
        <w:r>
          <w:rPr>
            <w:noProof/>
            <w:webHidden/>
          </w:rPr>
          <w:t>3</w:t>
        </w:r>
        <w:r>
          <w:rPr>
            <w:noProof/>
            <w:webHidden/>
          </w:rPr>
          <w:fldChar w:fldCharType="end"/>
        </w:r>
      </w:hyperlink>
    </w:p>
    <w:p w14:paraId="11F0D960" w14:textId="6762D3C2" w:rsidR="00C34FC2" w:rsidRDefault="00C34FC2">
      <w:pPr>
        <w:pStyle w:val="TOC3"/>
        <w:rPr>
          <w:rFonts w:asciiTheme="minorHAnsi" w:eastAsiaTheme="minorEastAsia" w:hAnsiTheme="minorHAnsi" w:cstheme="minorBidi"/>
          <w:b w:val="0"/>
          <w:noProof/>
          <w:lang w:val="en-CA" w:eastAsia="en-CA"/>
        </w:rPr>
      </w:pPr>
      <w:hyperlink w:anchor="_Toc72493465" w:history="1">
        <w:r w:rsidRPr="00576BC8">
          <w:rPr>
            <w:rStyle w:val="Hyperlink"/>
            <w:noProof/>
          </w:rPr>
          <w:t>6.6.1</w:t>
        </w:r>
        <w:r>
          <w:rPr>
            <w:rFonts w:asciiTheme="minorHAnsi" w:eastAsiaTheme="minorEastAsia" w:hAnsiTheme="minorHAnsi" w:cstheme="minorBidi"/>
            <w:b w:val="0"/>
            <w:noProof/>
            <w:lang w:val="en-CA" w:eastAsia="en-CA"/>
          </w:rPr>
          <w:tab/>
        </w:r>
        <w:r w:rsidRPr="00576BC8">
          <w:rPr>
            <w:rStyle w:val="Hyperlink"/>
            <w:noProof/>
          </w:rPr>
          <w:t>Conformance bitstreams</w:t>
        </w:r>
        <w:r>
          <w:rPr>
            <w:noProof/>
            <w:webHidden/>
          </w:rPr>
          <w:tab/>
        </w:r>
        <w:r>
          <w:rPr>
            <w:noProof/>
            <w:webHidden/>
          </w:rPr>
          <w:fldChar w:fldCharType="begin"/>
        </w:r>
        <w:r>
          <w:rPr>
            <w:noProof/>
            <w:webHidden/>
          </w:rPr>
          <w:instrText xml:space="preserve"> PAGEREF _Toc72493465 \h </w:instrText>
        </w:r>
        <w:r>
          <w:rPr>
            <w:noProof/>
            <w:webHidden/>
          </w:rPr>
        </w:r>
        <w:r>
          <w:rPr>
            <w:noProof/>
            <w:webHidden/>
          </w:rPr>
          <w:fldChar w:fldCharType="separate"/>
        </w:r>
        <w:r>
          <w:rPr>
            <w:noProof/>
            <w:webHidden/>
          </w:rPr>
          <w:t>3</w:t>
        </w:r>
        <w:r>
          <w:rPr>
            <w:noProof/>
            <w:webHidden/>
          </w:rPr>
          <w:fldChar w:fldCharType="end"/>
        </w:r>
      </w:hyperlink>
    </w:p>
    <w:p w14:paraId="5FCFEDAC" w14:textId="16427020" w:rsidR="00C34FC2" w:rsidRDefault="00C34FC2">
      <w:pPr>
        <w:pStyle w:val="TOC3"/>
        <w:rPr>
          <w:rFonts w:asciiTheme="minorHAnsi" w:eastAsiaTheme="minorEastAsia" w:hAnsiTheme="minorHAnsi" w:cstheme="minorBidi"/>
          <w:b w:val="0"/>
          <w:noProof/>
          <w:lang w:val="en-CA" w:eastAsia="en-CA"/>
        </w:rPr>
      </w:pPr>
      <w:hyperlink w:anchor="_Toc72493466" w:history="1">
        <w:r w:rsidRPr="00576BC8">
          <w:rPr>
            <w:rStyle w:val="Hyperlink"/>
            <w:noProof/>
          </w:rPr>
          <w:t>6.6.2</w:t>
        </w:r>
        <w:r>
          <w:rPr>
            <w:rFonts w:asciiTheme="minorHAnsi" w:eastAsiaTheme="minorEastAsia" w:hAnsiTheme="minorHAnsi" w:cstheme="minorBidi"/>
            <w:b w:val="0"/>
            <w:noProof/>
            <w:lang w:val="en-CA" w:eastAsia="en-CA"/>
          </w:rPr>
          <w:tab/>
        </w:r>
        <w:r w:rsidRPr="00576BC8">
          <w:rPr>
            <w:rStyle w:val="Hyperlink"/>
            <w:noProof/>
          </w:rPr>
          <w:t>Contents of the bitstream zip-files</w:t>
        </w:r>
        <w:r>
          <w:rPr>
            <w:noProof/>
            <w:webHidden/>
          </w:rPr>
          <w:tab/>
        </w:r>
        <w:r>
          <w:rPr>
            <w:noProof/>
            <w:webHidden/>
          </w:rPr>
          <w:fldChar w:fldCharType="begin"/>
        </w:r>
        <w:r>
          <w:rPr>
            <w:noProof/>
            <w:webHidden/>
          </w:rPr>
          <w:instrText xml:space="preserve"> PAGEREF _Toc72493466 \h </w:instrText>
        </w:r>
        <w:r>
          <w:rPr>
            <w:noProof/>
            <w:webHidden/>
          </w:rPr>
        </w:r>
        <w:r>
          <w:rPr>
            <w:noProof/>
            <w:webHidden/>
          </w:rPr>
          <w:fldChar w:fldCharType="separate"/>
        </w:r>
        <w:r>
          <w:rPr>
            <w:noProof/>
            <w:webHidden/>
          </w:rPr>
          <w:t>3</w:t>
        </w:r>
        <w:r>
          <w:rPr>
            <w:noProof/>
            <w:webHidden/>
          </w:rPr>
          <w:fldChar w:fldCharType="end"/>
        </w:r>
      </w:hyperlink>
    </w:p>
    <w:p w14:paraId="46DDC95C" w14:textId="026DF81E" w:rsidR="00C34FC2" w:rsidRDefault="00C34FC2">
      <w:pPr>
        <w:pStyle w:val="TOC3"/>
        <w:rPr>
          <w:rFonts w:asciiTheme="minorHAnsi" w:eastAsiaTheme="minorEastAsia" w:hAnsiTheme="minorHAnsi" w:cstheme="minorBidi"/>
          <w:b w:val="0"/>
          <w:noProof/>
          <w:lang w:val="en-CA" w:eastAsia="en-CA"/>
        </w:rPr>
      </w:pPr>
      <w:hyperlink w:anchor="_Toc72493467" w:history="1">
        <w:r w:rsidRPr="00576BC8">
          <w:rPr>
            <w:rStyle w:val="Hyperlink"/>
            <w:noProof/>
          </w:rPr>
          <w:t>6.6.3</w:t>
        </w:r>
        <w:r>
          <w:rPr>
            <w:rFonts w:asciiTheme="minorHAnsi" w:eastAsiaTheme="minorEastAsia" w:hAnsiTheme="minorHAnsi" w:cstheme="minorBidi"/>
            <w:b w:val="0"/>
            <w:noProof/>
            <w:lang w:val="en-CA" w:eastAsia="en-CA"/>
          </w:rPr>
          <w:tab/>
        </w:r>
        <w:r w:rsidRPr="00576BC8">
          <w:rPr>
            <w:rStyle w:val="Hyperlink"/>
            <w:noProof/>
          </w:rPr>
          <w:t>Requirements on decoder output and timing</w:t>
        </w:r>
        <w:r>
          <w:rPr>
            <w:noProof/>
            <w:webHidden/>
          </w:rPr>
          <w:tab/>
        </w:r>
        <w:r>
          <w:rPr>
            <w:noProof/>
            <w:webHidden/>
          </w:rPr>
          <w:fldChar w:fldCharType="begin"/>
        </w:r>
        <w:r>
          <w:rPr>
            <w:noProof/>
            <w:webHidden/>
          </w:rPr>
          <w:instrText xml:space="preserve"> PAGEREF _Toc72493467 \h </w:instrText>
        </w:r>
        <w:r>
          <w:rPr>
            <w:noProof/>
            <w:webHidden/>
          </w:rPr>
        </w:r>
        <w:r>
          <w:rPr>
            <w:noProof/>
            <w:webHidden/>
          </w:rPr>
          <w:fldChar w:fldCharType="separate"/>
        </w:r>
        <w:r>
          <w:rPr>
            <w:noProof/>
            <w:webHidden/>
          </w:rPr>
          <w:t>3</w:t>
        </w:r>
        <w:r>
          <w:rPr>
            <w:noProof/>
            <w:webHidden/>
          </w:rPr>
          <w:fldChar w:fldCharType="end"/>
        </w:r>
      </w:hyperlink>
    </w:p>
    <w:p w14:paraId="45829B26" w14:textId="156549AE" w:rsidR="00C34FC2" w:rsidRDefault="00C34FC2">
      <w:pPr>
        <w:pStyle w:val="TOC1"/>
        <w:rPr>
          <w:rFonts w:asciiTheme="minorHAnsi" w:eastAsiaTheme="minorEastAsia" w:hAnsiTheme="minorHAnsi" w:cstheme="minorBidi"/>
          <w:b w:val="0"/>
          <w:noProof/>
          <w:lang w:val="en-CA" w:eastAsia="en-CA"/>
        </w:rPr>
      </w:pPr>
      <w:hyperlink w:anchor="_Toc72493468" w:history="1">
        <w:r w:rsidRPr="00576BC8">
          <w:rPr>
            <w:rStyle w:val="Hyperlink"/>
            <w:noProof/>
          </w:rPr>
          <w:t>7</w:t>
        </w:r>
        <w:r>
          <w:rPr>
            <w:rFonts w:asciiTheme="minorHAnsi" w:eastAsiaTheme="minorEastAsia" w:hAnsiTheme="minorHAnsi" w:cstheme="minorBidi"/>
            <w:b w:val="0"/>
            <w:noProof/>
            <w:lang w:val="en-CA" w:eastAsia="en-CA"/>
          </w:rPr>
          <w:tab/>
        </w:r>
        <w:r w:rsidRPr="00576BC8">
          <w:rPr>
            <w:rStyle w:val="Hyperlink"/>
            <w:noProof/>
          </w:rPr>
          <w:t>Reference software</w:t>
        </w:r>
        <w:r>
          <w:rPr>
            <w:noProof/>
            <w:webHidden/>
          </w:rPr>
          <w:tab/>
        </w:r>
        <w:r>
          <w:rPr>
            <w:noProof/>
            <w:webHidden/>
          </w:rPr>
          <w:fldChar w:fldCharType="begin"/>
        </w:r>
        <w:r>
          <w:rPr>
            <w:noProof/>
            <w:webHidden/>
          </w:rPr>
          <w:instrText xml:space="preserve"> PAGEREF _Toc72493468 \h </w:instrText>
        </w:r>
        <w:r>
          <w:rPr>
            <w:noProof/>
            <w:webHidden/>
          </w:rPr>
        </w:r>
        <w:r>
          <w:rPr>
            <w:noProof/>
            <w:webHidden/>
          </w:rPr>
          <w:fldChar w:fldCharType="separate"/>
        </w:r>
        <w:r>
          <w:rPr>
            <w:noProof/>
            <w:webHidden/>
          </w:rPr>
          <w:t>4</w:t>
        </w:r>
        <w:r>
          <w:rPr>
            <w:noProof/>
            <w:webHidden/>
          </w:rPr>
          <w:fldChar w:fldCharType="end"/>
        </w:r>
      </w:hyperlink>
    </w:p>
    <w:p w14:paraId="3E86DAA5" w14:textId="44BA87EC" w:rsidR="00C34FC2" w:rsidRDefault="00C34FC2">
      <w:pPr>
        <w:pStyle w:val="TOC2"/>
        <w:rPr>
          <w:rFonts w:asciiTheme="minorHAnsi" w:eastAsiaTheme="minorEastAsia" w:hAnsiTheme="minorHAnsi" w:cstheme="minorBidi"/>
          <w:b w:val="0"/>
          <w:noProof/>
          <w:lang w:val="en-CA" w:eastAsia="en-CA"/>
        </w:rPr>
      </w:pPr>
      <w:hyperlink w:anchor="_Toc72493469" w:history="1">
        <w:r w:rsidRPr="00576BC8">
          <w:rPr>
            <w:rStyle w:val="Hyperlink"/>
            <w:noProof/>
          </w:rPr>
          <w:t>7.1</w:t>
        </w:r>
        <w:r>
          <w:rPr>
            <w:rFonts w:asciiTheme="minorHAnsi" w:eastAsiaTheme="minorEastAsia" w:hAnsiTheme="minorHAnsi" w:cstheme="minorBidi"/>
            <w:b w:val="0"/>
            <w:noProof/>
            <w:lang w:val="en-CA" w:eastAsia="en-CA"/>
          </w:rPr>
          <w:tab/>
        </w:r>
        <w:r w:rsidRPr="00576BC8">
          <w:rPr>
            <w:rStyle w:val="Hyperlink"/>
            <w:noProof/>
          </w:rPr>
          <w:t>Software location</w:t>
        </w:r>
        <w:r>
          <w:rPr>
            <w:noProof/>
            <w:webHidden/>
          </w:rPr>
          <w:tab/>
        </w:r>
        <w:r>
          <w:rPr>
            <w:noProof/>
            <w:webHidden/>
          </w:rPr>
          <w:fldChar w:fldCharType="begin"/>
        </w:r>
        <w:r>
          <w:rPr>
            <w:noProof/>
            <w:webHidden/>
          </w:rPr>
          <w:instrText xml:space="preserve"> PAGEREF _Toc72493469 \h </w:instrText>
        </w:r>
        <w:r>
          <w:rPr>
            <w:noProof/>
            <w:webHidden/>
          </w:rPr>
        </w:r>
        <w:r>
          <w:rPr>
            <w:noProof/>
            <w:webHidden/>
          </w:rPr>
          <w:fldChar w:fldCharType="separate"/>
        </w:r>
        <w:r>
          <w:rPr>
            <w:noProof/>
            <w:webHidden/>
          </w:rPr>
          <w:t>4</w:t>
        </w:r>
        <w:r>
          <w:rPr>
            <w:noProof/>
            <w:webHidden/>
          </w:rPr>
          <w:fldChar w:fldCharType="end"/>
        </w:r>
      </w:hyperlink>
    </w:p>
    <w:p w14:paraId="567EBD9D" w14:textId="104CC4BF" w:rsidR="00C34FC2" w:rsidRDefault="00C34FC2">
      <w:pPr>
        <w:pStyle w:val="TOC2"/>
        <w:rPr>
          <w:rFonts w:asciiTheme="minorHAnsi" w:eastAsiaTheme="minorEastAsia" w:hAnsiTheme="minorHAnsi" w:cstheme="minorBidi"/>
          <w:b w:val="0"/>
          <w:noProof/>
          <w:lang w:val="en-CA" w:eastAsia="en-CA"/>
        </w:rPr>
      </w:pPr>
      <w:hyperlink w:anchor="_Toc72493470" w:history="1">
        <w:r w:rsidRPr="00576BC8">
          <w:rPr>
            <w:rStyle w:val="Hyperlink"/>
            <w:noProof/>
          </w:rPr>
          <w:t>7.2</w:t>
        </w:r>
        <w:r>
          <w:rPr>
            <w:rFonts w:asciiTheme="minorHAnsi" w:eastAsiaTheme="minorEastAsia" w:hAnsiTheme="minorHAnsi" w:cstheme="minorBidi"/>
            <w:b w:val="0"/>
            <w:noProof/>
            <w:lang w:val="en-CA" w:eastAsia="en-CA"/>
          </w:rPr>
          <w:tab/>
        </w:r>
        <w:r w:rsidRPr="00576BC8">
          <w:rPr>
            <w:rStyle w:val="Hyperlink"/>
            <w:noProof/>
          </w:rPr>
          <w:t>Software license</w:t>
        </w:r>
        <w:r>
          <w:rPr>
            <w:noProof/>
            <w:webHidden/>
          </w:rPr>
          <w:tab/>
        </w:r>
        <w:r>
          <w:rPr>
            <w:noProof/>
            <w:webHidden/>
          </w:rPr>
          <w:fldChar w:fldCharType="begin"/>
        </w:r>
        <w:r>
          <w:rPr>
            <w:noProof/>
            <w:webHidden/>
          </w:rPr>
          <w:instrText xml:space="preserve"> PAGEREF _Toc72493470 \h </w:instrText>
        </w:r>
        <w:r>
          <w:rPr>
            <w:noProof/>
            <w:webHidden/>
          </w:rPr>
        </w:r>
        <w:r>
          <w:rPr>
            <w:noProof/>
            <w:webHidden/>
          </w:rPr>
          <w:fldChar w:fldCharType="separate"/>
        </w:r>
        <w:r>
          <w:rPr>
            <w:noProof/>
            <w:webHidden/>
          </w:rPr>
          <w:t>4</w:t>
        </w:r>
        <w:r>
          <w:rPr>
            <w:noProof/>
            <w:webHidden/>
          </w:rPr>
          <w:fldChar w:fldCharType="end"/>
        </w:r>
      </w:hyperlink>
    </w:p>
    <w:p w14:paraId="573D096C" w14:textId="203432C0" w:rsidR="00C34FC2" w:rsidRDefault="00C34FC2">
      <w:pPr>
        <w:pStyle w:val="TOC2"/>
        <w:rPr>
          <w:rFonts w:asciiTheme="minorHAnsi" w:eastAsiaTheme="minorEastAsia" w:hAnsiTheme="minorHAnsi" w:cstheme="minorBidi"/>
          <w:b w:val="0"/>
          <w:noProof/>
          <w:lang w:val="en-CA" w:eastAsia="en-CA"/>
        </w:rPr>
      </w:pPr>
      <w:hyperlink w:anchor="_Toc72493471" w:history="1">
        <w:r w:rsidRPr="00576BC8">
          <w:rPr>
            <w:rStyle w:val="Hyperlink"/>
            <w:noProof/>
          </w:rPr>
          <w:t>7.3</w:t>
        </w:r>
        <w:r>
          <w:rPr>
            <w:rFonts w:asciiTheme="minorHAnsi" w:eastAsiaTheme="minorEastAsia" w:hAnsiTheme="minorHAnsi" w:cstheme="minorBidi"/>
            <w:b w:val="0"/>
            <w:noProof/>
            <w:lang w:val="en-CA" w:eastAsia="en-CA"/>
          </w:rPr>
          <w:tab/>
        </w:r>
        <w:r w:rsidRPr="00576BC8">
          <w:rPr>
            <w:rStyle w:val="Hyperlink"/>
            <w:noProof/>
          </w:rPr>
          <w:t>Software installation</w:t>
        </w:r>
        <w:r>
          <w:rPr>
            <w:noProof/>
            <w:webHidden/>
          </w:rPr>
          <w:tab/>
        </w:r>
        <w:r>
          <w:rPr>
            <w:noProof/>
            <w:webHidden/>
          </w:rPr>
          <w:fldChar w:fldCharType="begin"/>
        </w:r>
        <w:r>
          <w:rPr>
            <w:noProof/>
            <w:webHidden/>
          </w:rPr>
          <w:instrText xml:space="preserve"> PAGEREF _Toc72493471 \h </w:instrText>
        </w:r>
        <w:r>
          <w:rPr>
            <w:noProof/>
            <w:webHidden/>
          </w:rPr>
        </w:r>
        <w:r>
          <w:rPr>
            <w:noProof/>
            <w:webHidden/>
          </w:rPr>
          <w:fldChar w:fldCharType="separate"/>
        </w:r>
        <w:r>
          <w:rPr>
            <w:noProof/>
            <w:webHidden/>
          </w:rPr>
          <w:t>4</w:t>
        </w:r>
        <w:r>
          <w:rPr>
            <w:noProof/>
            <w:webHidden/>
          </w:rPr>
          <w:fldChar w:fldCharType="end"/>
        </w:r>
      </w:hyperlink>
    </w:p>
    <w:p w14:paraId="5B9F68D2" w14:textId="39CD8D90" w:rsidR="00C34FC2" w:rsidRDefault="00C34FC2">
      <w:pPr>
        <w:pStyle w:val="TOC2"/>
        <w:rPr>
          <w:rFonts w:asciiTheme="minorHAnsi" w:eastAsiaTheme="minorEastAsia" w:hAnsiTheme="minorHAnsi" w:cstheme="minorBidi"/>
          <w:b w:val="0"/>
          <w:noProof/>
          <w:lang w:val="en-CA" w:eastAsia="en-CA"/>
        </w:rPr>
      </w:pPr>
      <w:hyperlink w:anchor="_Toc72493472" w:history="1">
        <w:r w:rsidRPr="00576BC8">
          <w:rPr>
            <w:rStyle w:val="Hyperlink"/>
            <w:noProof/>
          </w:rPr>
          <w:t>7.4</w:t>
        </w:r>
        <w:r>
          <w:rPr>
            <w:rFonts w:asciiTheme="minorHAnsi" w:eastAsiaTheme="minorEastAsia" w:hAnsiTheme="minorHAnsi" w:cstheme="minorBidi"/>
            <w:b w:val="0"/>
            <w:noProof/>
            <w:lang w:val="en-CA" w:eastAsia="en-CA"/>
          </w:rPr>
          <w:tab/>
        </w:r>
        <w:r w:rsidRPr="00576BC8">
          <w:rPr>
            <w:rStyle w:val="Hyperlink"/>
            <w:noProof/>
          </w:rPr>
          <w:t>Software architecture</w:t>
        </w:r>
        <w:r>
          <w:rPr>
            <w:noProof/>
            <w:webHidden/>
          </w:rPr>
          <w:tab/>
        </w:r>
        <w:r>
          <w:rPr>
            <w:noProof/>
            <w:webHidden/>
          </w:rPr>
          <w:fldChar w:fldCharType="begin"/>
        </w:r>
        <w:r>
          <w:rPr>
            <w:noProof/>
            <w:webHidden/>
          </w:rPr>
          <w:instrText xml:space="preserve"> PAGEREF _Toc72493472 \h </w:instrText>
        </w:r>
        <w:r>
          <w:rPr>
            <w:noProof/>
            <w:webHidden/>
          </w:rPr>
        </w:r>
        <w:r>
          <w:rPr>
            <w:noProof/>
            <w:webHidden/>
          </w:rPr>
          <w:fldChar w:fldCharType="separate"/>
        </w:r>
        <w:r>
          <w:rPr>
            <w:noProof/>
            <w:webHidden/>
          </w:rPr>
          <w:t>4</w:t>
        </w:r>
        <w:r>
          <w:rPr>
            <w:noProof/>
            <w:webHidden/>
          </w:rPr>
          <w:fldChar w:fldCharType="end"/>
        </w:r>
      </w:hyperlink>
    </w:p>
    <w:p w14:paraId="0D853269" w14:textId="54761910" w:rsidR="00C34FC2" w:rsidRDefault="00C34FC2">
      <w:pPr>
        <w:pStyle w:val="TOC3"/>
        <w:rPr>
          <w:rFonts w:asciiTheme="minorHAnsi" w:eastAsiaTheme="minorEastAsia" w:hAnsiTheme="minorHAnsi" w:cstheme="minorBidi"/>
          <w:b w:val="0"/>
          <w:noProof/>
          <w:lang w:val="en-CA" w:eastAsia="en-CA"/>
        </w:rPr>
      </w:pPr>
      <w:hyperlink w:anchor="_Toc72493473" w:history="1">
        <w:r w:rsidRPr="00576BC8">
          <w:rPr>
            <w:rStyle w:val="Hyperlink"/>
            <w:noProof/>
          </w:rPr>
          <w:t>7.4.1</w:t>
        </w:r>
        <w:r>
          <w:rPr>
            <w:rFonts w:asciiTheme="minorHAnsi" w:eastAsiaTheme="minorEastAsia" w:hAnsiTheme="minorHAnsi" w:cstheme="minorBidi"/>
            <w:b w:val="0"/>
            <w:noProof/>
            <w:lang w:val="en-CA" w:eastAsia="en-CA"/>
          </w:rPr>
          <w:tab/>
        </w:r>
        <w:r w:rsidRPr="00576BC8">
          <w:rPr>
            <w:rStyle w:val="Hyperlink"/>
            <w:noProof/>
          </w:rPr>
          <w:t>Reference software encoder</w:t>
        </w:r>
        <w:r>
          <w:rPr>
            <w:noProof/>
            <w:webHidden/>
          </w:rPr>
          <w:tab/>
        </w:r>
        <w:r>
          <w:rPr>
            <w:noProof/>
            <w:webHidden/>
          </w:rPr>
          <w:fldChar w:fldCharType="begin"/>
        </w:r>
        <w:r>
          <w:rPr>
            <w:noProof/>
            <w:webHidden/>
          </w:rPr>
          <w:instrText xml:space="preserve"> PAGEREF _Toc72493473 \h </w:instrText>
        </w:r>
        <w:r>
          <w:rPr>
            <w:noProof/>
            <w:webHidden/>
          </w:rPr>
        </w:r>
        <w:r>
          <w:rPr>
            <w:noProof/>
            <w:webHidden/>
          </w:rPr>
          <w:fldChar w:fldCharType="separate"/>
        </w:r>
        <w:r>
          <w:rPr>
            <w:noProof/>
            <w:webHidden/>
          </w:rPr>
          <w:t>4</w:t>
        </w:r>
        <w:r>
          <w:rPr>
            <w:noProof/>
            <w:webHidden/>
          </w:rPr>
          <w:fldChar w:fldCharType="end"/>
        </w:r>
      </w:hyperlink>
    </w:p>
    <w:p w14:paraId="49EB8BC2" w14:textId="61F8E8D1" w:rsidR="00C34FC2" w:rsidRDefault="00C34FC2">
      <w:pPr>
        <w:pStyle w:val="TOC3"/>
        <w:rPr>
          <w:rFonts w:asciiTheme="minorHAnsi" w:eastAsiaTheme="minorEastAsia" w:hAnsiTheme="minorHAnsi" w:cstheme="minorBidi"/>
          <w:b w:val="0"/>
          <w:noProof/>
          <w:lang w:val="en-CA" w:eastAsia="en-CA"/>
        </w:rPr>
      </w:pPr>
      <w:hyperlink w:anchor="_Toc72493474" w:history="1">
        <w:r w:rsidRPr="00576BC8">
          <w:rPr>
            <w:rStyle w:val="Hyperlink"/>
            <w:noProof/>
          </w:rPr>
          <w:t>7.4.2</w:t>
        </w:r>
        <w:r>
          <w:rPr>
            <w:rFonts w:asciiTheme="minorHAnsi" w:eastAsiaTheme="minorEastAsia" w:hAnsiTheme="minorHAnsi" w:cstheme="minorBidi"/>
            <w:b w:val="0"/>
            <w:noProof/>
            <w:lang w:val="en-CA" w:eastAsia="en-CA"/>
          </w:rPr>
          <w:tab/>
        </w:r>
        <w:r w:rsidRPr="00576BC8">
          <w:rPr>
            <w:rStyle w:val="Hyperlink"/>
            <w:noProof/>
          </w:rPr>
          <w:t>Reference software decoder</w:t>
        </w:r>
        <w:r>
          <w:rPr>
            <w:noProof/>
            <w:webHidden/>
          </w:rPr>
          <w:tab/>
        </w:r>
        <w:r>
          <w:rPr>
            <w:noProof/>
            <w:webHidden/>
          </w:rPr>
          <w:fldChar w:fldCharType="begin"/>
        </w:r>
        <w:r>
          <w:rPr>
            <w:noProof/>
            <w:webHidden/>
          </w:rPr>
          <w:instrText xml:space="preserve"> PAGEREF _Toc72493474 \h </w:instrText>
        </w:r>
        <w:r>
          <w:rPr>
            <w:noProof/>
            <w:webHidden/>
          </w:rPr>
        </w:r>
        <w:r>
          <w:rPr>
            <w:noProof/>
            <w:webHidden/>
          </w:rPr>
          <w:fldChar w:fldCharType="separate"/>
        </w:r>
        <w:r>
          <w:rPr>
            <w:noProof/>
            <w:webHidden/>
          </w:rPr>
          <w:t>4</w:t>
        </w:r>
        <w:r>
          <w:rPr>
            <w:noProof/>
            <w:webHidden/>
          </w:rPr>
          <w:fldChar w:fldCharType="end"/>
        </w:r>
      </w:hyperlink>
    </w:p>
    <w:p w14:paraId="6C5D725B" w14:textId="6C5DC266" w:rsidR="00C34FC2" w:rsidRDefault="00C34FC2">
      <w:pPr>
        <w:pStyle w:val="TOC1"/>
        <w:rPr>
          <w:rFonts w:asciiTheme="minorHAnsi" w:eastAsiaTheme="minorEastAsia" w:hAnsiTheme="minorHAnsi" w:cstheme="minorBidi"/>
          <w:b w:val="0"/>
          <w:noProof/>
          <w:lang w:val="en-CA" w:eastAsia="en-CA"/>
        </w:rPr>
      </w:pPr>
      <w:hyperlink w:anchor="_Toc72493475" w:history="1">
        <w:r w:rsidRPr="00576BC8">
          <w:rPr>
            <w:rStyle w:val="Hyperlink"/>
            <w:noProof/>
          </w:rPr>
          <w:t>8</w:t>
        </w:r>
        <w:r>
          <w:rPr>
            <w:rFonts w:asciiTheme="minorHAnsi" w:eastAsiaTheme="minorEastAsia" w:hAnsiTheme="minorHAnsi" w:cstheme="minorBidi"/>
            <w:b w:val="0"/>
            <w:noProof/>
            <w:lang w:val="en-CA" w:eastAsia="en-CA"/>
          </w:rPr>
          <w:tab/>
        </w:r>
        <w:r w:rsidRPr="00576BC8">
          <w:rPr>
            <w:rStyle w:val="Hyperlink"/>
            <w:noProof/>
          </w:rPr>
          <w:t>Decoder output logging process</w:t>
        </w:r>
        <w:r>
          <w:rPr>
            <w:noProof/>
            <w:webHidden/>
          </w:rPr>
          <w:tab/>
        </w:r>
        <w:r>
          <w:rPr>
            <w:noProof/>
            <w:webHidden/>
          </w:rPr>
          <w:fldChar w:fldCharType="begin"/>
        </w:r>
        <w:r>
          <w:rPr>
            <w:noProof/>
            <w:webHidden/>
          </w:rPr>
          <w:instrText xml:space="preserve"> PAGEREF _Toc72493475 \h </w:instrText>
        </w:r>
        <w:r>
          <w:rPr>
            <w:noProof/>
            <w:webHidden/>
          </w:rPr>
        </w:r>
        <w:r>
          <w:rPr>
            <w:noProof/>
            <w:webHidden/>
          </w:rPr>
          <w:fldChar w:fldCharType="separate"/>
        </w:r>
        <w:r>
          <w:rPr>
            <w:noProof/>
            <w:webHidden/>
          </w:rPr>
          <w:t>4</w:t>
        </w:r>
        <w:r>
          <w:rPr>
            <w:noProof/>
            <w:webHidden/>
          </w:rPr>
          <w:fldChar w:fldCharType="end"/>
        </w:r>
      </w:hyperlink>
    </w:p>
    <w:p w14:paraId="57F907F1" w14:textId="6D0977A3" w:rsidR="00C34FC2" w:rsidRDefault="00C34FC2">
      <w:pPr>
        <w:pStyle w:val="TOC2"/>
        <w:rPr>
          <w:rFonts w:asciiTheme="minorHAnsi" w:eastAsiaTheme="minorEastAsia" w:hAnsiTheme="minorHAnsi" w:cstheme="minorBidi"/>
          <w:b w:val="0"/>
          <w:noProof/>
          <w:lang w:val="en-CA" w:eastAsia="en-CA"/>
        </w:rPr>
      </w:pPr>
      <w:hyperlink w:anchor="_Toc72493476" w:history="1">
        <w:r w:rsidRPr="00576BC8">
          <w:rPr>
            <w:rStyle w:val="Hyperlink"/>
            <w:noProof/>
          </w:rPr>
          <w:t>8.1</w:t>
        </w:r>
        <w:r>
          <w:rPr>
            <w:rFonts w:asciiTheme="minorHAnsi" w:eastAsiaTheme="minorEastAsia" w:hAnsiTheme="minorHAnsi" w:cstheme="minorBidi"/>
            <w:b w:val="0"/>
            <w:noProof/>
            <w:lang w:val="en-CA" w:eastAsia="en-CA"/>
          </w:rPr>
          <w:tab/>
        </w:r>
        <w:r w:rsidRPr="00576BC8">
          <w:rPr>
            <w:rStyle w:val="Hyperlink"/>
            <w:noProof/>
          </w:rPr>
          <w:t>General decoder output logging process</w:t>
        </w:r>
        <w:r>
          <w:rPr>
            <w:noProof/>
            <w:webHidden/>
          </w:rPr>
          <w:tab/>
        </w:r>
        <w:r>
          <w:rPr>
            <w:noProof/>
            <w:webHidden/>
          </w:rPr>
          <w:fldChar w:fldCharType="begin"/>
        </w:r>
        <w:r>
          <w:rPr>
            <w:noProof/>
            <w:webHidden/>
          </w:rPr>
          <w:instrText xml:space="preserve"> PAGEREF _Toc72493476 \h </w:instrText>
        </w:r>
        <w:r>
          <w:rPr>
            <w:noProof/>
            <w:webHidden/>
          </w:rPr>
        </w:r>
        <w:r>
          <w:rPr>
            <w:noProof/>
            <w:webHidden/>
          </w:rPr>
          <w:fldChar w:fldCharType="separate"/>
        </w:r>
        <w:r>
          <w:rPr>
            <w:noProof/>
            <w:webHidden/>
          </w:rPr>
          <w:t>4</w:t>
        </w:r>
        <w:r>
          <w:rPr>
            <w:noProof/>
            <w:webHidden/>
          </w:rPr>
          <w:fldChar w:fldCharType="end"/>
        </w:r>
      </w:hyperlink>
    </w:p>
    <w:p w14:paraId="07B27E33" w14:textId="72666BA6" w:rsidR="00C34FC2" w:rsidRDefault="00C34FC2">
      <w:pPr>
        <w:pStyle w:val="TOC2"/>
        <w:rPr>
          <w:rFonts w:asciiTheme="minorHAnsi" w:eastAsiaTheme="minorEastAsia" w:hAnsiTheme="minorHAnsi" w:cstheme="minorBidi"/>
          <w:b w:val="0"/>
          <w:noProof/>
          <w:lang w:val="en-CA" w:eastAsia="en-CA"/>
        </w:rPr>
      </w:pPr>
      <w:hyperlink w:anchor="_Toc72493477" w:history="1">
        <w:r w:rsidRPr="00576BC8">
          <w:rPr>
            <w:rStyle w:val="Hyperlink"/>
            <w:noProof/>
          </w:rPr>
          <w:t>8.2</w:t>
        </w:r>
        <w:r>
          <w:rPr>
            <w:rFonts w:asciiTheme="minorHAnsi" w:eastAsiaTheme="minorEastAsia" w:hAnsiTheme="minorHAnsi" w:cstheme="minorBidi"/>
            <w:b w:val="0"/>
            <w:noProof/>
            <w:lang w:val="en-CA" w:eastAsia="en-CA"/>
          </w:rPr>
          <w:tab/>
        </w:r>
        <w:r w:rsidRPr="00576BC8">
          <w:rPr>
            <w:rStyle w:val="Hyperlink"/>
            <w:noProof/>
          </w:rPr>
          <w:t>General hashing process</w:t>
        </w:r>
        <w:r>
          <w:rPr>
            <w:noProof/>
            <w:webHidden/>
          </w:rPr>
          <w:tab/>
        </w:r>
        <w:r>
          <w:rPr>
            <w:noProof/>
            <w:webHidden/>
          </w:rPr>
          <w:fldChar w:fldCharType="begin"/>
        </w:r>
        <w:r>
          <w:rPr>
            <w:noProof/>
            <w:webHidden/>
          </w:rPr>
          <w:instrText xml:space="preserve"> PAGEREF _Toc72493477 \h </w:instrText>
        </w:r>
        <w:r>
          <w:rPr>
            <w:noProof/>
            <w:webHidden/>
          </w:rPr>
        </w:r>
        <w:r>
          <w:rPr>
            <w:noProof/>
            <w:webHidden/>
          </w:rPr>
          <w:fldChar w:fldCharType="separate"/>
        </w:r>
        <w:r>
          <w:rPr>
            <w:noProof/>
            <w:webHidden/>
          </w:rPr>
          <w:t>5</w:t>
        </w:r>
        <w:r>
          <w:rPr>
            <w:noProof/>
            <w:webHidden/>
          </w:rPr>
          <w:fldChar w:fldCharType="end"/>
        </w:r>
      </w:hyperlink>
    </w:p>
    <w:p w14:paraId="65A00F3E" w14:textId="1493B569" w:rsidR="00C34FC2" w:rsidRDefault="00C34FC2">
      <w:pPr>
        <w:pStyle w:val="TOC2"/>
        <w:rPr>
          <w:rFonts w:asciiTheme="minorHAnsi" w:eastAsiaTheme="minorEastAsia" w:hAnsiTheme="minorHAnsi" w:cstheme="minorBidi"/>
          <w:b w:val="0"/>
          <w:noProof/>
          <w:lang w:val="en-CA" w:eastAsia="en-CA"/>
        </w:rPr>
      </w:pPr>
      <w:hyperlink w:anchor="_Toc72493478" w:history="1">
        <w:r w:rsidRPr="00576BC8">
          <w:rPr>
            <w:rStyle w:val="Hyperlink"/>
            <w:noProof/>
          </w:rPr>
          <w:t>8.3</w:t>
        </w:r>
        <w:r>
          <w:rPr>
            <w:rFonts w:asciiTheme="minorHAnsi" w:eastAsiaTheme="minorEastAsia" w:hAnsiTheme="minorHAnsi" w:cstheme="minorBidi"/>
            <w:b w:val="0"/>
            <w:noProof/>
            <w:lang w:val="en-CA" w:eastAsia="en-CA"/>
          </w:rPr>
          <w:tab/>
        </w:r>
        <w:r w:rsidRPr="00576BC8">
          <w:rPr>
            <w:rStyle w:val="Hyperlink"/>
            <w:noProof/>
          </w:rPr>
          <w:t>Video data hashing process</w:t>
        </w:r>
        <w:r>
          <w:rPr>
            <w:noProof/>
            <w:webHidden/>
          </w:rPr>
          <w:tab/>
        </w:r>
        <w:r>
          <w:rPr>
            <w:noProof/>
            <w:webHidden/>
          </w:rPr>
          <w:fldChar w:fldCharType="begin"/>
        </w:r>
        <w:r>
          <w:rPr>
            <w:noProof/>
            <w:webHidden/>
          </w:rPr>
          <w:instrText xml:space="preserve"> PAGEREF _Toc72493478 \h </w:instrText>
        </w:r>
        <w:r>
          <w:rPr>
            <w:noProof/>
            <w:webHidden/>
          </w:rPr>
        </w:r>
        <w:r>
          <w:rPr>
            <w:noProof/>
            <w:webHidden/>
          </w:rPr>
          <w:fldChar w:fldCharType="separate"/>
        </w:r>
        <w:r>
          <w:rPr>
            <w:noProof/>
            <w:webHidden/>
          </w:rPr>
          <w:t>5</w:t>
        </w:r>
        <w:r>
          <w:rPr>
            <w:noProof/>
            <w:webHidden/>
          </w:rPr>
          <w:fldChar w:fldCharType="end"/>
        </w:r>
      </w:hyperlink>
    </w:p>
    <w:p w14:paraId="48759783" w14:textId="00430097" w:rsidR="00C34FC2" w:rsidRDefault="00C34FC2">
      <w:pPr>
        <w:pStyle w:val="TOC2"/>
        <w:rPr>
          <w:rFonts w:asciiTheme="minorHAnsi" w:eastAsiaTheme="minorEastAsia" w:hAnsiTheme="minorHAnsi" w:cstheme="minorBidi"/>
          <w:b w:val="0"/>
          <w:noProof/>
          <w:lang w:val="en-CA" w:eastAsia="en-CA"/>
        </w:rPr>
      </w:pPr>
      <w:hyperlink w:anchor="_Toc72493479" w:history="1">
        <w:r w:rsidRPr="00576BC8">
          <w:rPr>
            <w:rStyle w:val="Hyperlink"/>
            <w:noProof/>
            <w:lang w:val="en-CA"/>
          </w:rPr>
          <w:t>8.4</w:t>
        </w:r>
        <w:r>
          <w:rPr>
            <w:rFonts w:asciiTheme="minorHAnsi" w:eastAsiaTheme="minorEastAsia" w:hAnsiTheme="minorHAnsi" w:cstheme="minorBidi"/>
            <w:b w:val="0"/>
            <w:noProof/>
            <w:lang w:val="en-CA" w:eastAsia="en-CA"/>
          </w:rPr>
          <w:tab/>
        </w:r>
        <w:r w:rsidRPr="00576BC8">
          <w:rPr>
            <w:rStyle w:val="Hyperlink"/>
            <w:noProof/>
            <w:lang w:val="en-CA"/>
          </w:rPr>
          <w:t>Block to patch map hashing process</w:t>
        </w:r>
        <w:r>
          <w:rPr>
            <w:noProof/>
            <w:webHidden/>
          </w:rPr>
          <w:tab/>
        </w:r>
        <w:r>
          <w:rPr>
            <w:noProof/>
            <w:webHidden/>
          </w:rPr>
          <w:fldChar w:fldCharType="begin"/>
        </w:r>
        <w:r>
          <w:rPr>
            <w:noProof/>
            <w:webHidden/>
          </w:rPr>
          <w:instrText xml:space="preserve"> PAGEREF _Toc72493479 \h </w:instrText>
        </w:r>
        <w:r>
          <w:rPr>
            <w:noProof/>
            <w:webHidden/>
          </w:rPr>
        </w:r>
        <w:r>
          <w:rPr>
            <w:noProof/>
            <w:webHidden/>
          </w:rPr>
          <w:fldChar w:fldCharType="separate"/>
        </w:r>
        <w:r>
          <w:rPr>
            <w:noProof/>
            <w:webHidden/>
          </w:rPr>
          <w:t>6</w:t>
        </w:r>
        <w:r>
          <w:rPr>
            <w:noProof/>
            <w:webHidden/>
          </w:rPr>
          <w:fldChar w:fldCharType="end"/>
        </w:r>
      </w:hyperlink>
    </w:p>
    <w:p w14:paraId="62425C32" w14:textId="43017197" w:rsidR="00C34FC2" w:rsidRDefault="00C34FC2">
      <w:pPr>
        <w:pStyle w:val="TOC2"/>
        <w:rPr>
          <w:rFonts w:asciiTheme="minorHAnsi" w:eastAsiaTheme="minorEastAsia" w:hAnsiTheme="minorHAnsi" w:cstheme="minorBidi"/>
          <w:b w:val="0"/>
          <w:noProof/>
          <w:lang w:val="en-CA" w:eastAsia="en-CA"/>
        </w:rPr>
      </w:pPr>
      <w:hyperlink w:anchor="_Toc72493480" w:history="1">
        <w:r w:rsidRPr="00576BC8">
          <w:rPr>
            <w:rStyle w:val="Hyperlink"/>
            <w:noProof/>
            <w:lang w:val="en-CA"/>
          </w:rPr>
          <w:t>8.5</w:t>
        </w:r>
        <w:r>
          <w:rPr>
            <w:rFonts w:asciiTheme="minorHAnsi" w:eastAsiaTheme="minorEastAsia" w:hAnsiTheme="minorHAnsi" w:cstheme="minorBidi"/>
            <w:b w:val="0"/>
            <w:noProof/>
            <w:lang w:val="en-CA" w:eastAsia="en-CA"/>
          </w:rPr>
          <w:tab/>
        </w:r>
        <w:r w:rsidRPr="00576BC8">
          <w:rPr>
            <w:rStyle w:val="Hyperlink"/>
            <w:noProof/>
            <w:lang w:val="en-CA"/>
          </w:rPr>
          <w:t>Patch params list hashing process</w:t>
        </w:r>
        <w:r>
          <w:rPr>
            <w:noProof/>
            <w:webHidden/>
          </w:rPr>
          <w:tab/>
        </w:r>
        <w:r>
          <w:rPr>
            <w:noProof/>
            <w:webHidden/>
          </w:rPr>
          <w:fldChar w:fldCharType="begin"/>
        </w:r>
        <w:r>
          <w:rPr>
            <w:noProof/>
            <w:webHidden/>
          </w:rPr>
          <w:instrText xml:space="preserve"> PAGEREF _Toc72493480 \h </w:instrText>
        </w:r>
        <w:r>
          <w:rPr>
            <w:noProof/>
            <w:webHidden/>
          </w:rPr>
        </w:r>
        <w:r>
          <w:rPr>
            <w:noProof/>
            <w:webHidden/>
          </w:rPr>
          <w:fldChar w:fldCharType="separate"/>
        </w:r>
        <w:r>
          <w:rPr>
            <w:noProof/>
            <w:webHidden/>
          </w:rPr>
          <w:t>6</w:t>
        </w:r>
        <w:r>
          <w:rPr>
            <w:noProof/>
            <w:webHidden/>
          </w:rPr>
          <w:fldChar w:fldCharType="end"/>
        </w:r>
      </w:hyperlink>
    </w:p>
    <w:p w14:paraId="26D7E1AD" w14:textId="1F626741" w:rsidR="00C34FC2" w:rsidRDefault="00C34FC2">
      <w:pPr>
        <w:pStyle w:val="TOC2"/>
        <w:rPr>
          <w:rFonts w:asciiTheme="minorHAnsi" w:eastAsiaTheme="minorEastAsia" w:hAnsiTheme="minorHAnsi" w:cstheme="minorBidi"/>
          <w:b w:val="0"/>
          <w:noProof/>
          <w:lang w:val="en-CA" w:eastAsia="en-CA"/>
        </w:rPr>
      </w:pPr>
      <w:hyperlink w:anchor="_Toc72493481" w:history="1">
        <w:r w:rsidRPr="00576BC8">
          <w:rPr>
            <w:rStyle w:val="Hyperlink"/>
            <w:noProof/>
            <w:lang w:val="en-CA"/>
          </w:rPr>
          <w:t>8.6</w:t>
        </w:r>
        <w:r>
          <w:rPr>
            <w:rFonts w:asciiTheme="minorHAnsi" w:eastAsiaTheme="minorEastAsia" w:hAnsiTheme="minorHAnsi" w:cstheme="minorBidi"/>
            <w:b w:val="0"/>
            <w:noProof/>
            <w:lang w:val="en-CA" w:eastAsia="en-CA"/>
          </w:rPr>
          <w:tab/>
        </w:r>
        <w:r w:rsidRPr="00576BC8">
          <w:rPr>
            <w:rStyle w:val="Hyperlink"/>
            <w:noProof/>
            <w:lang w:val="en-CA"/>
          </w:rPr>
          <w:t>View params list hashing process</w:t>
        </w:r>
        <w:r>
          <w:rPr>
            <w:noProof/>
            <w:webHidden/>
          </w:rPr>
          <w:tab/>
        </w:r>
        <w:r>
          <w:rPr>
            <w:noProof/>
            <w:webHidden/>
          </w:rPr>
          <w:fldChar w:fldCharType="begin"/>
        </w:r>
        <w:r>
          <w:rPr>
            <w:noProof/>
            <w:webHidden/>
          </w:rPr>
          <w:instrText xml:space="preserve"> PAGEREF _Toc72493481 \h </w:instrText>
        </w:r>
        <w:r>
          <w:rPr>
            <w:noProof/>
            <w:webHidden/>
          </w:rPr>
        </w:r>
        <w:r>
          <w:rPr>
            <w:noProof/>
            <w:webHidden/>
          </w:rPr>
          <w:fldChar w:fldCharType="separate"/>
        </w:r>
        <w:r>
          <w:rPr>
            <w:noProof/>
            <w:webHidden/>
          </w:rPr>
          <w:t>6</w:t>
        </w:r>
        <w:r>
          <w:rPr>
            <w:noProof/>
            <w:webHidden/>
          </w:rPr>
          <w:fldChar w:fldCharType="end"/>
        </w:r>
      </w:hyperlink>
    </w:p>
    <w:p w14:paraId="42F978D2" w14:textId="5686EE7A" w:rsidR="00C34FC2" w:rsidRDefault="00C34FC2">
      <w:pPr>
        <w:pStyle w:val="TOC1"/>
        <w:rPr>
          <w:rFonts w:asciiTheme="minorHAnsi" w:eastAsiaTheme="minorEastAsia" w:hAnsiTheme="minorHAnsi" w:cstheme="minorBidi"/>
          <w:b w:val="0"/>
          <w:noProof/>
          <w:lang w:val="en-CA" w:eastAsia="en-CA"/>
        </w:rPr>
      </w:pPr>
      <w:hyperlink w:anchor="_Toc72493482" w:history="1">
        <w:r w:rsidRPr="00576BC8">
          <w:rPr>
            <w:rStyle w:val="Hyperlink"/>
            <w:noProof/>
          </w:rPr>
          <w:t>Annex A (informative)  Validation and verification of candidate bitstreams</w:t>
        </w:r>
        <w:r>
          <w:rPr>
            <w:noProof/>
            <w:webHidden/>
          </w:rPr>
          <w:tab/>
        </w:r>
        <w:r>
          <w:rPr>
            <w:noProof/>
            <w:webHidden/>
          </w:rPr>
          <w:fldChar w:fldCharType="begin"/>
        </w:r>
        <w:r>
          <w:rPr>
            <w:noProof/>
            <w:webHidden/>
          </w:rPr>
          <w:instrText xml:space="preserve"> PAGEREF _Toc72493482 \h </w:instrText>
        </w:r>
        <w:r>
          <w:rPr>
            <w:noProof/>
            <w:webHidden/>
          </w:rPr>
        </w:r>
        <w:r>
          <w:rPr>
            <w:noProof/>
            <w:webHidden/>
          </w:rPr>
          <w:fldChar w:fldCharType="separate"/>
        </w:r>
        <w:r>
          <w:rPr>
            <w:noProof/>
            <w:webHidden/>
          </w:rPr>
          <w:t>8</w:t>
        </w:r>
        <w:r>
          <w:rPr>
            <w:noProof/>
            <w:webHidden/>
          </w:rPr>
          <w:fldChar w:fldCharType="end"/>
        </w:r>
      </w:hyperlink>
    </w:p>
    <w:p w14:paraId="779CFB5C" w14:textId="616E5074" w:rsidR="00C34FC2" w:rsidRDefault="00C34FC2">
      <w:pPr>
        <w:pStyle w:val="TOC1"/>
        <w:rPr>
          <w:rFonts w:asciiTheme="minorHAnsi" w:eastAsiaTheme="minorEastAsia" w:hAnsiTheme="minorHAnsi" w:cstheme="minorBidi"/>
          <w:b w:val="0"/>
          <w:noProof/>
          <w:lang w:val="en-CA" w:eastAsia="en-CA"/>
        </w:rPr>
      </w:pPr>
      <w:hyperlink w:anchor="_Toc72493483" w:history="1">
        <w:r w:rsidRPr="00576BC8">
          <w:rPr>
            <w:rStyle w:val="Hyperlink"/>
            <w:noProof/>
          </w:rPr>
          <w:t>A.1</w:t>
        </w:r>
        <w:r>
          <w:rPr>
            <w:rFonts w:asciiTheme="minorHAnsi" w:eastAsiaTheme="minorEastAsia" w:hAnsiTheme="minorHAnsi" w:cstheme="minorBidi"/>
            <w:b w:val="0"/>
            <w:noProof/>
            <w:lang w:val="en-CA" w:eastAsia="en-CA"/>
          </w:rPr>
          <w:tab/>
        </w:r>
        <w:r w:rsidRPr="00576BC8">
          <w:rPr>
            <w:rStyle w:val="Hyperlink"/>
            <w:noProof/>
          </w:rPr>
          <w:t>General validation and verification of candidate bitstreams</w:t>
        </w:r>
        <w:r>
          <w:rPr>
            <w:noProof/>
            <w:webHidden/>
          </w:rPr>
          <w:tab/>
        </w:r>
        <w:r>
          <w:rPr>
            <w:noProof/>
            <w:webHidden/>
          </w:rPr>
          <w:fldChar w:fldCharType="begin"/>
        </w:r>
        <w:r>
          <w:rPr>
            <w:noProof/>
            <w:webHidden/>
          </w:rPr>
          <w:instrText xml:space="preserve"> PAGEREF _Toc72493483 \h </w:instrText>
        </w:r>
        <w:r>
          <w:rPr>
            <w:noProof/>
            <w:webHidden/>
          </w:rPr>
        </w:r>
        <w:r>
          <w:rPr>
            <w:noProof/>
            <w:webHidden/>
          </w:rPr>
          <w:fldChar w:fldCharType="separate"/>
        </w:r>
        <w:r>
          <w:rPr>
            <w:noProof/>
            <w:webHidden/>
          </w:rPr>
          <w:t>8</w:t>
        </w:r>
        <w:r>
          <w:rPr>
            <w:noProof/>
            <w:webHidden/>
          </w:rPr>
          <w:fldChar w:fldCharType="end"/>
        </w:r>
      </w:hyperlink>
    </w:p>
    <w:p w14:paraId="5C63E7EA" w14:textId="0C47B9D0" w:rsidR="00C34FC2" w:rsidRDefault="00C34FC2">
      <w:pPr>
        <w:pStyle w:val="TOC1"/>
        <w:rPr>
          <w:rFonts w:asciiTheme="minorHAnsi" w:eastAsiaTheme="minorEastAsia" w:hAnsiTheme="minorHAnsi" w:cstheme="minorBidi"/>
          <w:b w:val="0"/>
          <w:noProof/>
          <w:lang w:val="en-CA" w:eastAsia="en-CA"/>
        </w:rPr>
      </w:pPr>
      <w:hyperlink w:anchor="_Toc72493484" w:history="1">
        <w:r w:rsidRPr="00576BC8">
          <w:rPr>
            <w:rStyle w:val="Hyperlink"/>
            <w:noProof/>
          </w:rPr>
          <w:t>A.2</w:t>
        </w:r>
        <w:r>
          <w:rPr>
            <w:rFonts w:asciiTheme="minorHAnsi" w:eastAsiaTheme="minorEastAsia" w:hAnsiTheme="minorHAnsi" w:cstheme="minorBidi"/>
            <w:b w:val="0"/>
            <w:noProof/>
            <w:lang w:val="en-CA" w:eastAsia="en-CA"/>
          </w:rPr>
          <w:tab/>
        </w:r>
        <w:r w:rsidRPr="00576BC8">
          <w:rPr>
            <w:rStyle w:val="Hyperlink"/>
            <w:noProof/>
          </w:rPr>
          <w:t>Application of alternative encoders</w:t>
        </w:r>
        <w:r>
          <w:rPr>
            <w:noProof/>
            <w:webHidden/>
          </w:rPr>
          <w:tab/>
        </w:r>
        <w:r>
          <w:rPr>
            <w:noProof/>
            <w:webHidden/>
          </w:rPr>
          <w:fldChar w:fldCharType="begin"/>
        </w:r>
        <w:r>
          <w:rPr>
            <w:noProof/>
            <w:webHidden/>
          </w:rPr>
          <w:instrText xml:space="preserve"> PAGEREF _Toc72493484 \h </w:instrText>
        </w:r>
        <w:r>
          <w:rPr>
            <w:noProof/>
            <w:webHidden/>
          </w:rPr>
        </w:r>
        <w:r>
          <w:rPr>
            <w:noProof/>
            <w:webHidden/>
          </w:rPr>
          <w:fldChar w:fldCharType="separate"/>
        </w:r>
        <w:r>
          <w:rPr>
            <w:noProof/>
            <w:webHidden/>
          </w:rPr>
          <w:t>8</w:t>
        </w:r>
        <w:r>
          <w:rPr>
            <w:noProof/>
            <w:webHidden/>
          </w:rPr>
          <w:fldChar w:fldCharType="end"/>
        </w:r>
      </w:hyperlink>
    </w:p>
    <w:p w14:paraId="7FC4E0A2" w14:textId="34CB43ED" w:rsidR="00C34FC2" w:rsidRDefault="00C34FC2">
      <w:pPr>
        <w:pStyle w:val="TOC1"/>
        <w:rPr>
          <w:rFonts w:asciiTheme="minorHAnsi" w:eastAsiaTheme="minorEastAsia" w:hAnsiTheme="minorHAnsi" w:cstheme="minorBidi"/>
          <w:b w:val="0"/>
          <w:noProof/>
          <w:lang w:val="en-CA" w:eastAsia="en-CA"/>
        </w:rPr>
      </w:pPr>
      <w:hyperlink w:anchor="_Toc72493485" w:history="1">
        <w:r w:rsidRPr="00576BC8">
          <w:rPr>
            <w:rStyle w:val="Hyperlink"/>
            <w:noProof/>
          </w:rPr>
          <w:t>A.3</w:t>
        </w:r>
        <w:r>
          <w:rPr>
            <w:rFonts w:asciiTheme="minorHAnsi" w:eastAsiaTheme="minorEastAsia" w:hAnsiTheme="minorHAnsi" w:cstheme="minorBidi"/>
            <w:b w:val="0"/>
            <w:noProof/>
            <w:lang w:val="en-CA" w:eastAsia="en-CA"/>
          </w:rPr>
          <w:tab/>
        </w:r>
        <w:r w:rsidRPr="00576BC8">
          <w:rPr>
            <w:rStyle w:val="Hyperlink"/>
            <w:noProof/>
          </w:rPr>
          <w:t>Application of alternative decoders</w:t>
        </w:r>
        <w:r>
          <w:rPr>
            <w:noProof/>
            <w:webHidden/>
          </w:rPr>
          <w:tab/>
        </w:r>
        <w:r>
          <w:rPr>
            <w:noProof/>
            <w:webHidden/>
          </w:rPr>
          <w:fldChar w:fldCharType="begin"/>
        </w:r>
        <w:r>
          <w:rPr>
            <w:noProof/>
            <w:webHidden/>
          </w:rPr>
          <w:instrText xml:space="preserve"> PAGEREF _Toc72493485 \h </w:instrText>
        </w:r>
        <w:r>
          <w:rPr>
            <w:noProof/>
            <w:webHidden/>
          </w:rPr>
        </w:r>
        <w:r>
          <w:rPr>
            <w:noProof/>
            <w:webHidden/>
          </w:rPr>
          <w:fldChar w:fldCharType="separate"/>
        </w:r>
        <w:r>
          <w:rPr>
            <w:noProof/>
            <w:webHidden/>
          </w:rPr>
          <w:t>8</w:t>
        </w:r>
        <w:r>
          <w:rPr>
            <w:noProof/>
            <w:webHidden/>
          </w:rPr>
          <w:fldChar w:fldCharType="end"/>
        </w:r>
      </w:hyperlink>
    </w:p>
    <w:p w14:paraId="2A89E167" w14:textId="3EEAA4E2" w:rsidR="001A33D0" w:rsidRPr="00BC394B" w:rsidRDefault="0054733A" w:rsidP="001A33D0">
      <w:pPr>
        <w:pStyle w:val="TOC1"/>
      </w:pPr>
      <w:r w:rsidRPr="00BC394B">
        <w:fldChar w:fldCharType="end"/>
      </w:r>
    </w:p>
    <w:p w14:paraId="0698F028" w14:textId="77777777" w:rsidR="001A33D0" w:rsidRPr="00BC394B" w:rsidRDefault="001A33D0" w:rsidP="001A33D0">
      <w:pPr>
        <w:pStyle w:val="ForewordTitle"/>
      </w:pPr>
      <w:bookmarkStart w:id="0" w:name="_Toc353342667"/>
      <w:bookmarkStart w:id="1" w:name="_Toc72493451"/>
      <w:r w:rsidRPr="00BC394B">
        <w:lastRenderedPageBreak/>
        <w:t>Foreword</w:t>
      </w:r>
      <w:bookmarkEnd w:id="0"/>
      <w:bookmarkEnd w:id="1"/>
    </w:p>
    <w:p w14:paraId="3441E9CD"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5FB32AF2" w14:textId="33A7E4FB"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7" w:history="1">
        <w:r w:rsidRPr="00BC394B">
          <w:rPr>
            <w:rStyle w:val="Hyperlink"/>
            <w:lang w:val="en-GB"/>
          </w:rPr>
          <w:t>www.iso.org/directives</w:t>
        </w:r>
      </w:hyperlink>
      <w:r w:rsidRPr="00DF6AAF">
        <w:rPr>
          <w:lang w:val="en-GB"/>
        </w:rPr>
        <w:t>).</w:t>
      </w:r>
    </w:p>
    <w:p w14:paraId="77837F12" w14:textId="4B084507" w:rsidR="00BC394B" w:rsidRPr="00DF6AAF" w:rsidRDefault="00BC394B" w:rsidP="00AD6264">
      <w:pPr>
        <w:pStyle w:val="ForewordText"/>
        <w:rPr>
          <w:lang w:val="en-GB"/>
        </w:rPr>
      </w:pPr>
      <w:r w:rsidRPr="00DF6AAF">
        <w:rPr>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8" w:history="1">
        <w:r w:rsidRPr="00BC394B">
          <w:rPr>
            <w:rStyle w:val="Hyperlink"/>
            <w:lang w:val="en-GB"/>
          </w:rPr>
          <w:t>www.iso.org/patents</w:t>
        </w:r>
      </w:hyperlink>
      <w:r w:rsidRPr="00DF6AAF">
        <w:rPr>
          <w:lang w:val="en-GB"/>
        </w:rPr>
        <w:t>).</w:t>
      </w:r>
    </w:p>
    <w:p w14:paraId="0AAECABB"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6EA41EB4" w14:textId="174D0133"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9" w:history="1">
        <w:r w:rsidRPr="00C33932">
          <w:rPr>
            <w:rStyle w:val="Hyperlink"/>
            <w:rFonts w:eastAsia="Malgun Gothic" w:cs="Arial"/>
            <w:szCs w:val="24"/>
            <w:lang w:val="en-GB"/>
          </w:rPr>
          <w:t>www.iso.org/iso/foreword.html</w:t>
        </w:r>
      </w:hyperlink>
      <w:r w:rsidRPr="00DF6AAF">
        <w:rPr>
          <w:rFonts w:eastAsia="Malgun Gothic"/>
          <w:lang w:val="en-GB"/>
        </w:rPr>
        <w:t>.</w:t>
      </w:r>
    </w:p>
    <w:p w14:paraId="293AD721" w14:textId="18D5B5CD" w:rsidR="001A33D0" w:rsidRPr="00DF6AAF" w:rsidRDefault="00B9118A" w:rsidP="00AD6264">
      <w:pPr>
        <w:pStyle w:val="ForewordText"/>
        <w:rPr>
          <w:lang w:val="en-GB"/>
        </w:rPr>
      </w:pPr>
      <w:r w:rsidRPr="00DF6AAF">
        <w:rPr>
          <w:lang w:val="en-GB"/>
        </w:rPr>
        <w:t xml:space="preserve">This document was prepared by </w:t>
      </w:r>
      <w:r w:rsidR="00D44B95">
        <w:rPr>
          <w:lang w:val="en-GB"/>
        </w:rPr>
        <w:t xml:space="preserve">Joint </w:t>
      </w:r>
      <w:r w:rsidRPr="00DF6AAF">
        <w:rPr>
          <w:lang w:val="en-GB"/>
        </w:rPr>
        <w:t>Technical Committee</w:t>
      </w:r>
      <w:r w:rsidR="001A33D0" w:rsidRPr="00DF6AAF">
        <w:rPr>
          <w:lang w:val="en-GB"/>
        </w:rPr>
        <w:t xml:space="preserve"> </w:t>
      </w:r>
      <w:r w:rsidR="003C0DAB">
        <w:rPr>
          <w:lang w:val="en-GB"/>
        </w:rPr>
        <w:t>ISO/IEC JTC </w:t>
      </w:r>
      <w:r w:rsidR="00D44B95">
        <w:rPr>
          <w:lang w:val="en-GB"/>
        </w:rPr>
        <w:t>1</w:t>
      </w:r>
      <w:r w:rsidR="001A33D0" w:rsidRPr="00DF6AAF">
        <w:rPr>
          <w:lang w:val="en-GB"/>
        </w:rPr>
        <w:t xml:space="preserve">, </w:t>
      </w:r>
      <w:r w:rsidR="00D44B95" w:rsidRPr="003C0DAB">
        <w:rPr>
          <w:i/>
          <w:iCs/>
          <w:lang w:val="en-GB"/>
        </w:rPr>
        <w:t>Information Technology</w:t>
      </w:r>
      <w:r w:rsidR="001A33D0" w:rsidRPr="00DF6AAF">
        <w:rPr>
          <w:lang w:val="en-GB"/>
        </w:rPr>
        <w:t>, Subcommittee SC</w:t>
      </w:r>
      <w:r w:rsidR="003C0DAB">
        <w:rPr>
          <w:lang w:val="en-GB"/>
        </w:rPr>
        <w:t> </w:t>
      </w:r>
      <w:r w:rsidR="00D44B95" w:rsidRPr="00D44B95">
        <w:rPr>
          <w:lang w:val="en-GB"/>
        </w:rPr>
        <w:t>29</w:t>
      </w:r>
      <w:r w:rsidR="001A33D0" w:rsidRPr="00DF6AAF">
        <w:rPr>
          <w:lang w:val="en-GB"/>
        </w:rPr>
        <w:t xml:space="preserve">, </w:t>
      </w:r>
      <w:r w:rsidR="00D44B95" w:rsidRPr="00D44B95">
        <w:rPr>
          <w:i/>
          <w:lang w:val="en-GB"/>
        </w:rPr>
        <w:t>Coding of audio, picture, multimedia and hypermedia information</w:t>
      </w:r>
      <w:r w:rsidR="001A33D0" w:rsidRPr="00DF6AAF">
        <w:rPr>
          <w:lang w:val="en-GB"/>
        </w:rPr>
        <w:t>.</w:t>
      </w:r>
    </w:p>
    <w:p w14:paraId="11F49181" w14:textId="5A0731A4" w:rsidR="001A33D0" w:rsidRPr="00DF6AAF" w:rsidRDefault="001A33D0" w:rsidP="00AD6264">
      <w:pPr>
        <w:pStyle w:val="ForewordText"/>
        <w:rPr>
          <w:rFonts w:ascii="Calibri" w:hAnsi="Calibri"/>
          <w:lang w:val="en-GB"/>
        </w:rPr>
      </w:pPr>
      <w:r w:rsidRPr="00DF6AAF">
        <w:rPr>
          <w:lang w:val="en-GB"/>
        </w:rPr>
        <w:t>A list of all parts in the ISO</w:t>
      </w:r>
      <w:r w:rsidR="003C0DAB">
        <w:rPr>
          <w:lang w:val="en-GB"/>
        </w:rPr>
        <w:t>/IEC 23090</w:t>
      </w:r>
      <w:r w:rsidRPr="00DF6AAF">
        <w:rPr>
          <w:lang w:val="en-GB"/>
        </w:rPr>
        <w:t xml:space="preserve"> series can be found on the ISO website.</w:t>
      </w:r>
    </w:p>
    <w:p w14:paraId="6E7EBB08" w14:textId="0033CB56"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20" w:history="1">
        <w:r w:rsidR="00F81ACE" w:rsidRPr="00C33932">
          <w:rPr>
            <w:rStyle w:val="Hyperlink"/>
            <w:iCs/>
            <w:lang w:val="en-US"/>
          </w:rPr>
          <w:t>www.iso.org/members.html</w:t>
        </w:r>
      </w:hyperlink>
      <w:r w:rsidRPr="00DF6AAF">
        <w:rPr>
          <w:iCs/>
          <w:lang w:val="en-GB"/>
        </w:rPr>
        <w:t>.</w:t>
      </w:r>
    </w:p>
    <w:p w14:paraId="0EDA1274" w14:textId="77777777" w:rsidR="001A33D0" w:rsidRPr="00BC394B" w:rsidRDefault="001A33D0" w:rsidP="001A33D0">
      <w:pPr>
        <w:pStyle w:val="IntroTitle"/>
        <w:pageBreakBefore/>
      </w:pPr>
      <w:bookmarkStart w:id="2" w:name="_Toc353342668"/>
      <w:bookmarkStart w:id="3" w:name="_Toc72493452"/>
      <w:r w:rsidRPr="00BC394B">
        <w:lastRenderedPageBreak/>
        <w:t>Introduction</w:t>
      </w:r>
      <w:bookmarkEnd w:id="2"/>
      <w:bookmarkEnd w:id="3"/>
    </w:p>
    <w:p w14:paraId="0D3BBCA2" w14:textId="1FD0CBF8" w:rsidR="0091291F" w:rsidRPr="00916789" w:rsidRDefault="0091291F" w:rsidP="0091291F">
      <w:pPr>
        <w:rPr>
          <w:lang w:val="en-CA" w:eastAsia="ja-JP"/>
        </w:rPr>
      </w:pPr>
      <w:r w:rsidRPr="0029465E">
        <w:rPr>
          <w:lang w:val="en-CA" w:eastAsia="ja-JP"/>
        </w:rPr>
        <w:t>This document specifies how tests can be designed to verify whether bitstreams and decoders meet the requirements as specified in ISO/IEC 230</w:t>
      </w:r>
      <w:r>
        <w:rPr>
          <w:lang w:val="en-CA" w:eastAsia="ja-JP"/>
        </w:rPr>
        <w:t>90</w:t>
      </w:r>
      <w:r w:rsidRPr="0029465E">
        <w:rPr>
          <w:lang w:val="en-CA" w:eastAsia="ja-JP"/>
        </w:rPr>
        <w:t>-</w:t>
      </w:r>
      <w:r>
        <w:rPr>
          <w:lang w:val="en-CA" w:eastAsia="ja-JP"/>
        </w:rPr>
        <w:t>12.</w:t>
      </w:r>
    </w:p>
    <w:p w14:paraId="4A3E6300" w14:textId="45BF4A4E" w:rsidR="0091291F" w:rsidRPr="00607DC0" w:rsidRDefault="0091291F" w:rsidP="0091291F">
      <w:pPr>
        <w:rPr>
          <w:noProof/>
          <w:lang w:val="en-CA"/>
        </w:rPr>
      </w:pPr>
      <w:r w:rsidRPr="0029465E">
        <w:rPr>
          <w:lang w:val="en-CA" w:eastAsia="ja-JP"/>
        </w:rPr>
        <w:t>ISO/IEC 230</w:t>
      </w:r>
      <w:r>
        <w:rPr>
          <w:lang w:val="en-CA" w:eastAsia="ja-JP"/>
        </w:rPr>
        <w:t>90</w:t>
      </w:r>
      <w:r w:rsidRPr="0029465E">
        <w:rPr>
          <w:lang w:val="en-CA" w:eastAsia="ja-JP"/>
        </w:rPr>
        <w:t>-</w:t>
      </w:r>
      <w:r>
        <w:rPr>
          <w:lang w:val="en-CA" w:eastAsia="ja-JP"/>
        </w:rPr>
        <w:t>12</w:t>
      </w:r>
      <w:r w:rsidRPr="00607DC0">
        <w:rPr>
          <w:noProof/>
          <w:lang w:val="en-CA"/>
        </w:rPr>
        <w:t xml:space="preserve"> was developed to support compression of immersive video content, in which a real or virtual 3D scene is captured by multiple real or virtual cameras. The use of this document enables storage and distribution of immersive video content over existing and future networks, for playback with 6 degrees of freedom of view position and orientation.</w:t>
      </w:r>
    </w:p>
    <w:p w14:paraId="3889C462" w14:textId="77777777" w:rsidR="001A33D0" w:rsidRPr="00BC394B" w:rsidRDefault="001A33D0" w:rsidP="00ED5FAB">
      <w:pPr>
        <w:pStyle w:val="BodyText"/>
      </w:pPr>
    </w:p>
    <w:p w14:paraId="183FBEDE" w14:textId="77777777" w:rsidR="001A33D0" w:rsidRPr="00BC394B" w:rsidRDefault="001A33D0" w:rsidP="00ED5FAB">
      <w:pPr>
        <w:pStyle w:val="BodyText"/>
        <w:rPr>
          <w:b/>
          <w:sz w:val="32"/>
          <w:szCs w:val="32"/>
        </w:rPr>
        <w:sectPr w:rsidR="001A33D0" w:rsidRPr="00BC394B" w:rsidSect="00C845B4">
          <w:headerReference w:type="even" r:id="rId21"/>
          <w:headerReference w:type="default" r:id="rId22"/>
          <w:footerReference w:type="even" r:id="rId23"/>
          <w:footerReference w:type="default" r:id="rId24"/>
          <w:pgSz w:w="11906" w:h="16838" w:code="9"/>
          <w:pgMar w:top="794" w:right="737" w:bottom="284" w:left="851" w:header="709" w:footer="0" w:gutter="567"/>
          <w:pgNumType w:fmt="lowerRoman"/>
          <w:cols w:space="720"/>
        </w:sectPr>
      </w:pPr>
    </w:p>
    <w:p w14:paraId="608A0744" w14:textId="321BCCDC" w:rsidR="001A33D0" w:rsidRPr="00BC394B" w:rsidRDefault="0091291F" w:rsidP="001A33D0">
      <w:pPr>
        <w:pStyle w:val="zzSTDTitle"/>
        <w:spacing w:before="0" w:after="360"/>
        <w:rPr>
          <w:b w:val="0"/>
          <w:color w:val="auto"/>
        </w:rPr>
      </w:pPr>
      <w:r w:rsidRPr="0091291F">
        <w:rPr>
          <w:color w:val="auto"/>
          <w:szCs w:val="32"/>
        </w:rPr>
        <w:lastRenderedPageBreak/>
        <w:t>Information technology</w:t>
      </w:r>
      <w:r w:rsidR="0054219D">
        <w:rPr>
          <w:color w:val="auto"/>
          <w:szCs w:val="32"/>
        </w:rPr>
        <w:t> </w:t>
      </w:r>
      <w:r w:rsidRPr="0091291F">
        <w:rPr>
          <w:color w:val="auto"/>
          <w:szCs w:val="32"/>
        </w:rPr>
        <w:t>—</w:t>
      </w:r>
      <w:r w:rsidR="0054219D">
        <w:rPr>
          <w:color w:val="auto"/>
          <w:szCs w:val="32"/>
        </w:rPr>
        <w:t> </w:t>
      </w:r>
      <w:r w:rsidRPr="0091291F">
        <w:rPr>
          <w:color w:val="auto"/>
          <w:szCs w:val="32"/>
        </w:rPr>
        <w:t>Coded Representation of Immersive Media</w:t>
      </w:r>
      <w:r w:rsidR="0054219D">
        <w:rPr>
          <w:color w:val="auto"/>
          <w:szCs w:val="32"/>
        </w:rPr>
        <w:t> </w:t>
      </w:r>
      <w:r w:rsidRPr="0091291F">
        <w:rPr>
          <w:color w:val="auto"/>
          <w:szCs w:val="32"/>
        </w:rPr>
        <w:t>—</w:t>
      </w:r>
      <w:r w:rsidR="0054219D">
        <w:rPr>
          <w:color w:val="auto"/>
          <w:szCs w:val="32"/>
        </w:rPr>
        <w:t> </w:t>
      </w:r>
      <w:r w:rsidRPr="0091291F">
        <w:rPr>
          <w:color w:val="auto"/>
          <w:szCs w:val="32"/>
        </w:rPr>
        <w:t>Part 23: Conformance and Reference Software for MPEG Immersive Video</w:t>
      </w:r>
    </w:p>
    <w:p w14:paraId="2A459385" w14:textId="12F38DCD" w:rsidR="001A33D0" w:rsidRPr="00BC394B" w:rsidRDefault="001A33D0" w:rsidP="001A33D0">
      <w:pPr>
        <w:pStyle w:val="Heading1"/>
        <w:numPr>
          <w:ilvl w:val="0"/>
          <w:numId w:val="1"/>
        </w:numPr>
        <w:tabs>
          <w:tab w:val="clear" w:pos="432"/>
        </w:tabs>
        <w:ind w:left="0" w:firstLine="0"/>
      </w:pPr>
      <w:bookmarkStart w:id="4" w:name="_Toc353342669"/>
      <w:bookmarkStart w:id="5" w:name="_Toc72493453"/>
      <w:r w:rsidRPr="00BC394B">
        <w:t>Scope</w:t>
      </w:r>
      <w:bookmarkEnd w:id="4"/>
      <w:bookmarkEnd w:id="5"/>
    </w:p>
    <w:p w14:paraId="4A392AA9" w14:textId="607C130C" w:rsidR="001A33D0" w:rsidRPr="00BC394B" w:rsidRDefault="0091291F" w:rsidP="00ED5FAB">
      <w:pPr>
        <w:pStyle w:val="BodyText"/>
      </w:pPr>
      <w:r w:rsidRPr="0091291F">
        <w:t xml:space="preserve">This </w:t>
      </w:r>
      <w:r>
        <w:t>document</w:t>
      </w:r>
      <w:r w:rsidRPr="0091291F">
        <w:t xml:space="preserve"> specifies a set of tests and procedures designed to indicate whether encoders or decoders meet the normative requirements specified in ISO/IEC</w:t>
      </w:r>
      <w:r w:rsidR="000662F6">
        <w:t> </w:t>
      </w:r>
      <w:r w:rsidRPr="0091291F">
        <w:t>23090-</w:t>
      </w:r>
      <w:r w:rsidR="000662F6">
        <w:t>12</w:t>
      </w:r>
      <w:r w:rsidRPr="0091291F">
        <w:t>.</w:t>
      </w:r>
    </w:p>
    <w:p w14:paraId="0E266AF7" w14:textId="0989668F" w:rsidR="001A33D0" w:rsidRPr="00BC394B" w:rsidRDefault="001A33D0" w:rsidP="001A33D0">
      <w:pPr>
        <w:pStyle w:val="Heading1"/>
        <w:numPr>
          <w:ilvl w:val="0"/>
          <w:numId w:val="1"/>
        </w:numPr>
        <w:tabs>
          <w:tab w:val="clear" w:pos="432"/>
        </w:tabs>
        <w:ind w:left="0" w:firstLine="0"/>
      </w:pPr>
      <w:bookmarkStart w:id="6" w:name="_Toc353342670"/>
      <w:bookmarkStart w:id="7" w:name="_Toc72493454"/>
      <w:r w:rsidRPr="00BC394B">
        <w:t>Normative references</w:t>
      </w:r>
      <w:bookmarkEnd w:id="6"/>
      <w:bookmarkEnd w:id="7"/>
    </w:p>
    <w:p w14:paraId="664A6C36" w14:textId="77777777" w:rsidR="001A33D0" w:rsidRPr="00BC394B" w:rsidRDefault="001A33D0" w:rsidP="00ED5FAB">
      <w:pPr>
        <w:pStyle w:val="BodyText"/>
      </w:pPr>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68A6F9C1" w14:textId="0CF98045" w:rsidR="001A33D0" w:rsidRPr="00BC394B" w:rsidRDefault="001A33D0" w:rsidP="00ED5FAB">
      <w:pPr>
        <w:pStyle w:val="BodyText"/>
      </w:pPr>
      <w:bookmarkStart w:id="8" w:name="normref_miv"/>
      <w:r w:rsidRPr="00BC394B">
        <w:t>ISO</w:t>
      </w:r>
      <w:r w:rsidR="00257416">
        <w:t>/IEC</w:t>
      </w:r>
      <w:r w:rsidRPr="00BC394B">
        <w:t> </w:t>
      </w:r>
      <w:r w:rsidR="00257416" w:rsidRPr="00DE0EC1">
        <w:t>DIS</w:t>
      </w:r>
      <w:r w:rsidR="00257416">
        <w:t> 23090</w:t>
      </w:r>
      <w:r w:rsidRPr="00BC394B">
        <w:noBreakHyphen/>
      </w:r>
      <w:r w:rsidR="00257416">
        <w:t>12</w:t>
      </w:r>
      <w:bookmarkEnd w:id="8"/>
      <w:r w:rsidRPr="00BC394B">
        <w:t xml:space="preserve">, </w:t>
      </w:r>
      <w:r w:rsidR="00257416" w:rsidRPr="00257416">
        <w:rPr>
          <w:i/>
        </w:rPr>
        <w:t>Coded Representation of Immersive Media</w:t>
      </w:r>
      <w:r w:rsidR="00257416">
        <w:rPr>
          <w:i/>
        </w:rPr>
        <w:t> </w:t>
      </w:r>
      <w:r w:rsidR="00257416" w:rsidRPr="00257416">
        <w:rPr>
          <w:i/>
        </w:rPr>
        <w:t>—</w:t>
      </w:r>
      <w:r w:rsidR="00257416">
        <w:rPr>
          <w:i/>
        </w:rPr>
        <w:t> </w:t>
      </w:r>
      <w:r w:rsidR="00257416" w:rsidRPr="00257416">
        <w:rPr>
          <w:i/>
        </w:rPr>
        <w:t>Part</w:t>
      </w:r>
      <w:r w:rsidR="00257416">
        <w:rPr>
          <w:i/>
        </w:rPr>
        <w:t xml:space="preserve"> </w:t>
      </w:r>
      <w:r w:rsidR="00257416" w:rsidRPr="00257416">
        <w:rPr>
          <w:i/>
        </w:rPr>
        <w:t xml:space="preserve">12: </w:t>
      </w:r>
      <w:r w:rsidR="00257416">
        <w:rPr>
          <w:i/>
        </w:rPr>
        <w:t xml:space="preserve">MPEG </w:t>
      </w:r>
      <w:r w:rsidR="00257416" w:rsidRPr="00257416">
        <w:rPr>
          <w:i/>
        </w:rPr>
        <w:t>Immersive Video</w:t>
      </w:r>
    </w:p>
    <w:p w14:paraId="4BDF060D" w14:textId="4E5F7438" w:rsidR="001A33D0" w:rsidRPr="00BC394B" w:rsidRDefault="001A33D0" w:rsidP="001A33D0">
      <w:pPr>
        <w:pStyle w:val="Heading1"/>
        <w:numPr>
          <w:ilvl w:val="0"/>
          <w:numId w:val="1"/>
        </w:numPr>
        <w:tabs>
          <w:tab w:val="clear" w:pos="432"/>
        </w:tabs>
        <w:ind w:left="0" w:firstLine="0"/>
      </w:pPr>
      <w:bookmarkStart w:id="9" w:name="_Toc353342671"/>
      <w:bookmarkStart w:id="10" w:name="_Toc72493455"/>
      <w:r w:rsidRPr="00BC394B">
        <w:t>Terms and definitions</w:t>
      </w:r>
      <w:bookmarkEnd w:id="9"/>
      <w:bookmarkEnd w:id="10"/>
    </w:p>
    <w:p w14:paraId="5129CD21" w14:textId="5B69E343" w:rsidR="001A33D0" w:rsidRPr="00BC394B" w:rsidRDefault="001A33D0" w:rsidP="00ED5FAB">
      <w:pPr>
        <w:pStyle w:val="BodyText"/>
      </w:pPr>
      <w:r w:rsidRPr="00BC394B">
        <w:t>For the purposes of this document, the terms and definitions given in</w:t>
      </w:r>
      <w:r w:rsidR="00AE70AF">
        <w:t xml:space="preserve"> </w:t>
      </w:r>
      <w:r w:rsidR="00AF3CC5">
        <w:fldChar w:fldCharType="begin"/>
      </w:r>
      <w:r w:rsidR="00AF3CC5">
        <w:instrText xml:space="preserve"> REF normref_miv \h </w:instrText>
      </w:r>
      <w:r w:rsidR="00AF3CC5">
        <w:fldChar w:fldCharType="separate"/>
      </w:r>
      <w:r w:rsidR="00C34FC2" w:rsidRPr="00BC394B">
        <w:t>ISO</w:t>
      </w:r>
      <w:r w:rsidR="00C34FC2">
        <w:t>/IEC</w:t>
      </w:r>
      <w:r w:rsidR="00C34FC2" w:rsidRPr="00BC394B">
        <w:t> </w:t>
      </w:r>
      <w:r w:rsidR="00C34FC2" w:rsidRPr="00DE0EC1">
        <w:t>DIS</w:t>
      </w:r>
      <w:r w:rsidR="00C34FC2">
        <w:t> 23090</w:t>
      </w:r>
      <w:r w:rsidR="00C34FC2" w:rsidRPr="00BC394B">
        <w:noBreakHyphen/>
      </w:r>
      <w:r w:rsidR="00C34FC2">
        <w:t>12</w:t>
      </w:r>
      <w:r w:rsidR="00AF3CC5">
        <w:fldChar w:fldCharType="end"/>
      </w:r>
      <w:r w:rsidRPr="00BC394B">
        <w:t xml:space="preserve"> and the following apply.</w:t>
      </w:r>
    </w:p>
    <w:p w14:paraId="5D559B68" w14:textId="77777777" w:rsidR="001A33D0" w:rsidRPr="00BC394B" w:rsidRDefault="001A33D0" w:rsidP="00ED5FAB">
      <w:pPr>
        <w:pStyle w:val="BodyText"/>
      </w:pPr>
      <w:r w:rsidRPr="00BC394B">
        <w:t>ISO and IEC maintain terminological databases for use in standardization at the following addresses:</w:t>
      </w:r>
    </w:p>
    <w:p w14:paraId="3837D77F" w14:textId="49AE900F" w:rsidR="000C033F" w:rsidRPr="00BC394B" w:rsidRDefault="000C033F" w:rsidP="00692383">
      <w:pPr>
        <w:pStyle w:val="ListParagraph"/>
        <w:numPr>
          <w:ilvl w:val="0"/>
          <w:numId w:val="18"/>
        </w:numPr>
        <w:tabs>
          <w:tab w:val="clear" w:pos="403"/>
        </w:tabs>
        <w:ind w:left="426" w:hanging="426"/>
      </w:pPr>
      <w:r w:rsidRPr="00BC394B">
        <w:t xml:space="preserve">ISO Online browsing platform: available at </w:t>
      </w:r>
      <w:hyperlink r:id="rId25" w:history="1">
        <w:r w:rsidRPr="00692383">
          <w:rPr>
            <w:color w:val="0000FF"/>
            <w:u w:val="single"/>
            <w:lang w:eastAsia="fr-FR"/>
          </w:rPr>
          <w:t>https://www.iso.org/obp</w:t>
        </w:r>
      </w:hyperlink>
    </w:p>
    <w:p w14:paraId="5153007F" w14:textId="48D95A4D" w:rsidR="001A33D0" w:rsidRDefault="001A33D0" w:rsidP="00692383">
      <w:pPr>
        <w:keepNext/>
        <w:tabs>
          <w:tab w:val="clear" w:pos="403"/>
        </w:tabs>
        <w:ind w:left="426" w:hanging="426"/>
        <w:rPr>
          <w:color w:val="0000FF"/>
          <w:u w:val="single"/>
          <w:lang w:eastAsia="fr-FR"/>
        </w:rPr>
      </w:pPr>
      <w:r w:rsidRPr="00BC394B">
        <w:t>—</w:t>
      </w:r>
      <w:r w:rsidRPr="00BC394B">
        <w:tab/>
      </w:r>
      <w:r w:rsidR="005B3EC6" w:rsidRPr="00BC394B">
        <w:t xml:space="preserve">IEC Electropedia: available at </w:t>
      </w:r>
      <w:hyperlink r:id="rId26" w:history="1">
        <w:r w:rsidR="005B3EC6" w:rsidRPr="00BC394B">
          <w:rPr>
            <w:color w:val="0000FF"/>
            <w:u w:val="single"/>
            <w:lang w:eastAsia="fr-FR"/>
          </w:rPr>
          <w:t>http://www.electropedia.org/</w:t>
        </w:r>
      </w:hyperlink>
    </w:p>
    <w:p w14:paraId="2A2AA6D9" w14:textId="2797E9A7" w:rsidR="00DE0EC1" w:rsidRPr="00BC394B" w:rsidRDefault="00DE0EC1" w:rsidP="00DE0EC1">
      <w:pPr>
        <w:pStyle w:val="TermNum"/>
      </w:pPr>
      <w:r w:rsidRPr="00BC394B">
        <w:t>3.</w:t>
      </w:r>
      <w:fldSimple w:instr=" SEQ TermId \* MERGEFORMAT ">
        <w:r w:rsidR="00C34FC2" w:rsidRPr="00C34FC2">
          <w:rPr>
            <w:noProof/>
            <w:lang w:val="en-US"/>
          </w:rPr>
          <w:t>1</w:t>
        </w:r>
      </w:fldSimple>
    </w:p>
    <w:p w14:paraId="414FA7E0" w14:textId="72B9C11E" w:rsidR="00DE0EC1" w:rsidRPr="00BC394B" w:rsidRDefault="00DE0EC1" w:rsidP="00DE0EC1">
      <w:pPr>
        <w:pStyle w:val="Terms"/>
      </w:pPr>
      <w:r>
        <w:t>alternative decoder</w:t>
      </w:r>
    </w:p>
    <w:p w14:paraId="27E81C6F" w14:textId="3F0EDF39" w:rsidR="00DE0EC1" w:rsidRPr="00BC394B" w:rsidRDefault="00DE0EC1" w:rsidP="00DE0EC1">
      <w:pPr>
        <w:pStyle w:val="Definition"/>
      </w:pPr>
      <w:r>
        <w:t xml:space="preserve">a </w:t>
      </w:r>
      <w:r w:rsidRPr="00DE0EC1">
        <w:rPr>
          <w:i/>
          <w:iCs/>
        </w:rPr>
        <w:t>decoder</w:t>
      </w:r>
      <w:r>
        <w:t xml:space="preserve"> (</w:t>
      </w:r>
      <w:r>
        <w:fldChar w:fldCharType="begin"/>
      </w:r>
      <w:r>
        <w:instrText xml:space="preserve"> REF term_decoder \h </w:instrText>
      </w:r>
      <w:r>
        <w:fldChar w:fldCharType="separate"/>
      </w:r>
      <w:r w:rsidR="00C34FC2" w:rsidRPr="00BC394B">
        <w:t>3.</w:t>
      </w:r>
      <w:r w:rsidR="00C34FC2" w:rsidRPr="00C34FC2">
        <w:rPr>
          <w:noProof/>
          <w:lang w:val="en-US"/>
        </w:rPr>
        <w:t>5</w:t>
      </w:r>
      <w:r>
        <w:fldChar w:fldCharType="end"/>
      </w:r>
      <w:r>
        <w:t xml:space="preserve">) other than the </w:t>
      </w:r>
      <w:r w:rsidRPr="00DE0EC1">
        <w:rPr>
          <w:i/>
          <w:iCs/>
        </w:rPr>
        <w:t>reference software decoder</w:t>
      </w:r>
      <w:r>
        <w:t xml:space="preserve"> (</w:t>
      </w:r>
      <w:r>
        <w:fldChar w:fldCharType="begin"/>
      </w:r>
      <w:r>
        <w:instrText xml:space="preserve"> REF term_reference_software_decoder \h </w:instrText>
      </w:r>
      <w:r>
        <w:fldChar w:fldCharType="separate"/>
      </w:r>
      <w:r w:rsidR="00C34FC2" w:rsidRPr="00BC394B">
        <w:t>3.</w:t>
      </w:r>
      <w:r w:rsidR="00C34FC2" w:rsidRPr="00C34FC2">
        <w:rPr>
          <w:noProof/>
          <w:lang w:val="en-US"/>
        </w:rPr>
        <w:t>8</w:t>
      </w:r>
      <w:r>
        <w:fldChar w:fldCharType="end"/>
      </w:r>
      <w:r>
        <w:t>)</w:t>
      </w:r>
    </w:p>
    <w:p w14:paraId="2B8A3983" w14:textId="7DE3EDF5" w:rsidR="00DE0EC1" w:rsidRPr="00BC394B" w:rsidRDefault="00DE0EC1" w:rsidP="00DE0EC1">
      <w:pPr>
        <w:pStyle w:val="TermNum"/>
      </w:pPr>
      <w:r w:rsidRPr="00BC394B">
        <w:t>3.</w:t>
      </w:r>
      <w:fldSimple w:instr=" SEQ TermId \* MERGEFORMAT ">
        <w:r w:rsidR="00C34FC2" w:rsidRPr="00C34FC2">
          <w:rPr>
            <w:noProof/>
            <w:lang w:val="en-US"/>
          </w:rPr>
          <w:t>2</w:t>
        </w:r>
      </w:fldSimple>
    </w:p>
    <w:p w14:paraId="70CD1F6B" w14:textId="68BC8BA1" w:rsidR="00DE0EC1" w:rsidRPr="00BC394B" w:rsidRDefault="00DE0EC1" w:rsidP="00DE0EC1">
      <w:pPr>
        <w:pStyle w:val="Terms"/>
      </w:pPr>
      <w:r>
        <w:t>alternative encoder</w:t>
      </w:r>
    </w:p>
    <w:p w14:paraId="083B3AFE" w14:textId="6C8C6FEF" w:rsidR="00DE0EC1" w:rsidRPr="00BC394B" w:rsidRDefault="00DE0EC1" w:rsidP="00DE0EC1">
      <w:pPr>
        <w:pStyle w:val="Definition"/>
      </w:pPr>
      <w:r>
        <w:t xml:space="preserve">an </w:t>
      </w:r>
      <w:r>
        <w:rPr>
          <w:i/>
          <w:iCs/>
        </w:rPr>
        <w:t>en</w:t>
      </w:r>
      <w:r w:rsidRPr="00DE0EC1">
        <w:rPr>
          <w:i/>
          <w:iCs/>
        </w:rPr>
        <w:t>coder</w:t>
      </w:r>
      <w:r>
        <w:t xml:space="preserve"> (</w:t>
      </w:r>
      <w:r>
        <w:fldChar w:fldCharType="begin"/>
      </w:r>
      <w:r>
        <w:instrText xml:space="preserve"> REF term_encoder \h </w:instrText>
      </w:r>
      <w:r>
        <w:fldChar w:fldCharType="separate"/>
      </w:r>
      <w:r w:rsidR="00C34FC2" w:rsidRPr="00BC394B">
        <w:t>3.</w:t>
      </w:r>
      <w:r w:rsidR="00C34FC2" w:rsidRPr="00C34FC2">
        <w:rPr>
          <w:noProof/>
          <w:lang w:val="en-US"/>
        </w:rPr>
        <w:t>7</w:t>
      </w:r>
      <w:r>
        <w:fldChar w:fldCharType="end"/>
      </w:r>
      <w:r>
        <w:t xml:space="preserve">) other than the </w:t>
      </w:r>
      <w:r w:rsidRPr="00DE0EC1">
        <w:rPr>
          <w:i/>
          <w:iCs/>
        </w:rPr>
        <w:t>reference software encoder</w:t>
      </w:r>
      <w:r>
        <w:t xml:space="preserve"> (</w:t>
      </w:r>
      <w:r>
        <w:fldChar w:fldCharType="begin"/>
      </w:r>
      <w:r>
        <w:instrText xml:space="preserve"> REF term_reference_software_encoder \h </w:instrText>
      </w:r>
      <w:r>
        <w:fldChar w:fldCharType="separate"/>
      </w:r>
      <w:r w:rsidR="00C34FC2" w:rsidRPr="00BC394B">
        <w:t>3.</w:t>
      </w:r>
      <w:r w:rsidR="00C34FC2" w:rsidRPr="00C34FC2">
        <w:rPr>
          <w:noProof/>
          <w:lang w:val="en-US"/>
        </w:rPr>
        <w:t>9</w:t>
      </w:r>
      <w:r>
        <w:fldChar w:fldCharType="end"/>
      </w:r>
      <w:r>
        <w:t>)</w:t>
      </w:r>
    </w:p>
    <w:p w14:paraId="54353006" w14:textId="6FECCCF5" w:rsidR="001A33D0" w:rsidRPr="00BC394B" w:rsidRDefault="001A33D0" w:rsidP="001A33D0">
      <w:pPr>
        <w:pStyle w:val="TermNum"/>
      </w:pPr>
      <w:bookmarkStart w:id="11" w:name="term_bitstream"/>
      <w:r w:rsidRPr="00BC394B">
        <w:t>3.</w:t>
      </w:r>
      <w:r w:rsidR="00875589" w:rsidRPr="00C36C9B">
        <w:fldChar w:fldCharType="begin"/>
      </w:r>
      <w:r w:rsidR="00875589" w:rsidRPr="00C36C9B">
        <w:instrText xml:space="preserve"> SEQ TermId </w:instrText>
      </w:r>
      <w:r w:rsidR="00C36C9B" w:rsidRPr="00C36C9B">
        <w:instrText>\</w:instrText>
      </w:r>
      <w:r w:rsidR="00875589" w:rsidRPr="00C36C9B">
        <w:instrText xml:space="preserve">* MERGEFORMAT </w:instrText>
      </w:r>
      <w:r w:rsidR="00875589" w:rsidRPr="00C36C9B">
        <w:fldChar w:fldCharType="separate"/>
      </w:r>
      <w:r w:rsidR="00C34FC2" w:rsidRPr="00C34FC2">
        <w:rPr>
          <w:noProof/>
          <w:lang w:val="en-US"/>
        </w:rPr>
        <w:t>3</w:t>
      </w:r>
      <w:r w:rsidR="00875589" w:rsidRPr="00C36C9B">
        <w:fldChar w:fldCharType="end"/>
      </w:r>
      <w:bookmarkEnd w:id="11"/>
    </w:p>
    <w:p w14:paraId="17803604" w14:textId="0401F820" w:rsidR="001A33D0" w:rsidRPr="00BC394B" w:rsidRDefault="00042206" w:rsidP="001A33D0">
      <w:pPr>
        <w:pStyle w:val="Terms"/>
      </w:pPr>
      <w:r>
        <w:t>bitstream</w:t>
      </w:r>
    </w:p>
    <w:p w14:paraId="2CA4F725" w14:textId="5BFD2E03" w:rsidR="001A33D0" w:rsidRPr="00BC394B" w:rsidRDefault="00042206" w:rsidP="00875589">
      <w:pPr>
        <w:pStyle w:val="Definition"/>
      </w:pPr>
      <w:r w:rsidRPr="00596FC7">
        <w:t xml:space="preserve">sequence of bits that forms the representation of </w:t>
      </w:r>
      <w:r w:rsidRPr="00596FC7">
        <w:rPr>
          <w:i/>
          <w:iCs/>
        </w:rPr>
        <w:t>coded volumetric frames</w:t>
      </w:r>
      <w:r w:rsidRPr="00596FC7">
        <w:rPr>
          <w:iCs/>
        </w:rPr>
        <w:t xml:space="preserve"> and associated data forming one or more </w:t>
      </w:r>
      <w:r w:rsidR="00875589" w:rsidRPr="00875589">
        <w:rPr>
          <w:i/>
        </w:rPr>
        <w:t>coded MIV sequences</w:t>
      </w:r>
    </w:p>
    <w:p w14:paraId="7081CB85" w14:textId="4010C10A" w:rsidR="006E00EE" w:rsidRPr="00BC394B" w:rsidRDefault="006E00EE" w:rsidP="006E00EE">
      <w:pPr>
        <w:pStyle w:val="TermNum"/>
      </w:pPr>
      <w:bookmarkStart w:id="12" w:name="term_zip_file"/>
      <w:r w:rsidRPr="00BC394B">
        <w:t>3.</w:t>
      </w:r>
      <w:fldSimple w:instr=" SEQ TermId \* MERGEFORMAT ">
        <w:r w:rsidR="00C34FC2" w:rsidRPr="00C34FC2">
          <w:rPr>
            <w:noProof/>
            <w:lang w:val="en-US"/>
          </w:rPr>
          <w:t>4</w:t>
        </w:r>
      </w:fldSimple>
      <w:bookmarkEnd w:id="12"/>
    </w:p>
    <w:p w14:paraId="3E69A919" w14:textId="7D8D4AA3" w:rsidR="006E00EE" w:rsidRPr="00BC394B" w:rsidRDefault="00E95805" w:rsidP="006E00EE">
      <w:pPr>
        <w:pStyle w:val="Terms"/>
      </w:pPr>
      <w:r>
        <w:t xml:space="preserve">bitstream </w:t>
      </w:r>
      <w:r w:rsidR="006E00EE">
        <w:t>zip-file</w:t>
      </w:r>
    </w:p>
    <w:p w14:paraId="7689009E" w14:textId="51452B27" w:rsidR="006E00EE" w:rsidRDefault="006E00EE" w:rsidP="006E00EE">
      <w:pPr>
        <w:pStyle w:val="Definition"/>
      </w:pPr>
      <w:r>
        <w:t>an archive file containing a bitstream plus files with information on that bitstream for the purpose of decoder conformance testing</w:t>
      </w:r>
    </w:p>
    <w:p w14:paraId="70B0D34C" w14:textId="28BE9CCF" w:rsidR="001A33D0" w:rsidRPr="00BC394B" w:rsidRDefault="001A33D0" w:rsidP="001A33D0">
      <w:pPr>
        <w:pStyle w:val="TermNum"/>
      </w:pPr>
      <w:bookmarkStart w:id="13" w:name="term_decoder"/>
      <w:r w:rsidRPr="00BC394B">
        <w:t>3.</w:t>
      </w:r>
      <w:r w:rsidR="00875589" w:rsidRPr="00C36C9B">
        <w:fldChar w:fldCharType="begin"/>
      </w:r>
      <w:r w:rsidR="00875589" w:rsidRPr="00C36C9B">
        <w:instrText xml:space="preserve"> SEQ TermId </w:instrText>
      </w:r>
      <w:r w:rsidR="00C36C9B" w:rsidRPr="00C36C9B">
        <w:instrText>\</w:instrText>
      </w:r>
      <w:r w:rsidR="00875589" w:rsidRPr="00C36C9B">
        <w:instrText xml:space="preserve">* MERGEFORMAT </w:instrText>
      </w:r>
      <w:r w:rsidR="00875589" w:rsidRPr="00C36C9B">
        <w:fldChar w:fldCharType="separate"/>
      </w:r>
      <w:r w:rsidR="00C34FC2" w:rsidRPr="00C34FC2">
        <w:rPr>
          <w:noProof/>
          <w:lang w:val="en-US"/>
        </w:rPr>
        <w:t>5</w:t>
      </w:r>
      <w:r w:rsidR="00875589" w:rsidRPr="00C36C9B">
        <w:fldChar w:fldCharType="end"/>
      </w:r>
      <w:bookmarkEnd w:id="13"/>
    </w:p>
    <w:p w14:paraId="4AA6FE26" w14:textId="4D3D13FB" w:rsidR="001A33D0" w:rsidRPr="00BC394B" w:rsidRDefault="00875589" w:rsidP="001A33D0">
      <w:pPr>
        <w:pStyle w:val="Terms"/>
      </w:pPr>
      <w:r>
        <w:t>decoder</w:t>
      </w:r>
    </w:p>
    <w:p w14:paraId="0370D53F" w14:textId="33500493" w:rsidR="001A33D0" w:rsidRDefault="00875589" w:rsidP="001A33D0">
      <w:pPr>
        <w:pStyle w:val="Definition"/>
      </w:pPr>
      <w:r>
        <w:t xml:space="preserve">embodiment of the decoding process specified by </w:t>
      </w:r>
      <w:r w:rsidR="00AF3CC5">
        <w:fldChar w:fldCharType="begin"/>
      </w:r>
      <w:r w:rsidR="00AF3CC5">
        <w:instrText xml:space="preserve"> REF normref_miv \h </w:instrText>
      </w:r>
      <w:r w:rsidR="00AF3CC5">
        <w:fldChar w:fldCharType="separate"/>
      </w:r>
      <w:r w:rsidR="00C34FC2" w:rsidRPr="00BC394B">
        <w:t>ISO</w:t>
      </w:r>
      <w:r w:rsidR="00C34FC2">
        <w:t>/IEC</w:t>
      </w:r>
      <w:r w:rsidR="00C34FC2" w:rsidRPr="00BC394B">
        <w:t> </w:t>
      </w:r>
      <w:r w:rsidR="00C34FC2" w:rsidRPr="00DE0EC1">
        <w:t>DIS</w:t>
      </w:r>
      <w:r w:rsidR="00C34FC2">
        <w:t> 23090</w:t>
      </w:r>
      <w:r w:rsidR="00C34FC2" w:rsidRPr="00BC394B">
        <w:noBreakHyphen/>
      </w:r>
      <w:r w:rsidR="00C34FC2">
        <w:t>12</w:t>
      </w:r>
      <w:r w:rsidR="00AF3CC5">
        <w:fldChar w:fldCharType="end"/>
      </w:r>
    </w:p>
    <w:p w14:paraId="043EB800" w14:textId="1D120B39" w:rsidR="00875589" w:rsidRDefault="00875589" w:rsidP="00875589">
      <w:pPr>
        <w:pStyle w:val="TermNote"/>
      </w:pPr>
      <w:r>
        <w:t>NOTE 1 – The decod</w:t>
      </w:r>
      <w:r w:rsidR="003A4DE8">
        <w:t>ing process</w:t>
      </w:r>
      <w:r>
        <w:t xml:space="preserve"> does not include </w:t>
      </w:r>
      <w:r w:rsidR="00DE0EC1">
        <w:t>post-decoding, reconstruction</w:t>
      </w:r>
      <w:r>
        <w:t xml:space="preserve"> and display process, which </w:t>
      </w:r>
      <w:r w:rsidR="00DE0EC1">
        <w:t>are</w:t>
      </w:r>
      <w:r>
        <w:t xml:space="preserve"> outside of the scope of this document.</w:t>
      </w:r>
    </w:p>
    <w:p w14:paraId="2A759524" w14:textId="7940279C" w:rsidR="00DE0EC1" w:rsidRPr="00BC394B" w:rsidRDefault="00DE0EC1" w:rsidP="00DE0EC1">
      <w:pPr>
        <w:pStyle w:val="TermNum"/>
      </w:pPr>
      <w:bookmarkStart w:id="14" w:name="term_decoder_output_log"/>
      <w:r w:rsidRPr="00BC394B">
        <w:t>3.</w:t>
      </w:r>
      <w:fldSimple w:instr=" SEQ TermId \* MERGEFORMAT ">
        <w:r w:rsidR="00C34FC2" w:rsidRPr="00C34FC2">
          <w:rPr>
            <w:noProof/>
            <w:lang w:val="en-US"/>
          </w:rPr>
          <w:t>6</w:t>
        </w:r>
      </w:fldSimple>
      <w:bookmarkEnd w:id="14"/>
    </w:p>
    <w:p w14:paraId="7BE75460" w14:textId="77777777" w:rsidR="00DE0EC1" w:rsidRPr="00BC394B" w:rsidRDefault="00DE0EC1" w:rsidP="00DE0EC1">
      <w:pPr>
        <w:pStyle w:val="Terms"/>
      </w:pPr>
      <w:r>
        <w:t>decoder output log</w:t>
      </w:r>
    </w:p>
    <w:p w14:paraId="749CDFF5" w14:textId="60FECF9B" w:rsidR="00DE0EC1" w:rsidRDefault="00DE0EC1" w:rsidP="00DE0EC1">
      <w:pPr>
        <w:pStyle w:val="Definition"/>
      </w:pPr>
      <w:r>
        <w:t xml:space="preserve">log-file according to the format specified in </w:t>
      </w:r>
      <w:r w:rsidR="003A4DE8">
        <w:t xml:space="preserve">clause </w:t>
      </w:r>
      <w:r w:rsidR="003A4DE8">
        <w:fldChar w:fldCharType="begin"/>
      </w:r>
      <w:r w:rsidR="003A4DE8">
        <w:instrText xml:space="preserve"> REF _Ref72490945 \r \h </w:instrText>
      </w:r>
      <w:r w:rsidR="003A4DE8">
        <w:fldChar w:fldCharType="separate"/>
      </w:r>
      <w:r w:rsidR="00C34FC2">
        <w:t>8</w:t>
      </w:r>
      <w:r w:rsidR="003A4DE8">
        <w:fldChar w:fldCharType="end"/>
      </w:r>
      <w:r w:rsidR="003A4DE8">
        <w:t xml:space="preserve"> of </w:t>
      </w:r>
      <w:r>
        <w:t xml:space="preserve">this document, that is output by a </w:t>
      </w:r>
      <w:r w:rsidRPr="009D5FC9">
        <w:rPr>
          <w:i/>
          <w:iCs/>
        </w:rPr>
        <w:t>decoder</w:t>
      </w:r>
      <w:r>
        <w:t> (</w:t>
      </w:r>
      <w:r>
        <w:fldChar w:fldCharType="begin"/>
      </w:r>
      <w:r>
        <w:instrText xml:space="preserve"> REF term_decoder \h </w:instrText>
      </w:r>
      <w:r>
        <w:fldChar w:fldCharType="separate"/>
      </w:r>
      <w:r w:rsidR="00C34FC2" w:rsidRPr="00BC394B">
        <w:t>3.</w:t>
      </w:r>
      <w:r w:rsidR="00C34FC2" w:rsidRPr="00C34FC2">
        <w:rPr>
          <w:noProof/>
          <w:lang w:val="en-US"/>
        </w:rPr>
        <w:t>5</w:t>
      </w:r>
      <w:r>
        <w:fldChar w:fldCharType="end"/>
      </w:r>
      <w:r>
        <w:t xml:space="preserve">) in response to a </w:t>
      </w:r>
      <w:r w:rsidRPr="009D5FC9">
        <w:rPr>
          <w:i/>
          <w:iCs/>
        </w:rPr>
        <w:t>bitstream</w:t>
      </w:r>
      <w:r>
        <w:t xml:space="preserve"> (</w:t>
      </w:r>
      <w:r>
        <w:fldChar w:fldCharType="begin"/>
      </w:r>
      <w:r>
        <w:instrText xml:space="preserve"> REF term_bitstream \h </w:instrText>
      </w:r>
      <w:r>
        <w:fldChar w:fldCharType="separate"/>
      </w:r>
      <w:r w:rsidR="00C34FC2" w:rsidRPr="00BC394B">
        <w:t>3.</w:t>
      </w:r>
      <w:r w:rsidR="00C34FC2" w:rsidRPr="00C34FC2">
        <w:rPr>
          <w:noProof/>
          <w:lang w:val="en-US"/>
        </w:rPr>
        <w:t>3</w:t>
      </w:r>
      <w:r>
        <w:fldChar w:fldCharType="end"/>
      </w:r>
      <w:r>
        <w:t>) for the purpose of decoder conformance testing</w:t>
      </w:r>
    </w:p>
    <w:p w14:paraId="7D2A12D3" w14:textId="4E75D06A" w:rsidR="00875589" w:rsidRPr="00BC394B" w:rsidRDefault="00875589" w:rsidP="00875589">
      <w:pPr>
        <w:pStyle w:val="TermNum"/>
      </w:pPr>
      <w:bookmarkStart w:id="15" w:name="term_encoder"/>
      <w:r w:rsidRPr="00BC394B">
        <w:lastRenderedPageBreak/>
        <w:t>3.</w:t>
      </w:r>
      <w:fldSimple w:instr=" SEQ TermId \* MERGEFORMAT ">
        <w:r w:rsidR="00C34FC2" w:rsidRPr="00C34FC2">
          <w:rPr>
            <w:noProof/>
            <w:lang w:val="en-US"/>
          </w:rPr>
          <w:t>7</w:t>
        </w:r>
      </w:fldSimple>
      <w:bookmarkEnd w:id="15"/>
    </w:p>
    <w:p w14:paraId="522116CC" w14:textId="6BE3D690" w:rsidR="00875589" w:rsidRPr="00BC394B" w:rsidRDefault="00875589" w:rsidP="00875589">
      <w:pPr>
        <w:pStyle w:val="Terms"/>
      </w:pPr>
      <w:r>
        <w:t>encoder</w:t>
      </w:r>
    </w:p>
    <w:p w14:paraId="5A746A8C" w14:textId="2B3B03CA" w:rsidR="00875589" w:rsidRDefault="00C36C9B" w:rsidP="00875589">
      <w:pPr>
        <w:pStyle w:val="Definition"/>
      </w:pPr>
      <w:r>
        <w:t>e</w:t>
      </w:r>
      <w:r w:rsidR="00875589">
        <w:t>mbodiment of a process, not specified in this document</w:t>
      </w:r>
      <w:r w:rsidR="003A4DE8">
        <w:t>,</w:t>
      </w:r>
      <w:r w:rsidR="00875589">
        <w:t xml:space="preserve"> that produces a </w:t>
      </w:r>
      <w:r w:rsidR="00875589" w:rsidRPr="00C36C9B">
        <w:rPr>
          <w:i/>
          <w:iCs/>
        </w:rPr>
        <w:t>bitstream</w:t>
      </w:r>
      <w:r w:rsidR="00875589">
        <w:t> (</w:t>
      </w:r>
      <w:r>
        <w:fldChar w:fldCharType="begin"/>
      </w:r>
      <w:r>
        <w:instrText xml:space="preserve"> REF term_decoder \h </w:instrText>
      </w:r>
      <w:r>
        <w:fldChar w:fldCharType="separate"/>
      </w:r>
      <w:r w:rsidR="00C34FC2" w:rsidRPr="00BC394B">
        <w:t>3.</w:t>
      </w:r>
      <w:r w:rsidR="00C34FC2" w:rsidRPr="00C34FC2">
        <w:rPr>
          <w:noProof/>
          <w:lang w:val="en-US"/>
        </w:rPr>
        <w:t>5</w:t>
      </w:r>
      <w:r>
        <w:fldChar w:fldCharType="end"/>
      </w:r>
      <w:r w:rsidR="00875589">
        <w:t>)</w:t>
      </w:r>
    </w:p>
    <w:p w14:paraId="2BBEC9D3" w14:textId="36921FBC" w:rsidR="00DE0EC1" w:rsidRPr="00BC394B" w:rsidRDefault="00DE0EC1" w:rsidP="00DE0EC1">
      <w:pPr>
        <w:pStyle w:val="TermNum"/>
      </w:pPr>
      <w:bookmarkStart w:id="16" w:name="term_reference_software_decoder"/>
      <w:r w:rsidRPr="00BC394B">
        <w:t>3.</w:t>
      </w:r>
      <w:fldSimple w:instr=" SEQ TermId \* MERGEFORMAT ">
        <w:r w:rsidR="00C34FC2" w:rsidRPr="00C34FC2">
          <w:rPr>
            <w:noProof/>
            <w:lang w:val="en-US"/>
          </w:rPr>
          <w:t>8</w:t>
        </w:r>
      </w:fldSimple>
      <w:bookmarkEnd w:id="16"/>
    </w:p>
    <w:p w14:paraId="515175C6" w14:textId="2D29CC78" w:rsidR="00DE0EC1" w:rsidRPr="00BC394B" w:rsidRDefault="00DE0EC1" w:rsidP="00DE0EC1">
      <w:pPr>
        <w:pStyle w:val="Terms"/>
      </w:pPr>
      <w:r>
        <w:t>reference software decoder</w:t>
      </w:r>
    </w:p>
    <w:p w14:paraId="3D2009C4" w14:textId="5CEABC7B" w:rsidR="00DE0EC1" w:rsidRDefault="00DE0EC1" w:rsidP="00DE0EC1">
      <w:pPr>
        <w:pStyle w:val="Definition"/>
      </w:pPr>
      <w:r>
        <w:t xml:space="preserve">the </w:t>
      </w:r>
      <w:r w:rsidRPr="00DE0EC1">
        <w:rPr>
          <w:i/>
          <w:iCs/>
        </w:rPr>
        <w:t>decoder</w:t>
      </w:r>
      <w:r>
        <w:t xml:space="preserve"> (</w:t>
      </w:r>
      <w:r>
        <w:fldChar w:fldCharType="begin"/>
      </w:r>
      <w:r>
        <w:instrText xml:space="preserve"> REF term_decoder \h </w:instrText>
      </w:r>
      <w:r>
        <w:fldChar w:fldCharType="separate"/>
      </w:r>
      <w:r w:rsidR="00C34FC2" w:rsidRPr="00BC394B">
        <w:t>3.</w:t>
      </w:r>
      <w:r w:rsidR="00C34FC2" w:rsidRPr="00C34FC2">
        <w:rPr>
          <w:noProof/>
          <w:lang w:val="en-US"/>
        </w:rPr>
        <w:t>5</w:t>
      </w:r>
      <w:r>
        <w:fldChar w:fldCharType="end"/>
      </w:r>
      <w:r>
        <w:t xml:space="preserve">) that is specified in subclause </w:t>
      </w:r>
      <w:r>
        <w:fldChar w:fldCharType="begin"/>
      </w:r>
      <w:r>
        <w:instrText xml:space="preserve"> REF _Ref72490504 \r \h </w:instrText>
      </w:r>
      <w:r>
        <w:fldChar w:fldCharType="separate"/>
      </w:r>
      <w:r w:rsidR="00C34FC2">
        <w:t>7.4.2</w:t>
      </w:r>
      <w:r>
        <w:fldChar w:fldCharType="end"/>
      </w:r>
      <w:r>
        <w:t xml:space="preserve"> of this document</w:t>
      </w:r>
    </w:p>
    <w:p w14:paraId="066F06A1" w14:textId="282F55DD" w:rsidR="00DE0EC1" w:rsidRPr="00BC394B" w:rsidRDefault="00DE0EC1" w:rsidP="00DE0EC1">
      <w:pPr>
        <w:pStyle w:val="TermNum"/>
      </w:pPr>
      <w:bookmarkStart w:id="17" w:name="term_reference_software_encoder"/>
      <w:r w:rsidRPr="00BC394B">
        <w:t>3.</w:t>
      </w:r>
      <w:fldSimple w:instr=" SEQ TermId \* MERGEFORMAT ">
        <w:r w:rsidR="00C34FC2" w:rsidRPr="00C34FC2">
          <w:rPr>
            <w:noProof/>
            <w:lang w:val="en-US"/>
          </w:rPr>
          <w:t>9</w:t>
        </w:r>
      </w:fldSimple>
      <w:bookmarkEnd w:id="17"/>
    </w:p>
    <w:p w14:paraId="6C5DFD64" w14:textId="2834429B" w:rsidR="00DE0EC1" w:rsidRPr="00BC394B" w:rsidRDefault="00DE0EC1" w:rsidP="00DE0EC1">
      <w:pPr>
        <w:pStyle w:val="Terms"/>
      </w:pPr>
      <w:r>
        <w:t>reference software encoder</w:t>
      </w:r>
    </w:p>
    <w:p w14:paraId="6CCEDA4A" w14:textId="09F9C3F4" w:rsidR="00DE0EC1" w:rsidRDefault="00DE0EC1" w:rsidP="00DE0EC1">
      <w:pPr>
        <w:pStyle w:val="Definition"/>
      </w:pPr>
      <w:r>
        <w:t xml:space="preserve">the </w:t>
      </w:r>
      <w:r w:rsidRPr="00DE0EC1">
        <w:rPr>
          <w:i/>
          <w:iCs/>
        </w:rPr>
        <w:t>encoder</w:t>
      </w:r>
      <w:r>
        <w:t xml:space="preserve"> (</w:t>
      </w:r>
      <w:r>
        <w:fldChar w:fldCharType="begin"/>
      </w:r>
      <w:r>
        <w:instrText xml:space="preserve"> REF term_encoder \h </w:instrText>
      </w:r>
      <w:r>
        <w:fldChar w:fldCharType="separate"/>
      </w:r>
      <w:r w:rsidR="00C34FC2" w:rsidRPr="00BC394B">
        <w:t>3.</w:t>
      </w:r>
      <w:r w:rsidR="00C34FC2" w:rsidRPr="00C34FC2">
        <w:rPr>
          <w:noProof/>
          <w:lang w:val="en-US"/>
        </w:rPr>
        <w:t>7</w:t>
      </w:r>
      <w:r>
        <w:fldChar w:fldCharType="end"/>
      </w:r>
      <w:r>
        <w:t xml:space="preserve">) that is specified in subclause </w:t>
      </w:r>
      <w:r>
        <w:fldChar w:fldCharType="begin"/>
      </w:r>
      <w:r>
        <w:instrText xml:space="preserve"> REF _Ref72490556 \r \h </w:instrText>
      </w:r>
      <w:r>
        <w:fldChar w:fldCharType="separate"/>
      </w:r>
      <w:r w:rsidR="00C34FC2">
        <w:t>7.4.1</w:t>
      </w:r>
      <w:r>
        <w:fldChar w:fldCharType="end"/>
      </w:r>
      <w:r>
        <w:t xml:space="preserve"> of this document</w:t>
      </w:r>
    </w:p>
    <w:p w14:paraId="1795D0F3" w14:textId="1C43C0F8" w:rsidR="002D042B" w:rsidRDefault="002F1AA9" w:rsidP="00FA5053">
      <w:pPr>
        <w:pStyle w:val="Heading1"/>
      </w:pPr>
      <w:bookmarkStart w:id="18" w:name="_Toc72493456"/>
      <w:r>
        <w:t>A</w:t>
      </w:r>
      <w:r w:rsidR="002D042B">
        <w:t>bbreviated terms</w:t>
      </w:r>
      <w:bookmarkEnd w:id="18"/>
    </w:p>
    <w:p w14:paraId="01862151" w14:textId="35D8689B" w:rsidR="002D042B" w:rsidRPr="002D042B" w:rsidRDefault="002D042B" w:rsidP="002D042B">
      <w:pPr>
        <w:rPr>
          <w:lang w:eastAsia="ja-JP"/>
        </w:rPr>
      </w:pPr>
      <w:r w:rsidRPr="00BC394B">
        <w:t xml:space="preserve">For the purposes of this document, </w:t>
      </w:r>
      <w:r w:rsidR="002F1AA9">
        <w:t xml:space="preserve">the </w:t>
      </w:r>
      <w:r>
        <w:rPr>
          <w:lang w:eastAsia="ja-JP"/>
        </w:rPr>
        <w:t xml:space="preserve">abbreviated terms </w:t>
      </w:r>
      <w:r w:rsidR="00970895">
        <w:rPr>
          <w:lang w:eastAsia="ja-JP"/>
        </w:rPr>
        <w:t xml:space="preserve">of </w:t>
      </w:r>
      <w:r>
        <w:rPr>
          <w:lang w:eastAsia="ja-JP"/>
        </w:rPr>
        <w:fldChar w:fldCharType="begin"/>
      </w:r>
      <w:r>
        <w:rPr>
          <w:lang w:eastAsia="ja-JP"/>
        </w:rPr>
        <w:instrText xml:space="preserve"> REF normref_miv \h </w:instrText>
      </w:r>
      <w:r>
        <w:rPr>
          <w:lang w:eastAsia="ja-JP"/>
        </w:rPr>
      </w:r>
      <w:r>
        <w:rPr>
          <w:lang w:eastAsia="ja-JP"/>
        </w:rPr>
        <w:fldChar w:fldCharType="separate"/>
      </w:r>
      <w:r w:rsidR="00C34FC2" w:rsidRPr="00BC394B">
        <w:t>ISO</w:t>
      </w:r>
      <w:r w:rsidR="00C34FC2">
        <w:t>/IEC</w:t>
      </w:r>
      <w:r w:rsidR="00C34FC2" w:rsidRPr="00BC394B">
        <w:t> </w:t>
      </w:r>
      <w:r w:rsidR="00C34FC2" w:rsidRPr="00DE0EC1">
        <w:t>DIS</w:t>
      </w:r>
      <w:r w:rsidR="00C34FC2">
        <w:t> 23090</w:t>
      </w:r>
      <w:r w:rsidR="00C34FC2" w:rsidRPr="00BC394B">
        <w:noBreakHyphen/>
      </w:r>
      <w:r w:rsidR="00C34FC2">
        <w:t>12</w:t>
      </w:r>
      <w:r>
        <w:rPr>
          <w:lang w:eastAsia="ja-JP"/>
        </w:rPr>
        <w:fldChar w:fldCharType="end"/>
      </w:r>
      <w:r>
        <w:rPr>
          <w:lang w:eastAsia="ja-JP"/>
        </w:rPr>
        <w:t xml:space="preserve"> apply.</w:t>
      </w:r>
    </w:p>
    <w:p w14:paraId="0BB631F6" w14:textId="3CEB53C0" w:rsidR="002D042B" w:rsidRDefault="002D042B" w:rsidP="00FA5053">
      <w:pPr>
        <w:pStyle w:val="Heading1"/>
      </w:pPr>
      <w:bookmarkStart w:id="19" w:name="_Toc72493457"/>
      <w:r>
        <w:t>Conventions</w:t>
      </w:r>
      <w:bookmarkEnd w:id="19"/>
    </w:p>
    <w:p w14:paraId="2AF8C3AB" w14:textId="52251B29" w:rsidR="002D042B" w:rsidRPr="002D042B" w:rsidRDefault="002D042B" w:rsidP="002D042B">
      <w:pPr>
        <w:rPr>
          <w:lang w:eastAsia="ja-JP"/>
        </w:rPr>
      </w:pPr>
      <w:r w:rsidRPr="00BC394B">
        <w:t xml:space="preserve">For the purposes of this document, </w:t>
      </w:r>
      <w:r>
        <w:t>t</w:t>
      </w:r>
      <w:r>
        <w:rPr>
          <w:lang w:eastAsia="ja-JP"/>
        </w:rPr>
        <w:t xml:space="preserve">he conventions </w:t>
      </w:r>
      <w:r w:rsidR="00970895">
        <w:rPr>
          <w:lang w:eastAsia="ja-JP"/>
        </w:rPr>
        <w:t>specified in</w:t>
      </w:r>
      <w:r>
        <w:rPr>
          <w:lang w:eastAsia="ja-JP"/>
        </w:rPr>
        <w:t xml:space="preserve"> </w:t>
      </w:r>
      <w:r>
        <w:rPr>
          <w:lang w:eastAsia="ja-JP"/>
        </w:rPr>
        <w:fldChar w:fldCharType="begin"/>
      </w:r>
      <w:r>
        <w:rPr>
          <w:lang w:eastAsia="ja-JP"/>
        </w:rPr>
        <w:instrText xml:space="preserve"> REF normref_miv \h </w:instrText>
      </w:r>
      <w:r>
        <w:rPr>
          <w:lang w:eastAsia="ja-JP"/>
        </w:rPr>
      </w:r>
      <w:r>
        <w:rPr>
          <w:lang w:eastAsia="ja-JP"/>
        </w:rPr>
        <w:fldChar w:fldCharType="separate"/>
      </w:r>
      <w:r w:rsidR="00C34FC2" w:rsidRPr="00BC394B">
        <w:t>ISO</w:t>
      </w:r>
      <w:r w:rsidR="00C34FC2">
        <w:t>/IEC</w:t>
      </w:r>
      <w:r w:rsidR="00C34FC2" w:rsidRPr="00BC394B">
        <w:t> </w:t>
      </w:r>
      <w:r w:rsidR="00C34FC2" w:rsidRPr="00DE0EC1">
        <w:t>DIS</w:t>
      </w:r>
      <w:r w:rsidR="00C34FC2">
        <w:t> 23090</w:t>
      </w:r>
      <w:r w:rsidR="00C34FC2" w:rsidRPr="00BC394B">
        <w:noBreakHyphen/>
      </w:r>
      <w:r w:rsidR="00C34FC2">
        <w:t>12</w:t>
      </w:r>
      <w:r>
        <w:rPr>
          <w:lang w:eastAsia="ja-JP"/>
        </w:rPr>
        <w:fldChar w:fldCharType="end"/>
      </w:r>
      <w:r>
        <w:rPr>
          <w:lang w:eastAsia="ja-JP"/>
        </w:rPr>
        <w:t xml:space="preserve"> apply.</w:t>
      </w:r>
    </w:p>
    <w:p w14:paraId="57120AA2" w14:textId="5DC939AB" w:rsidR="001A33D0" w:rsidRDefault="00FA5053" w:rsidP="00FA5053">
      <w:pPr>
        <w:pStyle w:val="Heading1"/>
      </w:pPr>
      <w:bookmarkStart w:id="20" w:name="_Toc72493458"/>
      <w:r>
        <w:t>Conformance testing</w:t>
      </w:r>
      <w:bookmarkEnd w:id="20"/>
    </w:p>
    <w:p w14:paraId="00CF2EBF" w14:textId="64A18108" w:rsidR="00B4043B" w:rsidRDefault="00B4043B" w:rsidP="00FA5053">
      <w:pPr>
        <w:pStyle w:val="Heading2"/>
      </w:pPr>
      <w:bookmarkStart w:id="21" w:name="_Toc72493459"/>
      <w:r>
        <w:t>Introduction</w:t>
      </w:r>
      <w:bookmarkEnd w:id="21"/>
    </w:p>
    <w:p w14:paraId="22DFF164" w14:textId="1AD82CA9" w:rsidR="00B4043B" w:rsidRPr="00B4043B" w:rsidRDefault="00B4043B" w:rsidP="00B4043B">
      <w:pPr>
        <w:rPr>
          <w:lang w:eastAsia="ja-JP"/>
        </w:rPr>
      </w:pPr>
      <w:r>
        <w:rPr>
          <w:lang w:eastAsia="ja-JP"/>
        </w:rPr>
        <w:t>The following clauses specify normative tests for verifying the conformance of bitstreams as well as decoders. Those normative tests make use of test data (bitstream test suites) provides as an electronic annex to this document and the reference software decoder.</w:t>
      </w:r>
    </w:p>
    <w:p w14:paraId="45FD184B" w14:textId="46FF3831" w:rsidR="00FA5053" w:rsidRDefault="00FA5053" w:rsidP="00FA5053">
      <w:pPr>
        <w:pStyle w:val="Heading2"/>
      </w:pPr>
      <w:bookmarkStart w:id="22" w:name="_Toc72493460"/>
      <w:r>
        <w:t>Bitstream conformance</w:t>
      </w:r>
      <w:bookmarkEnd w:id="22"/>
    </w:p>
    <w:p w14:paraId="481B8033" w14:textId="053A2B14" w:rsidR="00970895" w:rsidRPr="00970895" w:rsidRDefault="00970895" w:rsidP="00970895">
      <w:pPr>
        <w:rPr>
          <w:lang w:eastAsia="ja-JP"/>
        </w:rPr>
      </w:pPr>
      <w:r>
        <w:rPr>
          <w:lang w:eastAsia="ja-JP"/>
        </w:rPr>
        <w:t xml:space="preserve">The bitstream conformance of </w:t>
      </w:r>
      <w:r>
        <w:rPr>
          <w:lang w:eastAsia="ja-JP"/>
        </w:rPr>
        <w:fldChar w:fldCharType="begin"/>
      </w:r>
      <w:r>
        <w:rPr>
          <w:lang w:eastAsia="ja-JP"/>
        </w:rPr>
        <w:instrText xml:space="preserve"> REF normref_miv \h </w:instrText>
      </w:r>
      <w:r>
        <w:rPr>
          <w:lang w:eastAsia="ja-JP"/>
        </w:rPr>
      </w:r>
      <w:r>
        <w:rPr>
          <w:lang w:eastAsia="ja-JP"/>
        </w:rPr>
        <w:fldChar w:fldCharType="separate"/>
      </w:r>
      <w:r w:rsidR="00C34FC2" w:rsidRPr="00BC394B">
        <w:t>ISO</w:t>
      </w:r>
      <w:r w:rsidR="00C34FC2">
        <w:t>/IEC</w:t>
      </w:r>
      <w:r w:rsidR="00C34FC2" w:rsidRPr="00BC394B">
        <w:t> </w:t>
      </w:r>
      <w:r w:rsidR="00C34FC2" w:rsidRPr="00DE0EC1">
        <w:t>DIS</w:t>
      </w:r>
      <w:r w:rsidR="00C34FC2">
        <w:t> 23090</w:t>
      </w:r>
      <w:r w:rsidR="00C34FC2" w:rsidRPr="00BC394B">
        <w:noBreakHyphen/>
      </w:r>
      <w:r w:rsidR="00C34FC2">
        <w:t>12</w:t>
      </w:r>
      <w:r>
        <w:rPr>
          <w:lang w:eastAsia="ja-JP"/>
        </w:rPr>
        <w:fldChar w:fldCharType="end"/>
      </w:r>
      <w:r>
        <w:rPr>
          <w:lang w:eastAsia="ja-JP"/>
        </w:rPr>
        <w:t xml:space="preserve"> is specified in </w:t>
      </w:r>
      <w:r w:rsidR="0033112F">
        <w:rPr>
          <w:lang w:eastAsia="ja-JP"/>
        </w:rPr>
        <w:t>that</w:t>
      </w:r>
      <w:r>
        <w:rPr>
          <w:lang w:eastAsia="ja-JP"/>
        </w:rPr>
        <w:t xml:space="preserve"> document.</w:t>
      </w:r>
    </w:p>
    <w:p w14:paraId="75E21EA1" w14:textId="2F9C1048" w:rsidR="00FA5053" w:rsidRDefault="00FA5053" w:rsidP="00FA5053">
      <w:pPr>
        <w:pStyle w:val="Heading2"/>
      </w:pPr>
      <w:bookmarkStart w:id="23" w:name="_Toc72493461"/>
      <w:r>
        <w:t>Decoder conformance</w:t>
      </w:r>
      <w:bookmarkEnd w:id="23"/>
    </w:p>
    <w:p w14:paraId="300BF3EB" w14:textId="381771A8" w:rsidR="00970895" w:rsidRPr="00970895" w:rsidRDefault="00970895" w:rsidP="00970895">
      <w:pPr>
        <w:rPr>
          <w:lang w:eastAsia="ja-JP"/>
        </w:rPr>
      </w:pPr>
      <w:r>
        <w:rPr>
          <w:lang w:eastAsia="ja-JP"/>
        </w:rPr>
        <w:t xml:space="preserve">The decoder conformance of </w:t>
      </w:r>
      <w:r>
        <w:rPr>
          <w:lang w:eastAsia="ja-JP"/>
        </w:rPr>
        <w:fldChar w:fldCharType="begin"/>
      </w:r>
      <w:r>
        <w:rPr>
          <w:lang w:eastAsia="ja-JP"/>
        </w:rPr>
        <w:instrText xml:space="preserve"> REF normref_miv \h </w:instrText>
      </w:r>
      <w:r>
        <w:rPr>
          <w:lang w:eastAsia="ja-JP"/>
        </w:rPr>
      </w:r>
      <w:r>
        <w:rPr>
          <w:lang w:eastAsia="ja-JP"/>
        </w:rPr>
        <w:fldChar w:fldCharType="separate"/>
      </w:r>
      <w:r w:rsidR="00C34FC2" w:rsidRPr="00BC394B">
        <w:t>ISO</w:t>
      </w:r>
      <w:r w:rsidR="00C34FC2">
        <w:t>/IEC</w:t>
      </w:r>
      <w:r w:rsidR="00C34FC2" w:rsidRPr="00BC394B">
        <w:t> </w:t>
      </w:r>
      <w:r w:rsidR="00C34FC2" w:rsidRPr="00DE0EC1">
        <w:t>DIS</w:t>
      </w:r>
      <w:r w:rsidR="00C34FC2">
        <w:t> 23090</w:t>
      </w:r>
      <w:r w:rsidR="00C34FC2" w:rsidRPr="00BC394B">
        <w:noBreakHyphen/>
      </w:r>
      <w:r w:rsidR="00C34FC2">
        <w:t>12</w:t>
      </w:r>
      <w:r>
        <w:rPr>
          <w:lang w:eastAsia="ja-JP"/>
        </w:rPr>
        <w:fldChar w:fldCharType="end"/>
      </w:r>
      <w:r>
        <w:rPr>
          <w:lang w:eastAsia="ja-JP"/>
        </w:rPr>
        <w:t xml:space="preserve"> is specified in</w:t>
      </w:r>
      <w:r w:rsidR="0033112F">
        <w:rPr>
          <w:lang w:eastAsia="ja-JP"/>
        </w:rPr>
        <w:t xml:space="preserve"> </w:t>
      </w:r>
      <w:r>
        <w:rPr>
          <w:lang w:eastAsia="ja-JP"/>
        </w:rPr>
        <w:t>that document.</w:t>
      </w:r>
    </w:p>
    <w:p w14:paraId="7AD9364C" w14:textId="0E22803A" w:rsidR="00FA5053" w:rsidRPr="00207791" w:rsidRDefault="00FA5053" w:rsidP="00FA5053">
      <w:pPr>
        <w:pStyle w:val="Heading2"/>
      </w:pPr>
      <w:bookmarkStart w:id="24" w:name="_Toc72493462"/>
      <w:r w:rsidRPr="00207791">
        <w:t>Reference bitstreams</w:t>
      </w:r>
      <w:bookmarkEnd w:id="24"/>
    </w:p>
    <w:p w14:paraId="0D85CAAB" w14:textId="667C8908" w:rsidR="003A4DE8" w:rsidRDefault="003A4DE8" w:rsidP="00FA5053">
      <w:pPr>
        <w:rPr>
          <w:lang w:eastAsia="ja-JP"/>
        </w:rPr>
      </w:pPr>
      <w:r w:rsidRPr="003A4DE8">
        <w:rPr>
          <w:highlight w:val="yellow"/>
          <w:lang w:eastAsia="ja-JP"/>
        </w:rPr>
        <w:t xml:space="preserve">[Ed.(BK): </w:t>
      </w:r>
      <w:r>
        <w:rPr>
          <w:highlight w:val="yellow"/>
          <w:lang w:eastAsia="ja-JP"/>
        </w:rPr>
        <w:t>Attached to this document is a single example zip-file based on release candidate 9.0-rc1 of TMIV.</w:t>
      </w:r>
      <w:r>
        <w:rPr>
          <w:lang w:eastAsia="ja-JP"/>
        </w:rPr>
        <w:t>]</w:t>
      </w:r>
    </w:p>
    <w:p w14:paraId="70469467" w14:textId="0EA31ED0" w:rsidR="00444DFF" w:rsidRDefault="00444DFF" w:rsidP="00444DFF">
      <w:pPr>
        <w:pStyle w:val="Caption"/>
        <w:keepNext/>
      </w:pPr>
      <w:r>
        <w:t xml:space="preserve">Table </w:t>
      </w:r>
      <w:r>
        <w:fldChar w:fldCharType="begin"/>
      </w:r>
      <w:r>
        <w:instrText xml:space="preserve"> SEQ Table \* ARABIC </w:instrText>
      </w:r>
      <w:r>
        <w:fldChar w:fldCharType="separate"/>
      </w:r>
      <w:r w:rsidR="00C34FC2">
        <w:rPr>
          <w:noProof/>
        </w:rPr>
        <w:t>1</w:t>
      </w:r>
      <w:r>
        <w:fldChar w:fldCharType="end"/>
      </w:r>
      <w:r>
        <w:t>: List of reference bitstreams</w:t>
      </w:r>
    </w:p>
    <w:tbl>
      <w:tblPr>
        <w:tblStyle w:val="TableGrid"/>
        <w:tblW w:w="0" w:type="auto"/>
        <w:jc w:val="center"/>
        <w:tblLook w:val="04A0" w:firstRow="1" w:lastRow="0" w:firstColumn="1" w:lastColumn="0" w:noHBand="0" w:noVBand="1"/>
      </w:tblPr>
      <w:tblGrid>
        <w:gridCol w:w="1948"/>
        <w:gridCol w:w="1948"/>
        <w:gridCol w:w="1948"/>
      </w:tblGrid>
      <w:tr w:rsidR="00444DFF" w14:paraId="3BA09B45" w14:textId="77777777" w:rsidTr="00444DFF">
        <w:trPr>
          <w:jc w:val="center"/>
        </w:trPr>
        <w:tc>
          <w:tcPr>
            <w:tcW w:w="1948" w:type="dxa"/>
          </w:tcPr>
          <w:p w14:paraId="398B8376" w14:textId="4E2E6B9F" w:rsidR="00444DFF" w:rsidRDefault="00207791" w:rsidP="00FA5053">
            <w:pPr>
              <w:rPr>
                <w:lang w:eastAsia="ja-JP"/>
              </w:rPr>
            </w:pPr>
            <w:r>
              <w:rPr>
                <w:lang w:eastAsia="ja-JP"/>
              </w:rPr>
              <w:t>Name</w:t>
            </w:r>
          </w:p>
        </w:tc>
        <w:tc>
          <w:tcPr>
            <w:tcW w:w="1948" w:type="dxa"/>
          </w:tcPr>
          <w:p w14:paraId="383F2866" w14:textId="3E5F7468" w:rsidR="00444DFF" w:rsidRDefault="00444DFF" w:rsidP="00FA5053">
            <w:pPr>
              <w:rPr>
                <w:lang w:eastAsia="ja-JP"/>
              </w:rPr>
            </w:pPr>
            <w:r>
              <w:rPr>
                <w:lang w:eastAsia="ja-JP"/>
              </w:rPr>
              <w:t>Profile-tier-level</w:t>
            </w:r>
          </w:p>
        </w:tc>
        <w:tc>
          <w:tcPr>
            <w:tcW w:w="1948" w:type="dxa"/>
          </w:tcPr>
          <w:p w14:paraId="69FDA56C" w14:textId="23394D6F" w:rsidR="00444DFF" w:rsidRDefault="00444DFF" w:rsidP="00FA5053">
            <w:pPr>
              <w:rPr>
                <w:lang w:eastAsia="ja-JP"/>
              </w:rPr>
            </w:pPr>
            <w:r>
              <w:rPr>
                <w:lang w:eastAsia="ja-JP"/>
              </w:rPr>
              <w:t>Features</w:t>
            </w:r>
          </w:p>
        </w:tc>
      </w:tr>
      <w:tr w:rsidR="00444DFF" w14:paraId="535C6FC9" w14:textId="77777777" w:rsidTr="00444DFF">
        <w:trPr>
          <w:jc w:val="center"/>
        </w:trPr>
        <w:tc>
          <w:tcPr>
            <w:tcW w:w="1948" w:type="dxa"/>
          </w:tcPr>
          <w:p w14:paraId="1B718CB9" w14:textId="469E1533" w:rsidR="00444DFF" w:rsidRDefault="00444DFF" w:rsidP="00FA5053">
            <w:pPr>
              <w:rPr>
                <w:lang w:eastAsia="ja-JP"/>
              </w:rPr>
            </w:pPr>
          </w:p>
        </w:tc>
        <w:tc>
          <w:tcPr>
            <w:tcW w:w="1948" w:type="dxa"/>
          </w:tcPr>
          <w:p w14:paraId="6E3042D6" w14:textId="2E7F5D0E" w:rsidR="00444DFF" w:rsidRDefault="00444DFF" w:rsidP="00FA5053">
            <w:pPr>
              <w:rPr>
                <w:lang w:eastAsia="ja-JP"/>
              </w:rPr>
            </w:pPr>
          </w:p>
        </w:tc>
        <w:tc>
          <w:tcPr>
            <w:tcW w:w="1948" w:type="dxa"/>
          </w:tcPr>
          <w:p w14:paraId="4C80FD55" w14:textId="77777777" w:rsidR="00444DFF" w:rsidRDefault="00444DFF" w:rsidP="00FA5053">
            <w:pPr>
              <w:rPr>
                <w:lang w:eastAsia="ja-JP"/>
              </w:rPr>
            </w:pPr>
          </w:p>
        </w:tc>
      </w:tr>
      <w:tr w:rsidR="00444DFF" w14:paraId="32B21923" w14:textId="77777777" w:rsidTr="00444DFF">
        <w:trPr>
          <w:jc w:val="center"/>
        </w:trPr>
        <w:tc>
          <w:tcPr>
            <w:tcW w:w="1948" w:type="dxa"/>
          </w:tcPr>
          <w:p w14:paraId="1C396051" w14:textId="77777777" w:rsidR="00444DFF" w:rsidRDefault="00444DFF" w:rsidP="00FA5053">
            <w:pPr>
              <w:rPr>
                <w:lang w:eastAsia="ja-JP"/>
              </w:rPr>
            </w:pPr>
          </w:p>
        </w:tc>
        <w:tc>
          <w:tcPr>
            <w:tcW w:w="1948" w:type="dxa"/>
          </w:tcPr>
          <w:p w14:paraId="6030C549" w14:textId="77777777" w:rsidR="00444DFF" w:rsidRDefault="00444DFF" w:rsidP="00FA5053">
            <w:pPr>
              <w:rPr>
                <w:lang w:eastAsia="ja-JP"/>
              </w:rPr>
            </w:pPr>
          </w:p>
        </w:tc>
        <w:tc>
          <w:tcPr>
            <w:tcW w:w="1948" w:type="dxa"/>
          </w:tcPr>
          <w:p w14:paraId="4A0D74C2" w14:textId="77777777" w:rsidR="00444DFF" w:rsidRDefault="00444DFF" w:rsidP="00FA5053">
            <w:pPr>
              <w:rPr>
                <w:lang w:eastAsia="ja-JP"/>
              </w:rPr>
            </w:pPr>
          </w:p>
        </w:tc>
      </w:tr>
      <w:tr w:rsidR="00444DFF" w14:paraId="7AA2B297" w14:textId="77777777" w:rsidTr="00444DFF">
        <w:trPr>
          <w:jc w:val="center"/>
        </w:trPr>
        <w:tc>
          <w:tcPr>
            <w:tcW w:w="1948" w:type="dxa"/>
          </w:tcPr>
          <w:p w14:paraId="757B265C" w14:textId="77777777" w:rsidR="00444DFF" w:rsidRDefault="00444DFF" w:rsidP="00FA5053">
            <w:pPr>
              <w:rPr>
                <w:lang w:eastAsia="ja-JP"/>
              </w:rPr>
            </w:pPr>
          </w:p>
        </w:tc>
        <w:tc>
          <w:tcPr>
            <w:tcW w:w="1948" w:type="dxa"/>
          </w:tcPr>
          <w:p w14:paraId="107B7EAD" w14:textId="77777777" w:rsidR="00444DFF" w:rsidRDefault="00444DFF" w:rsidP="00FA5053">
            <w:pPr>
              <w:rPr>
                <w:lang w:eastAsia="ja-JP"/>
              </w:rPr>
            </w:pPr>
          </w:p>
        </w:tc>
        <w:tc>
          <w:tcPr>
            <w:tcW w:w="1948" w:type="dxa"/>
          </w:tcPr>
          <w:p w14:paraId="6CB77203" w14:textId="77777777" w:rsidR="00444DFF" w:rsidRDefault="00444DFF" w:rsidP="00FA5053">
            <w:pPr>
              <w:rPr>
                <w:lang w:eastAsia="ja-JP"/>
              </w:rPr>
            </w:pPr>
          </w:p>
        </w:tc>
      </w:tr>
    </w:tbl>
    <w:p w14:paraId="52A1EB12" w14:textId="77777777" w:rsidR="00DB56C4" w:rsidRDefault="00DB56C4" w:rsidP="00FA5053">
      <w:pPr>
        <w:rPr>
          <w:lang w:eastAsia="ja-JP"/>
        </w:rPr>
      </w:pPr>
    </w:p>
    <w:p w14:paraId="431588F6" w14:textId="26E2B33C" w:rsidR="00FA5053" w:rsidRDefault="00FA5053" w:rsidP="00FA5053">
      <w:pPr>
        <w:pStyle w:val="Heading2"/>
      </w:pPr>
      <w:bookmarkStart w:id="25" w:name="_Toc72493463"/>
      <w:r>
        <w:t>Procedure to test bitstreams</w:t>
      </w:r>
      <w:bookmarkEnd w:id="25"/>
    </w:p>
    <w:p w14:paraId="49A0B0FC" w14:textId="1F9BCAD8" w:rsidR="0054219D" w:rsidRPr="00E93008" w:rsidRDefault="0054219D" w:rsidP="0054219D">
      <w:pPr>
        <w:rPr>
          <w:lang w:val="en-CA" w:eastAsia="ja-JP"/>
        </w:rPr>
      </w:pPr>
      <w:r w:rsidRPr="00E93008">
        <w:rPr>
          <w:lang w:val="en-CA" w:eastAsia="ja-JP"/>
        </w:rPr>
        <w:t xml:space="preserve">A bitstream that claims conformance with </w:t>
      </w:r>
      <w:r w:rsidR="00AF3CC5">
        <w:fldChar w:fldCharType="begin"/>
      </w:r>
      <w:r w:rsidR="00AF3CC5">
        <w:instrText xml:space="preserve"> REF normref_miv \h </w:instrText>
      </w:r>
      <w:r w:rsidR="00AF3CC5">
        <w:fldChar w:fldCharType="separate"/>
      </w:r>
      <w:r w:rsidR="00C34FC2" w:rsidRPr="00BC394B">
        <w:t>ISO</w:t>
      </w:r>
      <w:r w:rsidR="00C34FC2">
        <w:t>/IEC</w:t>
      </w:r>
      <w:r w:rsidR="00C34FC2" w:rsidRPr="00BC394B">
        <w:t> </w:t>
      </w:r>
      <w:r w:rsidR="00C34FC2" w:rsidRPr="00DE0EC1">
        <w:t>DIS</w:t>
      </w:r>
      <w:r w:rsidR="00C34FC2">
        <w:t> 23090</w:t>
      </w:r>
      <w:r w:rsidR="00C34FC2" w:rsidRPr="00BC394B">
        <w:noBreakHyphen/>
      </w:r>
      <w:r w:rsidR="00C34FC2">
        <w:t>12</w:t>
      </w:r>
      <w:r w:rsidR="00AF3CC5">
        <w:fldChar w:fldCharType="end"/>
      </w:r>
      <w:r w:rsidRPr="00E93008">
        <w:rPr>
          <w:lang w:val="en-CA" w:eastAsia="ja-JP"/>
        </w:rPr>
        <w:t xml:space="preserve"> shall pass the following normative test:</w:t>
      </w:r>
    </w:p>
    <w:p w14:paraId="34B2A01E" w14:textId="796CF711" w:rsidR="0054219D" w:rsidRPr="00E93008" w:rsidRDefault="0054219D" w:rsidP="0054219D">
      <w:pPr>
        <w:pStyle w:val="Definition"/>
        <w:rPr>
          <w:lang w:val="en-CA"/>
        </w:rPr>
      </w:pPr>
      <w:r w:rsidRPr="00E93008">
        <w:rPr>
          <w:lang w:val="en-CA" w:eastAsia="ja-JP"/>
        </w:rPr>
        <w:t xml:space="preserve">The bitstream shall be decoded by processing it with the decoder. When processed by the decoder, the bitstream shall not cause any error or non-conformance messages to be reported by the reference software decoder. This test should not be applied to bitstreams that are known to contain errors </w:t>
      </w:r>
      <w:r w:rsidRPr="00E93008">
        <w:rPr>
          <w:lang w:val="en-CA" w:eastAsia="ja-JP"/>
        </w:rPr>
        <w:lastRenderedPageBreak/>
        <w:t xml:space="preserve">introduced by transmission, as such errors are highly likely to result in bitstreams that lack conformance to </w:t>
      </w:r>
      <w:r w:rsidR="00AF3CC5">
        <w:fldChar w:fldCharType="begin"/>
      </w:r>
      <w:r w:rsidR="00AF3CC5">
        <w:instrText xml:space="preserve"> REF normref_miv \h </w:instrText>
      </w:r>
      <w:r w:rsidR="00AF3CC5">
        <w:fldChar w:fldCharType="separate"/>
      </w:r>
      <w:r w:rsidR="00C34FC2" w:rsidRPr="00BC394B">
        <w:t>ISO</w:t>
      </w:r>
      <w:r w:rsidR="00C34FC2">
        <w:t>/IEC</w:t>
      </w:r>
      <w:r w:rsidR="00C34FC2" w:rsidRPr="00BC394B">
        <w:t> </w:t>
      </w:r>
      <w:r w:rsidR="00C34FC2" w:rsidRPr="00DE0EC1">
        <w:t>DIS</w:t>
      </w:r>
      <w:r w:rsidR="00C34FC2">
        <w:t> 23090</w:t>
      </w:r>
      <w:r w:rsidR="00C34FC2" w:rsidRPr="00BC394B">
        <w:noBreakHyphen/>
      </w:r>
      <w:r w:rsidR="00C34FC2">
        <w:t>12</w:t>
      </w:r>
      <w:r w:rsidR="00AF3CC5">
        <w:fldChar w:fldCharType="end"/>
      </w:r>
      <w:r w:rsidRPr="00E93008">
        <w:rPr>
          <w:lang w:val="en-CA" w:eastAsia="ja-JP"/>
        </w:rPr>
        <w:t>.</w:t>
      </w:r>
    </w:p>
    <w:p w14:paraId="43B5804E" w14:textId="2BDD2D14" w:rsidR="0054219D" w:rsidRPr="00E93008" w:rsidRDefault="0054219D" w:rsidP="0054219D">
      <w:pPr>
        <w:rPr>
          <w:lang w:val="en-CA" w:eastAsia="ja-JP"/>
        </w:rPr>
      </w:pPr>
      <w:r w:rsidRPr="00E93008">
        <w:rPr>
          <w:lang w:val="en-CA" w:eastAsia="ja-JP"/>
        </w:rPr>
        <w:t xml:space="preserve">Additional tests may be necessary to more thoroughly check that the bitstream properly meets all the requirements specified in </w:t>
      </w:r>
      <w:r w:rsidR="00AF3CC5">
        <w:fldChar w:fldCharType="begin"/>
      </w:r>
      <w:r w:rsidR="00AF3CC5">
        <w:instrText xml:space="preserve"> REF normref_miv \h </w:instrText>
      </w:r>
      <w:r w:rsidR="00AF3CC5">
        <w:fldChar w:fldCharType="separate"/>
      </w:r>
      <w:r w:rsidR="00C34FC2" w:rsidRPr="00BC394B">
        <w:t>ISO</w:t>
      </w:r>
      <w:r w:rsidR="00C34FC2">
        <w:t>/IEC</w:t>
      </w:r>
      <w:r w:rsidR="00C34FC2" w:rsidRPr="00BC394B">
        <w:t> </w:t>
      </w:r>
      <w:r w:rsidR="00C34FC2" w:rsidRPr="00DE0EC1">
        <w:t>DIS</w:t>
      </w:r>
      <w:r w:rsidR="00C34FC2">
        <w:t> 23090</w:t>
      </w:r>
      <w:r w:rsidR="00C34FC2" w:rsidRPr="00BC394B">
        <w:noBreakHyphen/>
      </w:r>
      <w:r w:rsidR="00C34FC2">
        <w:t>12</w:t>
      </w:r>
      <w:r w:rsidR="00AF3CC5">
        <w:fldChar w:fldCharType="end"/>
      </w:r>
      <w:r w:rsidR="002D042B">
        <w:t xml:space="preserve"> including the hypothetical reference decoder (HRD) conformance, supplemental enhancement information messages (SEI), and volumetric usability information (VUI).</w:t>
      </w:r>
      <w:r w:rsidRPr="00E93008">
        <w:rPr>
          <w:lang w:val="en-CA" w:eastAsia="ja-JP"/>
        </w:rPr>
        <w:t xml:space="preserve"> These complementary tests may be performed using other bitstream verifiers that perform more complete tests than those implemented by the reference software decoder.</w:t>
      </w:r>
    </w:p>
    <w:p w14:paraId="25080F46" w14:textId="4CC86DAA" w:rsidR="0054219D" w:rsidRPr="00E93008" w:rsidRDefault="00AF3CC5" w:rsidP="0054219D">
      <w:pPr>
        <w:rPr>
          <w:lang w:val="en-CA" w:eastAsia="ja-JP"/>
        </w:rPr>
      </w:pPr>
      <w:r>
        <w:fldChar w:fldCharType="begin"/>
      </w:r>
      <w:r>
        <w:instrText xml:space="preserve"> REF normref_miv \h </w:instrText>
      </w:r>
      <w:r>
        <w:fldChar w:fldCharType="separate"/>
      </w:r>
      <w:r w:rsidR="00C34FC2" w:rsidRPr="00BC394B">
        <w:t>ISO</w:t>
      </w:r>
      <w:r w:rsidR="00C34FC2">
        <w:t>/IEC</w:t>
      </w:r>
      <w:r w:rsidR="00C34FC2" w:rsidRPr="00BC394B">
        <w:t> </w:t>
      </w:r>
      <w:r w:rsidR="00C34FC2" w:rsidRPr="00DE0EC1">
        <w:t>DIS</w:t>
      </w:r>
      <w:r w:rsidR="00C34FC2">
        <w:t> 23090</w:t>
      </w:r>
      <w:r w:rsidR="00C34FC2" w:rsidRPr="00BC394B">
        <w:noBreakHyphen/>
      </w:r>
      <w:r w:rsidR="00C34FC2">
        <w:t>12</w:t>
      </w:r>
      <w:r>
        <w:fldChar w:fldCharType="end"/>
      </w:r>
      <w:r w:rsidR="0054219D" w:rsidRPr="00E93008">
        <w:rPr>
          <w:lang w:val="en-CA" w:eastAsia="ja-JP"/>
        </w:rPr>
        <w:t xml:space="preserve"> contains several informative recommendations that are not an integral part of that </w:t>
      </w:r>
      <w:r>
        <w:rPr>
          <w:lang w:val="en-CA" w:eastAsia="ja-JP"/>
        </w:rPr>
        <w:t>document</w:t>
      </w:r>
      <w:r w:rsidR="0054219D" w:rsidRPr="00E93008">
        <w:rPr>
          <w:lang w:val="en-CA" w:eastAsia="ja-JP"/>
        </w:rPr>
        <w:t>. When testing a bitstream for conformance, it may also be useful to test whether or not the bitstream follows those recommendations.</w:t>
      </w:r>
    </w:p>
    <w:p w14:paraId="413EA93A" w14:textId="1C2B2E00" w:rsidR="0054219D" w:rsidRPr="00E93008" w:rsidRDefault="0054219D" w:rsidP="0054219D">
      <w:pPr>
        <w:rPr>
          <w:lang w:val="en-CA" w:eastAsia="ja-JP"/>
        </w:rPr>
      </w:pPr>
      <w:r w:rsidRPr="00E93008">
        <w:rPr>
          <w:lang w:val="en-CA" w:eastAsia="ja-JP"/>
        </w:rPr>
        <w:t xml:space="preserve">To check the correctness of a bitstream, it is necessary to parse the entire bitstream and to extract all the syntax elements and other values derived from those syntactic elements and used by the decoding process specified in </w:t>
      </w:r>
      <w:r w:rsidR="00AF3CC5">
        <w:fldChar w:fldCharType="begin"/>
      </w:r>
      <w:r w:rsidR="00AF3CC5">
        <w:instrText xml:space="preserve"> REF normref_miv \h </w:instrText>
      </w:r>
      <w:r w:rsidR="00AF3CC5">
        <w:fldChar w:fldCharType="separate"/>
      </w:r>
      <w:r w:rsidR="00C34FC2" w:rsidRPr="00BC394B">
        <w:t>ISO</w:t>
      </w:r>
      <w:r w:rsidR="00C34FC2">
        <w:t>/IEC</w:t>
      </w:r>
      <w:r w:rsidR="00C34FC2" w:rsidRPr="00BC394B">
        <w:t> </w:t>
      </w:r>
      <w:r w:rsidR="00C34FC2" w:rsidRPr="00DE0EC1">
        <w:t>DIS</w:t>
      </w:r>
      <w:r w:rsidR="00C34FC2">
        <w:t> 23090</w:t>
      </w:r>
      <w:r w:rsidR="00C34FC2" w:rsidRPr="00BC394B">
        <w:noBreakHyphen/>
      </w:r>
      <w:r w:rsidR="00C34FC2">
        <w:t>12</w:t>
      </w:r>
      <w:r w:rsidR="00AF3CC5">
        <w:fldChar w:fldCharType="end"/>
      </w:r>
      <w:r w:rsidRPr="00E93008">
        <w:rPr>
          <w:lang w:val="en-CA" w:eastAsia="ja-JP"/>
        </w:rPr>
        <w:t>.</w:t>
      </w:r>
    </w:p>
    <w:p w14:paraId="1BEEE3C6" w14:textId="6CA307A0" w:rsidR="0054219D" w:rsidRPr="00E93008" w:rsidRDefault="0054219D" w:rsidP="0054219D">
      <w:pPr>
        <w:rPr>
          <w:lang w:val="en-CA" w:eastAsia="ja-JP"/>
        </w:rPr>
      </w:pPr>
      <w:r w:rsidRPr="00E93008">
        <w:rPr>
          <w:lang w:val="en-CA" w:eastAsia="ja-JP"/>
        </w:rPr>
        <w:t xml:space="preserve">A verifier may not necessarily perform all stages of the decoding process specified in </w:t>
      </w:r>
      <w:r w:rsidR="00AF3CC5">
        <w:fldChar w:fldCharType="begin"/>
      </w:r>
      <w:r w:rsidR="00AF3CC5">
        <w:instrText xml:space="preserve"> REF normref_miv \h </w:instrText>
      </w:r>
      <w:r w:rsidR="00AF3CC5">
        <w:fldChar w:fldCharType="separate"/>
      </w:r>
      <w:r w:rsidR="00C34FC2" w:rsidRPr="00BC394B">
        <w:t>ISO</w:t>
      </w:r>
      <w:r w:rsidR="00C34FC2">
        <w:t>/IEC</w:t>
      </w:r>
      <w:r w:rsidR="00C34FC2" w:rsidRPr="00BC394B">
        <w:t> </w:t>
      </w:r>
      <w:r w:rsidR="00C34FC2" w:rsidRPr="00DE0EC1">
        <w:t>DIS</w:t>
      </w:r>
      <w:r w:rsidR="00C34FC2">
        <w:t> 23090</w:t>
      </w:r>
      <w:r w:rsidR="00C34FC2" w:rsidRPr="00BC394B">
        <w:noBreakHyphen/>
      </w:r>
      <w:r w:rsidR="00C34FC2">
        <w:t>12</w:t>
      </w:r>
      <w:r w:rsidR="00AF3CC5">
        <w:fldChar w:fldCharType="end"/>
      </w:r>
      <w:r w:rsidRPr="00E93008">
        <w:rPr>
          <w:lang w:val="en-CA" w:eastAsia="ja-JP"/>
        </w:rPr>
        <w:t xml:space="preserve"> to verify bitstream correctness. Many tests can be performed on syntax elements in a state prior to their use in some processing stages.</w:t>
      </w:r>
    </w:p>
    <w:p w14:paraId="7226BEB8" w14:textId="13060219" w:rsidR="00FA5053" w:rsidRDefault="00FA5053" w:rsidP="00FA5053">
      <w:pPr>
        <w:pStyle w:val="Heading2"/>
      </w:pPr>
      <w:bookmarkStart w:id="26" w:name="_Toc72493464"/>
      <w:r>
        <w:t>Procedure to test decoders</w:t>
      </w:r>
      <w:bookmarkEnd w:id="26"/>
    </w:p>
    <w:p w14:paraId="688B455B" w14:textId="7E8538CA" w:rsidR="009476F7" w:rsidRPr="009476F7" w:rsidRDefault="009476F7" w:rsidP="009476F7">
      <w:pPr>
        <w:pStyle w:val="Heading3"/>
      </w:pPr>
      <w:bookmarkStart w:id="27" w:name="_Toc72493465"/>
      <w:r>
        <w:t>Conformance bitstreams</w:t>
      </w:r>
      <w:bookmarkEnd w:id="27"/>
    </w:p>
    <w:p w14:paraId="01D72A5F" w14:textId="688991EB" w:rsidR="0093020E" w:rsidRDefault="009476F7" w:rsidP="000D5E2D">
      <w:pPr>
        <w:rPr>
          <w:lang w:eastAsia="ja-JP"/>
        </w:rPr>
      </w:pPr>
      <w:r>
        <w:rPr>
          <w:lang w:eastAsia="ja-JP"/>
        </w:rPr>
        <w:t>A bitstream has values of ptl_profile_codec_group_idc, ptl_profile_toolset_idc and ptl_level_idc corresponding to a set of specified constraints on a bitstream for which a decoder conforming to a specified profile and level is required to properly perform the decoding process.</w:t>
      </w:r>
    </w:p>
    <w:p w14:paraId="78EA07C2" w14:textId="2286C57E" w:rsidR="002F1AA9" w:rsidRDefault="002F1AA9" w:rsidP="002F1AA9">
      <w:pPr>
        <w:pStyle w:val="Heading3"/>
      </w:pPr>
      <w:bookmarkStart w:id="28" w:name="_Toc72493466"/>
      <w:r>
        <w:t xml:space="preserve">Contents of the </w:t>
      </w:r>
      <w:r w:rsidR="00E95805">
        <w:t>bitstream zip-files</w:t>
      </w:r>
      <w:bookmarkEnd w:id="28"/>
    </w:p>
    <w:p w14:paraId="7394ABBF" w14:textId="1D4756A4" w:rsidR="002F1AA9" w:rsidRDefault="002F1AA9" w:rsidP="002F1AA9">
      <w:pPr>
        <w:rPr>
          <w:lang w:eastAsia="ja-JP"/>
        </w:rPr>
      </w:pPr>
      <w:r w:rsidRPr="00FF0F63">
        <w:rPr>
          <w:lang w:eastAsia="ja-JP"/>
        </w:rPr>
        <w:t xml:space="preserve">The conformance bitstreams are </w:t>
      </w:r>
      <w:r w:rsidR="000D5E2D">
        <w:rPr>
          <w:lang w:eastAsia="ja-JP"/>
        </w:rPr>
        <w:t>available as an electronic attachment to this document</w:t>
      </w:r>
      <w:r w:rsidRPr="00FF0F63">
        <w:rPr>
          <w:lang w:eastAsia="ja-JP"/>
        </w:rPr>
        <w:t>.</w:t>
      </w:r>
      <w:r>
        <w:rPr>
          <w:lang w:eastAsia="ja-JP"/>
        </w:rPr>
        <w:t xml:space="preserve"> The following information is included in a single zip-file for each bitstream:</w:t>
      </w:r>
    </w:p>
    <w:p w14:paraId="201C1B7A" w14:textId="17C084C3" w:rsidR="009D5FC9" w:rsidRDefault="009D5FC9" w:rsidP="002F1AA9">
      <w:pPr>
        <w:pStyle w:val="ListParagraph"/>
        <w:numPr>
          <w:ilvl w:val="0"/>
          <w:numId w:val="25"/>
        </w:numPr>
        <w:rPr>
          <w:lang w:eastAsia="ja-JP"/>
        </w:rPr>
      </w:pPr>
      <w:r>
        <w:rPr>
          <w:lang w:eastAsia="ja-JP"/>
        </w:rPr>
        <w:t>the test bitstream</w:t>
      </w:r>
      <w:r w:rsidR="00756815">
        <w:rPr>
          <w:lang w:eastAsia="ja-JP"/>
        </w:rPr>
        <w:t xml:space="preserve"> </w:t>
      </w:r>
      <w:r>
        <w:rPr>
          <w:lang w:eastAsia="ja-JP"/>
        </w:rPr>
        <w:t>in V3C sample stream format</w:t>
      </w:r>
      <w:r w:rsidR="00756815">
        <w:rPr>
          <w:lang w:eastAsia="ja-JP"/>
        </w:rPr>
        <w:t xml:space="preserve">, with </w:t>
      </w:r>
      <w:r w:rsidR="00E95805">
        <w:rPr>
          <w:lang w:eastAsia="ja-JP"/>
        </w:rPr>
        <w:t xml:space="preserve">file </w:t>
      </w:r>
      <w:r w:rsidR="00756815">
        <w:rPr>
          <w:lang w:eastAsia="ja-JP"/>
        </w:rPr>
        <w:t>extension</w:t>
      </w:r>
      <w:r w:rsidR="00E95805">
        <w:rPr>
          <w:lang w:eastAsia="ja-JP"/>
        </w:rPr>
        <w:t> </w:t>
      </w:r>
      <w:r w:rsidR="00756815">
        <w:rPr>
          <w:lang w:eastAsia="ja-JP"/>
        </w:rPr>
        <w:t>.</w:t>
      </w:r>
      <w:r w:rsidR="00756815" w:rsidRPr="00756815">
        <w:rPr>
          <w:rStyle w:val="Verbatim"/>
        </w:rPr>
        <w:t>bit</w:t>
      </w:r>
      <w:r>
        <w:rPr>
          <w:lang w:eastAsia="ja-JP"/>
        </w:rPr>
        <w:t>,</w:t>
      </w:r>
    </w:p>
    <w:p w14:paraId="4FB1F67E" w14:textId="556DFDA9" w:rsidR="003A4DE8" w:rsidRDefault="003A4DE8" w:rsidP="002F1AA9">
      <w:pPr>
        <w:pStyle w:val="ListParagraph"/>
        <w:numPr>
          <w:ilvl w:val="0"/>
          <w:numId w:val="25"/>
        </w:numPr>
        <w:rPr>
          <w:lang w:eastAsia="ja-JP"/>
        </w:rPr>
      </w:pPr>
      <w:r>
        <w:rPr>
          <w:lang w:eastAsia="ja-JP"/>
        </w:rPr>
        <w:t xml:space="preserve">a decoder output log, as specified in clause </w:t>
      </w:r>
      <w:r>
        <w:rPr>
          <w:lang w:eastAsia="ja-JP"/>
        </w:rPr>
        <w:fldChar w:fldCharType="begin"/>
      </w:r>
      <w:r>
        <w:rPr>
          <w:lang w:eastAsia="ja-JP"/>
        </w:rPr>
        <w:instrText xml:space="preserve"> REF _Ref72173875 \r \h </w:instrText>
      </w:r>
      <w:r>
        <w:rPr>
          <w:lang w:eastAsia="ja-JP"/>
        </w:rPr>
      </w:r>
      <w:r>
        <w:rPr>
          <w:lang w:eastAsia="ja-JP"/>
        </w:rPr>
        <w:fldChar w:fldCharType="separate"/>
      </w:r>
      <w:r w:rsidR="00C34FC2">
        <w:rPr>
          <w:lang w:eastAsia="ja-JP"/>
        </w:rPr>
        <w:t>8</w:t>
      </w:r>
      <w:r>
        <w:rPr>
          <w:lang w:eastAsia="ja-JP"/>
        </w:rPr>
        <w:fldChar w:fldCharType="end"/>
      </w:r>
      <w:r>
        <w:rPr>
          <w:lang w:eastAsia="ja-JP"/>
        </w:rPr>
        <w:t>, with file extension .</w:t>
      </w:r>
      <w:r>
        <w:rPr>
          <w:rStyle w:val="Verbatim"/>
        </w:rPr>
        <w:t>dec</w:t>
      </w:r>
      <w:r>
        <w:rPr>
          <w:lang w:eastAsia="ja-JP"/>
        </w:rPr>
        <w:t>.</w:t>
      </w:r>
    </w:p>
    <w:p w14:paraId="05B24F9A" w14:textId="20CCA89F" w:rsidR="002F1AA9" w:rsidRDefault="002F1AA9" w:rsidP="002F1AA9">
      <w:pPr>
        <w:pStyle w:val="ListParagraph"/>
        <w:numPr>
          <w:ilvl w:val="0"/>
          <w:numId w:val="25"/>
        </w:numPr>
        <w:rPr>
          <w:lang w:eastAsia="ja-JP"/>
        </w:rPr>
      </w:pPr>
      <w:r>
        <w:rPr>
          <w:lang w:eastAsia="ja-JP"/>
        </w:rPr>
        <w:t>a short textual description of the bitstream</w:t>
      </w:r>
      <w:r w:rsidR="00756815">
        <w:rPr>
          <w:lang w:eastAsia="ja-JP"/>
        </w:rPr>
        <w:t xml:space="preserve">, with </w:t>
      </w:r>
      <w:r w:rsidR="00E95805">
        <w:rPr>
          <w:lang w:eastAsia="ja-JP"/>
        </w:rPr>
        <w:t xml:space="preserve">file </w:t>
      </w:r>
      <w:r w:rsidR="00756815">
        <w:rPr>
          <w:lang w:eastAsia="ja-JP"/>
        </w:rPr>
        <w:t>extension .</w:t>
      </w:r>
      <w:r w:rsidR="00756815">
        <w:rPr>
          <w:rStyle w:val="Verbatim"/>
        </w:rPr>
        <w:t>txt</w:t>
      </w:r>
      <w:r>
        <w:rPr>
          <w:lang w:eastAsia="ja-JP"/>
        </w:rPr>
        <w:t>,</w:t>
      </w:r>
      <w:r w:rsidR="009D5FC9">
        <w:rPr>
          <w:lang w:eastAsia="ja-JP"/>
        </w:rPr>
        <w:t xml:space="preserve"> including</w:t>
      </w:r>
    </w:p>
    <w:p w14:paraId="69855D98" w14:textId="13CBA296" w:rsidR="009D5FC9" w:rsidRDefault="009D5FC9" w:rsidP="009D5FC9">
      <w:pPr>
        <w:pStyle w:val="ListParagraph"/>
        <w:numPr>
          <w:ilvl w:val="1"/>
          <w:numId w:val="25"/>
        </w:numPr>
        <w:rPr>
          <w:lang w:eastAsia="ja-JP"/>
        </w:rPr>
      </w:pPr>
      <w:r>
        <w:rPr>
          <w:lang w:eastAsia="ja-JP"/>
        </w:rPr>
        <w:t>contact information,</w:t>
      </w:r>
    </w:p>
    <w:p w14:paraId="78673804" w14:textId="54D396BC" w:rsidR="009D5FC9" w:rsidRDefault="009D5FC9" w:rsidP="009D5FC9">
      <w:pPr>
        <w:pStyle w:val="ListParagraph"/>
        <w:numPr>
          <w:ilvl w:val="1"/>
          <w:numId w:val="25"/>
        </w:numPr>
        <w:rPr>
          <w:lang w:eastAsia="ja-JP"/>
        </w:rPr>
      </w:pPr>
      <w:r>
        <w:rPr>
          <w:lang w:eastAsia="ja-JP"/>
        </w:rPr>
        <w:t>profile-tier-level information,</w:t>
      </w:r>
    </w:p>
    <w:p w14:paraId="544A9D3C" w14:textId="58A0A37D" w:rsidR="003A4DE8" w:rsidRDefault="003A4DE8" w:rsidP="009D5FC9">
      <w:pPr>
        <w:pStyle w:val="ListParagraph"/>
        <w:numPr>
          <w:ilvl w:val="1"/>
          <w:numId w:val="25"/>
        </w:numPr>
        <w:rPr>
          <w:lang w:eastAsia="ja-JP"/>
        </w:rPr>
      </w:pPr>
      <w:r>
        <w:rPr>
          <w:lang w:eastAsia="ja-JP"/>
        </w:rPr>
        <w:t>a description of the encoder, including version information, that was used to create the bitstream,</w:t>
      </w:r>
    </w:p>
    <w:p w14:paraId="1DA50C1E" w14:textId="77777777" w:rsidR="00C70282" w:rsidRDefault="00C70282" w:rsidP="009D5FC9">
      <w:pPr>
        <w:pStyle w:val="ListParagraph"/>
        <w:numPr>
          <w:ilvl w:val="1"/>
          <w:numId w:val="25"/>
        </w:numPr>
        <w:rPr>
          <w:lang w:eastAsia="ja-JP"/>
        </w:rPr>
      </w:pPr>
      <w:r>
        <w:rPr>
          <w:lang w:eastAsia="ja-JP"/>
        </w:rPr>
        <w:t>the version of the reference software decoder that was used to create the decoder output log,</w:t>
      </w:r>
    </w:p>
    <w:p w14:paraId="20E5F0EE" w14:textId="4E3B1810" w:rsidR="003A4DE8" w:rsidRDefault="00C70282" w:rsidP="00DB56C4">
      <w:pPr>
        <w:pStyle w:val="ListParagraph"/>
        <w:numPr>
          <w:ilvl w:val="1"/>
          <w:numId w:val="25"/>
        </w:numPr>
        <w:rPr>
          <w:lang w:eastAsia="ja-JP"/>
        </w:rPr>
      </w:pPr>
      <w:r>
        <w:rPr>
          <w:lang w:eastAsia="ja-JP"/>
        </w:rPr>
        <w:t xml:space="preserve">a description of the alternative decoders (if any), including version information, that were used to </w:t>
      </w:r>
      <w:r w:rsidR="00DB56C4">
        <w:rPr>
          <w:lang w:eastAsia="ja-JP"/>
        </w:rPr>
        <w:t>verify</w:t>
      </w:r>
      <w:r>
        <w:rPr>
          <w:lang w:eastAsia="ja-JP"/>
        </w:rPr>
        <w:t xml:space="preserve"> the decoder output log,</w:t>
      </w:r>
    </w:p>
    <w:p w14:paraId="4EC98161" w14:textId="3CBE5F72" w:rsidR="009D5FC9" w:rsidRDefault="009D5FC9" w:rsidP="009D5FC9">
      <w:pPr>
        <w:pStyle w:val="ListParagraph"/>
        <w:numPr>
          <w:ilvl w:val="1"/>
          <w:numId w:val="25"/>
        </w:numPr>
        <w:rPr>
          <w:lang w:eastAsia="ja-JP"/>
        </w:rPr>
      </w:pPr>
      <w:r>
        <w:rPr>
          <w:lang w:eastAsia="ja-JP"/>
        </w:rPr>
        <w:t>a list of features of ISO/IEC 23090-12 that are specifically exercised by this bitstream.</w:t>
      </w:r>
    </w:p>
    <w:p w14:paraId="46320F7E" w14:textId="48AEDE41" w:rsidR="00756815" w:rsidRDefault="00E95805" w:rsidP="00756815">
      <w:pPr>
        <w:pStyle w:val="Heading3"/>
      </w:pPr>
      <w:bookmarkStart w:id="29" w:name="_Toc62831054"/>
      <w:bookmarkStart w:id="30" w:name="_Toc72493467"/>
      <w:r w:rsidRPr="00E93008">
        <w:t xml:space="preserve">Requirements on </w:t>
      </w:r>
      <w:r w:rsidR="00A565CB">
        <w:t xml:space="preserve">decoder </w:t>
      </w:r>
      <w:r w:rsidRPr="00E93008">
        <w:t>output and timing</w:t>
      </w:r>
      <w:bookmarkEnd w:id="29"/>
      <w:bookmarkEnd w:id="30"/>
    </w:p>
    <w:p w14:paraId="7A1188EF" w14:textId="3D2FE831" w:rsidR="00E95805" w:rsidRDefault="00E95805" w:rsidP="00E95805">
      <w:pPr>
        <w:rPr>
          <w:lang w:eastAsia="ja-JP"/>
        </w:rPr>
      </w:pPr>
      <w:r>
        <w:rPr>
          <w:lang w:eastAsia="ja-JP"/>
        </w:rPr>
        <w:t xml:space="preserve">The output of the decoding process is specified in </w:t>
      </w:r>
      <w:r>
        <w:rPr>
          <w:lang w:eastAsia="ja-JP"/>
        </w:rPr>
        <w:fldChar w:fldCharType="begin"/>
      </w:r>
      <w:r>
        <w:rPr>
          <w:lang w:eastAsia="ja-JP"/>
        </w:rPr>
        <w:instrText xml:space="preserve"> REF normref_miv \h </w:instrText>
      </w:r>
      <w:r>
        <w:rPr>
          <w:lang w:eastAsia="ja-JP"/>
        </w:rPr>
      </w:r>
      <w:r>
        <w:rPr>
          <w:lang w:eastAsia="ja-JP"/>
        </w:rPr>
        <w:fldChar w:fldCharType="separate"/>
      </w:r>
      <w:r w:rsidR="00C34FC2" w:rsidRPr="00BC394B">
        <w:t>ISO</w:t>
      </w:r>
      <w:r w:rsidR="00C34FC2">
        <w:t>/IEC</w:t>
      </w:r>
      <w:r w:rsidR="00C34FC2" w:rsidRPr="00BC394B">
        <w:t> </w:t>
      </w:r>
      <w:r w:rsidR="00C34FC2" w:rsidRPr="00DE0EC1">
        <w:t>DIS</w:t>
      </w:r>
      <w:r w:rsidR="00C34FC2">
        <w:t> 23090</w:t>
      </w:r>
      <w:r w:rsidR="00C34FC2" w:rsidRPr="00BC394B">
        <w:noBreakHyphen/>
      </w:r>
      <w:r w:rsidR="00C34FC2">
        <w:t>12</w:t>
      </w:r>
      <w:r>
        <w:rPr>
          <w:lang w:eastAsia="ja-JP"/>
        </w:rPr>
        <w:fldChar w:fldCharType="end"/>
      </w:r>
      <w:r>
        <w:rPr>
          <w:lang w:eastAsia="ja-JP"/>
        </w:rPr>
        <w:t>.</w:t>
      </w:r>
    </w:p>
    <w:p w14:paraId="1E3BA9FD" w14:textId="2C7F4F4F" w:rsidR="00A565CB" w:rsidRDefault="00A565CB" w:rsidP="00E95805">
      <w:pPr>
        <w:rPr>
          <w:lang w:eastAsia="ja-JP"/>
        </w:rPr>
      </w:pPr>
      <w:r>
        <w:rPr>
          <w:lang w:eastAsia="ja-JP"/>
        </w:rPr>
        <w:t xml:space="preserve">For output timing conformance, it is a requirement that a conforming decoder shall also output the decoded samples at the rates and times specified in </w:t>
      </w:r>
      <w:r>
        <w:rPr>
          <w:lang w:eastAsia="ja-JP"/>
        </w:rPr>
        <w:fldChar w:fldCharType="begin"/>
      </w:r>
      <w:r>
        <w:rPr>
          <w:lang w:eastAsia="ja-JP"/>
        </w:rPr>
        <w:instrText xml:space="preserve"> REF normref_miv \h </w:instrText>
      </w:r>
      <w:r>
        <w:rPr>
          <w:lang w:eastAsia="ja-JP"/>
        </w:rPr>
      </w:r>
      <w:r>
        <w:rPr>
          <w:lang w:eastAsia="ja-JP"/>
        </w:rPr>
        <w:fldChar w:fldCharType="separate"/>
      </w:r>
      <w:r w:rsidR="00C34FC2" w:rsidRPr="00BC394B">
        <w:t>ISO</w:t>
      </w:r>
      <w:r w:rsidR="00C34FC2">
        <w:t>/IEC</w:t>
      </w:r>
      <w:r w:rsidR="00C34FC2" w:rsidRPr="00BC394B">
        <w:t> </w:t>
      </w:r>
      <w:r w:rsidR="00C34FC2" w:rsidRPr="00DE0EC1">
        <w:t>DIS</w:t>
      </w:r>
      <w:r w:rsidR="00C34FC2">
        <w:t> 23090</w:t>
      </w:r>
      <w:r w:rsidR="00C34FC2" w:rsidRPr="00BC394B">
        <w:noBreakHyphen/>
      </w:r>
      <w:r w:rsidR="00C34FC2">
        <w:t>12</w:t>
      </w:r>
      <w:r>
        <w:rPr>
          <w:lang w:eastAsia="ja-JP"/>
        </w:rPr>
        <w:fldChar w:fldCharType="end"/>
      </w:r>
      <w:r>
        <w:rPr>
          <w:lang w:eastAsia="ja-JP"/>
        </w:rPr>
        <w:t>.</w:t>
      </w:r>
    </w:p>
    <w:p w14:paraId="15110B2B" w14:textId="03D2BF65" w:rsidR="00A565CB" w:rsidRPr="00E95805" w:rsidRDefault="00357888" w:rsidP="00E95805">
      <w:pPr>
        <w:rPr>
          <w:lang w:eastAsia="ja-JP"/>
        </w:rPr>
      </w:pPr>
      <w:r>
        <w:rPr>
          <w:lang w:eastAsia="ja-JP"/>
        </w:rPr>
        <w:t>Post-decoding, r</w:t>
      </w:r>
      <w:r w:rsidR="00A565CB">
        <w:rPr>
          <w:lang w:eastAsia="ja-JP"/>
        </w:rPr>
        <w:t>econstruction and display processes are outside of the scope of this document.</w:t>
      </w:r>
    </w:p>
    <w:p w14:paraId="2A1182C8" w14:textId="50E0BDC8" w:rsidR="00FA5053" w:rsidRDefault="00FA5053" w:rsidP="00FA5053">
      <w:pPr>
        <w:pStyle w:val="Heading1"/>
      </w:pPr>
      <w:bookmarkStart w:id="31" w:name="_Toc72493468"/>
      <w:r>
        <w:lastRenderedPageBreak/>
        <w:t>Reference software</w:t>
      </w:r>
      <w:bookmarkEnd w:id="31"/>
    </w:p>
    <w:p w14:paraId="51D438CC" w14:textId="6FB86883" w:rsidR="00FA5053" w:rsidRDefault="00FA5053" w:rsidP="00FA5053">
      <w:pPr>
        <w:pStyle w:val="Heading2"/>
      </w:pPr>
      <w:bookmarkStart w:id="32" w:name="_Toc72493469"/>
      <w:r>
        <w:t>Software location</w:t>
      </w:r>
      <w:bookmarkEnd w:id="32"/>
    </w:p>
    <w:p w14:paraId="4262F789" w14:textId="5824F64E" w:rsidR="006F6201" w:rsidRPr="006F6201" w:rsidRDefault="006F6201" w:rsidP="006F6201">
      <w:pPr>
        <w:rPr>
          <w:lang w:eastAsia="ja-JP"/>
        </w:rPr>
      </w:pPr>
      <w:r>
        <w:rPr>
          <w:lang w:eastAsia="ja-JP"/>
        </w:rPr>
        <w:t>The reference software is available at the following locations:</w:t>
      </w:r>
    </w:p>
    <w:p w14:paraId="77BEE399" w14:textId="70B343F9" w:rsidR="00FA5053" w:rsidRDefault="00FA5053" w:rsidP="006F6201">
      <w:pPr>
        <w:pStyle w:val="ListParagraph"/>
        <w:numPr>
          <w:ilvl w:val="0"/>
          <w:numId w:val="21"/>
        </w:numPr>
        <w:rPr>
          <w:lang w:eastAsia="ja-JP"/>
        </w:rPr>
      </w:pPr>
      <w:r>
        <w:rPr>
          <w:lang w:eastAsia="ja-JP"/>
        </w:rPr>
        <w:t xml:space="preserve">MPEG-internal location: </w:t>
      </w:r>
      <w:hyperlink r:id="rId27" w:history="1">
        <w:r w:rsidRPr="006F6201">
          <w:rPr>
            <w:rStyle w:val="Hyperlink"/>
            <w:lang w:val="en-GB" w:eastAsia="ja-JP"/>
          </w:rPr>
          <w:t>http://mpegx.int-evry.fr/software/MPEG/MIV/RS/TM1</w:t>
        </w:r>
      </w:hyperlink>
    </w:p>
    <w:p w14:paraId="409CBEBA" w14:textId="284388A4" w:rsidR="006F6201" w:rsidRDefault="00FA5053" w:rsidP="006F6201">
      <w:pPr>
        <w:pStyle w:val="ListParagraph"/>
        <w:numPr>
          <w:ilvl w:val="0"/>
          <w:numId w:val="21"/>
        </w:numPr>
        <w:rPr>
          <w:lang w:eastAsia="ja-JP"/>
        </w:rPr>
      </w:pPr>
      <w:r>
        <w:rPr>
          <w:lang w:eastAsia="ja-JP"/>
        </w:rPr>
        <w:t xml:space="preserve">Public mirror location: </w:t>
      </w:r>
      <w:hyperlink r:id="rId28" w:history="1">
        <w:r w:rsidRPr="006F6201">
          <w:rPr>
            <w:rStyle w:val="Hyperlink"/>
            <w:lang w:val="en-GB" w:eastAsia="ja-JP"/>
          </w:rPr>
          <w:t>https://gitlab.com/mpeg-i-visual/tmiv</w:t>
        </w:r>
      </w:hyperlink>
    </w:p>
    <w:p w14:paraId="6C735A35" w14:textId="0E153D16" w:rsidR="006F6201" w:rsidRDefault="006F6201" w:rsidP="006F6201">
      <w:pPr>
        <w:pStyle w:val="Heading2"/>
      </w:pPr>
      <w:bookmarkStart w:id="33" w:name="_Toc72493470"/>
      <w:r>
        <w:t>Software license</w:t>
      </w:r>
      <w:bookmarkEnd w:id="33"/>
    </w:p>
    <w:p w14:paraId="5FD52E29" w14:textId="5266A2C0" w:rsidR="006F6201" w:rsidRDefault="006F6201" w:rsidP="006F6201">
      <w:pPr>
        <w:rPr>
          <w:lang w:eastAsia="ja-JP"/>
        </w:rPr>
      </w:pPr>
      <w:r>
        <w:rPr>
          <w:lang w:eastAsia="ja-JP"/>
        </w:rPr>
        <w:t>The license is included with the software:</w:t>
      </w:r>
    </w:p>
    <w:p w14:paraId="467E8D38" w14:textId="41DDC5AF" w:rsidR="006F6201" w:rsidRPr="006F6201" w:rsidRDefault="00DE0EC1" w:rsidP="006F6201">
      <w:pPr>
        <w:rPr>
          <w:lang w:eastAsia="ja-JP"/>
        </w:rPr>
      </w:pPr>
      <w:hyperlink r:id="rId29" w:history="1">
        <w:r w:rsidR="006F6201" w:rsidRPr="006F6201">
          <w:rPr>
            <w:rStyle w:val="Hyperlink"/>
            <w:lang w:val="en-GB"/>
          </w:rPr>
          <w:t>http://mpegx.int-evry.fr/software/MPEG/MIV/RS/TM1/-/blob/main/LICENSE</w:t>
        </w:r>
      </w:hyperlink>
    </w:p>
    <w:p w14:paraId="59C97652" w14:textId="4BEAC69D" w:rsidR="00FA5053" w:rsidRDefault="00FA5053" w:rsidP="00FA5053">
      <w:pPr>
        <w:pStyle w:val="Heading2"/>
      </w:pPr>
      <w:bookmarkStart w:id="34" w:name="_Toc72493471"/>
      <w:r>
        <w:t xml:space="preserve">Software </w:t>
      </w:r>
      <w:r w:rsidR="006F6201">
        <w:t>installation</w:t>
      </w:r>
      <w:bookmarkEnd w:id="34"/>
    </w:p>
    <w:p w14:paraId="7F809E85" w14:textId="77777777" w:rsidR="006F6201" w:rsidRDefault="00FA5053" w:rsidP="00FA5053">
      <w:pPr>
        <w:rPr>
          <w:lang w:eastAsia="ja-JP"/>
        </w:rPr>
      </w:pPr>
      <w:r>
        <w:rPr>
          <w:lang w:eastAsia="ja-JP"/>
        </w:rPr>
        <w:t xml:space="preserve">A software manual that includes build and run instructions is </w:t>
      </w:r>
      <w:r w:rsidR="006F6201">
        <w:rPr>
          <w:lang w:eastAsia="ja-JP"/>
        </w:rPr>
        <w:t>included</w:t>
      </w:r>
      <w:r>
        <w:rPr>
          <w:lang w:eastAsia="ja-JP"/>
        </w:rPr>
        <w:t xml:space="preserve"> </w:t>
      </w:r>
      <w:r w:rsidR="006F6201">
        <w:rPr>
          <w:lang w:eastAsia="ja-JP"/>
        </w:rPr>
        <w:t>with the software:</w:t>
      </w:r>
    </w:p>
    <w:p w14:paraId="276662E2" w14:textId="73F596B3" w:rsidR="00FA5053" w:rsidRDefault="00DE0EC1" w:rsidP="006F6201">
      <w:pPr>
        <w:rPr>
          <w:rStyle w:val="Hyperlink"/>
          <w:lang w:val="en-GB"/>
        </w:rPr>
      </w:pPr>
      <w:hyperlink r:id="rId30" w:history="1">
        <w:r w:rsidR="006F6201" w:rsidRPr="006F6201">
          <w:rPr>
            <w:rStyle w:val="Hyperlink"/>
            <w:lang w:val="en-GB"/>
          </w:rPr>
          <w:t>http://mpegx.int-evry.fr/software/MPEG/MIV/RS/TM1/-/blob/main/README.md</w:t>
        </w:r>
      </w:hyperlink>
    </w:p>
    <w:p w14:paraId="062569C8" w14:textId="11E08EDF" w:rsidR="00C357E1" w:rsidRDefault="00C357E1" w:rsidP="00C357E1">
      <w:pPr>
        <w:pStyle w:val="Heading2"/>
      </w:pPr>
      <w:bookmarkStart w:id="35" w:name="_Toc72493472"/>
      <w:r>
        <w:t>Software architecture</w:t>
      </w:r>
      <w:bookmarkEnd w:id="35"/>
    </w:p>
    <w:p w14:paraId="4E4E21CA" w14:textId="65C6DE6D" w:rsidR="00C357E1" w:rsidRDefault="00C357E1" w:rsidP="00C357E1">
      <w:pPr>
        <w:rPr>
          <w:lang w:eastAsia="ja-JP"/>
        </w:rPr>
      </w:pPr>
      <w:r>
        <w:rPr>
          <w:lang w:eastAsia="ja-JP"/>
        </w:rPr>
        <w:t>The reference software consists of multiple executables and libraries.</w:t>
      </w:r>
    </w:p>
    <w:p w14:paraId="0B65BE9E" w14:textId="79F6674A" w:rsidR="00C357E1" w:rsidRDefault="00C357E1" w:rsidP="00C357E1">
      <w:pPr>
        <w:pStyle w:val="Heading3"/>
      </w:pPr>
      <w:bookmarkStart w:id="36" w:name="_Ref72490556"/>
      <w:bookmarkStart w:id="37" w:name="_Toc72493473"/>
      <w:r>
        <w:t>Reference software encoder</w:t>
      </w:r>
      <w:bookmarkEnd w:id="36"/>
      <w:bookmarkEnd w:id="37"/>
    </w:p>
    <w:p w14:paraId="5016D26F" w14:textId="2238978F" w:rsidR="00C357E1" w:rsidRDefault="00C357E1" w:rsidP="00C357E1">
      <w:pPr>
        <w:rPr>
          <w:lang w:eastAsia="ja-JP"/>
        </w:rPr>
      </w:pPr>
      <w:r>
        <w:rPr>
          <w:lang w:eastAsia="ja-JP"/>
        </w:rPr>
        <w:t>The reference software encoder consists of the Encoder and Multiplexer executables</w:t>
      </w:r>
      <w:r w:rsidR="00961FC7">
        <w:rPr>
          <w:lang w:eastAsia="ja-JP"/>
        </w:rPr>
        <w:t>. To encode a bitstream, the following steps are followed:</w:t>
      </w:r>
    </w:p>
    <w:p w14:paraId="21A8693A" w14:textId="01746B75" w:rsidR="00961FC7" w:rsidRDefault="00961FC7" w:rsidP="00961FC7">
      <w:pPr>
        <w:pStyle w:val="ListParagraph"/>
        <w:numPr>
          <w:ilvl w:val="0"/>
          <w:numId w:val="23"/>
        </w:numPr>
        <w:rPr>
          <w:lang w:eastAsia="ja-JP"/>
        </w:rPr>
      </w:pPr>
      <w:r>
        <w:rPr>
          <w:lang w:eastAsia="ja-JP"/>
        </w:rPr>
        <w:t>Invoke the Encoder to output:</w:t>
      </w:r>
    </w:p>
    <w:p w14:paraId="38FFEBB6" w14:textId="7B813858" w:rsidR="00961FC7" w:rsidRDefault="00961FC7" w:rsidP="00961FC7">
      <w:pPr>
        <w:pStyle w:val="ListParagraph"/>
        <w:numPr>
          <w:ilvl w:val="1"/>
          <w:numId w:val="23"/>
        </w:numPr>
        <w:rPr>
          <w:lang w:eastAsia="ja-JP"/>
        </w:rPr>
      </w:pPr>
      <w:r>
        <w:rPr>
          <w:lang w:eastAsia="ja-JP"/>
        </w:rPr>
        <w:t>a partial bitstream that does not include the video sub bitstreams,</w:t>
      </w:r>
    </w:p>
    <w:p w14:paraId="701B0530" w14:textId="54C2800B" w:rsidR="00961FC7" w:rsidRDefault="00961FC7" w:rsidP="00961FC7">
      <w:pPr>
        <w:pStyle w:val="ListParagraph"/>
        <w:numPr>
          <w:ilvl w:val="1"/>
          <w:numId w:val="23"/>
        </w:numPr>
        <w:rPr>
          <w:lang w:eastAsia="ja-JP"/>
        </w:rPr>
      </w:pPr>
      <w:r>
        <w:rPr>
          <w:lang w:eastAsia="ja-JP"/>
        </w:rPr>
        <w:t>an uncompressed video data file per video sub bitstream.</w:t>
      </w:r>
    </w:p>
    <w:p w14:paraId="4F263B80" w14:textId="6095C6FD" w:rsidR="00961FC7" w:rsidRDefault="00961FC7" w:rsidP="00961FC7">
      <w:pPr>
        <w:pStyle w:val="ListParagraph"/>
        <w:numPr>
          <w:ilvl w:val="0"/>
          <w:numId w:val="23"/>
        </w:numPr>
        <w:rPr>
          <w:lang w:eastAsia="ja-JP"/>
        </w:rPr>
      </w:pPr>
      <w:r>
        <w:rPr>
          <w:lang w:eastAsia="ja-JP"/>
        </w:rPr>
        <w:t>For each uncompressed video data file:</w:t>
      </w:r>
    </w:p>
    <w:p w14:paraId="79F763BC" w14:textId="771BD2D7" w:rsidR="00961FC7" w:rsidRDefault="00961FC7" w:rsidP="00961FC7">
      <w:pPr>
        <w:pStyle w:val="ListParagraph"/>
        <w:numPr>
          <w:ilvl w:val="1"/>
          <w:numId w:val="23"/>
        </w:numPr>
        <w:rPr>
          <w:lang w:eastAsia="ja-JP"/>
        </w:rPr>
      </w:pPr>
      <w:r>
        <w:rPr>
          <w:lang w:eastAsia="ja-JP"/>
        </w:rPr>
        <w:t>Invoke a video encoder to encode the video data file, outputting a video sub bitstream,</w:t>
      </w:r>
    </w:p>
    <w:p w14:paraId="0F024ADF" w14:textId="7E23638B" w:rsidR="00961FC7" w:rsidRDefault="00961FC7" w:rsidP="00961FC7">
      <w:pPr>
        <w:pStyle w:val="ListParagraph"/>
        <w:numPr>
          <w:ilvl w:val="0"/>
          <w:numId w:val="23"/>
        </w:numPr>
        <w:rPr>
          <w:lang w:eastAsia="ja-JP"/>
        </w:rPr>
      </w:pPr>
      <w:r>
        <w:rPr>
          <w:lang w:eastAsia="ja-JP"/>
        </w:rPr>
        <w:t>Invoke the Multiplexer to output a bitstream.</w:t>
      </w:r>
    </w:p>
    <w:p w14:paraId="5C624468" w14:textId="04FF275E" w:rsidR="00C357E1" w:rsidRDefault="00C357E1" w:rsidP="00C357E1">
      <w:pPr>
        <w:pStyle w:val="Heading3"/>
      </w:pPr>
      <w:bookmarkStart w:id="38" w:name="_Ref72490504"/>
      <w:bookmarkStart w:id="39" w:name="_Toc72493474"/>
      <w:r>
        <w:t>Reference software decoder</w:t>
      </w:r>
      <w:bookmarkEnd w:id="38"/>
      <w:bookmarkEnd w:id="39"/>
    </w:p>
    <w:p w14:paraId="5891EB87" w14:textId="1F0F91B0" w:rsidR="0054219D" w:rsidRDefault="00C357E1" w:rsidP="0054219D">
      <w:pPr>
        <w:rPr>
          <w:lang w:eastAsia="ja-JP"/>
        </w:rPr>
      </w:pPr>
      <w:r>
        <w:rPr>
          <w:lang w:eastAsia="ja-JP"/>
        </w:rPr>
        <w:t>The reference software decoder consists of a single executable named Decoder.</w:t>
      </w:r>
    </w:p>
    <w:p w14:paraId="3354CD3A" w14:textId="78AA3785" w:rsidR="009D5FC9" w:rsidRDefault="009D5FC9" w:rsidP="0054219D">
      <w:pPr>
        <w:rPr>
          <w:lang w:eastAsia="ja-JP"/>
        </w:rPr>
      </w:pPr>
      <w:r>
        <w:rPr>
          <w:lang w:eastAsia="ja-JP"/>
        </w:rPr>
        <w:t xml:space="preserve">The </w:t>
      </w:r>
      <w:r w:rsidR="00756815">
        <w:rPr>
          <w:lang w:eastAsia="ja-JP"/>
        </w:rPr>
        <w:t xml:space="preserve">reference software </w:t>
      </w:r>
      <w:r>
        <w:rPr>
          <w:lang w:eastAsia="ja-JP"/>
        </w:rPr>
        <w:t xml:space="preserve">decoder is </w:t>
      </w:r>
      <w:r w:rsidR="00756815">
        <w:rPr>
          <w:lang w:eastAsia="ja-JP"/>
        </w:rPr>
        <w:t xml:space="preserve">configurable to output </w:t>
      </w:r>
      <w:r>
        <w:rPr>
          <w:lang w:eastAsia="ja-JP"/>
        </w:rPr>
        <w:t xml:space="preserve">a decoder output log according to the format </w:t>
      </w:r>
      <w:r w:rsidR="00756815">
        <w:rPr>
          <w:lang w:eastAsia="ja-JP"/>
        </w:rPr>
        <w:t xml:space="preserve">that is </w:t>
      </w:r>
      <w:r>
        <w:rPr>
          <w:lang w:eastAsia="ja-JP"/>
        </w:rPr>
        <w:t xml:space="preserve">specified in clause </w:t>
      </w:r>
      <w:r>
        <w:rPr>
          <w:lang w:eastAsia="ja-JP"/>
        </w:rPr>
        <w:fldChar w:fldCharType="begin"/>
      </w:r>
      <w:r>
        <w:rPr>
          <w:lang w:eastAsia="ja-JP"/>
        </w:rPr>
        <w:instrText xml:space="preserve"> REF _Ref72173875 \r \h </w:instrText>
      </w:r>
      <w:r>
        <w:rPr>
          <w:lang w:eastAsia="ja-JP"/>
        </w:rPr>
      </w:r>
      <w:r>
        <w:rPr>
          <w:lang w:eastAsia="ja-JP"/>
        </w:rPr>
        <w:fldChar w:fldCharType="separate"/>
      </w:r>
      <w:r w:rsidR="00C34FC2">
        <w:rPr>
          <w:lang w:eastAsia="ja-JP"/>
        </w:rPr>
        <w:t>8</w:t>
      </w:r>
      <w:r>
        <w:rPr>
          <w:lang w:eastAsia="ja-JP"/>
        </w:rPr>
        <w:fldChar w:fldCharType="end"/>
      </w:r>
      <w:r>
        <w:rPr>
          <w:lang w:eastAsia="ja-JP"/>
        </w:rPr>
        <w:t>.</w:t>
      </w:r>
    </w:p>
    <w:p w14:paraId="638871A5" w14:textId="34BF3636" w:rsidR="000D5E2D" w:rsidRPr="00357888" w:rsidRDefault="000D5E2D" w:rsidP="000D5E2D">
      <w:pPr>
        <w:pStyle w:val="Heading1"/>
      </w:pPr>
      <w:bookmarkStart w:id="40" w:name="_Ref72173875"/>
      <w:bookmarkStart w:id="41" w:name="_Ref72490927"/>
      <w:bookmarkStart w:id="42" w:name="_Ref72490945"/>
      <w:bookmarkStart w:id="43" w:name="_Toc72493475"/>
      <w:r w:rsidRPr="00357888">
        <w:t>Decoder output log</w:t>
      </w:r>
      <w:bookmarkEnd w:id="40"/>
      <w:r w:rsidR="00E95805" w:rsidRPr="00357888">
        <w:t>ging process</w:t>
      </w:r>
      <w:bookmarkEnd w:id="41"/>
      <w:bookmarkEnd w:id="42"/>
      <w:bookmarkEnd w:id="43"/>
    </w:p>
    <w:p w14:paraId="268F77EE" w14:textId="299FB10B" w:rsidR="00D878F1" w:rsidRDefault="00D878F1" w:rsidP="00D878F1">
      <w:pPr>
        <w:rPr>
          <w:lang w:eastAsia="ja-JP"/>
        </w:rPr>
      </w:pPr>
      <w:r w:rsidRPr="0059173F">
        <w:rPr>
          <w:highlight w:val="yellow"/>
          <w:lang w:eastAsia="ja-JP"/>
        </w:rPr>
        <w:t xml:space="preserve">[Ed.(BK): </w:t>
      </w:r>
      <w:r w:rsidR="00357888">
        <w:rPr>
          <w:highlight w:val="yellow"/>
          <w:lang w:eastAsia="ja-JP"/>
        </w:rPr>
        <w:t>This clause and its sub-clauses are written in a combination of informal English and C++17. To be improved in the next version of this document</w:t>
      </w:r>
      <w:r w:rsidR="0059173F" w:rsidRPr="0059173F">
        <w:rPr>
          <w:highlight w:val="yellow"/>
          <w:lang w:eastAsia="ja-JP"/>
        </w:rPr>
        <w:t>.</w:t>
      </w:r>
      <w:r w:rsidR="002E39F7">
        <w:rPr>
          <w:highlight w:val="yellow"/>
          <w:lang w:eastAsia="ja-JP"/>
        </w:rPr>
        <w:t xml:space="preserve"> Ambiguity may be removed by using variables and arrays defined in MIV.</w:t>
      </w:r>
      <w:r w:rsidR="0059173F" w:rsidRPr="0059173F">
        <w:rPr>
          <w:highlight w:val="yellow"/>
          <w:lang w:eastAsia="ja-JP"/>
        </w:rPr>
        <w:t>]</w:t>
      </w:r>
    </w:p>
    <w:p w14:paraId="423E74FB" w14:textId="264FF41D" w:rsidR="00430A1A" w:rsidRPr="00357888" w:rsidRDefault="00430A1A" w:rsidP="00430A1A">
      <w:pPr>
        <w:pStyle w:val="Heading2"/>
      </w:pPr>
      <w:bookmarkStart w:id="44" w:name="_Toc72493476"/>
      <w:r w:rsidRPr="00357888">
        <w:t>General decoder output logging process</w:t>
      </w:r>
      <w:bookmarkEnd w:id="44"/>
    </w:p>
    <w:p w14:paraId="008FECAF" w14:textId="4E0BADF0" w:rsidR="00430A1A" w:rsidRDefault="00430A1A" w:rsidP="00430A1A">
      <w:pPr>
        <w:rPr>
          <w:lang w:eastAsia="ja-JP"/>
        </w:rPr>
      </w:pPr>
      <w:r>
        <w:rPr>
          <w:lang w:eastAsia="ja-JP"/>
        </w:rPr>
        <w:t xml:space="preserve">The </w:t>
      </w:r>
      <w:r w:rsidR="0067317C">
        <w:rPr>
          <w:lang w:eastAsia="ja-JP"/>
        </w:rPr>
        <w:t xml:space="preserve">decoder output log is </w:t>
      </w:r>
      <w:r w:rsidR="002E39F7">
        <w:rPr>
          <w:lang w:eastAsia="ja-JP"/>
        </w:rPr>
        <w:t xml:space="preserve">a </w:t>
      </w:r>
      <w:r w:rsidR="0067317C">
        <w:rPr>
          <w:lang w:eastAsia="ja-JP"/>
        </w:rPr>
        <w:t>text file with a space-separated table and LF line endings. An example of this format is:</w:t>
      </w:r>
    </w:p>
    <w:p w14:paraId="2C779B6A" w14:textId="3AF047F9" w:rsidR="00430A1A" w:rsidRDefault="00430A1A" w:rsidP="00430A1A">
      <w:pPr>
        <w:rPr>
          <w:rStyle w:val="Verbatim"/>
        </w:rPr>
      </w:pPr>
      <w:r w:rsidRPr="0059173F">
        <w:rPr>
          <w:rStyle w:val="Verbatim"/>
        </w:rPr>
        <w:t>0</w:t>
      </w:r>
      <w:r>
        <w:rPr>
          <w:rStyle w:val="Verbatim"/>
        </w:rPr>
        <w:t> </w:t>
      </w:r>
      <w:r w:rsidRPr="0059173F">
        <w:rPr>
          <w:rStyle w:val="Verbatim"/>
        </w:rPr>
        <w:t>0</w:t>
      </w:r>
      <w:r>
        <w:rPr>
          <w:rStyle w:val="Verbatim"/>
        </w:rPr>
        <w:t> </w:t>
      </w:r>
      <w:r w:rsidRPr="0059173F">
        <w:rPr>
          <w:rStyle w:val="Verbatim"/>
        </w:rPr>
        <w:t>1024</w:t>
      </w:r>
      <w:r>
        <w:rPr>
          <w:rStyle w:val="Verbatim"/>
        </w:rPr>
        <w:t> </w:t>
      </w:r>
      <w:r w:rsidRPr="0059173F">
        <w:rPr>
          <w:rStyle w:val="Verbatim"/>
        </w:rPr>
        <w:t>1024</w:t>
      </w:r>
      <w:r>
        <w:rPr>
          <w:rStyle w:val="Verbatim"/>
        </w:rPr>
        <w:t> </w:t>
      </w:r>
      <w:r w:rsidRPr="0059173F">
        <w:rPr>
          <w:rStyle w:val="Verbatim"/>
        </w:rPr>
        <w:t>e3767bcc</w:t>
      </w:r>
      <w:r>
        <w:rPr>
          <w:rStyle w:val="Verbatim"/>
        </w:rPr>
        <w:t> </w:t>
      </w:r>
      <w:r w:rsidRPr="0059173F">
        <w:rPr>
          <w:rStyle w:val="Verbatim"/>
        </w:rPr>
        <w:t>34af3963</w:t>
      </w:r>
      <w:r>
        <w:rPr>
          <w:rStyle w:val="Verbatim"/>
        </w:rPr>
        <w:t> </w:t>
      </w:r>
      <w:r w:rsidRPr="0059173F">
        <w:rPr>
          <w:rStyle w:val="Verbatim"/>
        </w:rPr>
        <w:t>c5aa7e7b</w:t>
      </w:r>
      <w:r>
        <w:rPr>
          <w:rStyle w:val="Verbatim"/>
        </w:rPr>
        <w:t> </w:t>
      </w:r>
      <w:r w:rsidRPr="0059173F">
        <w:rPr>
          <w:rStyle w:val="Verbatim"/>
        </w:rPr>
        <w:t>d9546fc1</w:t>
      </w:r>
      <w:r>
        <w:rPr>
          <w:rStyle w:val="Verbatim"/>
        </w:rPr>
        <w:br/>
      </w:r>
      <w:r w:rsidRPr="0059173F">
        <w:rPr>
          <w:rStyle w:val="Verbatim"/>
        </w:rPr>
        <w:t>0</w:t>
      </w:r>
      <w:r>
        <w:rPr>
          <w:rStyle w:val="Verbatim"/>
        </w:rPr>
        <w:t> </w:t>
      </w:r>
      <w:r w:rsidRPr="0059173F">
        <w:rPr>
          <w:rStyle w:val="Verbatim"/>
        </w:rPr>
        <w:t>1</w:t>
      </w:r>
      <w:r>
        <w:rPr>
          <w:rStyle w:val="Verbatim"/>
        </w:rPr>
        <w:t> </w:t>
      </w:r>
      <w:r w:rsidRPr="0059173F">
        <w:rPr>
          <w:rStyle w:val="Verbatim"/>
        </w:rPr>
        <w:t>1024</w:t>
      </w:r>
      <w:r>
        <w:rPr>
          <w:rStyle w:val="Verbatim"/>
        </w:rPr>
        <w:t> </w:t>
      </w:r>
      <w:r w:rsidRPr="0059173F">
        <w:rPr>
          <w:rStyle w:val="Verbatim"/>
        </w:rPr>
        <w:t>1024</w:t>
      </w:r>
      <w:r>
        <w:rPr>
          <w:rStyle w:val="Verbatim"/>
        </w:rPr>
        <w:t> </w:t>
      </w:r>
      <w:r w:rsidRPr="0059173F">
        <w:rPr>
          <w:rStyle w:val="Verbatim"/>
        </w:rPr>
        <w:t>c9b8f52e</w:t>
      </w:r>
      <w:r>
        <w:rPr>
          <w:rStyle w:val="Verbatim"/>
        </w:rPr>
        <w:t> </w:t>
      </w:r>
      <w:r w:rsidRPr="0059173F">
        <w:rPr>
          <w:rStyle w:val="Verbatim"/>
        </w:rPr>
        <w:t>0ba8e5c2</w:t>
      </w:r>
      <w:r>
        <w:rPr>
          <w:rStyle w:val="Verbatim"/>
        </w:rPr>
        <w:t> </w:t>
      </w:r>
      <w:r w:rsidRPr="0059173F">
        <w:rPr>
          <w:rStyle w:val="Verbatim"/>
        </w:rPr>
        <w:t>6d33a137</w:t>
      </w:r>
      <w:r>
        <w:rPr>
          <w:rStyle w:val="Verbatim"/>
        </w:rPr>
        <w:t> </w:t>
      </w:r>
      <w:r w:rsidRPr="0059173F">
        <w:rPr>
          <w:rStyle w:val="Verbatim"/>
        </w:rPr>
        <w:t>d9546fc1</w:t>
      </w:r>
      <w:r>
        <w:rPr>
          <w:rStyle w:val="Verbatim"/>
        </w:rPr>
        <w:br/>
      </w:r>
      <w:r w:rsidRPr="0059173F">
        <w:rPr>
          <w:rStyle w:val="Verbatim"/>
        </w:rPr>
        <w:t>1</w:t>
      </w:r>
      <w:r>
        <w:rPr>
          <w:rStyle w:val="Verbatim"/>
        </w:rPr>
        <w:t> </w:t>
      </w:r>
      <w:r w:rsidRPr="0059173F">
        <w:rPr>
          <w:rStyle w:val="Verbatim"/>
        </w:rPr>
        <w:t>0</w:t>
      </w:r>
      <w:r>
        <w:rPr>
          <w:rStyle w:val="Verbatim"/>
        </w:rPr>
        <w:t> </w:t>
      </w:r>
      <w:r w:rsidRPr="0059173F">
        <w:rPr>
          <w:rStyle w:val="Verbatim"/>
        </w:rPr>
        <w:t>1024</w:t>
      </w:r>
      <w:r>
        <w:rPr>
          <w:rStyle w:val="Verbatim"/>
        </w:rPr>
        <w:t> </w:t>
      </w:r>
      <w:r w:rsidRPr="0059173F">
        <w:rPr>
          <w:rStyle w:val="Verbatim"/>
        </w:rPr>
        <w:t>1024</w:t>
      </w:r>
      <w:r>
        <w:rPr>
          <w:rStyle w:val="Verbatim"/>
        </w:rPr>
        <w:t> </w:t>
      </w:r>
      <w:r w:rsidRPr="0059173F">
        <w:rPr>
          <w:rStyle w:val="Verbatim"/>
        </w:rPr>
        <w:t>e3cecd72</w:t>
      </w:r>
      <w:r>
        <w:rPr>
          <w:rStyle w:val="Verbatim"/>
        </w:rPr>
        <w:t> </w:t>
      </w:r>
      <w:r w:rsidRPr="0059173F">
        <w:rPr>
          <w:rStyle w:val="Verbatim"/>
        </w:rPr>
        <w:t>34af3963</w:t>
      </w:r>
      <w:r>
        <w:rPr>
          <w:rStyle w:val="Verbatim"/>
        </w:rPr>
        <w:t> </w:t>
      </w:r>
      <w:r w:rsidRPr="0059173F">
        <w:rPr>
          <w:rStyle w:val="Verbatim"/>
        </w:rPr>
        <w:t>c5aa7e7b</w:t>
      </w:r>
      <w:r>
        <w:rPr>
          <w:rStyle w:val="Verbatim"/>
        </w:rPr>
        <w:t> </w:t>
      </w:r>
      <w:r w:rsidRPr="0059173F">
        <w:rPr>
          <w:rStyle w:val="Verbatim"/>
        </w:rPr>
        <w:t>d9546fc1</w:t>
      </w:r>
      <w:r>
        <w:rPr>
          <w:rStyle w:val="Verbatim"/>
        </w:rPr>
        <w:br/>
      </w:r>
      <w:r w:rsidRPr="0059173F">
        <w:rPr>
          <w:rStyle w:val="Verbatim"/>
        </w:rPr>
        <w:t>1</w:t>
      </w:r>
      <w:r>
        <w:rPr>
          <w:rStyle w:val="Verbatim"/>
        </w:rPr>
        <w:t> </w:t>
      </w:r>
      <w:r w:rsidRPr="0059173F">
        <w:rPr>
          <w:rStyle w:val="Verbatim"/>
        </w:rPr>
        <w:t>1</w:t>
      </w:r>
      <w:r>
        <w:rPr>
          <w:rStyle w:val="Verbatim"/>
        </w:rPr>
        <w:t> </w:t>
      </w:r>
      <w:r w:rsidRPr="0059173F">
        <w:rPr>
          <w:rStyle w:val="Verbatim"/>
        </w:rPr>
        <w:t>1024</w:t>
      </w:r>
      <w:r>
        <w:rPr>
          <w:rStyle w:val="Verbatim"/>
        </w:rPr>
        <w:t> </w:t>
      </w:r>
      <w:r w:rsidRPr="0059173F">
        <w:rPr>
          <w:rStyle w:val="Verbatim"/>
        </w:rPr>
        <w:t>1024</w:t>
      </w:r>
      <w:r>
        <w:rPr>
          <w:rStyle w:val="Verbatim"/>
        </w:rPr>
        <w:t> </w:t>
      </w:r>
      <w:r w:rsidRPr="0059173F">
        <w:rPr>
          <w:rStyle w:val="Verbatim"/>
        </w:rPr>
        <w:t>193f5983</w:t>
      </w:r>
      <w:r>
        <w:rPr>
          <w:rStyle w:val="Verbatim"/>
        </w:rPr>
        <w:t> </w:t>
      </w:r>
      <w:r w:rsidRPr="0059173F">
        <w:rPr>
          <w:rStyle w:val="Verbatim"/>
        </w:rPr>
        <w:t>0ba8e5c2</w:t>
      </w:r>
      <w:r>
        <w:rPr>
          <w:rStyle w:val="Verbatim"/>
        </w:rPr>
        <w:t> </w:t>
      </w:r>
      <w:r w:rsidRPr="0059173F">
        <w:rPr>
          <w:rStyle w:val="Verbatim"/>
        </w:rPr>
        <w:t>6d33a137</w:t>
      </w:r>
      <w:r>
        <w:rPr>
          <w:rStyle w:val="Verbatim"/>
        </w:rPr>
        <w:t> </w:t>
      </w:r>
      <w:r w:rsidRPr="0059173F">
        <w:rPr>
          <w:rStyle w:val="Verbatim"/>
        </w:rPr>
        <w:t>d9546fc1</w:t>
      </w:r>
      <w:r>
        <w:rPr>
          <w:rStyle w:val="Verbatim"/>
        </w:rPr>
        <w:br/>
      </w:r>
      <w:r w:rsidRPr="0059173F">
        <w:rPr>
          <w:rStyle w:val="Verbatim"/>
        </w:rPr>
        <w:t>2</w:t>
      </w:r>
      <w:r>
        <w:rPr>
          <w:rStyle w:val="Verbatim"/>
        </w:rPr>
        <w:t> </w:t>
      </w:r>
      <w:r w:rsidRPr="0059173F">
        <w:rPr>
          <w:rStyle w:val="Verbatim"/>
        </w:rPr>
        <w:t>0</w:t>
      </w:r>
      <w:r>
        <w:rPr>
          <w:rStyle w:val="Verbatim"/>
        </w:rPr>
        <w:t> </w:t>
      </w:r>
      <w:r w:rsidRPr="0059173F">
        <w:rPr>
          <w:rStyle w:val="Verbatim"/>
        </w:rPr>
        <w:t>1024</w:t>
      </w:r>
      <w:r>
        <w:rPr>
          <w:rStyle w:val="Verbatim"/>
        </w:rPr>
        <w:t> </w:t>
      </w:r>
      <w:r w:rsidRPr="0059173F">
        <w:rPr>
          <w:rStyle w:val="Verbatim"/>
        </w:rPr>
        <w:t>1024</w:t>
      </w:r>
      <w:r>
        <w:rPr>
          <w:rStyle w:val="Verbatim"/>
        </w:rPr>
        <w:t> </w:t>
      </w:r>
      <w:r w:rsidRPr="0059173F">
        <w:rPr>
          <w:rStyle w:val="Verbatim"/>
        </w:rPr>
        <w:t>6097b60f</w:t>
      </w:r>
      <w:r>
        <w:rPr>
          <w:rStyle w:val="Verbatim"/>
        </w:rPr>
        <w:t> </w:t>
      </w:r>
      <w:r w:rsidRPr="0059173F">
        <w:rPr>
          <w:rStyle w:val="Verbatim"/>
        </w:rPr>
        <w:t>fbe26652</w:t>
      </w:r>
      <w:r>
        <w:rPr>
          <w:rStyle w:val="Verbatim"/>
        </w:rPr>
        <w:t> </w:t>
      </w:r>
      <w:r w:rsidRPr="0059173F">
        <w:rPr>
          <w:rStyle w:val="Verbatim"/>
        </w:rPr>
        <w:t>b9e13c08</w:t>
      </w:r>
      <w:r>
        <w:rPr>
          <w:rStyle w:val="Verbatim"/>
        </w:rPr>
        <w:t> </w:t>
      </w:r>
      <w:r w:rsidRPr="0059173F">
        <w:rPr>
          <w:rStyle w:val="Verbatim"/>
        </w:rPr>
        <w:t>896070ed</w:t>
      </w:r>
      <w:r>
        <w:rPr>
          <w:rStyle w:val="Verbatim"/>
        </w:rPr>
        <w:br/>
      </w:r>
      <w:r w:rsidRPr="0059173F">
        <w:rPr>
          <w:rStyle w:val="Verbatim"/>
        </w:rPr>
        <w:t>2</w:t>
      </w:r>
      <w:r>
        <w:rPr>
          <w:rStyle w:val="Verbatim"/>
        </w:rPr>
        <w:t> </w:t>
      </w:r>
      <w:r w:rsidRPr="0059173F">
        <w:rPr>
          <w:rStyle w:val="Verbatim"/>
        </w:rPr>
        <w:t>1</w:t>
      </w:r>
      <w:r>
        <w:rPr>
          <w:rStyle w:val="Verbatim"/>
        </w:rPr>
        <w:t> </w:t>
      </w:r>
      <w:r w:rsidRPr="0059173F">
        <w:rPr>
          <w:rStyle w:val="Verbatim"/>
        </w:rPr>
        <w:t>1024</w:t>
      </w:r>
      <w:r>
        <w:rPr>
          <w:rStyle w:val="Verbatim"/>
        </w:rPr>
        <w:t> </w:t>
      </w:r>
      <w:r w:rsidRPr="0059173F">
        <w:rPr>
          <w:rStyle w:val="Verbatim"/>
        </w:rPr>
        <w:t>1024</w:t>
      </w:r>
      <w:r>
        <w:rPr>
          <w:rStyle w:val="Verbatim"/>
        </w:rPr>
        <w:t> </w:t>
      </w:r>
      <w:r w:rsidRPr="0059173F">
        <w:rPr>
          <w:rStyle w:val="Verbatim"/>
        </w:rPr>
        <w:t>42868cd4</w:t>
      </w:r>
      <w:r>
        <w:rPr>
          <w:rStyle w:val="Verbatim"/>
        </w:rPr>
        <w:t> </w:t>
      </w:r>
      <w:r w:rsidRPr="0059173F">
        <w:rPr>
          <w:rStyle w:val="Verbatim"/>
        </w:rPr>
        <w:t>0ba8e5c2</w:t>
      </w:r>
      <w:r>
        <w:rPr>
          <w:rStyle w:val="Verbatim"/>
        </w:rPr>
        <w:t> </w:t>
      </w:r>
      <w:r w:rsidRPr="0059173F">
        <w:rPr>
          <w:rStyle w:val="Verbatim"/>
        </w:rPr>
        <w:t>1cf0ff47</w:t>
      </w:r>
      <w:r>
        <w:rPr>
          <w:rStyle w:val="Verbatim"/>
        </w:rPr>
        <w:t> </w:t>
      </w:r>
      <w:r w:rsidRPr="0059173F">
        <w:rPr>
          <w:rStyle w:val="Verbatim"/>
        </w:rPr>
        <w:t>896070ed</w:t>
      </w:r>
    </w:p>
    <w:p w14:paraId="347CD72A" w14:textId="77777777" w:rsidR="00207791" w:rsidRDefault="00207791" w:rsidP="00430A1A">
      <w:pPr>
        <w:rPr>
          <w:lang w:eastAsia="ja-JP"/>
        </w:rPr>
      </w:pPr>
    </w:p>
    <w:p w14:paraId="057ACCF1" w14:textId="3364B87C" w:rsidR="00207791" w:rsidRDefault="00207791" w:rsidP="00430A1A">
      <w:pPr>
        <w:rPr>
          <w:lang w:eastAsia="ja-JP"/>
        </w:rPr>
      </w:pPr>
      <w:r>
        <w:rPr>
          <w:lang w:eastAsia="ja-JP"/>
        </w:rPr>
        <w:lastRenderedPageBreak/>
        <w:t xml:space="preserve">There is one row per volumetric frame and atlas. </w:t>
      </w:r>
      <w:r>
        <w:rPr>
          <w:lang w:eastAsia="ja-JP"/>
        </w:rPr>
        <w:t>The rows are ordered by frame order count (presentation order) and atlas ID.</w:t>
      </w:r>
    </w:p>
    <w:p w14:paraId="133AA47C" w14:textId="7D7ED33D" w:rsidR="00430A1A" w:rsidRDefault="00430A1A" w:rsidP="00430A1A">
      <w:pPr>
        <w:rPr>
          <w:lang w:eastAsia="ja-JP"/>
        </w:rPr>
      </w:pPr>
      <w:r>
        <w:rPr>
          <w:lang w:eastAsia="ja-JP"/>
        </w:rPr>
        <w:t>The columns in order from left to right are:</w:t>
      </w:r>
    </w:p>
    <w:p w14:paraId="4BC4E819" w14:textId="77777777" w:rsidR="00430A1A" w:rsidRDefault="00430A1A" w:rsidP="00430A1A">
      <w:pPr>
        <w:pStyle w:val="ListParagraph"/>
        <w:numPr>
          <w:ilvl w:val="0"/>
          <w:numId w:val="27"/>
        </w:numPr>
        <w:rPr>
          <w:lang w:eastAsia="ja-JP"/>
        </w:rPr>
      </w:pPr>
      <w:r>
        <w:rPr>
          <w:lang w:eastAsia="ja-JP"/>
        </w:rPr>
        <w:t>Frame order count</w:t>
      </w:r>
    </w:p>
    <w:p w14:paraId="5C08EE5F" w14:textId="77777777" w:rsidR="00430A1A" w:rsidRDefault="00430A1A" w:rsidP="00430A1A">
      <w:pPr>
        <w:pStyle w:val="ListParagraph"/>
        <w:numPr>
          <w:ilvl w:val="0"/>
          <w:numId w:val="27"/>
        </w:numPr>
        <w:rPr>
          <w:lang w:eastAsia="ja-JP"/>
        </w:rPr>
      </w:pPr>
      <w:r>
        <w:rPr>
          <w:lang w:eastAsia="ja-JP"/>
        </w:rPr>
        <w:t>Atlas ID</w:t>
      </w:r>
    </w:p>
    <w:p w14:paraId="7BF0748F" w14:textId="77777777" w:rsidR="002E39F7" w:rsidRDefault="00357888" w:rsidP="00430A1A">
      <w:pPr>
        <w:pStyle w:val="ListParagraph"/>
        <w:numPr>
          <w:ilvl w:val="0"/>
          <w:numId w:val="27"/>
        </w:numPr>
        <w:rPr>
          <w:lang w:eastAsia="ja-JP"/>
        </w:rPr>
      </w:pPr>
      <w:r>
        <w:rPr>
          <w:lang w:eastAsia="ja-JP"/>
        </w:rPr>
        <w:t>Atlas frame width</w:t>
      </w:r>
    </w:p>
    <w:p w14:paraId="5DAD883A" w14:textId="4267EE63" w:rsidR="00430A1A" w:rsidRPr="00585DE7" w:rsidRDefault="002E39F7" w:rsidP="00430A1A">
      <w:pPr>
        <w:pStyle w:val="ListParagraph"/>
        <w:numPr>
          <w:ilvl w:val="0"/>
          <w:numId w:val="27"/>
        </w:numPr>
        <w:rPr>
          <w:lang w:eastAsia="ja-JP"/>
        </w:rPr>
      </w:pPr>
      <w:r>
        <w:rPr>
          <w:lang w:eastAsia="ja-JP"/>
        </w:rPr>
        <w:t>A</w:t>
      </w:r>
      <w:r w:rsidR="00357888">
        <w:rPr>
          <w:lang w:eastAsia="ja-JP"/>
        </w:rPr>
        <w:t>tlas frame height</w:t>
      </w:r>
    </w:p>
    <w:p w14:paraId="6550117A" w14:textId="4B9FB9FF" w:rsidR="00430A1A" w:rsidRDefault="00430A1A" w:rsidP="00430A1A">
      <w:pPr>
        <w:pStyle w:val="ListParagraph"/>
        <w:numPr>
          <w:ilvl w:val="0"/>
          <w:numId w:val="27"/>
        </w:numPr>
        <w:rPr>
          <w:lang w:eastAsia="ja-JP"/>
        </w:rPr>
      </w:pPr>
      <w:r>
        <w:rPr>
          <w:lang w:eastAsia="ja-JP"/>
        </w:rPr>
        <w:t>Decoded video data hash</w:t>
      </w:r>
      <w:r w:rsidR="002E39F7">
        <w:rPr>
          <w:lang w:eastAsia="ja-JP"/>
        </w:rPr>
        <w:t xml:space="preserve">, specified in sub-clause </w:t>
      </w:r>
      <w:r w:rsidR="002E39F7">
        <w:rPr>
          <w:lang w:eastAsia="ja-JP"/>
        </w:rPr>
        <w:fldChar w:fldCharType="begin"/>
      </w:r>
      <w:r w:rsidR="002E39F7">
        <w:rPr>
          <w:lang w:eastAsia="ja-JP"/>
        </w:rPr>
        <w:instrText xml:space="preserve"> REF _Ref72444595 \r \h </w:instrText>
      </w:r>
      <w:r w:rsidR="002E39F7">
        <w:rPr>
          <w:lang w:eastAsia="ja-JP"/>
        </w:rPr>
      </w:r>
      <w:r w:rsidR="002E39F7">
        <w:rPr>
          <w:lang w:eastAsia="ja-JP"/>
        </w:rPr>
        <w:fldChar w:fldCharType="separate"/>
      </w:r>
      <w:r w:rsidR="00C34FC2">
        <w:rPr>
          <w:lang w:eastAsia="ja-JP"/>
        </w:rPr>
        <w:t>8.3</w:t>
      </w:r>
      <w:r w:rsidR="002E39F7">
        <w:rPr>
          <w:lang w:eastAsia="ja-JP"/>
        </w:rPr>
        <w:fldChar w:fldCharType="end"/>
      </w:r>
    </w:p>
    <w:p w14:paraId="4BBB718D" w14:textId="6337546E" w:rsidR="00430A1A" w:rsidRDefault="00430A1A" w:rsidP="00430A1A">
      <w:pPr>
        <w:pStyle w:val="ListParagraph"/>
        <w:numPr>
          <w:ilvl w:val="0"/>
          <w:numId w:val="27"/>
        </w:numPr>
        <w:rPr>
          <w:lang w:eastAsia="ja-JP"/>
        </w:rPr>
      </w:pPr>
      <w:r>
        <w:rPr>
          <w:lang w:eastAsia="ja-JP"/>
        </w:rPr>
        <w:t>Block to patch map hash</w:t>
      </w:r>
      <w:r w:rsidR="002E39F7">
        <w:rPr>
          <w:lang w:eastAsia="ja-JP"/>
        </w:rPr>
        <w:t xml:space="preserve">, specified in sub-clause </w:t>
      </w:r>
      <w:r w:rsidR="002E39F7">
        <w:rPr>
          <w:lang w:eastAsia="ja-JP"/>
        </w:rPr>
        <w:fldChar w:fldCharType="begin"/>
      </w:r>
      <w:r w:rsidR="002E39F7">
        <w:rPr>
          <w:lang w:eastAsia="ja-JP"/>
        </w:rPr>
        <w:instrText xml:space="preserve"> REF _Ref72444516 \r \h </w:instrText>
      </w:r>
      <w:r w:rsidR="002E39F7">
        <w:rPr>
          <w:lang w:eastAsia="ja-JP"/>
        </w:rPr>
      </w:r>
      <w:r w:rsidR="002E39F7">
        <w:rPr>
          <w:lang w:eastAsia="ja-JP"/>
        </w:rPr>
        <w:fldChar w:fldCharType="separate"/>
      </w:r>
      <w:r w:rsidR="00C34FC2">
        <w:rPr>
          <w:lang w:eastAsia="ja-JP"/>
        </w:rPr>
        <w:t>8.4</w:t>
      </w:r>
      <w:r w:rsidR="002E39F7">
        <w:rPr>
          <w:lang w:eastAsia="ja-JP"/>
        </w:rPr>
        <w:fldChar w:fldCharType="end"/>
      </w:r>
    </w:p>
    <w:p w14:paraId="71000E34" w14:textId="3FAC082E" w:rsidR="00430A1A" w:rsidRDefault="00430A1A" w:rsidP="00430A1A">
      <w:pPr>
        <w:pStyle w:val="ListParagraph"/>
        <w:numPr>
          <w:ilvl w:val="0"/>
          <w:numId w:val="27"/>
        </w:numPr>
        <w:rPr>
          <w:lang w:eastAsia="ja-JP"/>
        </w:rPr>
      </w:pPr>
      <w:r>
        <w:rPr>
          <w:lang w:eastAsia="ja-JP"/>
        </w:rPr>
        <w:t>Patch params list hash</w:t>
      </w:r>
      <w:r w:rsidR="002E39F7">
        <w:rPr>
          <w:lang w:eastAsia="ja-JP"/>
        </w:rPr>
        <w:t xml:space="preserve">, specified in sub-clause </w:t>
      </w:r>
      <w:r w:rsidR="002E39F7">
        <w:rPr>
          <w:lang w:eastAsia="ja-JP"/>
        </w:rPr>
        <w:fldChar w:fldCharType="begin"/>
      </w:r>
      <w:r w:rsidR="002E39F7">
        <w:rPr>
          <w:lang w:eastAsia="ja-JP"/>
        </w:rPr>
        <w:instrText xml:space="preserve"> REF _Ref72444540 \r \h </w:instrText>
      </w:r>
      <w:r w:rsidR="002E39F7">
        <w:rPr>
          <w:lang w:eastAsia="ja-JP"/>
        </w:rPr>
      </w:r>
      <w:r w:rsidR="002E39F7">
        <w:rPr>
          <w:lang w:eastAsia="ja-JP"/>
        </w:rPr>
        <w:fldChar w:fldCharType="separate"/>
      </w:r>
      <w:r w:rsidR="00C34FC2">
        <w:rPr>
          <w:lang w:eastAsia="ja-JP"/>
        </w:rPr>
        <w:t>8.5</w:t>
      </w:r>
      <w:r w:rsidR="002E39F7">
        <w:rPr>
          <w:lang w:eastAsia="ja-JP"/>
        </w:rPr>
        <w:fldChar w:fldCharType="end"/>
      </w:r>
    </w:p>
    <w:p w14:paraId="2A2DD4E2" w14:textId="5967CAC7" w:rsidR="00430A1A" w:rsidRDefault="00430A1A" w:rsidP="00430A1A">
      <w:pPr>
        <w:pStyle w:val="ListParagraph"/>
        <w:numPr>
          <w:ilvl w:val="0"/>
          <w:numId w:val="27"/>
        </w:numPr>
        <w:rPr>
          <w:lang w:eastAsia="ja-JP"/>
        </w:rPr>
      </w:pPr>
      <w:r>
        <w:rPr>
          <w:lang w:eastAsia="ja-JP"/>
        </w:rPr>
        <w:t>View params list hash</w:t>
      </w:r>
      <w:r w:rsidR="002E39F7">
        <w:rPr>
          <w:lang w:eastAsia="ja-JP"/>
        </w:rPr>
        <w:t xml:space="preserve">, specified in sub-clause </w:t>
      </w:r>
      <w:r w:rsidR="002E39F7">
        <w:rPr>
          <w:lang w:eastAsia="ja-JP"/>
        </w:rPr>
        <w:fldChar w:fldCharType="begin"/>
      </w:r>
      <w:r w:rsidR="002E39F7">
        <w:rPr>
          <w:lang w:eastAsia="ja-JP"/>
        </w:rPr>
        <w:instrText xml:space="preserve"> REF _Ref72444560 \r \h </w:instrText>
      </w:r>
      <w:r w:rsidR="002E39F7">
        <w:rPr>
          <w:lang w:eastAsia="ja-JP"/>
        </w:rPr>
      </w:r>
      <w:r w:rsidR="002E39F7">
        <w:rPr>
          <w:lang w:eastAsia="ja-JP"/>
        </w:rPr>
        <w:fldChar w:fldCharType="separate"/>
      </w:r>
      <w:r w:rsidR="00C34FC2">
        <w:rPr>
          <w:lang w:eastAsia="ja-JP"/>
        </w:rPr>
        <w:t>8.6</w:t>
      </w:r>
      <w:r w:rsidR="002E39F7">
        <w:rPr>
          <w:lang w:eastAsia="ja-JP"/>
        </w:rPr>
        <w:fldChar w:fldCharType="end"/>
      </w:r>
    </w:p>
    <w:p w14:paraId="68FA6862" w14:textId="2320DA07" w:rsidR="002E39F7" w:rsidRDefault="002E39F7" w:rsidP="0067317C">
      <w:pPr>
        <w:rPr>
          <w:lang w:eastAsia="ja-JP"/>
        </w:rPr>
      </w:pPr>
      <w:r>
        <w:rPr>
          <w:lang w:eastAsia="ja-JP"/>
        </w:rPr>
        <w:t xml:space="preserve">All hashes are formatted </w:t>
      </w:r>
      <w:r w:rsidR="00B96DF4">
        <w:rPr>
          <w:lang w:eastAsia="ja-JP"/>
        </w:rPr>
        <w:t xml:space="preserve">as </w:t>
      </w:r>
      <w:r>
        <w:rPr>
          <w:lang w:eastAsia="ja-JP"/>
        </w:rPr>
        <w:t>an eight-</w:t>
      </w:r>
      <w:r w:rsidR="00B96DF4">
        <w:rPr>
          <w:lang w:eastAsia="ja-JP"/>
        </w:rPr>
        <w:t xml:space="preserve">digit zero-padded lowercase </w:t>
      </w:r>
      <w:r>
        <w:rPr>
          <w:lang w:eastAsia="ja-JP"/>
        </w:rPr>
        <w:t>hexadecimal</w:t>
      </w:r>
      <w:r w:rsidR="00B96DF4">
        <w:rPr>
          <w:lang w:eastAsia="ja-JP"/>
        </w:rPr>
        <w:t xml:space="preserve"> number.</w:t>
      </w:r>
    </w:p>
    <w:p w14:paraId="51D7A71C" w14:textId="0B246BEA" w:rsidR="00430A1A" w:rsidRDefault="00430A1A" w:rsidP="00430A1A">
      <w:pPr>
        <w:pStyle w:val="Heading2"/>
      </w:pPr>
      <w:bookmarkStart w:id="45" w:name="_Ref72442292"/>
      <w:bookmarkStart w:id="46" w:name="_Toc72493477"/>
      <w:r w:rsidRPr="00357888">
        <w:t>General hashing process</w:t>
      </w:r>
      <w:bookmarkEnd w:id="45"/>
      <w:bookmarkEnd w:id="46"/>
    </w:p>
    <w:p w14:paraId="0F4C97A6" w14:textId="08627228" w:rsidR="00517644" w:rsidRPr="00517644" w:rsidRDefault="00517644" w:rsidP="00517644">
      <w:pPr>
        <w:rPr>
          <w:lang w:eastAsia="ja-JP"/>
        </w:rPr>
      </w:pPr>
      <w:r w:rsidRPr="00C6134B">
        <w:t>This process calculates the CRC-32 hash</w:t>
      </w:r>
      <w:r w:rsidRPr="009C5632">
        <w:rPr>
          <w:vertAlign w:val="superscript"/>
        </w:rPr>
        <w:footnoteReference w:id="1"/>
      </w:r>
      <w:r w:rsidRPr="00C6134B">
        <w:t>.</w:t>
      </w:r>
    </w:p>
    <w:p w14:paraId="65B7887F" w14:textId="0DD9EC08" w:rsidR="009C5632" w:rsidRDefault="00C6134B" w:rsidP="00517644">
      <w:pPr>
        <w:rPr>
          <w:lang w:eastAsia="ja-JP"/>
        </w:rPr>
      </w:pPr>
      <w:r>
        <w:rPr>
          <w:lang w:eastAsia="ja-JP"/>
        </w:rPr>
        <w:t>The i</w:t>
      </w:r>
      <w:r w:rsidR="00357888">
        <w:rPr>
          <w:lang w:eastAsia="ja-JP"/>
        </w:rPr>
        <w:t>nput to this process is</w:t>
      </w:r>
      <w:r w:rsidR="00517644">
        <w:rPr>
          <w:lang w:eastAsia="ja-JP"/>
        </w:rPr>
        <w:t xml:space="preserve"> a byte string.</w:t>
      </w:r>
    </w:p>
    <w:p w14:paraId="30209D75" w14:textId="1ED1D65E" w:rsidR="00A15079" w:rsidRDefault="00A15079" w:rsidP="00A15079">
      <w:pPr>
        <w:rPr>
          <w:lang w:eastAsia="ja-JP"/>
        </w:rPr>
      </w:pPr>
      <w:r>
        <w:rPr>
          <w:lang w:eastAsia="ja-JP"/>
        </w:rPr>
        <w:t xml:space="preserve">The output of this process is the value </w:t>
      </w:r>
      <w:r w:rsidRPr="00A15079">
        <w:rPr>
          <w:i/>
          <w:iCs/>
          <w:lang w:eastAsia="ja-JP"/>
        </w:rPr>
        <w:t>hash</w:t>
      </w:r>
      <w:r>
        <w:rPr>
          <w:i/>
          <w:iCs/>
          <w:lang w:eastAsia="ja-JP"/>
        </w:rPr>
        <w:t>Value</w:t>
      </w:r>
      <w:r>
        <w:rPr>
          <w:lang w:eastAsia="ja-JP"/>
        </w:rPr>
        <w:t xml:space="preserve"> in range 0 .. 2</w:t>
      </w:r>
      <w:r w:rsidRPr="00A15079">
        <w:rPr>
          <w:vertAlign w:val="superscript"/>
          <w:lang w:eastAsia="ja-JP"/>
        </w:rPr>
        <w:t>32</w:t>
      </w:r>
      <w:r>
        <w:rPr>
          <w:lang w:eastAsia="ja-JP"/>
        </w:rPr>
        <w:t xml:space="preserve"> - 1.</w:t>
      </w:r>
    </w:p>
    <w:p w14:paraId="392F2BDD" w14:textId="1C73377D" w:rsidR="00A15079" w:rsidRPr="00C6134B" w:rsidRDefault="00C6134B" w:rsidP="00C6134B">
      <w:pPr>
        <w:pStyle w:val="BodyText"/>
      </w:pPr>
      <w:r w:rsidRPr="00C6134B">
        <w:t xml:space="preserve">First a table </w:t>
      </w:r>
      <w:r w:rsidRPr="009C5632">
        <w:rPr>
          <w:i/>
          <w:iCs/>
        </w:rPr>
        <w:t>crc32Table</w:t>
      </w:r>
      <w:r w:rsidRPr="00C6134B">
        <w:t xml:space="preserve"> of length </w:t>
      </w:r>
      <w:r w:rsidR="009C5632">
        <w:t>256</w:t>
      </w:r>
      <w:r w:rsidRPr="00C6134B">
        <w:t xml:space="preserve"> is calculated</w:t>
      </w:r>
      <w:r w:rsidR="00517644">
        <w:t xml:space="preserve"> (once)</w:t>
      </w:r>
      <w:r w:rsidRPr="00C6134B">
        <w:t>:</w:t>
      </w:r>
    </w:p>
    <w:p w14:paraId="17F71AA7" w14:textId="5FFF8777" w:rsidR="00C6134B" w:rsidRPr="00C6134B" w:rsidRDefault="00C6134B" w:rsidP="00C6134B">
      <w:pPr>
        <w:pStyle w:val="BodyText"/>
        <w:ind w:left="403"/>
        <w:rPr>
          <w:rStyle w:val="Verbatim"/>
        </w:rPr>
      </w:pPr>
      <w:r w:rsidRPr="00C6134B">
        <w:rPr>
          <w:rStyle w:val="Verbatim"/>
        </w:rPr>
        <w:t>for (i = 0; i &lt; 0x100; i++) {</w:t>
      </w:r>
      <w:r w:rsidRPr="00C6134B">
        <w:rPr>
          <w:rStyle w:val="Verbatim"/>
        </w:rPr>
        <w:br/>
        <w:t xml:space="preserve">  </w:t>
      </w:r>
      <w:r w:rsidR="009C5632">
        <w:rPr>
          <w:rStyle w:val="Verbatim"/>
        </w:rPr>
        <w:t>n</w:t>
      </w:r>
      <w:r w:rsidRPr="00C6134B">
        <w:rPr>
          <w:rStyle w:val="Verbatim"/>
        </w:rPr>
        <w:t> = i</w:t>
      </w:r>
      <w:r w:rsidRPr="00C6134B">
        <w:rPr>
          <w:rStyle w:val="Verbatim"/>
        </w:rPr>
        <w:br/>
        <w:t xml:space="preserve">  for (j =</w:t>
      </w:r>
      <w:r w:rsidR="00517644">
        <w:rPr>
          <w:rStyle w:val="Verbatim"/>
        </w:rPr>
        <w:t> </w:t>
      </w:r>
      <w:r w:rsidRPr="00C6134B">
        <w:rPr>
          <w:rStyle w:val="Verbatim"/>
        </w:rPr>
        <w:t>0; j &lt; 8; j</w:t>
      </w:r>
      <w:r w:rsidR="00517644">
        <w:rPr>
          <w:rStyle w:val="Verbatim"/>
        </w:rPr>
        <w:t>++</w:t>
      </w:r>
      <w:r w:rsidRPr="00C6134B">
        <w:rPr>
          <w:rStyle w:val="Verbatim"/>
        </w:rPr>
        <w:t>) {</w:t>
      </w:r>
      <w:r w:rsidRPr="00C6134B">
        <w:rPr>
          <w:rStyle w:val="Verbatim"/>
        </w:rPr>
        <w:br/>
        <w:t xml:space="preserve">    </w:t>
      </w:r>
      <w:r w:rsidR="009C5632">
        <w:rPr>
          <w:rStyle w:val="Verbatim"/>
        </w:rPr>
        <w:t>n</w:t>
      </w:r>
      <w:r w:rsidRPr="00C6134B">
        <w:rPr>
          <w:rStyle w:val="Verbatim"/>
        </w:rPr>
        <w:t> = (</w:t>
      </w:r>
      <w:r w:rsidR="009C5632">
        <w:rPr>
          <w:rStyle w:val="Verbatim"/>
        </w:rPr>
        <w:t>n</w:t>
      </w:r>
      <w:r w:rsidRPr="00C6134B">
        <w:rPr>
          <w:rStyle w:val="Verbatim"/>
        </w:rPr>
        <w:t> &amp; 1) == 0 ? </w:t>
      </w:r>
      <w:r w:rsidR="009C5632">
        <w:rPr>
          <w:rStyle w:val="Verbatim"/>
        </w:rPr>
        <w:t>n</w:t>
      </w:r>
      <w:r w:rsidRPr="00C6134B">
        <w:rPr>
          <w:rStyle w:val="Verbatim"/>
        </w:rPr>
        <w:t> &gt;&gt; 1 : (</w:t>
      </w:r>
      <w:r w:rsidR="009C5632">
        <w:rPr>
          <w:rStyle w:val="Verbatim"/>
        </w:rPr>
        <w:t>n</w:t>
      </w:r>
      <w:r w:rsidRPr="00C6134B">
        <w:rPr>
          <w:rStyle w:val="Verbatim"/>
        </w:rPr>
        <w:t> &gt;&gt; 1) ^ 0xEDB88320</w:t>
      </w:r>
      <w:r w:rsidRPr="00C6134B">
        <w:rPr>
          <w:rStyle w:val="Verbatim"/>
        </w:rPr>
        <w:br/>
        <w:t xml:space="preserve">  }</w:t>
      </w:r>
      <w:r w:rsidRPr="00C6134B">
        <w:rPr>
          <w:rStyle w:val="Verbatim"/>
        </w:rPr>
        <w:br/>
        <w:t xml:space="preserve">  </w:t>
      </w:r>
      <w:r w:rsidR="002640A2">
        <w:rPr>
          <w:rStyle w:val="Verbatim"/>
        </w:rPr>
        <w:t>crc32T</w:t>
      </w:r>
      <w:r w:rsidRPr="00C6134B">
        <w:rPr>
          <w:rStyle w:val="Verbatim"/>
        </w:rPr>
        <w:t>able[ i ] = </w:t>
      </w:r>
      <w:r w:rsidR="009C5632">
        <w:rPr>
          <w:rStyle w:val="Verbatim"/>
        </w:rPr>
        <w:t>n</w:t>
      </w:r>
      <w:r w:rsidR="00517644">
        <w:rPr>
          <w:rStyle w:val="Verbatim"/>
        </w:rPr>
        <w:br/>
        <w:t>}</w:t>
      </w:r>
    </w:p>
    <w:p w14:paraId="57B08F1E" w14:textId="0DA1E9CF" w:rsidR="00517644" w:rsidRDefault="00517644" w:rsidP="00C6134B">
      <w:pPr>
        <w:pStyle w:val="BodyText"/>
      </w:pPr>
      <w:r>
        <w:t xml:space="preserve">The variable </w:t>
      </w:r>
      <w:r>
        <w:rPr>
          <w:i/>
          <w:iCs/>
        </w:rPr>
        <w:t>state</w:t>
      </w:r>
      <w:r>
        <w:t xml:space="preserve"> is initialized to 0xFFFFFFFF.</w:t>
      </w:r>
    </w:p>
    <w:p w14:paraId="17935BA8" w14:textId="2E40A25F" w:rsidR="00517644" w:rsidRDefault="00517644" w:rsidP="00C6134B">
      <w:pPr>
        <w:pStyle w:val="BodyText"/>
      </w:pPr>
      <w:r>
        <w:t xml:space="preserve">For each byte </w:t>
      </w:r>
      <w:r w:rsidRPr="00517644">
        <w:rPr>
          <w:i/>
          <w:iCs/>
        </w:rPr>
        <w:t>n</w:t>
      </w:r>
      <w:r>
        <w:t xml:space="preserve"> </w:t>
      </w:r>
      <w:r w:rsidR="00223D64">
        <w:t xml:space="preserve">in 0 .. 255 of </w:t>
      </w:r>
      <w:r>
        <w:t>the byte string</w:t>
      </w:r>
      <w:r w:rsidR="00223D64">
        <w:t>, in order of increasing byte position</w:t>
      </w:r>
      <w:r>
        <w:t xml:space="preserve">, the variable </w:t>
      </w:r>
      <w:r w:rsidRPr="00517644">
        <w:rPr>
          <w:i/>
          <w:iCs/>
        </w:rPr>
        <w:t>state</w:t>
      </w:r>
      <w:r>
        <w:t xml:space="preserve"> is updated as follows:</w:t>
      </w:r>
    </w:p>
    <w:p w14:paraId="7D1FBE07" w14:textId="240AABDC" w:rsidR="00517644" w:rsidRDefault="002640A2" w:rsidP="009C5632">
      <w:pPr>
        <w:pStyle w:val="BodyText"/>
        <w:ind w:left="403"/>
        <w:rPr>
          <w:rStyle w:val="Verbatim"/>
        </w:rPr>
      </w:pPr>
      <w:r>
        <w:rPr>
          <w:rStyle w:val="Verbatim"/>
        </w:rPr>
        <w:t>state = (state &gt;&gt; 8) ^ crc32Table[ </w:t>
      </w:r>
      <w:r w:rsidR="00223D64">
        <w:rPr>
          <w:rStyle w:val="Verbatim"/>
        </w:rPr>
        <w:t>(state</w:t>
      </w:r>
      <w:r>
        <w:rPr>
          <w:rStyle w:val="Verbatim"/>
        </w:rPr>
        <w:t> ^ </w:t>
      </w:r>
      <w:r w:rsidR="00223D64">
        <w:rPr>
          <w:rStyle w:val="Verbatim"/>
        </w:rPr>
        <w:t>n) &amp; 0xFF</w:t>
      </w:r>
      <w:r>
        <w:rPr>
          <w:rStyle w:val="Verbatim"/>
        </w:rPr>
        <w:t> ]</w:t>
      </w:r>
    </w:p>
    <w:p w14:paraId="59C9C675" w14:textId="28D590C0" w:rsidR="00517644" w:rsidRDefault="00223D64" w:rsidP="00517644">
      <w:r>
        <w:t>Finally, the output of the process is:</w:t>
      </w:r>
    </w:p>
    <w:p w14:paraId="04B859FA" w14:textId="608C8ED9" w:rsidR="009C5632" w:rsidRPr="00517644" w:rsidRDefault="00517644" w:rsidP="00517644">
      <w:pPr>
        <w:pStyle w:val="BodyText"/>
        <w:ind w:left="403"/>
        <w:rPr>
          <w:rStyle w:val="Verbatim"/>
        </w:rPr>
      </w:pPr>
      <w:r w:rsidRPr="00517644">
        <w:rPr>
          <w:rStyle w:val="Verbatim"/>
        </w:rPr>
        <w:t>hashValue = ~state</w:t>
      </w:r>
    </w:p>
    <w:p w14:paraId="3F71D210" w14:textId="241ED511" w:rsidR="00430A1A" w:rsidRDefault="00430A1A" w:rsidP="00430A1A">
      <w:pPr>
        <w:pStyle w:val="Heading2"/>
      </w:pPr>
      <w:bookmarkStart w:id="47" w:name="_Ref72444595"/>
      <w:bookmarkStart w:id="48" w:name="_Toc72493478"/>
      <w:r w:rsidRPr="00357888">
        <w:t>Video data hashing process</w:t>
      </w:r>
      <w:bookmarkEnd w:id="47"/>
      <w:bookmarkEnd w:id="48"/>
    </w:p>
    <w:p w14:paraId="4DE0B34F" w14:textId="6EFA19F0" w:rsidR="00223D64" w:rsidRDefault="00223D64" w:rsidP="00223D64">
      <w:pPr>
        <w:rPr>
          <w:lang w:eastAsia="ja-JP"/>
        </w:rPr>
      </w:pPr>
      <w:r>
        <w:rPr>
          <w:lang w:eastAsia="ja-JP"/>
        </w:rPr>
        <w:t xml:space="preserve">The input of this process is a </w:t>
      </w:r>
      <w:r w:rsidR="008143D5">
        <w:rPr>
          <w:lang w:eastAsia="ja-JP"/>
        </w:rPr>
        <w:t>decoded MIV</w:t>
      </w:r>
      <w:r>
        <w:rPr>
          <w:lang w:eastAsia="ja-JP"/>
        </w:rPr>
        <w:t xml:space="preserve"> access unit and an atlas ID atlasId.</w:t>
      </w:r>
    </w:p>
    <w:p w14:paraId="00AFE885" w14:textId="77777777" w:rsidR="00223D64" w:rsidRDefault="00223D64" w:rsidP="00223D64">
      <w:pPr>
        <w:rPr>
          <w:lang w:eastAsia="ja-JP"/>
        </w:rPr>
      </w:pPr>
      <w:r>
        <w:rPr>
          <w:lang w:eastAsia="ja-JP"/>
        </w:rPr>
        <w:t xml:space="preserve">The output of this process is the value </w:t>
      </w:r>
      <w:r w:rsidRPr="00A15079">
        <w:rPr>
          <w:i/>
          <w:iCs/>
          <w:lang w:eastAsia="ja-JP"/>
        </w:rPr>
        <w:t>hash</w:t>
      </w:r>
      <w:r>
        <w:rPr>
          <w:i/>
          <w:iCs/>
          <w:lang w:eastAsia="ja-JP"/>
        </w:rPr>
        <w:t>Value</w:t>
      </w:r>
      <w:r>
        <w:rPr>
          <w:lang w:eastAsia="ja-JP"/>
        </w:rPr>
        <w:t xml:space="preserve"> in range 0 .. 2</w:t>
      </w:r>
      <w:r w:rsidRPr="00A15079">
        <w:rPr>
          <w:vertAlign w:val="superscript"/>
          <w:lang w:eastAsia="ja-JP"/>
        </w:rPr>
        <w:t>32</w:t>
      </w:r>
      <w:r>
        <w:rPr>
          <w:lang w:eastAsia="ja-JP"/>
        </w:rPr>
        <w:t xml:space="preserve"> - 1.</w:t>
      </w:r>
    </w:p>
    <w:p w14:paraId="39B18FA8" w14:textId="5B493707" w:rsidR="00223D64" w:rsidRDefault="00223D64" w:rsidP="00223D64">
      <w:pPr>
        <w:rPr>
          <w:lang w:eastAsia="ja-JP"/>
        </w:rPr>
      </w:pPr>
      <w:r>
        <w:rPr>
          <w:lang w:eastAsia="ja-JP"/>
        </w:rPr>
        <w:t xml:space="preserve">This process </w:t>
      </w:r>
      <w:r w:rsidR="008143D5">
        <w:rPr>
          <w:lang w:eastAsia="ja-JP"/>
        </w:rPr>
        <w:t xml:space="preserve">applies </w:t>
      </w:r>
      <w:r>
        <w:rPr>
          <w:lang w:eastAsia="ja-JP"/>
        </w:rPr>
        <w:t xml:space="preserve">sub-clause </w:t>
      </w:r>
      <w:r>
        <w:rPr>
          <w:lang w:eastAsia="ja-JP"/>
        </w:rPr>
        <w:fldChar w:fldCharType="begin"/>
      </w:r>
      <w:r>
        <w:rPr>
          <w:lang w:eastAsia="ja-JP"/>
        </w:rPr>
        <w:instrText xml:space="preserve"> REF _Ref72442292 \r \h </w:instrText>
      </w:r>
      <w:r>
        <w:rPr>
          <w:lang w:eastAsia="ja-JP"/>
        </w:rPr>
      </w:r>
      <w:r>
        <w:rPr>
          <w:lang w:eastAsia="ja-JP"/>
        </w:rPr>
        <w:fldChar w:fldCharType="separate"/>
      </w:r>
      <w:r w:rsidR="00C34FC2">
        <w:rPr>
          <w:lang w:eastAsia="ja-JP"/>
        </w:rPr>
        <w:t>8.2</w:t>
      </w:r>
      <w:r>
        <w:rPr>
          <w:lang w:eastAsia="ja-JP"/>
        </w:rPr>
        <w:fldChar w:fldCharType="end"/>
      </w:r>
      <w:r>
        <w:rPr>
          <w:lang w:eastAsia="ja-JP"/>
        </w:rPr>
        <w:t xml:space="preserve"> </w:t>
      </w:r>
      <w:r w:rsidR="008143D5">
        <w:rPr>
          <w:lang w:eastAsia="ja-JP"/>
        </w:rPr>
        <w:t xml:space="preserve">on a byte stream that is </w:t>
      </w:r>
      <w:r>
        <w:rPr>
          <w:lang w:eastAsia="ja-JP"/>
        </w:rPr>
        <w:t>formed by concatenating the following values using u(32) descriptors</w:t>
      </w:r>
      <w:r w:rsidR="009B1477">
        <w:rPr>
          <w:lang w:eastAsia="ja-JP"/>
        </w:rPr>
        <w:t xml:space="preserve"> (network order)</w:t>
      </w:r>
      <w:r>
        <w:rPr>
          <w:lang w:eastAsia="ja-JP"/>
        </w:rPr>
        <w:t>:</w:t>
      </w:r>
    </w:p>
    <w:p w14:paraId="3699F1E4" w14:textId="3B3BEABB" w:rsidR="00223D64" w:rsidRDefault="00223D64" w:rsidP="00223D64">
      <w:pPr>
        <w:pStyle w:val="ListParagraph"/>
        <w:numPr>
          <w:ilvl w:val="0"/>
          <w:numId w:val="31"/>
        </w:numPr>
        <w:rPr>
          <w:lang w:eastAsia="ja-JP"/>
        </w:rPr>
      </w:pPr>
      <w:r>
        <w:rPr>
          <w:lang w:eastAsia="ja-JP"/>
        </w:rPr>
        <w:t xml:space="preserve">The decoded geometry samples </w:t>
      </w:r>
      <w:r w:rsidR="008143D5">
        <w:rPr>
          <w:lang w:eastAsia="ja-JP"/>
        </w:rPr>
        <w:t xml:space="preserve">of the atlas with atlas ID atlasId </w:t>
      </w:r>
      <w:r>
        <w:rPr>
          <w:lang w:eastAsia="ja-JP"/>
        </w:rPr>
        <w:t xml:space="preserve">(if any) </w:t>
      </w:r>
      <w:r w:rsidR="009B1477">
        <w:rPr>
          <w:lang w:eastAsia="ja-JP"/>
        </w:rPr>
        <w:t>ordered by row and column</w:t>
      </w:r>
      <w:r w:rsidR="0067317C">
        <w:rPr>
          <w:lang w:eastAsia="ja-JP"/>
        </w:rPr>
        <w:t>,</w:t>
      </w:r>
    </w:p>
    <w:p w14:paraId="1CF576D8" w14:textId="1CB0871B" w:rsidR="00223D64" w:rsidRDefault="009B1477" w:rsidP="00223D64">
      <w:pPr>
        <w:pStyle w:val="ListParagraph"/>
        <w:numPr>
          <w:ilvl w:val="0"/>
          <w:numId w:val="31"/>
        </w:numPr>
        <w:rPr>
          <w:lang w:eastAsia="ja-JP"/>
        </w:rPr>
      </w:pPr>
      <w:r>
        <w:rPr>
          <w:lang w:eastAsia="ja-JP"/>
        </w:rPr>
        <w:t>The decoded occupancy samples</w:t>
      </w:r>
      <w:r w:rsidR="008143D5">
        <w:rPr>
          <w:lang w:eastAsia="ja-JP"/>
        </w:rPr>
        <w:t xml:space="preserve"> of the atlas with atlas ID atlasId </w:t>
      </w:r>
      <w:r>
        <w:rPr>
          <w:lang w:eastAsia="ja-JP"/>
        </w:rPr>
        <w:t>(if any) ordered by row and column</w:t>
      </w:r>
      <w:r w:rsidR="0067317C">
        <w:rPr>
          <w:lang w:eastAsia="ja-JP"/>
        </w:rPr>
        <w:t>,</w:t>
      </w:r>
    </w:p>
    <w:p w14:paraId="38657DAB" w14:textId="51E6C215" w:rsidR="009B1477" w:rsidRDefault="009B1477" w:rsidP="00223D64">
      <w:pPr>
        <w:pStyle w:val="ListParagraph"/>
        <w:numPr>
          <w:ilvl w:val="0"/>
          <w:numId w:val="31"/>
        </w:numPr>
        <w:rPr>
          <w:lang w:eastAsia="ja-JP"/>
        </w:rPr>
      </w:pPr>
      <w:r>
        <w:rPr>
          <w:lang w:eastAsia="ja-JP"/>
        </w:rPr>
        <w:t xml:space="preserve">The decoded attribute samples of type texture </w:t>
      </w:r>
      <w:r w:rsidR="008143D5">
        <w:rPr>
          <w:lang w:eastAsia="ja-JP"/>
        </w:rPr>
        <w:t xml:space="preserve">of the atlas with atlas ID atlasId </w:t>
      </w:r>
      <w:r>
        <w:rPr>
          <w:lang w:eastAsia="ja-JP"/>
        </w:rPr>
        <w:t>(if any) ordered by plane, row and column</w:t>
      </w:r>
      <w:r w:rsidR="0067317C">
        <w:rPr>
          <w:lang w:eastAsia="ja-JP"/>
        </w:rPr>
        <w:t>,</w:t>
      </w:r>
    </w:p>
    <w:p w14:paraId="1DD7DC9B" w14:textId="4D33A8FD" w:rsidR="009B1477" w:rsidRDefault="009B1477" w:rsidP="00223D64">
      <w:pPr>
        <w:pStyle w:val="ListParagraph"/>
        <w:numPr>
          <w:ilvl w:val="0"/>
          <w:numId w:val="31"/>
        </w:numPr>
        <w:rPr>
          <w:lang w:eastAsia="ja-JP"/>
        </w:rPr>
      </w:pPr>
      <w:r>
        <w:rPr>
          <w:lang w:eastAsia="ja-JP"/>
        </w:rPr>
        <w:t xml:space="preserve">The decoded attribute samples of type transparency </w:t>
      </w:r>
      <w:r w:rsidR="008143D5">
        <w:rPr>
          <w:lang w:eastAsia="ja-JP"/>
        </w:rPr>
        <w:t xml:space="preserve">of the atlas with atlas ID atlasId </w:t>
      </w:r>
      <w:r>
        <w:rPr>
          <w:lang w:eastAsia="ja-JP"/>
        </w:rPr>
        <w:t>(if any) ordered by row and column</w:t>
      </w:r>
      <w:r w:rsidR="0067317C">
        <w:rPr>
          <w:lang w:eastAsia="ja-JP"/>
        </w:rPr>
        <w:t>,</w:t>
      </w:r>
    </w:p>
    <w:p w14:paraId="32D4D233" w14:textId="62F4AC7D" w:rsidR="0067317C" w:rsidRDefault="0067317C" w:rsidP="00223D64">
      <w:pPr>
        <w:pStyle w:val="ListParagraph"/>
        <w:numPr>
          <w:ilvl w:val="0"/>
          <w:numId w:val="31"/>
        </w:numPr>
        <w:rPr>
          <w:lang w:eastAsia="ja-JP"/>
        </w:rPr>
      </w:pPr>
      <w:r>
        <w:rPr>
          <w:lang w:eastAsia="ja-JP"/>
        </w:rPr>
        <w:lastRenderedPageBreak/>
        <w:t>The decoded packed video samples of the atlas with atlas ID atlasId (if any) ordered by plane, row and column.</w:t>
      </w:r>
    </w:p>
    <w:p w14:paraId="5F8A21CF" w14:textId="7E56BAD8" w:rsidR="00DB56C4" w:rsidRDefault="00DB56C4" w:rsidP="00DB56C4">
      <w:pPr>
        <w:rPr>
          <w:lang w:eastAsia="ja-JP"/>
        </w:rPr>
      </w:pPr>
      <w:r w:rsidRPr="00DB56C4">
        <w:rPr>
          <w:highlight w:val="yellow"/>
          <w:lang w:eastAsia="ja-JP"/>
        </w:rPr>
        <w:t>[Ed.(BK): Too late for WD1, but in hindsight</w:t>
      </w:r>
      <w:r>
        <w:rPr>
          <w:highlight w:val="yellow"/>
          <w:lang w:eastAsia="ja-JP"/>
        </w:rPr>
        <w:t>, and in my opinion,</w:t>
      </w:r>
      <w:r w:rsidRPr="00DB56C4">
        <w:rPr>
          <w:highlight w:val="yellow"/>
          <w:lang w:eastAsia="ja-JP"/>
        </w:rPr>
        <w:t xml:space="preserve"> it would be better to have separate columns per V3C component, e.g. </w:t>
      </w:r>
      <w:r w:rsidRPr="00DB56C4">
        <w:rPr>
          <w:rStyle w:val="Verbatim"/>
          <w:highlight w:val="yellow"/>
        </w:rPr>
        <w:t>V3C_GVD 1920 1080 89abcdef</w:t>
      </w:r>
      <w:r>
        <w:rPr>
          <w:highlight w:val="yellow"/>
          <w:lang w:eastAsia="ja-JP"/>
        </w:rPr>
        <w:t xml:space="preserve"> for bullet 1.</w:t>
      </w:r>
      <w:r w:rsidRPr="00DB56C4">
        <w:rPr>
          <w:highlight w:val="yellow"/>
          <w:lang w:eastAsia="ja-JP"/>
        </w:rPr>
        <w:t>]</w:t>
      </w:r>
    </w:p>
    <w:p w14:paraId="3910A6B5" w14:textId="6F88A9B3" w:rsidR="008143D5" w:rsidRDefault="008143D5" w:rsidP="008143D5">
      <w:pPr>
        <w:rPr>
          <w:lang w:eastAsia="ja-JP"/>
        </w:rPr>
      </w:pPr>
      <w:r>
        <w:rPr>
          <w:lang w:eastAsia="ja-JP"/>
        </w:rPr>
        <w:t xml:space="preserve">Bitstreams for which </w:t>
      </w:r>
      <w:r w:rsidRPr="008143D5">
        <w:rPr>
          <w:lang w:eastAsia="ja-JP"/>
        </w:rPr>
        <w:t>vuh_attribute_partition_index</w:t>
      </w:r>
      <w:r>
        <w:rPr>
          <w:lang w:eastAsia="ja-JP"/>
        </w:rPr>
        <w:t> != 0 or vuh_map_index != 0 or vuh_auxiliary_video_flag != 0 ar</w:t>
      </w:r>
      <w:r w:rsidR="0067317C">
        <w:rPr>
          <w:lang w:eastAsia="ja-JP"/>
        </w:rPr>
        <w:t>e</w:t>
      </w:r>
      <w:r>
        <w:rPr>
          <w:lang w:eastAsia="ja-JP"/>
        </w:rPr>
        <w:t xml:space="preserve"> outside of the scope of this document.</w:t>
      </w:r>
    </w:p>
    <w:p w14:paraId="68E31F80" w14:textId="757859E8" w:rsidR="002E39F7" w:rsidRDefault="002E39F7" w:rsidP="002E39F7">
      <w:pPr>
        <w:pStyle w:val="Note"/>
        <w:rPr>
          <w:lang w:eastAsia="ja-JP"/>
        </w:rPr>
      </w:pPr>
      <w:r>
        <w:rPr>
          <w:lang w:eastAsia="ja-JP"/>
        </w:rPr>
        <w:t xml:space="preserve">NOTE 1: Because post-decoding processes are outside of the scope of this document, video frames may not be at nominal resolution. </w:t>
      </w:r>
    </w:p>
    <w:p w14:paraId="31FEB6BC" w14:textId="7E4EFD5D" w:rsidR="00430A1A" w:rsidRDefault="00430A1A" w:rsidP="00430A1A">
      <w:pPr>
        <w:pStyle w:val="Heading2"/>
        <w:rPr>
          <w:lang w:val="en-CA"/>
        </w:rPr>
      </w:pPr>
      <w:bookmarkStart w:id="49" w:name="_Ref72444516"/>
      <w:bookmarkStart w:id="50" w:name="_Toc72493479"/>
      <w:r w:rsidRPr="00357888">
        <w:rPr>
          <w:lang w:val="en-CA"/>
        </w:rPr>
        <w:t>Block to patch map hashing process</w:t>
      </w:r>
      <w:bookmarkEnd w:id="49"/>
      <w:bookmarkEnd w:id="50"/>
    </w:p>
    <w:p w14:paraId="33A4EF43" w14:textId="58D96C66" w:rsidR="0067317C" w:rsidRDefault="0067317C" w:rsidP="0067317C">
      <w:pPr>
        <w:rPr>
          <w:lang w:eastAsia="ja-JP"/>
        </w:rPr>
      </w:pPr>
      <w:r>
        <w:rPr>
          <w:lang w:eastAsia="ja-JP"/>
        </w:rPr>
        <w:t>The input of this process is a decoded block to patch map and an atlas ID atlasId.</w:t>
      </w:r>
    </w:p>
    <w:p w14:paraId="597BA4AC" w14:textId="77777777" w:rsidR="0067317C" w:rsidRDefault="0067317C" w:rsidP="0067317C">
      <w:pPr>
        <w:rPr>
          <w:lang w:eastAsia="ja-JP"/>
        </w:rPr>
      </w:pPr>
      <w:r>
        <w:rPr>
          <w:lang w:eastAsia="ja-JP"/>
        </w:rPr>
        <w:t xml:space="preserve">The output of this process is the value </w:t>
      </w:r>
      <w:r w:rsidRPr="00A15079">
        <w:rPr>
          <w:i/>
          <w:iCs/>
          <w:lang w:eastAsia="ja-JP"/>
        </w:rPr>
        <w:t>hash</w:t>
      </w:r>
      <w:r>
        <w:rPr>
          <w:i/>
          <w:iCs/>
          <w:lang w:eastAsia="ja-JP"/>
        </w:rPr>
        <w:t>Value</w:t>
      </w:r>
      <w:r>
        <w:rPr>
          <w:lang w:eastAsia="ja-JP"/>
        </w:rPr>
        <w:t xml:space="preserve"> in range 0 .. 2</w:t>
      </w:r>
      <w:r w:rsidRPr="00A15079">
        <w:rPr>
          <w:vertAlign w:val="superscript"/>
          <w:lang w:eastAsia="ja-JP"/>
        </w:rPr>
        <w:t>32</w:t>
      </w:r>
      <w:r>
        <w:rPr>
          <w:lang w:eastAsia="ja-JP"/>
        </w:rPr>
        <w:t xml:space="preserve"> - 1.</w:t>
      </w:r>
    </w:p>
    <w:p w14:paraId="34D3265C" w14:textId="42074269" w:rsidR="00430A1A" w:rsidRPr="00357888" w:rsidRDefault="0067317C" w:rsidP="0067317C">
      <w:pPr>
        <w:rPr>
          <w:rFonts w:ascii="Courier New" w:eastAsia="Times New Roman" w:hAnsi="Courier New" w:cs="Courier New"/>
          <w:sz w:val="20"/>
          <w:szCs w:val="20"/>
          <w:lang w:val="en-CA" w:eastAsia="en-CA"/>
        </w:rPr>
      </w:pPr>
      <w:r>
        <w:rPr>
          <w:lang w:eastAsia="ja-JP"/>
        </w:rPr>
        <w:t xml:space="preserve">This process applies sub-clause </w:t>
      </w:r>
      <w:r>
        <w:rPr>
          <w:lang w:eastAsia="ja-JP"/>
        </w:rPr>
        <w:fldChar w:fldCharType="begin"/>
      </w:r>
      <w:r>
        <w:rPr>
          <w:lang w:eastAsia="ja-JP"/>
        </w:rPr>
        <w:instrText xml:space="preserve"> REF _Ref72442292 \r \h </w:instrText>
      </w:r>
      <w:r>
        <w:rPr>
          <w:lang w:eastAsia="ja-JP"/>
        </w:rPr>
      </w:r>
      <w:r>
        <w:rPr>
          <w:lang w:eastAsia="ja-JP"/>
        </w:rPr>
        <w:fldChar w:fldCharType="separate"/>
      </w:r>
      <w:r w:rsidR="00C34FC2">
        <w:rPr>
          <w:lang w:eastAsia="ja-JP"/>
        </w:rPr>
        <w:t>8.2</w:t>
      </w:r>
      <w:r>
        <w:rPr>
          <w:lang w:eastAsia="ja-JP"/>
        </w:rPr>
        <w:fldChar w:fldCharType="end"/>
      </w:r>
      <w:r>
        <w:rPr>
          <w:lang w:eastAsia="ja-JP"/>
        </w:rPr>
        <w:t xml:space="preserve"> on a byte stream that is formed by concatenating the samples of the block to patch map using u(32) descriptors, whereby the value -1 is mapped to 0xFFFFFFFF.</w:t>
      </w:r>
    </w:p>
    <w:p w14:paraId="23736773" w14:textId="54BE72F8" w:rsidR="00430A1A" w:rsidRPr="00207791" w:rsidRDefault="00430A1A" w:rsidP="00430A1A">
      <w:pPr>
        <w:pStyle w:val="Heading2"/>
        <w:rPr>
          <w:lang w:val="en-CA"/>
        </w:rPr>
      </w:pPr>
      <w:bookmarkStart w:id="51" w:name="_Ref72444540"/>
      <w:bookmarkStart w:id="52" w:name="_Toc72493480"/>
      <w:r w:rsidRPr="00207791">
        <w:rPr>
          <w:lang w:val="en-CA"/>
        </w:rPr>
        <w:t>Patch params list hashing process</w:t>
      </w:r>
      <w:bookmarkEnd w:id="51"/>
      <w:bookmarkEnd w:id="52"/>
    </w:p>
    <w:p w14:paraId="1D5459F5"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auto patchParamsListHash(const MivBitstream::PatchParamsList &amp;ppl) noexcept</w:t>
      </w:r>
    </w:p>
    <w:p w14:paraId="480BC1CD"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-&gt; HashFunction::Result {</w:t>
      </w:r>
    </w:p>
    <w:p w14:paraId="0616BF5A"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auto hash = HashFunction{};</w:t>
      </w:r>
    </w:p>
    <w:p w14:paraId="31B7860F"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p>
    <w:p w14:paraId="689EC749"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for (const auto &amp;pp : ppl) {</w:t>
      </w:r>
    </w:p>
    <w:p w14:paraId="2E50338E"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hash.consume(pp.atlasPatch3dOffsetU());</w:t>
      </w:r>
    </w:p>
    <w:p w14:paraId="55D6A7F9"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hash.consume(pp.atlasPatch3dOffsetV());</w:t>
      </w:r>
    </w:p>
    <w:p w14:paraId="26F6F00C"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hash.consume(pp.atlasPatch3dOffsetD());</w:t>
      </w:r>
    </w:p>
    <w:p w14:paraId="6A63C81C"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hash.consume(pp.atlasPatch3dRangeD());</w:t>
      </w:r>
    </w:p>
    <w:p w14:paraId="1100CC84"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hash.consume(pp.atlasPatchProjectionId());</w:t>
      </w:r>
    </w:p>
    <w:p w14:paraId="66B29E78"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hash.consume(static_cast&lt;uint32_t&gt;(pp.atlasPatchOrientationIndex()));</w:t>
      </w:r>
    </w:p>
    <w:p w14:paraId="6D765C79"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hash.consume(pp.atlasPatchLoDScaleX());</w:t>
      </w:r>
    </w:p>
    <w:p w14:paraId="70C689F6"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hash.consume(pp.atlasPatchLoDScaleY());</w:t>
      </w:r>
    </w:p>
    <w:p w14:paraId="0BA793E3"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hash.consume(pp.atlasPatchEntityId().value_or(0));</w:t>
      </w:r>
    </w:p>
    <w:p w14:paraId="36E12622"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hash.consume(pp.atlasPatchDepthOccMapThreshold().value_or(0));</w:t>
      </w:r>
    </w:p>
    <w:p w14:paraId="7680C8CE"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hash.consume(pp.atlasPatchAttributeOffset()[0]);</w:t>
      </w:r>
    </w:p>
    <w:p w14:paraId="45A47A9A"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hash.consume(pp.atlasPatchAttributeOffset()[1]);</w:t>
      </w:r>
    </w:p>
    <w:p w14:paraId="520031D9"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hash.consume(pp.atlasPatchAttributeOffset()[2]);</w:t>
      </w:r>
    </w:p>
    <w:p w14:paraId="6C852BBE"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hash.consume(static_cast&lt;uint32_t&gt;(pp.atlasPatchInpaintFlag()));</w:t>
      </w:r>
    </w:p>
    <w:p w14:paraId="4BEC1707"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w:t>
      </w:r>
    </w:p>
    <w:p w14:paraId="3B3C3CE3"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return hash.result();</w:t>
      </w:r>
    </w:p>
    <w:p w14:paraId="10F8A609"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w:t>
      </w:r>
    </w:p>
    <w:p w14:paraId="2E066B61"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p>
    <w:p w14:paraId="21E1A654" w14:textId="205CDD51" w:rsidR="00430A1A" w:rsidRPr="00207791" w:rsidRDefault="00430A1A" w:rsidP="00430A1A">
      <w:pPr>
        <w:pStyle w:val="Heading2"/>
        <w:rPr>
          <w:lang w:val="en-CA"/>
        </w:rPr>
      </w:pPr>
      <w:bookmarkStart w:id="53" w:name="_Ref72444560"/>
      <w:bookmarkStart w:id="54" w:name="_Toc72493481"/>
      <w:r w:rsidRPr="00207791">
        <w:rPr>
          <w:lang w:val="en-CA"/>
        </w:rPr>
        <w:t>View params list hashing process</w:t>
      </w:r>
      <w:bookmarkEnd w:id="53"/>
      <w:bookmarkEnd w:id="54"/>
    </w:p>
    <w:p w14:paraId="47524659" w14:textId="68A1CA7A"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auto viewParamsListHash(const MivBitstream::ViewParamsList &amp;vpl) noexcept -&gt; HashFunction::Result {</w:t>
      </w:r>
    </w:p>
    <w:p w14:paraId="3A61A391"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auto hash = HashFunction{};</w:t>
      </w:r>
    </w:p>
    <w:p w14:paraId="4ECCC658"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p>
    <w:p w14:paraId="20E2018D"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for (const auto &amp;vp : vpl) {</w:t>
      </w:r>
    </w:p>
    <w:p w14:paraId="19624110"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hash.consume(static_cast&lt;uint32_t&gt;(vp.ci.ci_cam_type()));</w:t>
      </w:r>
    </w:p>
    <w:p w14:paraId="6966B72F"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hash.consume(vp.ci.ci_projection_plane_width_minus1());</w:t>
      </w:r>
    </w:p>
    <w:p w14:paraId="248E8501"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hash.consume(vp.ci.ci_projection_plane_height_minus1());</w:t>
      </w:r>
    </w:p>
    <w:p w14:paraId="0A9145AB"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p>
    <w:p w14:paraId="022A5D7C"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switch (vp.ci.ci_cam_type()) {</w:t>
      </w:r>
    </w:p>
    <w:p w14:paraId="2E50FF8B"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case MivBitstream::CiCamType::equirectangular:</w:t>
      </w:r>
    </w:p>
    <w:p w14:paraId="74683264"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hash.consumeF(vp.ci.ci_erp_phi_max());</w:t>
      </w:r>
    </w:p>
    <w:p w14:paraId="5C620E54"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hash.consumeF(vp.ci.ci_erp_theta_max());</w:t>
      </w:r>
    </w:p>
    <w:p w14:paraId="38CC8ADA"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break;</w:t>
      </w:r>
    </w:p>
    <w:p w14:paraId="19F79AF9"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case MivBitstream::CiCamType::perspective:</w:t>
      </w:r>
    </w:p>
    <w:p w14:paraId="4B010AC3"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hash.consumeF(vp.ci.ci_perspective_focal_hor());</w:t>
      </w:r>
    </w:p>
    <w:p w14:paraId="0206BF8C"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lastRenderedPageBreak/>
        <w:t xml:space="preserve">      hash.consumeF(vp.ci.ci_perspective_focal_ver());</w:t>
      </w:r>
    </w:p>
    <w:p w14:paraId="57EF1621"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hash.consumeF(vp.ci.ci_perspective_center_hor());</w:t>
      </w:r>
    </w:p>
    <w:p w14:paraId="0A30D9A5"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hash.consumeF(vp.ci.ci_perspective_center_ver());</w:t>
      </w:r>
    </w:p>
    <w:p w14:paraId="0F1A3768"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break;</w:t>
      </w:r>
    </w:p>
    <w:p w14:paraId="7BCC478D" w14:textId="77777777" w:rsidR="00430A1A" w:rsidRPr="00357888"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case MivBitstream::CiCamType::orthographic:</w:t>
      </w:r>
    </w:p>
    <w:p w14:paraId="66E1E3F5"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357888">
        <w:rPr>
          <w:rFonts w:ascii="Courier New" w:eastAsia="Times New Roman" w:hAnsi="Courier New" w:cs="Courier New"/>
          <w:sz w:val="20"/>
          <w:szCs w:val="20"/>
          <w:lang w:val="en-CA" w:eastAsia="en-CA"/>
        </w:rPr>
        <w:t xml:space="preserve">      hash.consumeF(vp.ci.ci_ortho_width());</w:t>
      </w:r>
    </w:p>
    <w:p w14:paraId="02F3120A"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430A1A">
        <w:rPr>
          <w:rFonts w:ascii="Courier New" w:eastAsia="Times New Roman" w:hAnsi="Courier New" w:cs="Courier New"/>
          <w:sz w:val="20"/>
          <w:szCs w:val="20"/>
          <w:lang w:val="en-CA" w:eastAsia="en-CA"/>
        </w:rPr>
        <w:t xml:space="preserve">      hash.consumeF(vp.ci.ci_ortho_height());</w:t>
      </w:r>
    </w:p>
    <w:p w14:paraId="4207A98D"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430A1A">
        <w:rPr>
          <w:rFonts w:ascii="Courier New" w:eastAsia="Times New Roman" w:hAnsi="Courier New" w:cs="Courier New"/>
          <w:sz w:val="20"/>
          <w:szCs w:val="20"/>
          <w:lang w:val="en-CA" w:eastAsia="en-CA"/>
        </w:rPr>
        <w:t xml:space="preserve">      break;</w:t>
      </w:r>
    </w:p>
    <w:p w14:paraId="3B006E9A"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430A1A">
        <w:rPr>
          <w:rFonts w:ascii="Courier New" w:eastAsia="Times New Roman" w:hAnsi="Courier New" w:cs="Courier New"/>
          <w:sz w:val="20"/>
          <w:szCs w:val="20"/>
          <w:lang w:val="en-CA" w:eastAsia="en-CA"/>
        </w:rPr>
        <w:t xml:space="preserve">    }</w:t>
      </w:r>
    </w:p>
    <w:p w14:paraId="1A9FD567"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p>
    <w:p w14:paraId="00CA8087"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430A1A">
        <w:rPr>
          <w:rFonts w:ascii="Courier New" w:eastAsia="Times New Roman" w:hAnsi="Courier New" w:cs="Courier New"/>
          <w:sz w:val="20"/>
          <w:szCs w:val="20"/>
          <w:lang w:val="en-CA" w:eastAsia="en-CA"/>
        </w:rPr>
        <w:t xml:space="preserve">    hash.consumeF(vp.pose.position[0]);</w:t>
      </w:r>
    </w:p>
    <w:p w14:paraId="73B15FAE"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430A1A">
        <w:rPr>
          <w:rFonts w:ascii="Courier New" w:eastAsia="Times New Roman" w:hAnsi="Courier New" w:cs="Courier New"/>
          <w:sz w:val="20"/>
          <w:szCs w:val="20"/>
          <w:lang w:val="en-CA" w:eastAsia="en-CA"/>
        </w:rPr>
        <w:t xml:space="preserve">    hash.consumeF(vp.pose.position[1]);</w:t>
      </w:r>
    </w:p>
    <w:p w14:paraId="76B08F98"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430A1A">
        <w:rPr>
          <w:rFonts w:ascii="Courier New" w:eastAsia="Times New Roman" w:hAnsi="Courier New" w:cs="Courier New"/>
          <w:sz w:val="20"/>
          <w:szCs w:val="20"/>
          <w:lang w:val="en-CA" w:eastAsia="en-CA"/>
        </w:rPr>
        <w:t xml:space="preserve">    hash.consumeF(vp.pose.position[2]);</w:t>
      </w:r>
    </w:p>
    <w:p w14:paraId="6E81A97C"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p>
    <w:p w14:paraId="7F4FF035"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430A1A">
        <w:rPr>
          <w:rFonts w:ascii="Courier New" w:eastAsia="Times New Roman" w:hAnsi="Courier New" w:cs="Courier New"/>
          <w:sz w:val="20"/>
          <w:szCs w:val="20"/>
          <w:lang w:val="en-CA" w:eastAsia="en-CA"/>
        </w:rPr>
        <w:t xml:space="preserve">    // TODO(#465): This may be too brittle</w:t>
      </w:r>
    </w:p>
    <w:p w14:paraId="38BF0C54"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430A1A">
        <w:rPr>
          <w:rFonts w:ascii="Courier New" w:eastAsia="Times New Roman" w:hAnsi="Courier New" w:cs="Courier New"/>
          <w:sz w:val="20"/>
          <w:szCs w:val="20"/>
          <w:lang w:val="en-CA" w:eastAsia="en-CA"/>
        </w:rPr>
        <w:t xml:space="preserve">    // orientation = w + i x + j y + k z</w:t>
      </w:r>
    </w:p>
    <w:p w14:paraId="1448BBB9"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430A1A">
        <w:rPr>
          <w:rFonts w:ascii="Courier New" w:eastAsia="Times New Roman" w:hAnsi="Courier New" w:cs="Courier New"/>
          <w:sz w:val="20"/>
          <w:szCs w:val="20"/>
          <w:lang w:val="en-CA" w:eastAsia="en-CA"/>
        </w:rPr>
        <w:t xml:space="preserve">    hash.consumeF(static_cast&lt;float&gt;(vp.pose.orientation[3])); // w</w:t>
      </w:r>
    </w:p>
    <w:p w14:paraId="45566D71"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430A1A">
        <w:rPr>
          <w:rFonts w:ascii="Courier New" w:eastAsia="Times New Roman" w:hAnsi="Courier New" w:cs="Courier New"/>
          <w:sz w:val="20"/>
          <w:szCs w:val="20"/>
          <w:lang w:val="en-CA" w:eastAsia="en-CA"/>
        </w:rPr>
        <w:t xml:space="preserve">    hash.consumeF(static_cast&lt;float&gt;(vp.pose.orientation[0])); // x</w:t>
      </w:r>
    </w:p>
    <w:p w14:paraId="1FB15B99"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430A1A">
        <w:rPr>
          <w:rFonts w:ascii="Courier New" w:eastAsia="Times New Roman" w:hAnsi="Courier New" w:cs="Courier New"/>
          <w:sz w:val="20"/>
          <w:szCs w:val="20"/>
          <w:lang w:val="en-CA" w:eastAsia="en-CA"/>
        </w:rPr>
        <w:t xml:space="preserve">    hash.consumeF(static_cast&lt;float&gt;(vp.pose.orientation[1])); // y</w:t>
      </w:r>
    </w:p>
    <w:p w14:paraId="7213C45C"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430A1A">
        <w:rPr>
          <w:rFonts w:ascii="Courier New" w:eastAsia="Times New Roman" w:hAnsi="Courier New" w:cs="Courier New"/>
          <w:sz w:val="20"/>
          <w:szCs w:val="20"/>
          <w:lang w:val="en-CA" w:eastAsia="en-CA"/>
        </w:rPr>
        <w:t xml:space="preserve">    hash.consumeF(static_cast&lt;float&gt;(vp.pose.orientation[2])); // z</w:t>
      </w:r>
    </w:p>
    <w:p w14:paraId="7B60FE12"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p>
    <w:p w14:paraId="52FFF418"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430A1A">
        <w:rPr>
          <w:rFonts w:ascii="Courier New" w:eastAsia="Times New Roman" w:hAnsi="Courier New" w:cs="Courier New"/>
          <w:sz w:val="20"/>
          <w:szCs w:val="20"/>
          <w:lang w:val="en-CA" w:eastAsia="en-CA"/>
        </w:rPr>
        <w:t xml:space="preserve">    hash.consumeF(vp.dq.dq_norm_disp_low());</w:t>
      </w:r>
    </w:p>
    <w:p w14:paraId="40442ACA"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430A1A">
        <w:rPr>
          <w:rFonts w:ascii="Courier New" w:eastAsia="Times New Roman" w:hAnsi="Courier New" w:cs="Courier New"/>
          <w:sz w:val="20"/>
          <w:szCs w:val="20"/>
          <w:lang w:val="en-CA" w:eastAsia="en-CA"/>
        </w:rPr>
        <w:t xml:space="preserve">    hash.consumeF(vp.dq.dq_norm_disp_high());</w:t>
      </w:r>
    </w:p>
    <w:p w14:paraId="122A5AB5"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430A1A">
        <w:rPr>
          <w:rFonts w:ascii="Courier New" w:eastAsia="Times New Roman" w:hAnsi="Courier New" w:cs="Courier New"/>
          <w:sz w:val="20"/>
          <w:szCs w:val="20"/>
          <w:lang w:val="en-CA" w:eastAsia="en-CA"/>
        </w:rPr>
        <w:t xml:space="preserve">    hash.consume(vp.dq.dq_depth_occ_threshold_default());</w:t>
      </w:r>
    </w:p>
    <w:p w14:paraId="7DE684A0"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430A1A">
        <w:rPr>
          <w:rFonts w:ascii="Courier New" w:eastAsia="Times New Roman" w:hAnsi="Courier New" w:cs="Courier New"/>
          <w:sz w:val="20"/>
          <w:szCs w:val="20"/>
          <w:lang w:val="en-CA" w:eastAsia="en-CA"/>
        </w:rPr>
        <w:t xml:space="preserve">  }</w:t>
      </w:r>
    </w:p>
    <w:p w14:paraId="0F7AFB25"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p>
    <w:p w14:paraId="7C016838"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430A1A">
        <w:rPr>
          <w:rFonts w:ascii="Courier New" w:eastAsia="Times New Roman" w:hAnsi="Courier New" w:cs="Courier New"/>
          <w:sz w:val="20"/>
          <w:szCs w:val="20"/>
          <w:lang w:val="en-CA" w:eastAsia="en-CA"/>
        </w:rPr>
        <w:t xml:space="preserve">  return hash.result();</w:t>
      </w:r>
    </w:p>
    <w:p w14:paraId="5D082BDF" w14:textId="77777777" w:rsidR="00430A1A" w:rsidRPr="00430A1A" w:rsidRDefault="00430A1A" w:rsidP="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CA" w:eastAsia="en-CA"/>
        </w:rPr>
      </w:pPr>
      <w:r w:rsidRPr="00430A1A">
        <w:rPr>
          <w:rFonts w:ascii="Courier New" w:eastAsia="Times New Roman" w:hAnsi="Courier New" w:cs="Courier New"/>
          <w:sz w:val="20"/>
          <w:szCs w:val="20"/>
          <w:lang w:val="en-CA" w:eastAsia="en-CA"/>
        </w:rPr>
        <w:t>}</w:t>
      </w:r>
    </w:p>
    <w:p w14:paraId="4D51D344" w14:textId="195D4532" w:rsidR="003A4DE8" w:rsidRDefault="003A4DE8" w:rsidP="003A4DE8">
      <w:pPr>
        <w:pStyle w:val="ANNEX"/>
        <w:numPr>
          <w:ilvl w:val="0"/>
          <w:numId w:val="7"/>
        </w:numPr>
      </w:pPr>
      <w:bookmarkStart w:id="55" w:name="_Toc450303222"/>
      <w:bookmarkStart w:id="56" w:name="_Toc9996972"/>
      <w:bookmarkStart w:id="57" w:name="_Toc438968655"/>
      <w:bookmarkStart w:id="58" w:name="_Toc443461103"/>
      <w:bookmarkStart w:id="59" w:name="_Toc353342675"/>
      <w:r w:rsidRPr="00AD6264">
        <w:rPr>
          <w:lang w:val="en-US"/>
        </w:rPr>
        <w:lastRenderedPageBreak/>
        <w:br/>
      </w:r>
      <w:bookmarkStart w:id="60" w:name="_Toc485815087"/>
      <w:bookmarkStart w:id="61" w:name="_Toc72493482"/>
      <w:r w:rsidRPr="00BC394B">
        <w:rPr>
          <w:b w:val="0"/>
        </w:rPr>
        <w:t>(informative)</w:t>
      </w:r>
      <w:bookmarkEnd w:id="55"/>
      <w:bookmarkEnd w:id="56"/>
      <w:bookmarkEnd w:id="57"/>
      <w:bookmarkEnd w:id="58"/>
      <w:bookmarkEnd w:id="59"/>
      <w:r w:rsidRPr="00BC394B">
        <w:br/>
      </w:r>
      <w:r w:rsidRPr="00BC394B">
        <w:br/>
      </w:r>
      <w:bookmarkEnd w:id="60"/>
      <w:r>
        <w:t xml:space="preserve">Validation </w:t>
      </w:r>
      <w:r w:rsidR="00DB56C4">
        <w:t xml:space="preserve">and verification </w:t>
      </w:r>
      <w:r>
        <w:t>of candidate bitstreams</w:t>
      </w:r>
      <w:bookmarkEnd w:id="61"/>
    </w:p>
    <w:p w14:paraId="3621E82F" w14:textId="129D080A" w:rsidR="003A4DE8" w:rsidRDefault="003A4DE8" w:rsidP="003A4DE8">
      <w:pPr>
        <w:pStyle w:val="a2"/>
      </w:pPr>
      <w:bookmarkStart w:id="62" w:name="_Toc72493483"/>
      <w:r>
        <w:t xml:space="preserve">General validation </w:t>
      </w:r>
      <w:r w:rsidR="00DB56C4">
        <w:t xml:space="preserve">and verification </w:t>
      </w:r>
      <w:r>
        <w:t>of candidate bitstreams</w:t>
      </w:r>
      <w:bookmarkEnd w:id="62"/>
    </w:p>
    <w:p w14:paraId="2C351EFC" w14:textId="1E5C156B" w:rsidR="00C70282" w:rsidRDefault="00C70282" w:rsidP="00C70282">
      <w:pPr>
        <w:rPr>
          <w:lang w:eastAsia="ja-JP"/>
        </w:rPr>
      </w:pPr>
      <w:r>
        <w:rPr>
          <w:lang w:eastAsia="ja-JP"/>
        </w:rPr>
        <w:t xml:space="preserve">A candidate bitstream zip-file should be validated and verified by at least two organizations. The following aspects shall be </w:t>
      </w:r>
      <w:r w:rsidR="00DB56C4">
        <w:rPr>
          <w:lang w:eastAsia="ja-JP"/>
        </w:rPr>
        <w:t>checked</w:t>
      </w:r>
      <w:r>
        <w:rPr>
          <w:lang w:eastAsia="ja-JP"/>
        </w:rPr>
        <w:t>:</w:t>
      </w:r>
    </w:p>
    <w:p w14:paraId="3943CEEC" w14:textId="77777777" w:rsidR="00DB56C4" w:rsidRDefault="00DB56C4" w:rsidP="00C70282">
      <w:pPr>
        <w:pStyle w:val="ListParagraph"/>
        <w:numPr>
          <w:ilvl w:val="0"/>
          <w:numId w:val="26"/>
        </w:numPr>
        <w:rPr>
          <w:lang w:eastAsia="ja-JP"/>
        </w:rPr>
      </w:pPr>
      <w:r>
        <w:rPr>
          <w:lang w:eastAsia="ja-JP"/>
        </w:rPr>
        <w:t xml:space="preserve">Validate that all intended features are included in the bitstream </w:t>
      </w:r>
    </w:p>
    <w:p w14:paraId="0CF270A8" w14:textId="37B76D5A" w:rsidR="00C70282" w:rsidRDefault="00DB56C4" w:rsidP="00C70282">
      <w:pPr>
        <w:pStyle w:val="ListParagraph"/>
        <w:numPr>
          <w:ilvl w:val="0"/>
          <w:numId w:val="26"/>
        </w:numPr>
        <w:rPr>
          <w:lang w:eastAsia="ja-JP"/>
        </w:rPr>
      </w:pPr>
      <w:r>
        <w:rPr>
          <w:lang w:eastAsia="ja-JP"/>
        </w:rPr>
        <w:t xml:space="preserve">Validate </w:t>
      </w:r>
      <w:r w:rsidR="00C70282">
        <w:rPr>
          <w:lang w:eastAsia="ja-JP"/>
        </w:rPr>
        <w:t>that the bitstream zip-file is complete and correctly named</w:t>
      </w:r>
    </w:p>
    <w:p w14:paraId="505763F0" w14:textId="595EDF46" w:rsidR="00C70282" w:rsidRDefault="00DB56C4" w:rsidP="00C70282">
      <w:pPr>
        <w:pStyle w:val="ListParagraph"/>
        <w:numPr>
          <w:ilvl w:val="0"/>
          <w:numId w:val="26"/>
        </w:numPr>
        <w:rPr>
          <w:lang w:eastAsia="ja-JP"/>
        </w:rPr>
      </w:pPr>
      <w:r>
        <w:rPr>
          <w:lang w:eastAsia="ja-JP"/>
        </w:rPr>
        <w:t xml:space="preserve">Verify </w:t>
      </w:r>
      <w:r w:rsidR="00C70282">
        <w:rPr>
          <w:lang w:eastAsia="ja-JP"/>
        </w:rPr>
        <w:t>that the reference software decoder can reproduce the decoder output log</w:t>
      </w:r>
    </w:p>
    <w:p w14:paraId="28C4AE1E" w14:textId="68641E2E" w:rsidR="003A4DE8" w:rsidRDefault="00C70282" w:rsidP="003A4DE8">
      <w:pPr>
        <w:pStyle w:val="a2"/>
      </w:pPr>
      <w:bookmarkStart w:id="63" w:name="_Toc72493484"/>
      <w:r>
        <w:t>Application of a</w:t>
      </w:r>
      <w:r w:rsidR="003A4DE8">
        <w:t>lternative encoders</w:t>
      </w:r>
      <w:bookmarkEnd w:id="63"/>
    </w:p>
    <w:p w14:paraId="7140C9D5" w14:textId="5045E5E4" w:rsidR="00C70282" w:rsidRDefault="00C70282" w:rsidP="00C70282">
      <w:pPr>
        <w:rPr>
          <w:lang w:eastAsia="ja-JP"/>
        </w:rPr>
      </w:pPr>
      <w:r>
        <w:rPr>
          <w:lang w:eastAsia="ja-JP"/>
        </w:rPr>
        <w:t>It is encouraged to create bitstreams using alternative encoders.</w:t>
      </w:r>
    </w:p>
    <w:p w14:paraId="7A4E865C" w14:textId="34721209" w:rsidR="00C70282" w:rsidRDefault="00C70282" w:rsidP="00C70282">
      <w:pPr>
        <w:rPr>
          <w:lang w:eastAsia="ja-JP"/>
        </w:rPr>
      </w:pPr>
      <w:r>
        <w:rPr>
          <w:lang w:eastAsia="ja-JP"/>
        </w:rPr>
        <w:t>There is no requirement to make alternative encoders available.</w:t>
      </w:r>
    </w:p>
    <w:p w14:paraId="24C3284A" w14:textId="3D7FAEC7" w:rsidR="00C70282" w:rsidRPr="00C70282" w:rsidRDefault="00C70282" w:rsidP="00C70282">
      <w:pPr>
        <w:rPr>
          <w:lang w:eastAsia="ja-JP"/>
        </w:rPr>
      </w:pPr>
      <w:r>
        <w:rPr>
          <w:lang w:eastAsia="ja-JP"/>
        </w:rPr>
        <w:t>There is no requirement on the reference software encoder to be able to produce a bitstream with the same features as a bitstream created by an alternative encoder.</w:t>
      </w:r>
    </w:p>
    <w:p w14:paraId="6C2DB27E" w14:textId="6E7D203F" w:rsidR="003A4DE8" w:rsidRDefault="00C70282" w:rsidP="003A4DE8">
      <w:pPr>
        <w:pStyle w:val="a2"/>
      </w:pPr>
      <w:bookmarkStart w:id="64" w:name="_Toc72493485"/>
      <w:r>
        <w:t>Application of a</w:t>
      </w:r>
      <w:r w:rsidR="003A4DE8">
        <w:t>lternative decoders</w:t>
      </w:r>
      <w:bookmarkEnd w:id="64"/>
    </w:p>
    <w:p w14:paraId="4E03F124" w14:textId="6660E115" w:rsidR="00C70282" w:rsidRDefault="00C70282" w:rsidP="00C70282">
      <w:pPr>
        <w:rPr>
          <w:lang w:eastAsia="ja-JP"/>
        </w:rPr>
      </w:pPr>
      <w:r>
        <w:rPr>
          <w:lang w:eastAsia="ja-JP"/>
        </w:rPr>
        <w:t>It is encouraged to create the decoder output log using an alternative decoder.</w:t>
      </w:r>
      <w:r w:rsidRPr="00C70282">
        <w:rPr>
          <w:lang w:eastAsia="ja-JP"/>
        </w:rPr>
        <w:t xml:space="preserve"> </w:t>
      </w:r>
    </w:p>
    <w:p w14:paraId="2DA7C5D6" w14:textId="3BAC7AED" w:rsidR="00C70282" w:rsidRDefault="00C70282" w:rsidP="00C70282">
      <w:pPr>
        <w:rPr>
          <w:lang w:eastAsia="ja-JP"/>
        </w:rPr>
      </w:pPr>
      <w:r>
        <w:rPr>
          <w:lang w:eastAsia="ja-JP"/>
        </w:rPr>
        <w:t xml:space="preserve">It is encouraged to </w:t>
      </w:r>
      <w:r w:rsidR="00DB56C4">
        <w:rPr>
          <w:lang w:eastAsia="ja-JP"/>
        </w:rPr>
        <w:t>verify</w:t>
      </w:r>
      <w:r>
        <w:rPr>
          <w:lang w:eastAsia="ja-JP"/>
        </w:rPr>
        <w:t xml:space="preserve"> the decoder output log using an alternative decoder.</w:t>
      </w:r>
    </w:p>
    <w:p w14:paraId="47B216F5" w14:textId="0363CA95" w:rsidR="00C70282" w:rsidRPr="00C70282" w:rsidRDefault="00C70282" w:rsidP="00C70282">
      <w:pPr>
        <w:rPr>
          <w:lang w:eastAsia="ja-JP"/>
        </w:rPr>
      </w:pPr>
      <w:r>
        <w:rPr>
          <w:lang w:eastAsia="ja-JP"/>
        </w:rPr>
        <w:t>There is no requirement to make alternative decoders available.</w:t>
      </w:r>
    </w:p>
    <w:p w14:paraId="4B2C4B4D" w14:textId="111D8462" w:rsidR="003A4DE8" w:rsidRPr="003A4DE8" w:rsidRDefault="00C70282" w:rsidP="003A4DE8">
      <w:pPr>
        <w:rPr>
          <w:lang w:eastAsia="ja-JP"/>
        </w:rPr>
      </w:pPr>
      <w:r>
        <w:rPr>
          <w:lang w:eastAsia="ja-JP"/>
        </w:rPr>
        <w:t>If an assumedly conformant bitstream cannot be correctly decoded by the reference software decoder, then it is a condition of acceptance of that bitstream that the reference software decoder is improved.</w:t>
      </w:r>
    </w:p>
    <w:sectPr w:rsidR="003A4DE8" w:rsidRPr="003A4DE8" w:rsidSect="00C845B4">
      <w:footerReference w:type="even" r:id="rId31"/>
      <w:footerReference w:type="default" r:id="rId32"/>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66953" w14:textId="77777777" w:rsidR="002949A9" w:rsidRDefault="002949A9">
      <w:pPr>
        <w:spacing w:after="0" w:line="240" w:lineRule="auto"/>
      </w:pPr>
      <w:r>
        <w:separator/>
      </w:r>
    </w:p>
  </w:endnote>
  <w:endnote w:type="continuationSeparator" w:id="0">
    <w:p w14:paraId="6CAC9071" w14:textId="77777777" w:rsidR="002949A9" w:rsidRDefault="002949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7A88F" w14:textId="77777777" w:rsidR="00DB56C4" w:rsidRPr="00BA1CC8" w:rsidRDefault="00DB56C4"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67403" w14:textId="3062A340" w:rsidR="00DB56C4" w:rsidRPr="000F0E7A" w:rsidRDefault="00DB56C4" w:rsidP="000F0E7A">
    <w:pPr>
      <w:pStyle w:val="Header"/>
      <w:spacing w:before="360" w:after="480" w:line="240" w:lineRule="exact"/>
      <w:jc w:val="right"/>
      <w:rPr>
        <w:b w:val="0"/>
        <w:sz w:val="20"/>
        <w:szCs w:val="20"/>
      </w:rPr>
    </w:pPr>
    <w:r w:rsidRPr="000F0E7A">
      <w:rPr>
        <w:b w:val="0"/>
        <w:sz w:val="20"/>
        <w:szCs w:val="20"/>
      </w:rPr>
      <w:t>© ISO</w:t>
    </w:r>
    <w:r>
      <w:rPr>
        <w:b w:val="0"/>
        <w:sz w:val="20"/>
        <w:szCs w:val="20"/>
      </w:rPr>
      <w:t>/IEC</w:t>
    </w:r>
    <w:r w:rsidRPr="000F0E7A">
      <w:rPr>
        <w:b w:val="0"/>
        <w:sz w:val="20"/>
        <w:szCs w:val="20"/>
      </w:rPr>
      <w:t> </w:t>
    </w:r>
    <w:r>
      <w:rPr>
        <w:b w:val="0"/>
        <w:sz w:val="20"/>
        <w:szCs w:val="20"/>
      </w:rPr>
      <w:t>2021</w:t>
    </w:r>
    <w:r w:rsidRPr="000F0E7A">
      <w:rPr>
        <w:b w:val="0"/>
        <w:sz w:val="20"/>
        <w:szCs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C5CEB8" w14:textId="77777777" w:rsidR="00DB56C4" w:rsidRDefault="00DB56C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3EBC4" w14:textId="383AEE07" w:rsidR="00DB56C4" w:rsidRPr="00BA1CC8" w:rsidRDefault="00DB56C4"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2021</w:t>
    </w:r>
    <w:r w:rsidRPr="00096387">
      <w:rPr>
        <w:sz w:val="18"/>
        <w:szCs w:val="18"/>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6509E8" w14:textId="57CFAD3A" w:rsidR="00DB56C4" w:rsidRPr="00BA1CC8" w:rsidRDefault="00DB56C4"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Pr>
        <w:sz w:val="18"/>
        <w:szCs w:val="18"/>
      </w:rPr>
      <w:t>2021</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306C4" w14:textId="1B8B112B" w:rsidR="00DB56C4" w:rsidRPr="00BA1CC8" w:rsidRDefault="00DB56C4"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Pr>
        <w:sz w:val="18"/>
        <w:szCs w:val="18"/>
      </w:rPr>
      <w:t>2021</w:t>
    </w:r>
    <w:r w:rsidRPr="008A6D64">
      <w:rPr>
        <w:sz w:val="18"/>
        <w:szCs w:val="18"/>
      </w:rPr>
      <w:t> –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0FBC46" w14:textId="7CCA838C" w:rsidR="00DB56C4" w:rsidRPr="00BA1CC8" w:rsidRDefault="00DB56C4"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Pr>
        <w:sz w:val="18"/>
        <w:szCs w:val="18"/>
      </w:rPr>
      <w:t>2021</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D7B0BD" w14:textId="77777777" w:rsidR="002949A9" w:rsidRDefault="002949A9">
      <w:pPr>
        <w:spacing w:after="0" w:line="240" w:lineRule="auto"/>
      </w:pPr>
      <w:r>
        <w:separator/>
      </w:r>
    </w:p>
  </w:footnote>
  <w:footnote w:type="continuationSeparator" w:id="0">
    <w:p w14:paraId="688DE9BB" w14:textId="77777777" w:rsidR="002949A9" w:rsidRDefault="002949A9">
      <w:pPr>
        <w:spacing w:after="0" w:line="240" w:lineRule="auto"/>
      </w:pPr>
      <w:r>
        <w:continuationSeparator/>
      </w:r>
    </w:p>
  </w:footnote>
  <w:footnote w:id="1">
    <w:p w14:paraId="43C21A82" w14:textId="77777777" w:rsidR="00DB56C4" w:rsidRPr="0072648B" w:rsidRDefault="00DB56C4" w:rsidP="00517644">
      <w:pPr>
        <w:pStyle w:val="FootnoteText"/>
        <w:rPr>
          <w:lang w:val="en-CA"/>
        </w:rPr>
      </w:pPr>
      <w:r>
        <w:rPr>
          <w:rStyle w:val="FootnoteReference"/>
        </w:rPr>
        <w:footnoteRef/>
      </w:r>
      <w:r>
        <w:t xml:space="preserve"> </w:t>
      </w:r>
      <w:hyperlink r:id="rId1" w:history="1">
        <w:r w:rsidRPr="0072648B">
          <w:rPr>
            <w:rStyle w:val="Hyperlink"/>
            <w:lang w:val="en-GB"/>
          </w:rPr>
          <w:t>https://en.wikipedia.org/wiki/Cyclic_redundancy_check#CRC-32_algorithm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E92CD" w14:textId="77777777" w:rsidR="00DB56C4" w:rsidRPr="00151316" w:rsidRDefault="00DB56C4"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8B49A" w14:textId="77777777" w:rsidR="00DB56C4" w:rsidRDefault="00DB56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8D0B5" w14:textId="77777777" w:rsidR="00DB56C4" w:rsidRDefault="00DB56C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C07AEF" w14:textId="71D2AD7D" w:rsidR="00DB56C4" w:rsidRPr="004D16C0" w:rsidRDefault="00DB56C4" w:rsidP="004D16C0">
    <w:pPr>
      <w:pStyle w:val="Header"/>
      <w:spacing w:after="720" w:line="240" w:lineRule="exact"/>
      <w:jc w:val="left"/>
      <w:rPr>
        <w:sz w:val="24"/>
        <w:szCs w:val="24"/>
      </w:rPr>
    </w:pPr>
    <w:r w:rsidRPr="004D16C0">
      <w:rPr>
        <w:sz w:val="24"/>
        <w:szCs w:val="24"/>
      </w:rPr>
      <w:t>ISO</w:t>
    </w:r>
    <w:r>
      <w:rPr>
        <w:sz w:val="24"/>
        <w:szCs w:val="24"/>
      </w:rPr>
      <w:t>/IEC</w:t>
    </w:r>
    <w:r w:rsidRPr="004D16C0">
      <w:rPr>
        <w:sz w:val="24"/>
        <w:szCs w:val="24"/>
      </w:rPr>
      <w:t> </w:t>
    </w:r>
    <w:r>
      <w:rPr>
        <w:sz w:val="24"/>
        <w:szCs w:val="24"/>
      </w:rPr>
      <w:t>23090</w:t>
    </w:r>
    <w:r w:rsidRPr="004D16C0">
      <w:rPr>
        <w:sz w:val="24"/>
        <w:szCs w:val="24"/>
      </w:rPr>
      <w:t>-</w:t>
    </w:r>
    <w:r>
      <w:rPr>
        <w:sz w:val="24"/>
        <w:szCs w:val="24"/>
      </w:rPr>
      <w:t>23</w:t>
    </w:r>
    <w:r w:rsidRPr="004D16C0">
      <w:rPr>
        <w:sz w:val="24"/>
        <w:szCs w:val="24"/>
      </w:rPr>
      <w:t>:</w:t>
    </w:r>
    <w:r>
      <w:rPr>
        <w:sz w:val="24"/>
        <w:szCs w:val="24"/>
      </w:rPr>
      <w:t>2021(E)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A0B37" w14:textId="564859D1" w:rsidR="00DB56C4" w:rsidRPr="004D16C0" w:rsidRDefault="00DB56C4"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23090</w:t>
    </w:r>
    <w:r w:rsidRPr="004D16C0">
      <w:rPr>
        <w:sz w:val="24"/>
        <w:szCs w:val="24"/>
      </w:rPr>
      <w:t>-</w:t>
    </w:r>
    <w:r>
      <w:rPr>
        <w:sz w:val="24"/>
        <w:szCs w:val="24"/>
      </w:rPr>
      <w:t>23</w:t>
    </w:r>
    <w:r w:rsidRPr="004D16C0">
      <w:rPr>
        <w:sz w:val="24"/>
        <w:szCs w:val="24"/>
      </w:rPr>
      <w:t>:</w:t>
    </w:r>
    <w:r>
      <w:rPr>
        <w:sz w:val="24"/>
        <w:szCs w:val="24"/>
      </w:rPr>
      <w:t>2021</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C3D86"/>
    <w:multiLevelType w:val="hybridMultilevel"/>
    <w:tmpl w:val="E51E73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092219"/>
    <w:multiLevelType w:val="hybridMultilevel"/>
    <w:tmpl w:val="5B1229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4A4551B"/>
    <w:multiLevelType w:val="hybridMultilevel"/>
    <w:tmpl w:val="04349408"/>
    <w:lvl w:ilvl="0" w:tplc="8402CF26">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EF21B7"/>
    <w:multiLevelType w:val="hybridMultilevel"/>
    <w:tmpl w:val="54C813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0DA682B"/>
    <w:multiLevelType w:val="hybridMultilevel"/>
    <w:tmpl w:val="0748923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1" w15:restartNumberingAfterBreak="0">
    <w:nsid w:val="3602184E"/>
    <w:multiLevelType w:val="hybridMultilevel"/>
    <w:tmpl w:val="5D4CB1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E04B35"/>
    <w:multiLevelType w:val="hybridMultilevel"/>
    <w:tmpl w:val="0748923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52C22E2C"/>
    <w:multiLevelType w:val="hybridMultilevel"/>
    <w:tmpl w:val="1938DAB2"/>
    <w:lvl w:ilvl="0" w:tplc="8402CF2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57A223E2"/>
    <w:multiLevelType w:val="hybridMultilevel"/>
    <w:tmpl w:val="8F46E7A8"/>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5A702D"/>
    <w:multiLevelType w:val="hybridMultilevel"/>
    <w:tmpl w:val="71B0E8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6E447530"/>
    <w:multiLevelType w:val="hybridMultilevel"/>
    <w:tmpl w:val="0F0CBE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74B34526"/>
    <w:multiLevelType w:val="hybridMultilevel"/>
    <w:tmpl w:val="0CD000DC"/>
    <w:lvl w:ilvl="0" w:tplc="8402CF2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7D8949F3"/>
    <w:multiLevelType w:val="hybridMultilevel"/>
    <w:tmpl w:val="8D9AF1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
  </w:num>
  <w:num w:numId="8">
    <w:abstractNumId w:val="1"/>
  </w:num>
  <w:num w:numId="9">
    <w:abstractNumId w:val="1"/>
  </w:num>
  <w:num w:numId="10">
    <w:abstractNumId w:val="1"/>
  </w:num>
  <w:num w:numId="11">
    <w:abstractNumId w:val="1"/>
  </w:num>
  <w:num w:numId="12">
    <w:abstractNumId w:val="1"/>
  </w:num>
  <w:num w:numId="13">
    <w:abstractNumId w:val="12"/>
  </w:num>
  <w:num w:numId="14">
    <w:abstractNumId w:val="6"/>
  </w:num>
  <w:num w:numId="15">
    <w:abstractNumId w:val="7"/>
  </w:num>
  <w:num w:numId="16">
    <w:abstractNumId w:val="17"/>
  </w:num>
  <w:num w:numId="17">
    <w:abstractNumId w:val="22"/>
  </w:num>
  <w:num w:numId="18">
    <w:abstractNumId w:val="3"/>
  </w:num>
  <w:num w:numId="19">
    <w:abstractNumId w:val="2"/>
  </w:num>
  <w:num w:numId="20">
    <w:abstractNumId w:val="13"/>
  </w:num>
  <w:num w:numId="21">
    <w:abstractNumId w:val="4"/>
  </w:num>
  <w:num w:numId="22">
    <w:abstractNumId w:val="18"/>
  </w:num>
  <w:num w:numId="23">
    <w:abstractNumId w:val="16"/>
  </w:num>
  <w:num w:numId="24">
    <w:abstractNumId w:val="0"/>
  </w:num>
  <w:num w:numId="25">
    <w:abstractNumId w:val="5"/>
  </w:num>
  <w:num w:numId="26">
    <w:abstractNumId w:val="20"/>
  </w:num>
  <w:num w:numId="27">
    <w:abstractNumId w:val="15"/>
  </w:num>
  <w:num w:numId="28">
    <w:abstractNumId w:val="8"/>
  </w:num>
  <w:num w:numId="29">
    <w:abstractNumId w:val="19"/>
  </w:num>
  <w:num w:numId="30">
    <w:abstractNumId w:val="11"/>
  </w:num>
  <w:num w:numId="31">
    <w:abstractNumId w:val="14"/>
  </w:num>
  <w:num w:numId="32">
    <w:abstractNumId w:val="9"/>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613"/>
    <w:rsid w:val="00042206"/>
    <w:rsid w:val="00052262"/>
    <w:rsid w:val="00055455"/>
    <w:rsid w:val="00060093"/>
    <w:rsid w:val="000662F6"/>
    <w:rsid w:val="00072D10"/>
    <w:rsid w:val="00096387"/>
    <w:rsid w:val="000C033F"/>
    <w:rsid w:val="000D5BDB"/>
    <w:rsid w:val="000D5E2D"/>
    <w:rsid w:val="000F0E7A"/>
    <w:rsid w:val="00125B17"/>
    <w:rsid w:val="00132756"/>
    <w:rsid w:val="00151B6D"/>
    <w:rsid w:val="00182FDF"/>
    <w:rsid w:val="001A0B0F"/>
    <w:rsid w:val="001A33D0"/>
    <w:rsid w:val="001B51CD"/>
    <w:rsid w:val="001C6575"/>
    <w:rsid w:val="001D30D0"/>
    <w:rsid w:val="001E71E3"/>
    <w:rsid w:val="00207791"/>
    <w:rsid w:val="00223D64"/>
    <w:rsid w:val="00257416"/>
    <w:rsid w:val="00264095"/>
    <w:rsid w:val="002640A2"/>
    <w:rsid w:val="00282ADC"/>
    <w:rsid w:val="002949A9"/>
    <w:rsid w:val="00294FB0"/>
    <w:rsid w:val="002C453D"/>
    <w:rsid w:val="002D042B"/>
    <w:rsid w:val="002E0796"/>
    <w:rsid w:val="002E39F7"/>
    <w:rsid w:val="002F1AA9"/>
    <w:rsid w:val="00314414"/>
    <w:rsid w:val="003259B9"/>
    <w:rsid w:val="0033112F"/>
    <w:rsid w:val="00333718"/>
    <w:rsid w:val="00357888"/>
    <w:rsid w:val="00395E39"/>
    <w:rsid w:val="00396685"/>
    <w:rsid w:val="003A4DE8"/>
    <w:rsid w:val="003B153F"/>
    <w:rsid w:val="003C0DAB"/>
    <w:rsid w:val="003E18DF"/>
    <w:rsid w:val="00400F60"/>
    <w:rsid w:val="00404DBD"/>
    <w:rsid w:val="00426C8C"/>
    <w:rsid w:val="00430A1A"/>
    <w:rsid w:val="004417F0"/>
    <w:rsid w:val="004421EF"/>
    <w:rsid w:val="00444DFF"/>
    <w:rsid w:val="00481387"/>
    <w:rsid w:val="00490CBC"/>
    <w:rsid w:val="00491613"/>
    <w:rsid w:val="00494DC9"/>
    <w:rsid w:val="004C241D"/>
    <w:rsid w:val="004D16C0"/>
    <w:rsid w:val="004E6E8E"/>
    <w:rsid w:val="00517644"/>
    <w:rsid w:val="00526284"/>
    <w:rsid w:val="0054219D"/>
    <w:rsid w:val="0054733A"/>
    <w:rsid w:val="00585DE7"/>
    <w:rsid w:val="0059173F"/>
    <w:rsid w:val="00596E93"/>
    <w:rsid w:val="005B3EC6"/>
    <w:rsid w:val="005C1F6C"/>
    <w:rsid w:val="005D6017"/>
    <w:rsid w:val="00610D56"/>
    <w:rsid w:val="0061646C"/>
    <w:rsid w:val="00652F34"/>
    <w:rsid w:val="00673172"/>
    <w:rsid w:val="0067317C"/>
    <w:rsid w:val="006745C9"/>
    <w:rsid w:val="0068101F"/>
    <w:rsid w:val="00692383"/>
    <w:rsid w:val="006D3D76"/>
    <w:rsid w:val="006E00EE"/>
    <w:rsid w:val="006F6201"/>
    <w:rsid w:val="0072648B"/>
    <w:rsid w:val="00756815"/>
    <w:rsid w:val="00762AED"/>
    <w:rsid w:val="007812F0"/>
    <w:rsid w:val="007B5DAA"/>
    <w:rsid w:val="007F3B91"/>
    <w:rsid w:val="007F7F35"/>
    <w:rsid w:val="008143D5"/>
    <w:rsid w:val="00864D32"/>
    <w:rsid w:val="008713ED"/>
    <w:rsid w:val="00875589"/>
    <w:rsid w:val="008814B2"/>
    <w:rsid w:val="00885E28"/>
    <w:rsid w:val="00897961"/>
    <w:rsid w:val="008A6D64"/>
    <w:rsid w:val="0091291F"/>
    <w:rsid w:val="00914FA0"/>
    <w:rsid w:val="0093020E"/>
    <w:rsid w:val="009476F7"/>
    <w:rsid w:val="00961FC7"/>
    <w:rsid w:val="00970895"/>
    <w:rsid w:val="0097303B"/>
    <w:rsid w:val="009B1477"/>
    <w:rsid w:val="009C5632"/>
    <w:rsid w:val="009D01C9"/>
    <w:rsid w:val="009D5FC9"/>
    <w:rsid w:val="009E7B5A"/>
    <w:rsid w:val="00A10C28"/>
    <w:rsid w:val="00A15079"/>
    <w:rsid w:val="00A45AE0"/>
    <w:rsid w:val="00A50D78"/>
    <w:rsid w:val="00A565CB"/>
    <w:rsid w:val="00A752AD"/>
    <w:rsid w:val="00AD6264"/>
    <w:rsid w:val="00AE70AF"/>
    <w:rsid w:val="00AF3CC5"/>
    <w:rsid w:val="00B4043B"/>
    <w:rsid w:val="00B77025"/>
    <w:rsid w:val="00B80F08"/>
    <w:rsid w:val="00B83404"/>
    <w:rsid w:val="00B9118A"/>
    <w:rsid w:val="00B96DF4"/>
    <w:rsid w:val="00BA1F97"/>
    <w:rsid w:val="00BA6E9D"/>
    <w:rsid w:val="00BC394B"/>
    <w:rsid w:val="00BE4D50"/>
    <w:rsid w:val="00BF1FA0"/>
    <w:rsid w:val="00BF7921"/>
    <w:rsid w:val="00C33932"/>
    <w:rsid w:val="00C34FC2"/>
    <w:rsid w:val="00C357E1"/>
    <w:rsid w:val="00C36C9B"/>
    <w:rsid w:val="00C6134B"/>
    <w:rsid w:val="00C64D9F"/>
    <w:rsid w:val="00C70282"/>
    <w:rsid w:val="00C83357"/>
    <w:rsid w:val="00C845B4"/>
    <w:rsid w:val="00C878AB"/>
    <w:rsid w:val="00CA0F77"/>
    <w:rsid w:val="00CB117B"/>
    <w:rsid w:val="00CB5EBE"/>
    <w:rsid w:val="00CD0D5E"/>
    <w:rsid w:val="00CF0F31"/>
    <w:rsid w:val="00D33289"/>
    <w:rsid w:val="00D44B95"/>
    <w:rsid w:val="00D66A50"/>
    <w:rsid w:val="00D878F1"/>
    <w:rsid w:val="00DB56C4"/>
    <w:rsid w:val="00DD1BA4"/>
    <w:rsid w:val="00DE0EC1"/>
    <w:rsid w:val="00DE4393"/>
    <w:rsid w:val="00DF121D"/>
    <w:rsid w:val="00DF6AAF"/>
    <w:rsid w:val="00E45DE1"/>
    <w:rsid w:val="00E66E01"/>
    <w:rsid w:val="00E95805"/>
    <w:rsid w:val="00EA233B"/>
    <w:rsid w:val="00EA6036"/>
    <w:rsid w:val="00EA7BD6"/>
    <w:rsid w:val="00EB5FF5"/>
    <w:rsid w:val="00ED5FAB"/>
    <w:rsid w:val="00F44352"/>
    <w:rsid w:val="00F77E4F"/>
    <w:rsid w:val="00F81ACE"/>
    <w:rsid w:val="00F828CA"/>
    <w:rsid w:val="00F85048"/>
    <w:rsid w:val="00F952B9"/>
    <w:rsid w:val="00FA5053"/>
    <w:rsid w:val="00FC1FDA"/>
    <w:rsid w:val="00FF0F63"/>
    <w:rsid w:val="00FF2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84AEB7"/>
  <w15:chartTrackingRefBased/>
  <w15:docId w15:val="{98B9095E-E77C-438A-9013-C7908D837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692383"/>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qFormat/>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4417F0"/>
    <w:pPr>
      <w:spacing w:after="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4417F0"/>
    <w:rPr>
      <w:lang w:val="en-GB"/>
    </w:rPr>
  </w:style>
  <w:style w:type="paragraph" w:styleId="ListParagraph">
    <w:name w:val="List Paragraph"/>
    <w:basedOn w:val="Normal"/>
    <w:link w:val="ListParagraphChar"/>
    <w:uiPriority w:val="34"/>
    <w:semiHidden/>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paragraph" w:customStyle="1" w:styleId="TermNote">
    <w:name w:val="TermNote"/>
    <w:basedOn w:val="Note"/>
    <w:next w:val="Normal"/>
    <w:qFormat/>
    <w:rsid w:val="00875589"/>
    <w:pPr>
      <w:spacing w:after="120"/>
      <w:ind w:left="403"/>
    </w:pPr>
  </w:style>
  <w:style w:type="character" w:styleId="UnresolvedMention">
    <w:name w:val="Unresolved Mention"/>
    <w:basedOn w:val="DefaultParagraphFont"/>
    <w:uiPriority w:val="99"/>
    <w:semiHidden/>
    <w:unhideWhenUsed/>
    <w:rsid w:val="00FA5053"/>
    <w:rPr>
      <w:color w:val="605E5C"/>
      <w:shd w:val="clear" w:color="auto" w:fill="E1DFDD"/>
    </w:rPr>
  </w:style>
  <w:style w:type="paragraph" w:styleId="FootnoteText">
    <w:name w:val="footnote text"/>
    <w:basedOn w:val="Normal"/>
    <w:link w:val="FootnoteTextChar"/>
    <w:uiPriority w:val="99"/>
    <w:semiHidden/>
    <w:unhideWhenUsed/>
    <w:rsid w:val="006F620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F6201"/>
    <w:rPr>
      <w:lang w:val="en-GB"/>
    </w:rPr>
  </w:style>
  <w:style w:type="character" w:styleId="FootnoteReference">
    <w:name w:val="footnote reference"/>
    <w:basedOn w:val="DefaultParagraphFont"/>
    <w:uiPriority w:val="99"/>
    <w:unhideWhenUsed/>
    <w:rsid w:val="006F6201"/>
    <w:rPr>
      <w:vertAlign w:val="superscript"/>
    </w:rPr>
  </w:style>
  <w:style w:type="character" w:styleId="CommentReference">
    <w:name w:val="annotation reference"/>
    <w:basedOn w:val="DefaultParagraphFont"/>
    <w:uiPriority w:val="99"/>
    <w:semiHidden/>
    <w:unhideWhenUsed/>
    <w:rsid w:val="00AF3CC5"/>
    <w:rPr>
      <w:sz w:val="16"/>
      <w:szCs w:val="16"/>
    </w:rPr>
  </w:style>
  <w:style w:type="paragraph" w:styleId="CommentText">
    <w:name w:val="annotation text"/>
    <w:basedOn w:val="Normal"/>
    <w:link w:val="CommentTextChar"/>
    <w:uiPriority w:val="99"/>
    <w:unhideWhenUsed/>
    <w:rsid w:val="00AF3CC5"/>
    <w:pPr>
      <w:spacing w:line="240" w:lineRule="auto"/>
    </w:pPr>
    <w:rPr>
      <w:sz w:val="20"/>
      <w:szCs w:val="20"/>
    </w:rPr>
  </w:style>
  <w:style w:type="character" w:customStyle="1" w:styleId="CommentTextChar">
    <w:name w:val="Comment Text Char"/>
    <w:basedOn w:val="DefaultParagraphFont"/>
    <w:link w:val="CommentText"/>
    <w:uiPriority w:val="99"/>
    <w:rsid w:val="00AF3CC5"/>
    <w:rPr>
      <w:lang w:val="en-GB"/>
    </w:rPr>
  </w:style>
  <w:style w:type="paragraph" w:styleId="CommentSubject">
    <w:name w:val="annotation subject"/>
    <w:basedOn w:val="CommentText"/>
    <w:next w:val="CommentText"/>
    <w:link w:val="CommentSubjectChar"/>
    <w:uiPriority w:val="99"/>
    <w:semiHidden/>
    <w:unhideWhenUsed/>
    <w:rsid w:val="00AF3CC5"/>
    <w:rPr>
      <w:b/>
      <w:bCs/>
    </w:rPr>
  </w:style>
  <w:style w:type="character" w:customStyle="1" w:styleId="CommentSubjectChar">
    <w:name w:val="Comment Subject Char"/>
    <w:basedOn w:val="CommentTextChar"/>
    <w:link w:val="CommentSubject"/>
    <w:uiPriority w:val="99"/>
    <w:semiHidden/>
    <w:rsid w:val="00AF3CC5"/>
    <w:rPr>
      <w:b/>
      <w:bCs/>
      <w:lang w:val="en-GB"/>
    </w:rPr>
  </w:style>
  <w:style w:type="character" w:customStyle="1" w:styleId="Verbatim">
    <w:name w:val="Verbatim"/>
    <w:basedOn w:val="DefaultParagraphFont"/>
    <w:uiPriority w:val="1"/>
    <w:qFormat/>
    <w:rsid w:val="00756815"/>
    <w:rPr>
      <w:rFonts w:ascii="Courier New" w:hAnsi="Courier New"/>
      <w:lang w:eastAsia="ja-JP"/>
    </w:rPr>
  </w:style>
  <w:style w:type="paragraph" w:styleId="HTMLPreformatted">
    <w:name w:val="HTML Preformatted"/>
    <w:basedOn w:val="Normal"/>
    <w:link w:val="HTMLPreformattedChar"/>
    <w:uiPriority w:val="99"/>
    <w:semiHidden/>
    <w:unhideWhenUsed/>
    <w:rsid w:val="00430A1A"/>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n-CA" w:eastAsia="en-CA"/>
    </w:rPr>
  </w:style>
  <w:style w:type="character" w:customStyle="1" w:styleId="HTMLPreformattedChar">
    <w:name w:val="HTML Preformatted Char"/>
    <w:basedOn w:val="DefaultParagraphFont"/>
    <w:link w:val="HTMLPreformatted"/>
    <w:uiPriority w:val="99"/>
    <w:semiHidden/>
    <w:rsid w:val="00430A1A"/>
    <w:rPr>
      <w:rFonts w:ascii="Courier New" w:eastAsia="Times New Roman" w:hAnsi="Courier New" w:cs="Courier New"/>
      <w:lang w:val="en-CA" w:eastAsia="en-CA"/>
    </w:rPr>
  </w:style>
  <w:style w:type="character" w:customStyle="1" w:styleId="line">
    <w:name w:val="line"/>
    <w:basedOn w:val="DefaultParagraphFont"/>
    <w:rsid w:val="00430A1A"/>
  </w:style>
  <w:style w:type="character" w:customStyle="1" w:styleId="k">
    <w:name w:val="k"/>
    <w:basedOn w:val="DefaultParagraphFont"/>
    <w:rsid w:val="00430A1A"/>
  </w:style>
  <w:style w:type="character" w:customStyle="1" w:styleId="n">
    <w:name w:val="n"/>
    <w:basedOn w:val="DefaultParagraphFont"/>
    <w:rsid w:val="00430A1A"/>
  </w:style>
  <w:style w:type="character" w:customStyle="1" w:styleId="p">
    <w:name w:val="p"/>
    <w:basedOn w:val="DefaultParagraphFont"/>
    <w:rsid w:val="00430A1A"/>
  </w:style>
  <w:style w:type="character" w:customStyle="1" w:styleId="o">
    <w:name w:val="o"/>
    <w:basedOn w:val="DefaultParagraphFont"/>
    <w:rsid w:val="00430A1A"/>
  </w:style>
  <w:style w:type="character" w:customStyle="1" w:styleId="mi">
    <w:name w:val="mi"/>
    <w:basedOn w:val="DefaultParagraphFont"/>
    <w:rsid w:val="00430A1A"/>
  </w:style>
  <w:style w:type="character" w:customStyle="1" w:styleId="mh">
    <w:name w:val="mh"/>
    <w:basedOn w:val="DefaultParagraphFont"/>
    <w:rsid w:val="00430A1A"/>
  </w:style>
  <w:style w:type="character" w:customStyle="1" w:styleId="kt">
    <w:name w:val="kt"/>
    <w:basedOn w:val="DefaultParagraphFont"/>
    <w:rsid w:val="00430A1A"/>
  </w:style>
  <w:style w:type="character" w:customStyle="1" w:styleId="c1">
    <w:name w:val="c1"/>
    <w:basedOn w:val="DefaultParagraphFont"/>
    <w:rsid w:val="00430A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636123">
      <w:bodyDiv w:val="1"/>
      <w:marLeft w:val="0"/>
      <w:marRight w:val="0"/>
      <w:marTop w:val="0"/>
      <w:marBottom w:val="0"/>
      <w:divBdr>
        <w:top w:val="none" w:sz="0" w:space="0" w:color="auto"/>
        <w:left w:val="none" w:sz="0" w:space="0" w:color="auto"/>
        <w:bottom w:val="none" w:sz="0" w:space="0" w:color="auto"/>
        <w:right w:val="none" w:sz="0" w:space="0" w:color="auto"/>
      </w:divBdr>
    </w:div>
    <w:div w:id="396586883">
      <w:bodyDiv w:val="1"/>
      <w:marLeft w:val="0"/>
      <w:marRight w:val="0"/>
      <w:marTop w:val="0"/>
      <w:marBottom w:val="0"/>
      <w:divBdr>
        <w:top w:val="none" w:sz="0" w:space="0" w:color="auto"/>
        <w:left w:val="none" w:sz="0" w:space="0" w:color="auto"/>
        <w:bottom w:val="none" w:sz="0" w:space="0" w:color="auto"/>
        <w:right w:val="none" w:sz="0" w:space="0" w:color="auto"/>
      </w:divBdr>
    </w:div>
    <w:div w:id="830174271">
      <w:bodyDiv w:val="1"/>
      <w:marLeft w:val="0"/>
      <w:marRight w:val="0"/>
      <w:marTop w:val="0"/>
      <w:marBottom w:val="0"/>
      <w:divBdr>
        <w:top w:val="none" w:sz="0" w:space="0" w:color="auto"/>
        <w:left w:val="none" w:sz="0" w:space="0" w:color="auto"/>
        <w:bottom w:val="none" w:sz="0" w:space="0" w:color="auto"/>
        <w:right w:val="none" w:sz="0" w:space="0" w:color="auto"/>
      </w:divBdr>
    </w:div>
    <w:div w:id="146388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iso.org/iso-standards-and-patents.html" TargetMode="External"/><Relationship Id="rId26" Type="http://schemas.openxmlformats.org/officeDocument/2006/relationships/hyperlink" Target="http://www.electropedia.org/"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iso.org/directives-and-policies.html" TargetMode="External"/><Relationship Id="rId25" Type="http://schemas.openxmlformats.org/officeDocument/2006/relationships/hyperlink" Target="https://www.iso.org/obp"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iso.org/members.html" TargetMode="External"/><Relationship Id="rId29" Type="http://schemas.openxmlformats.org/officeDocument/2006/relationships/hyperlink" Target="http://mpegx.int-evry.fr/software/MPEG/MIV/RS/TM1/-/blob/main/LICEN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yperlink" Target="https://gitlab.com/mpeg-i-visual/tmiv" TargetMode="External"/><Relationship Id="rId10" Type="http://schemas.openxmlformats.org/officeDocument/2006/relationships/endnotes" Target="endnotes.xml"/><Relationship Id="rId19" Type="http://schemas.openxmlformats.org/officeDocument/2006/relationships/hyperlink" Target="https://www.iso.org/foreword-supplementary-information.html" TargetMode="Externa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yperlink" Target="http://mpegx.int-evry.fr/software/MPEG/MIV/RS/TM1" TargetMode="External"/><Relationship Id="rId30" Type="http://schemas.openxmlformats.org/officeDocument/2006/relationships/hyperlink" Target="http://mpegx.int-evry.fr/software/MPEG/MIV/RS/TM1/-/blob/main/README.md" TargetMode="Externa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en.wikipedia.org/wiki/Cyclic_redundancy_check%23CRC-32_algorith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lv11734\Desktop\WG04N0092\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Simple_template.dot</Template>
  <TotalTime>54</TotalTime>
  <Pages>14</Pages>
  <Words>3712</Words>
  <Characters>21162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24825</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Kroon</dc:creator>
  <cp:keywords/>
  <dc:description/>
  <cp:lastModifiedBy>Bart Kroon</cp:lastModifiedBy>
  <cp:revision>5</cp:revision>
  <dcterms:created xsi:type="dcterms:W3CDTF">2021-05-21T06:45:00Z</dcterms:created>
  <dcterms:modified xsi:type="dcterms:W3CDTF">2021-05-21T10:43:00Z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