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ED4E728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955C7">
        <w:rPr>
          <w:rFonts w:ascii="Times New Roman"/>
          <w:b w:val="0"/>
          <w:u w:val="none"/>
          <w:lang w:val="en-GB"/>
        </w:rPr>
        <w:t xml:space="preserve">             </w:t>
      </w:r>
      <w:r w:rsidRPr="00C955C7">
        <w:rPr>
          <w:rFonts w:ascii="Times New Roman"/>
          <w:b w:val="0"/>
          <w:u w:val="thick"/>
          <w:lang w:val="en-GB"/>
        </w:rPr>
        <w:t xml:space="preserve">   </w:t>
      </w:r>
      <w:r w:rsidR="00263789" w:rsidRPr="00C955C7">
        <w:rPr>
          <w:rFonts w:ascii="Times New Roman"/>
          <w:b w:val="0"/>
          <w:u w:val="thick"/>
          <w:lang w:val="en-GB"/>
        </w:rPr>
        <w:t xml:space="preserve">                       </w:t>
      </w:r>
      <w:r w:rsidRPr="00C955C7">
        <w:rPr>
          <w:rFonts w:ascii="Times New Roman"/>
          <w:b w:val="0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0A1CE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0205</w:t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C955C7" w:rsidRDefault="00CB798F">
      <w:pPr>
        <w:rPr>
          <w:b/>
          <w:sz w:val="20"/>
          <w:lang w:val="en-GB"/>
        </w:rPr>
      </w:pPr>
    </w:p>
    <w:p w14:paraId="36748301" w14:textId="77777777" w:rsidR="00CB798F" w:rsidRPr="00C955C7" w:rsidRDefault="00CB798F">
      <w:pPr>
        <w:rPr>
          <w:b/>
          <w:sz w:val="21"/>
          <w:lang w:val="en-GB"/>
        </w:rPr>
      </w:pPr>
    </w:p>
    <w:p w14:paraId="2ED29448" w14:textId="439B0530" w:rsidR="00CB798F" w:rsidRPr="00C955C7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5F8F5C9B" w14:textId="77777777" w:rsidR="00CB798F" w:rsidRPr="00C955C7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19E086F8" w14:textId="0A27CE75" w:rsidR="00CB798F" w:rsidRPr="00C955C7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213006" w:rsidRPr="00213006">
        <w:rPr>
          <w:rFonts w:ascii="Times New Roman" w:hAnsi="Times New Roman" w:cs="Times New Roman"/>
          <w:snapToGrid w:val="0"/>
          <w:lang w:val="en-GB"/>
        </w:rPr>
        <w:t>WD on Video Decoding Interface for Immersive Media</w:t>
      </w:r>
    </w:p>
    <w:p w14:paraId="55A697B5" w14:textId="77777777" w:rsidR="00CB798F" w:rsidRPr="00C955C7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5C1A346D" w14:textId="189819F4" w:rsidR="00FF2653" w:rsidRPr="00C955C7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030AD9B9" w14:textId="77777777" w:rsidR="00FF2653" w:rsidRPr="00C955C7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1718C661" w14:textId="4952AE72" w:rsidR="00CB798F" w:rsidRPr="00C955C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0A1CE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2021-05-28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C7F288B" w14:textId="77777777" w:rsidR="00CB798F" w:rsidRPr="00C955C7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254323E8" w14:textId="322B67C3" w:rsidR="00CB798F" w:rsidRPr="00C955C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1BC532BB" w14:textId="77777777" w:rsidR="00CB798F" w:rsidRPr="00C955C7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6AB1DF60" w14:textId="36597FAA" w:rsidR="00CB798F" w:rsidRPr="00C955C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44D3646E" w14:textId="77777777" w:rsidR="00CB798F" w:rsidRPr="00C955C7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60A86B64" w14:textId="0CFFD4C0" w:rsidR="00FF2653" w:rsidRPr="00C955C7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050B5CFC" w14:textId="77777777" w:rsidR="00CB798F" w:rsidRPr="00C955C7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</w:p>
    <w:p w14:paraId="1FFAF59B" w14:textId="0B5B72AD" w:rsidR="00CB798F" w:rsidRPr="00C955C7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2FB50602" w14:textId="4EB45278" w:rsidR="00F03F9B" w:rsidRPr="00C955C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  <w:lang w:val="en-GB"/>
        </w:rPr>
      </w:pPr>
    </w:p>
    <w:p w14:paraId="64EE64D4" w14:textId="289F019E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C955C7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4EF18EED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0A1CE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0205</w:t>
      </w:r>
    </w:p>
    <w:p w14:paraId="1E14C2FC" w14:textId="6D731121" w:rsidR="00385C5D" w:rsidRPr="00C955C7" w:rsidRDefault="000A1CEE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385C5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C955C7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Pr="00C955C7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C955C7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EECA3D6" w:rsidR="00954B0D" w:rsidRPr="00C955C7" w:rsidRDefault="0021300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21300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on Video Decoding Interface for Immersive Media</w:t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34EC269" w:rsidR="00954B0D" w:rsidRPr="00C955C7" w:rsidRDefault="000A1CE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A1CE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20267</w:t>
            </w:r>
          </w:p>
        </w:tc>
      </w:tr>
    </w:tbl>
    <w:p w14:paraId="0F0DC0D2" w14:textId="423F8829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1A575DF8" w14:textId="24BCBB1A" w:rsidR="00064B73" w:rsidRDefault="00064B73" w:rsidP="0018563E">
      <w:pPr>
        <w:rPr>
          <w:rFonts w:ascii="Times New Roman" w:hAnsi="Times New Roman" w:cs="Times New Roman"/>
          <w:sz w:val="24"/>
          <w:lang w:val="en-GB"/>
        </w:rPr>
      </w:pPr>
    </w:p>
    <w:p w14:paraId="77629D46" w14:textId="509A70C0" w:rsidR="00064B73" w:rsidRDefault="00064B73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The Working Draft is provided as attachment.</w:t>
      </w:r>
    </w:p>
    <w:p w14:paraId="0B991532" w14:textId="77777777" w:rsidR="00064B73" w:rsidRPr="00C955C7" w:rsidRDefault="00064B73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064B73" w:rsidRPr="00C955C7" w:rsidSect="00954B0D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C1DB8" w14:textId="77777777" w:rsidR="00622C6C" w:rsidRDefault="00622C6C" w:rsidP="009E784A">
      <w:r>
        <w:separator/>
      </w:r>
    </w:p>
  </w:endnote>
  <w:endnote w:type="continuationSeparator" w:id="0">
    <w:p w14:paraId="507F55C2" w14:textId="77777777" w:rsidR="00622C6C" w:rsidRDefault="00622C6C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95363" w14:textId="77777777" w:rsidR="00622C6C" w:rsidRDefault="00622C6C" w:rsidP="009E784A">
      <w:r>
        <w:separator/>
      </w:r>
    </w:p>
  </w:footnote>
  <w:footnote w:type="continuationSeparator" w:id="0">
    <w:p w14:paraId="077CDB6E" w14:textId="77777777" w:rsidR="00622C6C" w:rsidRDefault="00622C6C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4B73"/>
    <w:rsid w:val="000968DA"/>
    <w:rsid w:val="000A1CEE"/>
    <w:rsid w:val="000C78E6"/>
    <w:rsid w:val="0017051E"/>
    <w:rsid w:val="0018563E"/>
    <w:rsid w:val="00196997"/>
    <w:rsid w:val="001E18A9"/>
    <w:rsid w:val="00213006"/>
    <w:rsid w:val="0026375F"/>
    <w:rsid w:val="00263789"/>
    <w:rsid w:val="003226C8"/>
    <w:rsid w:val="00385C5D"/>
    <w:rsid w:val="003B0FC6"/>
    <w:rsid w:val="004E45B6"/>
    <w:rsid w:val="004F5473"/>
    <w:rsid w:val="00540DEA"/>
    <w:rsid w:val="005612C2"/>
    <w:rsid w:val="005C2A51"/>
    <w:rsid w:val="00622C6C"/>
    <w:rsid w:val="0063127E"/>
    <w:rsid w:val="00651912"/>
    <w:rsid w:val="007E0B11"/>
    <w:rsid w:val="007F537F"/>
    <w:rsid w:val="00881CCB"/>
    <w:rsid w:val="00897257"/>
    <w:rsid w:val="008E3BE3"/>
    <w:rsid w:val="008E7795"/>
    <w:rsid w:val="00954B0D"/>
    <w:rsid w:val="009636E0"/>
    <w:rsid w:val="00980E7B"/>
    <w:rsid w:val="00985341"/>
    <w:rsid w:val="009B09C2"/>
    <w:rsid w:val="009C464E"/>
    <w:rsid w:val="009C5AAC"/>
    <w:rsid w:val="009D5D9F"/>
    <w:rsid w:val="009E784A"/>
    <w:rsid w:val="00A9663B"/>
    <w:rsid w:val="00B24CCE"/>
    <w:rsid w:val="00C874E0"/>
    <w:rsid w:val="00C955C7"/>
    <w:rsid w:val="00CB798F"/>
    <w:rsid w:val="00CD36BE"/>
    <w:rsid w:val="00CF1629"/>
    <w:rsid w:val="00D13CC5"/>
    <w:rsid w:val="00D709E9"/>
    <w:rsid w:val="00D909A6"/>
    <w:rsid w:val="00E565AB"/>
    <w:rsid w:val="00E843CE"/>
    <w:rsid w:val="00E9507F"/>
    <w:rsid w:val="00E965CC"/>
    <w:rsid w:val="00EF2D59"/>
    <w:rsid w:val="00F03F9B"/>
    <w:rsid w:val="00F419DA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8" ma:contentTypeDescription="Create a new document." ma:contentTypeScope="" ma:versionID="2f4ade17a1b1d64a9f981bd4ca7294e1">
  <xsd:schema xmlns:xsd="http://www.w3.org/2001/XMLSchema" xmlns:xs="http://www.w3.org/2001/XMLSchema" xmlns:p="http://schemas.microsoft.com/office/2006/metadata/properties" xmlns:ns2="c872df49-ebad-488d-a324-025e4f6ab39d" targetNamespace="http://schemas.microsoft.com/office/2006/metadata/properties" ma:root="true" ma:fieldsID="202bd81cf72ec03c0303ef5a5197350b" ns2:_="">
    <xsd:import namespace="c872df49-ebad-488d-a324-025e4f6ab3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38ED5-3A13-4C10-9B1F-C2CD378FC864}">
  <ds:schemaRefs>
    <ds:schemaRef ds:uri="http://purl.org/dc/terms/"/>
    <ds:schemaRef ds:uri="http://purl.org/dc/elements/1.1/"/>
    <ds:schemaRef ds:uri="c872df49-ebad-488d-a324-025e4f6ab39d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68E8920-36A7-4DC7-A013-A9ACF76B60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DE89A-1C9B-4A00-A5C6-A5897CD4DD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752</Characters>
  <Application>Microsoft Office Word</Application>
  <DocSecurity>0</DocSecurity>
  <Lines>57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Emmanuel Thomas</cp:lastModifiedBy>
  <cp:revision>12</cp:revision>
  <dcterms:created xsi:type="dcterms:W3CDTF">2021-01-15T20:02:00Z</dcterms:created>
  <dcterms:modified xsi:type="dcterms:W3CDTF">2021-05-28T13:20:00Z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0x010100598371A9B2F58942932503DC52E58014</vt:lpwstr>
  </property>
</Properties>
</file>