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ADBD8" w14:textId="77777777" w:rsidR="005C22BB" w:rsidRDefault="005C22BB" w:rsidP="005C22BB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212A312" wp14:editId="5006D476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5D88B" w14:textId="77777777" w:rsidR="005C22BB" w:rsidRPr="00CB6FF9" w:rsidRDefault="005C22BB" w:rsidP="005C22BB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14B103B9" w14:textId="77777777" w:rsidR="005C22BB" w:rsidRPr="00CB6FF9" w:rsidRDefault="005C22BB" w:rsidP="005C22BB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65E87EA9" w14:textId="77777777" w:rsidR="005C22BB" w:rsidRPr="00CB6FF9" w:rsidRDefault="005C22BB" w:rsidP="005C22BB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2A3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28E5D88B" w14:textId="77777777" w:rsidR="005C22BB" w:rsidRPr="00CB6FF9" w:rsidRDefault="005C22BB" w:rsidP="005C22BB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14B103B9" w14:textId="77777777" w:rsidR="005C22BB" w:rsidRPr="00CB6FF9" w:rsidRDefault="005C22BB" w:rsidP="005C22BB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65E87EA9" w14:textId="77777777" w:rsidR="005C22BB" w:rsidRPr="00CB6FF9" w:rsidRDefault="005C22BB" w:rsidP="005C22BB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1119480" wp14:editId="0A7ABFFB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F6D9A" w14:textId="3BFAEB92" w:rsidR="005C22BB" w:rsidRPr="00BF0CA7" w:rsidRDefault="005C22BB" w:rsidP="005C22BB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  <w:lang w:val="pt-BR"/>
                              </w:rPr>
                            </w:pP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  <w:lang w:val="pt-BR"/>
                              </w:rPr>
                              <w:t>ISO/IEC JTC 1/SC 29/WG 11</w:t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  <w:lang w:val="pt-BR"/>
                              </w:rPr>
                              <w:t xml:space="preserve"> </w:t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  <w:lang w:val="pt-BR"/>
                              </w:rPr>
                              <w:tab/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  <w:lang w:val="pt-BR"/>
                              </w:rPr>
                              <w:t>N</w:t>
                            </w:r>
                            <w:r w:rsidR="00EE1434"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  <w:lang w:val="pt-BR"/>
                              </w:rPr>
                              <w:t>1</w:t>
                            </w:r>
                            <w:r w:rsidR="00374B69"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  <w:lang w:val="pt-BR"/>
                              </w:rPr>
                              <w:t>9097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19480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50BF6D9A" w14:textId="3BFAEB92" w:rsidR="005C22BB" w:rsidRPr="00BF0CA7" w:rsidRDefault="005C22BB" w:rsidP="005C22BB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  <w:lang w:val="pt-BR"/>
                        </w:rPr>
                      </w:pPr>
                      <w:r w:rsidRPr="00BF0CA7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  <w:lang w:val="pt-BR"/>
                        </w:rPr>
                        <w:t>ISO/IEC JTC 1/SC 29/WG 11</w:t>
                      </w:r>
                      <w:r w:rsidRPr="00BF0CA7"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  <w:lang w:val="pt-BR"/>
                        </w:rPr>
                        <w:t xml:space="preserve"> </w:t>
                      </w:r>
                      <w:r w:rsidRPr="00BF0CA7"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  <w:lang w:val="pt-BR"/>
                        </w:rPr>
                        <w:tab/>
                      </w:r>
                      <w:r w:rsidRPr="00BF0CA7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  <w:lang w:val="pt-BR"/>
                        </w:rPr>
                        <w:t>N</w:t>
                      </w:r>
                      <w:r w:rsidR="00EE1434"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  <w:lang w:val="pt-BR"/>
                        </w:rPr>
                        <w:t>1</w:t>
                      </w:r>
                      <w:r w:rsidR="00374B69"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  <w:lang w:val="pt-BR"/>
                        </w:rPr>
                        <w:t>9097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223AC9E" wp14:editId="4DA1F839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9BC7FD7" wp14:editId="2F8152D8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E7EA9B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7380DF48" w14:textId="77777777" w:rsidR="005C22BB" w:rsidRDefault="005C22BB" w:rsidP="005C22BB"/>
    <w:p w14:paraId="3202C9FD" w14:textId="77777777" w:rsidR="005C22BB" w:rsidRDefault="005C22BB" w:rsidP="005C22BB">
      <w:pPr>
        <w:spacing w:line="200" w:lineRule="exact"/>
        <w:rPr>
          <w:sz w:val="20"/>
          <w:szCs w:val="20"/>
        </w:rPr>
      </w:pPr>
    </w:p>
    <w:p w14:paraId="300BBA11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4CEDD8C5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BA1D90D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6B10BF9B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</w:p>
    <w:p w14:paraId="7C938F1F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43E6952B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7FF564AA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Approved</w:t>
      </w:r>
    </w:p>
    <w:p w14:paraId="0423C9FE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6C08CF0A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28FBB48F" w14:textId="72E79A39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 w:rsidR="00374B69" w:rsidRPr="00B873A5">
        <w:rPr>
          <w:rFonts w:eastAsia="Times New Roman"/>
          <w:b/>
          <w:bCs/>
          <w:spacing w:val="-6"/>
          <w:w w:val="107"/>
        </w:rPr>
        <w:t>2020</w:t>
      </w:r>
      <w:r w:rsidRPr="00B873A5">
        <w:rPr>
          <w:rFonts w:eastAsia="Times New Roman"/>
          <w:b/>
          <w:bCs/>
          <w:spacing w:val="-3"/>
          <w:w w:val="119"/>
        </w:rPr>
        <w:t>-</w:t>
      </w:r>
      <w:r w:rsidR="00EB194A" w:rsidRPr="00B873A5">
        <w:rPr>
          <w:rFonts w:eastAsia="Times New Roman"/>
          <w:b/>
          <w:bCs/>
          <w:spacing w:val="-6"/>
          <w:w w:val="107"/>
        </w:rPr>
        <w:t>0</w:t>
      </w:r>
      <w:r w:rsidR="00374B69" w:rsidRPr="00B873A5">
        <w:rPr>
          <w:rFonts w:eastAsia="Times New Roman"/>
          <w:b/>
          <w:bCs/>
          <w:spacing w:val="-6"/>
          <w:w w:val="107"/>
        </w:rPr>
        <w:t>3-31</w:t>
      </w:r>
      <w:bookmarkStart w:id="0" w:name="_GoBack"/>
      <w:bookmarkEnd w:id="0"/>
    </w:p>
    <w:p w14:paraId="5B4AAA97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A7F381F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5D98F239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4F91634D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179B5EB6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3E8D2883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4857EC80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7018CC34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025EE1B4" w14:textId="6AE3A280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  <w:r w:rsidR="00B873A5">
        <w:rPr>
          <w:rFonts w:eastAsia="Times New Roman"/>
          <w:b/>
          <w:bCs/>
        </w:rPr>
        <w:t>2</w:t>
      </w:r>
    </w:p>
    <w:p w14:paraId="0D055EC8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2211CE77" w14:textId="77777777" w:rsidR="005C22BB" w:rsidRDefault="005C22BB" w:rsidP="005C22BB">
      <w:pPr>
        <w:spacing w:before="15" w:line="200" w:lineRule="exact"/>
        <w:rPr>
          <w:sz w:val="20"/>
          <w:szCs w:val="20"/>
        </w:rPr>
      </w:pPr>
    </w:p>
    <w:p w14:paraId="202A715B" w14:textId="77777777" w:rsidR="005C22BB" w:rsidRDefault="005C22BB" w:rsidP="005C22BB">
      <w:pPr>
        <w:tabs>
          <w:tab w:val="left" w:pos="262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9"/>
    </w:p>
    <w:p w14:paraId="174B7B40" w14:textId="77777777" w:rsidR="005C22BB" w:rsidRDefault="005C22BB" w:rsidP="005C22BB">
      <w:pPr>
        <w:spacing w:before="6" w:line="180" w:lineRule="exact"/>
        <w:rPr>
          <w:sz w:val="18"/>
          <w:szCs w:val="18"/>
        </w:rPr>
      </w:pPr>
    </w:p>
    <w:p w14:paraId="45C41782" w14:textId="77777777" w:rsidR="005C22BB" w:rsidRDefault="005C22BB" w:rsidP="005C22BB">
      <w:pPr>
        <w:spacing w:line="200" w:lineRule="exact"/>
        <w:rPr>
          <w:sz w:val="20"/>
          <w:szCs w:val="20"/>
        </w:rPr>
      </w:pPr>
    </w:p>
    <w:p w14:paraId="0EC6C2D7" w14:textId="77777777" w:rsidR="005C22BB" w:rsidRDefault="005C22BB" w:rsidP="005C22BB">
      <w:pPr>
        <w:tabs>
          <w:tab w:val="left" w:pos="2620"/>
        </w:tabs>
        <w:spacing w:before="29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7A2D5D69" w14:textId="77777777" w:rsidR="005C22BB" w:rsidRDefault="005C22BB" w:rsidP="005C22BB">
      <w:pPr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396584E6" w14:textId="77777777" w:rsidR="005C22BB" w:rsidRPr="00CB6FF9" w:rsidRDefault="005C22BB" w:rsidP="005C22BB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06A839DC" w14:textId="77777777" w:rsidR="005C22BB" w:rsidRPr="00CB6FF9" w:rsidRDefault="005C22BB" w:rsidP="005C22BB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7EC05947" w14:textId="77777777" w:rsidR="005C22BB" w:rsidRPr="00CB6FF9" w:rsidRDefault="005C22BB" w:rsidP="005C22BB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342DE703" w14:textId="77777777" w:rsidR="005C22BB" w:rsidRPr="00CB6FF9" w:rsidRDefault="005C22BB" w:rsidP="005C22BB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60043F6C" w14:textId="77777777" w:rsidR="005C22BB" w:rsidRDefault="005C22BB" w:rsidP="005C22BB"/>
    <w:p w14:paraId="1E01EA34" w14:textId="10B7A3E6" w:rsidR="005C22BB" w:rsidRPr="00CB6FF9" w:rsidRDefault="005C22BB" w:rsidP="005C22BB">
      <w:pPr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>
        <w:rPr>
          <w:rFonts w:eastAsia="SimSun"/>
          <w:b/>
          <w:sz w:val="48"/>
          <w:lang w:val="fr-FR" w:eastAsia="zh-CN"/>
        </w:rPr>
        <w:t>1</w:t>
      </w:r>
      <w:r w:rsidR="00374B69">
        <w:rPr>
          <w:rFonts w:eastAsia="SimSun"/>
          <w:b/>
          <w:sz w:val="48"/>
          <w:lang w:val="fr-FR" w:eastAsia="zh-CN"/>
        </w:rPr>
        <w:t>9097</w:t>
      </w:r>
    </w:p>
    <w:p w14:paraId="4A8289CF" w14:textId="49406629" w:rsidR="005C22BB" w:rsidRDefault="00B873A5" w:rsidP="00EB194A">
      <w:pPr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 xml:space="preserve">Brussels </w:t>
      </w:r>
      <w:r w:rsidR="00EB194A">
        <w:rPr>
          <w:rFonts w:eastAsia="SimSun"/>
          <w:b/>
          <w:sz w:val="28"/>
          <w:lang w:val="fr-FR" w:eastAsia="zh-CN"/>
        </w:rPr>
        <w:t xml:space="preserve">– </w:t>
      </w:r>
      <w:r>
        <w:rPr>
          <w:rFonts w:eastAsia="SimSun"/>
          <w:b/>
          <w:sz w:val="28"/>
          <w:lang w:val="fr-FR" w:eastAsia="zh-CN"/>
        </w:rPr>
        <w:t>January 2020</w:t>
      </w:r>
    </w:p>
    <w:p w14:paraId="0CED9787" w14:textId="77777777" w:rsidR="005C22BB" w:rsidRPr="00CB6FF9" w:rsidRDefault="005C22BB" w:rsidP="005C22BB">
      <w:pPr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0"/>
        <w:gridCol w:w="4603"/>
      </w:tblGrid>
      <w:tr w:rsidR="005C22BB" w:rsidRPr="00CB6FF9" w14:paraId="446EEDEF" w14:textId="77777777" w:rsidTr="00D14220">
        <w:tc>
          <w:tcPr>
            <w:tcW w:w="0" w:type="auto"/>
            <w:shd w:val="clear" w:color="auto" w:fill="auto"/>
          </w:tcPr>
          <w:p w14:paraId="11DADAE8" w14:textId="77777777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140CA6FD" w14:textId="77777777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5C22BB" w:rsidRPr="00CB6FF9" w14:paraId="6AF8D380" w14:textId="77777777" w:rsidTr="00D14220">
        <w:tc>
          <w:tcPr>
            <w:tcW w:w="0" w:type="auto"/>
            <w:shd w:val="clear" w:color="auto" w:fill="auto"/>
          </w:tcPr>
          <w:p w14:paraId="6EAAC23D" w14:textId="77777777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27EA84E3" w14:textId="5B4644AD" w:rsidR="005C22BB" w:rsidRPr="00CB6FF9" w:rsidRDefault="00EE1434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 w:rsidRPr="00EE1434">
              <w:rPr>
                <w:rFonts w:eastAsia="SimSun"/>
                <w:b/>
                <w:sz w:val="28"/>
                <w:lang w:val="fr-FR" w:eastAsia="zh-CN"/>
              </w:rPr>
              <w:t xml:space="preserve">EE4FE 2.6 mesh coding </w:t>
            </w:r>
            <w:r w:rsidRPr="004E5A32">
              <w:rPr>
                <w:rFonts w:eastAsia="SimSun"/>
                <w:b/>
                <w:sz w:val="28"/>
                <w:lang w:val="en-CA" w:eastAsia="zh-CN"/>
              </w:rPr>
              <w:t>with</w:t>
            </w:r>
            <w:r w:rsidRPr="00EE1434">
              <w:rPr>
                <w:rFonts w:eastAsia="SimSun"/>
                <w:b/>
                <w:sz w:val="28"/>
                <w:lang w:val="fr-FR" w:eastAsia="zh-CN"/>
              </w:rPr>
              <w:t xml:space="preserve"> V-PCC</w:t>
            </w:r>
          </w:p>
        </w:tc>
      </w:tr>
      <w:tr w:rsidR="005C22BB" w:rsidRPr="00CB6FF9" w14:paraId="046B0A1D" w14:textId="77777777" w:rsidTr="00D14220">
        <w:tc>
          <w:tcPr>
            <w:tcW w:w="0" w:type="auto"/>
            <w:shd w:val="clear" w:color="auto" w:fill="auto"/>
          </w:tcPr>
          <w:p w14:paraId="66D6C9F0" w14:textId="77777777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Authors:</w:t>
            </w:r>
          </w:p>
        </w:tc>
        <w:tc>
          <w:tcPr>
            <w:tcW w:w="0" w:type="auto"/>
            <w:shd w:val="clear" w:color="auto" w:fill="auto"/>
          </w:tcPr>
          <w:p w14:paraId="590DE084" w14:textId="1D849089" w:rsidR="005C22BB" w:rsidRPr="00CB6FF9" w:rsidRDefault="00374B69" w:rsidP="00374B69">
            <w:pPr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Rajan</w:t>
            </w:r>
            <w:r w:rsidR="003501FF">
              <w:rPr>
                <w:rFonts w:eastAsia="SimSun"/>
                <w:b/>
                <w:sz w:val="28"/>
                <w:lang w:val="fr-FR" w:eastAsia="zh-CN"/>
              </w:rPr>
              <w:t xml:space="preserve"> </w:t>
            </w:r>
            <w:r>
              <w:rPr>
                <w:rFonts w:eastAsia="SimSun"/>
                <w:b/>
                <w:sz w:val="28"/>
                <w:lang w:val="fr-FR" w:eastAsia="zh-CN"/>
              </w:rPr>
              <w:t>Joshi</w:t>
            </w:r>
          </w:p>
        </w:tc>
      </w:tr>
    </w:tbl>
    <w:p w14:paraId="35D06E8D" w14:textId="12299781" w:rsidR="007269BF" w:rsidRPr="00232235" w:rsidRDefault="007269BF" w:rsidP="00232FB2">
      <w:pPr>
        <w:pStyle w:val="Heading1"/>
        <w:rPr>
          <w:lang w:val="en-CA"/>
        </w:rPr>
      </w:pPr>
      <w:r w:rsidRPr="00232235">
        <w:t>Introduction</w:t>
      </w:r>
    </w:p>
    <w:p w14:paraId="2B5D4E8E" w14:textId="52AC347E" w:rsidR="005A4B59" w:rsidRPr="00714AB0" w:rsidRDefault="00714AB0" w:rsidP="00D54EDE">
      <w:pPr>
        <w:spacing w:before="120" w:after="120"/>
        <w:contextualSpacing/>
        <w:rPr>
          <w:lang w:val="en-CA"/>
        </w:rPr>
      </w:pPr>
      <w:r w:rsidRPr="00822E74">
        <w:rPr>
          <w:szCs w:val="22"/>
          <w:lang w:val="en-CA"/>
        </w:rPr>
        <w:t xml:space="preserve">This document provides a description of </w:t>
      </w:r>
      <w:r w:rsidRPr="006C20C2">
        <w:rPr>
          <w:szCs w:val="22"/>
          <w:lang w:val="en-CA"/>
        </w:rPr>
        <w:t>E</w:t>
      </w:r>
      <w:r>
        <w:rPr>
          <w:szCs w:val="22"/>
          <w:lang w:val="en-CA"/>
        </w:rPr>
        <w:t xml:space="preserve">xploratory </w:t>
      </w:r>
      <w:r w:rsidRPr="006C20C2">
        <w:rPr>
          <w:szCs w:val="22"/>
          <w:lang w:val="en-CA"/>
        </w:rPr>
        <w:t>E</w:t>
      </w:r>
      <w:r>
        <w:rPr>
          <w:szCs w:val="22"/>
          <w:lang w:val="en-CA"/>
        </w:rPr>
        <w:t>xperiment</w:t>
      </w:r>
      <w:r w:rsidRPr="006C20C2">
        <w:rPr>
          <w:szCs w:val="22"/>
          <w:lang w:val="en-CA"/>
        </w:rPr>
        <w:t xml:space="preserve"> </w:t>
      </w:r>
      <w:r w:rsidR="00EE1434">
        <w:rPr>
          <w:szCs w:val="22"/>
          <w:lang w:val="en-CA"/>
        </w:rPr>
        <w:t xml:space="preserve">EE4FE </w:t>
      </w:r>
      <w:r w:rsidRPr="006C20C2">
        <w:rPr>
          <w:szCs w:val="22"/>
          <w:lang w:val="en-CA"/>
        </w:rPr>
        <w:t>2.6</w:t>
      </w:r>
      <w:r>
        <w:rPr>
          <w:szCs w:val="22"/>
          <w:lang w:val="en-CA"/>
        </w:rPr>
        <w:t xml:space="preserve"> on mesh coding with V-PCC</w:t>
      </w:r>
      <w:r>
        <w:rPr>
          <w:lang w:val="en-CA"/>
        </w:rPr>
        <w:t>.</w:t>
      </w:r>
    </w:p>
    <w:p w14:paraId="05324003" w14:textId="26F91D90" w:rsidR="00D77A77" w:rsidRPr="00232235" w:rsidRDefault="00BA1025" w:rsidP="00963524">
      <w:pPr>
        <w:pStyle w:val="Heading1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 xml:space="preserve">Mandates </w:t>
      </w:r>
    </w:p>
    <w:p w14:paraId="6EB7833F" w14:textId="68284710" w:rsidR="00266EF2" w:rsidRDefault="00BA1025" w:rsidP="00D54EDE">
      <w:pPr>
        <w:spacing w:before="120" w:after="120"/>
        <w:contextualSpacing/>
        <w:rPr>
          <w:lang w:val="pt-BR" w:eastAsia="ko-KR"/>
        </w:rPr>
      </w:pPr>
      <w:r>
        <w:rPr>
          <w:lang w:val="pt-BR" w:eastAsia="ko-KR"/>
        </w:rPr>
        <w:t>The m</w:t>
      </w:r>
      <w:r w:rsidR="005C484E" w:rsidRPr="00822E74">
        <w:rPr>
          <w:lang w:val="pt-BR" w:eastAsia="ko-KR"/>
        </w:rPr>
        <w:t xml:space="preserve">andates for </w:t>
      </w:r>
      <w:r w:rsidR="00510898">
        <w:rPr>
          <w:lang w:val="pt-BR" w:eastAsia="ko-KR"/>
        </w:rPr>
        <w:t>EE4F</w:t>
      </w:r>
      <w:r w:rsidR="00714AB0">
        <w:rPr>
          <w:lang w:val="pt-BR" w:eastAsia="ko-KR"/>
        </w:rPr>
        <w:t>E</w:t>
      </w:r>
      <w:r>
        <w:rPr>
          <w:lang w:val="pt-BR" w:eastAsia="ko-KR"/>
        </w:rPr>
        <w:t xml:space="preserve"> </w:t>
      </w:r>
      <w:r w:rsidR="00714AB0">
        <w:rPr>
          <w:lang w:val="pt-BR" w:eastAsia="ko-KR"/>
        </w:rPr>
        <w:t>2.6</w:t>
      </w:r>
      <w:r w:rsidR="00232FB2">
        <w:rPr>
          <w:lang w:val="pt-BR" w:eastAsia="ko-KR"/>
        </w:rPr>
        <w:t xml:space="preserve"> </w:t>
      </w:r>
      <w:r w:rsidR="005C484E" w:rsidRPr="00822E74">
        <w:rPr>
          <w:lang w:val="pt-BR" w:eastAsia="ko-KR"/>
        </w:rPr>
        <w:t>are as follows:</w:t>
      </w:r>
    </w:p>
    <w:p w14:paraId="14BEF0DA" w14:textId="52B2FD04" w:rsidR="00714AB0" w:rsidRDefault="00714AB0" w:rsidP="00D54EDE">
      <w:pPr>
        <w:pStyle w:val="ListParagraph"/>
        <w:numPr>
          <w:ilvl w:val="0"/>
          <w:numId w:val="7"/>
        </w:numPr>
        <w:spacing w:before="120" w:after="120"/>
        <w:contextualSpacing/>
        <w:rPr>
          <w:rFonts w:ascii="Times New Roman" w:eastAsia="MS Mincho" w:hAnsi="Times New Roman"/>
          <w:sz w:val="24"/>
          <w:lang w:val="en-CA"/>
        </w:rPr>
      </w:pPr>
      <w:r>
        <w:rPr>
          <w:rFonts w:ascii="Times New Roman" w:eastAsia="MS Mincho" w:hAnsi="Times New Roman"/>
          <w:sz w:val="24"/>
          <w:lang w:val="en-CA"/>
        </w:rPr>
        <w:t>Collect dynamic mesh content.</w:t>
      </w:r>
    </w:p>
    <w:p w14:paraId="05483444" w14:textId="5415848C" w:rsidR="00921486" w:rsidRDefault="00714AB0" w:rsidP="00D54EDE">
      <w:pPr>
        <w:pStyle w:val="ListParagraph"/>
        <w:numPr>
          <w:ilvl w:val="0"/>
          <w:numId w:val="7"/>
        </w:numPr>
        <w:spacing w:before="120" w:after="120"/>
        <w:contextualSpacing/>
        <w:rPr>
          <w:rFonts w:ascii="Times New Roman" w:eastAsia="MS Mincho" w:hAnsi="Times New Roman"/>
          <w:sz w:val="24"/>
          <w:lang w:val="en-CA"/>
        </w:rPr>
      </w:pPr>
      <w:r w:rsidRPr="00714AB0">
        <w:rPr>
          <w:rFonts w:ascii="Times New Roman" w:eastAsia="MS Mincho" w:hAnsi="Times New Roman"/>
          <w:sz w:val="24"/>
          <w:lang w:val="en-CA"/>
        </w:rPr>
        <w:t>Study mesh coding extension to V</w:t>
      </w:r>
      <w:r w:rsidR="006F603D">
        <w:rPr>
          <w:rFonts w:ascii="Times New Roman" w:eastAsia="MS Mincho" w:hAnsi="Times New Roman"/>
          <w:sz w:val="24"/>
          <w:lang w:val="en-CA"/>
        </w:rPr>
        <w:t>-</w:t>
      </w:r>
      <w:r w:rsidRPr="00714AB0">
        <w:rPr>
          <w:rFonts w:ascii="Times New Roman" w:eastAsia="MS Mincho" w:hAnsi="Times New Roman"/>
          <w:sz w:val="24"/>
          <w:lang w:val="en-CA"/>
        </w:rPr>
        <w:t>PCC.</w:t>
      </w:r>
      <w:r>
        <w:rPr>
          <w:rFonts w:ascii="Times New Roman" w:eastAsia="MS Mincho" w:hAnsi="Times New Roman"/>
          <w:sz w:val="24"/>
          <w:lang w:val="en-CA"/>
        </w:rPr>
        <w:t xml:space="preserve"> </w:t>
      </w:r>
    </w:p>
    <w:p w14:paraId="43CAB50D" w14:textId="711E4024" w:rsidR="00714AB0" w:rsidRPr="00714AB0" w:rsidRDefault="00714AB0" w:rsidP="00D54EDE">
      <w:pPr>
        <w:pStyle w:val="ListParagraph"/>
        <w:numPr>
          <w:ilvl w:val="0"/>
          <w:numId w:val="7"/>
        </w:numPr>
        <w:spacing w:before="120" w:after="120"/>
        <w:contextualSpacing/>
        <w:rPr>
          <w:rFonts w:ascii="Times New Roman" w:eastAsia="MS Mincho" w:hAnsi="Times New Roman"/>
          <w:sz w:val="24"/>
          <w:lang w:val="en-CA"/>
        </w:rPr>
      </w:pPr>
      <w:r w:rsidRPr="00714AB0">
        <w:rPr>
          <w:rFonts w:ascii="Times New Roman" w:eastAsia="MS Mincho" w:hAnsi="Times New Roman"/>
          <w:sz w:val="24"/>
          <w:lang w:val="en-CA"/>
        </w:rPr>
        <w:t>Work toward</w:t>
      </w:r>
      <w:r w:rsidR="001C7CAE">
        <w:rPr>
          <w:rFonts w:ascii="Times New Roman" w:eastAsia="MS Mincho" w:hAnsi="Times New Roman"/>
          <w:sz w:val="24"/>
          <w:lang w:val="en-CA"/>
        </w:rPr>
        <w:t>s</w:t>
      </w:r>
      <w:r w:rsidRPr="00714AB0">
        <w:rPr>
          <w:rFonts w:ascii="Times New Roman" w:eastAsia="MS Mincho" w:hAnsi="Times New Roman"/>
          <w:sz w:val="24"/>
          <w:lang w:val="en-CA"/>
        </w:rPr>
        <w:t xml:space="preserve"> </w:t>
      </w:r>
      <w:r w:rsidR="00921486">
        <w:rPr>
          <w:rFonts w:ascii="Times New Roman" w:eastAsia="MS Mincho" w:hAnsi="Times New Roman"/>
          <w:sz w:val="24"/>
          <w:lang w:val="en-CA"/>
        </w:rPr>
        <w:t>eventual development</w:t>
      </w:r>
      <w:r w:rsidRPr="00714AB0">
        <w:rPr>
          <w:rFonts w:ascii="Times New Roman" w:eastAsia="MS Mincho" w:hAnsi="Times New Roman"/>
          <w:sz w:val="24"/>
          <w:lang w:val="en-CA"/>
        </w:rPr>
        <w:t xml:space="preserve"> </w:t>
      </w:r>
      <w:r w:rsidR="00626AB9">
        <w:rPr>
          <w:rFonts w:ascii="Times New Roman" w:eastAsia="MS Mincho" w:hAnsi="Times New Roman"/>
          <w:sz w:val="24"/>
          <w:lang w:val="en-CA"/>
        </w:rPr>
        <w:t xml:space="preserve">of </w:t>
      </w:r>
      <w:r w:rsidRPr="00714AB0">
        <w:rPr>
          <w:rFonts w:ascii="Times New Roman" w:eastAsia="MS Mincho" w:hAnsi="Times New Roman"/>
          <w:sz w:val="24"/>
          <w:lang w:val="en-CA"/>
        </w:rPr>
        <w:t>test model, anchors, and CTC.</w:t>
      </w:r>
    </w:p>
    <w:p w14:paraId="57D0E482" w14:textId="2C768104" w:rsidR="005C484E" w:rsidRPr="00232235" w:rsidRDefault="005C484E" w:rsidP="00232FB2">
      <w:pPr>
        <w:pStyle w:val="Heading1"/>
        <w:rPr>
          <w:lang w:val="en-CA"/>
        </w:rPr>
      </w:pPr>
      <w:r w:rsidRPr="00232235">
        <w:rPr>
          <w:lang w:val="en-CA"/>
        </w:rPr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4"/>
        <w:gridCol w:w="2839"/>
        <w:gridCol w:w="3710"/>
        <w:gridCol w:w="1482"/>
      </w:tblGrid>
      <w:tr w:rsidR="005C484E" w:rsidRPr="00822E74" w14:paraId="326A999F" w14:textId="77777777" w:rsidTr="003E2707">
        <w:trPr>
          <w:jc w:val="center"/>
        </w:trPr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DB4312" w14:textId="77777777" w:rsidR="005C484E" w:rsidRPr="00822E74" w:rsidRDefault="005C484E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szCs w:val="20"/>
                <w:lang w:eastAsia="zh-CN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zh-CN"/>
              </w:rPr>
              <w:t>Participant</w:t>
            </w:r>
          </w:p>
        </w:tc>
        <w:tc>
          <w:tcPr>
            <w:tcW w:w="28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A8B5FA" w14:textId="77777777" w:rsidR="005C484E" w:rsidRPr="006E03C7" w:rsidRDefault="005C484E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lang w:eastAsia="zh-CN"/>
              </w:rPr>
            </w:pPr>
            <w:r w:rsidRPr="006E03C7">
              <w:rPr>
                <w:rFonts w:eastAsiaTheme="minorEastAsia"/>
                <w:b/>
                <w:bCs/>
                <w:i/>
                <w:iCs/>
                <w:lang w:eastAsia="zh-CN"/>
              </w:rPr>
              <w:t>Contact</w:t>
            </w:r>
          </w:p>
        </w:tc>
        <w:tc>
          <w:tcPr>
            <w:tcW w:w="3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1C59E049" w14:textId="77777777" w:rsidR="005C484E" w:rsidRPr="00822E74" w:rsidRDefault="005C484E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b/>
                <w:bCs/>
                <w:i/>
                <w:iCs/>
                <w:lang w:eastAsia="zh-CN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zh-CN"/>
              </w:rPr>
              <w:t>Email</w:t>
            </w:r>
          </w:p>
        </w:tc>
        <w:tc>
          <w:tcPr>
            <w:tcW w:w="1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3EFE074B" w14:textId="77777777" w:rsidR="005C484E" w:rsidRPr="00822E74" w:rsidRDefault="005C484E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b/>
                <w:bCs/>
                <w:i/>
                <w:iCs/>
                <w:lang w:eastAsia="ko-KR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EC14C5" w:rsidRPr="00822E74" w14:paraId="6BA05E2A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3EAF1" w14:textId="47DFB819" w:rsidR="00EC14C5" w:rsidRPr="00822E74" w:rsidRDefault="00EC14C5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Samsung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1345E" w14:textId="0E9B2CA4" w:rsidR="00374B69" w:rsidRDefault="00374B69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Rajan Joshi</w:t>
            </w:r>
          </w:p>
          <w:p w14:paraId="53C8EEE6" w14:textId="3C43448D" w:rsidR="00921486" w:rsidRPr="00822E74" w:rsidRDefault="00EC14C5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Madhukar Budagavi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DBF7" w14:textId="4EFD87B2" w:rsidR="00374B69" w:rsidRDefault="00E05B11" w:rsidP="00D54EDE">
            <w:pPr>
              <w:keepNext/>
              <w:keepLines/>
              <w:spacing w:before="120" w:after="120"/>
              <w:jc w:val="center"/>
            </w:pPr>
            <w:hyperlink r:id="rId10" w:history="1">
              <w:r w:rsidR="00374B69" w:rsidRPr="000C4875">
                <w:rPr>
                  <w:rStyle w:val="Hyperlink"/>
                </w:rPr>
                <w:t>r.joshi@samsung.com</w:t>
              </w:r>
            </w:hyperlink>
          </w:p>
          <w:p w14:paraId="5E81D51B" w14:textId="578D08DE" w:rsidR="00921486" w:rsidRPr="00374B69" w:rsidRDefault="00E05B11" w:rsidP="00D54EDE">
            <w:pPr>
              <w:keepNext/>
              <w:keepLines/>
              <w:spacing w:before="120" w:after="120"/>
              <w:jc w:val="center"/>
              <w:rPr>
                <w:rFonts w:eastAsia="Times New Roman"/>
                <w:color w:val="0000FF"/>
                <w:u w:val="single"/>
                <w:lang w:eastAsia="zh-CN"/>
              </w:rPr>
            </w:pPr>
            <w:hyperlink r:id="rId11" w:history="1">
              <w:r w:rsidR="00DD576E" w:rsidRPr="00540229">
                <w:rPr>
                  <w:rStyle w:val="Hyperlink"/>
                  <w:rFonts w:eastAsia="Times New Roman"/>
                  <w:lang w:eastAsia="zh-CN"/>
                </w:rPr>
                <w:t>m.budagavi@samsung.com</w:t>
              </w:r>
            </w:hyperlink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47B3" w14:textId="1B3B6F41" w:rsidR="00EC14C5" w:rsidRPr="00822E74" w:rsidRDefault="003410BC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lang w:eastAsia="zh-CN"/>
              </w:rPr>
            </w:pPr>
            <w:r>
              <w:rPr>
                <w:lang w:val="pt-BR"/>
              </w:rPr>
              <w:t>Participant</w:t>
            </w:r>
          </w:p>
        </w:tc>
      </w:tr>
      <w:tr w:rsidR="00403C06" w:rsidRPr="00822E74" w14:paraId="183B5BD4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4068B4" w14:textId="5B43CE02" w:rsidR="00403C06" w:rsidRDefault="00D91085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Apple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DB2E8" w14:textId="53260AFD" w:rsidR="00403C06" w:rsidRDefault="00D91085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Khaled Mammou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4F3D" w14:textId="3CDE1DE5" w:rsidR="00403C06" w:rsidRPr="00BA1025" w:rsidRDefault="00D91085" w:rsidP="00D54EDE">
            <w:pPr>
              <w:keepNext/>
              <w:keepLines/>
              <w:spacing w:before="120" w:after="120"/>
              <w:jc w:val="center"/>
              <w:rPr>
                <w:rFonts w:eastAsia="Times New Roman"/>
                <w:lang w:eastAsia="zh-CN"/>
              </w:rPr>
            </w:pPr>
            <w:r w:rsidRPr="00D91085">
              <w:rPr>
                <w:rFonts w:eastAsia="Times New Roman"/>
                <w:lang w:eastAsia="zh-CN"/>
              </w:rPr>
              <w:t>kmammou@apple.com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B2A6" w14:textId="5BA00C42" w:rsidR="00403C06" w:rsidRDefault="003410BC" w:rsidP="00D54EDE">
            <w:pPr>
              <w:keepNext/>
              <w:keepLines/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lang w:val="pt-BR"/>
              </w:rPr>
              <w:t>Participant</w:t>
            </w:r>
          </w:p>
        </w:tc>
      </w:tr>
      <w:tr w:rsidR="00403C06" w:rsidRPr="00822E74" w14:paraId="36E0429F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A83372" w14:textId="08BBAF45" w:rsidR="00403C06" w:rsidRPr="00065D24" w:rsidRDefault="006369BA" w:rsidP="00D54EDE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Sony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CA5416" w14:textId="0EA662E3" w:rsidR="00403C06" w:rsidRPr="00074453" w:rsidRDefault="006369BA" w:rsidP="00D54EDE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 w:rsidRPr="006369BA">
              <w:rPr>
                <w:rFonts w:eastAsia="Times New Roman"/>
                <w:lang w:eastAsia="zh-CN"/>
              </w:rPr>
              <w:t>Danillo.Graziosi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A843" w14:textId="72C97515" w:rsidR="00403C06" w:rsidRPr="00B5794B" w:rsidRDefault="006369BA" w:rsidP="00D54EDE">
            <w:pPr>
              <w:keepNext/>
              <w:keepLines/>
              <w:spacing w:before="120" w:after="120"/>
              <w:jc w:val="center"/>
              <w:rPr>
                <w:rFonts w:eastAsia="Times New Roman"/>
                <w:lang w:eastAsia="zh-CN"/>
              </w:rPr>
            </w:pPr>
            <w:r w:rsidRPr="006369BA">
              <w:rPr>
                <w:rFonts w:eastAsia="Times New Roman"/>
                <w:lang w:eastAsia="zh-CN"/>
              </w:rPr>
              <w:t>Danillo.Graziosi@sony.com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D03C" w14:textId="613B8A80" w:rsidR="00403C06" w:rsidRPr="00074453" w:rsidRDefault="003410BC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lang w:val="pt-BR"/>
              </w:rPr>
              <w:t>Participant</w:t>
            </w:r>
          </w:p>
        </w:tc>
      </w:tr>
      <w:tr w:rsidR="00403C06" w:rsidRPr="00822E74" w14:paraId="418732C0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FD3E2" w14:textId="76412604" w:rsidR="00403C06" w:rsidRPr="00074453" w:rsidRDefault="00602974" w:rsidP="00D54EDE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IMT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03895" w14:textId="50347A38" w:rsidR="00403C06" w:rsidRPr="00074453" w:rsidRDefault="00602974" w:rsidP="00D54EDE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 w:rsidRPr="00602974">
              <w:rPr>
                <w:rFonts w:eastAsiaTheme="minorEastAsia"/>
                <w:lang w:eastAsia="ja-JP"/>
              </w:rPr>
              <w:t>Chao Cao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5770" w14:textId="425AEA44" w:rsidR="00403C06" w:rsidRPr="00B5794B" w:rsidRDefault="00602974" w:rsidP="00D54EDE">
            <w:pPr>
              <w:keepNext/>
              <w:keepLines/>
              <w:spacing w:before="120" w:after="120"/>
              <w:jc w:val="center"/>
              <w:rPr>
                <w:rFonts w:eastAsia="Times New Roman"/>
                <w:lang w:eastAsia="zh-CN"/>
              </w:rPr>
            </w:pPr>
            <w:r w:rsidRPr="00602974">
              <w:rPr>
                <w:rFonts w:eastAsia="Times New Roman"/>
                <w:lang w:eastAsia="zh-CN"/>
              </w:rPr>
              <w:t>cao_chao@telecom-sudparis.eu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4894" w14:textId="7B292AC8" w:rsidR="00403C06" w:rsidRPr="00074453" w:rsidRDefault="003410BC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lang w:val="pt-BR"/>
              </w:rPr>
              <w:t>Participant</w:t>
            </w:r>
          </w:p>
        </w:tc>
      </w:tr>
    </w:tbl>
    <w:p w14:paraId="62A94583" w14:textId="601B7631" w:rsidR="006F603D" w:rsidRDefault="002C61CC" w:rsidP="00C138D8">
      <w:pPr>
        <w:pStyle w:val="Heading1"/>
      </w:pPr>
      <w:r>
        <w:t>Description</w:t>
      </w:r>
    </w:p>
    <w:p w14:paraId="3D65C6C0" w14:textId="2B0F7234" w:rsidR="00D54EDE" w:rsidRDefault="002C61CC" w:rsidP="00D54EDE">
      <w:pPr>
        <w:spacing w:before="120" w:after="120"/>
      </w:pPr>
      <w:r>
        <w:t xml:space="preserve">Previously, extension of V-PCC to mesh coding </w:t>
      </w:r>
      <w:r w:rsidR="00374B69">
        <w:t>on top of TMC2 v8.0 was presented i</w:t>
      </w:r>
      <w:r w:rsidR="00A5713D">
        <w:t>n [1]. The triangle fan</w:t>
      </w:r>
      <w:r w:rsidR="00374B69">
        <w:t xml:space="preserve"> </w:t>
      </w:r>
      <w:r w:rsidR="00A5713D">
        <w:t>(</w:t>
      </w:r>
      <w:r w:rsidR="00A5713D" w:rsidRPr="0049560B">
        <w:t>TFAN</w:t>
      </w:r>
      <w:r w:rsidR="00A5713D">
        <w:t>)</w:t>
      </w:r>
      <w:r w:rsidR="00A5713D" w:rsidRPr="0049560B">
        <w:t xml:space="preserve"> </w:t>
      </w:r>
      <w:r w:rsidR="00A5713D">
        <w:t xml:space="preserve">mesh coding </w:t>
      </w:r>
      <w:r w:rsidR="00A5713D" w:rsidRPr="0049560B">
        <w:t>algorithm</w:t>
      </w:r>
      <w:r w:rsidR="00A5713D">
        <w:t xml:space="preserve"> </w:t>
      </w:r>
      <w:r w:rsidR="00A5713D">
        <w:t>from the MPEG SC3DMC software [2</w:t>
      </w:r>
      <w:r w:rsidR="00A5713D" w:rsidRPr="0049560B">
        <w:t>]</w:t>
      </w:r>
      <w:r w:rsidR="00A5713D">
        <w:t xml:space="preserve"> </w:t>
      </w:r>
      <w:r w:rsidR="00374B69">
        <w:t xml:space="preserve">was used to encode the mesh connectivity and the </w:t>
      </w:r>
      <w:r>
        <w:t xml:space="preserve">results presented were </w:t>
      </w:r>
      <w:r w:rsidR="00374B69">
        <w:t xml:space="preserve">presented </w:t>
      </w:r>
      <w:r w:rsidR="00D54EDE">
        <w:t>for lossless conditions.</w:t>
      </w:r>
    </w:p>
    <w:p w14:paraId="0609122E" w14:textId="493BFC5E" w:rsidR="00E7556A" w:rsidRDefault="00E7556A" w:rsidP="00D54EDE">
      <w:pPr>
        <w:spacing w:before="120" w:after="120"/>
      </w:pPr>
      <w:r>
        <w:t>During this meeting cycle, the following two activities are planned:</w:t>
      </w:r>
    </w:p>
    <w:p w14:paraId="1D4D8F8C" w14:textId="3C2008A1" w:rsidR="00E7556A" w:rsidRDefault="00E7556A" w:rsidP="00E7556A">
      <w:pPr>
        <w:pStyle w:val="ListParagraph"/>
        <w:numPr>
          <w:ilvl w:val="0"/>
          <w:numId w:val="18"/>
        </w:numPr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Develop and document steps for the generation of meshes from point cloud data.</w:t>
      </w:r>
    </w:p>
    <w:p w14:paraId="33F7E254" w14:textId="6DF8CAC6" w:rsidR="00E7556A" w:rsidRPr="00E7556A" w:rsidRDefault="00524C6E" w:rsidP="00524C6E">
      <w:pPr>
        <w:pStyle w:val="ListParagraph"/>
        <w:numPr>
          <w:ilvl w:val="0"/>
          <w:numId w:val="18"/>
        </w:numPr>
        <w:spacing w:before="120" w:after="120"/>
        <w:rPr>
          <w:rFonts w:ascii="Times New Roman" w:hAnsi="Times New Roman"/>
          <w:sz w:val="24"/>
          <w:szCs w:val="24"/>
        </w:rPr>
      </w:pPr>
      <w:r w:rsidRPr="00524C6E">
        <w:rPr>
          <w:rFonts w:ascii="Times New Roman" w:hAnsi="Times New Roman"/>
          <w:sz w:val="24"/>
          <w:szCs w:val="24"/>
        </w:rPr>
        <w:lastRenderedPageBreak/>
        <w:t xml:space="preserve">Implement alternate methods </w:t>
      </w:r>
      <w:r>
        <w:rPr>
          <w:rFonts w:ascii="Times New Roman" w:hAnsi="Times New Roman"/>
          <w:sz w:val="24"/>
          <w:szCs w:val="24"/>
        </w:rPr>
        <w:t>for</w:t>
      </w:r>
      <w:r w:rsidRPr="00524C6E">
        <w:rPr>
          <w:rFonts w:ascii="Times New Roman" w:hAnsi="Times New Roman"/>
          <w:sz w:val="24"/>
          <w:szCs w:val="24"/>
        </w:rPr>
        <w:t xml:space="preserve"> mesh coding such as edge-breaker on top of TMC2 v8.0 and compare the results with the TFAN approach presented in [1]. The comparison will be based on simulations based on V-PCC lossless common test conditions [</w:t>
      </w:r>
      <w:r>
        <w:rPr>
          <w:rFonts w:ascii="Times New Roman" w:hAnsi="Times New Roman"/>
          <w:sz w:val="24"/>
          <w:szCs w:val="24"/>
        </w:rPr>
        <w:t>3</w:t>
      </w:r>
      <w:r w:rsidRPr="00524C6E">
        <w:rPr>
          <w:rFonts w:ascii="Times New Roman" w:hAnsi="Times New Roman"/>
          <w:sz w:val="24"/>
          <w:szCs w:val="24"/>
        </w:rPr>
        <w:t>].</w:t>
      </w:r>
    </w:p>
    <w:p w14:paraId="3EC6E373" w14:textId="588ADF67" w:rsidR="00076E75" w:rsidRPr="00C138D8" w:rsidRDefault="00135B71" w:rsidP="00C138D8">
      <w:pPr>
        <w:pStyle w:val="Heading1"/>
      </w:pPr>
      <w:r w:rsidRPr="00C138D8">
        <w:t>Timeline</w:t>
      </w:r>
    </w:p>
    <w:p w14:paraId="4B9376CC" w14:textId="526C0364" w:rsidR="00CC060D" w:rsidRPr="002C61CC" w:rsidRDefault="00CC060D" w:rsidP="00D54EDE">
      <w:pPr>
        <w:pStyle w:val="ListParagraph"/>
        <w:numPr>
          <w:ilvl w:val="0"/>
          <w:numId w:val="17"/>
        </w:numPr>
        <w:autoSpaceDN w:val="0"/>
        <w:spacing w:before="120" w:after="120"/>
        <w:ind w:left="418" w:hanging="418"/>
        <w:contextualSpacing/>
        <w:rPr>
          <w:rFonts w:ascii="Times New Roman" w:hAnsi="Times New Roman"/>
          <w:sz w:val="24"/>
          <w:szCs w:val="24"/>
          <w:lang w:val="en-GB" w:eastAsia="ja-JP"/>
        </w:rPr>
      </w:pPr>
      <w:r w:rsidRPr="002C61CC">
        <w:rPr>
          <w:rFonts w:ascii="Times New Roman" w:hAnsi="Times New Roman"/>
          <w:sz w:val="24"/>
          <w:szCs w:val="24"/>
          <w:lang w:val="en-GB" w:eastAsia="ja-JP"/>
        </w:rPr>
        <w:t>20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>20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>01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>17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ab/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>MPEG #12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>9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 xml:space="preserve"> meeting ends.</w:t>
      </w:r>
    </w:p>
    <w:p w14:paraId="105C4E66" w14:textId="2136EC6F" w:rsidR="00CC060D" w:rsidRPr="002C61CC" w:rsidRDefault="00CC060D" w:rsidP="00D54EDE">
      <w:pPr>
        <w:pStyle w:val="ListParagraph"/>
        <w:numPr>
          <w:ilvl w:val="0"/>
          <w:numId w:val="17"/>
        </w:numPr>
        <w:autoSpaceDN w:val="0"/>
        <w:spacing w:before="120" w:after="120"/>
        <w:ind w:left="418" w:hanging="418"/>
        <w:contextualSpacing/>
        <w:rPr>
          <w:rFonts w:ascii="Times New Roman" w:hAnsi="Times New Roman"/>
          <w:sz w:val="24"/>
          <w:szCs w:val="24"/>
          <w:lang w:val="en-GB" w:eastAsia="ja-JP"/>
        </w:rPr>
      </w:pPr>
      <w:r w:rsidRPr="002C61CC">
        <w:rPr>
          <w:rFonts w:ascii="Times New Roman" w:hAnsi="Times New Roman"/>
          <w:sz w:val="24"/>
          <w:szCs w:val="24"/>
          <w:lang w:val="en-GB" w:eastAsia="ja-JP"/>
        </w:rPr>
        <w:t>20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>20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>01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>31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ab/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 xml:space="preserve">V-PCC: Expected date for release of finalized </w:t>
      </w:r>
      <w:r w:rsidR="002C61CC">
        <w:rPr>
          <w:rFonts w:ascii="Times New Roman" w:hAnsi="Times New Roman"/>
          <w:sz w:val="24"/>
          <w:szCs w:val="24"/>
          <w:lang w:val="en-GB" w:eastAsia="ja-JP"/>
        </w:rPr>
        <w:t>E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>E description and CTC.</w:t>
      </w:r>
    </w:p>
    <w:p w14:paraId="403866B0" w14:textId="0A5096CA" w:rsidR="00CC060D" w:rsidRPr="002C61CC" w:rsidRDefault="00CC060D" w:rsidP="00D54EDE">
      <w:pPr>
        <w:pStyle w:val="ListParagraph"/>
        <w:numPr>
          <w:ilvl w:val="0"/>
          <w:numId w:val="17"/>
        </w:numPr>
        <w:autoSpaceDN w:val="0"/>
        <w:spacing w:before="120" w:after="120"/>
        <w:ind w:left="418" w:hanging="418"/>
        <w:contextualSpacing/>
        <w:rPr>
          <w:rFonts w:ascii="Times New Roman" w:hAnsi="Times New Roman"/>
          <w:sz w:val="24"/>
          <w:szCs w:val="24"/>
          <w:lang w:val="en-GB" w:eastAsia="ja-JP"/>
        </w:rPr>
      </w:pPr>
      <w:r w:rsidRPr="002C61CC">
        <w:rPr>
          <w:rFonts w:ascii="Times New Roman" w:hAnsi="Times New Roman"/>
          <w:sz w:val="24"/>
          <w:szCs w:val="24"/>
          <w:lang w:val="en-GB" w:eastAsia="ja-JP"/>
        </w:rPr>
        <w:t>20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>20-04-09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ab/>
      </w:r>
      <w:r w:rsidR="002C61CC">
        <w:rPr>
          <w:rFonts w:ascii="Times New Roman" w:hAnsi="Times New Roman"/>
          <w:sz w:val="24"/>
          <w:szCs w:val="24"/>
          <w:lang w:val="en-GB" w:eastAsia="ja-JP"/>
        </w:rPr>
        <w:t>Upload EE4FE 2.6 report</w:t>
      </w:r>
    </w:p>
    <w:p w14:paraId="35104B37" w14:textId="4735E302" w:rsidR="000C1D70" w:rsidRPr="008D5B37" w:rsidRDefault="002C61CC" w:rsidP="00D54EDE">
      <w:pPr>
        <w:pStyle w:val="ListParagraph"/>
        <w:numPr>
          <w:ilvl w:val="0"/>
          <w:numId w:val="17"/>
        </w:numPr>
        <w:autoSpaceDN w:val="0"/>
        <w:spacing w:before="120" w:after="120"/>
        <w:ind w:left="418" w:hanging="418"/>
        <w:contextualSpacing/>
        <w:rPr>
          <w:rFonts w:ascii="Times New Roman" w:hAnsi="Times New Roman"/>
          <w:sz w:val="24"/>
          <w:szCs w:val="24"/>
          <w:lang w:val="en-GB" w:eastAsia="ja-JP"/>
        </w:rPr>
      </w:pPr>
      <w:r>
        <w:rPr>
          <w:rFonts w:ascii="Times New Roman" w:hAnsi="Times New Roman"/>
          <w:sz w:val="24"/>
          <w:szCs w:val="24"/>
          <w:lang w:val="en-GB" w:eastAsia="ja-JP"/>
        </w:rPr>
        <w:t>2020</w:t>
      </w:r>
      <w:r w:rsidR="00CC060D"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>04</w:t>
      </w:r>
      <w:r w:rsidR="00CC060D"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>20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ab/>
        <w:t>MPEG #130</w:t>
      </w:r>
      <w:r w:rsidR="00CC060D" w:rsidRPr="002C61CC">
        <w:rPr>
          <w:rFonts w:ascii="Times New Roman" w:hAnsi="Times New Roman"/>
          <w:sz w:val="24"/>
          <w:szCs w:val="24"/>
          <w:lang w:val="en-GB" w:eastAsia="ja-JP"/>
        </w:rPr>
        <w:t xml:space="preserve"> meeting starts.</w:t>
      </w:r>
    </w:p>
    <w:p w14:paraId="20B67E1B" w14:textId="64BFF59C" w:rsidR="0071231A" w:rsidRPr="00232FB2" w:rsidRDefault="00F66264" w:rsidP="0071231A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C309DE" w:rsidRPr="00232235">
        <w:rPr>
          <w:rFonts w:ascii="Times New Roman" w:hAnsi="Times New Roman"/>
        </w:rPr>
        <w:t>eferences</w:t>
      </w:r>
      <w:bookmarkStart w:id="1" w:name="_Ref504489577"/>
    </w:p>
    <w:bookmarkEnd w:id="1"/>
    <w:p w14:paraId="592C26A6" w14:textId="30090EC4" w:rsidR="00EE1434" w:rsidRDefault="006F603D" w:rsidP="00D54EDE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/>
          <w:sz w:val="24"/>
          <w:szCs w:val="24"/>
        </w:rPr>
      </w:pPr>
      <w:r w:rsidRPr="006F603D">
        <w:rPr>
          <w:rFonts w:ascii="Times New Roman" w:hAnsi="Times New Roman"/>
          <w:sz w:val="24"/>
          <w:szCs w:val="24"/>
        </w:rPr>
        <w:t xml:space="preserve">Esmaeil Faramarzi, Rajan Joshi, </w:t>
      </w:r>
      <w:r w:rsidR="002D7A7A">
        <w:rPr>
          <w:rFonts w:ascii="Times New Roman" w:hAnsi="Times New Roman"/>
          <w:sz w:val="24"/>
          <w:szCs w:val="24"/>
        </w:rPr>
        <w:t xml:space="preserve">and </w:t>
      </w:r>
      <w:r w:rsidRPr="006F603D">
        <w:rPr>
          <w:rFonts w:ascii="Times New Roman" w:hAnsi="Times New Roman"/>
          <w:sz w:val="24"/>
          <w:szCs w:val="24"/>
        </w:rPr>
        <w:t>Madhukar Budagav</w:t>
      </w:r>
      <w:r>
        <w:rPr>
          <w:rFonts w:ascii="Times New Roman" w:hAnsi="Times New Roman"/>
          <w:sz w:val="24"/>
          <w:szCs w:val="24"/>
        </w:rPr>
        <w:t>i, “</w:t>
      </w:r>
      <w:r w:rsidRPr="00C642BD">
        <w:rPr>
          <w:rFonts w:ascii="Times New Roman" w:hAnsi="Times New Roman"/>
          <w:sz w:val="24"/>
          <w:szCs w:val="24"/>
        </w:rPr>
        <w:t>[V-PCC] EE2.6 mesh coding</w:t>
      </w:r>
      <w:r>
        <w:rPr>
          <w:rFonts w:ascii="Times New Roman" w:hAnsi="Times New Roman"/>
          <w:sz w:val="24"/>
          <w:szCs w:val="24"/>
        </w:rPr>
        <w:t xml:space="preserve"> with V-PCC”, </w:t>
      </w:r>
      <w:r w:rsidRPr="00C642BD">
        <w:rPr>
          <w:rFonts w:ascii="Times New Roman" w:hAnsi="Times New Roman"/>
          <w:sz w:val="24"/>
          <w:szCs w:val="24"/>
        </w:rPr>
        <w:t>ISO/</w:t>
      </w:r>
      <w:r>
        <w:rPr>
          <w:rFonts w:ascii="Times New Roman" w:hAnsi="Times New Roman"/>
          <w:sz w:val="24"/>
          <w:szCs w:val="24"/>
        </w:rPr>
        <w:t>IEC JTC1/SC29 WG11 (MPEG) m5</w:t>
      </w:r>
      <w:r w:rsidR="002D7A7A">
        <w:rPr>
          <w:rFonts w:ascii="Times New Roman" w:hAnsi="Times New Roman"/>
          <w:sz w:val="24"/>
          <w:szCs w:val="24"/>
        </w:rPr>
        <w:t>2481, Jan. 2020</w:t>
      </w:r>
      <w:r>
        <w:rPr>
          <w:rFonts w:ascii="Times New Roman" w:hAnsi="Times New Roman"/>
          <w:sz w:val="24"/>
          <w:szCs w:val="24"/>
        </w:rPr>
        <w:t>.</w:t>
      </w:r>
    </w:p>
    <w:p w14:paraId="6CDD2190" w14:textId="68DC8669" w:rsidR="00A5713D" w:rsidRPr="0073339C" w:rsidRDefault="00A5713D" w:rsidP="00D54EDE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/>
          <w:sz w:val="24"/>
          <w:szCs w:val="24"/>
        </w:rPr>
      </w:pPr>
      <w:r w:rsidRPr="002D7A7A">
        <w:rPr>
          <w:rFonts w:ascii="Times New Roman" w:hAnsi="Times New Roman"/>
          <w:bCs/>
          <w:sz w:val="24"/>
          <w:szCs w:val="24"/>
          <w:lang w:eastAsia="ja-JP"/>
        </w:rPr>
        <w:t>ISO/IEC JTC 1/SC 29/WG 11, Information technology — Coding of audio-visual objects — Part 16: Animation Framework eXtension (AFX).</w:t>
      </w:r>
    </w:p>
    <w:p w14:paraId="166BE2EE" w14:textId="24E7A4E3" w:rsidR="0073339C" w:rsidRPr="002D7A7A" w:rsidRDefault="003545CB" w:rsidP="003545CB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/>
          <w:sz w:val="24"/>
          <w:szCs w:val="24"/>
        </w:rPr>
      </w:pPr>
      <w:r w:rsidRPr="00C642BD">
        <w:rPr>
          <w:rFonts w:ascii="Times New Roman" w:hAnsi="Times New Roman"/>
          <w:sz w:val="24"/>
          <w:szCs w:val="24"/>
        </w:rPr>
        <w:t>ISO/</w:t>
      </w:r>
      <w:r>
        <w:rPr>
          <w:rFonts w:ascii="Times New Roman" w:hAnsi="Times New Roman"/>
          <w:sz w:val="24"/>
          <w:szCs w:val="24"/>
        </w:rPr>
        <w:t xml:space="preserve">IEC JTC1/SC29 WG11 (MPEG) </w:t>
      </w:r>
      <w:r>
        <w:rPr>
          <w:rFonts w:ascii="Times New Roman" w:hAnsi="Times New Roman"/>
          <w:sz w:val="24"/>
          <w:szCs w:val="24"/>
        </w:rPr>
        <w:t xml:space="preserve">w19084, </w:t>
      </w:r>
      <w:r>
        <w:rPr>
          <w:rFonts w:ascii="Times New Roman" w:hAnsi="Times New Roman"/>
          <w:sz w:val="24"/>
          <w:szCs w:val="24"/>
        </w:rPr>
        <w:t>“</w:t>
      </w:r>
      <w:r w:rsidRPr="003545CB">
        <w:rPr>
          <w:rFonts w:ascii="Times New Roman" w:hAnsi="Times New Roman"/>
          <w:sz w:val="24"/>
          <w:szCs w:val="24"/>
        </w:rPr>
        <w:t>Common Test Conditions for PCC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Jan. 2020.</w:t>
      </w:r>
    </w:p>
    <w:sectPr w:rsidR="0073339C" w:rsidRPr="002D7A7A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C6813" w14:textId="77777777" w:rsidR="00E05B11" w:rsidRDefault="00E05B11">
      <w:r>
        <w:separator/>
      </w:r>
    </w:p>
  </w:endnote>
  <w:endnote w:type="continuationSeparator" w:id="0">
    <w:p w14:paraId="77879353" w14:textId="77777777" w:rsidR="00E05B11" w:rsidRDefault="00E05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B2B13" w14:textId="77777777" w:rsidR="00E05B11" w:rsidRDefault="00E05B11">
      <w:r>
        <w:separator/>
      </w:r>
    </w:p>
  </w:footnote>
  <w:footnote w:type="continuationSeparator" w:id="0">
    <w:p w14:paraId="6B66A0EE" w14:textId="77777777" w:rsidR="00E05B11" w:rsidRDefault="00E05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6EC3"/>
    <w:multiLevelType w:val="hybridMultilevel"/>
    <w:tmpl w:val="1C30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26A6A"/>
    <w:multiLevelType w:val="hybridMultilevel"/>
    <w:tmpl w:val="8B0CB4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00CFD"/>
    <w:multiLevelType w:val="hybridMultilevel"/>
    <w:tmpl w:val="F738EA48"/>
    <w:lvl w:ilvl="0" w:tplc="1409000F">
      <w:start w:val="1"/>
      <w:numFmt w:val="decimal"/>
      <w:lvlText w:val="%1."/>
      <w:lvlJc w:val="left"/>
      <w:pPr>
        <w:ind w:left="780" w:hanging="360"/>
      </w:pPr>
    </w:lvl>
    <w:lvl w:ilvl="1" w:tplc="14090019" w:tentative="1">
      <w:start w:val="1"/>
      <w:numFmt w:val="lowerLetter"/>
      <w:lvlText w:val="%2."/>
      <w:lvlJc w:val="left"/>
      <w:pPr>
        <w:ind w:left="1500" w:hanging="360"/>
      </w:pPr>
    </w:lvl>
    <w:lvl w:ilvl="2" w:tplc="1409001B" w:tentative="1">
      <w:start w:val="1"/>
      <w:numFmt w:val="lowerRoman"/>
      <w:lvlText w:val="%3."/>
      <w:lvlJc w:val="right"/>
      <w:pPr>
        <w:ind w:left="2220" w:hanging="180"/>
      </w:pPr>
    </w:lvl>
    <w:lvl w:ilvl="3" w:tplc="1409000F" w:tentative="1">
      <w:start w:val="1"/>
      <w:numFmt w:val="decimal"/>
      <w:lvlText w:val="%4."/>
      <w:lvlJc w:val="left"/>
      <w:pPr>
        <w:ind w:left="2940" w:hanging="360"/>
      </w:pPr>
    </w:lvl>
    <w:lvl w:ilvl="4" w:tplc="14090019" w:tentative="1">
      <w:start w:val="1"/>
      <w:numFmt w:val="lowerLetter"/>
      <w:lvlText w:val="%5."/>
      <w:lvlJc w:val="left"/>
      <w:pPr>
        <w:ind w:left="3660" w:hanging="360"/>
      </w:pPr>
    </w:lvl>
    <w:lvl w:ilvl="5" w:tplc="1409001B" w:tentative="1">
      <w:start w:val="1"/>
      <w:numFmt w:val="lowerRoman"/>
      <w:lvlText w:val="%6."/>
      <w:lvlJc w:val="right"/>
      <w:pPr>
        <w:ind w:left="4380" w:hanging="180"/>
      </w:pPr>
    </w:lvl>
    <w:lvl w:ilvl="6" w:tplc="1409000F" w:tentative="1">
      <w:start w:val="1"/>
      <w:numFmt w:val="decimal"/>
      <w:lvlText w:val="%7."/>
      <w:lvlJc w:val="left"/>
      <w:pPr>
        <w:ind w:left="5100" w:hanging="360"/>
      </w:pPr>
    </w:lvl>
    <w:lvl w:ilvl="7" w:tplc="14090019" w:tentative="1">
      <w:start w:val="1"/>
      <w:numFmt w:val="lowerLetter"/>
      <w:lvlText w:val="%8."/>
      <w:lvlJc w:val="left"/>
      <w:pPr>
        <w:ind w:left="5820" w:hanging="360"/>
      </w:pPr>
    </w:lvl>
    <w:lvl w:ilvl="8" w:tplc="1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6115AF4"/>
    <w:multiLevelType w:val="hybridMultilevel"/>
    <w:tmpl w:val="198EAD68"/>
    <w:lvl w:ilvl="0" w:tplc="287EBE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3FA6103A"/>
    <w:multiLevelType w:val="hybridMultilevel"/>
    <w:tmpl w:val="FF3C30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3886CC0"/>
    <w:multiLevelType w:val="hybridMultilevel"/>
    <w:tmpl w:val="B7C46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74A27"/>
    <w:multiLevelType w:val="hybridMultilevel"/>
    <w:tmpl w:val="0C3C9C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7B5626"/>
    <w:multiLevelType w:val="hybridMultilevel"/>
    <w:tmpl w:val="75467EE8"/>
    <w:lvl w:ilvl="0" w:tplc="04090015">
      <w:start w:val="1"/>
      <w:numFmt w:val="upperLetter"/>
      <w:lvlText w:val="%1)"/>
      <w:lvlJc w:val="left"/>
      <w:pPr>
        <w:ind w:left="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B12720F"/>
    <w:multiLevelType w:val="hybridMultilevel"/>
    <w:tmpl w:val="ED42C37A"/>
    <w:lvl w:ilvl="0" w:tplc="9B908A76">
      <w:start w:val="2"/>
      <w:numFmt w:val="bullet"/>
      <w:lvlText w:val="-"/>
      <w:lvlJc w:val="left"/>
      <w:pPr>
        <w:ind w:left="1080" w:hanging="72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4379BB"/>
    <w:multiLevelType w:val="hybridMultilevel"/>
    <w:tmpl w:val="D30E7D50"/>
    <w:lvl w:ilvl="0" w:tplc="08A4FCF4">
      <w:numFmt w:val="bullet"/>
      <w:lvlText w:val="-"/>
      <w:lvlJc w:val="left"/>
      <w:pPr>
        <w:ind w:left="1080" w:hanging="72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C114DB"/>
    <w:multiLevelType w:val="hybridMultilevel"/>
    <w:tmpl w:val="7DB880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2"/>
  </w:num>
  <w:num w:numId="5">
    <w:abstractNumId w:val="14"/>
  </w:num>
  <w:num w:numId="6">
    <w:abstractNumId w:val="1"/>
  </w:num>
  <w:num w:numId="7">
    <w:abstractNumId w:val="3"/>
  </w:num>
  <w:num w:numId="8">
    <w:abstractNumId w:val="6"/>
  </w:num>
  <w:num w:numId="9">
    <w:abstractNumId w:val="11"/>
  </w:num>
  <w:num w:numId="10">
    <w:abstractNumId w:val="4"/>
  </w:num>
  <w:num w:numId="11">
    <w:abstractNumId w:val="9"/>
  </w:num>
  <w:num w:numId="12">
    <w:abstractNumId w:val="15"/>
  </w:num>
  <w:num w:numId="13">
    <w:abstractNumId w:val="8"/>
  </w:num>
  <w:num w:numId="14">
    <w:abstractNumId w:val="0"/>
  </w:num>
  <w:num w:numId="15">
    <w:abstractNumId w:val="13"/>
  </w:num>
  <w:num w:numId="16">
    <w:abstractNumId w:val="10"/>
  </w:num>
  <w:num w:numId="17">
    <w:abstractNumId w:val="10"/>
  </w:num>
  <w:num w:numId="1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CA" w:vendorID="64" w:dllVersion="131078" w:nlCheck="1" w:checkStyle="1"/>
  <w:activeWritingStyle w:appName="MSWord" w:lang="en-GB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F1"/>
    <w:rsid w:val="000021DF"/>
    <w:rsid w:val="00006102"/>
    <w:rsid w:val="0000663D"/>
    <w:rsid w:val="0001374B"/>
    <w:rsid w:val="0002008C"/>
    <w:rsid w:val="00021DF0"/>
    <w:rsid w:val="000304AE"/>
    <w:rsid w:val="0003099C"/>
    <w:rsid w:val="00031EB6"/>
    <w:rsid w:val="00041F82"/>
    <w:rsid w:val="000434FA"/>
    <w:rsid w:val="00044927"/>
    <w:rsid w:val="000454B5"/>
    <w:rsid w:val="000477FF"/>
    <w:rsid w:val="00047B97"/>
    <w:rsid w:val="00047F7E"/>
    <w:rsid w:val="00053602"/>
    <w:rsid w:val="000627D0"/>
    <w:rsid w:val="000654F6"/>
    <w:rsid w:val="00065D24"/>
    <w:rsid w:val="00074453"/>
    <w:rsid w:val="00075313"/>
    <w:rsid w:val="000757BA"/>
    <w:rsid w:val="00075A0E"/>
    <w:rsid w:val="00076E75"/>
    <w:rsid w:val="000828F4"/>
    <w:rsid w:val="00085FCA"/>
    <w:rsid w:val="000874D4"/>
    <w:rsid w:val="00091ABC"/>
    <w:rsid w:val="00095342"/>
    <w:rsid w:val="000A1414"/>
    <w:rsid w:val="000A2372"/>
    <w:rsid w:val="000A2A8A"/>
    <w:rsid w:val="000A481F"/>
    <w:rsid w:val="000B617F"/>
    <w:rsid w:val="000C1D70"/>
    <w:rsid w:val="000C2A35"/>
    <w:rsid w:val="000C2F02"/>
    <w:rsid w:val="000C7470"/>
    <w:rsid w:val="000D2F4B"/>
    <w:rsid w:val="000D3C43"/>
    <w:rsid w:val="000D76D6"/>
    <w:rsid w:val="000E5D93"/>
    <w:rsid w:val="000E6B2C"/>
    <w:rsid w:val="000F11BA"/>
    <w:rsid w:val="001010FF"/>
    <w:rsid w:val="0010181A"/>
    <w:rsid w:val="00104A51"/>
    <w:rsid w:val="00106807"/>
    <w:rsid w:val="00107BB5"/>
    <w:rsid w:val="00110A28"/>
    <w:rsid w:val="00112F62"/>
    <w:rsid w:val="00113F40"/>
    <w:rsid w:val="00116266"/>
    <w:rsid w:val="00122077"/>
    <w:rsid w:val="001220E4"/>
    <w:rsid w:val="00126004"/>
    <w:rsid w:val="00134E20"/>
    <w:rsid w:val="00135B71"/>
    <w:rsid w:val="0014075C"/>
    <w:rsid w:val="00146850"/>
    <w:rsid w:val="00147AD5"/>
    <w:rsid w:val="00151FE1"/>
    <w:rsid w:val="00153930"/>
    <w:rsid w:val="00155583"/>
    <w:rsid w:val="00166A66"/>
    <w:rsid w:val="00170118"/>
    <w:rsid w:val="00171A3C"/>
    <w:rsid w:val="00176065"/>
    <w:rsid w:val="00185194"/>
    <w:rsid w:val="0018598F"/>
    <w:rsid w:val="00186B4C"/>
    <w:rsid w:val="00196905"/>
    <w:rsid w:val="001A0D51"/>
    <w:rsid w:val="001A547F"/>
    <w:rsid w:val="001A56D2"/>
    <w:rsid w:val="001B488F"/>
    <w:rsid w:val="001B6E70"/>
    <w:rsid w:val="001B7A82"/>
    <w:rsid w:val="001C610F"/>
    <w:rsid w:val="001C7CAE"/>
    <w:rsid w:val="001D5629"/>
    <w:rsid w:val="001F061E"/>
    <w:rsid w:val="001F15D0"/>
    <w:rsid w:val="002054F5"/>
    <w:rsid w:val="002111C0"/>
    <w:rsid w:val="0022154C"/>
    <w:rsid w:val="0022199B"/>
    <w:rsid w:val="002257DB"/>
    <w:rsid w:val="002270F4"/>
    <w:rsid w:val="002309D7"/>
    <w:rsid w:val="00230AF5"/>
    <w:rsid w:val="00231B62"/>
    <w:rsid w:val="00232235"/>
    <w:rsid w:val="002326EF"/>
    <w:rsid w:val="00232FB2"/>
    <w:rsid w:val="00234B17"/>
    <w:rsid w:val="00237533"/>
    <w:rsid w:val="002400F3"/>
    <w:rsid w:val="00241BCB"/>
    <w:rsid w:val="00242B75"/>
    <w:rsid w:val="00242FC5"/>
    <w:rsid w:val="002512FB"/>
    <w:rsid w:val="00253396"/>
    <w:rsid w:val="002610FE"/>
    <w:rsid w:val="00262CBA"/>
    <w:rsid w:val="00266A32"/>
    <w:rsid w:val="00266EF2"/>
    <w:rsid w:val="0026769B"/>
    <w:rsid w:val="00267E90"/>
    <w:rsid w:val="0028208E"/>
    <w:rsid w:val="00283122"/>
    <w:rsid w:val="00285FF2"/>
    <w:rsid w:val="00293553"/>
    <w:rsid w:val="00295096"/>
    <w:rsid w:val="00296643"/>
    <w:rsid w:val="002B0EE8"/>
    <w:rsid w:val="002B12FB"/>
    <w:rsid w:val="002B2C12"/>
    <w:rsid w:val="002B3EF6"/>
    <w:rsid w:val="002B522B"/>
    <w:rsid w:val="002C61CC"/>
    <w:rsid w:val="002C6E53"/>
    <w:rsid w:val="002D4119"/>
    <w:rsid w:val="002D4275"/>
    <w:rsid w:val="002D558F"/>
    <w:rsid w:val="002D633B"/>
    <w:rsid w:val="002D7A7A"/>
    <w:rsid w:val="002E67F7"/>
    <w:rsid w:val="002E750F"/>
    <w:rsid w:val="002E7A62"/>
    <w:rsid w:val="0030414F"/>
    <w:rsid w:val="003161C3"/>
    <w:rsid w:val="00323D50"/>
    <w:rsid w:val="003263C9"/>
    <w:rsid w:val="00334A5C"/>
    <w:rsid w:val="00336467"/>
    <w:rsid w:val="00336AFC"/>
    <w:rsid w:val="003410BC"/>
    <w:rsid w:val="00341530"/>
    <w:rsid w:val="0034355D"/>
    <w:rsid w:val="00344E3B"/>
    <w:rsid w:val="00345BEB"/>
    <w:rsid w:val="00347C30"/>
    <w:rsid w:val="003501FF"/>
    <w:rsid w:val="003545CB"/>
    <w:rsid w:val="00355E88"/>
    <w:rsid w:val="00362EEE"/>
    <w:rsid w:val="00364D54"/>
    <w:rsid w:val="00366C79"/>
    <w:rsid w:val="003742B8"/>
    <w:rsid w:val="003748E0"/>
    <w:rsid w:val="00374B69"/>
    <w:rsid w:val="00376F79"/>
    <w:rsid w:val="003825D6"/>
    <w:rsid w:val="00393FD2"/>
    <w:rsid w:val="0039794E"/>
    <w:rsid w:val="003A7725"/>
    <w:rsid w:val="003D1F84"/>
    <w:rsid w:val="003D3B6A"/>
    <w:rsid w:val="003E2707"/>
    <w:rsid w:val="003E5598"/>
    <w:rsid w:val="003F3797"/>
    <w:rsid w:val="00403C06"/>
    <w:rsid w:val="004072B2"/>
    <w:rsid w:val="00416DB4"/>
    <w:rsid w:val="00421A63"/>
    <w:rsid w:val="00425769"/>
    <w:rsid w:val="00425F71"/>
    <w:rsid w:val="00430A2F"/>
    <w:rsid w:val="0043219B"/>
    <w:rsid w:val="00435E92"/>
    <w:rsid w:val="004362DC"/>
    <w:rsid w:val="00437257"/>
    <w:rsid w:val="00441CDD"/>
    <w:rsid w:val="00441FCC"/>
    <w:rsid w:val="00446B2A"/>
    <w:rsid w:val="00451360"/>
    <w:rsid w:val="0045367F"/>
    <w:rsid w:val="00457335"/>
    <w:rsid w:val="00457B07"/>
    <w:rsid w:val="004663D4"/>
    <w:rsid w:val="00470D83"/>
    <w:rsid w:val="00487BCC"/>
    <w:rsid w:val="004969DC"/>
    <w:rsid w:val="004A030A"/>
    <w:rsid w:val="004A1C41"/>
    <w:rsid w:val="004A3A81"/>
    <w:rsid w:val="004A61DC"/>
    <w:rsid w:val="004A7A28"/>
    <w:rsid w:val="004B3E69"/>
    <w:rsid w:val="004B64DB"/>
    <w:rsid w:val="004B6962"/>
    <w:rsid w:val="004D253C"/>
    <w:rsid w:val="004D5B7D"/>
    <w:rsid w:val="004D7383"/>
    <w:rsid w:val="004D79BA"/>
    <w:rsid w:val="004D7E24"/>
    <w:rsid w:val="004E16A3"/>
    <w:rsid w:val="004E1C90"/>
    <w:rsid w:val="004E4D21"/>
    <w:rsid w:val="004E5A32"/>
    <w:rsid w:val="004E6606"/>
    <w:rsid w:val="004E7EC5"/>
    <w:rsid w:val="004F485A"/>
    <w:rsid w:val="00500160"/>
    <w:rsid w:val="00503DF5"/>
    <w:rsid w:val="00505C85"/>
    <w:rsid w:val="00510898"/>
    <w:rsid w:val="00510EBD"/>
    <w:rsid w:val="005151EA"/>
    <w:rsid w:val="005154B7"/>
    <w:rsid w:val="00515A7C"/>
    <w:rsid w:val="00515B13"/>
    <w:rsid w:val="00515BCD"/>
    <w:rsid w:val="0051675B"/>
    <w:rsid w:val="00521768"/>
    <w:rsid w:val="0052227C"/>
    <w:rsid w:val="005223C1"/>
    <w:rsid w:val="005235A5"/>
    <w:rsid w:val="00524C6E"/>
    <w:rsid w:val="0052570B"/>
    <w:rsid w:val="00525F9A"/>
    <w:rsid w:val="00526854"/>
    <w:rsid w:val="005316CD"/>
    <w:rsid w:val="005318F8"/>
    <w:rsid w:val="005326CC"/>
    <w:rsid w:val="00535284"/>
    <w:rsid w:val="00540176"/>
    <w:rsid w:val="005438CC"/>
    <w:rsid w:val="005452DE"/>
    <w:rsid w:val="00546816"/>
    <w:rsid w:val="00561BBD"/>
    <w:rsid w:val="00566B14"/>
    <w:rsid w:val="00571A7F"/>
    <w:rsid w:val="005723FF"/>
    <w:rsid w:val="00574322"/>
    <w:rsid w:val="0057451A"/>
    <w:rsid w:val="00580E9B"/>
    <w:rsid w:val="00587366"/>
    <w:rsid w:val="00593333"/>
    <w:rsid w:val="00594B6C"/>
    <w:rsid w:val="005A275A"/>
    <w:rsid w:val="005A3E60"/>
    <w:rsid w:val="005A4B59"/>
    <w:rsid w:val="005A5D5F"/>
    <w:rsid w:val="005B0DA0"/>
    <w:rsid w:val="005C0E10"/>
    <w:rsid w:val="005C22BB"/>
    <w:rsid w:val="005C3B98"/>
    <w:rsid w:val="005C484E"/>
    <w:rsid w:val="005C5D93"/>
    <w:rsid w:val="005D7592"/>
    <w:rsid w:val="005E06F4"/>
    <w:rsid w:val="005F4BF8"/>
    <w:rsid w:val="00601CB0"/>
    <w:rsid w:val="00602974"/>
    <w:rsid w:val="00605587"/>
    <w:rsid w:val="00612B51"/>
    <w:rsid w:val="00615EA3"/>
    <w:rsid w:val="00617A3A"/>
    <w:rsid w:val="00626AB9"/>
    <w:rsid w:val="00627AE0"/>
    <w:rsid w:val="006369BA"/>
    <w:rsid w:val="006409DF"/>
    <w:rsid w:val="00642A3E"/>
    <w:rsid w:val="00642F22"/>
    <w:rsid w:val="00643A77"/>
    <w:rsid w:val="006451E9"/>
    <w:rsid w:val="00647F8A"/>
    <w:rsid w:val="00653FF3"/>
    <w:rsid w:val="00654801"/>
    <w:rsid w:val="00657D98"/>
    <w:rsid w:val="00660E34"/>
    <w:rsid w:val="00663CC5"/>
    <w:rsid w:val="00667C6D"/>
    <w:rsid w:val="0067146A"/>
    <w:rsid w:val="00680607"/>
    <w:rsid w:val="00681FDC"/>
    <w:rsid w:val="00682AFB"/>
    <w:rsid w:val="00693E8E"/>
    <w:rsid w:val="006951FD"/>
    <w:rsid w:val="006A3AED"/>
    <w:rsid w:val="006B1B7E"/>
    <w:rsid w:val="006B1EEE"/>
    <w:rsid w:val="006B2E2A"/>
    <w:rsid w:val="006C000F"/>
    <w:rsid w:val="006C20C2"/>
    <w:rsid w:val="006C4E46"/>
    <w:rsid w:val="006C6F0F"/>
    <w:rsid w:val="006D0615"/>
    <w:rsid w:val="006D0F2C"/>
    <w:rsid w:val="006D22A8"/>
    <w:rsid w:val="006D22AB"/>
    <w:rsid w:val="006E03C7"/>
    <w:rsid w:val="006E354E"/>
    <w:rsid w:val="006E49CE"/>
    <w:rsid w:val="006E5E5D"/>
    <w:rsid w:val="006F289C"/>
    <w:rsid w:val="006F4881"/>
    <w:rsid w:val="006F603D"/>
    <w:rsid w:val="006F700B"/>
    <w:rsid w:val="007037DD"/>
    <w:rsid w:val="00704274"/>
    <w:rsid w:val="0070517D"/>
    <w:rsid w:val="00706308"/>
    <w:rsid w:val="007112FF"/>
    <w:rsid w:val="0071231A"/>
    <w:rsid w:val="00714AB0"/>
    <w:rsid w:val="007269BF"/>
    <w:rsid w:val="0072751F"/>
    <w:rsid w:val="007301B7"/>
    <w:rsid w:val="0073022B"/>
    <w:rsid w:val="00732BA3"/>
    <w:rsid w:val="00732D60"/>
    <w:rsid w:val="0073339C"/>
    <w:rsid w:val="0074006F"/>
    <w:rsid w:val="00741CF1"/>
    <w:rsid w:val="00743DE7"/>
    <w:rsid w:val="00746C24"/>
    <w:rsid w:val="00747957"/>
    <w:rsid w:val="00751156"/>
    <w:rsid w:val="007535FE"/>
    <w:rsid w:val="00764C07"/>
    <w:rsid w:val="007735B6"/>
    <w:rsid w:val="007804FE"/>
    <w:rsid w:val="00790030"/>
    <w:rsid w:val="007961E1"/>
    <w:rsid w:val="007A3CCF"/>
    <w:rsid w:val="007B7751"/>
    <w:rsid w:val="007C1C8F"/>
    <w:rsid w:val="007C6D6D"/>
    <w:rsid w:val="007D2595"/>
    <w:rsid w:val="007E0CF1"/>
    <w:rsid w:val="007E1BB2"/>
    <w:rsid w:val="007E39D8"/>
    <w:rsid w:val="007E5E7C"/>
    <w:rsid w:val="007F0192"/>
    <w:rsid w:val="007F350A"/>
    <w:rsid w:val="00800352"/>
    <w:rsid w:val="00802C7C"/>
    <w:rsid w:val="008050EF"/>
    <w:rsid w:val="00813506"/>
    <w:rsid w:val="00813758"/>
    <w:rsid w:val="00816BC7"/>
    <w:rsid w:val="00817B03"/>
    <w:rsid w:val="00821A6A"/>
    <w:rsid w:val="00822E74"/>
    <w:rsid w:val="0083525A"/>
    <w:rsid w:val="00836B44"/>
    <w:rsid w:val="00846713"/>
    <w:rsid w:val="00846A18"/>
    <w:rsid w:val="00846E37"/>
    <w:rsid w:val="008513C5"/>
    <w:rsid w:val="008547E7"/>
    <w:rsid w:val="00856DFD"/>
    <w:rsid w:val="008630C5"/>
    <w:rsid w:val="00864E8C"/>
    <w:rsid w:val="00872CD0"/>
    <w:rsid w:val="00873361"/>
    <w:rsid w:val="00881118"/>
    <w:rsid w:val="00882D46"/>
    <w:rsid w:val="00883401"/>
    <w:rsid w:val="00884713"/>
    <w:rsid w:val="008942F1"/>
    <w:rsid w:val="0089441A"/>
    <w:rsid w:val="00897B12"/>
    <w:rsid w:val="008B4281"/>
    <w:rsid w:val="008B5481"/>
    <w:rsid w:val="008B5C3E"/>
    <w:rsid w:val="008B6203"/>
    <w:rsid w:val="008B68C1"/>
    <w:rsid w:val="008C0A22"/>
    <w:rsid w:val="008C2070"/>
    <w:rsid w:val="008C2516"/>
    <w:rsid w:val="008C2B07"/>
    <w:rsid w:val="008D5B37"/>
    <w:rsid w:val="008E775F"/>
    <w:rsid w:val="008E7B82"/>
    <w:rsid w:val="008F0E07"/>
    <w:rsid w:val="00900BAE"/>
    <w:rsid w:val="00901932"/>
    <w:rsid w:val="00910CDC"/>
    <w:rsid w:val="00910F00"/>
    <w:rsid w:val="009159AC"/>
    <w:rsid w:val="00917B93"/>
    <w:rsid w:val="00921486"/>
    <w:rsid w:val="00922BB8"/>
    <w:rsid w:val="00922F3C"/>
    <w:rsid w:val="00923E27"/>
    <w:rsid w:val="00931A1F"/>
    <w:rsid w:val="0093409A"/>
    <w:rsid w:val="009351E0"/>
    <w:rsid w:val="00944A74"/>
    <w:rsid w:val="00944EAA"/>
    <w:rsid w:val="00945269"/>
    <w:rsid w:val="009512D7"/>
    <w:rsid w:val="009520AD"/>
    <w:rsid w:val="00954D43"/>
    <w:rsid w:val="00955106"/>
    <w:rsid w:val="00957A16"/>
    <w:rsid w:val="0096092B"/>
    <w:rsid w:val="00963524"/>
    <w:rsid w:val="00966808"/>
    <w:rsid w:val="0097068D"/>
    <w:rsid w:val="009724C4"/>
    <w:rsid w:val="0097261F"/>
    <w:rsid w:val="009778FD"/>
    <w:rsid w:val="00981B93"/>
    <w:rsid w:val="00987E80"/>
    <w:rsid w:val="00990C9F"/>
    <w:rsid w:val="009A2DBC"/>
    <w:rsid w:val="009A3C8E"/>
    <w:rsid w:val="009A4C7A"/>
    <w:rsid w:val="009A6642"/>
    <w:rsid w:val="009B26D3"/>
    <w:rsid w:val="009B7180"/>
    <w:rsid w:val="009C0E26"/>
    <w:rsid w:val="009C0E65"/>
    <w:rsid w:val="009C1552"/>
    <w:rsid w:val="009C2D1A"/>
    <w:rsid w:val="009D29E8"/>
    <w:rsid w:val="009D7CB2"/>
    <w:rsid w:val="009E161A"/>
    <w:rsid w:val="009E3E62"/>
    <w:rsid w:val="009F6730"/>
    <w:rsid w:val="009F6BE9"/>
    <w:rsid w:val="009F7B52"/>
    <w:rsid w:val="00A00DA6"/>
    <w:rsid w:val="00A02477"/>
    <w:rsid w:val="00A03014"/>
    <w:rsid w:val="00A03737"/>
    <w:rsid w:val="00A10C4B"/>
    <w:rsid w:val="00A13B1C"/>
    <w:rsid w:val="00A13D50"/>
    <w:rsid w:val="00A21A8A"/>
    <w:rsid w:val="00A26082"/>
    <w:rsid w:val="00A27A38"/>
    <w:rsid w:val="00A4384D"/>
    <w:rsid w:val="00A44A03"/>
    <w:rsid w:val="00A50729"/>
    <w:rsid w:val="00A51269"/>
    <w:rsid w:val="00A52087"/>
    <w:rsid w:val="00A52329"/>
    <w:rsid w:val="00A5713D"/>
    <w:rsid w:val="00A6104C"/>
    <w:rsid w:val="00A62D7D"/>
    <w:rsid w:val="00A64A61"/>
    <w:rsid w:val="00A82833"/>
    <w:rsid w:val="00A94D81"/>
    <w:rsid w:val="00AA0C7B"/>
    <w:rsid w:val="00AA2096"/>
    <w:rsid w:val="00AA21D1"/>
    <w:rsid w:val="00AB29CC"/>
    <w:rsid w:val="00AB2D67"/>
    <w:rsid w:val="00AB309E"/>
    <w:rsid w:val="00AB35C4"/>
    <w:rsid w:val="00AB7AB6"/>
    <w:rsid w:val="00AB7B69"/>
    <w:rsid w:val="00AC024E"/>
    <w:rsid w:val="00AC086E"/>
    <w:rsid w:val="00AC0A30"/>
    <w:rsid w:val="00AC26CB"/>
    <w:rsid w:val="00AD024A"/>
    <w:rsid w:val="00AD1BBE"/>
    <w:rsid w:val="00AD329E"/>
    <w:rsid w:val="00AD5943"/>
    <w:rsid w:val="00AE0932"/>
    <w:rsid w:val="00AE341B"/>
    <w:rsid w:val="00AE44BF"/>
    <w:rsid w:val="00AE78C2"/>
    <w:rsid w:val="00AF2528"/>
    <w:rsid w:val="00AF62F5"/>
    <w:rsid w:val="00AF699C"/>
    <w:rsid w:val="00B067CF"/>
    <w:rsid w:val="00B1061E"/>
    <w:rsid w:val="00B16CE3"/>
    <w:rsid w:val="00B17ED1"/>
    <w:rsid w:val="00B20AFB"/>
    <w:rsid w:val="00B210B5"/>
    <w:rsid w:val="00B213F7"/>
    <w:rsid w:val="00B2179F"/>
    <w:rsid w:val="00B23F54"/>
    <w:rsid w:val="00B31C4D"/>
    <w:rsid w:val="00B418CB"/>
    <w:rsid w:val="00B422B9"/>
    <w:rsid w:val="00B42F28"/>
    <w:rsid w:val="00B464E6"/>
    <w:rsid w:val="00B513E9"/>
    <w:rsid w:val="00B51BA3"/>
    <w:rsid w:val="00B52504"/>
    <w:rsid w:val="00B552D9"/>
    <w:rsid w:val="00B5794B"/>
    <w:rsid w:val="00B63DA2"/>
    <w:rsid w:val="00B65AAA"/>
    <w:rsid w:val="00B67C97"/>
    <w:rsid w:val="00B81361"/>
    <w:rsid w:val="00B873A5"/>
    <w:rsid w:val="00B906A7"/>
    <w:rsid w:val="00B9074C"/>
    <w:rsid w:val="00B92065"/>
    <w:rsid w:val="00B92A99"/>
    <w:rsid w:val="00BA0B4E"/>
    <w:rsid w:val="00BA1025"/>
    <w:rsid w:val="00BA7072"/>
    <w:rsid w:val="00BB03CC"/>
    <w:rsid w:val="00BB0592"/>
    <w:rsid w:val="00BB67EB"/>
    <w:rsid w:val="00BB6A37"/>
    <w:rsid w:val="00BC1EB0"/>
    <w:rsid w:val="00BC6110"/>
    <w:rsid w:val="00BC76BD"/>
    <w:rsid w:val="00BD1629"/>
    <w:rsid w:val="00BD446A"/>
    <w:rsid w:val="00BD587B"/>
    <w:rsid w:val="00BE0891"/>
    <w:rsid w:val="00BE0D3B"/>
    <w:rsid w:val="00BE3AAD"/>
    <w:rsid w:val="00BF2CCF"/>
    <w:rsid w:val="00BF5611"/>
    <w:rsid w:val="00C05D37"/>
    <w:rsid w:val="00C07AEE"/>
    <w:rsid w:val="00C138D8"/>
    <w:rsid w:val="00C309DE"/>
    <w:rsid w:val="00C31A28"/>
    <w:rsid w:val="00C335D9"/>
    <w:rsid w:val="00C442E6"/>
    <w:rsid w:val="00C4433E"/>
    <w:rsid w:val="00C45400"/>
    <w:rsid w:val="00C478D9"/>
    <w:rsid w:val="00C52FE9"/>
    <w:rsid w:val="00C54D61"/>
    <w:rsid w:val="00C61A69"/>
    <w:rsid w:val="00C642BD"/>
    <w:rsid w:val="00C668BC"/>
    <w:rsid w:val="00C7096A"/>
    <w:rsid w:val="00C73BDC"/>
    <w:rsid w:val="00C80FCD"/>
    <w:rsid w:val="00C84739"/>
    <w:rsid w:val="00C90318"/>
    <w:rsid w:val="00C955AE"/>
    <w:rsid w:val="00C97DF8"/>
    <w:rsid w:val="00CA19C8"/>
    <w:rsid w:val="00CB05A2"/>
    <w:rsid w:val="00CB4065"/>
    <w:rsid w:val="00CC060D"/>
    <w:rsid w:val="00CC07DB"/>
    <w:rsid w:val="00CC44EA"/>
    <w:rsid w:val="00CC5122"/>
    <w:rsid w:val="00CC76B0"/>
    <w:rsid w:val="00CD321F"/>
    <w:rsid w:val="00CD7658"/>
    <w:rsid w:val="00CE68FE"/>
    <w:rsid w:val="00CF25E9"/>
    <w:rsid w:val="00D00917"/>
    <w:rsid w:val="00D016AE"/>
    <w:rsid w:val="00D03273"/>
    <w:rsid w:val="00D037F5"/>
    <w:rsid w:val="00D06E30"/>
    <w:rsid w:val="00D118BB"/>
    <w:rsid w:val="00D17BB6"/>
    <w:rsid w:val="00D20B80"/>
    <w:rsid w:val="00D241E0"/>
    <w:rsid w:val="00D268F6"/>
    <w:rsid w:val="00D332BF"/>
    <w:rsid w:val="00D3796E"/>
    <w:rsid w:val="00D37E76"/>
    <w:rsid w:val="00D44539"/>
    <w:rsid w:val="00D54EDE"/>
    <w:rsid w:val="00D607C0"/>
    <w:rsid w:val="00D62ABA"/>
    <w:rsid w:val="00D749C5"/>
    <w:rsid w:val="00D75446"/>
    <w:rsid w:val="00D754DC"/>
    <w:rsid w:val="00D756BE"/>
    <w:rsid w:val="00D77A77"/>
    <w:rsid w:val="00D80725"/>
    <w:rsid w:val="00D85456"/>
    <w:rsid w:val="00D91085"/>
    <w:rsid w:val="00D92D66"/>
    <w:rsid w:val="00D95B19"/>
    <w:rsid w:val="00D96634"/>
    <w:rsid w:val="00DA0206"/>
    <w:rsid w:val="00DA118B"/>
    <w:rsid w:val="00DA2717"/>
    <w:rsid w:val="00DB2FAE"/>
    <w:rsid w:val="00DB6DF0"/>
    <w:rsid w:val="00DC2359"/>
    <w:rsid w:val="00DC36BD"/>
    <w:rsid w:val="00DC64F3"/>
    <w:rsid w:val="00DC6D8C"/>
    <w:rsid w:val="00DD14A3"/>
    <w:rsid w:val="00DD185D"/>
    <w:rsid w:val="00DD2D9F"/>
    <w:rsid w:val="00DD3B96"/>
    <w:rsid w:val="00DD4BC0"/>
    <w:rsid w:val="00DD576E"/>
    <w:rsid w:val="00DD6CA9"/>
    <w:rsid w:val="00DE2D61"/>
    <w:rsid w:val="00DE4001"/>
    <w:rsid w:val="00DF336A"/>
    <w:rsid w:val="00DF67E3"/>
    <w:rsid w:val="00E00B5E"/>
    <w:rsid w:val="00E04436"/>
    <w:rsid w:val="00E05B11"/>
    <w:rsid w:val="00E06CEB"/>
    <w:rsid w:val="00E077BD"/>
    <w:rsid w:val="00E1278D"/>
    <w:rsid w:val="00E156A0"/>
    <w:rsid w:val="00E16D69"/>
    <w:rsid w:val="00E21646"/>
    <w:rsid w:val="00E22AB0"/>
    <w:rsid w:val="00E26B41"/>
    <w:rsid w:val="00E36C46"/>
    <w:rsid w:val="00E3763C"/>
    <w:rsid w:val="00E37949"/>
    <w:rsid w:val="00E4346E"/>
    <w:rsid w:val="00E44303"/>
    <w:rsid w:val="00E447B1"/>
    <w:rsid w:val="00E46653"/>
    <w:rsid w:val="00E51B36"/>
    <w:rsid w:val="00E53053"/>
    <w:rsid w:val="00E572D3"/>
    <w:rsid w:val="00E6013A"/>
    <w:rsid w:val="00E7556A"/>
    <w:rsid w:val="00E763BF"/>
    <w:rsid w:val="00E82240"/>
    <w:rsid w:val="00E873BE"/>
    <w:rsid w:val="00E87CA6"/>
    <w:rsid w:val="00E9322E"/>
    <w:rsid w:val="00E95B70"/>
    <w:rsid w:val="00E96B60"/>
    <w:rsid w:val="00EA260D"/>
    <w:rsid w:val="00EA3A8F"/>
    <w:rsid w:val="00EA4D7F"/>
    <w:rsid w:val="00EB194A"/>
    <w:rsid w:val="00EC14C5"/>
    <w:rsid w:val="00EC2B35"/>
    <w:rsid w:val="00EC4084"/>
    <w:rsid w:val="00EC485C"/>
    <w:rsid w:val="00EC54B6"/>
    <w:rsid w:val="00ED0DF7"/>
    <w:rsid w:val="00ED3DDD"/>
    <w:rsid w:val="00EE0BD7"/>
    <w:rsid w:val="00EE1434"/>
    <w:rsid w:val="00EE2AF0"/>
    <w:rsid w:val="00EF2D97"/>
    <w:rsid w:val="00F02CE4"/>
    <w:rsid w:val="00F037D0"/>
    <w:rsid w:val="00F07906"/>
    <w:rsid w:val="00F13812"/>
    <w:rsid w:val="00F25102"/>
    <w:rsid w:val="00F3126E"/>
    <w:rsid w:val="00F32F0B"/>
    <w:rsid w:val="00F33D4C"/>
    <w:rsid w:val="00F40B0F"/>
    <w:rsid w:val="00F41608"/>
    <w:rsid w:val="00F44073"/>
    <w:rsid w:val="00F4584B"/>
    <w:rsid w:val="00F53746"/>
    <w:rsid w:val="00F60E59"/>
    <w:rsid w:val="00F62A03"/>
    <w:rsid w:val="00F62BB0"/>
    <w:rsid w:val="00F63833"/>
    <w:rsid w:val="00F64E7E"/>
    <w:rsid w:val="00F65AFE"/>
    <w:rsid w:val="00F66264"/>
    <w:rsid w:val="00F67501"/>
    <w:rsid w:val="00F730FD"/>
    <w:rsid w:val="00F74CC9"/>
    <w:rsid w:val="00F76CB8"/>
    <w:rsid w:val="00F80A06"/>
    <w:rsid w:val="00F846F9"/>
    <w:rsid w:val="00F874D0"/>
    <w:rsid w:val="00F90851"/>
    <w:rsid w:val="00F9352A"/>
    <w:rsid w:val="00F97C98"/>
    <w:rsid w:val="00F97CBB"/>
    <w:rsid w:val="00FA124B"/>
    <w:rsid w:val="00FA1A11"/>
    <w:rsid w:val="00FA280C"/>
    <w:rsid w:val="00FA5771"/>
    <w:rsid w:val="00FA58C7"/>
    <w:rsid w:val="00FA6DB4"/>
    <w:rsid w:val="00FA7945"/>
    <w:rsid w:val="00FB05CA"/>
    <w:rsid w:val="00FB138E"/>
    <w:rsid w:val="00FB7255"/>
    <w:rsid w:val="00FC1B43"/>
    <w:rsid w:val="00FE10B8"/>
    <w:rsid w:val="00FE2339"/>
    <w:rsid w:val="00FE327A"/>
    <w:rsid w:val="00FE3D1D"/>
    <w:rsid w:val="00FE42F4"/>
    <w:rsid w:val="00FF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D06E73"/>
  <w15:docId w15:val="{10747523-D37C-4187-904F-52AB2EC0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rPr>
      <w:rFonts w:ascii="Calibri" w:eastAsia="Times New Roman" w:hAnsi="Calibri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rPr>
      <w:rFonts w:ascii="Calibri" w:eastAsia="Times New Roman" w:hAnsi="Calibri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rPr>
      <w:rFonts w:ascii="Cambria" w:eastAsia="Times New Roman" w:hAnsi="Cambria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rPr>
      <w:rFonts w:ascii="Cambria" w:eastAsia="Times New Roman" w:hAnsi="Cambria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rPr>
      <w:rFonts w:ascii="Cambria" w:eastAsia="Times New Roman" w:hAnsi="Cambria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rPr>
      <w:rFonts w:ascii="Cambria" w:eastAsia="Times New Roman" w:hAnsi="Cambria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rPr>
      <w:rFonts w:ascii="Calibri" w:eastAsia="Times New Roman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269BF"/>
  </w:style>
  <w:style w:type="paragraph" w:styleId="ListParagraph">
    <w:name w:val="List Paragraph"/>
    <w:basedOn w:val="Normal"/>
    <w:uiPriority w:val="34"/>
    <w:qFormat/>
    <w:rsid w:val="007269BF"/>
    <w:pPr>
      <w:ind w:left="720"/>
      <w:jc w:val="left"/>
    </w:pPr>
    <w:rPr>
      <w:rFonts w:ascii="Calibri" w:eastAsiaTheme="minorHAnsi" w:hAnsi="Calibri"/>
      <w:sz w:val="22"/>
      <w:szCs w:val="22"/>
    </w:rPr>
  </w:style>
  <w:style w:type="character" w:styleId="Hyperlink">
    <w:name w:val="Hyperlink"/>
    <w:uiPriority w:val="99"/>
    <w:unhideWhenUsed/>
    <w:rsid w:val="007269B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6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3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3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30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3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08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8B68C1"/>
    <w:rPr>
      <w:rFonts w:asciiTheme="minorHAnsi" w:eastAsiaTheme="minorEastAsia" w:hAnsiTheme="minorHAnsi" w:cstheme="minorBid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il">
    <w:name w:val="il"/>
    <w:basedOn w:val="DefaultParagraphFont"/>
    <w:rsid w:val="008B68C1"/>
  </w:style>
  <w:style w:type="paragraph" w:customStyle="1" w:styleId="Liste1">
    <w:name w:val="Liste1"/>
    <w:qFormat/>
    <w:rsid w:val="00171A3C"/>
    <w:pPr>
      <w:numPr>
        <w:numId w:val="2"/>
      </w:numPr>
      <w:spacing w:line="276" w:lineRule="auto"/>
    </w:pPr>
    <w:rPr>
      <w:rFonts w:eastAsiaTheme="minorHAnsi"/>
      <w:sz w:val="24"/>
      <w:szCs w:val="24"/>
    </w:rPr>
  </w:style>
  <w:style w:type="paragraph" w:styleId="Caption">
    <w:name w:val="caption"/>
    <w:aliases w:val="Caption Figure"/>
    <w:basedOn w:val="Normal"/>
    <w:next w:val="Normal"/>
    <w:link w:val="CaptionChar"/>
    <w:uiPriority w:val="35"/>
    <w:unhideWhenUsed/>
    <w:qFormat/>
    <w:rsid w:val="00FE3D1D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47957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47957"/>
    <w:rPr>
      <w:color w:val="808080"/>
      <w:shd w:val="clear" w:color="auto" w:fill="E6E6E6"/>
    </w:rPr>
  </w:style>
  <w:style w:type="paragraph" w:customStyle="1" w:styleId="liste10">
    <w:name w:val="liste1"/>
    <w:basedOn w:val="Normal"/>
    <w:rsid w:val="00546816"/>
    <w:pPr>
      <w:spacing w:before="100" w:beforeAutospacing="1" w:after="100" w:afterAutospacing="1"/>
      <w:jc w:val="left"/>
    </w:pPr>
    <w:rPr>
      <w:rFonts w:eastAsia="Times New Roman"/>
      <w:lang w:val="en-CA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B52504"/>
    <w:rPr>
      <w:color w:val="808080"/>
      <w:shd w:val="clear" w:color="auto" w:fill="E6E6E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C2D1A"/>
    <w:rPr>
      <w:color w:val="808080"/>
      <w:shd w:val="clear" w:color="auto" w:fill="E6E6E6"/>
    </w:rPr>
  </w:style>
  <w:style w:type="character" w:customStyle="1" w:styleId="CaptionChar">
    <w:name w:val="Caption Char"/>
    <w:aliases w:val="Caption Figure Char"/>
    <w:link w:val="Caption"/>
    <w:uiPriority w:val="35"/>
    <w:rsid w:val="00425769"/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.budagavi@samsung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.joshi@samsung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00429036\Download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96A88B1-AE7A-4419-9882-07F7B5A15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</Template>
  <TotalTime>1086</TotalTime>
  <Pages>3</Pages>
  <Words>377</Words>
  <Characters>2150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ralf.schaefer@technicolor.com</dc:creator>
  <cp:lastModifiedBy>Rajan Joshi</cp:lastModifiedBy>
  <cp:revision>10</cp:revision>
  <dcterms:created xsi:type="dcterms:W3CDTF">2020-03-31T05:43:00Z</dcterms:created>
  <dcterms:modified xsi:type="dcterms:W3CDTF">2020-04-01T06:48:00Z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