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533" w:rsidRPr="00857533" w:rsidRDefault="00857533" w:rsidP="00857533">
      <w:pPr>
        <w:jc w:val="center"/>
        <w:rPr>
          <w:b/>
          <w:sz w:val="28"/>
          <w:lang w:val="fr-FR"/>
        </w:rPr>
      </w:pPr>
      <w:r w:rsidRPr="00857533">
        <w:rPr>
          <w:b/>
          <w:sz w:val="28"/>
          <w:lang w:val="fr-FR"/>
        </w:rPr>
        <w:t>INTERNATIONAL ORGANISATION FOR STANDARDISATION</w:t>
      </w:r>
    </w:p>
    <w:p w:rsidR="00857533" w:rsidRPr="00857533" w:rsidRDefault="00857533" w:rsidP="00857533">
      <w:pPr>
        <w:jc w:val="center"/>
        <w:rPr>
          <w:b/>
          <w:sz w:val="28"/>
          <w:lang w:val="fr-FR"/>
        </w:rPr>
      </w:pPr>
      <w:r w:rsidRPr="00857533">
        <w:rPr>
          <w:b/>
          <w:sz w:val="28"/>
          <w:lang w:val="fr-FR"/>
        </w:rPr>
        <w:t>ORGANISATION INTERNATIONALE DE NORMALISATION</w:t>
      </w:r>
    </w:p>
    <w:p w:rsidR="00857533" w:rsidRPr="0036419A" w:rsidRDefault="00857533" w:rsidP="00857533">
      <w:pPr>
        <w:jc w:val="center"/>
        <w:rPr>
          <w:b/>
          <w:sz w:val="28"/>
          <w:lang w:val="it-IT"/>
        </w:rPr>
      </w:pPr>
      <w:r w:rsidRPr="0036419A">
        <w:rPr>
          <w:b/>
          <w:sz w:val="28"/>
          <w:lang w:val="it-IT"/>
        </w:rPr>
        <w:t>ISO/IEC JTC 1/SC 29/WG 11</w:t>
      </w:r>
    </w:p>
    <w:p w:rsidR="009D0066" w:rsidRPr="00857533" w:rsidRDefault="00857533" w:rsidP="00857533">
      <w:pPr>
        <w:jc w:val="center"/>
        <w:rPr>
          <w:b/>
          <w:sz w:val="28"/>
        </w:rPr>
      </w:pPr>
      <w:r w:rsidRPr="00857533">
        <w:rPr>
          <w:b/>
          <w:sz w:val="28"/>
        </w:rPr>
        <w:t>CODING OF MOVING PICTURES AND AUDIO</w:t>
      </w:r>
    </w:p>
    <w:p w:rsidR="00857533" w:rsidRDefault="00857533" w:rsidP="00857533"/>
    <w:p w:rsidR="00930B03" w:rsidRDefault="00930B03" w:rsidP="00930B03">
      <w:pPr>
        <w:tabs>
          <w:tab w:val="left" w:pos="9781"/>
        </w:tabs>
        <w:ind w:right="334"/>
        <w:jc w:val="right"/>
        <w:rPr>
          <w:sz w:val="48"/>
          <w:szCs w:val="48"/>
          <w:lang w:val="pt-BR" w:eastAsia="ja-JP"/>
        </w:rPr>
      </w:pPr>
      <w:r>
        <w:rPr>
          <w:b/>
          <w:sz w:val="28"/>
          <w:lang w:val="pt-BR"/>
        </w:rPr>
        <w:t xml:space="preserve">ISO/IEC JTC 1/SC 29/WG 11 </w:t>
      </w:r>
      <w:r>
        <w:rPr>
          <w:b/>
          <w:sz w:val="48"/>
          <w:szCs w:val="48"/>
          <w:lang w:val="pt-BR"/>
        </w:rPr>
        <w:t>N1</w:t>
      </w:r>
      <w:r w:rsidR="003F3212">
        <w:rPr>
          <w:b/>
          <w:sz w:val="48"/>
          <w:szCs w:val="48"/>
          <w:lang w:val="pt-BR"/>
        </w:rPr>
        <w:t>7</w:t>
      </w:r>
      <w:r w:rsidR="00352BC4">
        <w:rPr>
          <w:b/>
          <w:sz w:val="48"/>
          <w:szCs w:val="48"/>
          <w:lang w:val="pt-BR"/>
        </w:rPr>
        <w:t>118</w:t>
      </w:r>
    </w:p>
    <w:p w:rsidR="00930B03" w:rsidRDefault="00352BC4" w:rsidP="00930B03">
      <w:pPr>
        <w:wordWrap w:val="0"/>
        <w:jc w:val="right"/>
        <w:rPr>
          <w:b/>
          <w:sz w:val="28"/>
          <w:lang w:val="it-IT"/>
        </w:rPr>
      </w:pPr>
      <w:r>
        <w:rPr>
          <w:b/>
          <w:sz w:val="28"/>
        </w:rPr>
        <w:t xml:space="preserve">Macau, CN </w:t>
      </w:r>
      <w:r w:rsidR="00930B03">
        <w:rPr>
          <w:b/>
          <w:sz w:val="28"/>
        </w:rPr>
        <w:t xml:space="preserve">– </w:t>
      </w:r>
      <w:r>
        <w:rPr>
          <w:b/>
          <w:sz w:val="28"/>
        </w:rPr>
        <w:t>October</w:t>
      </w:r>
      <w:r w:rsidR="00930B03">
        <w:rPr>
          <w:b/>
          <w:sz w:val="28"/>
        </w:rPr>
        <w:t xml:space="preserve"> 201</w:t>
      </w:r>
      <w:r w:rsidR="007C5EA3">
        <w:rPr>
          <w:b/>
          <w:sz w:val="28"/>
        </w:rPr>
        <w:t>7</w:t>
      </w:r>
    </w:p>
    <w:p w:rsidR="005F1192" w:rsidRDefault="005F1192" w:rsidP="005F1192">
      <w:pPr>
        <w:ind w:right="-279"/>
        <w:rPr>
          <w:lang w:val="it-IT"/>
        </w:rPr>
      </w:pPr>
    </w:p>
    <w:p w:rsidR="00857533" w:rsidRPr="00857533" w:rsidRDefault="00857533" w:rsidP="00857533">
      <w:pPr>
        <w:jc w:val="right"/>
        <w:rPr>
          <w:b/>
          <w:sz w:val="28"/>
        </w:rPr>
      </w:pPr>
    </w:p>
    <w:p w:rsidR="00857533" w:rsidRDefault="00857533" w:rsidP="008575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3996"/>
      </w:tblGrid>
      <w:tr w:rsidR="00857533" w:rsidRPr="00857533" w:rsidTr="006502A6">
        <w:tc>
          <w:tcPr>
            <w:tcW w:w="0" w:type="auto"/>
            <w:shd w:val="clear" w:color="auto" w:fill="auto"/>
          </w:tcPr>
          <w:p w:rsidR="00857533" w:rsidRPr="006502A6" w:rsidRDefault="00857533" w:rsidP="00AB6141">
            <w:pPr>
              <w:rPr>
                <w:b/>
              </w:rPr>
            </w:pPr>
            <w:r w:rsidRPr="006502A6">
              <w:rPr>
                <w:b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:rsidR="00857533" w:rsidRPr="006502A6" w:rsidRDefault="00857533" w:rsidP="00AB6141">
            <w:pPr>
              <w:rPr>
                <w:b/>
              </w:rPr>
            </w:pPr>
            <w:r w:rsidRPr="006502A6">
              <w:rPr>
                <w:b/>
              </w:rPr>
              <w:t xml:space="preserve">Leonardo Chiariglione </w:t>
            </w:r>
          </w:p>
        </w:tc>
      </w:tr>
      <w:tr w:rsidR="00857533" w:rsidRPr="00857533" w:rsidTr="006502A6">
        <w:tc>
          <w:tcPr>
            <w:tcW w:w="0" w:type="auto"/>
            <w:shd w:val="clear" w:color="auto" w:fill="auto"/>
          </w:tcPr>
          <w:p w:rsidR="00857533" w:rsidRPr="006502A6" w:rsidRDefault="00857533" w:rsidP="00AB6141">
            <w:pPr>
              <w:rPr>
                <w:b/>
              </w:rPr>
            </w:pPr>
            <w:r w:rsidRPr="006502A6">
              <w:rPr>
                <w:b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:rsidR="00857533" w:rsidRPr="006502A6" w:rsidRDefault="006502A6" w:rsidP="006502A6">
            <w:pPr>
              <w:rPr>
                <w:b/>
              </w:rPr>
            </w:pPr>
            <w:r w:rsidRPr="006502A6">
              <w:rPr>
                <w:b/>
              </w:rPr>
              <w:t xml:space="preserve">Complete list of all MPEG standards </w:t>
            </w:r>
          </w:p>
        </w:tc>
      </w:tr>
    </w:tbl>
    <w:p w:rsidR="00857533" w:rsidRDefault="00857533" w:rsidP="00857533"/>
    <w:p w:rsidR="00857533" w:rsidRDefault="00857533" w:rsidP="00857533"/>
    <w:p w:rsidR="00857533" w:rsidRPr="00857533" w:rsidRDefault="006502A6" w:rsidP="00857533">
      <w:pPr>
        <w:jc w:val="center"/>
        <w:rPr>
          <w:b/>
          <w:sz w:val="28"/>
        </w:rPr>
      </w:pPr>
      <w:r w:rsidRPr="006502A6">
        <w:rPr>
          <w:b/>
          <w:sz w:val="28"/>
        </w:rPr>
        <w:t>Complete list of all MPEG standards</w:t>
      </w:r>
    </w:p>
    <w:p w:rsidR="00857533" w:rsidRDefault="00857533" w:rsidP="00857533"/>
    <w:p w:rsidR="0036419A" w:rsidRDefault="0036419A" w:rsidP="00857533"/>
    <w:p w:rsidR="00857533" w:rsidRDefault="008B5633" w:rsidP="00857533">
      <w:r>
        <w:t>MPEG-1</w:t>
      </w:r>
      <w:r w:rsidR="00502255">
        <w:t xml:space="preserve"> ISO/IEC 11172 </w:t>
      </w:r>
      <w:r w:rsidR="00502255" w:rsidRPr="00502255">
        <w:t>Coding of moving pictures and associated audio for digital storage media at up to about 1,5 Mbit/s</w:t>
      </w:r>
    </w:p>
    <w:p w:rsidR="008B5633" w:rsidRDefault="008B5633" w:rsidP="008B5633">
      <w:r>
        <w:t>Part 1 – Systems</w:t>
      </w:r>
    </w:p>
    <w:p w:rsidR="008B5633" w:rsidRDefault="008B5633" w:rsidP="008B5633">
      <w:r>
        <w:t>Part 2 – Video</w:t>
      </w:r>
    </w:p>
    <w:p w:rsidR="008B5633" w:rsidRDefault="008B5633" w:rsidP="008B5633">
      <w:r>
        <w:t>Part 3 – Audio</w:t>
      </w:r>
    </w:p>
    <w:p w:rsidR="008B5633" w:rsidRDefault="008B5633" w:rsidP="008B5633">
      <w:r>
        <w:t>Part 4 – Compliance testing</w:t>
      </w:r>
    </w:p>
    <w:p w:rsidR="00857533" w:rsidRDefault="008B5633" w:rsidP="008B5633">
      <w:r>
        <w:t>Part 5 – Software simulation</w:t>
      </w:r>
    </w:p>
    <w:p w:rsidR="006502A6" w:rsidRDefault="006502A6" w:rsidP="00857533"/>
    <w:p w:rsidR="00857533" w:rsidRDefault="008B5633" w:rsidP="00857533">
      <w:r>
        <w:t>MPEG-2</w:t>
      </w:r>
      <w:r w:rsidR="00502255">
        <w:t xml:space="preserve"> ISO/IEC 13818 </w:t>
      </w:r>
      <w:r w:rsidR="00502255" w:rsidRPr="00502255">
        <w:t>Generic coding of moving pictures and associated audio information</w:t>
      </w:r>
    </w:p>
    <w:p w:rsidR="008B5633" w:rsidRDefault="008B5633" w:rsidP="008B5633">
      <w:r>
        <w:t>Part 1 – Systems</w:t>
      </w:r>
    </w:p>
    <w:p w:rsidR="008B5633" w:rsidRDefault="008B5633" w:rsidP="008B5633">
      <w:r>
        <w:t>Part 2 – Video</w:t>
      </w:r>
    </w:p>
    <w:p w:rsidR="008B5633" w:rsidRDefault="008B5633" w:rsidP="008B5633">
      <w:r>
        <w:t>Part 3 – Audio</w:t>
      </w:r>
    </w:p>
    <w:p w:rsidR="008B5633" w:rsidRDefault="008B5633" w:rsidP="008B5633">
      <w:r>
        <w:t>Part 4 – Coformance testing</w:t>
      </w:r>
    </w:p>
    <w:p w:rsidR="008B5633" w:rsidRDefault="008B5633" w:rsidP="008B5633">
      <w:r>
        <w:t>Part 5 – Software simulation</w:t>
      </w:r>
    </w:p>
    <w:p w:rsidR="000E6032" w:rsidRPr="000E6032" w:rsidRDefault="000E6032" w:rsidP="000E6032">
      <w:pPr>
        <w:rPr>
          <w:lang w:val="en-US"/>
        </w:rPr>
      </w:pPr>
      <w:r w:rsidRPr="000E6032">
        <w:rPr>
          <w:lang w:val="en-US"/>
        </w:rPr>
        <w:t>Part 6 –</w:t>
      </w:r>
      <w:r>
        <w:rPr>
          <w:lang w:val="en-US"/>
        </w:rPr>
        <w:t xml:space="preserve"> E</w:t>
      </w:r>
      <w:r w:rsidRPr="00023751">
        <w:t xml:space="preserve">xtensions </w:t>
      </w:r>
      <w:r>
        <w:t>for</w:t>
      </w:r>
      <w:r w:rsidRPr="00023751">
        <w:t xml:space="preserve"> DSM-CC</w:t>
      </w:r>
    </w:p>
    <w:p w:rsidR="000E6032" w:rsidRPr="000E6032" w:rsidRDefault="000E6032" w:rsidP="000E6032">
      <w:pPr>
        <w:rPr>
          <w:lang w:val="en-US"/>
        </w:rPr>
      </w:pPr>
      <w:r w:rsidRPr="000E6032">
        <w:rPr>
          <w:lang w:val="en-US"/>
        </w:rPr>
        <w:t xml:space="preserve">Part 7 – </w:t>
      </w:r>
      <w:r w:rsidRPr="00023751">
        <w:t>Advanced Audio Coding</w:t>
      </w:r>
      <w:r>
        <w:t xml:space="preserve"> (AAC)</w:t>
      </w:r>
    </w:p>
    <w:p w:rsidR="000E6032" w:rsidRPr="000E6032" w:rsidRDefault="000E6032" w:rsidP="000E6032">
      <w:pPr>
        <w:rPr>
          <w:lang w:val="en-US"/>
        </w:rPr>
      </w:pPr>
      <w:r w:rsidRPr="000E6032">
        <w:rPr>
          <w:lang w:val="en-US"/>
        </w:rPr>
        <w:t xml:space="preserve">Part 8 – </w:t>
      </w:r>
      <w:r>
        <w:rPr>
          <w:lang w:val="en-US"/>
        </w:rPr>
        <w:t>VOID</w:t>
      </w:r>
    </w:p>
    <w:p w:rsidR="000E6032" w:rsidRPr="000E6032" w:rsidRDefault="000E6032" w:rsidP="000E6032">
      <w:pPr>
        <w:rPr>
          <w:lang w:val="en-US"/>
        </w:rPr>
      </w:pPr>
      <w:r w:rsidRPr="000E6032">
        <w:rPr>
          <w:lang w:val="en-US"/>
        </w:rPr>
        <w:t xml:space="preserve">Part 9 – </w:t>
      </w:r>
      <w:r w:rsidR="00C5261D" w:rsidRPr="00C5261D">
        <w:t>Extension for real time interface for systems decoders</w:t>
      </w:r>
    </w:p>
    <w:p w:rsidR="000E6032" w:rsidRPr="008B5633" w:rsidRDefault="000E6032" w:rsidP="000E6032">
      <w:r w:rsidRPr="008B5633">
        <w:t xml:space="preserve">Part 10 – </w:t>
      </w:r>
      <w:r w:rsidRPr="000E6032">
        <w:rPr>
          <w:lang w:val="en-US"/>
        </w:rPr>
        <w:t>Conformance extension - DSM-CC</w:t>
      </w:r>
    </w:p>
    <w:p w:rsidR="000E6032" w:rsidRPr="008B5633" w:rsidRDefault="000E6032" w:rsidP="000E6032">
      <w:r w:rsidRPr="008B5633">
        <w:t xml:space="preserve">Part 11 – </w:t>
      </w:r>
      <w:r w:rsidRPr="00023751">
        <w:t>IPMP on MPEG-2 Systems</w:t>
      </w:r>
    </w:p>
    <w:p w:rsidR="006502A6" w:rsidRDefault="006502A6" w:rsidP="00857533"/>
    <w:p w:rsidR="008B5633" w:rsidRDefault="008B5633" w:rsidP="00857533">
      <w:r>
        <w:t>MPEG-4</w:t>
      </w:r>
      <w:r w:rsidR="00C5261D">
        <w:t xml:space="preserve"> </w:t>
      </w:r>
      <w:r w:rsidR="00C5261D" w:rsidRPr="00C5261D">
        <w:t>ISO/IEC 14496</w:t>
      </w:r>
      <w:r w:rsidR="00502255">
        <w:t xml:space="preserve"> Coding of audio-visual objects</w:t>
      </w:r>
    </w:p>
    <w:p w:rsidR="008B5633" w:rsidRPr="007F2E7F" w:rsidRDefault="008B5633" w:rsidP="008B5633">
      <w:r>
        <w:t xml:space="preserve">Part 1 – </w:t>
      </w:r>
      <w:r w:rsidR="00C5261D" w:rsidRPr="008807DF">
        <w:t>Systems</w:t>
      </w:r>
    </w:p>
    <w:p w:rsidR="008B5633" w:rsidRDefault="008B5633" w:rsidP="008B5633">
      <w:r>
        <w:t xml:space="preserve">Part 2 – </w:t>
      </w:r>
      <w:r w:rsidR="00C5261D" w:rsidRPr="008807DF">
        <w:t>Visual</w:t>
      </w:r>
    </w:p>
    <w:p w:rsidR="008B5633" w:rsidRDefault="008B5633" w:rsidP="008B5633">
      <w:r>
        <w:t xml:space="preserve">Part 3 – </w:t>
      </w:r>
      <w:r w:rsidR="00C5261D" w:rsidRPr="008807DF">
        <w:t>Audio</w:t>
      </w:r>
    </w:p>
    <w:p w:rsidR="008B5633" w:rsidRDefault="008B5633" w:rsidP="008B5633">
      <w:r>
        <w:t xml:space="preserve">Part 4 – </w:t>
      </w:r>
      <w:r w:rsidR="00C5261D" w:rsidRPr="008807DF">
        <w:t>Conformance testing</w:t>
      </w:r>
    </w:p>
    <w:p w:rsidR="008B5633" w:rsidRDefault="008B5633" w:rsidP="008B5633">
      <w:r>
        <w:t xml:space="preserve">Part 5 – </w:t>
      </w:r>
      <w:r w:rsidR="00C5261D" w:rsidRPr="008807DF">
        <w:t>Reference software</w:t>
      </w:r>
    </w:p>
    <w:p w:rsidR="008B5633" w:rsidRPr="008B5633" w:rsidRDefault="008B5633" w:rsidP="008B5633">
      <w:r w:rsidRPr="008B5633">
        <w:t xml:space="preserve">Part 6 – </w:t>
      </w:r>
      <w:r w:rsidR="00C5261D" w:rsidRPr="008807DF">
        <w:t>Delivery Multimedia Integration Framework (DMIF)</w:t>
      </w:r>
    </w:p>
    <w:p w:rsidR="008B5633" w:rsidRPr="008B5633" w:rsidRDefault="008B5633" w:rsidP="008B5633">
      <w:r w:rsidRPr="008B5633">
        <w:t xml:space="preserve">Part 7 – </w:t>
      </w:r>
      <w:r w:rsidR="00C5261D" w:rsidRPr="008807DF">
        <w:t>Optimized reference software for coding of audio-visual objects</w:t>
      </w:r>
    </w:p>
    <w:p w:rsidR="008B5633" w:rsidRPr="008B5633" w:rsidRDefault="008B5633" w:rsidP="008B5633">
      <w:r w:rsidRPr="008B5633">
        <w:t xml:space="preserve">Part 8 – </w:t>
      </w:r>
      <w:r w:rsidR="00C5261D" w:rsidRPr="008807DF">
        <w:t>Carriage of ISO/IEC 14496 contents over IP networks</w:t>
      </w:r>
    </w:p>
    <w:p w:rsidR="008B5633" w:rsidRPr="008B5633" w:rsidRDefault="008B5633" w:rsidP="008B5633">
      <w:r w:rsidRPr="008B5633">
        <w:t xml:space="preserve">Part 9 – </w:t>
      </w:r>
      <w:r w:rsidR="00C5261D" w:rsidRPr="008807DF">
        <w:t>Reference hardware description</w:t>
      </w:r>
    </w:p>
    <w:p w:rsidR="008B5633" w:rsidRPr="008B5633" w:rsidRDefault="008B5633" w:rsidP="008B5633">
      <w:r w:rsidRPr="008B5633">
        <w:t xml:space="preserve">Part 10 – </w:t>
      </w:r>
      <w:r w:rsidR="00C5261D" w:rsidRPr="008807DF">
        <w:t>Advanced Video Coding</w:t>
      </w:r>
    </w:p>
    <w:p w:rsidR="008B5633" w:rsidRPr="008B5633" w:rsidRDefault="008B5633" w:rsidP="008B5633">
      <w:r w:rsidRPr="008B5633">
        <w:t xml:space="preserve">Part 11 – </w:t>
      </w:r>
      <w:r w:rsidR="00C5261D" w:rsidRPr="008807DF">
        <w:t>Scene description and application engine</w:t>
      </w:r>
    </w:p>
    <w:p w:rsidR="008B5633" w:rsidRPr="008B5633" w:rsidRDefault="008B5633" w:rsidP="008B5633">
      <w:r w:rsidRPr="008B5633">
        <w:t xml:space="preserve">Part 12 – </w:t>
      </w:r>
      <w:r w:rsidR="00C5261D" w:rsidRPr="0036419A">
        <w:t>ISO base media file format</w:t>
      </w:r>
    </w:p>
    <w:p w:rsidR="008B5633" w:rsidRPr="008B5633" w:rsidRDefault="008B5633" w:rsidP="008B5633">
      <w:r w:rsidRPr="008B5633">
        <w:t xml:space="preserve">Part 13 – </w:t>
      </w:r>
      <w:r w:rsidR="00C5261D" w:rsidRPr="008807DF">
        <w:t>Intellectual Property Management and Protection (IPMP) extensions</w:t>
      </w:r>
    </w:p>
    <w:p w:rsidR="008B5633" w:rsidRPr="00C5261D" w:rsidRDefault="008B5633" w:rsidP="008B5633">
      <w:r w:rsidRPr="008B5633">
        <w:t xml:space="preserve">Part 14 – </w:t>
      </w:r>
      <w:r w:rsidR="00C5261D" w:rsidRPr="00C5261D">
        <w:t>MP4 file format</w:t>
      </w:r>
    </w:p>
    <w:p w:rsidR="008B5633" w:rsidRPr="008B5633" w:rsidRDefault="008B5633" w:rsidP="008B5633">
      <w:r w:rsidRPr="008B5633">
        <w:t xml:space="preserve">Part 15 – </w:t>
      </w:r>
      <w:r w:rsidR="009801B2" w:rsidRPr="009801B2">
        <w:t>Carriage of NAL unit structured video in the ISOBMFF</w:t>
      </w:r>
    </w:p>
    <w:p w:rsidR="008B5633" w:rsidRPr="008B5633" w:rsidRDefault="008B5633" w:rsidP="008B5633">
      <w:r w:rsidRPr="008B5633">
        <w:t xml:space="preserve">Part 16 – </w:t>
      </w:r>
      <w:r w:rsidR="00C5261D" w:rsidRPr="008807DF">
        <w:t>Animation Framework eXtension (AFX)</w:t>
      </w:r>
    </w:p>
    <w:p w:rsidR="008B5633" w:rsidRPr="008B5633" w:rsidRDefault="008B5633" w:rsidP="008B5633">
      <w:r w:rsidRPr="008B5633">
        <w:t xml:space="preserve">Part 17 – </w:t>
      </w:r>
      <w:r w:rsidR="00C5261D" w:rsidRPr="008807DF">
        <w:t>Streaming text format</w:t>
      </w:r>
    </w:p>
    <w:p w:rsidR="008B5633" w:rsidRPr="008B5633" w:rsidRDefault="008B5633" w:rsidP="008B5633">
      <w:r w:rsidRPr="008B5633">
        <w:t xml:space="preserve">Part 18 – </w:t>
      </w:r>
      <w:r w:rsidR="00C5261D" w:rsidRPr="008807DF">
        <w:t>Font compression and streaming</w:t>
      </w:r>
    </w:p>
    <w:p w:rsidR="008B5633" w:rsidRPr="008B5633" w:rsidRDefault="008B5633" w:rsidP="008B5633">
      <w:r w:rsidRPr="008B5633">
        <w:t xml:space="preserve">Part 19 – </w:t>
      </w:r>
      <w:r w:rsidR="00C5261D" w:rsidRPr="008807DF">
        <w:t>Synthesised texture stream</w:t>
      </w:r>
    </w:p>
    <w:p w:rsidR="008B5633" w:rsidRPr="008B5633" w:rsidRDefault="008B5633" w:rsidP="008B5633">
      <w:r w:rsidRPr="008B5633">
        <w:t>Part 20 –</w:t>
      </w:r>
      <w:r w:rsidR="00C5261D">
        <w:t xml:space="preserve"> </w:t>
      </w:r>
      <w:r w:rsidR="00C5261D" w:rsidRPr="008807DF">
        <w:t>Lightweight Application Scene Representation (LASeR) and Simple Aggregation Format (SAF)</w:t>
      </w:r>
    </w:p>
    <w:p w:rsidR="008B5633" w:rsidRPr="00C5261D" w:rsidRDefault="008B5633" w:rsidP="008B5633">
      <w:r w:rsidRPr="00C5261D">
        <w:t xml:space="preserve">Part 21 – </w:t>
      </w:r>
      <w:r w:rsidR="00C5261D" w:rsidRPr="008807DF">
        <w:rPr>
          <w:iCs/>
        </w:rPr>
        <w:t>MPEG-J Graphics Framework eXtensions (GFX)</w:t>
      </w:r>
    </w:p>
    <w:p w:rsidR="008B5633" w:rsidRPr="00C5261D" w:rsidRDefault="008B5633" w:rsidP="008B5633">
      <w:r w:rsidRPr="00C5261D">
        <w:t xml:space="preserve">Part 22 – </w:t>
      </w:r>
      <w:r w:rsidR="00C5261D" w:rsidRPr="008807DF">
        <w:t>Open Font Format</w:t>
      </w:r>
    </w:p>
    <w:p w:rsidR="008B5633" w:rsidRPr="00C5261D" w:rsidRDefault="008B5633" w:rsidP="008B5633">
      <w:r w:rsidRPr="00C5261D">
        <w:t xml:space="preserve">Part 23 – </w:t>
      </w:r>
      <w:r w:rsidR="00C5261D" w:rsidRPr="008807DF">
        <w:t>Symbolic Music Representation</w:t>
      </w:r>
    </w:p>
    <w:p w:rsidR="008B5633" w:rsidRPr="00C5261D" w:rsidRDefault="008B5633" w:rsidP="008B5633">
      <w:r w:rsidRPr="00C5261D">
        <w:t xml:space="preserve">Part 24 – </w:t>
      </w:r>
      <w:r w:rsidR="00C5261D" w:rsidRPr="008807DF">
        <w:t>Audio and systems interaction</w:t>
      </w:r>
    </w:p>
    <w:p w:rsidR="008B5633" w:rsidRPr="00C5261D" w:rsidRDefault="008B5633" w:rsidP="008B5633">
      <w:r w:rsidRPr="00C5261D">
        <w:t xml:space="preserve">Part 25 – </w:t>
      </w:r>
      <w:r w:rsidR="00C5261D" w:rsidRPr="00C5261D">
        <w:t>3D Graphics Compression Model</w:t>
      </w:r>
    </w:p>
    <w:p w:rsidR="008B5633" w:rsidRPr="008B5633" w:rsidRDefault="008B5633" w:rsidP="008B5633">
      <w:pPr>
        <w:rPr>
          <w:lang w:val="fr-FR"/>
        </w:rPr>
      </w:pPr>
      <w:r w:rsidRPr="008B5633">
        <w:rPr>
          <w:lang w:val="fr-FR"/>
        </w:rPr>
        <w:t xml:space="preserve">Part </w:t>
      </w:r>
      <w:r>
        <w:rPr>
          <w:lang w:val="fr-FR"/>
        </w:rPr>
        <w:t>2</w:t>
      </w:r>
      <w:r w:rsidRPr="008B5633">
        <w:rPr>
          <w:lang w:val="fr-FR"/>
        </w:rPr>
        <w:t xml:space="preserve">6 – </w:t>
      </w:r>
      <w:r w:rsidR="00C5261D" w:rsidRPr="00C5261D">
        <w:rPr>
          <w:lang w:val="fr-FR"/>
        </w:rPr>
        <w:t>Audio conformance</w:t>
      </w:r>
    </w:p>
    <w:p w:rsidR="008B5633" w:rsidRPr="00C5261D" w:rsidRDefault="008B5633" w:rsidP="008B5633">
      <w:pPr>
        <w:rPr>
          <w:lang w:val="fr-FR"/>
        </w:rPr>
      </w:pPr>
      <w:r w:rsidRPr="008B5633">
        <w:rPr>
          <w:lang w:val="fr-FR"/>
        </w:rPr>
        <w:t xml:space="preserve">Part </w:t>
      </w:r>
      <w:r>
        <w:rPr>
          <w:lang w:val="fr-FR"/>
        </w:rPr>
        <w:t>2</w:t>
      </w:r>
      <w:r w:rsidRPr="008B5633">
        <w:rPr>
          <w:lang w:val="fr-FR"/>
        </w:rPr>
        <w:t xml:space="preserve">7 – </w:t>
      </w:r>
      <w:r w:rsidR="00C5261D" w:rsidRPr="00C5261D">
        <w:rPr>
          <w:lang w:val="fr-FR"/>
        </w:rPr>
        <w:t>3D Graphics conformance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28 – </w:t>
      </w:r>
      <w:r w:rsidR="00C5261D" w:rsidRPr="00C5261D">
        <w:rPr>
          <w:lang w:val="en-US"/>
        </w:rPr>
        <w:t>Composite font representation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29 – </w:t>
      </w:r>
      <w:r w:rsidR="00C5261D" w:rsidRPr="00C5261D">
        <w:rPr>
          <w:lang w:val="en-US"/>
        </w:rPr>
        <w:t>Web video coding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30 – </w:t>
      </w:r>
      <w:r w:rsidR="00C5261D" w:rsidRPr="008807DF">
        <w:rPr>
          <w:bCs/>
        </w:rPr>
        <w:t>Timed text and other visual overlays in ISO base media file format</w:t>
      </w:r>
    </w:p>
    <w:p w:rsidR="008B5633" w:rsidRDefault="008B5633" w:rsidP="008B5633">
      <w:pPr>
        <w:rPr>
          <w:bCs/>
        </w:rPr>
      </w:pPr>
      <w:r w:rsidRPr="00C5261D">
        <w:rPr>
          <w:lang w:val="en-US"/>
        </w:rPr>
        <w:t>Part 31 –</w:t>
      </w:r>
      <w:r w:rsidR="00C5261D" w:rsidRPr="00C5261D">
        <w:rPr>
          <w:lang w:val="en-US"/>
        </w:rPr>
        <w:t xml:space="preserve"> </w:t>
      </w:r>
      <w:r w:rsidR="00C5261D" w:rsidRPr="008807DF">
        <w:rPr>
          <w:bCs/>
        </w:rPr>
        <w:t>Video coding for browsers</w:t>
      </w:r>
    </w:p>
    <w:p w:rsidR="00571BEC" w:rsidRDefault="00571BEC" w:rsidP="008B5633">
      <w:pPr>
        <w:rPr>
          <w:bCs/>
        </w:rPr>
      </w:pPr>
      <w:r>
        <w:rPr>
          <w:bCs/>
        </w:rPr>
        <w:t xml:space="preserve">Part 32 – </w:t>
      </w:r>
      <w:r w:rsidR="005A4354" w:rsidRPr="005A4354">
        <w:rPr>
          <w:bCs/>
        </w:rPr>
        <w:t>Reference software and conformance for file formats</w:t>
      </w:r>
    </w:p>
    <w:p w:rsidR="00571BEC" w:rsidRPr="00C5261D" w:rsidRDefault="00571BEC" w:rsidP="008B5633">
      <w:pPr>
        <w:rPr>
          <w:lang w:val="en-US"/>
        </w:rPr>
      </w:pPr>
      <w:r>
        <w:rPr>
          <w:bCs/>
        </w:rPr>
        <w:t>Part 3</w:t>
      </w:r>
      <w:r w:rsidR="005A4354">
        <w:rPr>
          <w:bCs/>
        </w:rPr>
        <w:t>3</w:t>
      </w:r>
      <w:r>
        <w:rPr>
          <w:bCs/>
        </w:rPr>
        <w:t xml:space="preserve"> – Internet Video Coding</w:t>
      </w:r>
    </w:p>
    <w:p w:rsidR="006502A6" w:rsidRDefault="006502A6" w:rsidP="008B5633">
      <w:pPr>
        <w:rPr>
          <w:lang w:val="en-US"/>
        </w:rPr>
      </w:pP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>MPEG-7</w:t>
      </w:r>
      <w:r w:rsidR="00C5261D" w:rsidRPr="00C5261D">
        <w:rPr>
          <w:lang w:val="en-US"/>
        </w:rPr>
        <w:t xml:space="preserve"> ISO/IEC 15938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Multimedia content description interface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1 – </w:t>
      </w:r>
      <w:r w:rsidR="00C5261D" w:rsidRPr="008807DF">
        <w:t>Systems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2 – </w:t>
      </w:r>
      <w:r w:rsidR="00C5261D" w:rsidRPr="008807DF">
        <w:t>Description definition language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3 – </w:t>
      </w:r>
      <w:r w:rsidR="00C5261D" w:rsidRPr="008807DF">
        <w:t>Visual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4 – </w:t>
      </w:r>
      <w:r w:rsidR="00C5261D" w:rsidRPr="008807DF">
        <w:t>Audio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5 – </w:t>
      </w:r>
      <w:r w:rsidR="00C5261D" w:rsidRPr="008807DF">
        <w:t>Multimedia description schemes</w:t>
      </w:r>
    </w:p>
    <w:p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6 – </w:t>
      </w:r>
      <w:r w:rsidR="00C5261D" w:rsidRPr="008807DF">
        <w:t>Reference software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7 – </w:t>
      </w:r>
      <w:r w:rsidR="00B11238" w:rsidRPr="008807DF">
        <w:rPr>
          <w:lang w:val="de-DE"/>
        </w:rPr>
        <w:t>Conformance testing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8 – </w:t>
      </w:r>
      <w:r w:rsidR="00B11238" w:rsidRPr="008807DF">
        <w:t>Extraction and use of MPEG-7 descriptions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9 – </w:t>
      </w:r>
      <w:r w:rsidR="00B11238" w:rsidRPr="008807DF">
        <w:t>Profiles and levels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10 – </w:t>
      </w:r>
      <w:r w:rsidR="00B11238" w:rsidRPr="008807DF">
        <w:t>Schema definition</w:t>
      </w:r>
    </w:p>
    <w:p w:rsidR="008B5633" w:rsidRPr="008B5633" w:rsidRDefault="008B5633" w:rsidP="008B5633">
      <w:r w:rsidRPr="008B5633">
        <w:t xml:space="preserve">Part 11 – </w:t>
      </w:r>
      <w:r w:rsidR="00B11238" w:rsidRPr="008807DF">
        <w:t>MPEG-7 profile schemas</w:t>
      </w:r>
    </w:p>
    <w:p w:rsidR="008B5633" w:rsidRPr="008B5633" w:rsidRDefault="008B5633" w:rsidP="008B5633">
      <w:r w:rsidRPr="008B5633">
        <w:t xml:space="preserve">Part 12 – </w:t>
      </w:r>
      <w:r w:rsidR="00B11238" w:rsidRPr="008807DF">
        <w:t>Query format</w:t>
      </w:r>
    </w:p>
    <w:p w:rsidR="008B5633" w:rsidRDefault="008B5633" w:rsidP="008B5633">
      <w:r w:rsidRPr="008B5633">
        <w:t xml:space="preserve">Part 13 – </w:t>
      </w:r>
      <w:r w:rsidR="00B11238" w:rsidRPr="008807DF">
        <w:t>Compact descriptors for visual search</w:t>
      </w:r>
    </w:p>
    <w:p w:rsidR="008974C5" w:rsidRDefault="008974C5" w:rsidP="008B5633">
      <w:pPr>
        <w:rPr>
          <w:lang w:val="en-US"/>
        </w:rPr>
      </w:pPr>
      <w:r>
        <w:t xml:space="preserve">Part 14 – </w:t>
      </w:r>
      <w:r w:rsidRPr="00A44B61">
        <w:rPr>
          <w:lang w:val="en-US"/>
        </w:rPr>
        <w:t xml:space="preserve">Reference software, conformance and usage guidelines for </w:t>
      </w:r>
      <w:r>
        <w:rPr>
          <w:lang w:val="en-US"/>
        </w:rPr>
        <w:t>CDVS</w:t>
      </w:r>
    </w:p>
    <w:p w:rsidR="0036419A" w:rsidRPr="008B5633" w:rsidRDefault="0036419A" w:rsidP="008B5633">
      <w:r>
        <w:rPr>
          <w:lang w:val="en-US"/>
        </w:rPr>
        <w:t xml:space="preserve">Part 15 – </w:t>
      </w:r>
      <w:r>
        <w:t>Compact descriptors for video analysis</w:t>
      </w:r>
    </w:p>
    <w:p w:rsidR="006502A6" w:rsidRDefault="006502A6" w:rsidP="008B5633"/>
    <w:p w:rsidR="008B5633" w:rsidRDefault="008B5633" w:rsidP="008B5633">
      <w:r>
        <w:t>MPEG-21</w:t>
      </w:r>
      <w:r w:rsidR="00B11238">
        <w:t xml:space="preserve"> </w:t>
      </w:r>
      <w:r w:rsidR="00B11238" w:rsidRPr="00B11238">
        <w:t>ISO/IEC 21000</w:t>
      </w:r>
      <w:r w:rsidR="006502A6">
        <w:t xml:space="preserve"> Multimedia Framework</w:t>
      </w:r>
    </w:p>
    <w:p w:rsidR="008B5633" w:rsidRPr="007F2E7F" w:rsidRDefault="008B5633" w:rsidP="008B5633">
      <w:r>
        <w:t xml:space="preserve">Part 1 – </w:t>
      </w:r>
      <w:r w:rsidR="00B11238" w:rsidRPr="008807DF">
        <w:t>Vision, Technologies and Strategy</w:t>
      </w:r>
    </w:p>
    <w:p w:rsidR="008B5633" w:rsidRDefault="008B5633" w:rsidP="008B5633">
      <w:r>
        <w:t xml:space="preserve">Part 2 – </w:t>
      </w:r>
      <w:r w:rsidR="00B11238" w:rsidRPr="008807DF">
        <w:t>Digital Item Declaration</w:t>
      </w:r>
    </w:p>
    <w:p w:rsidR="008B5633" w:rsidRPr="00B11238" w:rsidRDefault="008B5633" w:rsidP="008B5633">
      <w:r w:rsidRPr="00B11238">
        <w:t xml:space="preserve">Part 3 – </w:t>
      </w:r>
      <w:r w:rsidR="00B11238" w:rsidRPr="008807DF">
        <w:t>Digital Item Identification</w:t>
      </w:r>
    </w:p>
    <w:p w:rsidR="008B5633" w:rsidRPr="00B11238" w:rsidRDefault="008B5633" w:rsidP="008B5633">
      <w:r w:rsidRPr="00B11238">
        <w:t xml:space="preserve">Part 4 – </w:t>
      </w:r>
      <w:r w:rsidR="00B11238" w:rsidRPr="008807DF">
        <w:t>Intellectual Property Management and Protection Components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5 – </w:t>
      </w:r>
      <w:r w:rsidR="00B11238" w:rsidRPr="008807DF">
        <w:t>Rights Expression Language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6 – </w:t>
      </w:r>
      <w:r w:rsidR="00B11238" w:rsidRPr="008807DF">
        <w:t>Rights Data Dictionary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7 – </w:t>
      </w:r>
      <w:r w:rsidR="00B11238" w:rsidRPr="008807DF">
        <w:t>Digital Item Adaptation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8 – </w:t>
      </w:r>
      <w:r w:rsidR="00B11238" w:rsidRPr="008807DF">
        <w:t>Reference Software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9 – </w:t>
      </w:r>
      <w:r w:rsidR="00B11238" w:rsidRPr="008807DF">
        <w:t>File Format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10 – </w:t>
      </w:r>
      <w:r w:rsidR="00B11238" w:rsidRPr="008807DF">
        <w:t>Digital Item Processing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11 – </w:t>
      </w:r>
      <w:r w:rsidR="00B11238" w:rsidRPr="008807DF">
        <w:t>Evaluation Methods for Persistent Association Technologies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12 – </w:t>
      </w:r>
      <w:r w:rsidR="00B11238" w:rsidRPr="008807DF">
        <w:t>Test Bed for MPEG-21 Resource Delivery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13 – </w:t>
      </w:r>
      <w:r w:rsidR="00B11238" w:rsidRPr="00B11238">
        <w:rPr>
          <w:lang w:val="en-US"/>
        </w:rPr>
        <w:t>VOID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14 – </w:t>
      </w:r>
      <w:r w:rsidR="00B11238" w:rsidRPr="008807DF">
        <w:t>Conformance Testing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15 – </w:t>
      </w:r>
      <w:r w:rsidR="00B11238" w:rsidRPr="008807DF">
        <w:t>Event Reporting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16 – </w:t>
      </w:r>
      <w:r w:rsidR="00B11238" w:rsidRPr="008807DF">
        <w:t>Binary Format</w:t>
      </w:r>
    </w:p>
    <w:p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17 – </w:t>
      </w:r>
      <w:r w:rsidR="00B11238" w:rsidRPr="008807DF">
        <w:rPr>
          <w:iCs/>
        </w:rPr>
        <w:t>Fragment Identification of MPEG Resources</w:t>
      </w:r>
    </w:p>
    <w:p w:rsidR="008B5633" w:rsidRPr="008B5633" w:rsidRDefault="008B5633" w:rsidP="008B5633">
      <w:r w:rsidRPr="008B5633">
        <w:t xml:space="preserve">Part 18 – </w:t>
      </w:r>
      <w:r w:rsidR="00B11238" w:rsidRPr="008807DF">
        <w:t>Digital Item Streaming</w:t>
      </w:r>
    </w:p>
    <w:p w:rsidR="008B5633" w:rsidRPr="008B5633" w:rsidRDefault="008B5633" w:rsidP="008B5633">
      <w:r w:rsidRPr="008B5633">
        <w:t xml:space="preserve">Part 19 – </w:t>
      </w:r>
      <w:r w:rsidR="00AB6141" w:rsidRPr="008807DF">
        <w:t>Media Value Chain Ontology</w:t>
      </w:r>
    </w:p>
    <w:p w:rsidR="008B5633" w:rsidRPr="008B5633" w:rsidRDefault="008B5633" w:rsidP="008B5633">
      <w:r w:rsidRPr="008B5633">
        <w:t>Part 20 –</w:t>
      </w:r>
      <w:r w:rsidR="00AB6141">
        <w:t xml:space="preserve"> </w:t>
      </w:r>
      <w:r w:rsidR="00AB6141" w:rsidRPr="008807DF">
        <w:t>Contract Expression Language</w:t>
      </w:r>
    </w:p>
    <w:p w:rsidR="008B5633" w:rsidRDefault="008B5633" w:rsidP="008B5633">
      <w:pPr>
        <w:rPr>
          <w:bCs/>
        </w:rPr>
      </w:pPr>
      <w:r w:rsidRPr="00B11238">
        <w:rPr>
          <w:lang w:val="en-US"/>
        </w:rPr>
        <w:t xml:space="preserve">Part 21 – </w:t>
      </w:r>
      <w:r w:rsidR="00C0144D">
        <w:rPr>
          <w:bCs/>
        </w:rPr>
        <w:t>Media Contract O</w:t>
      </w:r>
      <w:r w:rsidR="00AB6141" w:rsidRPr="008807DF">
        <w:rPr>
          <w:bCs/>
        </w:rPr>
        <w:t>ntology</w:t>
      </w:r>
    </w:p>
    <w:p w:rsidR="000230D6" w:rsidRPr="000E6032" w:rsidRDefault="000230D6" w:rsidP="000230D6">
      <w:pPr>
        <w:rPr>
          <w:lang w:val="en-US"/>
        </w:rPr>
      </w:pPr>
      <w:r>
        <w:rPr>
          <w:bCs/>
        </w:rPr>
        <w:t xml:space="preserve">Part 22 – </w:t>
      </w:r>
      <w:r>
        <w:t>User Description</w:t>
      </w:r>
    </w:p>
    <w:p w:rsidR="006502A6" w:rsidRDefault="006502A6" w:rsidP="008B5633"/>
    <w:p w:rsidR="008B5633" w:rsidRPr="00352BC4" w:rsidRDefault="008B5633" w:rsidP="008B5633">
      <w:pPr>
        <w:rPr>
          <w:lang w:val="it-IT"/>
        </w:rPr>
      </w:pPr>
      <w:r w:rsidRPr="00352BC4">
        <w:rPr>
          <w:lang w:val="it-IT"/>
        </w:rPr>
        <w:t>MPEG-A</w:t>
      </w:r>
      <w:r w:rsidR="00AB6141" w:rsidRPr="00352BC4">
        <w:rPr>
          <w:lang w:val="it-IT"/>
        </w:rPr>
        <w:t xml:space="preserve"> ISO/IEC 23000</w:t>
      </w:r>
      <w:r w:rsidR="006502A6" w:rsidRPr="00352BC4">
        <w:rPr>
          <w:lang w:val="it-IT"/>
        </w:rPr>
        <w:t xml:space="preserve"> Multimedia Application Formats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 – </w:t>
      </w:r>
      <w:r w:rsidR="00AB6141" w:rsidRPr="008807DF">
        <w:t>Purpose for multimedia application formats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2 – </w:t>
      </w:r>
      <w:r w:rsidR="00AB6141" w:rsidRPr="008807DF">
        <w:t>MPEG music player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3 – </w:t>
      </w:r>
      <w:r w:rsidR="00AB6141" w:rsidRPr="008807DF">
        <w:t>MPEG photo player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4 – </w:t>
      </w:r>
      <w:r w:rsidR="00AB6141" w:rsidRPr="008807DF">
        <w:t>Musical slide show</w:t>
      </w:r>
      <w:r w:rsidR="00AB6141" w:rsidRPr="008807DF">
        <w:rPr>
          <w:rFonts w:hint="eastAsia"/>
        </w:rPr>
        <w:t xml:space="preserve"> </w:t>
      </w:r>
      <w:r w:rsidR="00AB6141" w:rsidRPr="008807DF">
        <w:t>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5 – </w:t>
      </w:r>
      <w:r w:rsidR="00AB6141" w:rsidRPr="008807DF">
        <w:t>Media streaming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6 – </w:t>
      </w:r>
      <w:r w:rsidR="00AB6141" w:rsidRPr="008807DF">
        <w:t>Professional archival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7 – </w:t>
      </w:r>
      <w:r w:rsidR="00AB6141" w:rsidRPr="008807DF">
        <w:t>Open access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8 – </w:t>
      </w:r>
      <w:r w:rsidR="00AB6141" w:rsidRPr="00AB6141">
        <w:rPr>
          <w:lang w:val="en-US"/>
        </w:rPr>
        <w:t>Portable video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9 – </w:t>
      </w:r>
      <w:r w:rsidR="00AB6141" w:rsidRPr="008807DF">
        <w:t>Digital Multimedia Broadcasting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10 – </w:t>
      </w:r>
      <w:r w:rsidR="00AB6141" w:rsidRPr="00AB6141">
        <w:rPr>
          <w:lang w:val="en-US"/>
        </w:rPr>
        <w:t>Surveillance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11 – </w:t>
      </w:r>
      <w:r w:rsidR="00AB6141" w:rsidRPr="008807DF">
        <w:t>Stereoscopic video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12 – </w:t>
      </w:r>
      <w:r w:rsidR="00AB6141" w:rsidRPr="008807DF">
        <w:t>Interactive music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13 – </w:t>
      </w:r>
      <w:r w:rsidR="00AB6141" w:rsidRPr="008807DF">
        <w:t>Augmented reality application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14 – </w:t>
      </w:r>
      <w:r w:rsidR="00367723">
        <w:rPr>
          <w:bCs/>
        </w:rPr>
        <w:t>VOID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15 – </w:t>
      </w:r>
      <w:r w:rsidR="00AB6141" w:rsidRPr="008807DF">
        <w:rPr>
          <w:rFonts w:hint="eastAsia"/>
          <w:bCs/>
        </w:rPr>
        <w:t>Multimedia Preservation Application</w:t>
      </w:r>
      <w:r w:rsidR="00B516B5">
        <w:rPr>
          <w:bCs/>
        </w:rPr>
        <w:t xml:space="preserve"> Format</w:t>
      </w:r>
    </w:p>
    <w:p w:rsidR="008B5633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16 – </w:t>
      </w:r>
      <w:r w:rsidR="00AB6141" w:rsidRPr="00AB6141">
        <w:rPr>
          <w:lang w:val="en-US"/>
        </w:rPr>
        <w:t>Publish/Subscribe Application Format</w:t>
      </w:r>
    </w:p>
    <w:p w:rsidR="00D175F5" w:rsidRPr="00D175F5" w:rsidRDefault="00D175F5" w:rsidP="00D175F5">
      <w:pPr>
        <w:rPr>
          <w:lang w:val="en-US"/>
        </w:rPr>
      </w:pPr>
      <w:r w:rsidRPr="00D175F5">
        <w:rPr>
          <w:lang w:val="en-US"/>
        </w:rPr>
        <w:t>Part 17</w:t>
      </w:r>
      <w:r w:rsidRPr="00AB6141">
        <w:rPr>
          <w:lang w:val="en-US"/>
        </w:rPr>
        <w:t xml:space="preserve"> –</w:t>
      </w:r>
      <w:r w:rsidRPr="00D175F5">
        <w:rPr>
          <w:lang w:val="en-US"/>
        </w:rPr>
        <w:t xml:space="preserve"> Multisensorial Media Application Format</w:t>
      </w:r>
    </w:p>
    <w:p w:rsidR="00D175F5" w:rsidRDefault="00D175F5" w:rsidP="00D175F5">
      <w:pPr>
        <w:rPr>
          <w:lang w:val="en-US"/>
        </w:rPr>
      </w:pPr>
      <w:r w:rsidRPr="00D175F5">
        <w:rPr>
          <w:lang w:val="en-US"/>
        </w:rPr>
        <w:t>Part 18</w:t>
      </w:r>
      <w:r w:rsidRPr="00AB6141">
        <w:rPr>
          <w:lang w:val="en-US"/>
        </w:rPr>
        <w:t xml:space="preserve"> –</w:t>
      </w:r>
      <w:r w:rsidRPr="00D175F5">
        <w:rPr>
          <w:lang w:val="en-US"/>
        </w:rPr>
        <w:t xml:space="preserve"> Media Linking Application Format</w:t>
      </w:r>
    </w:p>
    <w:p w:rsidR="004B4248" w:rsidRPr="0036419A" w:rsidRDefault="004B4248" w:rsidP="004B4248">
      <w:pPr>
        <w:rPr>
          <w:lang w:val="en-US"/>
        </w:rPr>
      </w:pPr>
      <w:r w:rsidRPr="0036419A">
        <w:rPr>
          <w:lang w:val="en-US"/>
        </w:rPr>
        <w:t>Part 19 – Common Media Application Format</w:t>
      </w:r>
    </w:p>
    <w:p w:rsidR="005A4354" w:rsidRDefault="005A4354" w:rsidP="00D175F5">
      <w:r w:rsidRPr="0036419A">
        <w:rPr>
          <w:lang w:val="en-US"/>
        </w:rPr>
        <w:t xml:space="preserve">Part </w:t>
      </w:r>
      <w:r w:rsidR="004B4248" w:rsidRPr="0036419A">
        <w:rPr>
          <w:lang w:val="en-US"/>
        </w:rPr>
        <w:t>20</w:t>
      </w:r>
      <w:r w:rsidRPr="0036419A">
        <w:rPr>
          <w:lang w:val="en-US"/>
        </w:rPr>
        <w:t xml:space="preserve"> – </w:t>
      </w:r>
      <w:r w:rsidR="0036419A" w:rsidRPr="00CD4186">
        <w:t xml:space="preserve">Visual Identity </w:t>
      </w:r>
      <w:r w:rsidR="0036419A">
        <w:t>Application Format</w:t>
      </w:r>
    </w:p>
    <w:p w:rsidR="003F3212" w:rsidRPr="00AF13F7" w:rsidRDefault="003F3212" w:rsidP="00D175F5">
      <w:pPr>
        <w:rPr>
          <w:lang w:val="en-US"/>
        </w:rPr>
      </w:pPr>
      <w:r w:rsidRPr="00AF13F7">
        <w:rPr>
          <w:lang w:val="en-US"/>
        </w:rPr>
        <w:t xml:space="preserve">Part 21 – Visual Identity Management Application Format </w:t>
      </w:r>
    </w:p>
    <w:p w:rsidR="003F3212" w:rsidRPr="00AF13F7" w:rsidRDefault="003F3212" w:rsidP="00D175F5">
      <w:pPr>
        <w:rPr>
          <w:lang w:val="en-US"/>
        </w:rPr>
      </w:pPr>
      <w:r w:rsidRPr="00AF13F7">
        <w:rPr>
          <w:lang w:val="en-US"/>
        </w:rPr>
        <w:t>Part 22 – Multi-Image Application Format</w:t>
      </w:r>
    </w:p>
    <w:p w:rsidR="006502A6" w:rsidRPr="00AF13F7" w:rsidRDefault="006502A6" w:rsidP="008B5633">
      <w:pPr>
        <w:rPr>
          <w:lang w:val="en-US"/>
        </w:rPr>
      </w:pPr>
    </w:p>
    <w:p w:rsidR="008B5633" w:rsidRDefault="008B5633" w:rsidP="008B5633">
      <w:r>
        <w:t>MPEG-B</w:t>
      </w:r>
      <w:r w:rsidR="00AB6141">
        <w:t xml:space="preserve"> </w:t>
      </w:r>
      <w:r w:rsidR="00AB6141" w:rsidRPr="00AB6141">
        <w:t>ISO/IEC 23001</w:t>
      </w:r>
      <w:r w:rsidR="006502A6">
        <w:t xml:space="preserve"> </w:t>
      </w:r>
      <w:r w:rsidR="006502A6" w:rsidRPr="006502A6">
        <w:t xml:space="preserve">MPEG </w:t>
      </w:r>
      <w:r w:rsidR="006502A6">
        <w:t>systems</w:t>
      </w:r>
      <w:r w:rsidR="006502A6" w:rsidRPr="006502A6">
        <w:t xml:space="preserve"> technologies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 – </w:t>
      </w:r>
      <w:r w:rsidR="00AB6141" w:rsidRPr="008807DF">
        <w:t>Binary MPEG format for XML</w:t>
      </w:r>
    </w:p>
    <w:p w:rsidR="008B5633" w:rsidRPr="00AF13F7" w:rsidRDefault="008B5633" w:rsidP="008B5633">
      <w:pPr>
        <w:rPr>
          <w:lang w:val="en-US"/>
        </w:rPr>
      </w:pPr>
      <w:r w:rsidRPr="00AF13F7">
        <w:rPr>
          <w:lang w:val="en-US"/>
        </w:rPr>
        <w:t xml:space="preserve">Part 2 – </w:t>
      </w:r>
      <w:r w:rsidR="00AB6141" w:rsidRPr="00AF13F7">
        <w:rPr>
          <w:lang w:val="en-US"/>
        </w:rPr>
        <w:t>Fragment Request Units</w:t>
      </w:r>
    </w:p>
    <w:p w:rsidR="008B5633" w:rsidRPr="008B5633" w:rsidRDefault="008B5633" w:rsidP="008B5633">
      <w:pPr>
        <w:rPr>
          <w:lang w:val="fr-FR"/>
        </w:rPr>
      </w:pPr>
      <w:r w:rsidRPr="008B5633">
        <w:rPr>
          <w:lang w:val="fr-FR"/>
        </w:rPr>
        <w:t xml:space="preserve">Part 3 – </w:t>
      </w:r>
      <w:r w:rsidR="00AB6141" w:rsidRPr="008807DF">
        <w:rPr>
          <w:lang w:val="fr-FR"/>
        </w:rPr>
        <w:t>XML IPMP messages</w:t>
      </w:r>
    </w:p>
    <w:p w:rsidR="008B5633" w:rsidRPr="008B5633" w:rsidRDefault="008B5633" w:rsidP="008B5633">
      <w:pPr>
        <w:rPr>
          <w:lang w:val="fr-FR"/>
        </w:rPr>
      </w:pPr>
      <w:r w:rsidRPr="008B5633">
        <w:rPr>
          <w:lang w:val="fr-FR"/>
        </w:rPr>
        <w:t xml:space="preserve">Part 4 – </w:t>
      </w:r>
      <w:r w:rsidR="00AB6141" w:rsidRPr="00AB6141">
        <w:rPr>
          <w:lang w:val="fr-FR"/>
        </w:rPr>
        <w:t>Codec configuration representation</w:t>
      </w:r>
    </w:p>
    <w:p w:rsidR="008B5633" w:rsidRPr="00AF13F7" w:rsidRDefault="008B5633" w:rsidP="008B5633">
      <w:pPr>
        <w:rPr>
          <w:lang w:val="en-US"/>
        </w:rPr>
      </w:pPr>
      <w:r w:rsidRPr="00AF13F7">
        <w:rPr>
          <w:lang w:val="en-US"/>
        </w:rPr>
        <w:t xml:space="preserve">Part 5 – </w:t>
      </w:r>
      <w:r w:rsidR="00AB6141" w:rsidRPr="00AF13F7">
        <w:rPr>
          <w:lang w:val="en-US"/>
        </w:rPr>
        <w:t>Bitstream Syntax Description Language (BSDL)</w:t>
      </w:r>
    </w:p>
    <w:p w:rsidR="008B5633" w:rsidRPr="00AF13F7" w:rsidRDefault="008B5633" w:rsidP="008B5633">
      <w:pPr>
        <w:rPr>
          <w:lang w:val="en-US"/>
        </w:rPr>
      </w:pPr>
      <w:r w:rsidRPr="00AF13F7">
        <w:rPr>
          <w:lang w:val="en-US"/>
        </w:rPr>
        <w:t xml:space="preserve">Part 6 – </w:t>
      </w:r>
      <w:r w:rsidR="00AB6141" w:rsidRPr="00AF13F7">
        <w:rPr>
          <w:lang w:val="en-US"/>
        </w:rPr>
        <w:t>VOID</w:t>
      </w:r>
    </w:p>
    <w:p w:rsidR="008B5633" w:rsidRPr="00AF13F7" w:rsidRDefault="008B5633" w:rsidP="008B5633">
      <w:pPr>
        <w:rPr>
          <w:lang w:val="en-US"/>
        </w:rPr>
      </w:pPr>
      <w:r w:rsidRPr="00AF13F7">
        <w:rPr>
          <w:lang w:val="en-US"/>
        </w:rPr>
        <w:t xml:space="preserve">Part 7 – </w:t>
      </w:r>
      <w:r w:rsidR="00AB6141" w:rsidRPr="00AF13F7">
        <w:rPr>
          <w:lang w:val="en-US"/>
        </w:rPr>
        <w:t>Common encryption format for ISO base media file format</w:t>
      </w:r>
      <w:r w:rsidR="00AB6141" w:rsidRPr="00AF13F7">
        <w:rPr>
          <w:rFonts w:hint="eastAsia"/>
          <w:lang w:val="en-US"/>
        </w:rPr>
        <w:t xml:space="preserve"> files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8 – </w:t>
      </w:r>
      <w:r w:rsidR="00B516B5">
        <w:rPr>
          <w:bCs/>
        </w:rPr>
        <w:t>VOID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9 – </w:t>
      </w:r>
      <w:r w:rsidR="00AB6141" w:rsidRPr="008807DF">
        <w:rPr>
          <w:bCs/>
        </w:rPr>
        <w:t>Common Encryption for MPEG-2 Transport Streams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10 – </w:t>
      </w:r>
      <w:r w:rsidR="00AB6141" w:rsidRPr="008807DF">
        <w:rPr>
          <w:bCs/>
        </w:rPr>
        <w:t>Carriage of Timed Metadata Metrics of Media in ISO Base Media File Format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11 – </w:t>
      </w:r>
      <w:r w:rsidR="00AB6141" w:rsidRPr="008807DF">
        <w:rPr>
          <w:bCs/>
        </w:rPr>
        <w:t>Green metadata</w:t>
      </w:r>
    </w:p>
    <w:p w:rsidR="008B5633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12 – </w:t>
      </w:r>
      <w:r w:rsidR="00AB6141" w:rsidRPr="00AB6141">
        <w:rPr>
          <w:lang w:val="en-US"/>
        </w:rPr>
        <w:t>Sample Variants</w:t>
      </w:r>
    </w:p>
    <w:p w:rsidR="004B4248" w:rsidRDefault="004B4248" w:rsidP="008B5633">
      <w:pPr>
        <w:rPr>
          <w:lang w:val="en-US"/>
        </w:rPr>
      </w:pPr>
      <w:r w:rsidRPr="004B4248">
        <w:rPr>
          <w:lang w:val="en-US"/>
        </w:rPr>
        <w:t>Part 13 – Media Orchestration</w:t>
      </w:r>
    </w:p>
    <w:p w:rsidR="003F3212" w:rsidRPr="00AB6141" w:rsidRDefault="003F3212" w:rsidP="008B5633">
      <w:pPr>
        <w:rPr>
          <w:lang w:val="en-US"/>
        </w:rPr>
      </w:pPr>
      <w:r w:rsidRPr="003F3212">
        <w:rPr>
          <w:lang w:val="en-US"/>
        </w:rPr>
        <w:t>Part 14 – Partial File Format</w:t>
      </w:r>
    </w:p>
    <w:p w:rsidR="006502A6" w:rsidRDefault="006502A6" w:rsidP="008B5633">
      <w:pPr>
        <w:rPr>
          <w:lang w:val="en-US"/>
        </w:rPr>
      </w:pP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>MPEG-C</w:t>
      </w:r>
      <w:r w:rsidR="00AB6141" w:rsidRPr="00AB6141">
        <w:rPr>
          <w:lang w:val="en-US"/>
        </w:rPr>
        <w:t xml:space="preserve"> ISO/IEC 23002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 xml:space="preserve">MPEG </w:t>
      </w:r>
      <w:r w:rsidR="006502A6">
        <w:rPr>
          <w:lang w:val="en-US"/>
        </w:rPr>
        <w:t>video</w:t>
      </w:r>
      <w:r w:rsidR="006502A6" w:rsidRPr="006502A6">
        <w:rPr>
          <w:lang w:val="en-US"/>
        </w:rPr>
        <w:t xml:space="preserve"> technologies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 – </w:t>
      </w:r>
      <w:r w:rsidR="00AB6141" w:rsidRPr="008807DF">
        <w:t>Accuracy requirements for implementation of integer-output 8x8 inverse discrete cosine transform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2 – </w:t>
      </w:r>
      <w:r w:rsidR="00AB6141" w:rsidRPr="008807DF">
        <w:t>Fixed-point 8x8</w:t>
      </w:r>
      <w:r w:rsidR="00AB6141" w:rsidRPr="008807DF">
        <w:rPr>
          <w:rFonts w:hint="eastAsia"/>
        </w:rPr>
        <w:t xml:space="preserve"> </w:t>
      </w:r>
      <w:r w:rsidR="00AB6141" w:rsidRPr="008807DF">
        <w:t>inverse discrete cosine transform and discrete cosine transform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3 – </w:t>
      </w:r>
      <w:r w:rsidR="00AB6141" w:rsidRPr="008807DF">
        <w:t>Representation of auxiliary video streams and supplemental information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4 – </w:t>
      </w:r>
      <w:r w:rsidR="00534D88">
        <w:t>Media</w:t>
      </w:r>
      <w:r w:rsidR="00AB6141" w:rsidRPr="008807DF">
        <w:t xml:space="preserve"> tool library</w:t>
      </w:r>
    </w:p>
    <w:p w:rsidR="008B5633" w:rsidRDefault="008B5633" w:rsidP="008B5633">
      <w:r w:rsidRPr="00AB6141">
        <w:rPr>
          <w:lang w:val="en-US"/>
        </w:rPr>
        <w:t xml:space="preserve">Part 5 – </w:t>
      </w:r>
      <w:r w:rsidR="00AB6141" w:rsidRPr="008807DF">
        <w:t>Reconfigurable media coding conformance and reference software</w:t>
      </w:r>
    </w:p>
    <w:p w:rsidR="005A4354" w:rsidRPr="00AB6141" w:rsidRDefault="005A4354" w:rsidP="008B5633">
      <w:pPr>
        <w:rPr>
          <w:lang w:val="en-US"/>
        </w:rPr>
      </w:pPr>
      <w:r w:rsidRPr="005A4354">
        <w:rPr>
          <w:lang w:val="en-US"/>
        </w:rPr>
        <w:t>Part 6 – Tools for reconfigurable media coding implementations</w:t>
      </w:r>
    </w:p>
    <w:p w:rsidR="006502A6" w:rsidRDefault="006502A6" w:rsidP="008B5633">
      <w:pPr>
        <w:rPr>
          <w:lang w:val="en-US"/>
        </w:rPr>
      </w:pP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>MPEG-D</w:t>
      </w:r>
      <w:r w:rsidR="00AB6141" w:rsidRPr="00AB6141">
        <w:rPr>
          <w:lang w:val="en-US"/>
        </w:rPr>
        <w:t xml:space="preserve"> ISO/IEC 23003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MPEG audio technologies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 – </w:t>
      </w:r>
      <w:r w:rsidR="00AB6141" w:rsidRPr="008807DF">
        <w:t>MPEG Surround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2 – </w:t>
      </w:r>
      <w:r w:rsidR="00AB6141" w:rsidRPr="008807DF">
        <w:t>Spatial Audio Object Coding (SAOC)</w:t>
      </w:r>
    </w:p>
    <w:p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3 – </w:t>
      </w:r>
      <w:r w:rsidR="00AB6141" w:rsidRPr="008807DF">
        <w:t>Unified speech and audio coding</w:t>
      </w:r>
    </w:p>
    <w:p w:rsidR="00CC7BD1" w:rsidRPr="00CC7BD1" w:rsidRDefault="008B5633" w:rsidP="008B5633">
      <w:r w:rsidRPr="006502A6">
        <w:rPr>
          <w:lang w:val="en-US"/>
        </w:rPr>
        <w:t xml:space="preserve">Part 4 – </w:t>
      </w:r>
      <w:r w:rsidR="00AB6141" w:rsidRPr="008807DF">
        <w:rPr>
          <w:rFonts w:hint="eastAsia"/>
        </w:rPr>
        <w:t>Dynamic Range Control</w:t>
      </w:r>
    </w:p>
    <w:p w:rsidR="006502A6" w:rsidRDefault="006502A6" w:rsidP="008B5633">
      <w:pPr>
        <w:rPr>
          <w:lang w:val="en-US"/>
        </w:rPr>
      </w:pPr>
    </w:p>
    <w:p w:rsidR="000E6032" w:rsidRPr="006502A6" w:rsidRDefault="000E6032" w:rsidP="008B5633">
      <w:pPr>
        <w:rPr>
          <w:lang w:val="en-US"/>
        </w:rPr>
      </w:pPr>
      <w:r w:rsidRPr="006502A6">
        <w:rPr>
          <w:lang w:val="en-US"/>
        </w:rPr>
        <w:t>MPEG-E</w:t>
      </w:r>
      <w:r w:rsidR="006502A6" w:rsidRPr="006502A6">
        <w:rPr>
          <w:lang w:val="en-US"/>
        </w:rPr>
        <w:t xml:space="preserve"> </w:t>
      </w:r>
      <w:r w:rsidR="006502A6">
        <w:rPr>
          <w:lang w:val="en-US"/>
        </w:rPr>
        <w:t xml:space="preserve">ISO/IEC 23004 </w:t>
      </w:r>
      <w:r w:rsidR="006502A6" w:rsidRPr="006502A6">
        <w:rPr>
          <w:lang w:val="en-US"/>
        </w:rPr>
        <w:t>Multimedia Middleware</w:t>
      </w:r>
    </w:p>
    <w:p w:rsidR="000E6032" w:rsidRPr="006502A6" w:rsidRDefault="000E6032" w:rsidP="000E6032">
      <w:pPr>
        <w:rPr>
          <w:lang w:val="en-US"/>
        </w:rPr>
      </w:pPr>
      <w:r w:rsidRPr="006502A6">
        <w:rPr>
          <w:lang w:val="en-US"/>
        </w:rPr>
        <w:t xml:space="preserve">Part 1 – </w:t>
      </w:r>
      <w:r w:rsidR="00CC7BD1">
        <w:t>Architecture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2 – </w:t>
      </w:r>
      <w:r w:rsidR="00CC7BD1">
        <w:t>Multimedia application programming interface (API)</w:t>
      </w:r>
    </w:p>
    <w:p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3 – </w:t>
      </w:r>
      <w:r w:rsidR="00CC7BD1">
        <w:t>Component model</w:t>
      </w:r>
    </w:p>
    <w:p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4 – </w:t>
      </w:r>
      <w:r w:rsidR="00CC7BD1">
        <w:t>Resource and quality management</w:t>
      </w:r>
    </w:p>
    <w:p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5 – </w:t>
      </w:r>
      <w:r w:rsidR="00CC7BD1">
        <w:t>Component download</w:t>
      </w:r>
    </w:p>
    <w:p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6 – </w:t>
      </w:r>
      <w:r w:rsidR="00CC7BD1">
        <w:t>Fault management</w:t>
      </w:r>
    </w:p>
    <w:p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7 – </w:t>
      </w:r>
      <w:r w:rsidR="00CC7BD1">
        <w:t>System integrity management</w:t>
      </w:r>
    </w:p>
    <w:p w:rsidR="000E6032" w:rsidRDefault="000E6032" w:rsidP="000E6032">
      <w:r w:rsidRPr="0036419A">
        <w:rPr>
          <w:lang w:val="en-US"/>
        </w:rPr>
        <w:t xml:space="preserve">Part 8 – </w:t>
      </w:r>
      <w:r w:rsidR="00CC7BD1">
        <w:t>Reference software</w:t>
      </w:r>
    </w:p>
    <w:p w:rsidR="006502A6" w:rsidRDefault="006502A6" w:rsidP="008B5633">
      <w:pPr>
        <w:rPr>
          <w:lang w:val="en-US"/>
        </w:rPr>
      </w:pPr>
    </w:p>
    <w:p w:rsidR="008B5633" w:rsidRPr="00CC7BD1" w:rsidRDefault="000E6032" w:rsidP="008B5633">
      <w:pPr>
        <w:rPr>
          <w:lang w:val="en-US"/>
        </w:rPr>
      </w:pPr>
      <w:r w:rsidRPr="00CC7BD1">
        <w:rPr>
          <w:lang w:val="en-US"/>
        </w:rPr>
        <w:t>MPEG-V</w:t>
      </w:r>
      <w:r w:rsidR="00CC7BD1">
        <w:rPr>
          <w:lang w:val="en-US"/>
        </w:rPr>
        <w:t xml:space="preserve"> ISO/IEC 23005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Media context and control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1 – </w:t>
      </w:r>
      <w:r w:rsidR="00CC7BD1">
        <w:t>Architecture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2 – </w:t>
      </w:r>
      <w:r w:rsidR="00CC7BD1">
        <w:t>Control information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3 – </w:t>
      </w:r>
      <w:r w:rsidR="00CC7BD1">
        <w:t>Sensory information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4 – </w:t>
      </w:r>
      <w:r w:rsidR="00CC7BD1">
        <w:t>Virtual world object characteristics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5 – </w:t>
      </w:r>
      <w:r w:rsidR="00CC7BD1">
        <w:t>Data formats for interaction devices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6 – </w:t>
      </w:r>
      <w:r w:rsidR="00CC7BD1">
        <w:t>Common types and tools</w:t>
      </w:r>
    </w:p>
    <w:p w:rsidR="000E6032" w:rsidRDefault="000E6032" w:rsidP="000E6032">
      <w:r w:rsidRPr="00CC7BD1">
        <w:rPr>
          <w:lang w:val="en-US"/>
        </w:rPr>
        <w:t xml:space="preserve">Part 7 – </w:t>
      </w:r>
      <w:r w:rsidR="00CC7BD1">
        <w:t>Conformance and reference software</w:t>
      </w:r>
    </w:p>
    <w:p w:rsidR="006502A6" w:rsidRDefault="006502A6" w:rsidP="008B5633">
      <w:pPr>
        <w:rPr>
          <w:lang w:val="en-US"/>
        </w:rPr>
      </w:pPr>
    </w:p>
    <w:p w:rsidR="000E6032" w:rsidRPr="00CC7BD1" w:rsidRDefault="000E6032" w:rsidP="008B5633">
      <w:pPr>
        <w:rPr>
          <w:lang w:val="en-US"/>
        </w:rPr>
      </w:pPr>
      <w:r w:rsidRPr="00CC7BD1">
        <w:rPr>
          <w:lang w:val="en-US"/>
        </w:rPr>
        <w:t>MPEG-M</w:t>
      </w:r>
      <w:r w:rsidR="00CC7BD1" w:rsidRPr="00CC7BD1">
        <w:rPr>
          <w:lang w:val="en-US"/>
        </w:rPr>
        <w:t xml:space="preserve"> ISO/IEC 23006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Multimedia service platform technologies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1 – </w:t>
      </w:r>
      <w:r w:rsidR="00CC7BD1">
        <w:t>Architecture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2 – </w:t>
      </w:r>
      <w:r w:rsidR="00CC7BD1">
        <w:t>MPEG extensible middleware (MXM) API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3 – </w:t>
      </w:r>
      <w:r w:rsidR="00CC7BD1">
        <w:t>Conformance and reference software</w:t>
      </w:r>
    </w:p>
    <w:p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4 – </w:t>
      </w:r>
      <w:r w:rsidR="00CC7BD1">
        <w:t>Elementary services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5 – </w:t>
      </w:r>
      <w:r w:rsidR="00CC7BD1">
        <w:t>Service aggregation</w:t>
      </w:r>
    </w:p>
    <w:p w:rsidR="006502A6" w:rsidRDefault="006502A6" w:rsidP="008B5633">
      <w:pPr>
        <w:rPr>
          <w:lang w:val="en-US"/>
        </w:rPr>
      </w:pPr>
    </w:p>
    <w:p w:rsidR="000E6032" w:rsidRPr="00502255" w:rsidRDefault="000E6032" w:rsidP="008B5633">
      <w:pPr>
        <w:rPr>
          <w:lang w:val="en-US"/>
        </w:rPr>
      </w:pPr>
      <w:r w:rsidRPr="00502255">
        <w:rPr>
          <w:lang w:val="en-US"/>
        </w:rPr>
        <w:t>MPEG-U</w:t>
      </w:r>
      <w:r w:rsidR="00CC7BD1" w:rsidRPr="00502255">
        <w:rPr>
          <w:lang w:val="en-US"/>
        </w:rPr>
        <w:t xml:space="preserve"> ISO/IEC 23007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Rich media user interfaces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1 – </w:t>
      </w:r>
      <w:r w:rsidR="00502255" w:rsidRPr="008807DF">
        <w:t>Widgets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2 – </w:t>
      </w:r>
      <w:r w:rsidR="00502255" w:rsidRPr="008807DF">
        <w:t>Additional gestures and multimodal interaction</w:t>
      </w:r>
    </w:p>
    <w:p w:rsidR="000E6032" w:rsidRPr="006502A6" w:rsidRDefault="000E6032" w:rsidP="000E6032">
      <w:pPr>
        <w:rPr>
          <w:lang w:val="en-US"/>
        </w:rPr>
      </w:pPr>
      <w:r w:rsidRPr="006502A6">
        <w:rPr>
          <w:lang w:val="en-US"/>
        </w:rPr>
        <w:t xml:space="preserve">Part 3 – </w:t>
      </w:r>
      <w:r w:rsidR="00502255" w:rsidRPr="008807DF">
        <w:t>Conformance and reference software</w:t>
      </w:r>
    </w:p>
    <w:p w:rsidR="006502A6" w:rsidRDefault="006502A6" w:rsidP="008B5633">
      <w:pPr>
        <w:rPr>
          <w:lang w:val="en-US"/>
        </w:rPr>
      </w:pPr>
    </w:p>
    <w:p w:rsidR="000E6032" w:rsidRPr="006502A6" w:rsidRDefault="000E6032" w:rsidP="008B5633">
      <w:pPr>
        <w:rPr>
          <w:lang w:val="en-US"/>
        </w:rPr>
      </w:pPr>
      <w:r w:rsidRPr="006502A6">
        <w:rPr>
          <w:lang w:val="en-US"/>
        </w:rPr>
        <w:t>MPEG-H</w:t>
      </w:r>
      <w:r w:rsidR="006502A6" w:rsidRPr="006502A6">
        <w:rPr>
          <w:lang w:val="en-US"/>
        </w:rPr>
        <w:t xml:space="preserve"> </w:t>
      </w:r>
      <w:r w:rsidR="006502A6">
        <w:rPr>
          <w:lang w:val="en-US"/>
        </w:rPr>
        <w:t xml:space="preserve">ISO/IEC 23008 </w:t>
      </w:r>
      <w:r w:rsidR="006502A6" w:rsidRPr="006502A6">
        <w:rPr>
          <w:lang w:val="en-US"/>
        </w:rPr>
        <w:t>High efficiency coding and media delivery in heterogeneous environments</w:t>
      </w:r>
    </w:p>
    <w:p w:rsidR="000E6032" w:rsidRPr="0036419A" w:rsidRDefault="000E6032" w:rsidP="000E6032">
      <w:pPr>
        <w:rPr>
          <w:lang w:val="fr-FR"/>
        </w:rPr>
      </w:pPr>
      <w:r w:rsidRPr="0036419A">
        <w:rPr>
          <w:lang w:val="fr-FR"/>
        </w:rPr>
        <w:t xml:space="preserve">Part 1 – </w:t>
      </w:r>
      <w:r w:rsidR="00AF13F7">
        <w:rPr>
          <w:lang w:val="fr-FR"/>
        </w:rPr>
        <w:t>MPEG Media T</w:t>
      </w:r>
      <w:r w:rsidR="00502255" w:rsidRPr="0036419A">
        <w:rPr>
          <w:lang w:val="fr-FR"/>
        </w:rPr>
        <w:t>ransport (MMT)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2 – </w:t>
      </w:r>
      <w:r w:rsidR="00502255" w:rsidRPr="00502255">
        <w:rPr>
          <w:lang w:val="en-US"/>
        </w:rPr>
        <w:t>High Efficiency Video Coding</w:t>
      </w:r>
    </w:p>
    <w:p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3 – </w:t>
      </w:r>
      <w:r w:rsidR="00502255" w:rsidRPr="0036419A">
        <w:rPr>
          <w:lang w:val="en-US"/>
        </w:rPr>
        <w:t>3D Audio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4 – </w:t>
      </w:r>
      <w:r w:rsidR="00502255" w:rsidRPr="00502255">
        <w:rPr>
          <w:lang w:val="en-US"/>
        </w:rPr>
        <w:t>MMT Reference Software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5 – </w:t>
      </w:r>
      <w:r w:rsidR="00502255">
        <w:rPr>
          <w:lang w:val="en-US"/>
        </w:rPr>
        <w:t xml:space="preserve">HEVC </w:t>
      </w:r>
      <w:r w:rsidR="00502255" w:rsidRPr="00502255">
        <w:rPr>
          <w:lang w:val="en-US"/>
        </w:rPr>
        <w:t>Reference Software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6 – </w:t>
      </w:r>
      <w:r w:rsidR="00502255" w:rsidRPr="00502255">
        <w:rPr>
          <w:lang w:val="en-US"/>
        </w:rPr>
        <w:t>3D Audio Reference Software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7 – </w:t>
      </w:r>
      <w:r w:rsidR="00502255" w:rsidRPr="00502255">
        <w:rPr>
          <w:lang w:val="en-US"/>
        </w:rPr>
        <w:t>MMT Conformance</w:t>
      </w:r>
      <w:r w:rsidR="00502255" w:rsidRPr="00502255">
        <w:rPr>
          <w:bCs/>
        </w:rPr>
        <w:t xml:space="preserve"> </w:t>
      </w:r>
      <w:r w:rsidR="00502255" w:rsidRPr="008807DF">
        <w:rPr>
          <w:bCs/>
        </w:rPr>
        <w:t>Testing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8 – </w:t>
      </w:r>
      <w:r w:rsidR="00502255" w:rsidRPr="00502255">
        <w:rPr>
          <w:lang w:val="en-US"/>
        </w:rPr>
        <w:t>HEVC Conformance</w:t>
      </w:r>
      <w:r w:rsidR="00502255" w:rsidRPr="00502255">
        <w:rPr>
          <w:bCs/>
        </w:rPr>
        <w:t xml:space="preserve"> </w:t>
      </w:r>
      <w:r w:rsidR="00502255" w:rsidRPr="008807DF">
        <w:rPr>
          <w:bCs/>
        </w:rPr>
        <w:t>Testing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9 – </w:t>
      </w:r>
      <w:r w:rsidR="00502255" w:rsidRPr="00502255">
        <w:rPr>
          <w:lang w:val="en-US"/>
        </w:rPr>
        <w:t>3D Audio</w:t>
      </w:r>
      <w:r w:rsidR="00502255" w:rsidRPr="00502255">
        <w:t xml:space="preserve"> </w:t>
      </w:r>
      <w:r w:rsidR="00502255" w:rsidRPr="008807DF">
        <w:t>Conformance</w:t>
      </w:r>
      <w:r w:rsidR="00502255" w:rsidRPr="00502255">
        <w:rPr>
          <w:bCs/>
        </w:rPr>
        <w:t xml:space="preserve"> </w:t>
      </w:r>
      <w:r w:rsidR="00502255" w:rsidRPr="008807DF">
        <w:rPr>
          <w:bCs/>
        </w:rPr>
        <w:t>Testing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10 – </w:t>
      </w:r>
      <w:r w:rsidR="00502255" w:rsidRPr="008807DF">
        <w:rPr>
          <w:bCs/>
        </w:rPr>
        <w:t>MPEG Media Transport Forward Error Correction (FEC) codes</w:t>
      </w:r>
    </w:p>
    <w:p w:rsidR="000E6032" w:rsidRPr="0036419A" w:rsidRDefault="000E6032" w:rsidP="000E6032">
      <w:pPr>
        <w:rPr>
          <w:lang w:val="fr-FR"/>
        </w:rPr>
      </w:pPr>
      <w:r w:rsidRPr="0036419A">
        <w:rPr>
          <w:lang w:val="fr-FR"/>
        </w:rPr>
        <w:t xml:space="preserve">Part 11 – </w:t>
      </w:r>
      <w:r w:rsidR="00502255" w:rsidRPr="0036419A">
        <w:rPr>
          <w:bCs/>
          <w:lang w:val="fr-FR"/>
        </w:rPr>
        <w:t>MPEG Composition Information</w:t>
      </w:r>
    </w:p>
    <w:p w:rsidR="000E6032" w:rsidRPr="0036419A" w:rsidRDefault="000E6032" w:rsidP="000E6032">
      <w:pPr>
        <w:rPr>
          <w:lang w:val="fr-FR"/>
        </w:rPr>
      </w:pPr>
      <w:r w:rsidRPr="0036419A">
        <w:rPr>
          <w:lang w:val="fr-FR"/>
        </w:rPr>
        <w:t xml:space="preserve">Part 12 – </w:t>
      </w:r>
      <w:r w:rsidR="00502255" w:rsidRPr="0036419A">
        <w:rPr>
          <w:bCs/>
          <w:lang w:val="fr-FR"/>
        </w:rPr>
        <w:t>Image file format</w:t>
      </w:r>
    </w:p>
    <w:p w:rsidR="000E6032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13 – </w:t>
      </w:r>
      <w:r w:rsidR="00BA1E4C">
        <w:rPr>
          <w:lang w:val="en-US"/>
        </w:rPr>
        <w:t>MMT I</w:t>
      </w:r>
      <w:r w:rsidR="00502255" w:rsidRPr="00502255">
        <w:rPr>
          <w:lang w:val="en-US"/>
        </w:rPr>
        <w:t>mplementation guidelines</w:t>
      </w:r>
    </w:p>
    <w:p w:rsidR="00CD4186" w:rsidRDefault="00CD4186" w:rsidP="000E6032">
      <w:pPr>
        <w:rPr>
          <w:lang w:val="en-US"/>
        </w:rPr>
      </w:pPr>
      <w:r>
        <w:rPr>
          <w:lang w:val="en-US"/>
        </w:rPr>
        <w:t xml:space="preserve">Part 14 – </w:t>
      </w:r>
      <w:r w:rsidRPr="00CD4186">
        <w:rPr>
          <w:lang w:val="en-US"/>
        </w:rPr>
        <w:t>Conversion and coding practices for HDR/WCG video</w:t>
      </w:r>
    </w:p>
    <w:p w:rsidR="009A1AB7" w:rsidRPr="00502255" w:rsidRDefault="009A1AB7" w:rsidP="000E6032">
      <w:pPr>
        <w:rPr>
          <w:lang w:val="en-US"/>
        </w:rPr>
      </w:pPr>
      <w:r>
        <w:rPr>
          <w:lang w:val="en-US"/>
        </w:rPr>
        <w:t xml:space="preserve">Part 15 – </w:t>
      </w:r>
      <w:r w:rsidR="0036419A">
        <w:rPr>
          <w:lang w:val="en-CA"/>
        </w:rPr>
        <w:t>Signalling, backward compatibility and display adaptation for HDR/WCG video</w:t>
      </w:r>
    </w:p>
    <w:p w:rsidR="006502A6" w:rsidRDefault="006502A6" w:rsidP="008B5633">
      <w:pPr>
        <w:rPr>
          <w:lang w:val="en-US"/>
        </w:rPr>
      </w:pPr>
    </w:p>
    <w:p w:rsidR="000E6032" w:rsidRPr="00502255" w:rsidRDefault="000E6032" w:rsidP="008B5633">
      <w:pPr>
        <w:rPr>
          <w:lang w:val="en-US"/>
        </w:rPr>
      </w:pPr>
      <w:r w:rsidRPr="00502255">
        <w:rPr>
          <w:lang w:val="en-US"/>
        </w:rPr>
        <w:t>MPEG-DASH</w:t>
      </w:r>
      <w:r w:rsidR="00502255" w:rsidRPr="00502255">
        <w:rPr>
          <w:lang w:val="en-US"/>
        </w:rPr>
        <w:t xml:space="preserve"> ISO/IEC 23009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Dynamic adaptive streaming over HTTP (DASH)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1 – </w:t>
      </w:r>
      <w:r w:rsidR="00502255" w:rsidRPr="008807DF">
        <w:t>Media presentation description and segment formats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2 – </w:t>
      </w:r>
      <w:r w:rsidR="00502255" w:rsidRPr="008807DF">
        <w:t>Conformance and reference software</w:t>
      </w:r>
    </w:p>
    <w:p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3 – </w:t>
      </w:r>
      <w:r w:rsidR="00502255" w:rsidRPr="008807DF">
        <w:t>Implementation guidelines</w:t>
      </w:r>
    </w:p>
    <w:p w:rsidR="000E6032" w:rsidRDefault="000E6032" w:rsidP="000E6032">
      <w:r w:rsidRPr="00502255">
        <w:rPr>
          <w:lang w:val="en-US"/>
        </w:rPr>
        <w:t xml:space="preserve">Part 4 – </w:t>
      </w:r>
      <w:r w:rsidR="00502255" w:rsidRPr="008807DF">
        <w:t>Segment encryption and authentication</w:t>
      </w:r>
    </w:p>
    <w:p w:rsidR="006502A6" w:rsidRDefault="008974C5" w:rsidP="008B5633">
      <w:r>
        <w:t xml:space="preserve">Part 5 – </w:t>
      </w:r>
      <w:r w:rsidRPr="008974C5">
        <w:t>Server and Network Assisted DASH</w:t>
      </w:r>
    </w:p>
    <w:p w:rsidR="00CD4186" w:rsidRDefault="00CD4186" w:rsidP="008B5633">
      <w:r>
        <w:t xml:space="preserve">Part 6 – </w:t>
      </w:r>
      <w:r w:rsidRPr="00CD4186">
        <w:t>DASH with Server Push and WebSockets</w:t>
      </w:r>
    </w:p>
    <w:p w:rsidR="0036419A" w:rsidRDefault="0036419A" w:rsidP="008B5633">
      <w:r>
        <w:t xml:space="preserve">Part 7 – </w:t>
      </w:r>
      <w:r w:rsidRPr="0036419A">
        <w:t>Delivery of CMAF content with DASH</w:t>
      </w:r>
    </w:p>
    <w:p w:rsidR="008974C5" w:rsidRDefault="008974C5" w:rsidP="008B5633">
      <w:pPr>
        <w:rPr>
          <w:lang w:val="en-US"/>
        </w:rPr>
      </w:pPr>
    </w:p>
    <w:p w:rsidR="00310E38" w:rsidRPr="00502255" w:rsidRDefault="00310E38" w:rsidP="00310E38">
      <w:pPr>
        <w:rPr>
          <w:lang w:val="en-US"/>
        </w:rPr>
      </w:pPr>
      <w:r w:rsidRPr="00502255">
        <w:rPr>
          <w:lang w:val="en-US"/>
        </w:rPr>
        <w:t>MPEG-</w:t>
      </w:r>
      <w:r>
        <w:rPr>
          <w:lang w:val="en-US"/>
        </w:rPr>
        <w:t>I</w:t>
      </w:r>
      <w:r w:rsidRPr="00502255">
        <w:rPr>
          <w:lang w:val="en-US"/>
        </w:rPr>
        <w:t xml:space="preserve"> ISO/IEC 2309</w:t>
      </w:r>
      <w:r>
        <w:rPr>
          <w:lang w:val="en-US"/>
        </w:rPr>
        <w:t>0 Coded representation of immersive media</w:t>
      </w:r>
    </w:p>
    <w:p w:rsidR="00310E38" w:rsidRPr="00502255" w:rsidRDefault="00310E38" w:rsidP="00310E38">
      <w:pPr>
        <w:rPr>
          <w:lang w:val="en-US"/>
        </w:rPr>
      </w:pPr>
      <w:r w:rsidRPr="00502255">
        <w:rPr>
          <w:lang w:val="en-US"/>
        </w:rPr>
        <w:t>Part 1 –</w:t>
      </w:r>
      <w:r w:rsidR="00575429">
        <w:rPr>
          <w:lang w:val="en-US"/>
        </w:rPr>
        <w:t xml:space="preserve"> </w:t>
      </w:r>
      <w:r w:rsidRPr="00310E38">
        <w:rPr>
          <w:lang w:val="en-US"/>
        </w:rPr>
        <w:t>Immersive Media</w:t>
      </w:r>
      <w:r w:rsidR="00575429">
        <w:rPr>
          <w:lang w:val="en-US"/>
        </w:rPr>
        <w:t xml:space="preserve"> Architectures</w:t>
      </w:r>
    </w:p>
    <w:p w:rsidR="00310E38" w:rsidRPr="00502255" w:rsidRDefault="00310E38" w:rsidP="00310E38">
      <w:pPr>
        <w:rPr>
          <w:lang w:val="en-US"/>
        </w:rPr>
      </w:pPr>
      <w:r w:rsidRPr="00502255">
        <w:rPr>
          <w:lang w:val="en-US"/>
        </w:rPr>
        <w:t xml:space="preserve">Part 2 – </w:t>
      </w:r>
      <w:r w:rsidR="00575429">
        <w:rPr>
          <w:lang w:val="en-US"/>
        </w:rPr>
        <w:t>Omnidirectional MediA</w:t>
      </w:r>
      <w:r w:rsidR="00575429" w:rsidRPr="00310E38">
        <w:rPr>
          <w:lang w:val="en-US"/>
        </w:rPr>
        <w:t xml:space="preserve"> </w:t>
      </w:r>
      <w:r w:rsidRPr="00310E38">
        <w:rPr>
          <w:lang w:val="en-US"/>
        </w:rPr>
        <w:t xml:space="preserve">Format </w:t>
      </w:r>
    </w:p>
    <w:p w:rsidR="00310E38" w:rsidRPr="00502255" w:rsidRDefault="00310E38" w:rsidP="00310E38">
      <w:pPr>
        <w:rPr>
          <w:lang w:val="en-US"/>
        </w:rPr>
      </w:pPr>
      <w:r w:rsidRPr="00502255">
        <w:rPr>
          <w:lang w:val="en-US"/>
        </w:rPr>
        <w:t xml:space="preserve">Part 3 – </w:t>
      </w:r>
      <w:r w:rsidRPr="00310E38">
        <w:rPr>
          <w:lang w:val="en-US"/>
        </w:rPr>
        <w:t>Immersive Video</w:t>
      </w:r>
      <w:r w:rsidR="00575429">
        <w:rPr>
          <w:lang w:val="en-US"/>
        </w:rPr>
        <w:t xml:space="preserve"> Coding</w:t>
      </w:r>
    </w:p>
    <w:p w:rsidR="00310E38" w:rsidRPr="00310E38" w:rsidRDefault="00310E38" w:rsidP="00310E38">
      <w:pPr>
        <w:rPr>
          <w:lang w:val="en-US"/>
        </w:rPr>
      </w:pPr>
      <w:r w:rsidRPr="00502255">
        <w:rPr>
          <w:lang w:val="en-US"/>
        </w:rPr>
        <w:t xml:space="preserve">Part 4 – </w:t>
      </w:r>
      <w:r w:rsidRPr="00310E38">
        <w:rPr>
          <w:lang w:val="en-US"/>
        </w:rPr>
        <w:t>Immersive Audio</w:t>
      </w:r>
      <w:r w:rsidR="00575429">
        <w:rPr>
          <w:lang w:val="en-US"/>
        </w:rPr>
        <w:t xml:space="preserve"> Coding</w:t>
      </w:r>
    </w:p>
    <w:p w:rsidR="00310E38" w:rsidRPr="00310E38" w:rsidRDefault="00310E38" w:rsidP="00310E38">
      <w:pPr>
        <w:rPr>
          <w:lang w:val="en-US"/>
        </w:rPr>
      </w:pPr>
      <w:r w:rsidRPr="00310E38">
        <w:rPr>
          <w:lang w:val="en-US"/>
        </w:rPr>
        <w:t>Part 5 – Point Cloud Compression</w:t>
      </w:r>
    </w:p>
    <w:p w:rsidR="00310E38" w:rsidRDefault="00310E38" w:rsidP="008B5633"/>
    <w:p w:rsidR="00310E38" w:rsidRDefault="00310E38" w:rsidP="008B5633">
      <w:pPr>
        <w:rPr>
          <w:lang w:val="en-US"/>
        </w:rPr>
      </w:pPr>
      <w:r>
        <w:rPr>
          <w:lang w:val="en-US"/>
        </w:rPr>
        <w:t xml:space="preserve">MPEG-CICP </w:t>
      </w:r>
      <w:r w:rsidRPr="00502255">
        <w:rPr>
          <w:lang w:val="en-US"/>
        </w:rPr>
        <w:t>ISO/IEC 2309</w:t>
      </w:r>
      <w:r>
        <w:rPr>
          <w:lang w:val="en-US"/>
        </w:rPr>
        <w:t>1 Coding-Independent Code-Points</w:t>
      </w:r>
    </w:p>
    <w:p w:rsidR="00310E38" w:rsidRDefault="00310E38" w:rsidP="008B5633">
      <w:pPr>
        <w:rPr>
          <w:lang w:val="en-US"/>
        </w:rPr>
      </w:pPr>
      <w:r>
        <w:rPr>
          <w:lang w:val="en-US"/>
        </w:rPr>
        <w:t>Part 1 – Systems</w:t>
      </w:r>
    </w:p>
    <w:p w:rsidR="00310E38" w:rsidRDefault="00310E38" w:rsidP="008B5633">
      <w:pPr>
        <w:rPr>
          <w:lang w:val="en-US"/>
        </w:rPr>
      </w:pPr>
      <w:r>
        <w:rPr>
          <w:lang w:val="en-US"/>
        </w:rPr>
        <w:t>Part 2 – Video</w:t>
      </w:r>
    </w:p>
    <w:p w:rsidR="00310E38" w:rsidRDefault="00310E38" w:rsidP="008B5633">
      <w:pPr>
        <w:rPr>
          <w:lang w:val="en-US"/>
        </w:rPr>
      </w:pPr>
      <w:r>
        <w:rPr>
          <w:lang w:val="en-US"/>
        </w:rPr>
        <w:t xml:space="preserve">Part 3 – Audio </w:t>
      </w:r>
    </w:p>
    <w:p w:rsidR="00310E38" w:rsidRDefault="00310E38" w:rsidP="008B5633">
      <w:pPr>
        <w:rPr>
          <w:lang w:val="en-US"/>
        </w:rPr>
      </w:pPr>
    </w:p>
    <w:p w:rsidR="0036419A" w:rsidRDefault="0036419A" w:rsidP="008B5633">
      <w:pPr>
        <w:rPr>
          <w:lang w:val="en-US"/>
        </w:rPr>
      </w:pPr>
      <w:r>
        <w:rPr>
          <w:lang w:val="en-US"/>
        </w:rPr>
        <w:t xml:space="preserve">MPEG-G </w:t>
      </w:r>
      <w:r w:rsidRPr="00502255">
        <w:rPr>
          <w:lang w:val="en-US"/>
        </w:rPr>
        <w:t>ISO/IEC 2309</w:t>
      </w:r>
      <w:r>
        <w:rPr>
          <w:lang w:val="en-US"/>
        </w:rPr>
        <w:t>2</w:t>
      </w:r>
      <w:r w:rsidR="003A5B91">
        <w:rPr>
          <w:lang w:val="en-US"/>
        </w:rPr>
        <w:t xml:space="preserve"> </w:t>
      </w:r>
      <w:r w:rsidR="003A5B91" w:rsidRPr="0036419A">
        <w:rPr>
          <w:lang w:val="en-US"/>
        </w:rPr>
        <w:t>Genomic Information Representation</w:t>
      </w:r>
    </w:p>
    <w:p w:rsidR="0036419A" w:rsidRDefault="0036419A" w:rsidP="008B5633">
      <w:pPr>
        <w:rPr>
          <w:lang w:val="en-US"/>
        </w:rPr>
      </w:pPr>
      <w:r>
        <w:rPr>
          <w:lang w:val="en-US"/>
        </w:rPr>
        <w:t xml:space="preserve">Part 1 – </w:t>
      </w:r>
      <w:r w:rsidRPr="0036419A">
        <w:rPr>
          <w:lang w:val="en-US"/>
        </w:rPr>
        <w:t>Transport and Storage of Genomic Information</w:t>
      </w:r>
    </w:p>
    <w:p w:rsidR="0036419A" w:rsidRDefault="0036419A" w:rsidP="008B5633">
      <w:pPr>
        <w:rPr>
          <w:lang w:val="en-US"/>
        </w:rPr>
      </w:pPr>
      <w:r>
        <w:rPr>
          <w:lang w:val="en-US"/>
        </w:rPr>
        <w:t xml:space="preserve">Part 2 – </w:t>
      </w:r>
      <w:r w:rsidRPr="0036419A">
        <w:rPr>
          <w:lang w:val="en-US"/>
        </w:rPr>
        <w:t>Genomic Information Representation</w:t>
      </w:r>
    </w:p>
    <w:p w:rsidR="0036419A" w:rsidRDefault="0036419A" w:rsidP="008B5633">
      <w:pPr>
        <w:rPr>
          <w:lang w:val="en-US"/>
        </w:rPr>
      </w:pPr>
      <w:r>
        <w:rPr>
          <w:lang w:val="en-US"/>
        </w:rPr>
        <w:t xml:space="preserve">Part 3 – API for </w:t>
      </w:r>
      <w:r w:rsidRPr="0036419A">
        <w:rPr>
          <w:lang w:val="en-US"/>
        </w:rPr>
        <w:t>Genomic Information Representation</w:t>
      </w:r>
    </w:p>
    <w:p w:rsidR="00575429" w:rsidRDefault="00575429" w:rsidP="008B5633">
      <w:pPr>
        <w:rPr>
          <w:lang w:val="en-US"/>
        </w:rPr>
      </w:pPr>
      <w:r>
        <w:rPr>
          <w:lang w:val="en-US"/>
        </w:rPr>
        <w:t>Part 4 – Reference Software</w:t>
      </w:r>
    </w:p>
    <w:p w:rsidR="00575429" w:rsidRDefault="00575429" w:rsidP="008B5633">
      <w:pPr>
        <w:rPr>
          <w:lang w:val="en-US"/>
        </w:rPr>
      </w:pPr>
      <w:r>
        <w:rPr>
          <w:lang w:val="en-US"/>
        </w:rPr>
        <w:t xml:space="preserve">Part 5 – Conformance </w:t>
      </w:r>
    </w:p>
    <w:p w:rsidR="0036419A" w:rsidRDefault="0036419A" w:rsidP="008B5633">
      <w:pPr>
        <w:rPr>
          <w:lang w:val="en-US"/>
        </w:rPr>
      </w:pPr>
    </w:p>
    <w:p w:rsidR="00575429" w:rsidRDefault="00575429" w:rsidP="00575429">
      <w:pPr>
        <w:rPr>
          <w:lang w:val="en-US"/>
        </w:rPr>
      </w:pPr>
      <w:r>
        <w:rPr>
          <w:lang w:val="en-US"/>
        </w:rPr>
        <w:t>MPEG-</w:t>
      </w:r>
      <w:r w:rsidR="0090365F">
        <w:rPr>
          <w:lang w:val="en-US"/>
        </w:rPr>
        <w:t>IoMT</w:t>
      </w:r>
      <w:r>
        <w:rPr>
          <w:lang w:val="en-US"/>
        </w:rPr>
        <w:t xml:space="preserve"> </w:t>
      </w:r>
      <w:r w:rsidRPr="00502255">
        <w:rPr>
          <w:lang w:val="en-US"/>
        </w:rPr>
        <w:t>ISO/IEC 2309</w:t>
      </w:r>
      <w:r>
        <w:rPr>
          <w:lang w:val="en-US"/>
        </w:rPr>
        <w:t>3 Internet of Media Things</w:t>
      </w:r>
    </w:p>
    <w:p w:rsidR="00575429" w:rsidRPr="00575429" w:rsidRDefault="00575429" w:rsidP="00575429">
      <w:pPr>
        <w:rPr>
          <w:lang w:val="en-US"/>
        </w:rPr>
      </w:pPr>
      <w:r>
        <w:rPr>
          <w:lang w:val="en-US"/>
        </w:rPr>
        <w:t xml:space="preserve">Part 1 – </w:t>
      </w:r>
      <w:r w:rsidRPr="00575429">
        <w:rPr>
          <w:lang w:val="en-US"/>
        </w:rPr>
        <w:t>IoMT Architecture</w:t>
      </w:r>
    </w:p>
    <w:p w:rsidR="00575429" w:rsidRPr="00575429" w:rsidRDefault="00575429" w:rsidP="00575429">
      <w:pPr>
        <w:rPr>
          <w:lang w:val="en-US"/>
        </w:rPr>
      </w:pPr>
      <w:r>
        <w:rPr>
          <w:lang w:val="en-US"/>
        </w:rPr>
        <w:t xml:space="preserve">Part 2 – </w:t>
      </w:r>
      <w:r w:rsidRPr="00575429">
        <w:rPr>
          <w:lang w:val="en-US"/>
        </w:rPr>
        <w:t>IoMT Discov</w:t>
      </w:r>
      <w:r>
        <w:rPr>
          <w:lang w:val="en-US"/>
        </w:rPr>
        <w:t>ery and Communication</w:t>
      </w:r>
      <w:r w:rsidRPr="00575429">
        <w:rPr>
          <w:lang w:val="en-US"/>
        </w:rPr>
        <w:t xml:space="preserve"> API</w:t>
      </w:r>
    </w:p>
    <w:p w:rsidR="00575429" w:rsidRDefault="00575429" w:rsidP="00575429">
      <w:pPr>
        <w:rPr>
          <w:lang w:val="en-US"/>
        </w:rPr>
      </w:pPr>
      <w:r>
        <w:rPr>
          <w:lang w:val="en-US"/>
        </w:rPr>
        <w:t>Part 3 – IoMT Media Data F</w:t>
      </w:r>
      <w:r w:rsidRPr="00575429">
        <w:rPr>
          <w:lang w:val="en-US"/>
        </w:rPr>
        <w:t>orm</w:t>
      </w:r>
      <w:r>
        <w:rPr>
          <w:lang w:val="en-US"/>
        </w:rPr>
        <w:t>ats</w:t>
      </w:r>
      <w:r w:rsidRPr="00575429">
        <w:rPr>
          <w:lang w:val="en-US"/>
        </w:rPr>
        <w:t xml:space="preserve"> </w:t>
      </w:r>
      <w:r>
        <w:rPr>
          <w:lang w:val="en-US"/>
        </w:rPr>
        <w:t>and</w:t>
      </w:r>
      <w:r w:rsidRPr="00575429">
        <w:rPr>
          <w:lang w:val="en-US"/>
        </w:rPr>
        <w:t xml:space="preserve"> API</w:t>
      </w:r>
    </w:p>
    <w:p w:rsidR="00575429" w:rsidRDefault="00575429" w:rsidP="00575429">
      <w:pPr>
        <w:rPr>
          <w:lang w:val="en-US"/>
        </w:rPr>
      </w:pPr>
    </w:p>
    <w:p w:rsidR="000E6032" w:rsidRPr="00502255" w:rsidRDefault="000E6032" w:rsidP="008B5633">
      <w:pPr>
        <w:rPr>
          <w:lang w:val="en-US"/>
        </w:rPr>
      </w:pPr>
      <w:r w:rsidRPr="00502255">
        <w:rPr>
          <w:lang w:val="en-US"/>
        </w:rPr>
        <w:t>Explorations</w:t>
      </w:r>
    </w:p>
    <w:p w:rsidR="00575429" w:rsidRDefault="00575429" w:rsidP="00575429">
      <w:pPr>
        <w:numPr>
          <w:ilvl w:val="0"/>
          <w:numId w:val="30"/>
        </w:numPr>
      </w:pPr>
      <w:r w:rsidRPr="00575429">
        <w:t xml:space="preserve">Advance signalling of MPEG containers content </w:t>
      </w:r>
    </w:p>
    <w:p w:rsidR="00352BC4" w:rsidRDefault="00352BC4" w:rsidP="00352BC4">
      <w:pPr>
        <w:numPr>
          <w:ilvl w:val="0"/>
          <w:numId w:val="30"/>
        </w:numPr>
      </w:pPr>
      <w:bookmarkStart w:id="0" w:name="_GoBack"/>
      <w:r>
        <w:t>Digital r</w:t>
      </w:r>
      <w:r w:rsidRPr="00352BC4">
        <w:t>epresentation of neural networks</w:t>
      </w:r>
    </w:p>
    <w:bookmarkEnd w:id="0"/>
    <w:p w:rsidR="005A4354" w:rsidRDefault="005A4354" w:rsidP="00575429">
      <w:pPr>
        <w:numPr>
          <w:ilvl w:val="0"/>
          <w:numId w:val="30"/>
        </w:numPr>
      </w:pPr>
      <w:r>
        <w:t>Future Video Coding</w:t>
      </w:r>
    </w:p>
    <w:p w:rsidR="00575429" w:rsidRPr="003F3212" w:rsidRDefault="003F3212" w:rsidP="00575429">
      <w:pPr>
        <w:numPr>
          <w:ilvl w:val="0"/>
          <w:numId w:val="30"/>
        </w:numPr>
      </w:pPr>
      <w:r>
        <w:rPr>
          <w:lang w:val="en-US"/>
        </w:rPr>
        <w:t>Hybrid Natural/Synthetic Scene Container</w:t>
      </w:r>
    </w:p>
    <w:p w:rsidR="003F3212" w:rsidRDefault="003F3212" w:rsidP="00575429">
      <w:pPr>
        <w:numPr>
          <w:ilvl w:val="0"/>
          <w:numId w:val="30"/>
        </w:numPr>
      </w:pPr>
      <w:r>
        <w:rPr>
          <w:lang w:val="de-DE"/>
        </w:rPr>
        <w:t>Network Based Media Processing</w:t>
      </w:r>
    </w:p>
    <w:p w:rsidR="00575429" w:rsidRDefault="00575429" w:rsidP="00575429">
      <w:pPr>
        <w:numPr>
          <w:ilvl w:val="0"/>
          <w:numId w:val="30"/>
        </w:numPr>
      </w:pPr>
      <w:r>
        <w:t>Network Distributed Video Coding</w:t>
      </w:r>
    </w:p>
    <w:sectPr w:rsidR="00575429" w:rsidSect="0060019F">
      <w:pgSz w:w="12240" w:h="15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20B0502040204020203"/>
    <w:charset w:val="01"/>
    <w:family w:val="roman"/>
    <w:notTrueType/>
    <w:pitch w:val="variable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85651"/>
    <w:multiLevelType w:val="hybridMultilevel"/>
    <w:tmpl w:val="72C8C6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3"/>
  </w:num>
  <w:num w:numId="4">
    <w:abstractNumId w:val="8"/>
  </w:num>
  <w:num w:numId="5">
    <w:abstractNumId w:val="18"/>
  </w:num>
  <w:num w:numId="6">
    <w:abstractNumId w:val="29"/>
  </w:num>
  <w:num w:numId="7">
    <w:abstractNumId w:val="20"/>
  </w:num>
  <w:num w:numId="8">
    <w:abstractNumId w:val="3"/>
  </w:num>
  <w:num w:numId="9">
    <w:abstractNumId w:val="5"/>
  </w:num>
  <w:num w:numId="10">
    <w:abstractNumId w:val="12"/>
  </w:num>
  <w:num w:numId="11">
    <w:abstractNumId w:val="21"/>
  </w:num>
  <w:num w:numId="12">
    <w:abstractNumId w:val="14"/>
  </w:num>
  <w:num w:numId="13">
    <w:abstractNumId w:val="0"/>
  </w:num>
  <w:num w:numId="14">
    <w:abstractNumId w:val="10"/>
  </w:num>
  <w:num w:numId="15">
    <w:abstractNumId w:val="27"/>
  </w:num>
  <w:num w:numId="16">
    <w:abstractNumId w:val="13"/>
  </w:num>
  <w:num w:numId="17">
    <w:abstractNumId w:val="9"/>
  </w:num>
  <w:num w:numId="18">
    <w:abstractNumId w:val="6"/>
  </w:num>
  <w:num w:numId="19">
    <w:abstractNumId w:val="4"/>
  </w:num>
  <w:num w:numId="20">
    <w:abstractNumId w:val="11"/>
  </w:num>
  <w:num w:numId="21">
    <w:abstractNumId w:val="17"/>
  </w:num>
  <w:num w:numId="22">
    <w:abstractNumId w:val="24"/>
  </w:num>
  <w:num w:numId="23">
    <w:abstractNumId w:val="15"/>
  </w:num>
  <w:num w:numId="24">
    <w:abstractNumId w:val="22"/>
  </w:num>
  <w:num w:numId="25">
    <w:abstractNumId w:val="25"/>
  </w:num>
  <w:num w:numId="26">
    <w:abstractNumId w:val="1"/>
  </w:num>
  <w:num w:numId="27">
    <w:abstractNumId w:val="16"/>
  </w:num>
  <w:num w:numId="28">
    <w:abstractNumId w:val="26"/>
  </w:num>
  <w:num w:numId="29">
    <w:abstractNumId w:val="19"/>
  </w:num>
  <w:num w:numId="3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633"/>
    <w:rsid w:val="00002217"/>
    <w:rsid w:val="0001512E"/>
    <w:rsid w:val="00020C69"/>
    <w:rsid w:val="000230D6"/>
    <w:rsid w:val="0002499C"/>
    <w:rsid w:val="00030AD0"/>
    <w:rsid w:val="00032A0E"/>
    <w:rsid w:val="000360D3"/>
    <w:rsid w:val="00045D8C"/>
    <w:rsid w:val="00057009"/>
    <w:rsid w:val="00057DA2"/>
    <w:rsid w:val="0006001F"/>
    <w:rsid w:val="00064720"/>
    <w:rsid w:val="000778F8"/>
    <w:rsid w:val="00080DAC"/>
    <w:rsid w:val="0008288E"/>
    <w:rsid w:val="00093F5A"/>
    <w:rsid w:val="000C5808"/>
    <w:rsid w:val="000D58DC"/>
    <w:rsid w:val="000E6032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4896"/>
    <w:rsid w:val="001920B7"/>
    <w:rsid w:val="00193068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72D6B"/>
    <w:rsid w:val="002739A4"/>
    <w:rsid w:val="00277626"/>
    <w:rsid w:val="0028470C"/>
    <w:rsid w:val="002869A6"/>
    <w:rsid w:val="00286C15"/>
    <w:rsid w:val="0028710D"/>
    <w:rsid w:val="002A6BFB"/>
    <w:rsid w:val="002B2FD2"/>
    <w:rsid w:val="002C7F0F"/>
    <w:rsid w:val="002D5BA5"/>
    <w:rsid w:val="002D7993"/>
    <w:rsid w:val="002E02B6"/>
    <w:rsid w:val="0030631B"/>
    <w:rsid w:val="00310E38"/>
    <w:rsid w:val="00317A4B"/>
    <w:rsid w:val="0033190F"/>
    <w:rsid w:val="00352BC4"/>
    <w:rsid w:val="00356B5B"/>
    <w:rsid w:val="003573DE"/>
    <w:rsid w:val="0036419A"/>
    <w:rsid w:val="003649B0"/>
    <w:rsid w:val="0036721F"/>
    <w:rsid w:val="00367723"/>
    <w:rsid w:val="00367F09"/>
    <w:rsid w:val="00373451"/>
    <w:rsid w:val="00385EA4"/>
    <w:rsid w:val="00391E9B"/>
    <w:rsid w:val="00396830"/>
    <w:rsid w:val="003976B4"/>
    <w:rsid w:val="003A3207"/>
    <w:rsid w:val="003A4030"/>
    <w:rsid w:val="003A5B91"/>
    <w:rsid w:val="003C0AEC"/>
    <w:rsid w:val="003C2BAB"/>
    <w:rsid w:val="003C7AB6"/>
    <w:rsid w:val="003E1E52"/>
    <w:rsid w:val="003F3212"/>
    <w:rsid w:val="003F6E4A"/>
    <w:rsid w:val="00400239"/>
    <w:rsid w:val="004060ED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A44EF"/>
    <w:rsid w:val="004A5585"/>
    <w:rsid w:val="004B4248"/>
    <w:rsid w:val="004D2FF8"/>
    <w:rsid w:val="004E0C82"/>
    <w:rsid w:val="004E1E01"/>
    <w:rsid w:val="004E5FB5"/>
    <w:rsid w:val="004F07E3"/>
    <w:rsid w:val="004F0ACC"/>
    <w:rsid w:val="004F593C"/>
    <w:rsid w:val="00502255"/>
    <w:rsid w:val="005132BF"/>
    <w:rsid w:val="00516F9C"/>
    <w:rsid w:val="0052544E"/>
    <w:rsid w:val="00534D88"/>
    <w:rsid w:val="0054391B"/>
    <w:rsid w:val="005565BE"/>
    <w:rsid w:val="00557EDB"/>
    <w:rsid w:val="00571BEC"/>
    <w:rsid w:val="00573821"/>
    <w:rsid w:val="00574298"/>
    <w:rsid w:val="00575429"/>
    <w:rsid w:val="005769BD"/>
    <w:rsid w:val="00585F50"/>
    <w:rsid w:val="005A05C0"/>
    <w:rsid w:val="005A1575"/>
    <w:rsid w:val="005A2449"/>
    <w:rsid w:val="005A4354"/>
    <w:rsid w:val="005B0DB3"/>
    <w:rsid w:val="005B7CBC"/>
    <w:rsid w:val="005C42D8"/>
    <w:rsid w:val="005D1A6F"/>
    <w:rsid w:val="005D561E"/>
    <w:rsid w:val="005E1400"/>
    <w:rsid w:val="005F1192"/>
    <w:rsid w:val="005F368D"/>
    <w:rsid w:val="0060019F"/>
    <w:rsid w:val="0060632A"/>
    <w:rsid w:val="006074A9"/>
    <w:rsid w:val="00625A92"/>
    <w:rsid w:val="006323E5"/>
    <w:rsid w:val="00632565"/>
    <w:rsid w:val="0063664B"/>
    <w:rsid w:val="00643BD9"/>
    <w:rsid w:val="006502A6"/>
    <w:rsid w:val="00650C9A"/>
    <w:rsid w:val="00660793"/>
    <w:rsid w:val="00663F2C"/>
    <w:rsid w:val="00685762"/>
    <w:rsid w:val="00686EE6"/>
    <w:rsid w:val="006A019E"/>
    <w:rsid w:val="006B0202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212F6"/>
    <w:rsid w:val="00727E5A"/>
    <w:rsid w:val="007320EA"/>
    <w:rsid w:val="0074220F"/>
    <w:rsid w:val="00770292"/>
    <w:rsid w:val="007B7543"/>
    <w:rsid w:val="007C2514"/>
    <w:rsid w:val="007C2FE6"/>
    <w:rsid w:val="007C5EA3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5BED"/>
    <w:rsid w:val="008177EE"/>
    <w:rsid w:val="0082116C"/>
    <w:rsid w:val="008312FD"/>
    <w:rsid w:val="008362E7"/>
    <w:rsid w:val="00856680"/>
    <w:rsid w:val="00857533"/>
    <w:rsid w:val="0086455B"/>
    <w:rsid w:val="00865788"/>
    <w:rsid w:val="00875139"/>
    <w:rsid w:val="008757DF"/>
    <w:rsid w:val="00887E3F"/>
    <w:rsid w:val="00892954"/>
    <w:rsid w:val="008974C5"/>
    <w:rsid w:val="008A709A"/>
    <w:rsid w:val="008B553A"/>
    <w:rsid w:val="008B5633"/>
    <w:rsid w:val="008D63C4"/>
    <w:rsid w:val="008D6636"/>
    <w:rsid w:val="008E2AD5"/>
    <w:rsid w:val="008E3896"/>
    <w:rsid w:val="008E7E59"/>
    <w:rsid w:val="008F3624"/>
    <w:rsid w:val="0090365F"/>
    <w:rsid w:val="00903750"/>
    <w:rsid w:val="00911052"/>
    <w:rsid w:val="009156C9"/>
    <w:rsid w:val="00915EE0"/>
    <w:rsid w:val="0091630B"/>
    <w:rsid w:val="009264CB"/>
    <w:rsid w:val="00930B03"/>
    <w:rsid w:val="00930EF2"/>
    <w:rsid w:val="009315F3"/>
    <w:rsid w:val="00937076"/>
    <w:rsid w:val="00942FA1"/>
    <w:rsid w:val="009438F9"/>
    <w:rsid w:val="009502E5"/>
    <w:rsid w:val="00951E3B"/>
    <w:rsid w:val="00957B1F"/>
    <w:rsid w:val="00964C27"/>
    <w:rsid w:val="00972379"/>
    <w:rsid w:val="00976358"/>
    <w:rsid w:val="0097742E"/>
    <w:rsid w:val="009801B2"/>
    <w:rsid w:val="0099638F"/>
    <w:rsid w:val="00996ED4"/>
    <w:rsid w:val="009A1AB7"/>
    <w:rsid w:val="009B7467"/>
    <w:rsid w:val="009C2439"/>
    <w:rsid w:val="009C3B82"/>
    <w:rsid w:val="009D0066"/>
    <w:rsid w:val="009D2F2A"/>
    <w:rsid w:val="009D67CD"/>
    <w:rsid w:val="009D69C4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B6141"/>
    <w:rsid w:val="00AD3156"/>
    <w:rsid w:val="00AE175E"/>
    <w:rsid w:val="00AE5BF6"/>
    <w:rsid w:val="00AE7428"/>
    <w:rsid w:val="00AF13F7"/>
    <w:rsid w:val="00B11238"/>
    <w:rsid w:val="00B12E14"/>
    <w:rsid w:val="00B21FC6"/>
    <w:rsid w:val="00B22D13"/>
    <w:rsid w:val="00B45CC1"/>
    <w:rsid w:val="00B51063"/>
    <w:rsid w:val="00B514B8"/>
    <w:rsid w:val="00B516B5"/>
    <w:rsid w:val="00B62CD2"/>
    <w:rsid w:val="00B72387"/>
    <w:rsid w:val="00BA1E4C"/>
    <w:rsid w:val="00BB53D3"/>
    <w:rsid w:val="00BD4E34"/>
    <w:rsid w:val="00C00A61"/>
    <w:rsid w:val="00C0144D"/>
    <w:rsid w:val="00C10A59"/>
    <w:rsid w:val="00C117CF"/>
    <w:rsid w:val="00C433F5"/>
    <w:rsid w:val="00C5261D"/>
    <w:rsid w:val="00C530BD"/>
    <w:rsid w:val="00C666E8"/>
    <w:rsid w:val="00C81B9E"/>
    <w:rsid w:val="00C930D9"/>
    <w:rsid w:val="00CA1BC4"/>
    <w:rsid w:val="00CA66EB"/>
    <w:rsid w:val="00CC1558"/>
    <w:rsid w:val="00CC1CE8"/>
    <w:rsid w:val="00CC2EA8"/>
    <w:rsid w:val="00CC2F3F"/>
    <w:rsid w:val="00CC654F"/>
    <w:rsid w:val="00CC7BD1"/>
    <w:rsid w:val="00CD22B1"/>
    <w:rsid w:val="00CD2C38"/>
    <w:rsid w:val="00CD4186"/>
    <w:rsid w:val="00CE372E"/>
    <w:rsid w:val="00CF3FD2"/>
    <w:rsid w:val="00D15E90"/>
    <w:rsid w:val="00D15EFB"/>
    <w:rsid w:val="00D175F5"/>
    <w:rsid w:val="00D20036"/>
    <w:rsid w:val="00D22C70"/>
    <w:rsid w:val="00D6054D"/>
    <w:rsid w:val="00D63663"/>
    <w:rsid w:val="00D664D3"/>
    <w:rsid w:val="00D66D9A"/>
    <w:rsid w:val="00D727A9"/>
    <w:rsid w:val="00D74322"/>
    <w:rsid w:val="00DA0A51"/>
    <w:rsid w:val="00DA4ECC"/>
    <w:rsid w:val="00DB3208"/>
    <w:rsid w:val="00DC7747"/>
    <w:rsid w:val="00DD00EE"/>
    <w:rsid w:val="00DE55A1"/>
    <w:rsid w:val="00DE663F"/>
    <w:rsid w:val="00E06288"/>
    <w:rsid w:val="00E07DA9"/>
    <w:rsid w:val="00E4182D"/>
    <w:rsid w:val="00E44084"/>
    <w:rsid w:val="00E547DE"/>
    <w:rsid w:val="00E753A1"/>
    <w:rsid w:val="00E80587"/>
    <w:rsid w:val="00E82434"/>
    <w:rsid w:val="00E90211"/>
    <w:rsid w:val="00E92D8D"/>
    <w:rsid w:val="00EA05B9"/>
    <w:rsid w:val="00EA083B"/>
    <w:rsid w:val="00EA5591"/>
    <w:rsid w:val="00EB3086"/>
    <w:rsid w:val="00EC77F5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6003E8-EC68-4C92-8D51-8EC8C9BA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E8E"/>
    <w:rPr>
      <w:rFonts w:eastAsia="SimSu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basedOn w:val="Normal"/>
    <w:next w:val="Normal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rsid w:val="00857533"/>
    <w:pPr>
      <w:numPr>
        <w:ilvl w:val="4"/>
        <w:numId w:val="1"/>
      </w:numPr>
      <w:spacing w:before="240" w:after="60"/>
      <w:outlineLvl w:val="4"/>
    </w:pPr>
    <w:rPr>
      <w:b/>
      <w:bCs/>
      <w:iCs/>
      <w:sz w:val="22"/>
      <w:szCs w:val="26"/>
    </w:rPr>
  </w:style>
  <w:style w:type="paragraph" w:styleId="Heading6">
    <w:name w:val="heading 6"/>
    <w:basedOn w:val="Normal"/>
    <w:next w:val="Normal"/>
    <w:qFormat/>
    <w:rsid w:val="00857533"/>
    <w:pPr>
      <w:numPr>
        <w:ilvl w:val="5"/>
        <w:numId w:val="1"/>
      </w:numPr>
      <w:spacing w:before="240" w:after="60"/>
      <w:outlineLvl w:val="5"/>
    </w:pPr>
    <w:rPr>
      <w:b/>
      <w:bCs/>
      <w:i/>
      <w:sz w:val="22"/>
      <w:szCs w:val="22"/>
    </w:rPr>
  </w:style>
  <w:style w:type="paragraph" w:styleId="Heading7">
    <w:name w:val="heading 7"/>
    <w:basedOn w:val="Normal"/>
    <w:next w:val="Normal"/>
    <w:qFormat/>
    <w:rsid w:val="00857533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857533"/>
    <w:pPr>
      <w:numPr>
        <w:ilvl w:val="7"/>
        <w:numId w:val="1"/>
      </w:numPr>
      <w:spacing w:before="240" w:after="60"/>
      <w:outlineLvl w:val="7"/>
    </w:pPr>
    <w:rPr>
      <w:i/>
      <w:iCs/>
      <w:sz w:val="20"/>
    </w:rPr>
  </w:style>
  <w:style w:type="paragraph" w:styleId="Heading9">
    <w:name w:val="heading 9"/>
    <w:basedOn w:val="Normal"/>
    <w:next w:val="Normal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 w:val="22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widowControl w:val="0"/>
      <w:suppressLineNumbers/>
      <w:suppressAutoHyphens/>
    </w:pPr>
    <w:rPr>
      <w:rFonts w:ascii="Nimbus Roman No9 L" w:eastAsia="Nimbus Sans L" w:hAnsi="Nimbus Roman No9 L" w:cs="Tunga"/>
      <w:lang w:val="en-US"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 w:line="276" w:lineRule="auto"/>
      <w:outlineLvl w:val="9"/>
    </w:pPr>
    <w:rPr>
      <w:rFonts w:ascii="Cambria" w:eastAsia="PMingLiU" w:hAnsi="Cambria" w:cs="Times New Roman"/>
      <w:color w:val="365F91"/>
      <w:kern w:val="0"/>
      <w:szCs w:val="28"/>
      <w:lang w:val="en-US" w:eastAsia="en-US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spacing w:after="200" w:line="276" w:lineRule="auto"/>
      <w:textAlignment w:val="baseline"/>
    </w:pPr>
    <w:rPr>
      <w:rFonts w:ascii="Cambria" w:eastAsia="Times New Roman" w:hAnsi="Cambria"/>
      <w:i/>
      <w:iCs/>
      <w:color w:val="4F81BD"/>
      <w:spacing w:val="15"/>
      <w:lang w:eastAsia="en-US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nardo.CEDEO\Documents\Custom%20Office%20Templates\mpe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BE420-EBA7-460B-ADDA-4937CCDAC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mpeg.dotx</Template>
  <TotalTime>1551</TotalTime>
  <Pages>1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9260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Leonardo Chiariglione</dc:creator>
  <cp:keywords/>
  <cp:lastModifiedBy>Leonardo Chiariglione</cp:lastModifiedBy>
  <cp:revision>10</cp:revision>
  <dcterms:created xsi:type="dcterms:W3CDTF">2017-01-19T11:24:00Z</dcterms:created>
  <dcterms:modified xsi:type="dcterms:W3CDTF">2017-10-27T04:01:00Z</dcterms:modified>
</cp:coreProperties>
</file>